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A8" w:rsidRPr="006A5062" w:rsidRDefault="00C02CA8" w:rsidP="006A5062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Ф.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Бозорова</w:t>
      </w:r>
    </w:p>
    <w:p w:rsidR="00C02CA8" w:rsidRPr="006A5062" w:rsidRDefault="00C02CA8" w:rsidP="006A5062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(Ташкент,</w:t>
      </w:r>
      <w:r>
        <w:rPr>
          <w:rFonts w:ascii="Times New Roman" w:hAnsi="Times New Roman"/>
          <w:b/>
          <w:bCs/>
          <w:sz w:val="28"/>
          <w:szCs w:val="28"/>
        </w:rPr>
        <w:t xml:space="preserve"> Узбекистан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)</w:t>
      </w:r>
    </w:p>
    <w:p w:rsidR="00C02CA8" w:rsidRPr="003E5A44" w:rsidRDefault="00C02CA8" w:rsidP="006A5062">
      <w:pPr>
        <w:spacing w:after="0" w:line="360" w:lineRule="auto"/>
        <w:jc w:val="right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2CA8" w:rsidRDefault="00C02CA8" w:rsidP="006A5062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0732">
        <w:rPr>
          <w:rFonts w:ascii="Times New Roman" w:hAnsi="Times New Roman"/>
          <w:b/>
          <w:bCs/>
          <w:sz w:val="28"/>
          <w:szCs w:val="28"/>
        </w:rPr>
        <w:t>СИСТЕМА МЕНЕДЖМЕНТА КАЧЕСТВА: ПРЕИМУЩЕСТВА ВНЕДРЕНИЯ И ПРОБЛЕМЫ ФУНКЦИОНИРОВАНИЯ</w:t>
      </w:r>
    </w:p>
    <w:p w:rsidR="00C02CA8" w:rsidRPr="006A5062" w:rsidRDefault="00C02CA8" w:rsidP="006A5062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Современные организации, функционируя в условиях рыночной экономики, сотрудничают с множеством отечественных и зарубежных компаний, для которых качество имеет первостепенное значение. Одним из условий расширения сфер деятельности, увеличения доли рынка тоже является качество производимых продуктов или оказываемых услуг, так как конкурентоспособность предприятия зависит, в первую очередь, от удовлетворенности потребителя.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В настоящее время большинство крупных компаний отдает предпочтение тем организациям, которые построили систему менеджмента качества и считают ее основой работы своей организации, поэтому очень актуален вопрос о повышении качества предоставляемых услуг, удовлетворении потребителя, как внешнего, так и внутреннего. Исходя из с</w:t>
      </w:r>
      <w:r>
        <w:rPr>
          <w:rFonts w:ascii="Times New Roman" w:hAnsi="Times New Roman"/>
          <w:sz w:val="28"/>
          <w:szCs w:val="28"/>
        </w:rPr>
        <w:t>казанного, вопрос построения си</w:t>
      </w:r>
      <w:r w:rsidRPr="00540732">
        <w:rPr>
          <w:rFonts w:ascii="Times New Roman" w:hAnsi="Times New Roman"/>
          <w:sz w:val="28"/>
          <w:szCs w:val="28"/>
        </w:rPr>
        <w:t>стемы менеджмента ка</w:t>
      </w:r>
      <w:r>
        <w:rPr>
          <w:rFonts w:ascii="Times New Roman" w:hAnsi="Times New Roman"/>
          <w:sz w:val="28"/>
          <w:szCs w:val="28"/>
        </w:rPr>
        <w:t>чества и поддержания ее в дейст</w:t>
      </w:r>
      <w:r w:rsidRPr="00540732">
        <w:rPr>
          <w:rFonts w:ascii="Times New Roman" w:hAnsi="Times New Roman"/>
          <w:sz w:val="28"/>
          <w:szCs w:val="28"/>
        </w:rPr>
        <w:t xml:space="preserve">вующем состоянии на сегодняшний день </w:t>
      </w: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это один из важнейших аспектов в управлении предприятием.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40732">
        <w:rPr>
          <w:rFonts w:ascii="Times New Roman" w:hAnsi="Times New Roman"/>
          <w:sz w:val="28"/>
          <w:szCs w:val="28"/>
        </w:rPr>
        <w:t xml:space="preserve">В настоящее время некоторые организации </w:t>
      </w:r>
      <w:r>
        <w:rPr>
          <w:rFonts w:ascii="Times New Roman" w:hAnsi="Times New Roman"/>
          <w:sz w:val="28"/>
          <w:szCs w:val="28"/>
        </w:rPr>
        <w:t>Узбекистане</w:t>
      </w:r>
      <w:r w:rsidRPr="00540732">
        <w:rPr>
          <w:rFonts w:ascii="Times New Roman" w:hAnsi="Times New Roman"/>
          <w:sz w:val="28"/>
          <w:szCs w:val="28"/>
        </w:rPr>
        <w:t xml:space="preserve"> уже разработали, сертифицировали системы менеджмента качества, и поддерживают их в действующем состоянии; а некоторые организации только начали работу в данном направлении </w:t>
      </w: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приняли решение о необходимости построения системы менеджмента качества, </w:t>
      </w:r>
      <w:r>
        <w:rPr>
          <w:rFonts w:ascii="Times New Roman" w:hAnsi="Times New Roman"/>
          <w:sz w:val="28"/>
          <w:szCs w:val="28"/>
        </w:rPr>
        <w:t>отвечающей требованиям стандартов</w:t>
      </w:r>
      <w:r w:rsidRPr="00540732">
        <w:rPr>
          <w:rFonts w:ascii="Times New Roman" w:hAnsi="Times New Roman"/>
          <w:sz w:val="28"/>
          <w:szCs w:val="28"/>
        </w:rPr>
        <w:t xml:space="preserve"> и приступили к ее разработке. Несмотря на существенную стоимость разработки системы менеджмента качества и ее сертификацию, количество предприятий, вступивших на этот путь, будет неуклонно увеличиваться. Преимущества компаний, уже сертифицировавших СМК, очевидны.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40732">
        <w:rPr>
          <w:rFonts w:ascii="Times New Roman" w:hAnsi="Times New Roman"/>
          <w:sz w:val="28"/>
          <w:szCs w:val="28"/>
        </w:rPr>
        <w:t xml:space="preserve">Сертификация СМК стала обязательным требованием для участия в большинстве тендеров, особенно при экспортных поставках. Для получения государственного заказа также требуется наличие на предприятиях сертифицированной СМК. Крупные предприятия </w:t>
      </w:r>
      <w:r>
        <w:rPr>
          <w:rFonts w:ascii="Times New Roman" w:hAnsi="Times New Roman"/>
          <w:sz w:val="28"/>
          <w:szCs w:val="28"/>
        </w:rPr>
        <w:t>Узбекистана</w:t>
      </w:r>
      <w:r w:rsidRPr="00540732">
        <w:rPr>
          <w:rFonts w:ascii="Times New Roman" w:hAnsi="Times New Roman"/>
          <w:sz w:val="28"/>
          <w:szCs w:val="28"/>
        </w:rPr>
        <w:t xml:space="preserve"> устанавливают для своих поставщиков жесткие условия сотрудничества, например, разработать и внедрить систему менеджмента качества, соответствующую как требованиям стандарта ISO, так и техническим условиям отраслевых стандартов, таких как ISO/TS «Системы менеджмента качества. Поставщики предприятий автомобильной промышленности. Если потребителем не установлено иначе, система качества поставщиков организации должна быть сертифицирована на соответствие ISO, аккредитованным органом по сертификации (третьей стороной)».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 xml:space="preserve">Иными словами, поставщики заводов должны осуществлять закупки материалов и комплектующих у предприятий, на которых функционирует СМК, соответствующая требованиям стандарта ISO. 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Наличие у компании сертификата, выданного независимым компетентным органом, является подтверждением надежной функционирующей СМК и свидетельством стремления к непрерывному улучшению. Для многих российских компаний сертификация системы менеджмента качества в соответствии с международными стандартами является необходимым условием для подписания контрактов с иностранными и отечественными компаниями о поставке своей продукции или выполнении работ. Другие предприятия используют сертификацию системы менеджмента как инструмент в условиях рыночной конкуренции.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0732">
        <w:rPr>
          <w:rFonts w:ascii="Times New Roman" w:hAnsi="Times New Roman"/>
          <w:sz w:val="28"/>
          <w:szCs w:val="28"/>
        </w:rPr>
        <w:t>В части управления закупками стандарт ISO открывает новые пути взаимодействия с поставщиками. Он обязывает организацию подходить к выбору поставщиков не только на основе цены на их продукцию, но и требовать подтверждений качества закупаемой продукции.</w:t>
      </w:r>
      <w:r w:rsidRPr="0054073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540732">
        <w:rPr>
          <w:rFonts w:ascii="Times New Roman" w:hAnsi="Times New Roman"/>
          <w:sz w:val="28"/>
          <w:szCs w:val="28"/>
        </w:rPr>
        <w:t>Требование о разработке и внедрении СМК может исходить от владельцев предприятий. Особенно часто это происходит, когда собственниками становятся представители других стран.</w:t>
      </w:r>
      <w:r w:rsidRPr="00540732">
        <w:rPr>
          <w:rFonts w:ascii="Times New Roman" w:hAnsi="Times New Roman"/>
          <w:sz w:val="28"/>
          <w:szCs w:val="28"/>
        </w:rPr>
        <w:br/>
        <w:t xml:space="preserve">Сторонние заинтересованные стороны, а именно потребители, кредитные организации и другие третьи лица тоже выдвигают требование о наличии сертифицированной СМК потому, что им нужны гарантии стабильной (применительно к качеству продукции) работы организации. 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 xml:space="preserve">Внедрение и сертификация системы менеджмента </w:t>
      </w: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это не только возможность улучшения экономических показателей компании за счет подписания новых договоров и расширения рынков товаров и услуг, но и отличная возможность оптимизировать процессы внутри компании, в частности, с помощью лучшей и более четкой организации работ и распределения полномочий и ответственности. Преимущества стандарта ISO неоспоримы для внутреннего потребителя: во-первых, стандарт дает возможность построить систему управления в организации, которая своевременно и адекватно будет реагировать на внутренние и внешние изменения; во-вторых, система </w:t>
      </w: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это порядок! Именно это и почувствовали многие организации, приступив к построению СМК </w:t>
      </w: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порядка стало больше. А больше порядка </w:t>
      </w: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меньше потерь ресурсов.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Если попытаться очень коротко и просто объяснить суть стандарта, то можно дать ему такое определение: это минимальный набор правил, которыми должна руководствоваться каждая организация, постоянно стремящаяся уменьшать число проблем как внутри организации (внутренние потребители), так и при взаимодействии с внешними потребителями (поставщиками и подрядчиками, инвесторами, кредиторами и др.)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Международный стандарт ISO содержит минимум требований и является универсальным для всех отраслей и используется в качестве модели оценки соответствия и сертификации. Сейчас сертификация на соответствие стандарту ISO ведется более чем в 150 странах мира. Сертификация по ISO серии 9000 добровольная. Вместе с тем, многие организации предпочитают пройти сертификацию, понимая, что независимая проверка их соответствия требованиям стандартов приносит и ощутимые преимущества.</w:t>
      </w:r>
    </w:p>
    <w:p w:rsidR="00C02CA8" w:rsidRDefault="00C02CA8" w:rsidP="006A50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40732">
        <w:rPr>
          <w:rFonts w:ascii="Times New Roman" w:hAnsi="Times New Roman"/>
          <w:sz w:val="28"/>
          <w:szCs w:val="28"/>
        </w:rPr>
        <w:t xml:space="preserve">В современных рыночных отношениях международным стандартам системы менеджмента качества ISO серии 9000 принадлежит особая роль. За время, прошедшее с момента публикации первых версий стандартов в </w:t>
      </w:r>
      <w:smartTag w:uri="urn:schemas-microsoft-com:office:smarttags" w:element="metricconverter">
        <w:smartTagPr>
          <w:attr w:name="ProductID" w:val="1987 г"/>
        </w:smartTagPr>
        <w:r w:rsidRPr="00540732">
          <w:rPr>
            <w:rFonts w:ascii="Times New Roman" w:hAnsi="Times New Roman"/>
            <w:sz w:val="28"/>
            <w:szCs w:val="28"/>
          </w:rPr>
          <w:t>1987 г</w:t>
        </w:r>
      </w:smartTag>
      <w:r w:rsidRPr="00540732">
        <w:rPr>
          <w:rFonts w:ascii="Times New Roman" w:hAnsi="Times New Roman"/>
          <w:sz w:val="28"/>
          <w:szCs w:val="28"/>
        </w:rPr>
        <w:t>., они стали признанными эталонами организации работы по качеству на предприятиях разных отраслей, средством укрепления доверия со стороны партнеров и повышения конкурентоспособности. Разработка и внедрение системы менеджмента качества (далее СМК) дает предприятиям возможность: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преимущества для участников конкурсов, тендеров;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повышения конкурентоспособности компании;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0732">
        <w:rPr>
          <w:rFonts w:ascii="Times New Roman" w:hAnsi="Times New Roman"/>
          <w:sz w:val="28"/>
          <w:szCs w:val="28"/>
        </w:rPr>
        <w:t>гарантии выполнения требований заказчика;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повышения цены на продукцию (услуги);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льготного кредитования и страхования;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получения госзаказа;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улучшения качества продукции, работ и услуг;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сокращения издержек;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рационализации бизнес-процессов;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нормативно-технической поддержки производственного процесса;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оптимизации процессов управления и повышения технологической дисциплины.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540732">
        <w:rPr>
          <w:rFonts w:ascii="Times New Roman" w:hAnsi="Times New Roman"/>
          <w:sz w:val="28"/>
          <w:szCs w:val="28"/>
        </w:rPr>
        <w:t>В основе построения системы менеджмента качества лежит разработка обязательной документации, в соответствии с требованиями ISO. На втором этапе работы разрабатывается документация основного процесса (процессов) организации: положения о структурных подразделениях, должностные инструкции сотрудников, рабочие инструкции, карта процесса (или другое описание его выполнения) и другие документы. Решение о доскональности его разработки принимают непосредственно сотрудники организации. Документация поддерживающих процессов, тоже является неотъемлемой частью системы менеджмента качества организации. Вся совокупность процессов должна иметь необходимые ресурсы для функционирования (трудовые, финансовые, материально-технические), координироваться и управляться, иметь рынки сбыта и возможность их изучения и освоения.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Стандарты поддерживающих процессов можно разрабатывать самостоятельно в рамках собственной организации, но можно и привнести с помощью бенчмаркинга из наиболее успешных компаний, причем не обязательно профиля своей организации. Поддерживающие процессы, как правило, унифицированы.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540732">
        <w:rPr>
          <w:rFonts w:ascii="Times New Roman" w:hAnsi="Times New Roman"/>
          <w:sz w:val="28"/>
          <w:szCs w:val="28"/>
        </w:rPr>
        <w:t>Особенно досконально прорабатываются наиболее слабые моменты деятельности организации. Ими являются действия: при взаимосвязи процессов или на переходном этапе от одного процесса к другому.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В бизнес-процессах с момента внедрения системы менеджмента качества тоже начинаются известные трудности. Ведь внедрение нововведения может повлечь за собой перестройку ряда процессов организации. Могут возникнуть проблемы с неподготовленностью персонала работать в новых условиях. Таких проблем не возникает, или они нивелированы, когда внедрение сопровождается программой обучения персонала, но так бывает далеко не всегда.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540732">
        <w:rPr>
          <w:rFonts w:ascii="Times New Roman" w:hAnsi="Times New Roman"/>
          <w:sz w:val="28"/>
          <w:szCs w:val="28"/>
        </w:rPr>
        <w:t>В наш технологический век современные технологии позволяют значительно ускорить и упростить процесс разработки СМК и ее актуализации.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540732">
        <w:rPr>
          <w:rFonts w:ascii="Times New Roman" w:hAnsi="Times New Roman"/>
          <w:sz w:val="28"/>
          <w:szCs w:val="28"/>
        </w:rPr>
        <w:t xml:space="preserve">Если полезность и необходимость СМК уже давно ни у кого не вызывают сомнения, то методы ее построения могут значительно отличаться друг от друга. Например, большинство организаций выбирают для себя самый простой и распространенный способ </w:t>
      </w:r>
      <w:r>
        <w:rPr>
          <w:rFonts w:ascii="Times New Roman" w:hAnsi="Times New Roman"/>
          <w:sz w:val="28"/>
          <w:szCs w:val="28"/>
        </w:rPr>
        <w:t>–</w:t>
      </w:r>
      <w:r w:rsidRPr="00540732">
        <w:rPr>
          <w:rFonts w:ascii="Times New Roman" w:hAnsi="Times New Roman"/>
          <w:sz w:val="28"/>
          <w:szCs w:val="28"/>
        </w:rPr>
        <w:t xml:space="preserve"> разработка регламентных документов СМК вручную, без использования средств автоматизации. Для этого формируется бюро или целый отдел, который сосредоточивается на поддержании данных документов в актуальном состоянии. Причин, почему это происходит, несколько: неосведомленность о существовании информационных систем, автоматизирующих процесс создания документации; отсутствие представления об объемах документации СМК и работ по поддержанию их в актуальном состоянии; стремление получить сертификат, а не построить эффективную систему управления.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Главной проблемой при выборе метода построения СМК является то, что не всегда руководители и специалисты организации до конца понимают, какой объем работ им предстоит осуществить уже после получения сертификата соответствия СМК требованиям стандарта ISO. Именно экономия ресурсов (люд</w:t>
      </w:r>
      <w:r w:rsidRPr="00540732">
        <w:rPr>
          <w:rFonts w:ascii="Times New Roman" w:hAnsi="Times New Roman"/>
          <w:sz w:val="28"/>
          <w:szCs w:val="28"/>
        </w:rPr>
        <w:softHyphen/>
        <w:t>ских и временных) на «рутинной работе» по доработке документации СМК и приводит к ситуации, когда уже внедренная СМК на практике представляет собой груду устаревшей документации, которой никто не пользуется. Например, если изменился порядок выполнения процедуры, то необходимо отразить данное изменение в документации СМК. Доработка документации в организации, которая не использует информационную систему поддержки СМК, осуществляется путем последовательной правки документов: регламента процедуры, регламента (карты) процесса, должностных инструкций сотрудников, положения о подразделении. Таким образом, необходимо просмотреть минимум четыре документа, найти и изменить устаревшую информацию, причем вручную, и затем согласовать все внесенные изменения для каждого документа. Эффективность такого способа актуализации документации очень низкая, к тому же, чем больше вносимых изменений, тем выше вероятность того, что они не будут корректно отражены во всех необходимых документах. Нельзя забывать также и о том, что чем скучнее и неинтереснее работа, тем сильнее влияние «человеческого фактора», что, в свою очередь, приводит к непредсказуемости результатов такой работы.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0732">
        <w:rPr>
          <w:rFonts w:ascii="Times New Roman" w:hAnsi="Times New Roman"/>
          <w:sz w:val="28"/>
          <w:szCs w:val="28"/>
        </w:rPr>
        <w:t>Выходом из ситуации является использование информационной системы как на этапе разработки СМК, так и на этапе поддержания ее в актуальном состоянии.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Информационная система должна обеспечивать: возможность проектирования процессов и процедур СМК как в графическом, так и в текстовом виде; возможность автоматически формировать регламентные документы в соответствии с требованиями стандарта ISO без дополнительной доработки; возможность использования информационной системы, как единой базы знаний, в которой вся необходимая информация всегда находится «под рукой» (начиная от регламентных документов СМК и заканчивая необходимой в повсе</w:t>
      </w:r>
      <w:r w:rsidRPr="00540732">
        <w:rPr>
          <w:rFonts w:ascii="Times New Roman" w:hAnsi="Times New Roman"/>
          <w:sz w:val="28"/>
          <w:szCs w:val="28"/>
        </w:rPr>
        <w:softHyphen/>
        <w:t>дневной деятельности справочной документацией); про</w:t>
      </w:r>
      <w:r w:rsidRPr="00540732">
        <w:rPr>
          <w:rFonts w:ascii="Times New Roman" w:hAnsi="Times New Roman"/>
          <w:sz w:val="28"/>
          <w:szCs w:val="28"/>
        </w:rPr>
        <w:softHyphen/>
        <w:t>стой и удобный способ актуализации всей документации, описывающей СМК организации.</w:t>
      </w:r>
    </w:p>
    <w:p w:rsidR="00C02CA8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732">
        <w:rPr>
          <w:rFonts w:ascii="Times New Roman" w:hAnsi="Times New Roman"/>
          <w:sz w:val="28"/>
          <w:szCs w:val="28"/>
        </w:rPr>
        <w:t>Таким образом, использование информационной системы должно снизить трудоемкость внесения изменений в документацию СМК и позволить специалистам больше времени тратить на выполнение своих прямых обязанностей.</w:t>
      </w:r>
    </w:p>
    <w:p w:rsidR="00C02CA8" w:rsidRPr="00540732" w:rsidRDefault="00C02CA8" w:rsidP="006A50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540732">
        <w:rPr>
          <w:rFonts w:ascii="Times New Roman" w:hAnsi="Times New Roman"/>
          <w:sz w:val="28"/>
          <w:szCs w:val="28"/>
        </w:rPr>
        <w:t>Предупредить возможные сложности позволяет методологический подход. При этом предполагается, что один из акцентов в процессе внедрения и встраивания нововведения в общую схему взаимодействия процессов организации будет сделан на развитие и обучение персонала фирмы.</w:t>
      </w:r>
    </w:p>
    <w:sectPr w:rsidR="00C02CA8" w:rsidRPr="00540732" w:rsidSect="00406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732"/>
    <w:rsid w:val="003A6894"/>
    <w:rsid w:val="003E5A44"/>
    <w:rsid w:val="00403AD2"/>
    <w:rsid w:val="00406F2F"/>
    <w:rsid w:val="004B2219"/>
    <w:rsid w:val="00540732"/>
    <w:rsid w:val="00591908"/>
    <w:rsid w:val="006A5062"/>
    <w:rsid w:val="00BD53AD"/>
    <w:rsid w:val="00C02CA8"/>
    <w:rsid w:val="00DC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F2F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49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7</Pages>
  <Words>7560</Words>
  <Characters>4310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7</cp:revision>
  <dcterms:created xsi:type="dcterms:W3CDTF">2014-12-29T08:56:00Z</dcterms:created>
  <dcterms:modified xsi:type="dcterms:W3CDTF">2014-12-29T11:38:00Z</dcterms:modified>
</cp:coreProperties>
</file>