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5E6" w:rsidRPr="00216F39" w:rsidRDefault="009305E6" w:rsidP="00FE39C1">
      <w:pPr>
        <w:autoSpaceDE w:val="0"/>
        <w:autoSpaceDN w:val="0"/>
        <w:adjustRightInd w:val="0"/>
        <w:spacing w:line="360" w:lineRule="auto"/>
        <w:ind w:firstLine="454"/>
        <w:jc w:val="right"/>
        <w:rPr>
          <w:b/>
          <w:bCs/>
          <w:color w:val="000000"/>
          <w:lang w:val="kk-KZ"/>
        </w:rPr>
      </w:pPr>
      <w:r w:rsidRPr="00216F39">
        <w:rPr>
          <w:b/>
          <w:lang w:val="kk-KZ"/>
        </w:rPr>
        <w:t>Света</w:t>
      </w:r>
      <w:r w:rsidRPr="00216F39">
        <w:rPr>
          <w:b/>
          <w:bCs/>
          <w:color w:val="000000"/>
          <w:lang w:val="kk-KZ"/>
        </w:rPr>
        <w:t xml:space="preserve"> Саменова </w:t>
      </w:r>
    </w:p>
    <w:p w:rsidR="009305E6" w:rsidRPr="00216F39" w:rsidRDefault="009305E6" w:rsidP="00FE39C1">
      <w:pPr>
        <w:autoSpaceDE w:val="0"/>
        <w:autoSpaceDN w:val="0"/>
        <w:adjustRightInd w:val="0"/>
        <w:spacing w:line="360" w:lineRule="auto"/>
        <w:ind w:firstLine="454"/>
        <w:jc w:val="right"/>
        <w:rPr>
          <w:b/>
          <w:bCs/>
          <w:color w:val="000000"/>
          <w:lang w:val="kk-KZ"/>
        </w:rPr>
      </w:pPr>
      <w:r w:rsidRPr="00216F39">
        <w:rPr>
          <w:b/>
          <w:bCs/>
          <w:color w:val="000000"/>
          <w:lang w:val="kk-KZ"/>
        </w:rPr>
        <w:t>(Жезказган, Казахстан)</w:t>
      </w:r>
    </w:p>
    <w:p w:rsidR="009305E6" w:rsidRDefault="009305E6" w:rsidP="00FE39C1">
      <w:pPr>
        <w:pStyle w:val="Title"/>
        <w:spacing w:line="360" w:lineRule="auto"/>
        <w:ind w:firstLine="454"/>
        <w:rPr>
          <w:szCs w:val="28"/>
          <w:lang w:val="kk-KZ"/>
        </w:rPr>
      </w:pPr>
    </w:p>
    <w:p w:rsidR="009305E6" w:rsidRDefault="009305E6" w:rsidP="00FE39C1">
      <w:pPr>
        <w:pStyle w:val="Title"/>
        <w:spacing w:line="360" w:lineRule="auto"/>
        <w:ind w:firstLine="454"/>
        <w:rPr>
          <w:szCs w:val="28"/>
          <w:lang w:val="kk-KZ"/>
        </w:rPr>
      </w:pPr>
      <w:r>
        <w:rPr>
          <w:szCs w:val="28"/>
          <w:lang w:val="kk-KZ"/>
        </w:rPr>
        <w:t xml:space="preserve">ЗАТТАНҒАН СӨЗДЕРДІҢ ФУНКЦИОНАЛДЫҚ СИПАТЫ </w:t>
      </w:r>
    </w:p>
    <w:p w:rsidR="009305E6" w:rsidRDefault="009305E6" w:rsidP="00FE39C1">
      <w:pPr>
        <w:pStyle w:val="Title"/>
        <w:spacing w:line="360" w:lineRule="auto"/>
        <w:ind w:firstLine="454"/>
        <w:rPr>
          <w:szCs w:val="28"/>
          <w:lang w:val="kk-KZ"/>
        </w:rPr>
      </w:pPr>
    </w:p>
    <w:p w:rsidR="009305E6" w:rsidRDefault="009305E6" w:rsidP="00FE39C1">
      <w:pPr>
        <w:widowControl w:val="0"/>
        <w:spacing w:line="360" w:lineRule="auto"/>
        <w:ind w:firstLine="454"/>
        <w:jc w:val="both"/>
        <w:rPr>
          <w:lang w:val="kk-KZ"/>
        </w:rPr>
      </w:pPr>
      <w:r>
        <w:rPr>
          <w:lang w:val="kk-KZ"/>
        </w:rPr>
        <w:t xml:space="preserve"> </w:t>
      </w:r>
      <w:r w:rsidRPr="00E91782">
        <w:rPr>
          <w:lang w:val="kk-KZ"/>
        </w:rPr>
        <w:t>Тілдің табиғатын толық ашу үшін оны сипаттап, жүйелеп беру жеткілікс</w:t>
      </w:r>
      <w:r>
        <w:rPr>
          <w:lang w:val="kk-KZ"/>
        </w:rPr>
        <w:t xml:space="preserve">із. Сондықтан да соңғы жылдарда қазақ тіл білімінде </w:t>
      </w:r>
      <w:r w:rsidRPr="00E91782">
        <w:rPr>
          <w:lang w:val="kk-KZ"/>
        </w:rPr>
        <w:t xml:space="preserve">тілдің әрекет ету, жұмсалу жолдарын қарастыратын функционалдық бағыттағы зерттеулер жүргізілуде. Бұнда функционалды грамматика тілдің өзін емес, сөйлеуді зерттеу нысаны етіп алады да,  оны адамның </w:t>
      </w:r>
      <w:r w:rsidRPr="00E91782">
        <w:rPr>
          <w:i/>
          <w:lang w:val="kk-KZ"/>
        </w:rPr>
        <w:t>ойлау әрекетімен, аялық білімімен</w:t>
      </w:r>
      <w:r w:rsidRPr="00E91782">
        <w:rPr>
          <w:lang w:val="kk-KZ"/>
        </w:rPr>
        <w:t xml:space="preserve"> байланыстыра қарастырады. </w:t>
      </w:r>
    </w:p>
    <w:p w:rsidR="009305E6" w:rsidRPr="00E91782" w:rsidRDefault="009305E6" w:rsidP="00FE39C1">
      <w:pPr>
        <w:widowControl w:val="0"/>
        <w:spacing w:line="360" w:lineRule="auto"/>
        <w:ind w:firstLine="454"/>
        <w:jc w:val="both"/>
        <w:rPr>
          <w:lang w:val="kk-KZ"/>
        </w:rPr>
      </w:pPr>
      <w:r>
        <w:rPr>
          <w:lang w:val="kk-KZ"/>
        </w:rPr>
        <w:t>«Функционалдық термині тіл білімінде әр түрлі қолданысқа ие. Ең алдымен, функционалдық термині тілдік терминдік жүйеде де, сөйлеу тілінің терминдік жүйесінде де қолданылады. Тілдік терминдер жүйесінде бұл термин «қызмет» мағынасында қолданылады да, тілдік бірліктің сөйлем ішіндегі атқаратын қызметін белгілейді, ал сөйлеудің терминдік жүйесінде тілдік бірлік арқылы берілетін ойдың мәні мен мағынасын анықтайды» [1,</w:t>
      </w:r>
      <w:r w:rsidRPr="00944D21">
        <w:rPr>
          <w:lang w:val="kk-KZ"/>
        </w:rPr>
        <w:t xml:space="preserve"> </w:t>
      </w:r>
      <w:r>
        <w:rPr>
          <w:lang w:val="kk-KZ"/>
        </w:rPr>
        <w:t>7 б.</w:t>
      </w:r>
      <w:r w:rsidRPr="00944D21">
        <w:rPr>
          <w:lang w:val="kk-KZ"/>
        </w:rPr>
        <w:t>]</w:t>
      </w:r>
      <w:r>
        <w:rPr>
          <w:lang w:val="kk-KZ"/>
        </w:rPr>
        <w:t xml:space="preserve">. </w:t>
      </w:r>
      <w:r w:rsidRPr="00E91782">
        <w:rPr>
          <w:lang w:val="kk-KZ"/>
        </w:rPr>
        <w:t>Олай болса,</w:t>
      </w:r>
      <w:r>
        <w:rPr>
          <w:lang w:val="kk-KZ"/>
        </w:rPr>
        <w:t xml:space="preserve">  </w:t>
      </w:r>
      <w:r w:rsidRPr="00E91782">
        <w:rPr>
          <w:i/>
          <w:lang w:val="kk-KZ"/>
        </w:rPr>
        <w:t>функционалдық-семантикалық өріс</w:t>
      </w:r>
      <w:r w:rsidRPr="00E91782">
        <w:rPr>
          <w:lang w:val="kk-KZ"/>
        </w:rPr>
        <w:t xml:space="preserve"> заттанған сындардан алшақ жатқан категория емес. </w:t>
      </w:r>
    </w:p>
    <w:p w:rsidR="009305E6" w:rsidRDefault="009305E6" w:rsidP="00FE39C1">
      <w:pPr>
        <w:pStyle w:val="Title"/>
        <w:spacing w:line="360" w:lineRule="auto"/>
        <w:ind w:firstLine="454"/>
        <w:jc w:val="both"/>
        <w:rPr>
          <w:b w:val="0"/>
          <w:szCs w:val="28"/>
          <w:lang w:val="kk-KZ"/>
        </w:rPr>
      </w:pPr>
      <w:r>
        <w:rPr>
          <w:b w:val="0"/>
          <w:szCs w:val="28"/>
          <w:lang w:val="kk-KZ"/>
        </w:rPr>
        <w:t>С</w:t>
      </w:r>
      <w:r w:rsidRPr="00E91782">
        <w:rPr>
          <w:b w:val="0"/>
          <w:szCs w:val="28"/>
          <w:lang w:val="kk-KZ"/>
        </w:rPr>
        <w:t>ын есімдердің өз мағынасынан толық, түпкілікті қол үзуі нәтижесінде тілімізде пайда болған жаңа аталымдар</w:t>
      </w:r>
      <w:r>
        <w:rPr>
          <w:b w:val="0"/>
          <w:szCs w:val="28"/>
          <w:lang w:val="kk-KZ"/>
        </w:rPr>
        <w:t xml:space="preserve"> баршылық</w:t>
      </w:r>
      <w:r w:rsidRPr="00E91782">
        <w:rPr>
          <w:b w:val="0"/>
          <w:szCs w:val="28"/>
          <w:lang w:val="kk-KZ"/>
        </w:rPr>
        <w:t xml:space="preserve">. </w:t>
      </w:r>
      <w:r w:rsidRPr="00E30A31">
        <w:rPr>
          <w:b w:val="0"/>
          <w:szCs w:val="28"/>
          <w:lang w:val="kk-KZ"/>
        </w:rPr>
        <w:t xml:space="preserve">Тіліміздегі заттанған сөздердің барлығы да өзінің төл сөз табына қатысты мағынасынан біржола ажырап, аталым дәрежесіне жете бермейді. Яғни, сөйлемде кез келген сын есім зат есімнің мағынасында уақытша </w:t>
      </w:r>
      <w:r>
        <w:rPr>
          <w:b w:val="0"/>
          <w:szCs w:val="28"/>
          <w:lang w:val="kk-KZ"/>
        </w:rPr>
        <w:t xml:space="preserve"> қолданылады. </w:t>
      </w:r>
      <w:r w:rsidRPr="00E30A31">
        <w:rPr>
          <w:b w:val="0"/>
          <w:szCs w:val="28"/>
          <w:lang w:val="kk-KZ"/>
        </w:rPr>
        <w:t xml:space="preserve">Тіліміздегі сын есімдердің басым көпшілігі, яғни сапалық сын есімдер де, қатыстық сын есімдер де тек белгілі бір қолданыста ғана заттық мағынада жұмсалып, оның қызметін уақытша атқаруға қабілетті. Мысалы: Ашуменен бір </w:t>
      </w:r>
      <w:r w:rsidRPr="00E30A31">
        <w:rPr>
          <w:b w:val="0"/>
          <w:i/>
          <w:szCs w:val="28"/>
          <w:lang w:val="kk-KZ"/>
        </w:rPr>
        <w:t>жақсыдан</w:t>
      </w:r>
      <w:r w:rsidRPr="00E30A31">
        <w:rPr>
          <w:b w:val="0"/>
          <w:szCs w:val="28"/>
          <w:lang w:val="kk-KZ"/>
        </w:rPr>
        <w:t xml:space="preserve"> айрылып, қадір білмес бір </w:t>
      </w:r>
      <w:r w:rsidRPr="00E30A31">
        <w:rPr>
          <w:b w:val="0"/>
          <w:i/>
          <w:szCs w:val="28"/>
          <w:lang w:val="kk-KZ"/>
        </w:rPr>
        <w:t>жаманға</w:t>
      </w:r>
      <w:r w:rsidRPr="00E30A31">
        <w:rPr>
          <w:b w:val="0"/>
          <w:szCs w:val="28"/>
          <w:lang w:val="kk-KZ"/>
        </w:rPr>
        <w:t xml:space="preserve"> тап болма (Мақал). </w:t>
      </w:r>
    </w:p>
    <w:p w:rsidR="009305E6" w:rsidRDefault="009305E6" w:rsidP="00FE39C1">
      <w:pPr>
        <w:pStyle w:val="Title"/>
        <w:spacing w:line="360" w:lineRule="auto"/>
        <w:ind w:firstLine="454"/>
        <w:jc w:val="both"/>
        <w:rPr>
          <w:b w:val="0"/>
          <w:szCs w:val="28"/>
          <w:lang w:val="kk-KZ"/>
        </w:rPr>
      </w:pPr>
      <w:r>
        <w:rPr>
          <w:b w:val="0"/>
          <w:szCs w:val="28"/>
          <w:lang w:val="kk-KZ"/>
        </w:rPr>
        <w:t>Сын есімдердің қолданыстық заттанулары қазақ тілінде молынан ұшырасады. Оларға жағдай туғызатын тілдік факторлар бар.</w:t>
      </w:r>
    </w:p>
    <w:p w:rsidR="009305E6" w:rsidRPr="00E30A31" w:rsidRDefault="009305E6" w:rsidP="00FE39C1">
      <w:pPr>
        <w:pStyle w:val="Title"/>
        <w:spacing w:line="360" w:lineRule="auto"/>
        <w:ind w:firstLine="454"/>
        <w:jc w:val="both"/>
        <w:rPr>
          <w:b w:val="0"/>
          <w:szCs w:val="28"/>
          <w:lang w:val="kk-KZ"/>
        </w:rPr>
      </w:pPr>
      <w:r w:rsidRPr="00E30A31">
        <w:rPr>
          <w:b w:val="0"/>
          <w:szCs w:val="28"/>
          <w:lang w:val="kk-KZ"/>
        </w:rPr>
        <w:t>1) Жинақталған тілдік деректерге талдау жасау барысында, қазақ тіліндегі сын есімдердің белгілі бір қолданыста тұрып заттануына да жағдай туғызушы негізгі фактор – тілдегі ықшмдалу құбылысы екендігі байқалды. Белгілі б</w:t>
      </w:r>
      <w:r>
        <w:rPr>
          <w:b w:val="0"/>
          <w:szCs w:val="28"/>
          <w:lang w:val="kk-KZ"/>
        </w:rPr>
        <w:t>ір тілдік қолданымда</w:t>
      </w:r>
      <w:r w:rsidRPr="00E30A31">
        <w:rPr>
          <w:b w:val="0"/>
          <w:szCs w:val="28"/>
          <w:lang w:val="kk-KZ"/>
        </w:rPr>
        <w:t xml:space="preserve"> тіркес құрамындағы зат есімнің түсіп қалуы нәтижесінде оны анықтап тұрған сын есім за</w:t>
      </w:r>
      <w:r>
        <w:rPr>
          <w:b w:val="0"/>
          <w:szCs w:val="28"/>
          <w:lang w:val="kk-KZ"/>
        </w:rPr>
        <w:t>ттық мәнді бере алатындығы тіл-</w:t>
      </w:r>
      <w:r w:rsidRPr="00E30A31">
        <w:rPr>
          <w:b w:val="0"/>
          <w:szCs w:val="28"/>
          <w:lang w:val="kk-KZ"/>
        </w:rPr>
        <w:t>тілді зерттеуші ғалымдар еңбектерінде де, қазақ тілін зерттеуші ғалымдар еңбектерінде де баяндалған. Сөйлемнің көлемін қысқарту үшін және үнемдеу заңына сәйкес сөз ықшамдалады. Бұндай заңдылық сын есім – зат есім тіркесінен байқалады. Зат есімнің қандай жағдайларда ықшамдалуға бейім тұратындығын тілдік фактілерге сүйене отырып жіктесек, олар төмендегідей сипатта болады:</w:t>
      </w:r>
    </w:p>
    <w:p w:rsidR="009305E6" w:rsidRPr="00E30A31" w:rsidRDefault="009305E6" w:rsidP="00FE39C1">
      <w:pPr>
        <w:pStyle w:val="Title"/>
        <w:spacing w:line="360" w:lineRule="auto"/>
        <w:ind w:firstLine="454"/>
        <w:jc w:val="both"/>
        <w:rPr>
          <w:b w:val="0"/>
          <w:szCs w:val="28"/>
          <w:lang w:val="kk-KZ"/>
        </w:rPr>
      </w:pPr>
      <w:r w:rsidRPr="00E30A31">
        <w:rPr>
          <w:b w:val="0"/>
          <w:szCs w:val="28"/>
          <w:lang w:val="kk-KZ"/>
        </w:rPr>
        <w:t xml:space="preserve">а) Белгілі бір оқиғада сөз болып отырған нәрсе (зат ұғымындағы, адам мағынасындағы сөздер, құбылыс атаулары т.б.) алдыңғы сөйлемдерде айтылады да, оның атауы келесі сөйлемдерде түсіріліп қолданылады. Сөйтіп, қолданыстан түскен зат есім сөздің мағынасына сындық мәндегі сөз ие болады. Мына төменде салыстырыла берілген мысалдар арқылы бұған көз жеткіземіз: 1) </w:t>
      </w:r>
      <w:r w:rsidRPr="00E30A31">
        <w:rPr>
          <w:b w:val="0"/>
          <w:i/>
          <w:szCs w:val="28"/>
          <w:lang w:val="kk-KZ"/>
        </w:rPr>
        <w:t>Асау құнанның</w:t>
      </w:r>
      <w:r w:rsidRPr="00E30A31">
        <w:rPr>
          <w:b w:val="0"/>
          <w:szCs w:val="28"/>
          <w:lang w:val="kk-KZ"/>
        </w:rPr>
        <w:t xml:space="preserve"> үркетінін көріп алған соң, онан да жаман құтырып еді (М.Әуезов). 2) Құтырып алған </w:t>
      </w:r>
      <w:r w:rsidRPr="00E30A31">
        <w:rPr>
          <w:b w:val="0"/>
          <w:i/>
          <w:szCs w:val="28"/>
          <w:lang w:val="kk-KZ"/>
        </w:rPr>
        <w:t>асау</w:t>
      </w:r>
      <w:r w:rsidRPr="00E30A31">
        <w:rPr>
          <w:b w:val="0"/>
          <w:szCs w:val="28"/>
          <w:lang w:val="kk-KZ"/>
        </w:rPr>
        <w:t xml:space="preserve"> ие берер емес (М.Әуезов). 3) Бірі – </w:t>
      </w:r>
      <w:r w:rsidRPr="00E30A31">
        <w:rPr>
          <w:b w:val="0"/>
          <w:i/>
          <w:szCs w:val="28"/>
          <w:lang w:val="kk-KZ"/>
        </w:rPr>
        <w:t>қартаң</w:t>
      </w:r>
      <w:r w:rsidRPr="00E30A31">
        <w:rPr>
          <w:b w:val="0"/>
          <w:szCs w:val="28"/>
          <w:lang w:val="kk-KZ"/>
        </w:rPr>
        <w:t xml:space="preserve">, бірі – </w:t>
      </w:r>
      <w:r w:rsidRPr="00E30A31">
        <w:rPr>
          <w:b w:val="0"/>
          <w:i/>
          <w:szCs w:val="28"/>
          <w:lang w:val="kk-KZ"/>
        </w:rPr>
        <w:t>жас қонақ.</w:t>
      </w:r>
      <w:r w:rsidRPr="00E30A31">
        <w:rPr>
          <w:b w:val="0"/>
          <w:szCs w:val="28"/>
          <w:lang w:val="kk-KZ"/>
        </w:rPr>
        <w:t xml:space="preserve"> 4 ) </w:t>
      </w:r>
      <w:r w:rsidRPr="00E30A31">
        <w:rPr>
          <w:b w:val="0"/>
          <w:i/>
          <w:szCs w:val="28"/>
          <w:lang w:val="kk-KZ"/>
        </w:rPr>
        <w:t>Жасын</w:t>
      </w:r>
      <w:r w:rsidRPr="00E30A31">
        <w:rPr>
          <w:b w:val="0"/>
          <w:szCs w:val="28"/>
          <w:lang w:val="kk-KZ"/>
        </w:rPr>
        <w:t xml:space="preserve"> Абай біледі (М.Әуезов).</w:t>
      </w:r>
    </w:p>
    <w:p w:rsidR="009305E6" w:rsidRDefault="009305E6" w:rsidP="00FE39C1">
      <w:pPr>
        <w:pStyle w:val="Title"/>
        <w:spacing w:line="360" w:lineRule="auto"/>
        <w:ind w:firstLine="454"/>
        <w:jc w:val="both"/>
        <w:rPr>
          <w:b w:val="0"/>
          <w:szCs w:val="28"/>
          <w:lang w:val="kk-KZ"/>
        </w:rPr>
      </w:pPr>
      <w:r w:rsidRPr="00E30A31">
        <w:rPr>
          <w:b w:val="0"/>
          <w:szCs w:val="28"/>
          <w:lang w:val="kk-KZ"/>
        </w:rPr>
        <w:t xml:space="preserve">Бірінші, үшінші сөйлемдердегі </w:t>
      </w:r>
      <w:r w:rsidRPr="00D34278">
        <w:rPr>
          <w:b w:val="0"/>
          <w:i/>
          <w:szCs w:val="28"/>
          <w:lang w:val="kk-KZ"/>
        </w:rPr>
        <w:t>құнан, қонақ</w:t>
      </w:r>
      <w:r w:rsidRPr="00E30A31">
        <w:rPr>
          <w:b w:val="0"/>
          <w:szCs w:val="28"/>
          <w:lang w:val="kk-KZ"/>
        </w:rPr>
        <w:t xml:space="preserve"> деген зат есімдер екінші, төртінші сөйлемдерде қолданылмай, олардың мағыналары мен қызметтері </w:t>
      </w:r>
      <w:r w:rsidRPr="00D34278">
        <w:rPr>
          <w:b w:val="0"/>
          <w:i/>
          <w:szCs w:val="28"/>
          <w:lang w:val="kk-KZ"/>
        </w:rPr>
        <w:t>асау, жас</w:t>
      </w:r>
      <w:r w:rsidRPr="00E30A31">
        <w:rPr>
          <w:b w:val="0"/>
          <w:szCs w:val="28"/>
          <w:lang w:val="kk-KZ"/>
        </w:rPr>
        <w:t xml:space="preserve"> деген сын есімдерге ауысқан. Сөйтіп, зат есімдер ықшамдалу құбыл</w:t>
      </w:r>
      <w:r>
        <w:rPr>
          <w:b w:val="0"/>
          <w:szCs w:val="28"/>
          <w:lang w:val="kk-KZ"/>
        </w:rPr>
        <w:t>ы</w:t>
      </w:r>
      <w:r w:rsidRPr="00E30A31">
        <w:rPr>
          <w:b w:val="0"/>
          <w:szCs w:val="28"/>
          <w:lang w:val="kk-KZ"/>
        </w:rPr>
        <w:t xml:space="preserve">сының нәтижесінде қолданыстан түсіп қалады да, олардың заттық мағынасы мен қызметі оның орнына қолданылған сын есімге ауысып, тілде заттанулар жасалатындығы байқалады. </w:t>
      </w:r>
    </w:p>
    <w:p w:rsidR="009305E6" w:rsidRDefault="009305E6" w:rsidP="00FE39C1">
      <w:pPr>
        <w:pStyle w:val="Title"/>
        <w:spacing w:line="360" w:lineRule="auto"/>
        <w:ind w:firstLine="454"/>
        <w:jc w:val="both"/>
        <w:rPr>
          <w:b w:val="0"/>
          <w:szCs w:val="28"/>
          <w:lang w:val="kk-KZ"/>
        </w:rPr>
      </w:pPr>
      <w:r w:rsidRPr="00E30A31">
        <w:rPr>
          <w:b w:val="0"/>
          <w:szCs w:val="28"/>
          <w:lang w:val="kk-KZ"/>
        </w:rPr>
        <w:t xml:space="preserve">ә) Егер сын есім нақты бір жанды-жансыз нәрсеге, құбылысқа қатысты ғана қасиетті, белгіні білдірсе, көбіне сөйлемнен ол заттың (нәрсенің, құбылыстың) атауы түсіріліп қолданылады да, оның заттық мағынасы сол заттың қасиетінен, негізгі белгісінен оңай аңғарылып </w:t>
      </w:r>
      <w:r w:rsidRPr="00E91782">
        <w:rPr>
          <w:b w:val="0"/>
          <w:szCs w:val="28"/>
        </w:rPr>
        <w:t xml:space="preserve">тұрады. Мысалы: </w:t>
      </w:r>
      <w:r w:rsidRPr="00E91782">
        <w:rPr>
          <w:b w:val="0"/>
          <w:i/>
          <w:szCs w:val="28"/>
        </w:rPr>
        <w:t>Сөзшеңнің</w:t>
      </w:r>
      <w:r w:rsidRPr="00E91782">
        <w:rPr>
          <w:b w:val="0"/>
          <w:szCs w:val="28"/>
        </w:rPr>
        <w:t xml:space="preserve"> сөзі дәмсіз болады (К.Ахметов). </w:t>
      </w:r>
      <w:r w:rsidRPr="00E91782">
        <w:rPr>
          <w:b w:val="0"/>
          <w:i/>
          <w:szCs w:val="28"/>
        </w:rPr>
        <w:t xml:space="preserve">Білекті </w:t>
      </w:r>
      <w:r w:rsidRPr="00E91782">
        <w:rPr>
          <w:b w:val="0"/>
          <w:szCs w:val="28"/>
        </w:rPr>
        <w:t xml:space="preserve">бірді жығады, </w:t>
      </w:r>
      <w:r w:rsidRPr="00E91782">
        <w:rPr>
          <w:b w:val="0"/>
          <w:i/>
          <w:szCs w:val="28"/>
        </w:rPr>
        <w:t>білімді</w:t>
      </w:r>
      <w:r w:rsidRPr="00E91782">
        <w:rPr>
          <w:b w:val="0"/>
          <w:szCs w:val="28"/>
        </w:rPr>
        <w:t xml:space="preserve"> мыңды жығады (Мақал). </w:t>
      </w:r>
    </w:p>
    <w:p w:rsidR="009305E6" w:rsidRDefault="009305E6" w:rsidP="00FE39C1">
      <w:pPr>
        <w:pStyle w:val="Title"/>
        <w:spacing w:line="360" w:lineRule="auto"/>
        <w:ind w:firstLine="454"/>
        <w:jc w:val="both"/>
        <w:rPr>
          <w:b w:val="0"/>
          <w:szCs w:val="28"/>
          <w:lang w:val="kk-KZ"/>
        </w:rPr>
      </w:pPr>
      <w:r w:rsidRPr="00E91782">
        <w:rPr>
          <w:b w:val="0"/>
          <w:szCs w:val="28"/>
        </w:rPr>
        <w:t xml:space="preserve">Мысалдарда берілген </w:t>
      </w:r>
      <w:r w:rsidRPr="00D34278">
        <w:rPr>
          <w:b w:val="0"/>
          <w:i/>
          <w:szCs w:val="28"/>
        </w:rPr>
        <w:t>сөзшеңдік, білек күші, білім алу</w:t>
      </w:r>
      <w:r w:rsidRPr="00E91782">
        <w:rPr>
          <w:szCs w:val="28"/>
        </w:rPr>
        <w:t xml:space="preserve"> </w:t>
      </w:r>
      <w:r w:rsidRPr="00E91782">
        <w:rPr>
          <w:b w:val="0"/>
          <w:szCs w:val="28"/>
        </w:rPr>
        <w:t xml:space="preserve">сияқты белгі-қасиеттер тек қана адамға тән болғандықтан, заттанып тұрған </w:t>
      </w:r>
      <w:r w:rsidRPr="00D34278">
        <w:rPr>
          <w:b w:val="0"/>
          <w:i/>
          <w:szCs w:val="28"/>
          <w:lang w:val="kk-KZ"/>
        </w:rPr>
        <w:t xml:space="preserve">сөзшеңнің, </w:t>
      </w:r>
      <w:r w:rsidRPr="00D34278">
        <w:rPr>
          <w:b w:val="0"/>
          <w:i/>
          <w:szCs w:val="28"/>
        </w:rPr>
        <w:t>білекті, білімді</w:t>
      </w:r>
      <w:r w:rsidRPr="00E91782">
        <w:rPr>
          <w:b w:val="0"/>
          <w:szCs w:val="28"/>
        </w:rPr>
        <w:t xml:space="preserve"> деген с</w:t>
      </w:r>
      <w:r>
        <w:rPr>
          <w:b w:val="0"/>
          <w:szCs w:val="28"/>
        </w:rPr>
        <w:t xml:space="preserve">өздердің лексикалық мазмұнынан </w:t>
      </w:r>
      <w:r>
        <w:rPr>
          <w:b w:val="0"/>
          <w:szCs w:val="28"/>
          <w:lang w:val="kk-KZ"/>
        </w:rPr>
        <w:t>«</w:t>
      </w:r>
      <w:r w:rsidRPr="00532603">
        <w:rPr>
          <w:b w:val="0"/>
          <w:i/>
          <w:szCs w:val="28"/>
        </w:rPr>
        <w:t>сөзшең адамның</w:t>
      </w:r>
      <w:r>
        <w:rPr>
          <w:b w:val="0"/>
          <w:szCs w:val="28"/>
          <w:lang w:val="kk-KZ"/>
        </w:rPr>
        <w:t>»</w:t>
      </w:r>
      <w:r>
        <w:rPr>
          <w:b w:val="0"/>
          <w:szCs w:val="28"/>
        </w:rPr>
        <w:t xml:space="preserve">, </w:t>
      </w:r>
      <w:r>
        <w:rPr>
          <w:b w:val="0"/>
          <w:szCs w:val="28"/>
          <w:lang w:val="kk-KZ"/>
        </w:rPr>
        <w:t>«</w:t>
      </w:r>
      <w:r w:rsidRPr="00532603">
        <w:rPr>
          <w:b w:val="0"/>
          <w:i/>
          <w:szCs w:val="28"/>
        </w:rPr>
        <w:t>қара күш иесі</w:t>
      </w:r>
      <w:r>
        <w:rPr>
          <w:b w:val="0"/>
          <w:szCs w:val="28"/>
          <w:lang w:val="kk-KZ"/>
        </w:rPr>
        <w:t>»</w:t>
      </w:r>
      <w:r>
        <w:rPr>
          <w:b w:val="0"/>
          <w:szCs w:val="28"/>
        </w:rPr>
        <w:t xml:space="preserve">, </w:t>
      </w:r>
      <w:r>
        <w:rPr>
          <w:b w:val="0"/>
          <w:szCs w:val="28"/>
          <w:lang w:val="kk-KZ"/>
        </w:rPr>
        <w:t>«</w:t>
      </w:r>
      <w:r w:rsidRPr="00532603">
        <w:rPr>
          <w:b w:val="0"/>
          <w:i/>
          <w:szCs w:val="28"/>
        </w:rPr>
        <w:t>білімді адам</w:t>
      </w:r>
      <w:r>
        <w:rPr>
          <w:b w:val="0"/>
          <w:szCs w:val="28"/>
          <w:lang w:val="kk-KZ"/>
        </w:rPr>
        <w:t>»</w:t>
      </w:r>
      <w:r w:rsidRPr="00E91782">
        <w:rPr>
          <w:b w:val="0"/>
          <w:szCs w:val="28"/>
        </w:rPr>
        <w:t xml:space="preserve"> деген ұғымдар оңай аңғарылады да</w:t>
      </w:r>
      <w:r>
        <w:rPr>
          <w:b w:val="0"/>
          <w:szCs w:val="28"/>
        </w:rPr>
        <w:t xml:space="preserve">, оқырман заттанған сөздің осы </w:t>
      </w:r>
      <w:r>
        <w:rPr>
          <w:b w:val="0"/>
          <w:szCs w:val="28"/>
          <w:lang w:val="kk-KZ"/>
        </w:rPr>
        <w:t>«</w:t>
      </w:r>
      <w:r>
        <w:rPr>
          <w:b w:val="0"/>
          <w:szCs w:val="28"/>
        </w:rPr>
        <w:t>адам</w:t>
      </w:r>
      <w:r>
        <w:rPr>
          <w:b w:val="0"/>
          <w:szCs w:val="28"/>
          <w:lang w:val="kk-KZ"/>
        </w:rPr>
        <w:t>»</w:t>
      </w:r>
      <w:r w:rsidRPr="00E91782">
        <w:rPr>
          <w:b w:val="0"/>
          <w:szCs w:val="28"/>
        </w:rPr>
        <w:t xml:space="preserve"> деген мәнін бірден түсінеді. Сондықтан, сөйлем түсірілген зат есімді о</w:t>
      </w:r>
      <w:r>
        <w:rPr>
          <w:b w:val="0"/>
          <w:szCs w:val="28"/>
        </w:rPr>
        <w:t>нша қажет ете қоймайды, өйткені</w:t>
      </w:r>
      <w:r w:rsidRPr="00E91782">
        <w:rPr>
          <w:b w:val="0"/>
          <w:szCs w:val="28"/>
        </w:rPr>
        <w:t xml:space="preserve"> ол қасиеттердің барлығы да адам баласына ғана тән екендігі белгілі нәрсе. </w:t>
      </w:r>
    </w:p>
    <w:p w:rsidR="009305E6" w:rsidRPr="00216F39" w:rsidRDefault="009305E6" w:rsidP="00FE39C1">
      <w:pPr>
        <w:pStyle w:val="Title"/>
        <w:spacing w:line="360" w:lineRule="auto"/>
        <w:ind w:firstLine="454"/>
        <w:jc w:val="both"/>
        <w:rPr>
          <w:b w:val="0"/>
          <w:szCs w:val="28"/>
          <w:lang w:val="kk-KZ"/>
        </w:rPr>
      </w:pPr>
      <w:r w:rsidRPr="00286A28">
        <w:rPr>
          <w:b w:val="0"/>
          <w:szCs w:val="28"/>
          <w:lang w:val="kk-KZ"/>
        </w:rPr>
        <w:t>б) Егер белгілі бір сөздің өн бойынан жалпы абстракты мәндегі «</w:t>
      </w:r>
      <w:r w:rsidRPr="00286A28">
        <w:rPr>
          <w:szCs w:val="28"/>
          <w:lang w:val="kk-KZ"/>
        </w:rPr>
        <w:t>адам</w:t>
      </w:r>
      <w:r w:rsidRPr="00286A28">
        <w:rPr>
          <w:b w:val="0"/>
          <w:szCs w:val="28"/>
          <w:lang w:val="kk-KZ"/>
        </w:rPr>
        <w:t xml:space="preserve">» деген түсінік оңай аңғарылып тұрса, зат есім қолданылмай, ықшамдалады да, оның заттық мағынасын заттанған сөз толығымен атқарады. </w:t>
      </w:r>
      <w:r w:rsidRPr="00D34278">
        <w:rPr>
          <w:b w:val="0"/>
          <w:szCs w:val="28"/>
          <w:lang w:val="kk-KZ"/>
        </w:rPr>
        <w:t xml:space="preserve">Мысалы: Кітап </w:t>
      </w:r>
      <w:r w:rsidRPr="00D34278">
        <w:rPr>
          <w:b w:val="0"/>
          <w:i/>
          <w:szCs w:val="28"/>
          <w:lang w:val="kk-KZ"/>
        </w:rPr>
        <w:t>көзі ашыққа</w:t>
      </w:r>
      <w:r w:rsidRPr="00D34278">
        <w:rPr>
          <w:b w:val="0"/>
          <w:szCs w:val="28"/>
          <w:lang w:val="kk-KZ"/>
        </w:rPr>
        <w:t xml:space="preserve"> – маржан, </w:t>
      </w:r>
      <w:r w:rsidRPr="00D34278">
        <w:rPr>
          <w:b w:val="0"/>
          <w:i/>
          <w:szCs w:val="28"/>
          <w:lang w:val="kk-KZ"/>
        </w:rPr>
        <w:t>көзі жұмыққа</w:t>
      </w:r>
      <w:r w:rsidRPr="00D34278">
        <w:rPr>
          <w:b w:val="0"/>
          <w:szCs w:val="28"/>
          <w:lang w:val="kk-KZ"/>
        </w:rPr>
        <w:t xml:space="preserve"> – арзан (Мақал). </w:t>
      </w:r>
      <w:r w:rsidRPr="00D34278">
        <w:rPr>
          <w:b w:val="0"/>
          <w:i/>
          <w:szCs w:val="28"/>
          <w:lang w:val="kk-KZ"/>
        </w:rPr>
        <w:t>Батыр</w:t>
      </w:r>
      <w:r w:rsidRPr="00D34278">
        <w:rPr>
          <w:b w:val="0"/>
          <w:szCs w:val="28"/>
          <w:lang w:val="kk-KZ"/>
        </w:rPr>
        <w:t xml:space="preserve"> бір рет өледі, </w:t>
      </w:r>
      <w:r w:rsidRPr="00D34278">
        <w:rPr>
          <w:b w:val="0"/>
          <w:i/>
          <w:szCs w:val="28"/>
          <w:lang w:val="kk-KZ"/>
        </w:rPr>
        <w:t>қорқақ</w:t>
      </w:r>
      <w:r w:rsidRPr="00D34278">
        <w:rPr>
          <w:b w:val="0"/>
          <w:szCs w:val="28"/>
          <w:lang w:val="kk-KZ"/>
        </w:rPr>
        <w:t xml:space="preserve"> мың рет өледі (Мақал).  </w:t>
      </w:r>
      <w:r w:rsidRPr="00216F39">
        <w:rPr>
          <w:b w:val="0"/>
          <w:i/>
          <w:szCs w:val="28"/>
          <w:lang w:val="kk-KZ"/>
        </w:rPr>
        <w:t>Жақсымен</w:t>
      </w:r>
      <w:r w:rsidRPr="00216F39">
        <w:rPr>
          <w:b w:val="0"/>
          <w:szCs w:val="28"/>
          <w:lang w:val="kk-KZ"/>
        </w:rPr>
        <w:t xml:space="preserve"> жүрсең, озарсың, </w:t>
      </w:r>
      <w:r w:rsidRPr="00216F39">
        <w:rPr>
          <w:b w:val="0"/>
          <w:i/>
          <w:szCs w:val="28"/>
          <w:lang w:val="kk-KZ"/>
        </w:rPr>
        <w:t>жаманмен</w:t>
      </w:r>
      <w:r w:rsidRPr="00216F39">
        <w:rPr>
          <w:b w:val="0"/>
          <w:szCs w:val="28"/>
          <w:lang w:val="kk-KZ"/>
        </w:rPr>
        <w:t xml:space="preserve"> жүрсең, тозарсың (Мақал).</w:t>
      </w:r>
    </w:p>
    <w:p w:rsidR="009305E6" w:rsidRDefault="009305E6" w:rsidP="00FE39C1">
      <w:pPr>
        <w:pStyle w:val="Title"/>
        <w:spacing w:line="360" w:lineRule="auto"/>
        <w:ind w:firstLine="454"/>
        <w:jc w:val="both"/>
        <w:rPr>
          <w:b w:val="0"/>
          <w:szCs w:val="28"/>
          <w:lang w:val="kk-KZ"/>
        </w:rPr>
      </w:pPr>
      <w:r w:rsidRPr="00216F39">
        <w:rPr>
          <w:b w:val="0"/>
          <w:szCs w:val="28"/>
          <w:lang w:val="kk-KZ"/>
        </w:rPr>
        <w:t>Берілген мысалдардағы белгіленіп тұрған заттанған сөздердің лексикалық мазмұнынан абстракты мәндегі «</w:t>
      </w:r>
      <w:r w:rsidRPr="00216F39">
        <w:rPr>
          <w:b w:val="0"/>
          <w:i/>
          <w:szCs w:val="28"/>
          <w:lang w:val="kk-KZ"/>
        </w:rPr>
        <w:t>адам</w:t>
      </w:r>
      <w:r w:rsidRPr="00216F39">
        <w:rPr>
          <w:b w:val="0"/>
          <w:szCs w:val="28"/>
          <w:lang w:val="kk-KZ"/>
        </w:rPr>
        <w:t xml:space="preserve">»  деген түсінік оңай байқалып тұр. Егер осы </w:t>
      </w:r>
      <w:r w:rsidRPr="00216F39">
        <w:rPr>
          <w:szCs w:val="28"/>
          <w:lang w:val="kk-KZ"/>
        </w:rPr>
        <w:t>адам</w:t>
      </w:r>
      <w:r w:rsidRPr="00216F39">
        <w:rPr>
          <w:b w:val="0"/>
          <w:szCs w:val="28"/>
          <w:lang w:val="kk-KZ"/>
        </w:rPr>
        <w:t xml:space="preserve"> сөзін сөйлемге қосып айтсақ, мақалдың құрылысы күрделеніп, адамға әсер ету мәні де (экспрессивтік-эмоциялық) әлсіреген болар еді. </w:t>
      </w:r>
      <w:r w:rsidRPr="00E91782">
        <w:rPr>
          <w:b w:val="0"/>
          <w:szCs w:val="28"/>
        </w:rPr>
        <w:t>Демек, белгілі бір қолданыстағы заттанулардың да тілде қалыптасуына ықшамдалу заңдылығының ықпалы бар екендігі байқалды. Ал, тілдік элементтердің ықшамдалу себебін анықтай отырып, проф</w:t>
      </w:r>
      <w:r>
        <w:rPr>
          <w:b w:val="0"/>
          <w:szCs w:val="28"/>
        </w:rPr>
        <w:t xml:space="preserve">ессор Н.Оралбаева былай дейді: </w:t>
      </w:r>
      <w:r>
        <w:rPr>
          <w:b w:val="0"/>
          <w:szCs w:val="28"/>
          <w:lang w:val="kk-KZ"/>
        </w:rPr>
        <w:t>«</w:t>
      </w:r>
      <w:r w:rsidRPr="00E91782">
        <w:rPr>
          <w:b w:val="0"/>
          <w:szCs w:val="28"/>
        </w:rPr>
        <w:t>Грамматикалық құрылымдардың жіктелуінде тек қана күрделену заңдылығы орын алса, онда тілдің қиын, ауыр тілге айналуы да мүмкін. Міне, мұндай жағдайға жібермейтін тілде екінші заңдылық бар. Ол – ықшамдалу, үнемдеу заңдылығы. … Бұл заңдылықтың негізі – ойды барынша қысқа жеткізу. Ойды жеткізуге тиісті тілдік элементтердің санын да, дыбыстық, морфемдік құрамын да қысқартуға ұмтылу – о</w:t>
      </w:r>
      <w:r>
        <w:rPr>
          <w:b w:val="0"/>
          <w:szCs w:val="28"/>
        </w:rPr>
        <w:t>сы заңдылықтың негізгі принципі</w:t>
      </w:r>
      <w:r>
        <w:rPr>
          <w:b w:val="0"/>
          <w:szCs w:val="28"/>
          <w:lang w:val="kk-KZ"/>
        </w:rPr>
        <w:t>»</w:t>
      </w:r>
      <w:r>
        <w:rPr>
          <w:b w:val="0"/>
          <w:szCs w:val="28"/>
        </w:rPr>
        <w:t xml:space="preserve"> [</w:t>
      </w:r>
      <w:r>
        <w:rPr>
          <w:b w:val="0"/>
          <w:szCs w:val="28"/>
          <w:lang w:val="kk-KZ"/>
        </w:rPr>
        <w:t>2</w:t>
      </w:r>
      <w:r w:rsidRPr="00E91782">
        <w:rPr>
          <w:b w:val="0"/>
          <w:szCs w:val="28"/>
        </w:rPr>
        <w:t>, 29</w:t>
      </w:r>
      <w:r w:rsidRPr="00E91782">
        <w:rPr>
          <w:b w:val="0"/>
          <w:szCs w:val="28"/>
          <w:lang w:val="kk-KZ"/>
        </w:rPr>
        <w:t xml:space="preserve"> </w:t>
      </w:r>
      <w:r w:rsidRPr="00E91782">
        <w:rPr>
          <w:b w:val="0"/>
          <w:szCs w:val="28"/>
        </w:rPr>
        <w:t xml:space="preserve">б.]. Зерттеушінің бұл пікірі орынды. </w:t>
      </w:r>
    </w:p>
    <w:p w:rsidR="009305E6" w:rsidRDefault="009305E6" w:rsidP="00FE39C1">
      <w:pPr>
        <w:pStyle w:val="Title"/>
        <w:spacing w:line="360" w:lineRule="auto"/>
        <w:ind w:firstLine="454"/>
        <w:jc w:val="both"/>
        <w:rPr>
          <w:b w:val="0"/>
          <w:szCs w:val="28"/>
          <w:lang w:val="kk-KZ"/>
        </w:rPr>
      </w:pPr>
      <w:r w:rsidRPr="006B2DE8">
        <w:rPr>
          <w:b w:val="0"/>
          <w:szCs w:val="28"/>
        </w:rPr>
        <w:t>2</w:t>
      </w:r>
      <w:r>
        <w:rPr>
          <w:b w:val="0"/>
          <w:szCs w:val="28"/>
          <w:lang w:val="kk-KZ"/>
        </w:rPr>
        <w:t xml:space="preserve">) </w:t>
      </w:r>
      <w:r w:rsidRPr="00E91782">
        <w:rPr>
          <w:b w:val="0"/>
          <w:szCs w:val="28"/>
        </w:rPr>
        <w:t>Кейде сын есімдер белгілі бір стильдік мақсатта мәтінде уақытша заттанып қолданылады, бұл тұста ықшамдалу құбылысы байқалмайды. Қаламгер оқырман назарын сапаға, белгіге немесе кейіпкер бойындағы бір ерекшелікке аударту мақсатын көздейді де, сын есімді бірден заттық мағынада қолданады. Яғни алдыңғы сөйлемдерде заттық мағынада қолданыл</w:t>
      </w:r>
      <w:r>
        <w:rPr>
          <w:b w:val="0"/>
          <w:szCs w:val="28"/>
        </w:rPr>
        <w:t>ып тұрған сын есімнің сын есім</w:t>
      </w:r>
      <w:r w:rsidRPr="00682545">
        <w:rPr>
          <w:b w:val="0"/>
          <w:szCs w:val="28"/>
        </w:rPr>
        <w:t>-</w:t>
      </w:r>
      <w:r w:rsidRPr="00E91782">
        <w:rPr>
          <w:b w:val="0"/>
          <w:szCs w:val="28"/>
        </w:rPr>
        <w:t>зат  есім сипатындағы тіркесі кездеспейді. М</w:t>
      </w:r>
      <w:r>
        <w:rPr>
          <w:b w:val="0"/>
          <w:szCs w:val="28"/>
        </w:rPr>
        <w:t xml:space="preserve">ысалы: Тегінде әйелінің аузына </w:t>
      </w:r>
      <w:r>
        <w:rPr>
          <w:b w:val="0"/>
          <w:szCs w:val="28"/>
          <w:lang w:val="kk-KZ"/>
        </w:rPr>
        <w:t>«</w:t>
      </w:r>
      <w:r>
        <w:rPr>
          <w:b w:val="0"/>
          <w:szCs w:val="28"/>
        </w:rPr>
        <w:t>көз</w:t>
      </w:r>
      <w:r>
        <w:rPr>
          <w:b w:val="0"/>
          <w:szCs w:val="28"/>
          <w:lang w:val="kk-KZ"/>
        </w:rPr>
        <w:t xml:space="preserve">» </w:t>
      </w:r>
      <w:r w:rsidRPr="00E91782">
        <w:rPr>
          <w:b w:val="0"/>
          <w:szCs w:val="28"/>
        </w:rPr>
        <w:t xml:space="preserve">деген сөз іліксе-ақ, өзіне тиетінін білетін </w:t>
      </w:r>
      <w:r w:rsidRPr="00E91782">
        <w:rPr>
          <w:b w:val="0"/>
          <w:i/>
          <w:szCs w:val="28"/>
        </w:rPr>
        <w:t>қитар</w:t>
      </w:r>
      <w:r w:rsidRPr="00E91782">
        <w:rPr>
          <w:b w:val="0"/>
          <w:szCs w:val="28"/>
        </w:rPr>
        <w:t xml:space="preserve"> төмен қарады  (Ғ.Мүсірепов).</w:t>
      </w:r>
    </w:p>
    <w:p w:rsidR="009305E6" w:rsidRPr="00E91782" w:rsidRDefault="009305E6" w:rsidP="00FE39C1">
      <w:pPr>
        <w:pStyle w:val="Title"/>
        <w:spacing w:line="360" w:lineRule="auto"/>
        <w:ind w:firstLine="454"/>
        <w:jc w:val="both"/>
        <w:rPr>
          <w:b w:val="0"/>
          <w:szCs w:val="28"/>
        </w:rPr>
      </w:pPr>
      <w:r w:rsidRPr="00E91782">
        <w:rPr>
          <w:b w:val="0"/>
          <w:szCs w:val="28"/>
        </w:rPr>
        <w:t>Мысал</w:t>
      </w:r>
      <w:r>
        <w:rPr>
          <w:b w:val="0"/>
          <w:szCs w:val="28"/>
        </w:rPr>
        <w:t>дағы заттанып қолданылған сөз</w:t>
      </w:r>
      <w:r w:rsidRPr="00E91782">
        <w:rPr>
          <w:b w:val="0"/>
          <w:szCs w:val="28"/>
        </w:rPr>
        <w:t xml:space="preserve"> – </w:t>
      </w:r>
      <w:r w:rsidRPr="00D34278">
        <w:rPr>
          <w:b w:val="0"/>
          <w:i/>
          <w:szCs w:val="28"/>
        </w:rPr>
        <w:t>қитар.</w:t>
      </w:r>
      <w:r>
        <w:rPr>
          <w:b w:val="0"/>
          <w:szCs w:val="28"/>
        </w:rPr>
        <w:t xml:space="preserve"> Осы заттанған сөз</w:t>
      </w:r>
      <w:r w:rsidRPr="00E91782">
        <w:rPr>
          <w:b w:val="0"/>
          <w:szCs w:val="28"/>
        </w:rPr>
        <w:t xml:space="preserve">дің астарынан автор бейнелеп отырған кейіпкер бейнесі ашыла түседі және заттық </w:t>
      </w:r>
      <w:r>
        <w:rPr>
          <w:b w:val="0"/>
          <w:szCs w:val="28"/>
        </w:rPr>
        <w:t>мәнде қолданылған бұл сөз</w:t>
      </w:r>
      <w:r w:rsidRPr="00E91782">
        <w:rPr>
          <w:b w:val="0"/>
          <w:szCs w:val="28"/>
        </w:rPr>
        <w:t xml:space="preserve"> шығармаға эмоционалдық-экспрессивтік сипат та береді. Яғни, тілдегі бұл тәріздес заттанулардың жасалуына қаламгердің тікелей  қатысы болады да, көбіне жеке авторлық </w:t>
      </w:r>
      <w:r>
        <w:rPr>
          <w:b w:val="0"/>
          <w:szCs w:val="28"/>
          <w:lang w:val="kk-KZ"/>
        </w:rPr>
        <w:t>қолданыста</w:t>
      </w:r>
      <w:r w:rsidRPr="00E91782">
        <w:rPr>
          <w:b w:val="0"/>
          <w:szCs w:val="28"/>
        </w:rPr>
        <w:t xml:space="preserve"> қалып жатады.</w:t>
      </w:r>
    </w:p>
    <w:p w:rsidR="009305E6" w:rsidRDefault="009305E6" w:rsidP="00D57439">
      <w:pPr>
        <w:pStyle w:val="Title"/>
        <w:spacing w:line="360" w:lineRule="auto"/>
        <w:ind w:firstLine="454"/>
        <w:jc w:val="both"/>
        <w:rPr>
          <w:b w:val="0"/>
          <w:szCs w:val="28"/>
          <w:lang w:val="kk-KZ"/>
        </w:rPr>
      </w:pPr>
      <w:r w:rsidRPr="006B2DE8">
        <w:rPr>
          <w:b w:val="0"/>
          <w:szCs w:val="28"/>
        </w:rPr>
        <w:t>3</w:t>
      </w:r>
      <w:r>
        <w:rPr>
          <w:b w:val="0"/>
          <w:szCs w:val="28"/>
          <w:lang w:val="kk-KZ"/>
        </w:rPr>
        <w:t xml:space="preserve">) </w:t>
      </w:r>
      <w:r w:rsidRPr="00E91782">
        <w:rPr>
          <w:b w:val="0"/>
          <w:szCs w:val="28"/>
        </w:rPr>
        <w:t xml:space="preserve">Тіліміздегі кейбір сөздердің заттанып қолданылуы – белгілі бір </w:t>
      </w:r>
      <w:r>
        <w:rPr>
          <w:b w:val="0"/>
          <w:szCs w:val="28"/>
          <w:lang w:val="kk-KZ"/>
        </w:rPr>
        <w:t>мәтіндік жағдаятпен</w:t>
      </w:r>
      <w:r w:rsidRPr="00E91782">
        <w:rPr>
          <w:b w:val="0"/>
          <w:szCs w:val="28"/>
        </w:rPr>
        <w:t xml:space="preserve"> тығыз байланысты болады. Бұл тұста да ықшамдалу құбылысының ықпалы жоқ. Яғни, сын есім мәтінде бірден заттық мәнде қолданылады. </w:t>
      </w:r>
    </w:p>
    <w:p w:rsidR="009305E6" w:rsidRPr="00D34278" w:rsidRDefault="009305E6" w:rsidP="00FE39C1">
      <w:pPr>
        <w:pStyle w:val="Title"/>
        <w:spacing w:line="360" w:lineRule="auto"/>
        <w:ind w:firstLine="454"/>
        <w:jc w:val="both"/>
        <w:rPr>
          <w:b w:val="0"/>
          <w:szCs w:val="28"/>
          <w:lang w:val="kk-KZ"/>
        </w:rPr>
      </w:pPr>
      <w:r w:rsidRPr="00F11EC7">
        <w:rPr>
          <w:b w:val="0"/>
          <w:szCs w:val="28"/>
          <w:lang w:val="kk-KZ"/>
        </w:rPr>
        <w:t xml:space="preserve">4) Ауызекі сөйлеу тілінде сөйлеушінің тілдік қолданысынан кездейсоқ заттанулар тууы да ықтимал. </w:t>
      </w:r>
      <w:r w:rsidRPr="00D34278">
        <w:rPr>
          <w:b w:val="0"/>
          <w:szCs w:val="28"/>
          <w:lang w:val="kk-KZ"/>
        </w:rPr>
        <w:t>Ондай қолданыстар белгілі бір ортада, мекемеде, тағы басқа да ұжымдарда қалыптасып, оның заттық мағынасы сол ортада ғана танылуы немесе жалпыхалықтық сипатқа көшуі ықтимал. Олар адамның қызметіне, жағымды, жағымсыз мінезіне, физиологиялық қалпына байланысты сырттай берілген қосымша ат болып келуі де мүмкін. Мәселен, біреуді сырттай «</w:t>
      </w:r>
      <w:r w:rsidRPr="00D34278">
        <w:rPr>
          <w:b w:val="0"/>
          <w:i/>
          <w:szCs w:val="28"/>
          <w:lang w:val="kk-KZ"/>
        </w:rPr>
        <w:t>шатақ</w:t>
      </w:r>
      <w:r w:rsidRPr="00D34278">
        <w:rPr>
          <w:b w:val="0"/>
          <w:szCs w:val="28"/>
          <w:lang w:val="kk-KZ"/>
        </w:rPr>
        <w:t>» деп атау, «</w:t>
      </w:r>
      <w:r w:rsidRPr="00D34278">
        <w:rPr>
          <w:b w:val="0"/>
          <w:i/>
          <w:szCs w:val="28"/>
          <w:lang w:val="kk-KZ"/>
        </w:rPr>
        <w:t>дәу</w:t>
      </w:r>
      <w:r w:rsidRPr="00D34278">
        <w:rPr>
          <w:b w:val="0"/>
          <w:szCs w:val="28"/>
          <w:lang w:val="kk-KZ"/>
        </w:rPr>
        <w:t>», «</w:t>
      </w:r>
      <w:r w:rsidRPr="00D34278">
        <w:rPr>
          <w:b w:val="0"/>
          <w:i/>
          <w:szCs w:val="28"/>
          <w:lang w:val="kk-KZ"/>
        </w:rPr>
        <w:t>қырсық</w:t>
      </w:r>
      <w:r w:rsidRPr="00D34278">
        <w:rPr>
          <w:b w:val="0"/>
          <w:szCs w:val="28"/>
          <w:lang w:val="kk-KZ"/>
        </w:rPr>
        <w:t>», «</w:t>
      </w:r>
      <w:r w:rsidRPr="00D34278">
        <w:rPr>
          <w:b w:val="0"/>
          <w:i/>
          <w:szCs w:val="28"/>
          <w:lang w:val="kk-KZ"/>
        </w:rPr>
        <w:t>суайт</w:t>
      </w:r>
      <w:r w:rsidRPr="00D34278">
        <w:rPr>
          <w:b w:val="0"/>
          <w:szCs w:val="28"/>
          <w:lang w:val="kk-KZ"/>
        </w:rPr>
        <w:t>», «</w:t>
      </w:r>
      <w:r w:rsidRPr="00D34278">
        <w:rPr>
          <w:b w:val="0"/>
          <w:i/>
          <w:szCs w:val="28"/>
          <w:lang w:val="kk-KZ"/>
        </w:rPr>
        <w:t>еңкілдек</w:t>
      </w:r>
      <w:r w:rsidRPr="00D34278">
        <w:rPr>
          <w:b w:val="0"/>
          <w:szCs w:val="28"/>
          <w:lang w:val="kk-KZ"/>
        </w:rPr>
        <w:t xml:space="preserve">» т.б. деп қосымша атау тілімізде орын алған. Мысалы: Маған </w:t>
      </w:r>
      <w:r w:rsidRPr="00D34278">
        <w:rPr>
          <w:b w:val="0"/>
          <w:i/>
          <w:szCs w:val="28"/>
          <w:lang w:val="kk-KZ"/>
        </w:rPr>
        <w:t>Дәу</w:t>
      </w:r>
      <w:r w:rsidRPr="00D34278">
        <w:rPr>
          <w:b w:val="0"/>
          <w:szCs w:val="28"/>
          <w:lang w:val="kk-KZ"/>
        </w:rPr>
        <w:t xml:space="preserve"> «келіп кетсін» деп хабар жіберіпті  (Т.Әлжантегі). Осы сөйлемдегі </w:t>
      </w:r>
      <w:r w:rsidRPr="00D34278">
        <w:rPr>
          <w:b w:val="0"/>
          <w:i/>
          <w:szCs w:val="28"/>
          <w:lang w:val="kk-KZ"/>
        </w:rPr>
        <w:t>дәу</w:t>
      </w:r>
      <w:r w:rsidRPr="00D34278">
        <w:rPr>
          <w:b w:val="0"/>
          <w:szCs w:val="28"/>
          <w:lang w:val="kk-KZ"/>
        </w:rPr>
        <w:t xml:space="preserve"> сөзі «</w:t>
      </w:r>
      <w:r w:rsidRPr="00D34278">
        <w:rPr>
          <w:b w:val="0"/>
          <w:i/>
          <w:szCs w:val="28"/>
          <w:lang w:val="kk-KZ"/>
        </w:rPr>
        <w:t>бірінші бастық, мансабы жоғары адам</w:t>
      </w:r>
      <w:r w:rsidRPr="00D34278">
        <w:rPr>
          <w:b w:val="0"/>
          <w:szCs w:val="28"/>
          <w:lang w:val="kk-KZ"/>
        </w:rPr>
        <w:t>» мағынасын бере отырып, кездейсоқ заттанған сөздер тобына жатады және оның заттық мағынасы қазақ тілінде жалпыхалықтық сипат алған.</w:t>
      </w:r>
    </w:p>
    <w:p w:rsidR="009305E6" w:rsidRPr="00D34278" w:rsidRDefault="009305E6" w:rsidP="00FE39C1">
      <w:pPr>
        <w:pStyle w:val="Title"/>
        <w:spacing w:line="360" w:lineRule="auto"/>
        <w:ind w:firstLine="454"/>
        <w:jc w:val="both"/>
        <w:rPr>
          <w:b w:val="0"/>
          <w:szCs w:val="28"/>
          <w:lang w:val="kk-KZ"/>
        </w:rPr>
      </w:pPr>
      <w:r w:rsidRPr="00D34278">
        <w:rPr>
          <w:b w:val="0"/>
          <w:szCs w:val="28"/>
          <w:lang w:val="kk-KZ"/>
        </w:rPr>
        <w:t xml:space="preserve">5) Тілдегі метонимия құбылысы да – сөздің заттық мағынаға ауысуына әсер етуші факторлардың бірі. Мына бір мысалдарға назар аударалық. </w:t>
      </w:r>
    </w:p>
    <w:p w:rsidR="009305E6" w:rsidRPr="00216F39" w:rsidRDefault="009305E6" w:rsidP="00FE39C1">
      <w:pPr>
        <w:pStyle w:val="Title"/>
        <w:spacing w:line="360" w:lineRule="auto"/>
        <w:ind w:firstLine="454"/>
        <w:jc w:val="both"/>
        <w:rPr>
          <w:b w:val="0"/>
          <w:szCs w:val="28"/>
          <w:lang w:val="kk-KZ"/>
        </w:rPr>
      </w:pPr>
      <w:r w:rsidRPr="00D34278">
        <w:rPr>
          <w:b w:val="0"/>
          <w:i/>
          <w:szCs w:val="28"/>
          <w:lang w:val="kk-KZ"/>
        </w:rPr>
        <w:t>Қауға сақалды</w:t>
      </w:r>
      <w:r w:rsidRPr="00D34278">
        <w:rPr>
          <w:b w:val="0"/>
          <w:szCs w:val="28"/>
          <w:lang w:val="kk-KZ"/>
        </w:rPr>
        <w:t xml:space="preserve"> етіктерін қайта киіп, қайта шанди бастады (Ғ.Мүсірепов). Сіздердің шалқып тұрған заманыңда, Дені сау кез болмадым бір </w:t>
      </w:r>
      <w:r w:rsidRPr="00D34278">
        <w:rPr>
          <w:b w:val="0"/>
          <w:i/>
          <w:szCs w:val="28"/>
          <w:lang w:val="kk-KZ"/>
        </w:rPr>
        <w:t>тазаға</w:t>
      </w:r>
      <w:r w:rsidRPr="00D34278">
        <w:rPr>
          <w:b w:val="0"/>
          <w:szCs w:val="28"/>
          <w:lang w:val="kk-KZ"/>
        </w:rPr>
        <w:t xml:space="preserve"> (Айтыс). Кем-кетік жиналыпты </w:t>
      </w:r>
      <w:r w:rsidRPr="00D34278">
        <w:rPr>
          <w:b w:val="0"/>
          <w:i/>
          <w:szCs w:val="28"/>
          <w:lang w:val="kk-KZ"/>
        </w:rPr>
        <w:t>таз</w:t>
      </w:r>
      <w:r w:rsidRPr="00D34278">
        <w:rPr>
          <w:b w:val="0"/>
          <w:szCs w:val="28"/>
          <w:lang w:val="kk-KZ"/>
        </w:rPr>
        <w:t xml:space="preserve"> бен </w:t>
      </w:r>
      <w:r w:rsidRPr="00D34278">
        <w:rPr>
          <w:b w:val="0"/>
          <w:i/>
          <w:szCs w:val="28"/>
          <w:lang w:val="kk-KZ"/>
        </w:rPr>
        <w:t>соқыр,</w:t>
      </w:r>
      <w:r w:rsidRPr="00D34278">
        <w:rPr>
          <w:b w:val="0"/>
          <w:szCs w:val="28"/>
          <w:lang w:val="kk-KZ"/>
        </w:rPr>
        <w:t xml:space="preserve"> Әрқайсы өз құлқынын көздеп отыр (Айтыс). </w:t>
      </w:r>
      <w:r w:rsidRPr="00D34278">
        <w:rPr>
          <w:b w:val="0"/>
          <w:i/>
          <w:szCs w:val="28"/>
          <w:lang w:val="kk-KZ"/>
        </w:rPr>
        <w:t>Адам</w:t>
      </w:r>
      <w:r w:rsidRPr="00D34278">
        <w:rPr>
          <w:szCs w:val="28"/>
          <w:lang w:val="kk-KZ"/>
        </w:rPr>
        <w:t xml:space="preserve"> </w:t>
      </w:r>
      <w:r w:rsidRPr="00D34278">
        <w:rPr>
          <w:b w:val="0"/>
          <w:szCs w:val="28"/>
          <w:lang w:val="kk-KZ"/>
        </w:rPr>
        <w:t xml:space="preserve">сөзінің заттық мағынасы метонимия амалы арқылы </w:t>
      </w:r>
      <w:r w:rsidRPr="00D34278">
        <w:rPr>
          <w:b w:val="0"/>
          <w:i/>
          <w:szCs w:val="28"/>
          <w:lang w:val="kk-KZ"/>
        </w:rPr>
        <w:t xml:space="preserve">қауға сақалды,  таза, таз, соқыр </w:t>
      </w:r>
      <w:r w:rsidRPr="00D34278">
        <w:rPr>
          <w:b w:val="0"/>
          <w:szCs w:val="28"/>
          <w:lang w:val="kk-KZ"/>
        </w:rPr>
        <w:t xml:space="preserve">деген іргелес тұрған сын есімдерге ауыса отырып заттанып, аталмыш сын есімдер заттық ұғымда қолданылып тұр.  Демек, метонимиялық қолданыстар да кейбір сын есімдердің заттануына түрткі болады. </w:t>
      </w:r>
      <w:r w:rsidRPr="00216F39">
        <w:rPr>
          <w:b w:val="0"/>
          <w:szCs w:val="28"/>
          <w:lang w:val="kk-KZ"/>
        </w:rPr>
        <w:t xml:space="preserve">Метонимия арқылы жасалған заттанулардың ауыспалы мағынада қолданылатындығы белгілі.   </w:t>
      </w:r>
    </w:p>
    <w:p w:rsidR="009305E6" w:rsidRPr="00216F39" w:rsidRDefault="009305E6" w:rsidP="00FE39C1">
      <w:pPr>
        <w:pStyle w:val="Title"/>
        <w:spacing w:line="360" w:lineRule="auto"/>
        <w:ind w:firstLine="454"/>
        <w:jc w:val="both"/>
        <w:rPr>
          <w:b w:val="0"/>
          <w:szCs w:val="28"/>
          <w:lang w:val="kk-KZ"/>
        </w:rPr>
      </w:pPr>
      <w:r w:rsidRPr="00216F39">
        <w:rPr>
          <w:b w:val="0"/>
          <w:szCs w:val="28"/>
          <w:lang w:val="kk-KZ"/>
        </w:rPr>
        <w:t>6) Тілдегі метафоралық ауыстырулар да сын есім сөздің заттық мағынада қолданылуына жағдай туғызады. Мысалы: …</w:t>
      </w:r>
      <w:r w:rsidRPr="00216F39">
        <w:rPr>
          <w:b w:val="0"/>
          <w:i/>
          <w:szCs w:val="28"/>
          <w:lang w:val="kk-KZ"/>
        </w:rPr>
        <w:t>Жорғамын</w:t>
      </w:r>
      <w:r w:rsidRPr="00216F39">
        <w:rPr>
          <w:b w:val="0"/>
          <w:szCs w:val="28"/>
          <w:lang w:val="kk-KZ"/>
        </w:rPr>
        <w:t xml:space="preserve"> шаршы топта самғайтұғын (Айтыс). Метафора амалы арқылы ауыспалы мағынада қолданылып, заттанып тұрған сөздер – </w:t>
      </w:r>
      <w:r w:rsidRPr="00216F39">
        <w:rPr>
          <w:b w:val="0"/>
          <w:i/>
          <w:szCs w:val="28"/>
          <w:lang w:val="kk-KZ"/>
        </w:rPr>
        <w:t>жорғамын.</w:t>
      </w:r>
      <w:r w:rsidRPr="00216F39">
        <w:rPr>
          <w:b w:val="0"/>
          <w:szCs w:val="28"/>
          <w:lang w:val="kk-KZ"/>
        </w:rPr>
        <w:t xml:space="preserve"> Сөйлемде ақын өзін жорға атқа тең санап, оның қасиет-белгісін өзімен алмастырып қолданған. Тіліміздегі </w:t>
      </w:r>
      <w:r w:rsidRPr="00216F39">
        <w:rPr>
          <w:b w:val="0"/>
          <w:i/>
          <w:szCs w:val="28"/>
          <w:lang w:val="kk-KZ"/>
        </w:rPr>
        <w:t>жорға</w:t>
      </w:r>
      <w:r w:rsidRPr="00216F39">
        <w:rPr>
          <w:b w:val="0"/>
          <w:szCs w:val="28"/>
          <w:lang w:val="kk-KZ"/>
        </w:rPr>
        <w:t xml:space="preserve"> сөзінің негізгі мағынасы жылқыға қатысты қолданылса, бұл жерде метафора амалы арқылы оның белгісі адамға ауыстырылып, заттық мән алған. Демек, метафораланған сын есімдер де заттанудың тілде жасалуына ықпал етуші факторлардың бірі болып саналады. Метафоралы заттанулар уәжді бірліктер болып табылады. Бірақ олардың уәжділігі нақты нысандарға бірден бағыттайтын тура мағыналы заттанулардың мағына негізділігінен өзгеше. </w:t>
      </w:r>
    </w:p>
    <w:p w:rsidR="009305E6" w:rsidRPr="00E30A31" w:rsidRDefault="009305E6" w:rsidP="00FE39C1">
      <w:pPr>
        <w:pStyle w:val="Title"/>
        <w:spacing w:line="360" w:lineRule="auto"/>
        <w:ind w:firstLine="454"/>
        <w:jc w:val="both"/>
        <w:rPr>
          <w:b w:val="0"/>
          <w:szCs w:val="28"/>
          <w:lang w:val="kk-KZ"/>
        </w:rPr>
      </w:pPr>
      <w:r w:rsidRPr="005A09E1">
        <w:rPr>
          <w:b w:val="0"/>
          <w:szCs w:val="28"/>
          <w:lang w:val="kk-KZ"/>
        </w:rPr>
        <w:t>Заттың түрлі қасиет-белгілерін білдіру сапалық сын есімдердің негізгі қызметі болса, кейде ол қызметінен уақытша ауытқып, сол белгілерге ие заттың атауы ретінде де тілде жиі қолданылады. Тілімізде кез келген сапалық сын есім қолданыста заттануға бейім тұрады. Олардың заттық мағыналары белгілі бір сөйлемдегі қолданыс аясынан анықталады да, ол мағыналары сол қолданыспен шектеліп отырады, одан тыс уақытта заттық мағына жойылады.</w:t>
      </w:r>
      <w:r>
        <w:rPr>
          <w:b w:val="0"/>
          <w:szCs w:val="28"/>
          <w:lang w:val="kk-KZ"/>
        </w:rPr>
        <w:t xml:space="preserve"> </w:t>
      </w:r>
      <w:r w:rsidRPr="00286A28">
        <w:rPr>
          <w:b w:val="0"/>
          <w:szCs w:val="28"/>
          <w:lang w:val="kk-KZ"/>
        </w:rPr>
        <w:t xml:space="preserve">Заттық мағынада уақытша жүретін сапалық сын есімдердің ішінде осы мағынада жиі қолданылуының нәтижесінде жалпыхалықтық сипат алып кеткендері де, тек белгілі бір мәтін төңірегінде ғана заттық мәнді бере алатындары да, сөйлеу барысында бірден заттанып қолданылатындары да бар. </w:t>
      </w:r>
      <w:r w:rsidRPr="00D34278">
        <w:rPr>
          <w:b w:val="0"/>
          <w:szCs w:val="28"/>
          <w:lang w:val="kk-KZ"/>
        </w:rPr>
        <w:t>Сапалық сын есімдердің кейбірі заттану барысында аталым дәрежесіне жетпегенімен, олардың заттық мағынада қолданылулары жалпыға танылып кеткендіктен, сындық мағыналарымен қатар заттық мағыналарын да қабылдау қазақ тілінде үйреншікті құбылысқа айналған. Кез келген сапалық сын есім белгілі бір қолданыста заттық мағынаны бере алғанымен, олардың бұл мағыналарының тілде таралуы, танылуы бірдей деңгейде болмайды. Мәселен, тілімізде кейбір сапалық сын есімдер белгілі бір мәтін төңірегінде ғана заттанып қолданылады да, сол мәтіннен тыс уақытта заттық мағыналары жойылады. Олардың заттық мағыналары сол мәтіннің басынан соңына дейін сақталады. Яғни, оның заттық мағынасы осы мәтін үшін тұрақты болып саналады. Бірақ бұған қарап оларды жалпыхалықтық сипаттағы заттану деп тануға болмайды, өйткені оның заттық мағынасын сол мәтінмен танысып отырған адам ғана қабылдайды, ал жалпы көпшілікке ол мағына танымал емес. Демек, заттанып отырған сын есім мәтінмен тығыз бірлікте болады.</w:t>
      </w:r>
    </w:p>
    <w:p w:rsidR="009305E6" w:rsidRPr="008A28FD" w:rsidRDefault="009305E6" w:rsidP="00FE39C1">
      <w:pPr>
        <w:pStyle w:val="Title"/>
        <w:spacing w:line="360" w:lineRule="auto"/>
        <w:ind w:firstLine="454"/>
        <w:jc w:val="both"/>
        <w:rPr>
          <w:b w:val="0"/>
          <w:szCs w:val="28"/>
          <w:lang w:val="kk-KZ"/>
        </w:rPr>
      </w:pPr>
      <w:r>
        <w:rPr>
          <w:b w:val="0"/>
          <w:szCs w:val="28"/>
          <w:lang w:val="kk-KZ"/>
        </w:rPr>
        <w:t xml:space="preserve">Жоғарыда функционалдық (қолданыстық) </w:t>
      </w:r>
      <w:r w:rsidRPr="00CC746C">
        <w:rPr>
          <w:b w:val="0"/>
          <w:szCs w:val="28"/>
          <w:lang w:val="kk-KZ"/>
        </w:rPr>
        <w:t xml:space="preserve">заттанулардың жасалуына ықпал етуші негізгі факторларға тоқталдық және олардың пайда болу себептерін анықтауға тырыстық. </w:t>
      </w:r>
      <w:r w:rsidRPr="008A28FD">
        <w:rPr>
          <w:b w:val="0"/>
          <w:szCs w:val="28"/>
          <w:lang w:val="kk-KZ"/>
        </w:rPr>
        <w:t>Осы тұрғыда айтылған ойларды жинақтай келе, күнделікті сөйлеу тілімізде де, көркем әдебиет тілінде де молынан ұшырасатын, қолданылу аясы кең заттануларға сын есімдердің функционалды заттануын жатқызамыз.</w:t>
      </w:r>
    </w:p>
    <w:p w:rsidR="009305E6" w:rsidRDefault="009305E6" w:rsidP="00286A28">
      <w:pPr>
        <w:pStyle w:val="Title"/>
        <w:spacing w:line="360" w:lineRule="auto"/>
        <w:jc w:val="both"/>
        <w:rPr>
          <w:b w:val="0"/>
          <w:lang w:val="kk-KZ"/>
        </w:rPr>
      </w:pPr>
      <w:r w:rsidRPr="00983FC4">
        <w:rPr>
          <w:szCs w:val="28"/>
          <w:lang w:val="kk-KZ"/>
        </w:rPr>
        <w:t>Әдебиеттер:</w:t>
      </w:r>
    </w:p>
    <w:p w:rsidR="009305E6" w:rsidRDefault="009305E6" w:rsidP="008A28FD">
      <w:pPr>
        <w:pStyle w:val="Title"/>
        <w:numPr>
          <w:ilvl w:val="0"/>
          <w:numId w:val="5"/>
        </w:numPr>
        <w:tabs>
          <w:tab w:val="left" w:pos="0"/>
          <w:tab w:val="left" w:pos="426"/>
        </w:tabs>
        <w:spacing w:line="360" w:lineRule="auto"/>
        <w:jc w:val="both"/>
        <w:rPr>
          <w:b w:val="0"/>
          <w:szCs w:val="28"/>
          <w:lang w:val="kk-KZ"/>
        </w:rPr>
      </w:pPr>
      <w:r>
        <w:rPr>
          <w:b w:val="0"/>
          <w:szCs w:val="28"/>
          <w:lang w:val="kk-KZ"/>
        </w:rPr>
        <w:t xml:space="preserve">Салқынбай А. Функционалды грамматика очерктері. </w:t>
      </w:r>
      <w:r w:rsidRPr="00AA4C2E">
        <w:rPr>
          <w:b w:val="0"/>
          <w:szCs w:val="28"/>
          <w:lang w:val="kk-KZ"/>
        </w:rPr>
        <w:t xml:space="preserve"> – </w:t>
      </w:r>
      <w:r>
        <w:rPr>
          <w:b w:val="0"/>
          <w:szCs w:val="28"/>
          <w:lang w:val="kk-KZ"/>
        </w:rPr>
        <w:t xml:space="preserve">Алматы, </w:t>
      </w:r>
      <w:r w:rsidRPr="003A11F1">
        <w:rPr>
          <w:b w:val="0"/>
          <w:szCs w:val="28"/>
          <w:lang w:val="ru-RU"/>
        </w:rPr>
        <w:t>2003</w:t>
      </w:r>
      <w:r>
        <w:rPr>
          <w:b w:val="0"/>
          <w:szCs w:val="28"/>
          <w:lang w:val="kk-KZ"/>
        </w:rPr>
        <w:t xml:space="preserve">. – </w:t>
      </w:r>
      <w:r w:rsidRPr="003A11F1">
        <w:rPr>
          <w:b w:val="0"/>
          <w:szCs w:val="28"/>
          <w:lang w:val="ru-RU"/>
        </w:rPr>
        <w:t>119</w:t>
      </w:r>
      <w:r w:rsidRPr="00AA4C2E">
        <w:rPr>
          <w:b w:val="0"/>
          <w:szCs w:val="28"/>
          <w:lang w:val="kk-KZ"/>
        </w:rPr>
        <w:t xml:space="preserve"> б.</w:t>
      </w:r>
    </w:p>
    <w:p w:rsidR="009305E6" w:rsidRPr="00AA4C2E" w:rsidRDefault="009305E6" w:rsidP="008A28FD">
      <w:pPr>
        <w:pStyle w:val="Title"/>
        <w:numPr>
          <w:ilvl w:val="0"/>
          <w:numId w:val="5"/>
        </w:numPr>
        <w:tabs>
          <w:tab w:val="left" w:pos="0"/>
          <w:tab w:val="left" w:pos="567"/>
        </w:tabs>
        <w:spacing w:line="360" w:lineRule="auto"/>
        <w:jc w:val="both"/>
        <w:rPr>
          <w:b w:val="0"/>
          <w:szCs w:val="28"/>
          <w:lang w:val="kk-KZ"/>
        </w:rPr>
      </w:pPr>
      <w:r w:rsidRPr="00AA4C2E">
        <w:rPr>
          <w:b w:val="0"/>
          <w:szCs w:val="28"/>
          <w:lang w:val="kk-KZ"/>
        </w:rPr>
        <w:t>Оралбаева Н. Қазақ тілінің грамматикалық құрылысының совет дәуірінде  дамуы. //Қазақ ССР  ҒА Хабарлары, Тіл, әдебиет сериясы. – 1981, №1. –  27-32 бб.</w:t>
      </w:r>
    </w:p>
    <w:p w:rsidR="009305E6" w:rsidRDefault="009305E6" w:rsidP="00FE39C1">
      <w:pPr>
        <w:pStyle w:val="ListParagraph"/>
        <w:spacing w:after="0" w:line="360" w:lineRule="auto"/>
        <w:ind w:left="0" w:firstLine="454"/>
        <w:jc w:val="right"/>
        <w:rPr>
          <w:rFonts w:ascii="Times New Roman" w:hAnsi="Times New Roman"/>
          <w:sz w:val="28"/>
          <w:szCs w:val="28"/>
          <w:lang w:val="kk-KZ"/>
        </w:rPr>
      </w:pPr>
    </w:p>
    <w:p w:rsidR="009305E6" w:rsidRDefault="009305E6" w:rsidP="00FE39C1">
      <w:pPr>
        <w:pStyle w:val="ListParagraph"/>
        <w:spacing w:after="0" w:line="360" w:lineRule="auto"/>
        <w:ind w:left="0" w:firstLine="454"/>
        <w:jc w:val="right"/>
        <w:rPr>
          <w:rFonts w:ascii="Times New Roman" w:hAnsi="Times New Roman"/>
          <w:sz w:val="28"/>
          <w:szCs w:val="28"/>
          <w:lang w:val="kk-KZ"/>
        </w:rPr>
      </w:pPr>
    </w:p>
    <w:p w:rsidR="009305E6" w:rsidRDefault="009305E6" w:rsidP="00FE39C1">
      <w:pPr>
        <w:pStyle w:val="ListParagraph"/>
        <w:spacing w:after="0" w:line="360" w:lineRule="auto"/>
        <w:ind w:left="0" w:firstLine="454"/>
        <w:jc w:val="right"/>
        <w:rPr>
          <w:rFonts w:ascii="Times New Roman" w:hAnsi="Times New Roman"/>
          <w:sz w:val="28"/>
          <w:szCs w:val="28"/>
          <w:lang w:val="kk-KZ"/>
        </w:rPr>
      </w:pPr>
    </w:p>
    <w:sectPr w:rsidR="009305E6" w:rsidSect="00FE39C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Kaz">
    <w:altName w:val="Times New Roman"/>
    <w:panose1 w:val="00000000000000000000"/>
    <w:charset w:val="CC"/>
    <w:family w:val="roman"/>
    <w:notTrueType/>
    <w:pitch w:val="variable"/>
    <w:sig w:usb0="00000203" w:usb1="00000000" w:usb2="00000000" w:usb3="00000000" w:csb0="00000005"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B3331"/>
    <w:multiLevelType w:val="hybridMultilevel"/>
    <w:tmpl w:val="B7609126"/>
    <w:lvl w:ilvl="0" w:tplc="351E3B3C">
      <w:start w:val="1"/>
      <w:numFmt w:val="decimal"/>
      <w:lvlText w:val="%1."/>
      <w:lvlJc w:val="left"/>
      <w:pPr>
        <w:ind w:left="1174" w:hanging="72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
    <w:nsid w:val="1F7C7EA5"/>
    <w:multiLevelType w:val="multilevel"/>
    <w:tmpl w:val="C8AAB95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288"/>
        </w:tabs>
        <w:ind w:left="2288" w:hanging="720"/>
      </w:pPr>
      <w:rPr>
        <w:rFonts w:cs="Times New Roman" w:hint="default"/>
      </w:rPr>
    </w:lvl>
    <w:lvl w:ilvl="3">
      <w:start w:val="1"/>
      <w:numFmt w:val="decimal"/>
      <w:lvlText w:val="%1.%2.%3.%4"/>
      <w:lvlJc w:val="left"/>
      <w:pPr>
        <w:tabs>
          <w:tab w:val="num" w:pos="3432"/>
        </w:tabs>
        <w:ind w:left="3432" w:hanging="1080"/>
      </w:pPr>
      <w:rPr>
        <w:rFonts w:cs="Times New Roman" w:hint="default"/>
      </w:rPr>
    </w:lvl>
    <w:lvl w:ilvl="4">
      <w:start w:val="1"/>
      <w:numFmt w:val="decimal"/>
      <w:lvlText w:val="%1.%2.%3.%4.%5"/>
      <w:lvlJc w:val="left"/>
      <w:pPr>
        <w:tabs>
          <w:tab w:val="num" w:pos="4216"/>
        </w:tabs>
        <w:ind w:left="4216" w:hanging="1080"/>
      </w:pPr>
      <w:rPr>
        <w:rFonts w:cs="Times New Roman" w:hint="default"/>
      </w:rPr>
    </w:lvl>
    <w:lvl w:ilvl="5">
      <w:start w:val="1"/>
      <w:numFmt w:val="decimal"/>
      <w:lvlText w:val="%1.%2.%3.%4.%5.%6"/>
      <w:lvlJc w:val="left"/>
      <w:pPr>
        <w:tabs>
          <w:tab w:val="num" w:pos="5360"/>
        </w:tabs>
        <w:ind w:left="5360" w:hanging="1440"/>
      </w:pPr>
      <w:rPr>
        <w:rFonts w:cs="Times New Roman" w:hint="default"/>
      </w:rPr>
    </w:lvl>
    <w:lvl w:ilvl="6">
      <w:start w:val="1"/>
      <w:numFmt w:val="decimal"/>
      <w:lvlText w:val="%1.%2.%3.%4.%5.%6.%7"/>
      <w:lvlJc w:val="left"/>
      <w:pPr>
        <w:tabs>
          <w:tab w:val="num" w:pos="6144"/>
        </w:tabs>
        <w:ind w:left="6144" w:hanging="1440"/>
      </w:pPr>
      <w:rPr>
        <w:rFonts w:cs="Times New Roman" w:hint="default"/>
      </w:rPr>
    </w:lvl>
    <w:lvl w:ilvl="7">
      <w:start w:val="1"/>
      <w:numFmt w:val="decimal"/>
      <w:lvlText w:val="%1.%2.%3.%4.%5.%6.%7.%8"/>
      <w:lvlJc w:val="left"/>
      <w:pPr>
        <w:tabs>
          <w:tab w:val="num" w:pos="7288"/>
        </w:tabs>
        <w:ind w:left="7288" w:hanging="1800"/>
      </w:pPr>
      <w:rPr>
        <w:rFonts w:cs="Times New Roman" w:hint="default"/>
      </w:rPr>
    </w:lvl>
    <w:lvl w:ilvl="8">
      <w:start w:val="1"/>
      <w:numFmt w:val="decimal"/>
      <w:lvlText w:val="%1.%2.%3.%4.%5.%6.%7.%8.%9"/>
      <w:lvlJc w:val="left"/>
      <w:pPr>
        <w:tabs>
          <w:tab w:val="num" w:pos="8432"/>
        </w:tabs>
        <w:ind w:left="8432" w:hanging="2160"/>
      </w:pPr>
      <w:rPr>
        <w:rFonts w:cs="Times New Roman" w:hint="default"/>
      </w:rPr>
    </w:lvl>
  </w:abstractNum>
  <w:abstractNum w:abstractNumId="2">
    <w:nsid w:val="2BD37130"/>
    <w:multiLevelType w:val="hybridMultilevel"/>
    <w:tmpl w:val="1640DBEA"/>
    <w:lvl w:ilvl="0" w:tplc="0419000F">
      <w:start w:val="1"/>
      <w:numFmt w:val="decimal"/>
      <w:lvlText w:val="%1."/>
      <w:lvlJc w:val="left"/>
      <w:pPr>
        <w:ind w:left="1095" w:hanging="360"/>
      </w:pPr>
      <w:rPr>
        <w:rFonts w:cs="Times New Roman"/>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3">
    <w:nsid w:val="54AA546A"/>
    <w:multiLevelType w:val="hybridMultilevel"/>
    <w:tmpl w:val="D7AA522A"/>
    <w:lvl w:ilvl="0" w:tplc="495CCE7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71384F7E"/>
    <w:multiLevelType w:val="hybridMultilevel"/>
    <w:tmpl w:val="D82A625A"/>
    <w:lvl w:ilvl="0" w:tplc="A9745936">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1D22"/>
    <w:rsid w:val="00000C01"/>
    <w:rsid w:val="00001718"/>
    <w:rsid w:val="000019D2"/>
    <w:rsid w:val="00002D34"/>
    <w:rsid w:val="00003038"/>
    <w:rsid w:val="00003B94"/>
    <w:rsid w:val="00003D09"/>
    <w:rsid w:val="000046FE"/>
    <w:rsid w:val="00004999"/>
    <w:rsid w:val="0000592E"/>
    <w:rsid w:val="00005A94"/>
    <w:rsid w:val="00005DF8"/>
    <w:rsid w:val="00005FB7"/>
    <w:rsid w:val="000062BE"/>
    <w:rsid w:val="00006431"/>
    <w:rsid w:val="00006933"/>
    <w:rsid w:val="00007B26"/>
    <w:rsid w:val="00010049"/>
    <w:rsid w:val="0001091A"/>
    <w:rsid w:val="000110C4"/>
    <w:rsid w:val="000112A7"/>
    <w:rsid w:val="00011503"/>
    <w:rsid w:val="00013FBB"/>
    <w:rsid w:val="00014504"/>
    <w:rsid w:val="00014956"/>
    <w:rsid w:val="00014AF6"/>
    <w:rsid w:val="00014E39"/>
    <w:rsid w:val="00016125"/>
    <w:rsid w:val="0001636D"/>
    <w:rsid w:val="00016A7D"/>
    <w:rsid w:val="00016FBF"/>
    <w:rsid w:val="000171F1"/>
    <w:rsid w:val="0001779E"/>
    <w:rsid w:val="00017FEE"/>
    <w:rsid w:val="0002033E"/>
    <w:rsid w:val="000205F3"/>
    <w:rsid w:val="000207E4"/>
    <w:rsid w:val="00020866"/>
    <w:rsid w:val="00020C3D"/>
    <w:rsid w:val="00021561"/>
    <w:rsid w:val="000220A4"/>
    <w:rsid w:val="00022177"/>
    <w:rsid w:val="00022994"/>
    <w:rsid w:val="00022A71"/>
    <w:rsid w:val="00022A8F"/>
    <w:rsid w:val="00022CB5"/>
    <w:rsid w:val="00022DB7"/>
    <w:rsid w:val="00022E05"/>
    <w:rsid w:val="00022F5D"/>
    <w:rsid w:val="00022FB6"/>
    <w:rsid w:val="000230C3"/>
    <w:rsid w:val="0002325E"/>
    <w:rsid w:val="00023910"/>
    <w:rsid w:val="000242C9"/>
    <w:rsid w:val="000252AA"/>
    <w:rsid w:val="000253C2"/>
    <w:rsid w:val="000253D5"/>
    <w:rsid w:val="0002577B"/>
    <w:rsid w:val="00025952"/>
    <w:rsid w:val="00025D6D"/>
    <w:rsid w:val="00026044"/>
    <w:rsid w:val="00026DB0"/>
    <w:rsid w:val="00027B56"/>
    <w:rsid w:val="00027C7A"/>
    <w:rsid w:val="000300AE"/>
    <w:rsid w:val="00030423"/>
    <w:rsid w:val="0003050E"/>
    <w:rsid w:val="0003085A"/>
    <w:rsid w:val="00030CF1"/>
    <w:rsid w:val="00030D41"/>
    <w:rsid w:val="00031728"/>
    <w:rsid w:val="000325DE"/>
    <w:rsid w:val="0003302D"/>
    <w:rsid w:val="00033544"/>
    <w:rsid w:val="000335BC"/>
    <w:rsid w:val="0003372B"/>
    <w:rsid w:val="000337E4"/>
    <w:rsid w:val="00034926"/>
    <w:rsid w:val="00036394"/>
    <w:rsid w:val="00036DD5"/>
    <w:rsid w:val="000378BD"/>
    <w:rsid w:val="00040634"/>
    <w:rsid w:val="00040E5B"/>
    <w:rsid w:val="00040FFF"/>
    <w:rsid w:val="00041504"/>
    <w:rsid w:val="000415FF"/>
    <w:rsid w:val="00041BB5"/>
    <w:rsid w:val="000420BE"/>
    <w:rsid w:val="00042255"/>
    <w:rsid w:val="00042363"/>
    <w:rsid w:val="00042871"/>
    <w:rsid w:val="00043F73"/>
    <w:rsid w:val="00044438"/>
    <w:rsid w:val="0004444C"/>
    <w:rsid w:val="000445C9"/>
    <w:rsid w:val="00044A28"/>
    <w:rsid w:val="00044EE7"/>
    <w:rsid w:val="00045B29"/>
    <w:rsid w:val="00045E41"/>
    <w:rsid w:val="0004631B"/>
    <w:rsid w:val="0004746B"/>
    <w:rsid w:val="000479FE"/>
    <w:rsid w:val="00047E2B"/>
    <w:rsid w:val="00050969"/>
    <w:rsid w:val="00053113"/>
    <w:rsid w:val="0005332F"/>
    <w:rsid w:val="00053841"/>
    <w:rsid w:val="00053994"/>
    <w:rsid w:val="00053CD7"/>
    <w:rsid w:val="00054E4E"/>
    <w:rsid w:val="0005544D"/>
    <w:rsid w:val="00055B59"/>
    <w:rsid w:val="000567BF"/>
    <w:rsid w:val="00060043"/>
    <w:rsid w:val="00060140"/>
    <w:rsid w:val="00061358"/>
    <w:rsid w:val="00061D3A"/>
    <w:rsid w:val="00062148"/>
    <w:rsid w:val="0006244A"/>
    <w:rsid w:val="00062D71"/>
    <w:rsid w:val="0006330B"/>
    <w:rsid w:val="00063474"/>
    <w:rsid w:val="0006380B"/>
    <w:rsid w:val="00064063"/>
    <w:rsid w:val="000644D7"/>
    <w:rsid w:val="00064D03"/>
    <w:rsid w:val="00065633"/>
    <w:rsid w:val="00065A03"/>
    <w:rsid w:val="00065F80"/>
    <w:rsid w:val="000663B5"/>
    <w:rsid w:val="0006722A"/>
    <w:rsid w:val="00067A55"/>
    <w:rsid w:val="00067BB1"/>
    <w:rsid w:val="00067EB3"/>
    <w:rsid w:val="00070C22"/>
    <w:rsid w:val="000714FB"/>
    <w:rsid w:val="00071625"/>
    <w:rsid w:val="00071BFE"/>
    <w:rsid w:val="00071F1C"/>
    <w:rsid w:val="00073ABA"/>
    <w:rsid w:val="00073EC0"/>
    <w:rsid w:val="0007423D"/>
    <w:rsid w:val="00074842"/>
    <w:rsid w:val="00074CC1"/>
    <w:rsid w:val="000752EB"/>
    <w:rsid w:val="000752EF"/>
    <w:rsid w:val="0007585D"/>
    <w:rsid w:val="0007650F"/>
    <w:rsid w:val="0007702A"/>
    <w:rsid w:val="000776F0"/>
    <w:rsid w:val="00077772"/>
    <w:rsid w:val="00077988"/>
    <w:rsid w:val="00077BC9"/>
    <w:rsid w:val="00081598"/>
    <w:rsid w:val="00081D22"/>
    <w:rsid w:val="00081E97"/>
    <w:rsid w:val="0008221F"/>
    <w:rsid w:val="0008239E"/>
    <w:rsid w:val="00083145"/>
    <w:rsid w:val="000842D3"/>
    <w:rsid w:val="00084F3A"/>
    <w:rsid w:val="0008538B"/>
    <w:rsid w:val="0008562C"/>
    <w:rsid w:val="00086E01"/>
    <w:rsid w:val="000870A3"/>
    <w:rsid w:val="000874FD"/>
    <w:rsid w:val="0009002E"/>
    <w:rsid w:val="000908F0"/>
    <w:rsid w:val="00091128"/>
    <w:rsid w:val="00091951"/>
    <w:rsid w:val="00091B7D"/>
    <w:rsid w:val="00091C5D"/>
    <w:rsid w:val="00091FBE"/>
    <w:rsid w:val="000928FD"/>
    <w:rsid w:val="00092907"/>
    <w:rsid w:val="00092BD0"/>
    <w:rsid w:val="00092CAB"/>
    <w:rsid w:val="00092EFF"/>
    <w:rsid w:val="00093298"/>
    <w:rsid w:val="00093EF3"/>
    <w:rsid w:val="000942E5"/>
    <w:rsid w:val="000952F7"/>
    <w:rsid w:val="0009544F"/>
    <w:rsid w:val="000954FE"/>
    <w:rsid w:val="00095968"/>
    <w:rsid w:val="00095B92"/>
    <w:rsid w:val="00097BDA"/>
    <w:rsid w:val="00097BE1"/>
    <w:rsid w:val="000A046B"/>
    <w:rsid w:val="000A0623"/>
    <w:rsid w:val="000A07BF"/>
    <w:rsid w:val="000A0C7A"/>
    <w:rsid w:val="000A0FFD"/>
    <w:rsid w:val="000A1011"/>
    <w:rsid w:val="000A1524"/>
    <w:rsid w:val="000A19D9"/>
    <w:rsid w:val="000A25E0"/>
    <w:rsid w:val="000A261E"/>
    <w:rsid w:val="000A2C3D"/>
    <w:rsid w:val="000A44CB"/>
    <w:rsid w:val="000A463E"/>
    <w:rsid w:val="000A4FCF"/>
    <w:rsid w:val="000A53B9"/>
    <w:rsid w:val="000A6508"/>
    <w:rsid w:val="000A6654"/>
    <w:rsid w:val="000A7E02"/>
    <w:rsid w:val="000B0BEA"/>
    <w:rsid w:val="000B0EAB"/>
    <w:rsid w:val="000B0EF4"/>
    <w:rsid w:val="000B1062"/>
    <w:rsid w:val="000B159E"/>
    <w:rsid w:val="000B191B"/>
    <w:rsid w:val="000B1CEF"/>
    <w:rsid w:val="000B3047"/>
    <w:rsid w:val="000B32C9"/>
    <w:rsid w:val="000B338A"/>
    <w:rsid w:val="000B3A36"/>
    <w:rsid w:val="000B40D0"/>
    <w:rsid w:val="000B4350"/>
    <w:rsid w:val="000B51B1"/>
    <w:rsid w:val="000B5355"/>
    <w:rsid w:val="000B55B0"/>
    <w:rsid w:val="000B5EC4"/>
    <w:rsid w:val="000B6881"/>
    <w:rsid w:val="000B7268"/>
    <w:rsid w:val="000B75DF"/>
    <w:rsid w:val="000B7BD0"/>
    <w:rsid w:val="000C0172"/>
    <w:rsid w:val="000C0F38"/>
    <w:rsid w:val="000C10B7"/>
    <w:rsid w:val="000C12FD"/>
    <w:rsid w:val="000C18EA"/>
    <w:rsid w:val="000C1B26"/>
    <w:rsid w:val="000C2E79"/>
    <w:rsid w:val="000C2EEC"/>
    <w:rsid w:val="000C302A"/>
    <w:rsid w:val="000C305D"/>
    <w:rsid w:val="000C3DA5"/>
    <w:rsid w:val="000C496B"/>
    <w:rsid w:val="000C5A65"/>
    <w:rsid w:val="000C72FE"/>
    <w:rsid w:val="000D03F3"/>
    <w:rsid w:val="000D0C1C"/>
    <w:rsid w:val="000D1218"/>
    <w:rsid w:val="000D1DC2"/>
    <w:rsid w:val="000D1EC6"/>
    <w:rsid w:val="000D20EC"/>
    <w:rsid w:val="000D2622"/>
    <w:rsid w:val="000D272F"/>
    <w:rsid w:val="000D297F"/>
    <w:rsid w:val="000D2F78"/>
    <w:rsid w:val="000D3070"/>
    <w:rsid w:val="000D3429"/>
    <w:rsid w:val="000D39A3"/>
    <w:rsid w:val="000D3F26"/>
    <w:rsid w:val="000D407F"/>
    <w:rsid w:val="000D4159"/>
    <w:rsid w:val="000D471B"/>
    <w:rsid w:val="000D4A17"/>
    <w:rsid w:val="000D4DC8"/>
    <w:rsid w:val="000D50D2"/>
    <w:rsid w:val="000D54BF"/>
    <w:rsid w:val="000D57F2"/>
    <w:rsid w:val="000D5C16"/>
    <w:rsid w:val="000D5D30"/>
    <w:rsid w:val="000D5F81"/>
    <w:rsid w:val="000D5F88"/>
    <w:rsid w:val="000D6089"/>
    <w:rsid w:val="000D64ED"/>
    <w:rsid w:val="000D6FAA"/>
    <w:rsid w:val="000D71ED"/>
    <w:rsid w:val="000D7F69"/>
    <w:rsid w:val="000E140E"/>
    <w:rsid w:val="000E1720"/>
    <w:rsid w:val="000E1724"/>
    <w:rsid w:val="000E1B14"/>
    <w:rsid w:val="000E1B2B"/>
    <w:rsid w:val="000E2AD2"/>
    <w:rsid w:val="000E2E48"/>
    <w:rsid w:val="000E2FE7"/>
    <w:rsid w:val="000E34D3"/>
    <w:rsid w:val="000E350E"/>
    <w:rsid w:val="000E36CB"/>
    <w:rsid w:val="000E3BEB"/>
    <w:rsid w:val="000E4E52"/>
    <w:rsid w:val="000E574E"/>
    <w:rsid w:val="000E5C73"/>
    <w:rsid w:val="000E7B0F"/>
    <w:rsid w:val="000E7DC3"/>
    <w:rsid w:val="000F11F5"/>
    <w:rsid w:val="000F1D9A"/>
    <w:rsid w:val="000F24B5"/>
    <w:rsid w:val="000F295C"/>
    <w:rsid w:val="000F3283"/>
    <w:rsid w:val="000F4A03"/>
    <w:rsid w:val="000F4E72"/>
    <w:rsid w:val="000F5805"/>
    <w:rsid w:val="000F5931"/>
    <w:rsid w:val="000F6848"/>
    <w:rsid w:val="000F6E9D"/>
    <w:rsid w:val="000F6EB4"/>
    <w:rsid w:val="000F7AE4"/>
    <w:rsid w:val="00100B1B"/>
    <w:rsid w:val="00101349"/>
    <w:rsid w:val="00102B26"/>
    <w:rsid w:val="00102E94"/>
    <w:rsid w:val="00104DC0"/>
    <w:rsid w:val="00105205"/>
    <w:rsid w:val="00106143"/>
    <w:rsid w:val="0010642C"/>
    <w:rsid w:val="00106706"/>
    <w:rsid w:val="00107D4C"/>
    <w:rsid w:val="00110485"/>
    <w:rsid w:val="00110AAA"/>
    <w:rsid w:val="00110C81"/>
    <w:rsid w:val="00111A8B"/>
    <w:rsid w:val="0011281A"/>
    <w:rsid w:val="00112A58"/>
    <w:rsid w:val="00113F4E"/>
    <w:rsid w:val="00114691"/>
    <w:rsid w:val="00114F8F"/>
    <w:rsid w:val="0011568B"/>
    <w:rsid w:val="001156D6"/>
    <w:rsid w:val="001158FD"/>
    <w:rsid w:val="00116098"/>
    <w:rsid w:val="0011613B"/>
    <w:rsid w:val="00116349"/>
    <w:rsid w:val="001167CD"/>
    <w:rsid w:val="001169E2"/>
    <w:rsid w:val="00116C81"/>
    <w:rsid w:val="00116D8A"/>
    <w:rsid w:val="00116F9D"/>
    <w:rsid w:val="001170BB"/>
    <w:rsid w:val="00117338"/>
    <w:rsid w:val="00120BD2"/>
    <w:rsid w:val="00122292"/>
    <w:rsid w:val="00122764"/>
    <w:rsid w:val="00122967"/>
    <w:rsid w:val="00122E2F"/>
    <w:rsid w:val="001230CD"/>
    <w:rsid w:val="001233E4"/>
    <w:rsid w:val="0012355B"/>
    <w:rsid w:val="00123AF0"/>
    <w:rsid w:val="00124722"/>
    <w:rsid w:val="00124937"/>
    <w:rsid w:val="00124948"/>
    <w:rsid w:val="00124ABF"/>
    <w:rsid w:val="00124BF5"/>
    <w:rsid w:val="00124ED1"/>
    <w:rsid w:val="00126A58"/>
    <w:rsid w:val="00126BC9"/>
    <w:rsid w:val="00126C35"/>
    <w:rsid w:val="00126ED8"/>
    <w:rsid w:val="00130CD7"/>
    <w:rsid w:val="00131E48"/>
    <w:rsid w:val="0013209D"/>
    <w:rsid w:val="001325C0"/>
    <w:rsid w:val="0013288D"/>
    <w:rsid w:val="00132973"/>
    <w:rsid w:val="00132D57"/>
    <w:rsid w:val="0013324D"/>
    <w:rsid w:val="00133EEE"/>
    <w:rsid w:val="00133FFB"/>
    <w:rsid w:val="001342A8"/>
    <w:rsid w:val="00134CDD"/>
    <w:rsid w:val="00134FE2"/>
    <w:rsid w:val="0013576F"/>
    <w:rsid w:val="0013645F"/>
    <w:rsid w:val="00136AD4"/>
    <w:rsid w:val="00137540"/>
    <w:rsid w:val="00137A90"/>
    <w:rsid w:val="00137AA7"/>
    <w:rsid w:val="001409ED"/>
    <w:rsid w:val="00140AC6"/>
    <w:rsid w:val="00140DBE"/>
    <w:rsid w:val="00140F31"/>
    <w:rsid w:val="0014164B"/>
    <w:rsid w:val="00142118"/>
    <w:rsid w:val="00142B26"/>
    <w:rsid w:val="0014362A"/>
    <w:rsid w:val="0014394D"/>
    <w:rsid w:val="00143EF8"/>
    <w:rsid w:val="0014404C"/>
    <w:rsid w:val="0014407E"/>
    <w:rsid w:val="0014446C"/>
    <w:rsid w:val="00145B6F"/>
    <w:rsid w:val="00147628"/>
    <w:rsid w:val="00147771"/>
    <w:rsid w:val="00151036"/>
    <w:rsid w:val="0015160E"/>
    <w:rsid w:val="001516A7"/>
    <w:rsid w:val="00152C91"/>
    <w:rsid w:val="0015316E"/>
    <w:rsid w:val="00153B5E"/>
    <w:rsid w:val="00153EA0"/>
    <w:rsid w:val="00154662"/>
    <w:rsid w:val="00154907"/>
    <w:rsid w:val="00154A0F"/>
    <w:rsid w:val="00154B81"/>
    <w:rsid w:val="00154B93"/>
    <w:rsid w:val="00154F7E"/>
    <w:rsid w:val="001558B3"/>
    <w:rsid w:val="001558DA"/>
    <w:rsid w:val="00156E2F"/>
    <w:rsid w:val="00156FA5"/>
    <w:rsid w:val="00157581"/>
    <w:rsid w:val="00160D5A"/>
    <w:rsid w:val="001611AA"/>
    <w:rsid w:val="00161BF5"/>
    <w:rsid w:val="0016225C"/>
    <w:rsid w:val="00163551"/>
    <w:rsid w:val="00163556"/>
    <w:rsid w:val="001636E8"/>
    <w:rsid w:val="00163D81"/>
    <w:rsid w:val="00163F91"/>
    <w:rsid w:val="00164347"/>
    <w:rsid w:val="001644BB"/>
    <w:rsid w:val="00164527"/>
    <w:rsid w:val="00164B30"/>
    <w:rsid w:val="00164D1A"/>
    <w:rsid w:val="00164D6B"/>
    <w:rsid w:val="00164DC8"/>
    <w:rsid w:val="0016536D"/>
    <w:rsid w:val="0016563E"/>
    <w:rsid w:val="001660F2"/>
    <w:rsid w:val="00166D6A"/>
    <w:rsid w:val="00167C33"/>
    <w:rsid w:val="00167C81"/>
    <w:rsid w:val="001701A4"/>
    <w:rsid w:val="001701E4"/>
    <w:rsid w:val="001704E0"/>
    <w:rsid w:val="001705D7"/>
    <w:rsid w:val="001706C6"/>
    <w:rsid w:val="00170ADC"/>
    <w:rsid w:val="00170DD4"/>
    <w:rsid w:val="0017131B"/>
    <w:rsid w:val="001714CF"/>
    <w:rsid w:val="001714DC"/>
    <w:rsid w:val="001718C1"/>
    <w:rsid w:val="001723A5"/>
    <w:rsid w:val="00172835"/>
    <w:rsid w:val="00172DA1"/>
    <w:rsid w:val="001736BC"/>
    <w:rsid w:val="00173C7C"/>
    <w:rsid w:val="00174005"/>
    <w:rsid w:val="00174680"/>
    <w:rsid w:val="00174A03"/>
    <w:rsid w:val="00174BB0"/>
    <w:rsid w:val="0017568F"/>
    <w:rsid w:val="00175FFC"/>
    <w:rsid w:val="00176099"/>
    <w:rsid w:val="00176904"/>
    <w:rsid w:val="0017702F"/>
    <w:rsid w:val="001771BF"/>
    <w:rsid w:val="001807A5"/>
    <w:rsid w:val="00180D17"/>
    <w:rsid w:val="00181282"/>
    <w:rsid w:val="00181DA6"/>
    <w:rsid w:val="00182171"/>
    <w:rsid w:val="001824C7"/>
    <w:rsid w:val="00182C36"/>
    <w:rsid w:val="001837D4"/>
    <w:rsid w:val="00184ACA"/>
    <w:rsid w:val="00184C65"/>
    <w:rsid w:val="00185381"/>
    <w:rsid w:val="00185452"/>
    <w:rsid w:val="0018547C"/>
    <w:rsid w:val="00185680"/>
    <w:rsid w:val="00185D6A"/>
    <w:rsid w:val="00186096"/>
    <w:rsid w:val="00186647"/>
    <w:rsid w:val="0018673A"/>
    <w:rsid w:val="00186E1B"/>
    <w:rsid w:val="00187F26"/>
    <w:rsid w:val="0019015A"/>
    <w:rsid w:val="00190746"/>
    <w:rsid w:val="00190C3F"/>
    <w:rsid w:val="001910D1"/>
    <w:rsid w:val="001919A0"/>
    <w:rsid w:val="0019272C"/>
    <w:rsid w:val="001930AD"/>
    <w:rsid w:val="001930F3"/>
    <w:rsid w:val="00193267"/>
    <w:rsid w:val="001932C6"/>
    <w:rsid w:val="0019523A"/>
    <w:rsid w:val="00195D71"/>
    <w:rsid w:val="00196C20"/>
    <w:rsid w:val="00197439"/>
    <w:rsid w:val="00197544"/>
    <w:rsid w:val="0019767E"/>
    <w:rsid w:val="0019792D"/>
    <w:rsid w:val="00197FF1"/>
    <w:rsid w:val="001A0628"/>
    <w:rsid w:val="001A0811"/>
    <w:rsid w:val="001A0B72"/>
    <w:rsid w:val="001A0C90"/>
    <w:rsid w:val="001A0D5C"/>
    <w:rsid w:val="001A1A51"/>
    <w:rsid w:val="001A2086"/>
    <w:rsid w:val="001A254C"/>
    <w:rsid w:val="001A26B3"/>
    <w:rsid w:val="001A303B"/>
    <w:rsid w:val="001A4718"/>
    <w:rsid w:val="001A4BA5"/>
    <w:rsid w:val="001A4CB6"/>
    <w:rsid w:val="001A53CD"/>
    <w:rsid w:val="001A55CA"/>
    <w:rsid w:val="001A5A08"/>
    <w:rsid w:val="001A5D44"/>
    <w:rsid w:val="001A6231"/>
    <w:rsid w:val="001A74B0"/>
    <w:rsid w:val="001A755A"/>
    <w:rsid w:val="001A7CB4"/>
    <w:rsid w:val="001B0217"/>
    <w:rsid w:val="001B043A"/>
    <w:rsid w:val="001B04AF"/>
    <w:rsid w:val="001B0BCD"/>
    <w:rsid w:val="001B1113"/>
    <w:rsid w:val="001B2C00"/>
    <w:rsid w:val="001B2C11"/>
    <w:rsid w:val="001B333D"/>
    <w:rsid w:val="001B3547"/>
    <w:rsid w:val="001B3830"/>
    <w:rsid w:val="001B3884"/>
    <w:rsid w:val="001B3A88"/>
    <w:rsid w:val="001B4165"/>
    <w:rsid w:val="001B44FD"/>
    <w:rsid w:val="001B4B2B"/>
    <w:rsid w:val="001B5424"/>
    <w:rsid w:val="001B5620"/>
    <w:rsid w:val="001B5BF0"/>
    <w:rsid w:val="001B5EF4"/>
    <w:rsid w:val="001B6C55"/>
    <w:rsid w:val="001B7011"/>
    <w:rsid w:val="001B7DC8"/>
    <w:rsid w:val="001C0097"/>
    <w:rsid w:val="001C03AF"/>
    <w:rsid w:val="001C0708"/>
    <w:rsid w:val="001C0C57"/>
    <w:rsid w:val="001C1313"/>
    <w:rsid w:val="001C1DD8"/>
    <w:rsid w:val="001C2836"/>
    <w:rsid w:val="001C2960"/>
    <w:rsid w:val="001C296D"/>
    <w:rsid w:val="001C2C48"/>
    <w:rsid w:val="001C31F5"/>
    <w:rsid w:val="001C3391"/>
    <w:rsid w:val="001C356A"/>
    <w:rsid w:val="001C3C27"/>
    <w:rsid w:val="001C42E8"/>
    <w:rsid w:val="001C432F"/>
    <w:rsid w:val="001C4670"/>
    <w:rsid w:val="001C4A68"/>
    <w:rsid w:val="001C4FED"/>
    <w:rsid w:val="001C520E"/>
    <w:rsid w:val="001C5BB9"/>
    <w:rsid w:val="001C6688"/>
    <w:rsid w:val="001C6A1D"/>
    <w:rsid w:val="001C6E8E"/>
    <w:rsid w:val="001C6F90"/>
    <w:rsid w:val="001C6FA9"/>
    <w:rsid w:val="001C74CF"/>
    <w:rsid w:val="001C7891"/>
    <w:rsid w:val="001C7D79"/>
    <w:rsid w:val="001C7FA5"/>
    <w:rsid w:val="001D0421"/>
    <w:rsid w:val="001D0776"/>
    <w:rsid w:val="001D07D3"/>
    <w:rsid w:val="001D08FA"/>
    <w:rsid w:val="001D09D7"/>
    <w:rsid w:val="001D0A28"/>
    <w:rsid w:val="001D0AA5"/>
    <w:rsid w:val="001D0BB8"/>
    <w:rsid w:val="001D1606"/>
    <w:rsid w:val="001D2342"/>
    <w:rsid w:val="001D28F2"/>
    <w:rsid w:val="001D2A26"/>
    <w:rsid w:val="001D2A50"/>
    <w:rsid w:val="001D3108"/>
    <w:rsid w:val="001D4270"/>
    <w:rsid w:val="001D4B12"/>
    <w:rsid w:val="001D512B"/>
    <w:rsid w:val="001D5681"/>
    <w:rsid w:val="001D5E42"/>
    <w:rsid w:val="001D6A5E"/>
    <w:rsid w:val="001D7A00"/>
    <w:rsid w:val="001E02F4"/>
    <w:rsid w:val="001E2305"/>
    <w:rsid w:val="001E23F2"/>
    <w:rsid w:val="001E2988"/>
    <w:rsid w:val="001E30E3"/>
    <w:rsid w:val="001E477F"/>
    <w:rsid w:val="001E4FF9"/>
    <w:rsid w:val="001E5B87"/>
    <w:rsid w:val="001E5DD2"/>
    <w:rsid w:val="001E6041"/>
    <w:rsid w:val="001E6515"/>
    <w:rsid w:val="001E66B8"/>
    <w:rsid w:val="001E70B9"/>
    <w:rsid w:val="001E7363"/>
    <w:rsid w:val="001E7D88"/>
    <w:rsid w:val="001F0D52"/>
    <w:rsid w:val="001F0EB8"/>
    <w:rsid w:val="001F1305"/>
    <w:rsid w:val="001F16A7"/>
    <w:rsid w:val="001F17C9"/>
    <w:rsid w:val="001F1FD4"/>
    <w:rsid w:val="001F213E"/>
    <w:rsid w:val="001F29C4"/>
    <w:rsid w:val="001F2CB0"/>
    <w:rsid w:val="001F2D45"/>
    <w:rsid w:val="001F316D"/>
    <w:rsid w:val="001F3630"/>
    <w:rsid w:val="001F3D31"/>
    <w:rsid w:val="001F4079"/>
    <w:rsid w:val="001F57BB"/>
    <w:rsid w:val="001F5BF8"/>
    <w:rsid w:val="001F65A4"/>
    <w:rsid w:val="001F77A4"/>
    <w:rsid w:val="00200180"/>
    <w:rsid w:val="002012EA"/>
    <w:rsid w:val="00201A70"/>
    <w:rsid w:val="00202E54"/>
    <w:rsid w:val="002035BA"/>
    <w:rsid w:val="00203EF2"/>
    <w:rsid w:val="002042F6"/>
    <w:rsid w:val="0020560A"/>
    <w:rsid w:val="00205E83"/>
    <w:rsid w:val="0020688A"/>
    <w:rsid w:val="002078E1"/>
    <w:rsid w:val="00207A66"/>
    <w:rsid w:val="0021022F"/>
    <w:rsid w:val="002103EB"/>
    <w:rsid w:val="0021084F"/>
    <w:rsid w:val="00211254"/>
    <w:rsid w:val="00212C97"/>
    <w:rsid w:val="00212E43"/>
    <w:rsid w:val="00212F75"/>
    <w:rsid w:val="00213160"/>
    <w:rsid w:val="002131BE"/>
    <w:rsid w:val="0021337B"/>
    <w:rsid w:val="00213D3A"/>
    <w:rsid w:val="00215864"/>
    <w:rsid w:val="002158F9"/>
    <w:rsid w:val="002159F7"/>
    <w:rsid w:val="00215A77"/>
    <w:rsid w:val="00215C71"/>
    <w:rsid w:val="00216470"/>
    <w:rsid w:val="002164E3"/>
    <w:rsid w:val="00216F39"/>
    <w:rsid w:val="00217654"/>
    <w:rsid w:val="00217CB6"/>
    <w:rsid w:val="0022064C"/>
    <w:rsid w:val="002207A7"/>
    <w:rsid w:val="00221300"/>
    <w:rsid w:val="002218B6"/>
    <w:rsid w:val="00222373"/>
    <w:rsid w:val="002223F3"/>
    <w:rsid w:val="0022273E"/>
    <w:rsid w:val="00223632"/>
    <w:rsid w:val="00223AAF"/>
    <w:rsid w:val="00224008"/>
    <w:rsid w:val="0022452C"/>
    <w:rsid w:val="00224537"/>
    <w:rsid w:val="00224A97"/>
    <w:rsid w:val="00224F68"/>
    <w:rsid w:val="00224F7D"/>
    <w:rsid w:val="0022552C"/>
    <w:rsid w:val="00225900"/>
    <w:rsid w:val="00225FD8"/>
    <w:rsid w:val="0022685E"/>
    <w:rsid w:val="0022729B"/>
    <w:rsid w:val="0022741C"/>
    <w:rsid w:val="00227539"/>
    <w:rsid w:val="002277A2"/>
    <w:rsid w:val="002301CA"/>
    <w:rsid w:val="002303F9"/>
    <w:rsid w:val="00230717"/>
    <w:rsid w:val="00230C21"/>
    <w:rsid w:val="00230D56"/>
    <w:rsid w:val="00230EA1"/>
    <w:rsid w:val="002317B5"/>
    <w:rsid w:val="00231CBA"/>
    <w:rsid w:val="00232014"/>
    <w:rsid w:val="002331DC"/>
    <w:rsid w:val="00234E59"/>
    <w:rsid w:val="00235294"/>
    <w:rsid w:val="002352C5"/>
    <w:rsid w:val="002358AE"/>
    <w:rsid w:val="00235EE9"/>
    <w:rsid w:val="002368B5"/>
    <w:rsid w:val="00236A42"/>
    <w:rsid w:val="00236CC2"/>
    <w:rsid w:val="00237E33"/>
    <w:rsid w:val="00240A44"/>
    <w:rsid w:val="00240F85"/>
    <w:rsid w:val="00240FF5"/>
    <w:rsid w:val="002414B4"/>
    <w:rsid w:val="002415BD"/>
    <w:rsid w:val="0024170A"/>
    <w:rsid w:val="00241865"/>
    <w:rsid w:val="00241AFA"/>
    <w:rsid w:val="002424D1"/>
    <w:rsid w:val="002424F5"/>
    <w:rsid w:val="00242705"/>
    <w:rsid w:val="0024296F"/>
    <w:rsid w:val="00242BD2"/>
    <w:rsid w:val="00242D31"/>
    <w:rsid w:val="00243F6E"/>
    <w:rsid w:val="00244036"/>
    <w:rsid w:val="002441B8"/>
    <w:rsid w:val="00244534"/>
    <w:rsid w:val="00244D82"/>
    <w:rsid w:val="0024532A"/>
    <w:rsid w:val="0024536C"/>
    <w:rsid w:val="00245873"/>
    <w:rsid w:val="00245923"/>
    <w:rsid w:val="00245B4B"/>
    <w:rsid w:val="00245DA2"/>
    <w:rsid w:val="00245E03"/>
    <w:rsid w:val="00245EBC"/>
    <w:rsid w:val="00246C5C"/>
    <w:rsid w:val="0025097E"/>
    <w:rsid w:val="00250C33"/>
    <w:rsid w:val="0025124D"/>
    <w:rsid w:val="0025148A"/>
    <w:rsid w:val="00251612"/>
    <w:rsid w:val="00251F06"/>
    <w:rsid w:val="002520EC"/>
    <w:rsid w:val="00252569"/>
    <w:rsid w:val="002528CE"/>
    <w:rsid w:val="0025435A"/>
    <w:rsid w:val="0025487A"/>
    <w:rsid w:val="00254A86"/>
    <w:rsid w:val="00255FA7"/>
    <w:rsid w:val="00256312"/>
    <w:rsid w:val="00256504"/>
    <w:rsid w:val="00256530"/>
    <w:rsid w:val="00256CC5"/>
    <w:rsid w:val="00256E38"/>
    <w:rsid w:val="00256F9B"/>
    <w:rsid w:val="00257168"/>
    <w:rsid w:val="00257284"/>
    <w:rsid w:val="00257356"/>
    <w:rsid w:val="0025794F"/>
    <w:rsid w:val="0026018D"/>
    <w:rsid w:val="00260561"/>
    <w:rsid w:val="00261B92"/>
    <w:rsid w:val="00262D33"/>
    <w:rsid w:val="002636CC"/>
    <w:rsid w:val="0026371D"/>
    <w:rsid w:val="0026454F"/>
    <w:rsid w:val="002645C1"/>
    <w:rsid w:val="00264724"/>
    <w:rsid w:val="002649E5"/>
    <w:rsid w:val="00264B62"/>
    <w:rsid w:val="0026502B"/>
    <w:rsid w:val="002652D5"/>
    <w:rsid w:val="002659FA"/>
    <w:rsid w:val="00265A5D"/>
    <w:rsid w:val="00265BD9"/>
    <w:rsid w:val="00265DAD"/>
    <w:rsid w:val="00265EF0"/>
    <w:rsid w:val="0026648A"/>
    <w:rsid w:val="00266C1B"/>
    <w:rsid w:val="00267185"/>
    <w:rsid w:val="00267190"/>
    <w:rsid w:val="0026727B"/>
    <w:rsid w:val="0026743A"/>
    <w:rsid w:val="0026744B"/>
    <w:rsid w:val="00267916"/>
    <w:rsid w:val="00270BB6"/>
    <w:rsid w:val="00270C20"/>
    <w:rsid w:val="00271096"/>
    <w:rsid w:val="002711A6"/>
    <w:rsid w:val="00271206"/>
    <w:rsid w:val="00271363"/>
    <w:rsid w:val="00271604"/>
    <w:rsid w:val="002724A4"/>
    <w:rsid w:val="002725E7"/>
    <w:rsid w:val="00272C0C"/>
    <w:rsid w:val="00273367"/>
    <w:rsid w:val="00273B54"/>
    <w:rsid w:val="0027415A"/>
    <w:rsid w:val="00275460"/>
    <w:rsid w:val="002759E7"/>
    <w:rsid w:val="00275E87"/>
    <w:rsid w:val="002760CA"/>
    <w:rsid w:val="00276DBB"/>
    <w:rsid w:val="00277B4C"/>
    <w:rsid w:val="00280192"/>
    <w:rsid w:val="002802D8"/>
    <w:rsid w:val="00280A99"/>
    <w:rsid w:val="00281224"/>
    <w:rsid w:val="00281448"/>
    <w:rsid w:val="00282562"/>
    <w:rsid w:val="002825DB"/>
    <w:rsid w:val="00282636"/>
    <w:rsid w:val="00282664"/>
    <w:rsid w:val="0028306A"/>
    <w:rsid w:val="002843AE"/>
    <w:rsid w:val="002844B3"/>
    <w:rsid w:val="00284855"/>
    <w:rsid w:val="00284AAB"/>
    <w:rsid w:val="00284DBB"/>
    <w:rsid w:val="00285002"/>
    <w:rsid w:val="002850DD"/>
    <w:rsid w:val="002855C2"/>
    <w:rsid w:val="00285D24"/>
    <w:rsid w:val="00285F52"/>
    <w:rsid w:val="00286100"/>
    <w:rsid w:val="002861B0"/>
    <w:rsid w:val="002863A0"/>
    <w:rsid w:val="00286435"/>
    <w:rsid w:val="00286A28"/>
    <w:rsid w:val="0028736D"/>
    <w:rsid w:val="00287A24"/>
    <w:rsid w:val="00287A6D"/>
    <w:rsid w:val="002908C4"/>
    <w:rsid w:val="00291822"/>
    <w:rsid w:val="0029214E"/>
    <w:rsid w:val="00292D67"/>
    <w:rsid w:val="00292DD1"/>
    <w:rsid w:val="002930A3"/>
    <w:rsid w:val="002931C7"/>
    <w:rsid w:val="00293225"/>
    <w:rsid w:val="00293864"/>
    <w:rsid w:val="00293A2E"/>
    <w:rsid w:val="00293F0B"/>
    <w:rsid w:val="00294716"/>
    <w:rsid w:val="00294AFE"/>
    <w:rsid w:val="002950EE"/>
    <w:rsid w:val="0029638B"/>
    <w:rsid w:val="002964E9"/>
    <w:rsid w:val="0029673C"/>
    <w:rsid w:val="0029780E"/>
    <w:rsid w:val="0029781E"/>
    <w:rsid w:val="00297895"/>
    <w:rsid w:val="00297B7B"/>
    <w:rsid w:val="002A094A"/>
    <w:rsid w:val="002A0E8B"/>
    <w:rsid w:val="002A11A7"/>
    <w:rsid w:val="002A1860"/>
    <w:rsid w:val="002A1E1A"/>
    <w:rsid w:val="002A237C"/>
    <w:rsid w:val="002A2CBD"/>
    <w:rsid w:val="002A3239"/>
    <w:rsid w:val="002A3A6E"/>
    <w:rsid w:val="002A430C"/>
    <w:rsid w:val="002A4478"/>
    <w:rsid w:val="002A4F67"/>
    <w:rsid w:val="002A51C6"/>
    <w:rsid w:val="002A5331"/>
    <w:rsid w:val="002A5628"/>
    <w:rsid w:val="002A623C"/>
    <w:rsid w:val="002A6454"/>
    <w:rsid w:val="002A68C8"/>
    <w:rsid w:val="002A70B9"/>
    <w:rsid w:val="002A70CB"/>
    <w:rsid w:val="002A7300"/>
    <w:rsid w:val="002A77A4"/>
    <w:rsid w:val="002B002A"/>
    <w:rsid w:val="002B0688"/>
    <w:rsid w:val="002B07B0"/>
    <w:rsid w:val="002B0EB2"/>
    <w:rsid w:val="002B201E"/>
    <w:rsid w:val="002B234A"/>
    <w:rsid w:val="002B2990"/>
    <w:rsid w:val="002B2FE2"/>
    <w:rsid w:val="002B353B"/>
    <w:rsid w:val="002B400A"/>
    <w:rsid w:val="002B4373"/>
    <w:rsid w:val="002B4494"/>
    <w:rsid w:val="002B4A88"/>
    <w:rsid w:val="002B5C2D"/>
    <w:rsid w:val="002B5E70"/>
    <w:rsid w:val="002B6164"/>
    <w:rsid w:val="002B65A5"/>
    <w:rsid w:val="002B7791"/>
    <w:rsid w:val="002B78B6"/>
    <w:rsid w:val="002B79FE"/>
    <w:rsid w:val="002B7A62"/>
    <w:rsid w:val="002C0105"/>
    <w:rsid w:val="002C02B8"/>
    <w:rsid w:val="002C0397"/>
    <w:rsid w:val="002C04AB"/>
    <w:rsid w:val="002C0720"/>
    <w:rsid w:val="002C10E0"/>
    <w:rsid w:val="002C14F7"/>
    <w:rsid w:val="002C1770"/>
    <w:rsid w:val="002C1ED6"/>
    <w:rsid w:val="002C2029"/>
    <w:rsid w:val="002C203C"/>
    <w:rsid w:val="002C2A24"/>
    <w:rsid w:val="002C34EE"/>
    <w:rsid w:val="002C3AE7"/>
    <w:rsid w:val="002C3E0A"/>
    <w:rsid w:val="002C41E6"/>
    <w:rsid w:val="002C4677"/>
    <w:rsid w:val="002C4C1C"/>
    <w:rsid w:val="002C5499"/>
    <w:rsid w:val="002C5621"/>
    <w:rsid w:val="002C5714"/>
    <w:rsid w:val="002C5AC5"/>
    <w:rsid w:val="002C5E0E"/>
    <w:rsid w:val="002C61E8"/>
    <w:rsid w:val="002C6BA4"/>
    <w:rsid w:val="002C7D61"/>
    <w:rsid w:val="002C7DC3"/>
    <w:rsid w:val="002D0153"/>
    <w:rsid w:val="002D0DC3"/>
    <w:rsid w:val="002D1617"/>
    <w:rsid w:val="002D1F79"/>
    <w:rsid w:val="002D2170"/>
    <w:rsid w:val="002D23B2"/>
    <w:rsid w:val="002D25C7"/>
    <w:rsid w:val="002D26A9"/>
    <w:rsid w:val="002D2A7B"/>
    <w:rsid w:val="002D35E9"/>
    <w:rsid w:val="002D3CC4"/>
    <w:rsid w:val="002D4548"/>
    <w:rsid w:val="002D4625"/>
    <w:rsid w:val="002D5224"/>
    <w:rsid w:val="002D5684"/>
    <w:rsid w:val="002D631B"/>
    <w:rsid w:val="002D7240"/>
    <w:rsid w:val="002E0C5F"/>
    <w:rsid w:val="002E13B6"/>
    <w:rsid w:val="002E1B0A"/>
    <w:rsid w:val="002E2017"/>
    <w:rsid w:val="002E20E6"/>
    <w:rsid w:val="002E22FF"/>
    <w:rsid w:val="002E2377"/>
    <w:rsid w:val="002E3481"/>
    <w:rsid w:val="002E3B14"/>
    <w:rsid w:val="002E3D67"/>
    <w:rsid w:val="002E3D77"/>
    <w:rsid w:val="002E43B2"/>
    <w:rsid w:val="002E52A8"/>
    <w:rsid w:val="002E597C"/>
    <w:rsid w:val="002E6468"/>
    <w:rsid w:val="002E6504"/>
    <w:rsid w:val="002E67BB"/>
    <w:rsid w:val="002E6A33"/>
    <w:rsid w:val="002E6D50"/>
    <w:rsid w:val="002E7E2D"/>
    <w:rsid w:val="002F0198"/>
    <w:rsid w:val="002F047F"/>
    <w:rsid w:val="002F0547"/>
    <w:rsid w:val="002F0612"/>
    <w:rsid w:val="002F0E14"/>
    <w:rsid w:val="002F0EA4"/>
    <w:rsid w:val="002F1101"/>
    <w:rsid w:val="002F168E"/>
    <w:rsid w:val="002F1AE6"/>
    <w:rsid w:val="002F24CD"/>
    <w:rsid w:val="002F2630"/>
    <w:rsid w:val="002F2E4D"/>
    <w:rsid w:val="002F2FB5"/>
    <w:rsid w:val="002F4283"/>
    <w:rsid w:val="002F46C9"/>
    <w:rsid w:val="002F4887"/>
    <w:rsid w:val="002F6306"/>
    <w:rsid w:val="002F631B"/>
    <w:rsid w:val="002F68F4"/>
    <w:rsid w:val="002F6F3C"/>
    <w:rsid w:val="002F700B"/>
    <w:rsid w:val="002F7624"/>
    <w:rsid w:val="002F7856"/>
    <w:rsid w:val="00301D3C"/>
    <w:rsid w:val="00302152"/>
    <w:rsid w:val="00302B2E"/>
    <w:rsid w:val="0030309D"/>
    <w:rsid w:val="003034A8"/>
    <w:rsid w:val="00303A77"/>
    <w:rsid w:val="00304784"/>
    <w:rsid w:val="003049AC"/>
    <w:rsid w:val="0030592E"/>
    <w:rsid w:val="00305D2F"/>
    <w:rsid w:val="00305EE0"/>
    <w:rsid w:val="00306363"/>
    <w:rsid w:val="00306A0A"/>
    <w:rsid w:val="00306B77"/>
    <w:rsid w:val="00307974"/>
    <w:rsid w:val="00307A41"/>
    <w:rsid w:val="00307F3B"/>
    <w:rsid w:val="0031028D"/>
    <w:rsid w:val="0031080E"/>
    <w:rsid w:val="00310A93"/>
    <w:rsid w:val="00310B15"/>
    <w:rsid w:val="003115DC"/>
    <w:rsid w:val="0031313A"/>
    <w:rsid w:val="003133C7"/>
    <w:rsid w:val="003135F0"/>
    <w:rsid w:val="0031376B"/>
    <w:rsid w:val="00313BCB"/>
    <w:rsid w:val="00313CDF"/>
    <w:rsid w:val="00314625"/>
    <w:rsid w:val="003149F1"/>
    <w:rsid w:val="0031506F"/>
    <w:rsid w:val="003155E7"/>
    <w:rsid w:val="00315AA1"/>
    <w:rsid w:val="0031628C"/>
    <w:rsid w:val="00316540"/>
    <w:rsid w:val="00316EC3"/>
    <w:rsid w:val="00317A28"/>
    <w:rsid w:val="00317A96"/>
    <w:rsid w:val="00317E60"/>
    <w:rsid w:val="00320043"/>
    <w:rsid w:val="003202DE"/>
    <w:rsid w:val="00320EB5"/>
    <w:rsid w:val="003213A0"/>
    <w:rsid w:val="003214A0"/>
    <w:rsid w:val="003225E5"/>
    <w:rsid w:val="00322684"/>
    <w:rsid w:val="003227D9"/>
    <w:rsid w:val="00322B79"/>
    <w:rsid w:val="00322E66"/>
    <w:rsid w:val="0032313E"/>
    <w:rsid w:val="0032327D"/>
    <w:rsid w:val="003235EA"/>
    <w:rsid w:val="00323BBE"/>
    <w:rsid w:val="00323E51"/>
    <w:rsid w:val="00324A90"/>
    <w:rsid w:val="00324EA3"/>
    <w:rsid w:val="0032557A"/>
    <w:rsid w:val="00325E59"/>
    <w:rsid w:val="00326678"/>
    <w:rsid w:val="00327B2B"/>
    <w:rsid w:val="00327F89"/>
    <w:rsid w:val="0033018E"/>
    <w:rsid w:val="00330E58"/>
    <w:rsid w:val="0033136A"/>
    <w:rsid w:val="003315E4"/>
    <w:rsid w:val="003317CC"/>
    <w:rsid w:val="00331A8C"/>
    <w:rsid w:val="00331FC4"/>
    <w:rsid w:val="0033276B"/>
    <w:rsid w:val="00332ACC"/>
    <w:rsid w:val="00332BF4"/>
    <w:rsid w:val="00332DAD"/>
    <w:rsid w:val="003332F3"/>
    <w:rsid w:val="00333320"/>
    <w:rsid w:val="00333D3B"/>
    <w:rsid w:val="0033428A"/>
    <w:rsid w:val="003342E3"/>
    <w:rsid w:val="00334620"/>
    <w:rsid w:val="0033508C"/>
    <w:rsid w:val="00335DFF"/>
    <w:rsid w:val="0033603C"/>
    <w:rsid w:val="003363FD"/>
    <w:rsid w:val="003365BA"/>
    <w:rsid w:val="003367F4"/>
    <w:rsid w:val="00337B42"/>
    <w:rsid w:val="00337CD8"/>
    <w:rsid w:val="0034071B"/>
    <w:rsid w:val="00341021"/>
    <w:rsid w:val="00341223"/>
    <w:rsid w:val="00341BEA"/>
    <w:rsid w:val="00342265"/>
    <w:rsid w:val="003422B2"/>
    <w:rsid w:val="003429EB"/>
    <w:rsid w:val="00343DAB"/>
    <w:rsid w:val="00343DDB"/>
    <w:rsid w:val="003441AD"/>
    <w:rsid w:val="0034459C"/>
    <w:rsid w:val="00344AA2"/>
    <w:rsid w:val="0034511B"/>
    <w:rsid w:val="003451F9"/>
    <w:rsid w:val="003459A5"/>
    <w:rsid w:val="00346E82"/>
    <w:rsid w:val="00350991"/>
    <w:rsid w:val="00350C22"/>
    <w:rsid w:val="00350C79"/>
    <w:rsid w:val="00350D19"/>
    <w:rsid w:val="00350D2D"/>
    <w:rsid w:val="003521C5"/>
    <w:rsid w:val="003522AE"/>
    <w:rsid w:val="0035379F"/>
    <w:rsid w:val="003544EF"/>
    <w:rsid w:val="00354B75"/>
    <w:rsid w:val="003550A0"/>
    <w:rsid w:val="003553B8"/>
    <w:rsid w:val="0035674C"/>
    <w:rsid w:val="00356936"/>
    <w:rsid w:val="00357740"/>
    <w:rsid w:val="003601F9"/>
    <w:rsid w:val="00360BA5"/>
    <w:rsid w:val="00360DC4"/>
    <w:rsid w:val="00360E62"/>
    <w:rsid w:val="003610DE"/>
    <w:rsid w:val="0036144F"/>
    <w:rsid w:val="00361508"/>
    <w:rsid w:val="003615A3"/>
    <w:rsid w:val="003615B9"/>
    <w:rsid w:val="003620CE"/>
    <w:rsid w:val="003623E6"/>
    <w:rsid w:val="0036261F"/>
    <w:rsid w:val="00362A60"/>
    <w:rsid w:val="00362AC9"/>
    <w:rsid w:val="00362B89"/>
    <w:rsid w:val="00362EA9"/>
    <w:rsid w:val="0036322E"/>
    <w:rsid w:val="00363727"/>
    <w:rsid w:val="0036387B"/>
    <w:rsid w:val="0036390B"/>
    <w:rsid w:val="00363A2A"/>
    <w:rsid w:val="003640DC"/>
    <w:rsid w:val="0036414C"/>
    <w:rsid w:val="00364199"/>
    <w:rsid w:val="00365754"/>
    <w:rsid w:val="00366951"/>
    <w:rsid w:val="00366B4E"/>
    <w:rsid w:val="00367756"/>
    <w:rsid w:val="00370337"/>
    <w:rsid w:val="00370D4C"/>
    <w:rsid w:val="00371386"/>
    <w:rsid w:val="00371CD2"/>
    <w:rsid w:val="0037228F"/>
    <w:rsid w:val="00372723"/>
    <w:rsid w:val="00372A82"/>
    <w:rsid w:val="00372B86"/>
    <w:rsid w:val="00372EDA"/>
    <w:rsid w:val="003730E5"/>
    <w:rsid w:val="00373135"/>
    <w:rsid w:val="0037372B"/>
    <w:rsid w:val="00373C7B"/>
    <w:rsid w:val="0037434B"/>
    <w:rsid w:val="00374997"/>
    <w:rsid w:val="003760AD"/>
    <w:rsid w:val="00376194"/>
    <w:rsid w:val="0037716D"/>
    <w:rsid w:val="00377430"/>
    <w:rsid w:val="00377B48"/>
    <w:rsid w:val="00377BA1"/>
    <w:rsid w:val="00377CD8"/>
    <w:rsid w:val="00380AFA"/>
    <w:rsid w:val="00381051"/>
    <w:rsid w:val="00381469"/>
    <w:rsid w:val="003817A3"/>
    <w:rsid w:val="003817E7"/>
    <w:rsid w:val="00382668"/>
    <w:rsid w:val="00382C59"/>
    <w:rsid w:val="00383021"/>
    <w:rsid w:val="003833B2"/>
    <w:rsid w:val="0038451F"/>
    <w:rsid w:val="0038458E"/>
    <w:rsid w:val="00384756"/>
    <w:rsid w:val="00385262"/>
    <w:rsid w:val="0038581D"/>
    <w:rsid w:val="00385A2D"/>
    <w:rsid w:val="0038660C"/>
    <w:rsid w:val="00386B45"/>
    <w:rsid w:val="00386C33"/>
    <w:rsid w:val="003871AE"/>
    <w:rsid w:val="0039085B"/>
    <w:rsid w:val="00390B2C"/>
    <w:rsid w:val="00390C39"/>
    <w:rsid w:val="00390E0C"/>
    <w:rsid w:val="00391213"/>
    <w:rsid w:val="00391295"/>
    <w:rsid w:val="003913FD"/>
    <w:rsid w:val="00391949"/>
    <w:rsid w:val="00391E29"/>
    <w:rsid w:val="00392AAD"/>
    <w:rsid w:val="003934F0"/>
    <w:rsid w:val="0039392C"/>
    <w:rsid w:val="00393D61"/>
    <w:rsid w:val="00394021"/>
    <w:rsid w:val="00394089"/>
    <w:rsid w:val="00396B11"/>
    <w:rsid w:val="00396C0F"/>
    <w:rsid w:val="00397490"/>
    <w:rsid w:val="003A0C8A"/>
    <w:rsid w:val="003A11F1"/>
    <w:rsid w:val="003A12D0"/>
    <w:rsid w:val="003A1802"/>
    <w:rsid w:val="003A2A4C"/>
    <w:rsid w:val="003A378B"/>
    <w:rsid w:val="003A484B"/>
    <w:rsid w:val="003A4DE9"/>
    <w:rsid w:val="003A538B"/>
    <w:rsid w:val="003A57FF"/>
    <w:rsid w:val="003A5CF9"/>
    <w:rsid w:val="003A67BD"/>
    <w:rsid w:val="003A6A30"/>
    <w:rsid w:val="003A6C6F"/>
    <w:rsid w:val="003A6CEB"/>
    <w:rsid w:val="003A7961"/>
    <w:rsid w:val="003A79EC"/>
    <w:rsid w:val="003A7A79"/>
    <w:rsid w:val="003A7BAB"/>
    <w:rsid w:val="003A7FB3"/>
    <w:rsid w:val="003B0258"/>
    <w:rsid w:val="003B032F"/>
    <w:rsid w:val="003B04A1"/>
    <w:rsid w:val="003B129E"/>
    <w:rsid w:val="003B173B"/>
    <w:rsid w:val="003B1E31"/>
    <w:rsid w:val="003B1EF9"/>
    <w:rsid w:val="003B23FA"/>
    <w:rsid w:val="003B2561"/>
    <w:rsid w:val="003B26FF"/>
    <w:rsid w:val="003B28CF"/>
    <w:rsid w:val="003B29B5"/>
    <w:rsid w:val="003B360A"/>
    <w:rsid w:val="003B4267"/>
    <w:rsid w:val="003B4301"/>
    <w:rsid w:val="003B43D6"/>
    <w:rsid w:val="003B4BE8"/>
    <w:rsid w:val="003B516D"/>
    <w:rsid w:val="003B53E6"/>
    <w:rsid w:val="003B5DB3"/>
    <w:rsid w:val="003B5E27"/>
    <w:rsid w:val="003B5EFD"/>
    <w:rsid w:val="003B6223"/>
    <w:rsid w:val="003B6586"/>
    <w:rsid w:val="003B68E6"/>
    <w:rsid w:val="003B77F2"/>
    <w:rsid w:val="003B7BA1"/>
    <w:rsid w:val="003C07FD"/>
    <w:rsid w:val="003C087A"/>
    <w:rsid w:val="003C0935"/>
    <w:rsid w:val="003C1017"/>
    <w:rsid w:val="003C11A0"/>
    <w:rsid w:val="003C1277"/>
    <w:rsid w:val="003C1282"/>
    <w:rsid w:val="003C12B1"/>
    <w:rsid w:val="003C1737"/>
    <w:rsid w:val="003C17DA"/>
    <w:rsid w:val="003C20E4"/>
    <w:rsid w:val="003C2146"/>
    <w:rsid w:val="003C254B"/>
    <w:rsid w:val="003C2E5B"/>
    <w:rsid w:val="003C3233"/>
    <w:rsid w:val="003C3B9E"/>
    <w:rsid w:val="003C3FB5"/>
    <w:rsid w:val="003C40CA"/>
    <w:rsid w:val="003C42F3"/>
    <w:rsid w:val="003C4C26"/>
    <w:rsid w:val="003C575E"/>
    <w:rsid w:val="003C624E"/>
    <w:rsid w:val="003C7320"/>
    <w:rsid w:val="003C7710"/>
    <w:rsid w:val="003C7835"/>
    <w:rsid w:val="003C7AA1"/>
    <w:rsid w:val="003D00CC"/>
    <w:rsid w:val="003D01E5"/>
    <w:rsid w:val="003D121D"/>
    <w:rsid w:val="003D1437"/>
    <w:rsid w:val="003D166C"/>
    <w:rsid w:val="003D177C"/>
    <w:rsid w:val="003D18F9"/>
    <w:rsid w:val="003D1C9D"/>
    <w:rsid w:val="003D2853"/>
    <w:rsid w:val="003D2F3A"/>
    <w:rsid w:val="003D34C5"/>
    <w:rsid w:val="003D380B"/>
    <w:rsid w:val="003D384A"/>
    <w:rsid w:val="003D4CC2"/>
    <w:rsid w:val="003D509C"/>
    <w:rsid w:val="003D5C0A"/>
    <w:rsid w:val="003D640B"/>
    <w:rsid w:val="003D6446"/>
    <w:rsid w:val="003D65EB"/>
    <w:rsid w:val="003D6DFA"/>
    <w:rsid w:val="003D6E5F"/>
    <w:rsid w:val="003D7623"/>
    <w:rsid w:val="003E0725"/>
    <w:rsid w:val="003E08CE"/>
    <w:rsid w:val="003E10B8"/>
    <w:rsid w:val="003E159B"/>
    <w:rsid w:val="003E197B"/>
    <w:rsid w:val="003E1DB1"/>
    <w:rsid w:val="003E28C2"/>
    <w:rsid w:val="003E2D3F"/>
    <w:rsid w:val="003E30DD"/>
    <w:rsid w:val="003E36D3"/>
    <w:rsid w:val="003E3CBA"/>
    <w:rsid w:val="003E3F1A"/>
    <w:rsid w:val="003E4090"/>
    <w:rsid w:val="003E5A0C"/>
    <w:rsid w:val="003E63A5"/>
    <w:rsid w:val="003E6410"/>
    <w:rsid w:val="003E6B11"/>
    <w:rsid w:val="003E7121"/>
    <w:rsid w:val="003E734C"/>
    <w:rsid w:val="003E7500"/>
    <w:rsid w:val="003E7FBF"/>
    <w:rsid w:val="003F01D7"/>
    <w:rsid w:val="003F0B3A"/>
    <w:rsid w:val="003F13C2"/>
    <w:rsid w:val="003F165B"/>
    <w:rsid w:val="003F1ABA"/>
    <w:rsid w:val="003F1B05"/>
    <w:rsid w:val="003F1CE1"/>
    <w:rsid w:val="003F1D5B"/>
    <w:rsid w:val="003F23B7"/>
    <w:rsid w:val="003F266E"/>
    <w:rsid w:val="003F2772"/>
    <w:rsid w:val="003F2BD9"/>
    <w:rsid w:val="003F2D46"/>
    <w:rsid w:val="003F358D"/>
    <w:rsid w:val="003F369B"/>
    <w:rsid w:val="003F3D55"/>
    <w:rsid w:val="003F5539"/>
    <w:rsid w:val="003F58E2"/>
    <w:rsid w:val="003F5CA1"/>
    <w:rsid w:val="003F6A09"/>
    <w:rsid w:val="003F6FF0"/>
    <w:rsid w:val="003F7290"/>
    <w:rsid w:val="003F7403"/>
    <w:rsid w:val="003F780B"/>
    <w:rsid w:val="003F7F75"/>
    <w:rsid w:val="00400677"/>
    <w:rsid w:val="0040072A"/>
    <w:rsid w:val="0040107A"/>
    <w:rsid w:val="004017E3"/>
    <w:rsid w:val="004030D7"/>
    <w:rsid w:val="00403289"/>
    <w:rsid w:val="00403345"/>
    <w:rsid w:val="004037E7"/>
    <w:rsid w:val="00403CD5"/>
    <w:rsid w:val="00403D75"/>
    <w:rsid w:val="004043C4"/>
    <w:rsid w:val="00404571"/>
    <w:rsid w:val="00404894"/>
    <w:rsid w:val="00404A0F"/>
    <w:rsid w:val="004053B7"/>
    <w:rsid w:val="00405B79"/>
    <w:rsid w:val="00405C74"/>
    <w:rsid w:val="00405FD4"/>
    <w:rsid w:val="0040678D"/>
    <w:rsid w:val="004067E8"/>
    <w:rsid w:val="00406831"/>
    <w:rsid w:val="00407494"/>
    <w:rsid w:val="00407DC2"/>
    <w:rsid w:val="00407F6C"/>
    <w:rsid w:val="004101CA"/>
    <w:rsid w:val="004114F5"/>
    <w:rsid w:val="004124C4"/>
    <w:rsid w:val="00412550"/>
    <w:rsid w:val="00412897"/>
    <w:rsid w:val="00412BBD"/>
    <w:rsid w:val="00413847"/>
    <w:rsid w:val="004138AB"/>
    <w:rsid w:val="00413980"/>
    <w:rsid w:val="0041478A"/>
    <w:rsid w:val="00415257"/>
    <w:rsid w:val="004153EB"/>
    <w:rsid w:val="00415EF1"/>
    <w:rsid w:val="00416283"/>
    <w:rsid w:val="00416479"/>
    <w:rsid w:val="004200C5"/>
    <w:rsid w:val="00420960"/>
    <w:rsid w:val="004209A9"/>
    <w:rsid w:val="00420B9A"/>
    <w:rsid w:val="004213FD"/>
    <w:rsid w:val="00422017"/>
    <w:rsid w:val="00422CD6"/>
    <w:rsid w:val="00422EB3"/>
    <w:rsid w:val="00422F52"/>
    <w:rsid w:val="00423564"/>
    <w:rsid w:val="00423EF5"/>
    <w:rsid w:val="00424134"/>
    <w:rsid w:val="00424884"/>
    <w:rsid w:val="00424CF6"/>
    <w:rsid w:val="00425105"/>
    <w:rsid w:val="00425146"/>
    <w:rsid w:val="004255EC"/>
    <w:rsid w:val="004256F3"/>
    <w:rsid w:val="00425A2B"/>
    <w:rsid w:val="00425E48"/>
    <w:rsid w:val="00425F82"/>
    <w:rsid w:val="004263E9"/>
    <w:rsid w:val="00426776"/>
    <w:rsid w:val="0042734B"/>
    <w:rsid w:val="00427B84"/>
    <w:rsid w:val="00427C6E"/>
    <w:rsid w:val="0043017B"/>
    <w:rsid w:val="00430ADC"/>
    <w:rsid w:val="00430EEC"/>
    <w:rsid w:val="00430FDE"/>
    <w:rsid w:val="00431BCD"/>
    <w:rsid w:val="00431CAA"/>
    <w:rsid w:val="00432246"/>
    <w:rsid w:val="004323D8"/>
    <w:rsid w:val="00432835"/>
    <w:rsid w:val="004336D1"/>
    <w:rsid w:val="00433718"/>
    <w:rsid w:val="00433CCF"/>
    <w:rsid w:val="00434715"/>
    <w:rsid w:val="00434A5B"/>
    <w:rsid w:val="00434C7A"/>
    <w:rsid w:val="00434E41"/>
    <w:rsid w:val="00435643"/>
    <w:rsid w:val="00435663"/>
    <w:rsid w:val="004358FA"/>
    <w:rsid w:val="00435925"/>
    <w:rsid w:val="00436255"/>
    <w:rsid w:val="004367E1"/>
    <w:rsid w:val="00436CA6"/>
    <w:rsid w:val="004379A0"/>
    <w:rsid w:val="00440370"/>
    <w:rsid w:val="004407A6"/>
    <w:rsid w:val="00440F20"/>
    <w:rsid w:val="00441631"/>
    <w:rsid w:val="0044202E"/>
    <w:rsid w:val="00442CC4"/>
    <w:rsid w:val="00443130"/>
    <w:rsid w:val="0044365E"/>
    <w:rsid w:val="004437F7"/>
    <w:rsid w:val="00443B43"/>
    <w:rsid w:val="00443BE2"/>
    <w:rsid w:val="00444275"/>
    <w:rsid w:val="0044435A"/>
    <w:rsid w:val="00444658"/>
    <w:rsid w:val="0044482A"/>
    <w:rsid w:val="004468B7"/>
    <w:rsid w:val="00446EBC"/>
    <w:rsid w:val="004471F8"/>
    <w:rsid w:val="004473F6"/>
    <w:rsid w:val="00447DC9"/>
    <w:rsid w:val="00450A6D"/>
    <w:rsid w:val="00450AF8"/>
    <w:rsid w:val="00451651"/>
    <w:rsid w:val="00451A59"/>
    <w:rsid w:val="00451A70"/>
    <w:rsid w:val="00451AB4"/>
    <w:rsid w:val="00451FC4"/>
    <w:rsid w:val="00452863"/>
    <w:rsid w:val="00452C68"/>
    <w:rsid w:val="00453388"/>
    <w:rsid w:val="00453BD1"/>
    <w:rsid w:val="00454622"/>
    <w:rsid w:val="00454748"/>
    <w:rsid w:val="00456618"/>
    <w:rsid w:val="00456AD0"/>
    <w:rsid w:val="00456B47"/>
    <w:rsid w:val="00456F1C"/>
    <w:rsid w:val="00457EF5"/>
    <w:rsid w:val="00457FCD"/>
    <w:rsid w:val="00460098"/>
    <w:rsid w:val="004600C9"/>
    <w:rsid w:val="004605C0"/>
    <w:rsid w:val="004606CC"/>
    <w:rsid w:val="004617EF"/>
    <w:rsid w:val="00461B4C"/>
    <w:rsid w:val="00461D24"/>
    <w:rsid w:val="00462B7F"/>
    <w:rsid w:val="0046334C"/>
    <w:rsid w:val="0046366E"/>
    <w:rsid w:val="00463A1A"/>
    <w:rsid w:val="0046492A"/>
    <w:rsid w:val="004653E0"/>
    <w:rsid w:val="004658FC"/>
    <w:rsid w:val="004660CD"/>
    <w:rsid w:val="004661A6"/>
    <w:rsid w:val="00466D17"/>
    <w:rsid w:val="004671C2"/>
    <w:rsid w:val="0046788A"/>
    <w:rsid w:val="004679C1"/>
    <w:rsid w:val="004702ED"/>
    <w:rsid w:val="0047126C"/>
    <w:rsid w:val="00471673"/>
    <w:rsid w:val="0047246A"/>
    <w:rsid w:val="0047257A"/>
    <w:rsid w:val="00472A25"/>
    <w:rsid w:val="0047323C"/>
    <w:rsid w:val="004732A6"/>
    <w:rsid w:val="004737F9"/>
    <w:rsid w:val="00473B25"/>
    <w:rsid w:val="00473FA8"/>
    <w:rsid w:val="004741EB"/>
    <w:rsid w:val="004747C1"/>
    <w:rsid w:val="004777D3"/>
    <w:rsid w:val="0047781C"/>
    <w:rsid w:val="00480281"/>
    <w:rsid w:val="00480DAC"/>
    <w:rsid w:val="00480FB3"/>
    <w:rsid w:val="0048189E"/>
    <w:rsid w:val="00481E0A"/>
    <w:rsid w:val="00482636"/>
    <w:rsid w:val="00482EA6"/>
    <w:rsid w:val="0048334B"/>
    <w:rsid w:val="0048386F"/>
    <w:rsid w:val="00483B00"/>
    <w:rsid w:val="004841E2"/>
    <w:rsid w:val="00484412"/>
    <w:rsid w:val="00484813"/>
    <w:rsid w:val="00485165"/>
    <w:rsid w:val="0048765C"/>
    <w:rsid w:val="004876B2"/>
    <w:rsid w:val="00490EE2"/>
    <w:rsid w:val="0049114F"/>
    <w:rsid w:val="00492BE8"/>
    <w:rsid w:val="00492CE6"/>
    <w:rsid w:val="00492D1F"/>
    <w:rsid w:val="00492F96"/>
    <w:rsid w:val="00493112"/>
    <w:rsid w:val="004933D9"/>
    <w:rsid w:val="0049346E"/>
    <w:rsid w:val="00493906"/>
    <w:rsid w:val="00493FEF"/>
    <w:rsid w:val="00494349"/>
    <w:rsid w:val="004946B5"/>
    <w:rsid w:val="004957BF"/>
    <w:rsid w:val="00495982"/>
    <w:rsid w:val="00496578"/>
    <w:rsid w:val="00496F88"/>
    <w:rsid w:val="004974F1"/>
    <w:rsid w:val="00497B1D"/>
    <w:rsid w:val="004A0190"/>
    <w:rsid w:val="004A0991"/>
    <w:rsid w:val="004A0B84"/>
    <w:rsid w:val="004A1314"/>
    <w:rsid w:val="004A1388"/>
    <w:rsid w:val="004A24E9"/>
    <w:rsid w:val="004A2D70"/>
    <w:rsid w:val="004A315F"/>
    <w:rsid w:val="004A3232"/>
    <w:rsid w:val="004A3AB3"/>
    <w:rsid w:val="004A44CB"/>
    <w:rsid w:val="004A47D4"/>
    <w:rsid w:val="004A4A97"/>
    <w:rsid w:val="004A4D1D"/>
    <w:rsid w:val="004A5DB3"/>
    <w:rsid w:val="004A635A"/>
    <w:rsid w:val="004A6360"/>
    <w:rsid w:val="004A6FE4"/>
    <w:rsid w:val="004A7BAA"/>
    <w:rsid w:val="004B0758"/>
    <w:rsid w:val="004B2648"/>
    <w:rsid w:val="004B2936"/>
    <w:rsid w:val="004B2A32"/>
    <w:rsid w:val="004B2A94"/>
    <w:rsid w:val="004B2EB9"/>
    <w:rsid w:val="004B2FCD"/>
    <w:rsid w:val="004B3DF1"/>
    <w:rsid w:val="004B4B29"/>
    <w:rsid w:val="004B53E2"/>
    <w:rsid w:val="004B569B"/>
    <w:rsid w:val="004B5749"/>
    <w:rsid w:val="004B5BBE"/>
    <w:rsid w:val="004B5EEB"/>
    <w:rsid w:val="004B66D8"/>
    <w:rsid w:val="004B6EB9"/>
    <w:rsid w:val="004B72FD"/>
    <w:rsid w:val="004B7791"/>
    <w:rsid w:val="004B7957"/>
    <w:rsid w:val="004C1886"/>
    <w:rsid w:val="004C2131"/>
    <w:rsid w:val="004C288F"/>
    <w:rsid w:val="004C299B"/>
    <w:rsid w:val="004C2D80"/>
    <w:rsid w:val="004C303A"/>
    <w:rsid w:val="004C409F"/>
    <w:rsid w:val="004C40A0"/>
    <w:rsid w:val="004C40AD"/>
    <w:rsid w:val="004C4305"/>
    <w:rsid w:val="004C538E"/>
    <w:rsid w:val="004C59DF"/>
    <w:rsid w:val="004C5EAF"/>
    <w:rsid w:val="004C6B6C"/>
    <w:rsid w:val="004C6BDE"/>
    <w:rsid w:val="004C7138"/>
    <w:rsid w:val="004C7184"/>
    <w:rsid w:val="004C7621"/>
    <w:rsid w:val="004C77C8"/>
    <w:rsid w:val="004C78EC"/>
    <w:rsid w:val="004C7E32"/>
    <w:rsid w:val="004C7F65"/>
    <w:rsid w:val="004D0202"/>
    <w:rsid w:val="004D0860"/>
    <w:rsid w:val="004D0889"/>
    <w:rsid w:val="004D0BA0"/>
    <w:rsid w:val="004D0E96"/>
    <w:rsid w:val="004D0EDA"/>
    <w:rsid w:val="004D14CA"/>
    <w:rsid w:val="004D17E6"/>
    <w:rsid w:val="004D2B05"/>
    <w:rsid w:val="004D2D25"/>
    <w:rsid w:val="004D2D31"/>
    <w:rsid w:val="004D3FAC"/>
    <w:rsid w:val="004D3FB8"/>
    <w:rsid w:val="004D45E7"/>
    <w:rsid w:val="004D46AE"/>
    <w:rsid w:val="004D5D64"/>
    <w:rsid w:val="004D5E03"/>
    <w:rsid w:val="004D6154"/>
    <w:rsid w:val="004D62C0"/>
    <w:rsid w:val="004D6938"/>
    <w:rsid w:val="004D7587"/>
    <w:rsid w:val="004E0388"/>
    <w:rsid w:val="004E0706"/>
    <w:rsid w:val="004E16DF"/>
    <w:rsid w:val="004E1F60"/>
    <w:rsid w:val="004E21B4"/>
    <w:rsid w:val="004E2481"/>
    <w:rsid w:val="004E2874"/>
    <w:rsid w:val="004E2CA7"/>
    <w:rsid w:val="004E3EBA"/>
    <w:rsid w:val="004E3F65"/>
    <w:rsid w:val="004E40D0"/>
    <w:rsid w:val="004E4E4C"/>
    <w:rsid w:val="004E513B"/>
    <w:rsid w:val="004E593E"/>
    <w:rsid w:val="004E5D29"/>
    <w:rsid w:val="004E5EE9"/>
    <w:rsid w:val="004E6417"/>
    <w:rsid w:val="004E6DC4"/>
    <w:rsid w:val="004E6EB6"/>
    <w:rsid w:val="004E6EF4"/>
    <w:rsid w:val="004E705F"/>
    <w:rsid w:val="004E7EF7"/>
    <w:rsid w:val="004F01A1"/>
    <w:rsid w:val="004F06C7"/>
    <w:rsid w:val="004F0B7A"/>
    <w:rsid w:val="004F0C80"/>
    <w:rsid w:val="004F1B7D"/>
    <w:rsid w:val="004F244B"/>
    <w:rsid w:val="004F2E25"/>
    <w:rsid w:val="004F350F"/>
    <w:rsid w:val="004F3ADF"/>
    <w:rsid w:val="004F3E5E"/>
    <w:rsid w:val="004F4412"/>
    <w:rsid w:val="004F4C8C"/>
    <w:rsid w:val="004F4D6C"/>
    <w:rsid w:val="004F51B1"/>
    <w:rsid w:val="004F582F"/>
    <w:rsid w:val="004F5C04"/>
    <w:rsid w:val="004F60D3"/>
    <w:rsid w:val="004F6404"/>
    <w:rsid w:val="004F6A19"/>
    <w:rsid w:val="004F705E"/>
    <w:rsid w:val="004F7BFF"/>
    <w:rsid w:val="00500E1B"/>
    <w:rsid w:val="00501A02"/>
    <w:rsid w:val="00501A1D"/>
    <w:rsid w:val="005020EC"/>
    <w:rsid w:val="005026D5"/>
    <w:rsid w:val="00502BBD"/>
    <w:rsid w:val="00502CAD"/>
    <w:rsid w:val="00502D27"/>
    <w:rsid w:val="005047B5"/>
    <w:rsid w:val="00505017"/>
    <w:rsid w:val="00505C9D"/>
    <w:rsid w:val="00505E7A"/>
    <w:rsid w:val="005060D3"/>
    <w:rsid w:val="00506336"/>
    <w:rsid w:val="00506736"/>
    <w:rsid w:val="005068CA"/>
    <w:rsid w:val="00506DA0"/>
    <w:rsid w:val="0050709B"/>
    <w:rsid w:val="0050772A"/>
    <w:rsid w:val="00507981"/>
    <w:rsid w:val="005100FF"/>
    <w:rsid w:val="0051014C"/>
    <w:rsid w:val="00510255"/>
    <w:rsid w:val="0051025D"/>
    <w:rsid w:val="00510407"/>
    <w:rsid w:val="00510986"/>
    <w:rsid w:val="00511191"/>
    <w:rsid w:val="0051132C"/>
    <w:rsid w:val="0051139B"/>
    <w:rsid w:val="005116CC"/>
    <w:rsid w:val="00511E96"/>
    <w:rsid w:val="005120D3"/>
    <w:rsid w:val="0051282A"/>
    <w:rsid w:val="00512932"/>
    <w:rsid w:val="00512989"/>
    <w:rsid w:val="00512D16"/>
    <w:rsid w:val="005131C5"/>
    <w:rsid w:val="005135D6"/>
    <w:rsid w:val="00513962"/>
    <w:rsid w:val="00514097"/>
    <w:rsid w:val="0051473B"/>
    <w:rsid w:val="005147D1"/>
    <w:rsid w:val="00514A12"/>
    <w:rsid w:val="005152B6"/>
    <w:rsid w:val="00515960"/>
    <w:rsid w:val="00515A84"/>
    <w:rsid w:val="00516052"/>
    <w:rsid w:val="005167BE"/>
    <w:rsid w:val="005168EA"/>
    <w:rsid w:val="00517891"/>
    <w:rsid w:val="00517C07"/>
    <w:rsid w:val="0052069B"/>
    <w:rsid w:val="0052074C"/>
    <w:rsid w:val="00520B3E"/>
    <w:rsid w:val="00520DFA"/>
    <w:rsid w:val="005213D1"/>
    <w:rsid w:val="005214C4"/>
    <w:rsid w:val="00521D4C"/>
    <w:rsid w:val="00521E5F"/>
    <w:rsid w:val="0052201F"/>
    <w:rsid w:val="0052290D"/>
    <w:rsid w:val="005238F7"/>
    <w:rsid w:val="00523CAF"/>
    <w:rsid w:val="00523E26"/>
    <w:rsid w:val="00523EF7"/>
    <w:rsid w:val="005247E9"/>
    <w:rsid w:val="00524B05"/>
    <w:rsid w:val="00524C95"/>
    <w:rsid w:val="00525D76"/>
    <w:rsid w:val="00527307"/>
    <w:rsid w:val="00527DA0"/>
    <w:rsid w:val="00531ED6"/>
    <w:rsid w:val="0053203D"/>
    <w:rsid w:val="00532603"/>
    <w:rsid w:val="005328D2"/>
    <w:rsid w:val="005336B3"/>
    <w:rsid w:val="00533F56"/>
    <w:rsid w:val="0053426D"/>
    <w:rsid w:val="00534B4E"/>
    <w:rsid w:val="005350FD"/>
    <w:rsid w:val="00535AFC"/>
    <w:rsid w:val="00535BAB"/>
    <w:rsid w:val="00535FA0"/>
    <w:rsid w:val="00536D55"/>
    <w:rsid w:val="0053710C"/>
    <w:rsid w:val="005373D8"/>
    <w:rsid w:val="0053749A"/>
    <w:rsid w:val="00542218"/>
    <w:rsid w:val="00542BE6"/>
    <w:rsid w:val="00543891"/>
    <w:rsid w:val="00543902"/>
    <w:rsid w:val="00543DEC"/>
    <w:rsid w:val="00543E61"/>
    <w:rsid w:val="0054431C"/>
    <w:rsid w:val="0054469C"/>
    <w:rsid w:val="0054483F"/>
    <w:rsid w:val="00544C54"/>
    <w:rsid w:val="00545075"/>
    <w:rsid w:val="005456A8"/>
    <w:rsid w:val="00545D68"/>
    <w:rsid w:val="0054661C"/>
    <w:rsid w:val="00546D61"/>
    <w:rsid w:val="00546F47"/>
    <w:rsid w:val="00550AD6"/>
    <w:rsid w:val="0055152D"/>
    <w:rsid w:val="005518B1"/>
    <w:rsid w:val="00551EDE"/>
    <w:rsid w:val="00552280"/>
    <w:rsid w:val="00552493"/>
    <w:rsid w:val="005528D9"/>
    <w:rsid w:val="00552C43"/>
    <w:rsid w:val="00552DA5"/>
    <w:rsid w:val="0055463B"/>
    <w:rsid w:val="00554A2B"/>
    <w:rsid w:val="00554C82"/>
    <w:rsid w:val="00555571"/>
    <w:rsid w:val="0055580C"/>
    <w:rsid w:val="00555A1A"/>
    <w:rsid w:val="00555A4B"/>
    <w:rsid w:val="00555B30"/>
    <w:rsid w:val="0055607B"/>
    <w:rsid w:val="005564B5"/>
    <w:rsid w:val="005566A4"/>
    <w:rsid w:val="005571FB"/>
    <w:rsid w:val="0055748C"/>
    <w:rsid w:val="00557C41"/>
    <w:rsid w:val="005605EB"/>
    <w:rsid w:val="00560896"/>
    <w:rsid w:val="00560C94"/>
    <w:rsid w:val="0056115C"/>
    <w:rsid w:val="005616AF"/>
    <w:rsid w:val="00561B1C"/>
    <w:rsid w:val="00561DB7"/>
    <w:rsid w:val="005628C5"/>
    <w:rsid w:val="00563D16"/>
    <w:rsid w:val="00563EBC"/>
    <w:rsid w:val="00564551"/>
    <w:rsid w:val="00564BDC"/>
    <w:rsid w:val="00565214"/>
    <w:rsid w:val="005652CC"/>
    <w:rsid w:val="0056545B"/>
    <w:rsid w:val="00565F80"/>
    <w:rsid w:val="00565FB1"/>
    <w:rsid w:val="00566FA2"/>
    <w:rsid w:val="00567262"/>
    <w:rsid w:val="00567DE6"/>
    <w:rsid w:val="00567F1B"/>
    <w:rsid w:val="0057040D"/>
    <w:rsid w:val="0057064B"/>
    <w:rsid w:val="00571232"/>
    <w:rsid w:val="005712B3"/>
    <w:rsid w:val="0057183F"/>
    <w:rsid w:val="005718D9"/>
    <w:rsid w:val="00571F40"/>
    <w:rsid w:val="00572944"/>
    <w:rsid w:val="00572F7B"/>
    <w:rsid w:val="005734E1"/>
    <w:rsid w:val="00573524"/>
    <w:rsid w:val="00573AC5"/>
    <w:rsid w:val="005740B2"/>
    <w:rsid w:val="00574BB8"/>
    <w:rsid w:val="00575664"/>
    <w:rsid w:val="005759F3"/>
    <w:rsid w:val="00575D32"/>
    <w:rsid w:val="00575E97"/>
    <w:rsid w:val="00576F14"/>
    <w:rsid w:val="0057709A"/>
    <w:rsid w:val="005776E4"/>
    <w:rsid w:val="00577E66"/>
    <w:rsid w:val="0058042E"/>
    <w:rsid w:val="00580B02"/>
    <w:rsid w:val="00580F2A"/>
    <w:rsid w:val="00582B1C"/>
    <w:rsid w:val="00582B94"/>
    <w:rsid w:val="00582C1F"/>
    <w:rsid w:val="005830C0"/>
    <w:rsid w:val="0058354E"/>
    <w:rsid w:val="005837CA"/>
    <w:rsid w:val="005843DD"/>
    <w:rsid w:val="0058465D"/>
    <w:rsid w:val="0058570E"/>
    <w:rsid w:val="00585B01"/>
    <w:rsid w:val="00587C54"/>
    <w:rsid w:val="00591692"/>
    <w:rsid w:val="00592249"/>
    <w:rsid w:val="0059267D"/>
    <w:rsid w:val="0059455B"/>
    <w:rsid w:val="005945F5"/>
    <w:rsid w:val="0059476A"/>
    <w:rsid w:val="00594D75"/>
    <w:rsid w:val="00594DA4"/>
    <w:rsid w:val="00596165"/>
    <w:rsid w:val="00596194"/>
    <w:rsid w:val="005967B6"/>
    <w:rsid w:val="005977AA"/>
    <w:rsid w:val="005979B8"/>
    <w:rsid w:val="00597A76"/>
    <w:rsid w:val="00597AED"/>
    <w:rsid w:val="00597C03"/>
    <w:rsid w:val="005A030F"/>
    <w:rsid w:val="005A056E"/>
    <w:rsid w:val="005A09E1"/>
    <w:rsid w:val="005A0B37"/>
    <w:rsid w:val="005A0F51"/>
    <w:rsid w:val="005A0F6E"/>
    <w:rsid w:val="005A0F82"/>
    <w:rsid w:val="005A13D0"/>
    <w:rsid w:val="005A211F"/>
    <w:rsid w:val="005A27AA"/>
    <w:rsid w:val="005A2BC8"/>
    <w:rsid w:val="005A303A"/>
    <w:rsid w:val="005A34C1"/>
    <w:rsid w:val="005A47FB"/>
    <w:rsid w:val="005A48CB"/>
    <w:rsid w:val="005A4BFF"/>
    <w:rsid w:val="005A50CA"/>
    <w:rsid w:val="005A5B31"/>
    <w:rsid w:val="005A6060"/>
    <w:rsid w:val="005A689A"/>
    <w:rsid w:val="005A68FF"/>
    <w:rsid w:val="005A7197"/>
    <w:rsid w:val="005A725E"/>
    <w:rsid w:val="005A72DA"/>
    <w:rsid w:val="005A7428"/>
    <w:rsid w:val="005A7456"/>
    <w:rsid w:val="005A7881"/>
    <w:rsid w:val="005B047A"/>
    <w:rsid w:val="005B0AAB"/>
    <w:rsid w:val="005B0B02"/>
    <w:rsid w:val="005B0B21"/>
    <w:rsid w:val="005B0DE3"/>
    <w:rsid w:val="005B14DB"/>
    <w:rsid w:val="005B1D09"/>
    <w:rsid w:val="005B200A"/>
    <w:rsid w:val="005B24F8"/>
    <w:rsid w:val="005B2CD1"/>
    <w:rsid w:val="005B31D5"/>
    <w:rsid w:val="005B3690"/>
    <w:rsid w:val="005B3A4D"/>
    <w:rsid w:val="005B3C74"/>
    <w:rsid w:val="005B41A3"/>
    <w:rsid w:val="005B513F"/>
    <w:rsid w:val="005B555F"/>
    <w:rsid w:val="005B58F6"/>
    <w:rsid w:val="005B5BFF"/>
    <w:rsid w:val="005B6057"/>
    <w:rsid w:val="005B6939"/>
    <w:rsid w:val="005B7936"/>
    <w:rsid w:val="005B7B76"/>
    <w:rsid w:val="005C07CE"/>
    <w:rsid w:val="005C08B8"/>
    <w:rsid w:val="005C1996"/>
    <w:rsid w:val="005C2007"/>
    <w:rsid w:val="005C2817"/>
    <w:rsid w:val="005C294E"/>
    <w:rsid w:val="005C2F08"/>
    <w:rsid w:val="005C3114"/>
    <w:rsid w:val="005C3132"/>
    <w:rsid w:val="005C3914"/>
    <w:rsid w:val="005C3E3E"/>
    <w:rsid w:val="005C45D0"/>
    <w:rsid w:val="005C4D4A"/>
    <w:rsid w:val="005C4FAD"/>
    <w:rsid w:val="005C5414"/>
    <w:rsid w:val="005C5B70"/>
    <w:rsid w:val="005C64CE"/>
    <w:rsid w:val="005C6B33"/>
    <w:rsid w:val="005C7422"/>
    <w:rsid w:val="005C7BD2"/>
    <w:rsid w:val="005D00E6"/>
    <w:rsid w:val="005D087C"/>
    <w:rsid w:val="005D0A59"/>
    <w:rsid w:val="005D0B71"/>
    <w:rsid w:val="005D0BA8"/>
    <w:rsid w:val="005D0FCC"/>
    <w:rsid w:val="005D1205"/>
    <w:rsid w:val="005D1E2D"/>
    <w:rsid w:val="005D297F"/>
    <w:rsid w:val="005D2D9D"/>
    <w:rsid w:val="005D3731"/>
    <w:rsid w:val="005D3736"/>
    <w:rsid w:val="005D3D19"/>
    <w:rsid w:val="005D41AB"/>
    <w:rsid w:val="005D458D"/>
    <w:rsid w:val="005D462C"/>
    <w:rsid w:val="005D4763"/>
    <w:rsid w:val="005D59B2"/>
    <w:rsid w:val="005D5D4C"/>
    <w:rsid w:val="005D5F5C"/>
    <w:rsid w:val="005D6D55"/>
    <w:rsid w:val="005D6E65"/>
    <w:rsid w:val="005D6F58"/>
    <w:rsid w:val="005D745E"/>
    <w:rsid w:val="005D7634"/>
    <w:rsid w:val="005E0063"/>
    <w:rsid w:val="005E0450"/>
    <w:rsid w:val="005E047F"/>
    <w:rsid w:val="005E0824"/>
    <w:rsid w:val="005E127F"/>
    <w:rsid w:val="005E1624"/>
    <w:rsid w:val="005E1D54"/>
    <w:rsid w:val="005E2415"/>
    <w:rsid w:val="005E2875"/>
    <w:rsid w:val="005E28BE"/>
    <w:rsid w:val="005E3373"/>
    <w:rsid w:val="005E35BB"/>
    <w:rsid w:val="005E3947"/>
    <w:rsid w:val="005E3E41"/>
    <w:rsid w:val="005E423B"/>
    <w:rsid w:val="005E5A0E"/>
    <w:rsid w:val="005E6031"/>
    <w:rsid w:val="005E60B7"/>
    <w:rsid w:val="005E683E"/>
    <w:rsid w:val="005E6873"/>
    <w:rsid w:val="005E6D2E"/>
    <w:rsid w:val="005E797C"/>
    <w:rsid w:val="005F0DEA"/>
    <w:rsid w:val="005F0FBF"/>
    <w:rsid w:val="005F1427"/>
    <w:rsid w:val="005F180B"/>
    <w:rsid w:val="005F1CA7"/>
    <w:rsid w:val="005F1D2E"/>
    <w:rsid w:val="005F1E58"/>
    <w:rsid w:val="005F1F45"/>
    <w:rsid w:val="005F201F"/>
    <w:rsid w:val="005F230E"/>
    <w:rsid w:val="005F29C9"/>
    <w:rsid w:val="005F2A04"/>
    <w:rsid w:val="005F2ECD"/>
    <w:rsid w:val="005F337D"/>
    <w:rsid w:val="005F3E59"/>
    <w:rsid w:val="005F40A1"/>
    <w:rsid w:val="005F73CC"/>
    <w:rsid w:val="005F75D6"/>
    <w:rsid w:val="005F79E5"/>
    <w:rsid w:val="006002B0"/>
    <w:rsid w:val="00600C93"/>
    <w:rsid w:val="00601256"/>
    <w:rsid w:val="006014C1"/>
    <w:rsid w:val="00601A26"/>
    <w:rsid w:val="00601B0D"/>
    <w:rsid w:val="00601B90"/>
    <w:rsid w:val="00602209"/>
    <w:rsid w:val="00602A0F"/>
    <w:rsid w:val="00603EDF"/>
    <w:rsid w:val="0060439C"/>
    <w:rsid w:val="00604CE1"/>
    <w:rsid w:val="00604E06"/>
    <w:rsid w:val="00605525"/>
    <w:rsid w:val="00605552"/>
    <w:rsid w:val="006055AE"/>
    <w:rsid w:val="00605BF5"/>
    <w:rsid w:val="006072C6"/>
    <w:rsid w:val="00607692"/>
    <w:rsid w:val="00607A11"/>
    <w:rsid w:val="0061029F"/>
    <w:rsid w:val="00610745"/>
    <w:rsid w:val="00610B12"/>
    <w:rsid w:val="00611233"/>
    <w:rsid w:val="00611403"/>
    <w:rsid w:val="00612239"/>
    <w:rsid w:val="006122D1"/>
    <w:rsid w:val="00612325"/>
    <w:rsid w:val="00613298"/>
    <w:rsid w:val="006132FC"/>
    <w:rsid w:val="00613457"/>
    <w:rsid w:val="0061365A"/>
    <w:rsid w:val="006140A5"/>
    <w:rsid w:val="0061413A"/>
    <w:rsid w:val="0061423E"/>
    <w:rsid w:val="00614AB5"/>
    <w:rsid w:val="006161DC"/>
    <w:rsid w:val="00616272"/>
    <w:rsid w:val="0061654B"/>
    <w:rsid w:val="00617109"/>
    <w:rsid w:val="00617401"/>
    <w:rsid w:val="00617943"/>
    <w:rsid w:val="00617C1C"/>
    <w:rsid w:val="00617F44"/>
    <w:rsid w:val="00620279"/>
    <w:rsid w:val="006204F4"/>
    <w:rsid w:val="00620BE6"/>
    <w:rsid w:val="00620D4F"/>
    <w:rsid w:val="006212D4"/>
    <w:rsid w:val="00621D8D"/>
    <w:rsid w:val="00621FF6"/>
    <w:rsid w:val="00623315"/>
    <w:rsid w:val="006234DE"/>
    <w:rsid w:val="00623E30"/>
    <w:rsid w:val="00624144"/>
    <w:rsid w:val="006246F4"/>
    <w:rsid w:val="0062528A"/>
    <w:rsid w:val="0062537C"/>
    <w:rsid w:val="00625D49"/>
    <w:rsid w:val="00626C40"/>
    <w:rsid w:val="0062732F"/>
    <w:rsid w:val="006274C1"/>
    <w:rsid w:val="006277E5"/>
    <w:rsid w:val="006307E2"/>
    <w:rsid w:val="00630A49"/>
    <w:rsid w:val="00630DFC"/>
    <w:rsid w:val="006311A8"/>
    <w:rsid w:val="006322CF"/>
    <w:rsid w:val="006325DB"/>
    <w:rsid w:val="00633C25"/>
    <w:rsid w:val="00633E3A"/>
    <w:rsid w:val="00633EFE"/>
    <w:rsid w:val="00634019"/>
    <w:rsid w:val="006341E8"/>
    <w:rsid w:val="00635068"/>
    <w:rsid w:val="0063605C"/>
    <w:rsid w:val="00636DFF"/>
    <w:rsid w:val="00637255"/>
    <w:rsid w:val="00637797"/>
    <w:rsid w:val="00640096"/>
    <w:rsid w:val="00642F03"/>
    <w:rsid w:val="00642F56"/>
    <w:rsid w:val="0064329A"/>
    <w:rsid w:val="00644724"/>
    <w:rsid w:val="00644C2B"/>
    <w:rsid w:val="00646CBE"/>
    <w:rsid w:val="00646D7E"/>
    <w:rsid w:val="00646F66"/>
    <w:rsid w:val="006478CB"/>
    <w:rsid w:val="00651641"/>
    <w:rsid w:val="0065290F"/>
    <w:rsid w:val="006530B9"/>
    <w:rsid w:val="006532DB"/>
    <w:rsid w:val="0065421B"/>
    <w:rsid w:val="00654754"/>
    <w:rsid w:val="00654E31"/>
    <w:rsid w:val="00655177"/>
    <w:rsid w:val="00655180"/>
    <w:rsid w:val="00655506"/>
    <w:rsid w:val="0065552F"/>
    <w:rsid w:val="00655CD2"/>
    <w:rsid w:val="00655D92"/>
    <w:rsid w:val="00656778"/>
    <w:rsid w:val="006570B6"/>
    <w:rsid w:val="00657917"/>
    <w:rsid w:val="00657B53"/>
    <w:rsid w:val="00660F01"/>
    <w:rsid w:val="00662276"/>
    <w:rsid w:val="0066230D"/>
    <w:rsid w:val="00662CF2"/>
    <w:rsid w:val="00662DF9"/>
    <w:rsid w:val="00662E81"/>
    <w:rsid w:val="00663441"/>
    <w:rsid w:val="00663547"/>
    <w:rsid w:val="00663AE6"/>
    <w:rsid w:val="00664943"/>
    <w:rsid w:val="00664E99"/>
    <w:rsid w:val="006651A6"/>
    <w:rsid w:val="006660EA"/>
    <w:rsid w:val="0066616D"/>
    <w:rsid w:val="00666C15"/>
    <w:rsid w:val="00667185"/>
    <w:rsid w:val="006674AF"/>
    <w:rsid w:val="00667558"/>
    <w:rsid w:val="006677ED"/>
    <w:rsid w:val="006679AE"/>
    <w:rsid w:val="00667D03"/>
    <w:rsid w:val="00670457"/>
    <w:rsid w:val="00670AE6"/>
    <w:rsid w:val="006729A3"/>
    <w:rsid w:val="00672A8A"/>
    <w:rsid w:val="00672C85"/>
    <w:rsid w:val="00673477"/>
    <w:rsid w:val="00673D2B"/>
    <w:rsid w:val="00674612"/>
    <w:rsid w:val="00674A09"/>
    <w:rsid w:val="00676640"/>
    <w:rsid w:val="00676D25"/>
    <w:rsid w:val="00677329"/>
    <w:rsid w:val="00677829"/>
    <w:rsid w:val="00677E26"/>
    <w:rsid w:val="00677E76"/>
    <w:rsid w:val="006801F3"/>
    <w:rsid w:val="00680306"/>
    <w:rsid w:val="0068059A"/>
    <w:rsid w:val="00680705"/>
    <w:rsid w:val="00680843"/>
    <w:rsid w:val="0068095C"/>
    <w:rsid w:val="006815F9"/>
    <w:rsid w:val="00682545"/>
    <w:rsid w:val="00682F94"/>
    <w:rsid w:val="0068346E"/>
    <w:rsid w:val="006834FE"/>
    <w:rsid w:val="0068445F"/>
    <w:rsid w:val="00684CC1"/>
    <w:rsid w:val="00684F47"/>
    <w:rsid w:val="00685600"/>
    <w:rsid w:val="0068564C"/>
    <w:rsid w:val="00685771"/>
    <w:rsid w:val="00685944"/>
    <w:rsid w:val="00685CF1"/>
    <w:rsid w:val="00686858"/>
    <w:rsid w:val="00686C28"/>
    <w:rsid w:val="0069026D"/>
    <w:rsid w:val="00690BA0"/>
    <w:rsid w:val="00690E5B"/>
    <w:rsid w:val="00691305"/>
    <w:rsid w:val="00691CDA"/>
    <w:rsid w:val="00691FB1"/>
    <w:rsid w:val="00692F5A"/>
    <w:rsid w:val="00693122"/>
    <w:rsid w:val="0069395A"/>
    <w:rsid w:val="00693C0F"/>
    <w:rsid w:val="00694498"/>
    <w:rsid w:val="00694524"/>
    <w:rsid w:val="00694602"/>
    <w:rsid w:val="006965F5"/>
    <w:rsid w:val="00696673"/>
    <w:rsid w:val="00696802"/>
    <w:rsid w:val="006977FA"/>
    <w:rsid w:val="006979CE"/>
    <w:rsid w:val="00697FF9"/>
    <w:rsid w:val="006A107F"/>
    <w:rsid w:val="006A15FC"/>
    <w:rsid w:val="006A16BF"/>
    <w:rsid w:val="006A17FC"/>
    <w:rsid w:val="006A1D98"/>
    <w:rsid w:val="006A1DF2"/>
    <w:rsid w:val="006A2214"/>
    <w:rsid w:val="006A40BE"/>
    <w:rsid w:val="006A41A4"/>
    <w:rsid w:val="006A4F0C"/>
    <w:rsid w:val="006A5D4C"/>
    <w:rsid w:val="006A6276"/>
    <w:rsid w:val="006A685B"/>
    <w:rsid w:val="006A734D"/>
    <w:rsid w:val="006B0026"/>
    <w:rsid w:val="006B02E4"/>
    <w:rsid w:val="006B0CBA"/>
    <w:rsid w:val="006B1645"/>
    <w:rsid w:val="006B1F79"/>
    <w:rsid w:val="006B24A6"/>
    <w:rsid w:val="006B28D4"/>
    <w:rsid w:val="006B2C4E"/>
    <w:rsid w:val="006B2C9D"/>
    <w:rsid w:val="006B2CC3"/>
    <w:rsid w:val="006B2DE8"/>
    <w:rsid w:val="006B33C5"/>
    <w:rsid w:val="006B39A5"/>
    <w:rsid w:val="006B39BB"/>
    <w:rsid w:val="006B5B33"/>
    <w:rsid w:val="006B6A94"/>
    <w:rsid w:val="006B7381"/>
    <w:rsid w:val="006B7ACE"/>
    <w:rsid w:val="006B7E5E"/>
    <w:rsid w:val="006C0343"/>
    <w:rsid w:val="006C23BD"/>
    <w:rsid w:val="006C2DC6"/>
    <w:rsid w:val="006C3115"/>
    <w:rsid w:val="006C3E64"/>
    <w:rsid w:val="006C3FDD"/>
    <w:rsid w:val="006C429B"/>
    <w:rsid w:val="006C42EF"/>
    <w:rsid w:val="006C4D72"/>
    <w:rsid w:val="006C5194"/>
    <w:rsid w:val="006C5A9B"/>
    <w:rsid w:val="006C5B91"/>
    <w:rsid w:val="006C6362"/>
    <w:rsid w:val="006C6A9C"/>
    <w:rsid w:val="006C73B1"/>
    <w:rsid w:val="006C790E"/>
    <w:rsid w:val="006C7F23"/>
    <w:rsid w:val="006D0BBF"/>
    <w:rsid w:val="006D1B02"/>
    <w:rsid w:val="006D2026"/>
    <w:rsid w:val="006D2E9F"/>
    <w:rsid w:val="006D320C"/>
    <w:rsid w:val="006D34F0"/>
    <w:rsid w:val="006D47D3"/>
    <w:rsid w:val="006D4FB9"/>
    <w:rsid w:val="006D7DB7"/>
    <w:rsid w:val="006E003C"/>
    <w:rsid w:val="006E0623"/>
    <w:rsid w:val="006E07C3"/>
    <w:rsid w:val="006E0818"/>
    <w:rsid w:val="006E1846"/>
    <w:rsid w:val="006E190A"/>
    <w:rsid w:val="006E1D7C"/>
    <w:rsid w:val="006E1F18"/>
    <w:rsid w:val="006E2CDD"/>
    <w:rsid w:val="006E30B4"/>
    <w:rsid w:val="006E319F"/>
    <w:rsid w:val="006E3380"/>
    <w:rsid w:val="006E3413"/>
    <w:rsid w:val="006E39DA"/>
    <w:rsid w:val="006E3AB5"/>
    <w:rsid w:val="006E3B45"/>
    <w:rsid w:val="006E40DE"/>
    <w:rsid w:val="006E44FD"/>
    <w:rsid w:val="006E543D"/>
    <w:rsid w:val="006E5632"/>
    <w:rsid w:val="006E5D10"/>
    <w:rsid w:val="006E5D71"/>
    <w:rsid w:val="006E5F2A"/>
    <w:rsid w:val="006E6418"/>
    <w:rsid w:val="006E6C69"/>
    <w:rsid w:val="006E6EE2"/>
    <w:rsid w:val="006E79FF"/>
    <w:rsid w:val="006F0E71"/>
    <w:rsid w:val="006F0F75"/>
    <w:rsid w:val="006F131A"/>
    <w:rsid w:val="006F1BA3"/>
    <w:rsid w:val="006F1DBC"/>
    <w:rsid w:val="006F1E0B"/>
    <w:rsid w:val="006F22BD"/>
    <w:rsid w:val="006F299D"/>
    <w:rsid w:val="006F2A04"/>
    <w:rsid w:val="006F3FBE"/>
    <w:rsid w:val="006F410F"/>
    <w:rsid w:val="006F4EC9"/>
    <w:rsid w:val="006F5934"/>
    <w:rsid w:val="006F654E"/>
    <w:rsid w:val="006F67E3"/>
    <w:rsid w:val="006F687E"/>
    <w:rsid w:val="006F6BE6"/>
    <w:rsid w:val="006F6CB8"/>
    <w:rsid w:val="006F6DFD"/>
    <w:rsid w:val="006F742A"/>
    <w:rsid w:val="006F75EB"/>
    <w:rsid w:val="006F7708"/>
    <w:rsid w:val="0070006C"/>
    <w:rsid w:val="00700358"/>
    <w:rsid w:val="007003ED"/>
    <w:rsid w:val="0070086E"/>
    <w:rsid w:val="00700950"/>
    <w:rsid w:val="00700BB6"/>
    <w:rsid w:val="00700DCA"/>
    <w:rsid w:val="00700EDD"/>
    <w:rsid w:val="00701096"/>
    <w:rsid w:val="007014F9"/>
    <w:rsid w:val="00701CBE"/>
    <w:rsid w:val="00701F85"/>
    <w:rsid w:val="00702CD0"/>
    <w:rsid w:val="007039F0"/>
    <w:rsid w:val="007040A9"/>
    <w:rsid w:val="007045E7"/>
    <w:rsid w:val="0070548B"/>
    <w:rsid w:val="00705659"/>
    <w:rsid w:val="007062F0"/>
    <w:rsid w:val="0070700D"/>
    <w:rsid w:val="0070720D"/>
    <w:rsid w:val="00707871"/>
    <w:rsid w:val="00707BBA"/>
    <w:rsid w:val="007107CE"/>
    <w:rsid w:val="00710A48"/>
    <w:rsid w:val="00710FFF"/>
    <w:rsid w:val="007110DD"/>
    <w:rsid w:val="00711622"/>
    <w:rsid w:val="00711B79"/>
    <w:rsid w:val="00712530"/>
    <w:rsid w:val="00712BFD"/>
    <w:rsid w:val="00713220"/>
    <w:rsid w:val="00713645"/>
    <w:rsid w:val="00713646"/>
    <w:rsid w:val="00713A64"/>
    <w:rsid w:val="00713BB2"/>
    <w:rsid w:val="00714108"/>
    <w:rsid w:val="0071416D"/>
    <w:rsid w:val="00714315"/>
    <w:rsid w:val="007149EE"/>
    <w:rsid w:val="0071508A"/>
    <w:rsid w:val="00715C6F"/>
    <w:rsid w:val="007174F7"/>
    <w:rsid w:val="007177FC"/>
    <w:rsid w:val="00717A54"/>
    <w:rsid w:val="00717F30"/>
    <w:rsid w:val="00721089"/>
    <w:rsid w:val="0072171B"/>
    <w:rsid w:val="00721779"/>
    <w:rsid w:val="007220A5"/>
    <w:rsid w:val="0072233B"/>
    <w:rsid w:val="00723489"/>
    <w:rsid w:val="00724442"/>
    <w:rsid w:val="00724818"/>
    <w:rsid w:val="00724C57"/>
    <w:rsid w:val="00725302"/>
    <w:rsid w:val="007257FA"/>
    <w:rsid w:val="00725825"/>
    <w:rsid w:val="00725B72"/>
    <w:rsid w:val="0072681D"/>
    <w:rsid w:val="00726D52"/>
    <w:rsid w:val="00726F82"/>
    <w:rsid w:val="007278B5"/>
    <w:rsid w:val="00727A64"/>
    <w:rsid w:val="00727F4A"/>
    <w:rsid w:val="0073067F"/>
    <w:rsid w:val="00730829"/>
    <w:rsid w:val="007309A0"/>
    <w:rsid w:val="00730B6F"/>
    <w:rsid w:val="00730C13"/>
    <w:rsid w:val="00730CD3"/>
    <w:rsid w:val="00731AFE"/>
    <w:rsid w:val="007320A3"/>
    <w:rsid w:val="0073210A"/>
    <w:rsid w:val="007324E9"/>
    <w:rsid w:val="007331AC"/>
    <w:rsid w:val="0073326C"/>
    <w:rsid w:val="0073330F"/>
    <w:rsid w:val="007333A4"/>
    <w:rsid w:val="0073350E"/>
    <w:rsid w:val="007336F4"/>
    <w:rsid w:val="007339D0"/>
    <w:rsid w:val="00733CA7"/>
    <w:rsid w:val="007345A8"/>
    <w:rsid w:val="00734657"/>
    <w:rsid w:val="00734AFA"/>
    <w:rsid w:val="00735382"/>
    <w:rsid w:val="00735A19"/>
    <w:rsid w:val="00735AEB"/>
    <w:rsid w:val="00735D85"/>
    <w:rsid w:val="007364E9"/>
    <w:rsid w:val="00736555"/>
    <w:rsid w:val="0073699B"/>
    <w:rsid w:val="00736BC6"/>
    <w:rsid w:val="00740405"/>
    <w:rsid w:val="00740614"/>
    <w:rsid w:val="00741968"/>
    <w:rsid w:val="007419C4"/>
    <w:rsid w:val="0074241F"/>
    <w:rsid w:val="0074257F"/>
    <w:rsid w:val="0074262F"/>
    <w:rsid w:val="0074263A"/>
    <w:rsid w:val="00742678"/>
    <w:rsid w:val="00742826"/>
    <w:rsid w:val="0074295F"/>
    <w:rsid w:val="00742AD3"/>
    <w:rsid w:val="00742F70"/>
    <w:rsid w:val="00742F9D"/>
    <w:rsid w:val="007433D6"/>
    <w:rsid w:val="00743FB6"/>
    <w:rsid w:val="00744173"/>
    <w:rsid w:val="007444CC"/>
    <w:rsid w:val="00745300"/>
    <w:rsid w:val="00745D60"/>
    <w:rsid w:val="00746D17"/>
    <w:rsid w:val="0074707C"/>
    <w:rsid w:val="00747185"/>
    <w:rsid w:val="007474E7"/>
    <w:rsid w:val="00747CD6"/>
    <w:rsid w:val="0075076D"/>
    <w:rsid w:val="00750AD9"/>
    <w:rsid w:val="00751316"/>
    <w:rsid w:val="007515F3"/>
    <w:rsid w:val="007517F7"/>
    <w:rsid w:val="00751E4E"/>
    <w:rsid w:val="0075241F"/>
    <w:rsid w:val="00752ECF"/>
    <w:rsid w:val="00753E8E"/>
    <w:rsid w:val="007541A8"/>
    <w:rsid w:val="007548A9"/>
    <w:rsid w:val="00754E5D"/>
    <w:rsid w:val="00755F6D"/>
    <w:rsid w:val="0075649A"/>
    <w:rsid w:val="00756E76"/>
    <w:rsid w:val="00756FD4"/>
    <w:rsid w:val="00757943"/>
    <w:rsid w:val="007603F5"/>
    <w:rsid w:val="007607CD"/>
    <w:rsid w:val="00760A4F"/>
    <w:rsid w:val="007614AA"/>
    <w:rsid w:val="00761F9F"/>
    <w:rsid w:val="00762749"/>
    <w:rsid w:val="00763190"/>
    <w:rsid w:val="007634B7"/>
    <w:rsid w:val="00764447"/>
    <w:rsid w:val="0076468B"/>
    <w:rsid w:val="00764B37"/>
    <w:rsid w:val="00764CDB"/>
    <w:rsid w:val="00764ECE"/>
    <w:rsid w:val="007656B9"/>
    <w:rsid w:val="007664E9"/>
    <w:rsid w:val="00766FEA"/>
    <w:rsid w:val="007676F1"/>
    <w:rsid w:val="00767782"/>
    <w:rsid w:val="0076789A"/>
    <w:rsid w:val="00767EAB"/>
    <w:rsid w:val="0077030F"/>
    <w:rsid w:val="00770452"/>
    <w:rsid w:val="00770764"/>
    <w:rsid w:val="00770965"/>
    <w:rsid w:val="00771967"/>
    <w:rsid w:val="00771AFE"/>
    <w:rsid w:val="007720E6"/>
    <w:rsid w:val="00773464"/>
    <w:rsid w:val="00773C1E"/>
    <w:rsid w:val="00774365"/>
    <w:rsid w:val="00774419"/>
    <w:rsid w:val="00774528"/>
    <w:rsid w:val="00774B12"/>
    <w:rsid w:val="007768BE"/>
    <w:rsid w:val="00776AD3"/>
    <w:rsid w:val="00777457"/>
    <w:rsid w:val="00777F31"/>
    <w:rsid w:val="00780201"/>
    <w:rsid w:val="00780215"/>
    <w:rsid w:val="00780468"/>
    <w:rsid w:val="00780A8A"/>
    <w:rsid w:val="00780E74"/>
    <w:rsid w:val="007818E5"/>
    <w:rsid w:val="00781EC1"/>
    <w:rsid w:val="007823B0"/>
    <w:rsid w:val="00782A5A"/>
    <w:rsid w:val="007831F0"/>
    <w:rsid w:val="007832A5"/>
    <w:rsid w:val="0078346E"/>
    <w:rsid w:val="00783E1D"/>
    <w:rsid w:val="00785551"/>
    <w:rsid w:val="00785900"/>
    <w:rsid w:val="00785CD3"/>
    <w:rsid w:val="0078605F"/>
    <w:rsid w:val="007861C7"/>
    <w:rsid w:val="007861EB"/>
    <w:rsid w:val="007862C6"/>
    <w:rsid w:val="00786B76"/>
    <w:rsid w:val="00786FCC"/>
    <w:rsid w:val="0078714B"/>
    <w:rsid w:val="00787A37"/>
    <w:rsid w:val="00787C24"/>
    <w:rsid w:val="00787E2A"/>
    <w:rsid w:val="0079001F"/>
    <w:rsid w:val="00790A0C"/>
    <w:rsid w:val="00790BD0"/>
    <w:rsid w:val="00790C00"/>
    <w:rsid w:val="00790DCE"/>
    <w:rsid w:val="007911D8"/>
    <w:rsid w:val="00791B92"/>
    <w:rsid w:val="00791DD7"/>
    <w:rsid w:val="00792EC9"/>
    <w:rsid w:val="00793872"/>
    <w:rsid w:val="0079390E"/>
    <w:rsid w:val="00794D98"/>
    <w:rsid w:val="0079585C"/>
    <w:rsid w:val="007958AC"/>
    <w:rsid w:val="007958C0"/>
    <w:rsid w:val="00795D52"/>
    <w:rsid w:val="00795E84"/>
    <w:rsid w:val="007961BA"/>
    <w:rsid w:val="0079630B"/>
    <w:rsid w:val="007964D7"/>
    <w:rsid w:val="00796620"/>
    <w:rsid w:val="00797176"/>
    <w:rsid w:val="007979C5"/>
    <w:rsid w:val="00797BDF"/>
    <w:rsid w:val="00797BF9"/>
    <w:rsid w:val="007A0DB3"/>
    <w:rsid w:val="007A1121"/>
    <w:rsid w:val="007A13BA"/>
    <w:rsid w:val="007A16A1"/>
    <w:rsid w:val="007A196C"/>
    <w:rsid w:val="007A299F"/>
    <w:rsid w:val="007A3F85"/>
    <w:rsid w:val="007A40C9"/>
    <w:rsid w:val="007A569A"/>
    <w:rsid w:val="007A5717"/>
    <w:rsid w:val="007A5E80"/>
    <w:rsid w:val="007A68C4"/>
    <w:rsid w:val="007A7811"/>
    <w:rsid w:val="007B09AF"/>
    <w:rsid w:val="007B0F18"/>
    <w:rsid w:val="007B1506"/>
    <w:rsid w:val="007B1A95"/>
    <w:rsid w:val="007B1AAB"/>
    <w:rsid w:val="007B2244"/>
    <w:rsid w:val="007B2344"/>
    <w:rsid w:val="007B27DE"/>
    <w:rsid w:val="007B3006"/>
    <w:rsid w:val="007B33DA"/>
    <w:rsid w:val="007B3540"/>
    <w:rsid w:val="007B3972"/>
    <w:rsid w:val="007B420C"/>
    <w:rsid w:val="007B45AE"/>
    <w:rsid w:val="007B5228"/>
    <w:rsid w:val="007B533B"/>
    <w:rsid w:val="007B5724"/>
    <w:rsid w:val="007B5BEB"/>
    <w:rsid w:val="007B63C2"/>
    <w:rsid w:val="007B7E44"/>
    <w:rsid w:val="007B7F13"/>
    <w:rsid w:val="007C041B"/>
    <w:rsid w:val="007C0821"/>
    <w:rsid w:val="007C0998"/>
    <w:rsid w:val="007C0F5F"/>
    <w:rsid w:val="007C1FF1"/>
    <w:rsid w:val="007C39DC"/>
    <w:rsid w:val="007C44FC"/>
    <w:rsid w:val="007C4DE9"/>
    <w:rsid w:val="007C586D"/>
    <w:rsid w:val="007C5DB2"/>
    <w:rsid w:val="007C6C19"/>
    <w:rsid w:val="007C70FA"/>
    <w:rsid w:val="007C7859"/>
    <w:rsid w:val="007C798F"/>
    <w:rsid w:val="007C7EC8"/>
    <w:rsid w:val="007D05C0"/>
    <w:rsid w:val="007D0BAE"/>
    <w:rsid w:val="007D10CF"/>
    <w:rsid w:val="007D2287"/>
    <w:rsid w:val="007D25C2"/>
    <w:rsid w:val="007D2FE3"/>
    <w:rsid w:val="007D328C"/>
    <w:rsid w:val="007D3491"/>
    <w:rsid w:val="007D386B"/>
    <w:rsid w:val="007D3A7C"/>
    <w:rsid w:val="007D451C"/>
    <w:rsid w:val="007D4A1C"/>
    <w:rsid w:val="007D50BC"/>
    <w:rsid w:val="007D5170"/>
    <w:rsid w:val="007D556C"/>
    <w:rsid w:val="007D57F4"/>
    <w:rsid w:val="007D64E9"/>
    <w:rsid w:val="007D67D5"/>
    <w:rsid w:val="007D6EC2"/>
    <w:rsid w:val="007D7046"/>
    <w:rsid w:val="007D75B8"/>
    <w:rsid w:val="007D79B9"/>
    <w:rsid w:val="007E0BD9"/>
    <w:rsid w:val="007E1656"/>
    <w:rsid w:val="007E1727"/>
    <w:rsid w:val="007E4163"/>
    <w:rsid w:val="007E46FD"/>
    <w:rsid w:val="007E48A0"/>
    <w:rsid w:val="007E5A80"/>
    <w:rsid w:val="007E5DF0"/>
    <w:rsid w:val="007E6816"/>
    <w:rsid w:val="007E6883"/>
    <w:rsid w:val="007E6CA4"/>
    <w:rsid w:val="007F0649"/>
    <w:rsid w:val="007F0F34"/>
    <w:rsid w:val="007F20AB"/>
    <w:rsid w:val="007F2A17"/>
    <w:rsid w:val="007F3D2B"/>
    <w:rsid w:val="007F47C9"/>
    <w:rsid w:val="007F492A"/>
    <w:rsid w:val="007F55B9"/>
    <w:rsid w:val="007F5784"/>
    <w:rsid w:val="007F5F31"/>
    <w:rsid w:val="007F6160"/>
    <w:rsid w:val="007F62FE"/>
    <w:rsid w:val="007F6B28"/>
    <w:rsid w:val="007F7BE7"/>
    <w:rsid w:val="008014A7"/>
    <w:rsid w:val="00801583"/>
    <w:rsid w:val="00801F5D"/>
    <w:rsid w:val="00802EC0"/>
    <w:rsid w:val="00803906"/>
    <w:rsid w:val="00804DAF"/>
    <w:rsid w:val="00805294"/>
    <w:rsid w:val="008056FC"/>
    <w:rsid w:val="00805B8B"/>
    <w:rsid w:val="00805EA6"/>
    <w:rsid w:val="00805FFB"/>
    <w:rsid w:val="008078E2"/>
    <w:rsid w:val="00807A27"/>
    <w:rsid w:val="00810949"/>
    <w:rsid w:val="00810B09"/>
    <w:rsid w:val="008117CD"/>
    <w:rsid w:val="00811E13"/>
    <w:rsid w:val="00811FC6"/>
    <w:rsid w:val="00812241"/>
    <w:rsid w:val="00813D21"/>
    <w:rsid w:val="008144A8"/>
    <w:rsid w:val="00815C7F"/>
    <w:rsid w:val="00815DE2"/>
    <w:rsid w:val="00816598"/>
    <w:rsid w:val="008167AD"/>
    <w:rsid w:val="00816DEE"/>
    <w:rsid w:val="00817529"/>
    <w:rsid w:val="008213AE"/>
    <w:rsid w:val="008217E2"/>
    <w:rsid w:val="00821D88"/>
    <w:rsid w:val="00821FD6"/>
    <w:rsid w:val="008222FC"/>
    <w:rsid w:val="008225DD"/>
    <w:rsid w:val="00822613"/>
    <w:rsid w:val="00822E2A"/>
    <w:rsid w:val="00824116"/>
    <w:rsid w:val="008247D9"/>
    <w:rsid w:val="0082597D"/>
    <w:rsid w:val="00825ED9"/>
    <w:rsid w:val="0082609A"/>
    <w:rsid w:val="008269DD"/>
    <w:rsid w:val="0083008E"/>
    <w:rsid w:val="00830560"/>
    <w:rsid w:val="00830AB4"/>
    <w:rsid w:val="00831381"/>
    <w:rsid w:val="008313D8"/>
    <w:rsid w:val="00831787"/>
    <w:rsid w:val="00831808"/>
    <w:rsid w:val="00831F87"/>
    <w:rsid w:val="0083217B"/>
    <w:rsid w:val="00832869"/>
    <w:rsid w:val="00832D95"/>
    <w:rsid w:val="008330A6"/>
    <w:rsid w:val="00833A53"/>
    <w:rsid w:val="008347C9"/>
    <w:rsid w:val="008349D1"/>
    <w:rsid w:val="008349EC"/>
    <w:rsid w:val="00834EF5"/>
    <w:rsid w:val="0083515D"/>
    <w:rsid w:val="008359D8"/>
    <w:rsid w:val="0083652A"/>
    <w:rsid w:val="0083657E"/>
    <w:rsid w:val="008367F5"/>
    <w:rsid w:val="0083683B"/>
    <w:rsid w:val="008378E6"/>
    <w:rsid w:val="00840407"/>
    <w:rsid w:val="00840723"/>
    <w:rsid w:val="00840817"/>
    <w:rsid w:val="008411EF"/>
    <w:rsid w:val="008412C0"/>
    <w:rsid w:val="00841754"/>
    <w:rsid w:val="008417B8"/>
    <w:rsid w:val="00841A55"/>
    <w:rsid w:val="0084261D"/>
    <w:rsid w:val="008441BF"/>
    <w:rsid w:val="00844405"/>
    <w:rsid w:val="0084476F"/>
    <w:rsid w:val="00844DEF"/>
    <w:rsid w:val="008456B0"/>
    <w:rsid w:val="008457D8"/>
    <w:rsid w:val="0084589E"/>
    <w:rsid w:val="00845B5C"/>
    <w:rsid w:val="0084756F"/>
    <w:rsid w:val="008475D2"/>
    <w:rsid w:val="00847DB1"/>
    <w:rsid w:val="00847E2E"/>
    <w:rsid w:val="00851D10"/>
    <w:rsid w:val="00852425"/>
    <w:rsid w:val="008530D7"/>
    <w:rsid w:val="008534D3"/>
    <w:rsid w:val="00854644"/>
    <w:rsid w:val="008548E1"/>
    <w:rsid w:val="00854B66"/>
    <w:rsid w:val="00854C0D"/>
    <w:rsid w:val="0085713E"/>
    <w:rsid w:val="008573DC"/>
    <w:rsid w:val="00857403"/>
    <w:rsid w:val="0085748F"/>
    <w:rsid w:val="0085751D"/>
    <w:rsid w:val="00857ACD"/>
    <w:rsid w:val="00857D80"/>
    <w:rsid w:val="00857E55"/>
    <w:rsid w:val="00860B92"/>
    <w:rsid w:val="0086139E"/>
    <w:rsid w:val="00861538"/>
    <w:rsid w:val="00861990"/>
    <w:rsid w:val="00861FBD"/>
    <w:rsid w:val="008621AD"/>
    <w:rsid w:val="0086394A"/>
    <w:rsid w:val="00863AF9"/>
    <w:rsid w:val="00863C4F"/>
    <w:rsid w:val="00863EA1"/>
    <w:rsid w:val="00864219"/>
    <w:rsid w:val="008643CE"/>
    <w:rsid w:val="00864D20"/>
    <w:rsid w:val="00864E69"/>
    <w:rsid w:val="00867B50"/>
    <w:rsid w:val="008703ED"/>
    <w:rsid w:val="00870840"/>
    <w:rsid w:val="0087092B"/>
    <w:rsid w:val="0087224E"/>
    <w:rsid w:val="00872D47"/>
    <w:rsid w:val="008732DD"/>
    <w:rsid w:val="00873353"/>
    <w:rsid w:val="008742A9"/>
    <w:rsid w:val="0087453F"/>
    <w:rsid w:val="008745E3"/>
    <w:rsid w:val="00874C3F"/>
    <w:rsid w:val="00875650"/>
    <w:rsid w:val="008758A7"/>
    <w:rsid w:val="00875E12"/>
    <w:rsid w:val="00875ED2"/>
    <w:rsid w:val="00876B04"/>
    <w:rsid w:val="00876FC7"/>
    <w:rsid w:val="008773DA"/>
    <w:rsid w:val="00877515"/>
    <w:rsid w:val="00877E32"/>
    <w:rsid w:val="00881BD4"/>
    <w:rsid w:val="00882F36"/>
    <w:rsid w:val="00883544"/>
    <w:rsid w:val="00883754"/>
    <w:rsid w:val="00883AC3"/>
    <w:rsid w:val="00883CE0"/>
    <w:rsid w:val="0088456D"/>
    <w:rsid w:val="00885451"/>
    <w:rsid w:val="0088548F"/>
    <w:rsid w:val="00885E57"/>
    <w:rsid w:val="0088670D"/>
    <w:rsid w:val="00886B0E"/>
    <w:rsid w:val="008877CB"/>
    <w:rsid w:val="008908AB"/>
    <w:rsid w:val="008908F6"/>
    <w:rsid w:val="0089200B"/>
    <w:rsid w:val="00892F99"/>
    <w:rsid w:val="00893738"/>
    <w:rsid w:val="00893C45"/>
    <w:rsid w:val="00893E6D"/>
    <w:rsid w:val="00893F3E"/>
    <w:rsid w:val="00894EDC"/>
    <w:rsid w:val="00895178"/>
    <w:rsid w:val="00895487"/>
    <w:rsid w:val="00895872"/>
    <w:rsid w:val="0089606C"/>
    <w:rsid w:val="00897479"/>
    <w:rsid w:val="00897900"/>
    <w:rsid w:val="00897E72"/>
    <w:rsid w:val="008A0426"/>
    <w:rsid w:val="008A05A4"/>
    <w:rsid w:val="008A07A3"/>
    <w:rsid w:val="008A0806"/>
    <w:rsid w:val="008A0E02"/>
    <w:rsid w:val="008A164A"/>
    <w:rsid w:val="008A166F"/>
    <w:rsid w:val="008A180B"/>
    <w:rsid w:val="008A286E"/>
    <w:rsid w:val="008A28FD"/>
    <w:rsid w:val="008A2CB3"/>
    <w:rsid w:val="008A305B"/>
    <w:rsid w:val="008A3932"/>
    <w:rsid w:val="008A3E88"/>
    <w:rsid w:val="008A416C"/>
    <w:rsid w:val="008A4486"/>
    <w:rsid w:val="008A47FE"/>
    <w:rsid w:val="008A4D89"/>
    <w:rsid w:val="008A50C5"/>
    <w:rsid w:val="008A514C"/>
    <w:rsid w:val="008A52A9"/>
    <w:rsid w:val="008A5504"/>
    <w:rsid w:val="008A6101"/>
    <w:rsid w:val="008A6715"/>
    <w:rsid w:val="008A6E17"/>
    <w:rsid w:val="008A7841"/>
    <w:rsid w:val="008A78A8"/>
    <w:rsid w:val="008B0150"/>
    <w:rsid w:val="008B02C7"/>
    <w:rsid w:val="008B04A1"/>
    <w:rsid w:val="008B169B"/>
    <w:rsid w:val="008B1DE3"/>
    <w:rsid w:val="008B2042"/>
    <w:rsid w:val="008B2AD9"/>
    <w:rsid w:val="008B2F29"/>
    <w:rsid w:val="008B3514"/>
    <w:rsid w:val="008B353E"/>
    <w:rsid w:val="008B39F6"/>
    <w:rsid w:val="008B3A95"/>
    <w:rsid w:val="008B41BD"/>
    <w:rsid w:val="008B463E"/>
    <w:rsid w:val="008B52C3"/>
    <w:rsid w:val="008B5906"/>
    <w:rsid w:val="008B5BAC"/>
    <w:rsid w:val="008B5C25"/>
    <w:rsid w:val="008B6239"/>
    <w:rsid w:val="008B630E"/>
    <w:rsid w:val="008B635F"/>
    <w:rsid w:val="008B646D"/>
    <w:rsid w:val="008B66EF"/>
    <w:rsid w:val="008B68B2"/>
    <w:rsid w:val="008B70DB"/>
    <w:rsid w:val="008B729D"/>
    <w:rsid w:val="008B72FD"/>
    <w:rsid w:val="008B758E"/>
    <w:rsid w:val="008B7874"/>
    <w:rsid w:val="008B79B1"/>
    <w:rsid w:val="008B7D96"/>
    <w:rsid w:val="008C0878"/>
    <w:rsid w:val="008C0927"/>
    <w:rsid w:val="008C0D93"/>
    <w:rsid w:val="008C118A"/>
    <w:rsid w:val="008C1353"/>
    <w:rsid w:val="008C160F"/>
    <w:rsid w:val="008C1BE1"/>
    <w:rsid w:val="008C1C9B"/>
    <w:rsid w:val="008C1E66"/>
    <w:rsid w:val="008C1EA8"/>
    <w:rsid w:val="008C2AAB"/>
    <w:rsid w:val="008C3452"/>
    <w:rsid w:val="008C42AD"/>
    <w:rsid w:val="008C4B5D"/>
    <w:rsid w:val="008C5047"/>
    <w:rsid w:val="008C563A"/>
    <w:rsid w:val="008C5EA1"/>
    <w:rsid w:val="008C60FC"/>
    <w:rsid w:val="008C6658"/>
    <w:rsid w:val="008C70BB"/>
    <w:rsid w:val="008C7191"/>
    <w:rsid w:val="008C7BB2"/>
    <w:rsid w:val="008D0C8C"/>
    <w:rsid w:val="008D1129"/>
    <w:rsid w:val="008D1B52"/>
    <w:rsid w:val="008D2CF5"/>
    <w:rsid w:val="008D2F1B"/>
    <w:rsid w:val="008D349A"/>
    <w:rsid w:val="008D3764"/>
    <w:rsid w:val="008D4381"/>
    <w:rsid w:val="008D54EC"/>
    <w:rsid w:val="008D5AD6"/>
    <w:rsid w:val="008D5C8E"/>
    <w:rsid w:val="008D5F63"/>
    <w:rsid w:val="008D6444"/>
    <w:rsid w:val="008D6CCC"/>
    <w:rsid w:val="008D74A3"/>
    <w:rsid w:val="008D7A73"/>
    <w:rsid w:val="008D7B94"/>
    <w:rsid w:val="008E034B"/>
    <w:rsid w:val="008E044E"/>
    <w:rsid w:val="008E04EE"/>
    <w:rsid w:val="008E0620"/>
    <w:rsid w:val="008E12EC"/>
    <w:rsid w:val="008E1758"/>
    <w:rsid w:val="008E2445"/>
    <w:rsid w:val="008E244A"/>
    <w:rsid w:val="008E26EA"/>
    <w:rsid w:val="008E29C7"/>
    <w:rsid w:val="008E2AAD"/>
    <w:rsid w:val="008E3259"/>
    <w:rsid w:val="008E338D"/>
    <w:rsid w:val="008E38D9"/>
    <w:rsid w:val="008E454A"/>
    <w:rsid w:val="008E4874"/>
    <w:rsid w:val="008E497F"/>
    <w:rsid w:val="008E4A94"/>
    <w:rsid w:val="008E5BCE"/>
    <w:rsid w:val="008E5FEB"/>
    <w:rsid w:val="008E6563"/>
    <w:rsid w:val="008E6A2E"/>
    <w:rsid w:val="008E7387"/>
    <w:rsid w:val="008E763C"/>
    <w:rsid w:val="008E76DA"/>
    <w:rsid w:val="008E7A7D"/>
    <w:rsid w:val="008F0208"/>
    <w:rsid w:val="008F0437"/>
    <w:rsid w:val="008F1899"/>
    <w:rsid w:val="008F1F4B"/>
    <w:rsid w:val="008F25F2"/>
    <w:rsid w:val="008F2607"/>
    <w:rsid w:val="008F2F5C"/>
    <w:rsid w:val="008F36ED"/>
    <w:rsid w:val="008F383D"/>
    <w:rsid w:val="008F3F5D"/>
    <w:rsid w:val="008F4513"/>
    <w:rsid w:val="008F4983"/>
    <w:rsid w:val="008F4B77"/>
    <w:rsid w:val="008F4BB8"/>
    <w:rsid w:val="008F4CD0"/>
    <w:rsid w:val="008F531E"/>
    <w:rsid w:val="008F533F"/>
    <w:rsid w:val="008F5398"/>
    <w:rsid w:val="008F5843"/>
    <w:rsid w:val="008F5865"/>
    <w:rsid w:val="008F5A8B"/>
    <w:rsid w:val="008F5D5F"/>
    <w:rsid w:val="008F5F81"/>
    <w:rsid w:val="008F653C"/>
    <w:rsid w:val="008F6753"/>
    <w:rsid w:val="008F7BFE"/>
    <w:rsid w:val="008F7E26"/>
    <w:rsid w:val="009000B5"/>
    <w:rsid w:val="00900394"/>
    <w:rsid w:val="00901097"/>
    <w:rsid w:val="00901379"/>
    <w:rsid w:val="00902701"/>
    <w:rsid w:val="00902EC3"/>
    <w:rsid w:val="00903244"/>
    <w:rsid w:val="00903A44"/>
    <w:rsid w:val="00903EBF"/>
    <w:rsid w:val="00904331"/>
    <w:rsid w:val="009044B7"/>
    <w:rsid w:val="009062F7"/>
    <w:rsid w:val="009063A1"/>
    <w:rsid w:val="00907449"/>
    <w:rsid w:val="00907AB1"/>
    <w:rsid w:val="00910275"/>
    <w:rsid w:val="00910303"/>
    <w:rsid w:val="009109FE"/>
    <w:rsid w:val="00910F23"/>
    <w:rsid w:val="00910FE0"/>
    <w:rsid w:val="00911871"/>
    <w:rsid w:val="00912069"/>
    <w:rsid w:val="009121E3"/>
    <w:rsid w:val="00912FA3"/>
    <w:rsid w:val="00912FA4"/>
    <w:rsid w:val="00913087"/>
    <w:rsid w:val="009131AD"/>
    <w:rsid w:val="00914B88"/>
    <w:rsid w:val="00914F5E"/>
    <w:rsid w:val="0091513E"/>
    <w:rsid w:val="00915D06"/>
    <w:rsid w:val="009160BE"/>
    <w:rsid w:val="009163B1"/>
    <w:rsid w:val="009163CA"/>
    <w:rsid w:val="0092088B"/>
    <w:rsid w:val="00920CBC"/>
    <w:rsid w:val="00921160"/>
    <w:rsid w:val="00921236"/>
    <w:rsid w:val="00921298"/>
    <w:rsid w:val="00921488"/>
    <w:rsid w:val="009215A1"/>
    <w:rsid w:val="009215E5"/>
    <w:rsid w:val="00921D5B"/>
    <w:rsid w:val="009222DA"/>
    <w:rsid w:val="0092245E"/>
    <w:rsid w:val="009227D6"/>
    <w:rsid w:val="00923197"/>
    <w:rsid w:val="009247E4"/>
    <w:rsid w:val="00925198"/>
    <w:rsid w:val="00925341"/>
    <w:rsid w:val="00925AB2"/>
    <w:rsid w:val="00925C94"/>
    <w:rsid w:val="009264F8"/>
    <w:rsid w:val="00926635"/>
    <w:rsid w:val="00926AF8"/>
    <w:rsid w:val="00926CDB"/>
    <w:rsid w:val="00927174"/>
    <w:rsid w:val="00927AA3"/>
    <w:rsid w:val="00927AB1"/>
    <w:rsid w:val="00927BB4"/>
    <w:rsid w:val="00930499"/>
    <w:rsid w:val="009305E6"/>
    <w:rsid w:val="00930604"/>
    <w:rsid w:val="0093068E"/>
    <w:rsid w:val="00930D05"/>
    <w:rsid w:val="009313A3"/>
    <w:rsid w:val="009313CD"/>
    <w:rsid w:val="00933102"/>
    <w:rsid w:val="009335B3"/>
    <w:rsid w:val="0093412B"/>
    <w:rsid w:val="009342F2"/>
    <w:rsid w:val="00934413"/>
    <w:rsid w:val="00934E2C"/>
    <w:rsid w:val="009355EC"/>
    <w:rsid w:val="009355F1"/>
    <w:rsid w:val="0093699A"/>
    <w:rsid w:val="00937485"/>
    <w:rsid w:val="0093768F"/>
    <w:rsid w:val="0094054C"/>
    <w:rsid w:val="0094132E"/>
    <w:rsid w:val="009415CF"/>
    <w:rsid w:val="00941BAB"/>
    <w:rsid w:val="00941FAB"/>
    <w:rsid w:val="0094283D"/>
    <w:rsid w:val="0094332E"/>
    <w:rsid w:val="009434FE"/>
    <w:rsid w:val="00943540"/>
    <w:rsid w:val="009436EE"/>
    <w:rsid w:val="00943977"/>
    <w:rsid w:val="00944292"/>
    <w:rsid w:val="00944BD5"/>
    <w:rsid w:val="00944D21"/>
    <w:rsid w:val="00945610"/>
    <w:rsid w:val="009459F7"/>
    <w:rsid w:val="00945BB2"/>
    <w:rsid w:val="00946083"/>
    <w:rsid w:val="009469AC"/>
    <w:rsid w:val="00946DB0"/>
    <w:rsid w:val="00947508"/>
    <w:rsid w:val="009477DE"/>
    <w:rsid w:val="009479C5"/>
    <w:rsid w:val="00950B4D"/>
    <w:rsid w:val="009514FA"/>
    <w:rsid w:val="009517D9"/>
    <w:rsid w:val="00951A13"/>
    <w:rsid w:val="00951F84"/>
    <w:rsid w:val="00951FF4"/>
    <w:rsid w:val="00952628"/>
    <w:rsid w:val="00952A66"/>
    <w:rsid w:val="00953217"/>
    <w:rsid w:val="00953483"/>
    <w:rsid w:val="00953A57"/>
    <w:rsid w:val="009545B1"/>
    <w:rsid w:val="00954670"/>
    <w:rsid w:val="0095490D"/>
    <w:rsid w:val="00954F54"/>
    <w:rsid w:val="00955C91"/>
    <w:rsid w:val="0095707D"/>
    <w:rsid w:val="009602F1"/>
    <w:rsid w:val="009604E1"/>
    <w:rsid w:val="00960704"/>
    <w:rsid w:val="00960C53"/>
    <w:rsid w:val="009611B3"/>
    <w:rsid w:val="009628AB"/>
    <w:rsid w:val="00963851"/>
    <w:rsid w:val="00963A9E"/>
    <w:rsid w:val="00964024"/>
    <w:rsid w:val="0096476A"/>
    <w:rsid w:val="00964E96"/>
    <w:rsid w:val="00965AD5"/>
    <w:rsid w:val="00965B0F"/>
    <w:rsid w:val="0096631C"/>
    <w:rsid w:val="009668EF"/>
    <w:rsid w:val="00967C8E"/>
    <w:rsid w:val="00967E8C"/>
    <w:rsid w:val="009700FC"/>
    <w:rsid w:val="00970100"/>
    <w:rsid w:val="00970ECE"/>
    <w:rsid w:val="009710CF"/>
    <w:rsid w:val="00971143"/>
    <w:rsid w:val="00971154"/>
    <w:rsid w:val="0097119D"/>
    <w:rsid w:val="0097180F"/>
    <w:rsid w:val="00971DEE"/>
    <w:rsid w:val="00971EF4"/>
    <w:rsid w:val="00971FB8"/>
    <w:rsid w:val="0097246E"/>
    <w:rsid w:val="00972606"/>
    <w:rsid w:val="009740D1"/>
    <w:rsid w:val="0097451A"/>
    <w:rsid w:val="00974D5C"/>
    <w:rsid w:val="00974DB9"/>
    <w:rsid w:val="00974E1D"/>
    <w:rsid w:val="0097544D"/>
    <w:rsid w:val="00975ACA"/>
    <w:rsid w:val="00975D9E"/>
    <w:rsid w:val="009760B7"/>
    <w:rsid w:val="009765A8"/>
    <w:rsid w:val="00976AEB"/>
    <w:rsid w:val="00976D88"/>
    <w:rsid w:val="00977743"/>
    <w:rsid w:val="00980682"/>
    <w:rsid w:val="00980835"/>
    <w:rsid w:val="009809CE"/>
    <w:rsid w:val="009809F9"/>
    <w:rsid w:val="009812E2"/>
    <w:rsid w:val="009818B5"/>
    <w:rsid w:val="00981F94"/>
    <w:rsid w:val="009827ED"/>
    <w:rsid w:val="009831EF"/>
    <w:rsid w:val="00983FC4"/>
    <w:rsid w:val="00984D82"/>
    <w:rsid w:val="00984EDF"/>
    <w:rsid w:val="00985369"/>
    <w:rsid w:val="009859EE"/>
    <w:rsid w:val="0098630A"/>
    <w:rsid w:val="00986BF7"/>
    <w:rsid w:val="00986FD5"/>
    <w:rsid w:val="009874B0"/>
    <w:rsid w:val="009901B1"/>
    <w:rsid w:val="00990517"/>
    <w:rsid w:val="00990B2D"/>
    <w:rsid w:val="0099188A"/>
    <w:rsid w:val="009918EE"/>
    <w:rsid w:val="00991DA4"/>
    <w:rsid w:val="009922BE"/>
    <w:rsid w:val="00992389"/>
    <w:rsid w:val="009923A2"/>
    <w:rsid w:val="00992B1F"/>
    <w:rsid w:val="00993551"/>
    <w:rsid w:val="00993F1E"/>
    <w:rsid w:val="00995B60"/>
    <w:rsid w:val="009964AA"/>
    <w:rsid w:val="009967D3"/>
    <w:rsid w:val="00996B13"/>
    <w:rsid w:val="009A0001"/>
    <w:rsid w:val="009A0047"/>
    <w:rsid w:val="009A153A"/>
    <w:rsid w:val="009A1648"/>
    <w:rsid w:val="009A1A42"/>
    <w:rsid w:val="009A1F3E"/>
    <w:rsid w:val="009A246B"/>
    <w:rsid w:val="009A26EB"/>
    <w:rsid w:val="009A2C0A"/>
    <w:rsid w:val="009A2E61"/>
    <w:rsid w:val="009A3610"/>
    <w:rsid w:val="009A3882"/>
    <w:rsid w:val="009A4411"/>
    <w:rsid w:val="009A4876"/>
    <w:rsid w:val="009A48E5"/>
    <w:rsid w:val="009A4ACE"/>
    <w:rsid w:val="009A4D2D"/>
    <w:rsid w:val="009A4EA0"/>
    <w:rsid w:val="009A575E"/>
    <w:rsid w:val="009A5CE0"/>
    <w:rsid w:val="009A643C"/>
    <w:rsid w:val="009A65EB"/>
    <w:rsid w:val="009A6A03"/>
    <w:rsid w:val="009A73FA"/>
    <w:rsid w:val="009A7721"/>
    <w:rsid w:val="009A7DD1"/>
    <w:rsid w:val="009B0084"/>
    <w:rsid w:val="009B080C"/>
    <w:rsid w:val="009B115B"/>
    <w:rsid w:val="009B13F6"/>
    <w:rsid w:val="009B1474"/>
    <w:rsid w:val="009B1BBF"/>
    <w:rsid w:val="009B295D"/>
    <w:rsid w:val="009B2C3A"/>
    <w:rsid w:val="009B2E52"/>
    <w:rsid w:val="009B3038"/>
    <w:rsid w:val="009B314B"/>
    <w:rsid w:val="009B3742"/>
    <w:rsid w:val="009B47FC"/>
    <w:rsid w:val="009B49C2"/>
    <w:rsid w:val="009B558F"/>
    <w:rsid w:val="009B5B73"/>
    <w:rsid w:val="009B6347"/>
    <w:rsid w:val="009B6E74"/>
    <w:rsid w:val="009B7101"/>
    <w:rsid w:val="009B7EA4"/>
    <w:rsid w:val="009C01AC"/>
    <w:rsid w:val="009C063C"/>
    <w:rsid w:val="009C068F"/>
    <w:rsid w:val="009C0C2F"/>
    <w:rsid w:val="009C0F6D"/>
    <w:rsid w:val="009C202B"/>
    <w:rsid w:val="009C235D"/>
    <w:rsid w:val="009C2FFC"/>
    <w:rsid w:val="009C3332"/>
    <w:rsid w:val="009C341D"/>
    <w:rsid w:val="009C3921"/>
    <w:rsid w:val="009C3BE9"/>
    <w:rsid w:val="009C3DFB"/>
    <w:rsid w:val="009C4278"/>
    <w:rsid w:val="009C42A9"/>
    <w:rsid w:val="009C4AEE"/>
    <w:rsid w:val="009C4C28"/>
    <w:rsid w:val="009C5DE2"/>
    <w:rsid w:val="009C6477"/>
    <w:rsid w:val="009C6E33"/>
    <w:rsid w:val="009C6E79"/>
    <w:rsid w:val="009C6F43"/>
    <w:rsid w:val="009C7208"/>
    <w:rsid w:val="009C78A0"/>
    <w:rsid w:val="009C795A"/>
    <w:rsid w:val="009C7C5E"/>
    <w:rsid w:val="009D00E7"/>
    <w:rsid w:val="009D0325"/>
    <w:rsid w:val="009D0566"/>
    <w:rsid w:val="009D091A"/>
    <w:rsid w:val="009D0D85"/>
    <w:rsid w:val="009D0F81"/>
    <w:rsid w:val="009D1406"/>
    <w:rsid w:val="009D1609"/>
    <w:rsid w:val="009D1A90"/>
    <w:rsid w:val="009D1D3D"/>
    <w:rsid w:val="009D1EE1"/>
    <w:rsid w:val="009D2540"/>
    <w:rsid w:val="009D2FB0"/>
    <w:rsid w:val="009D438B"/>
    <w:rsid w:val="009D4D7E"/>
    <w:rsid w:val="009D5077"/>
    <w:rsid w:val="009D54B8"/>
    <w:rsid w:val="009D5F51"/>
    <w:rsid w:val="009D6786"/>
    <w:rsid w:val="009D7234"/>
    <w:rsid w:val="009D7248"/>
    <w:rsid w:val="009D7BF6"/>
    <w:rsid w:val="009E08FA"/>
    <w:rsid w:val="009E1383"/>
    <w:rsid w:val="009E19FF"/>
    <w:rsid w:val="009E29FF"/>
    <w:rsid w:val="009E3046"/>
    <w:rsid w:val="009E3594"/>
    <w:rsid w:val="009E37E1"/>
    <w:rsid w:val="009E3CD1"/>
    <w:rsid w:val="009E4398"/>
    <w:rsid w:val="009E4FB2"/>
    <w:rsid w:val="009E5C68"/>
    <w:rsid w:val="009E65A4"/>
    <w:rsid w:val="009E7E1B"/>
    <w:rsid w:val="009E7E8F"/>
    <w:rsid w:val="009F0164"/>
    <w:rsid w:val="009F0330"/>
    <w:rsid w:val="009F0C28"/>
    <w:rsid w:val="009F12D1"/>
    <w:rsid w:val="009F1774"/>
    <w:rsid w:val="009F1AEC"/>
    <w:rsid w:val="009F251D"/>
    <w:rsid w:val="009F2A03"/>
    <w:rsid w:val="009F2A4C"/>
    <w:rsid w:val="009F2B8F"/>
    <w:rsid w:val="009F3508"/>
    <w:rsid w:val="009F38DF"/>
    <w:rsid w:val="009F3AA0"/>
    <w:rsid w:val="009F3CF7"/>
    <w:rsid w:val="009F5024"/>
    <w:rsid w:val="009F6536"/>
    <w:rsid w:val="009F6B47"/>
    <w:rsid w:val="009F6FBF"/>
    <w:rsid w:val="009F7168"/>
    <w:rsid w:val="009F789C"/>
    <w:rsid w:val="009F7CF8"/>
    <w:rsid w:val="00A00131"/>
    <w:rsid w:val="00A00189"/>
    <w:rsid w:val="00A00409"/>
    <w:rsid w:val="00A005F1"/>
    <w:rsid w:val="00A00E56"/>
    <w:rsid w:val="00A013E9"/>
    <w:rsid w:val="00A0190E"/>
    <w:rsid w:val="00A02217"/>
    <w:rsid w:val="00A027F2"/>
    <w:rsid w:val="00A03716"/>
    <w:rsid w:val="00A03DC2"/>
    <w:rsid w:val="00A03F52"/>
    <w:rsid w:val="00A0462C"/>
    <w:rsid w:val="00A049C8"/>
    <w:rsid w:val="00A04E9A"/>
    <w:rsid w:val="00A06EDC"/>
    <w:rsid w:val="00A077E2"/>
    <w:rsid w:val="00A078F2"/>
    <w:rsid w:val="00A07A10"/>
    <w:rsid w:val="00A10C67"/>
    <w:rsid w:val="00A10F05"/>
    <w:rsid w:val="00A111E1"/>
    <w:rsid w:val="00A112AF"/>
    <w:rsid w:val="00A116E5"/>
    <w:rsid w:val="00A1172A"/>
    <w:rsid w:val="00A12382"/>
    <w:rsid w:val="00A1251D"/>
    <w:rsid w:val="00A127EC"/>
    <w:rsid w:val="00A12B84"/>
    <w:rsid w:val="00A12E9C"/>
    <w:rsid w:val="00A1374D"/>
    <w:rsid w:val="00A13FE6"/>
    <w:rsid w:val="00A1430C"/>
    <w:rsid w:val="00A143CC"/>
    <w:rsid w:val="00A150DF"/>
    <w:rsid w:val="00A15451"/>
    <w:rsid w:val="00A1559B"/>
    <w:rsid w:val="00A15B4F"/>
    <w:rsid w:val="00A1641B"/>
    <w:rsid w:val="00A169EC"/>
    <w:rsid w:val="00A16D0C"/>
    <w:rsid w:val="00A17510"/>
    <w:rsid w:val="00A1782F"/>
    <w:rsid w:val="00A17903"/>
    <w:rsid w:val="00A17BE6"/>
    <w:rsid w:val="00A17C47"/>
    <w:rsid w:val="00A17FA3"/>
    <w:rsid w:val="00A205A0"/>
    <w:rsid w:val="00A21565"/>
    <w:rsid w:val="00A216A9"/>
    <w:rsid w:val="00A21B6D"/>
    <w:rsid w:val="00A2260E"/>
    <w:rsid w:val="00A22C89"/>
    <w:rsid w:val="00A22DCD"/>
    <w:rsid w:val="00A23D68"/>
    <w:rsid w:val="00A242EA"/>
    <w:rsid w:val="00A24771"/>
    <w:rsid w:val="00A256D4"/>
    <w:rsid w:val="00A269B5"/>
    <w:rsid w:val="00A26F78"/>
    <w:rsid w:val="00A271D4"/>
    <w:rsid w:val="00A27C55"/>
    <w:rsid w:val="00A27F58"/>
    <w:rsid w:val="00A311C0"/>
    <w:rsid w:val="00A31264"/>
    <w:rsid w:val="00A31F55"/>
    <w:rsid w:val="00A3219C"/>
    <w:rsid w:val="00A3523D"/>
    <w:rsid w:val="00A354CF"/>
    <w:rsid w:val="00A359D4"/>
    <w:rsid w:val="00A36098"/>
    <w:rsid w:val="00A36210"/>
    <w:rsid w:val="00A366FF"/>
    <w:rsid w:val="00A3728E"/>
    <w:rsid w:val="00A374E6"/>
    <w:rsid w:val="00A40004"/>
    <w:rsid w:val="00A40BC2"/>
    <w:rsid w:val="00A40CE3"/>
    <w:rsid w:val="00A40E93"/>
    <w:rsid w:val="00A41237"/>
    <w:rsid w:val="00A4151C"/>
    <w:rsid w:val="00A41D6A"/>
    <w:rsid w:val="00A41D88"/>
    <w:rsid w:val="00A4227A"/>
    <w:rsid w:val="00A4285C"/>
    <w:rsid w:val="00A43523"/>
    <w:rsid w:val="00A43D98"/>
    <w:rsid w:val="00A43F95"/>
    <w:rsid w:val="00A4526E"/>
    <w:rsid w:val="00A4582C"/>
    <w:rsid w:val="00A45B03"/>
    <w:rsid w:val="00A45ECB"/>
    <w:rsid w:val="00A460A9"/>
    <w:rsid w:val="00A46DD8"/>
    <w:rsid w:val="00A46E60"/>
    <w:rsid w:val="00A47CBE"/>
    <w:rsid w:val="00A50A3A"/>
    <w:rsid w:val="00A50A86"/>
    <w:rsid w:val="00A50F9D"/>
    <w:rsid w:val="00A539EF"/>
    <w:rsid w:val="00A5407A"/>
    <w:rsid w:val="00A547FE"/>
    <w:rsid w:val="00A5484D"/>
    <w:rsid w:val="00A549B1"/>
    <w:rsid w:val="00A54E06"/>
    <w:rsid w:val="00A54F42"/>
    <w:rsid w:val="00A55574"/>
    <w:rsid w:val="00A55C3F"/>
    <w:rsid w:val="00A565B9"/>
    <w:rsid w:val="00A56898"/>
    <w:rsid w:val="00A56C4C"/>
    <w:rsid w:val="00A57265"/>
    <w:rsid w:val="00A61122"/>
    <w:rsid w:val="00A6154C"/>
    <w:rsid w:val="00A6203A"/>
    <w:rsid w:val="00A62101"/>
    <w:rsid w:val="00A623CE"/>
    <w:rsid w:val="00A63130"/>
    <w:rsid w:val="00A638BB"/>
    <w:rsid w:val="00A63FCB"/>
    <w:rsid w:val="00A64796"/>
    <w:rsid w:val="00A649A8"/>
    <w:rsid w:val="00A64B88"/>
    <w:rsid w:val="00A65477"/>
    <w:rsid w:val="00A655E9"/>
    <w:rsid w:val="00A65683"/>
    <w:rsid w:val="00A659BB"/>
    <w:rsid w:val="00A65E0F"/>
    <w:rsid w:val="00A66733"/>
    <w:rsid w:val="00A6684E"/>
    <w:rsid w:val="00A6750A"/>
    <w:rsid w:val="00A678A4"/>
    <w:rsid w:val="00A679EA"/>
    <w:rsid w:val="00A67E85"/>
    <w:rsid w:val="00A67EA4"/>
    <w:rsid w:val="00A67EAB"/>
    <w:rsid w:val="00A67FE7"/>
    <w:rsid w:val="00A70C86"/>
    <w:rsid w:val="00A71AF6"/>
    <w:rsid w:val="00A71B73"/>
    <w:rsid w:val="00A72120"/>
    <w:rsid w:val="00A72ABB"/>
    <w:rsid w:val="00A732C0"/>
    <w:rsid w:val="00A7331D"/>
    <w:rsid w:val="00A73330"/>
    <w:rsid w:val="00A7369A"/>
    <w:rsid w:val="00A738EE"/>
    <w:rsid w:val="00A74370"/>
    <w:rsid w:val="00A74A54"/>
    <w:rsid w:val="00A75EB9"/>
    <w:rsid w:val="00A760BA"/>
    <w:rsid w:val="00A76621"/>
    <w:rsid w:val="00A76B37"/>
    <w:rsid w:val="00A76EE9"/>
    <w:rsid w:val="00A76F33"/>
    <w:rsid w:val="00A76F51"/>
    <w:rsid w:val="00A77089"/>
    <w:rsid w:val="00A77DC2"/>
    <w:rsid w:val="00A8004F"/>
    <w:rsid w:val="00A8066A"/>
    <w:rsid w:val="00A80B1B"/>
    <w:rsid w:val="00A80BCA"/>
    <w:rsid w:val="00A81172"/>
    <w:rsid w:val="00A81546"/>
    <w:rsid w:val="00A828BE"/>
    <w:rsid w:val="00A8332B"/>
    <w:rsid w:val="00A83485"/>
    <w:rsid w:val="00A835AE"/>
    <w:rsid w:val="00A835D9"/>
    <w:rsid w:val="00A83D33"/>
    <w:rsid w:val="00A84E25"/>
    <w:rsid w:val="00A85890"/>
    <w:rsid w:val="00A85DE2"/>
    <w:rsid w:val="00A86B2F"/>
    <w:rsid w:val="00A86E8F"/>
    <w:rsid w:val="00A8712B"/>
    <w:rsid w:val="00A87577"/>
    <w:rsid w:val="00A875B0"/>
    <w:rsid w:val="00A87B58"/>
    <w:rsid w:val="00A87CD6"/>
    <w:rsid w:val="00A90320"/>
    <w:rsid w:val="00A9038D"/>
    <w:rsid w:val="00A9100B"/>
    <w:rsid w:val="00A915AC"/>
    <w:rsid w:val="00A91C8A"/>
    <w:rsid w:val="00A9223D"/>
    <w:rsid w:val="00A922EB"/>
    <w:rsid w:val="00A9268A"/>
    <w:rsid w:val="00A94B1C"/>
    <w:rsid w:val="00A953F2"/>
    <w:rsid w:val="00A95672"/>
    <w:rsid w:val="00A95697"/>
    <w:rsid w:val="00A95E31"/>
    <w:rsid w:val="00A95E43"/>
    <w:rsid w:val="00A96698"/>
    <w:rsid w:val="00A96E8F"/>
    <w:rsid w:val="00A97027"/>
    <w:rsid w:val="00A9722A"/>
    <w:rsid w:val="00A9727F"/>
    <w:rsid w:val="00A97CBD"/>
    <w:rsid w:val="00A97D63"/>
    <w:rsid w:val="00AA05B9"/>
    <w:rsid w:val="00AA0CC3"/>
    <w:rsid w:val="00AA13D2"/>
    <w:rsid w:val="00AA19A0"/>
    <w:rsid w:val="00AA1C71"/>
    <w:rsid w:val="00AA24DE"/>
    <w:rsid w:val="00AA2AE9"/>
    <w:rsid w:val="00AA2E47"/>
    <w:rsid w:val="00AA3528"/>
    <w:rsid w:val="00AA3E6F"/>
    <w:rsid w:val="00AA4449"/>
    <w:rsid w:val="00AA47BB"/>
    <w:rsid w:val="00AA47E2"/>
    <w:rsid w:val="00AA4802"/>
    <w:rsid w:val="00AA4C2E"/>
    <w:rsid w:val="00AA4F73"/>
    <w:rsid w:val="00AA53D1"/>
    <w:rsid w:val="00AA5A30"/>
    <w:rsid w:val="00AA5BAC"/>
    <w:rsid w:val="00AA5D6C"/>
    <w:rsid w:val="00AA5FCF"/>
    <w:rsid w:val="00AA616A"/>
    <w:rsid w:val="00AA6C4B"/>
    <w:rsid w:val="00AA6EA5"/>
    <w:rsid w:val="00AA71AC"/>
    <w:rsid w:val="00AA7A30"/>
    <w:rsid w:val="00AB09E9"/>
    <w:rsid w:val="00AB0C93"/>
    <w:rsid w:val="00AB1446"/>
    <w:rsid w:val="00AB1981"/>
    <w:rsid w:val="00AB1D39"/>
    <w:rsid w:val="00AB330A"/>
    <w:rsid w:val="00AB3E19"/>
    <w:rsid w:val="00AB3E80"/>
    <w:rsid w:val="00AB4C29"/>
    <w:rsid w:val="00AB5094"/>
    <w:rsid w:val="00AB55C4"/>
    <w:rsid w:val="00AB5B4F"/>
    <w:rsid w:val="00AB634F"/>
    <w:rsid w:val="00AB76D2"/>
    <w:rsid w:val="00AB7FED"/>
    <w:rsid w:val="00AC00AF"/>
    <w:rsid w:val="00AC08BB"/>
    <w:rsid w:val="00AC0AB3"/>
    <w:rsid w:val="00AC0F58"/>
    <w:rsid w:val="00AC14EE"/>
    <w:rsid w:val="00AC16FA"/>
    <w:rsid w:val="00AC2A48"/>
    <w:rsid w:val="00AC36C8"/>
    <w:rsid w:val="00AC3E7C"/>
    <w:rsid w:val="00AC4FE2"/>
    <w:rsid w:val="00AC51AD"/>
    <w:rsid w:val="00AC54FC"/>
    <w:rsid w:val="00AC5576"/>
    <w:rsid w:val="00AC63DB"/>
    <w:rsid w:val="00AC70C2"/>
    <w:rsid w:val="00AC7390"/>
    <w:rsid w:val="00AC7D05"/>
    <w:rsid w:val="00AD05BA"/>
    <w:rsid w:val="00AD0A02"/>
    <w:rsid w:val="00AD0D90"/>
    <w:rsid w:val="00AD1D7D"/>
    <w:rsid w:val="00AD21FC"/>
    <w:rsid w:val="00AD2588"/>
    <w:rsid w:val="00AD2C10"/>
    <w:rsid w:val="00AD2EC9"/>
    <w:rsid w:val="00AD301E"/>
    <w:rsid w:val="00AD3443"/>
    <w:rsid w:val="00AD3465"/>
    <w:rsid w:val="00AD35DD"/>
    <w:rsid w:val="00AD52FA"/>
    <w:rsid w:val="00AD5D7B"/>
    <w:rsid w:val="00AD5E00"/>
    <w:rsid w:val="00AD6639"/>
    <w:rsid w:val="00AD6DD8"/>
    <w:rsid w:val="00AD73D7"/>
    <w:rsid w:val="00AE06BA"/>
    <w:rsid w:val="00AE1A24"/>
    <w:rsid w:val="00AE240D"/>
    <w:rsid w:val="00AE3A37"/>
    <w:rsid w:val="00AE3B24"/>
    <w:rsid w:val="00AE40EB"/>
    <w:rsid w:val="00AE41C1"/>
    <w:rsid w:val="00AE42AF"/>
    <w:rsid w:val="00AE4B0F"/>
    <w:rsid w:val="00AE5C90"/>
    <w:rsid w:val="00AE6140"/>
    <w:rsid w:val="00AE72F8"/>
    <w:rsid w:val="00AE793E"/>
    <w:rsid w:val="00AF0484"/>
    <w:rsid w:val="00AF0BF5"/>
    <w:rsid w:val="00AF15B6"/>
    <w:rsid w:val="00AF25C3"/>
    <w:rsid w:val="00AF29C6"/>
    <w:rsid w:val="00AF316D"/>
    <w:rsid w:val="00AF388A"/>
    <w:rsid w:val="00AF3A38"/>
    <w:rsid w:val="00AF517F"/>
    <w:rsid w:val="00AF5CCB"/>
    <w:rsid w:val="00AF60EF"/>
    <w:rsid w:val="00AF6569"/>
    <w:rsid w:val="00AF7B38"/>
    <w:rsid w:val="00B00108"/>
    <w:rsid w:val="00B00694"/>
    <w:rsid w:val="00B0260B"/>
    <w:rsid w:val="00B02654"/>
    <w:rsid w:val="00B033C3"/>
    <w:rsid w:val="00B03542"/>
    <w:rsid w:val="00B03C67"/>
    <w:rsid w:val="00B03FC8"/>
    <w:rsid w:val="00B04707"/>
    <w:rsid w:val="00B04919"/>
    <w:rsid w:val="00B04A7F"/>
    <w:rsid w:val="00B0520D"/>
    <w:rsid w:val="00B0628C"/>
    <w:rsid w:val="00B0696F"/>
    <w:rsid w:val="00B075CF"/>
    <w:rsid w:val="00B0770D"/>
    <w:rsid w:val="00B07BB7"/>
    <w:rsid w:val="00B07C23"/>
    <w:rsid w:val="00B07C4A"/>
    <w:rsid w:val="00B1001C"/>
    <w:rsid w:val="00B10120"/>
    <w:rsid w:val="00B105AC"/>
    <w:rsid w:val="00B10A44"/>
    <w:rsid w:val="00B10A93"/>
    <w:rsid w:val="00B1126D"/>
    <w:rsid w:val="00B116D8"/>
    <w:rsid w:val="00B11DF5"/>
    <w:rsid w:val="00B11E2D"/>
    <w:rsid w:val="00B12789"/>
    <w:rsid w:val="00B12892"/>
    <w:rsid w:val="00B128D6"/>
    <w:rsid w:val="00B13985"/>
    <w:rsid w:val="00B1583F"/>
    <w:rsid w:val="00B15EDF"/>
    <w:rsid w:val="00B164E5"/>
    <w:rsid w:val="00B166A7"/>
    <w:rsid w:val="00B167FD"/>
    <w:rsid w:val="00B17373"/>
    <w:rsid w:val="00B17741"/>
    <w:rsid w:val="00B20747"/>
    <w:rsid w:val="00B20E7A"/>
    <w:rsid w:val="00B20F47"/>
    <w:rsid w:val="00B21131"/>
    <w:rsid w:val="00B213EB"/>
    <w:rsid w:val="00B21F2E"/>
    <w:rsid w:val="00B2230C"/>
    <w:rsid w:val="00B22450"/>
    <w:rsid w:val="00B226FB"/>
    <w:rsid w:val="00B228A0"/>
    <w:rsid w:val="00B22926"/>
    <w:rsid w:val="00B22C31"/>
    <w:rsid w:val="00B23301"/>
    <w:rsid w:val="00B23419"/>
    <w:rsid w:val="00B26953"/>
    <w:rsid w:val="00B26BE1"/>
    <w:rsid w:val="00B2723B"/>
    <w:rsid w:val="00B2729F"/>
    <w:rsid w:val="00B27889"/>
    <w:rsid w:val="00B3036B"/>
    <w:rsid w:val="00B305F6"/>
    <w:rsid w:val="00B30DD2"/>
    <w:rsid w:val="00B3168E"/>
    <w:rsid w:val="00B32479"/>
    <w:rsid w:val="00B329D0"/>
    <w:rsid w:val="00B3358B"/>
    <w:rsid w:val="00B34576"/>
    <w:rsid w:val="00B34D0D"/>
    <w:rsid w:val="00B35D57"/>
    <w:rsid w:val="00B36231"/>
    <w:rsid w:val="00B36298"/>
    <w:rsid w:val="00B36469"/>
    <w:rsid w:val="00B36474"/>
    <w:rsid w:val="00B3684E"/>
    <w:rsid w:val="00B36C40"/>
    <w:rsid w:val="00B36CDB"/>
    <w:rsid w:val="00B36ECE"/>
    <w:rsid w:val="00B378F3"/>
    <w:rsid w:val="00B37DDA"/>
    <w:rsid w:val="00B406C8"/>
    <w:rsid w:val="00B41887"/>
    <w:rsid w:val="00B41E87"/>
    <w:rsid w:val="00B42FA5"/>
    <w:rsid w:val="00B440EE"/>
    <w:rsid w:val="00B441D5"/>
    <w:rsid w:val="00B44B8B"/>
    <w:rsid w:val="00B44FFA"/>
    <w:rsid w:val="00B4555E"/>
    <w:rsid w:val="00B4591A"/>
    <w:rsid w:val="00B45ECC"/>
    <w:rsid w:val="00B466DE"/>
    <w:rsid w:val="00B47345"/>
    <w:rsid w:val="00B4742F"/>
    <w:rsid w:val="00B5046C"/>
    <w:rsid w:val="00B50877"/>
    <w:rsid w:val="00B51D55"/>
    <w:rsid w:val="00B52658"/>
    <w:rsid w:val="00B526AD"/>
    <w:rsid w:val="00B53196"/>
    <w:rsid w:val="00B531FC"/>
    <w:rsid w:val="00B5371B"/>
    <w:rsid w:val="00B5496F"/>
    <w:rsid w:val="00B54B12"/>
    <w:rsid w:val="00B5578B"/>
    <w:rsid w:val="00B557C5"/>
    <w:rsid w:val="00B5590B"/>
    <w:rsid w:val="00B55B39"/>
    <w:rsid w:val="00B56FCD"/>
    <w:rsid w:val="00B5756E"/>
    <w:rsid w:val="00B57C74"/>
    <w:rsid w:val="00B602E0"/>
    <w:rsid w:val="00B6092D"/>
    <w:rsid w:val="00B61B5D"/>
    <w:rsid w:val="00B6232B"/>
    <w:rsid w:val="00B62553"/>
    <w:rsid w:val="00B627FE"/>
    <w:rsid w:val="00B63088"/>
    <w:rsid w:val="00B63CDB"/>
    <w:rsid w:val="00B64929"/>
    <w:rsid w:val="00B64A5F"/>
    <w:rsid w:val="00B64DB5"/>
    <w:rsid w:val="00B64E84"/>
    <w:rsid w:val="00B676E3"/>
    <w:rsid w:val="00B67CB2"/>
    <w:rsid w:val="00B70D0C"/>
    <w:rsid w:val="00B71095"/>
    <w:rsid w:val="00B71116"/>
    <w:rsid w:val="00B71400"/>
    <w:rsid w:val="00B71CC6"/>
    <w:rsid w:val="00B71D67"/>
    <w:rsid w:val="00B71EE5"/>
    <w:rsid w:val="00B71EF8"/>
    <w:rsid w:val="00B72502"/>
    <w:rsid w:val="00B729E5"/>
    <w:rsid w:val="00B72BC8"/>
    <w:rsid w:val="00B72EEC"/>
    <w:rsid w:val="00B730D1"/>
    <w:rsid w:val="00B73442"/>
    <w:rsid w:val="00B73914"/>
    <w:rsid w:val="00B739C8"/>
    <w:rsid w:val="00B73A30"/>
    <w:rsid w:val="00B74496"/>
    <w:rsid w:val="00B75B99"/>
    <w:rsid w:val="00B75D6C"/>
    <w:rsid w:val="00B7774F"/>
    <w:rsid w:val="00B77CA9"/>
    <w:rsid w:val="00B77F0E"/>
    <w:rsid w:val="00B77F8A"/>
    <w:rsid w:val="00B80028"/>
    <w:rsid w:val="00B807F7"/>
    <w:rsid w:val="00B81094"/>
    <w:rsid w:val="00B81299"/>
    <w:rsid w:val="00B815A2"/>
    <w:rsid w:val="00B81F28"/>
    <w:rsid w:val="00B81F33"/>
    <w:rsid w:val="00B82AAF"/>
    <w:rsid w:val="00B8388C"/>
    <w:rsid w:val="00B83CEB"/>
    <w:rsid w:val="00B845D8"/>
    <w:rsid w:val="00B846BD"/>
    <w:rsid w:val="00B85760"/>
    <w:rsid w:val="00B85DC4"/>
    <w:rsid w:val="00B8608A"/>
    <w:rsid w:val="00B877C1"/>
    <w:rsid w:val="00B87833"/>
    <w:rsid w:val="00B879CC"/>
    <w:rsid w:val="00B87F18"/>
    <w:rsid w:val="00B9020F"/>
    <w:rsid w:val="00B90D36"/>
    <w:rsid w:val="00B90DA3"/>
    <w:rsid w:val="00B91944"/>
    <w:rsid w:val="00B91F34"/>
    <w:rsid w:val="00B923C8"/>
    <w:rsid w:val="00B92C71"/>
    <w:rsid w:val="00B93E2C"/>
    <w:rsid w:val="00B94728"/>
    <w:rsid w:val="00B94755"/>
    <w:rsid w:val="00B9491E"/>
    <w:rsid w:val="00B94F83"/>
    <w:rsid w:val="00B951FE"/>
    <w:rsid w:val="00B95799"/>
    <w:rsid w:val="00B95E7A"/>
    <w:rsid w:val="00B960D5"/>
    <w:rsid w:val="00B964FC"/>
    <w:rsid w:val="00B9742D"/>
    <w:rsid w:val="00BA014B"/>
    <w:rsid w:val="00BA0381"/>
    <w:rsid w:val="00BA0BD1"/>
    <w:rsid w:val="00BA1E7F"/>
    <w:rsid w:val="00BA2675"/>
    <w:rsid w:val="00BA32B7"/>
    <w:rsid w:val="00BA3335"/>
    <w:rsid w:val="00BA581B"/>
    <w:rsid w:val="00BA61AE"/>
    <w:rsid w:val="00BA630E"/>
    <w:rsid w:val="00BA6780"/>
    <w:rsid w:val="00BA6866"/>
    <w:rsid w:val="00BA6CEA"/>
    <w:rsid w:val="00BA6E71"/>
    <w:rsid w:val="00BA75BF"/>
    <w:rsid w:val="00BA77E7"/>
    <w:rsid w:val="00BB05CC"/>
    <w:rsid w:val="00BB0C11"/>
    <w:rsid w:val="00BB10C4"/>
    <w:rsid w:val="00BB129E"/>
    <w:rsid w:val="00BB218E"/>
    <w:rsid w:val="00BB228F"/>
    <w:rsid w:val="00BB314A"/>
    <w:rsid w:val="00BB3958"/>
    <w:rsid w:val="00BB5562"/>
    <w:rsid w:val="00BB5FD7"/>
    <w:rsid w:val="00BB7544"/>
    <w:rsid w:val="00BB7F38"/>
    <w:rsid w:val="00BC17F9"/>
    <w:rsid w:val="00BC18CB"/>
    <w:rsid w:val="00BC1AC6"/>
    <w:rsid w:val="00BC21F5"/>
    <w:rsid w:val="00BC23A3"/>
    <w:rsid w:val="00BC249F"/>
    <w:rsid w:val="00BC2C20"/>
    <w:rsid w:val="00BC3318"/>
    <w:rsid w:val="00BC37B9"/>
    <w:rsid w:val="00BC3842"/>
    <w:rsid w:val="00BC39E0"/>
    <w:rsid w:val="00BC3C00"/>
    <w:rsid w:val="00BC3DC1"/>
    <w:rsid w:val="00BC4E22"/>
    <w:rsid w:val="00BC4F7D"/>
    <w:rsid w:val="00BC536E"/>
    <w:rsid w:val="00BC5A3D"/>
    <w:rsid w:val="00BC637A"/>
    <w:rsid w:val="00BC63BE"/>
    <w:rsid w:val="00BC66BB"/>
    <w:rsid w:val="00BC675E"/>
    <w:rsid w:val="00BC6C4E"/>
    <w:rsid w:val="00BC7BA4"/>
    <w:rsid w:val="00BD0193"/>
    <w:rsid w:val="00BD05DC"/>
    <w:rsid w:val="00BD0EE5"/>
    <w:rsid w:val="00BD1225"/>
    <w:rsid w:val="00BD1C4F"/>
    <w:rsid w:val="00BD1FBC"/>
    <w:rsid w:val="00BD1FFD"/>
    <w:rsid w:val="00BD2038"/>
    <w:rsid w:val="00BD353E"/>
    <w:rsid w:val="00BD46C2"/>
    <w:rsid w:val="00BD48CA"/>
    <w:rsid w:val="00BD4949"/>
    <w:rsid w:val="00BD4F8B"/>
    <w:rsid w:val="00BD61EA"/>
    <w:rsid w:val="00BD62A6"/>
    <w:rsid w:val="00BD6436"/>
    <w:rsid w:val="00BD6711"/>
    <w:rsid w:val="00BD71BF"/>
    <w:rsid w:val="00BD73F1"/>
    <w:rsid w:val="00BD7DEF"/>
    <w:rsid w:val="00BE08C3"/>
    <w:rsid w:val="00BE13EE"/>
    <w:rsid w:val="00BE1AF6"/>
    <w:rsid w:val="00BE2221"/>
    <w:rsid w:val="00BE2599"/>
    <w:rsid w:val="00BE276E"/>
    <w:rsid w:val="00BE3842"/>
    <w:rsid w:val="00BE3B0A"/>
    <w:rsid w:val="00BE41DA"/>
    <w:rsid w:val="00BE49D1"/>
    <w:rsid w:val="00BE591F"/>
    <w:rsid w:val="00BE5E93"/>
    <w:rsid w:val="00BE6052"/>
    <w:rsid w:val="00BE64A6"/>
    <w:rsid w:val="00BE6773"/>
    <w:rsid w:val="00BE68E5"/>
    <w:rsid w:val="00BE6A9B"/>
    <w:rsid w:val="00BE6B32"/>
    <w:rsid w:val="00BE6C15"/>
    <w:rsid w:val="00BE75A8"/>
    <w:rsid w:val="00BE7856"/>
    <w:rsid w:val="00BE7EA9"/>
    <w:rsid w:val="00BF01F4"/>
    <w:rsid w:val="00BF09DC"/>
    <w:rsid w:val="00BF0F2F"/>
    <w:rsid w:val="00BF1171"/>
    <w:rsid w:val="00BF12AA"/>
    <w:rsid w:val="00BF2445"/>
    <w:rsid w:val="00BF2967"/>
    <w:rsid w:val="00BF38CC"/>
    <w:rsid w:val="00BF3C86"/>
    <w:rsid w:val="00BF4BD1"/>
    <w:rsid w:val="00BF4F57"/>
    <w:rsid w:val="00BF5465"/>
    <w:rsid w:val="00BF5E05"/>
    <w:rsid w:val="00BF60CD"/>
    <w:rsid w:val="00BF68D6"/>
    <w:rsid w:val="00BF6EB3"/>
    <w:rsid w:val="00BF773C"/>
    <w:rsid w:val="00C00266"/>
    <w:rsid w:val="00C00BD5"/>
    <w:rsid w:val="00C01718"/>
    <w:rsid w:val="00C01A56"/>
    <w:rsid w:val="00C02584"/>
    <w:rsid w:val="00C02826"/>
    <w:rsid w:val="00C0296D"/>
    <w:rsid w:val="00C03554"/>
    <w:rsid w:val="00C03F4B"/>
    <w:rsid w:val="00C046C2"/>
    <w:rsid w:val="00C04D3F"/>
    <w:rsid w:val="00C05639"/>
    <w:rsid w:val="00C05D46"/>
    <w:rsid w:val="00C05E26"/>
    <w:rsid w:val="00C05F01"/>
    <w:rsid w:val="00C06066"/>
    <w:rsid w:val="00C07056"/>
    <w:rsid w:val="00C070BD"/>
    <w:rsid w:val="00C072F9"/>
    <w:rsid w:val="00C07E06"/>
    <w:rsid w:val="00C07FD4"/>
    <w:rsid w:val="00C10939"/>
    <w:rsid w:val="00C10A6D"/>
    <w:rsid w:val="00C10B4F"/>
    <w:rsid w:val="00C10C4B"/>
    <w:rsid w:val="00C10F4B"/>
    <w:rsid w:val="00C11157"/>
    <w:rsid w:val="00C1116A"/>
    <w:rsid w:val="00C1117A"/>
    <w:rsid w:val="00C11459"/>
    <w:rsid w:val="00C11488"/>
    <w:rsid w:val="00C11A8E"/>
    <w:rsid w:val="00C11B3D"/>
    <w:rsid w:val="00C11F36"/>
    <w:rsid w:val="00C11F94"/>
    <w:rsid w:val="00C122C6"/>
    <w:rsid w:val="00C124FB"/>
    <w:rsid w:val="00C12F3D"/>
    <w:rsid w:val="00C12F56"/>
    <w:rsid w:val="00C13204"/>
    <w:rsid w:val="00C141B6"/>
    <w:rsid w:val="00C143EF"/>
    <w:rsid w:val="00C148FD"/>
    <w:rsid w:val="00C150AE"/>
    <w:rsid w:val="00C15103"/>
    <w:rsid w:val="00C155DD"/>
    <w:rsid w:val="00C15825"/>
    <w:rsid w:val="00C15F93"/>
    <w:rsid w:val="00C16907"/>
    <w:rsid w:val="00C17415"/>
    <w:rsid w:val="00C177E8"/>
    <w:rsid w:val="00C179C8"/>
    <w:rsid w:val="00C17AF7"/>
    <w:rsid w:val="00C205A8"/>
    <w:rsid w:val="00C20670"/>
    <w:rsid w:val="00C20867"/>
    <w:rsid w:val="00C21099"/>
    <w:rsid w:val="00C21E0D"/>
    <w:rsid w:val="00C223F5"/>
    <w:rsid w:val="00C23487"/>
    <w:rsid w:val="00C244FB"/>
    <w:rsid w:val="00C250E4"/>
    <w:rsid w:val="00C252F7"/>
    <w:rsid w:val="00C257A4"/>
    <w:rsid w:val="00C25818"/>
    <w:rsid w:val="00C258ED"/>
    <w:rsid w:val="00C261BF"/>
    <w:rsid w:val="00C266A9"/>
    <w:rsid w:val="00C27524"/>
    <w:rsid w:val="00C278E4"/>
    <w:rsid w:val="00C30010"/>
    <w:rsid w:val="00C30353"/>
    <w:rsid w:val="00C3068B"/>
    <w:rsid w:val="00C30A13"/>
    <w:rsid w:val="00C30F1F"/>
    <w:rsid w:val="00C31716"/>
    <w:rsid w:val="00C32BCB"/>
    <w:rsid w:val="00C32FF3"/>
    <w:rsid w:val="00C33207"/>
    <w:rsid w:val="00C33985"/>
    <w:rsid w:val="00C3398F"/>
    <w:rsid w:val="00C34298"/>
    <w:rsid w:val="00C35A20"/>
    <w:rsid w:val="00C35CE2"/>
    <w:rsid w:val="00C3631F"/>
    <w:rsid w:val="00C36A5A"/>
    <w:rsid w:val="00C36D80"/>
    <w:rsid w:val="00C378C1"/>
    <w:rsid w:val="00C37FBA"/>
    <w:rsid w:val="00C40E32"/>
    <w:rsid w:val="00C413F6"/>
    <w:rsid w:val="00C4175E"/>
    <w:rsid w:val="00C42445"/>
    <w:rsid w:val="00C42C3F"/>
    <w:rsid w:val="00C42E79"/>
    <w:rsid w:val="00C42EBE"/>
    <w:rsid w:val="00C43467"/>
    <w:rsid w:val="00C43627"/>
    <w:rsid w:val="00C43F9E"/>
    <w:rsid w:val="00C43FCB"/>
    <w:rsid w:val="00C4406F"/>
    <w:rsid w:val="00C44433"/>
    <w:rsid w:val="00C445C1"/>
    <w:rsid w:val="00C445FE"/>
    <w:rsid w:val="00C44A69"/>
    <w:rsid w:val="00C44D3C"/>
    <w:rsid w:val="00C44D51"/>
    <w:rsid w:val="00C44DA4"/>
    <w:rsid w:val="00C45285"/>
    <w:rsid w:val="00C454F0"/>
    <w:rsid w:val="00C455D5"/>
    <w:rsid w:val="00C456B7"/>
    <w:rsid w:val="00C45888"/>
    <w:rsid w:val="00C459D4"/>
    <w:rsid w:val="00C45EEA"/>
    <w:rsid w:val="00C46140"/>
    <w:rsid w:val="00C46538"/>
    <w:rsid w:val="00C46C3D"/>
    <w:rsid w:val="00C46E75"/>
    <w:rsid w:val="00C473F6"/>
    <w:rsid w:val="00C4743C"/>
    <w:rsid w:val="00C478CB"/>
    <w:rsid w:val="00C47B1C"/>
    <w:rsid w:val="00C47E86"/>
    <w:rsid w:val="00C50954"/>
    <w:rsid w:val="00C52638"/>
    <w:rsid w:val="00C53185"/>
    <w:rsid w:val="00C53F4F"/>
    <w:rsid w:val="00C54BF2"/>
    <w:rsid w:val="00C55174"/>
    <w:rsid w:val="00C55375"/>
    <w:rsid w:val="00C554C4"/>
    <w:rsid w:val="00C5555F"/>
    <w:rsid w:val="00C55AD0"/>
    <w:rsid w:val="00C55F2C"/>
    <w:rsid w:val="00C5634D"/>
    <w:rsid w:val="00C56838"/>
    <w:rsid w:val="00C56D70"/>
    <w:rsid w:val="00C57715"/>
    <w:rsid w:val="00C57CBE"/>
    <w:rsid w:val="00C57CC0"/>
    <w:rsid w:val="00C57FCE"/>
    <w:rsid w:val="00C6075B"/>
    <w:rsid w:val="00C60AD0"/>
    <w:rsid w:val="00C60BE8"/>
    <w:rsid w:val="00C611E7"/>
    <w:rsid w:val="00C6150F"/>
    <w:rsid w:val="00C617E9"/>
    <w:rsid w:val="00C618A7"/>
    <w:rsid w:val="00C61EDE"/>
    <w:rsid w:val="00C6222A"/>
    <w:rsid w:val="00C62E6C"/>
    <w:rsid w:val="00C632B3"/>
    <w:rsid w:val="00C63404"/>
    <w:rsid w:val="00C63679"/>
    <w:rsid w:val="00C64928"/>
    <w:rsid w:val="00C64B3B"/>
    <w:rsid w:val="00C65A74"/>
    <w:rsid w:val="00C65D12"/>
    <w:rsid w:val="00C65E9D"/>
    <w:rsid w:val="00C661E8"/>
    <w:rsid w:val="00C66442"/>
    <w:rsid w:val="00C6725A"/>
    <w:rsid w:val="00C672FC"/>
    <w:rsid w:val="00C6763F"/>
    <w:rsid w:val="00C70499"/>
    <w:rsid w:val="00C706B4"/>
    <w:rsid w:val="00C70C0F"/>
    <w:rsid w:val="00C714FB"/>
    <w:rsid w:val="00C7199B"/>
    <w:rsid w:val="00C719BC"/>
    <w:rsid w:val="00C728F8"/>
    <w:rsid w:val="00C72F63"/>
    <w:rsid w:val="00C731BD"/>
    <w:rsid w:val="00C73416"/>
    <w:rsid w:val="00C73C42"/>
    <w:rsid w:val="00C73CAD"/>
    <w:rsid w:val="00C75D16"/>
    <w:rsid w:val="00C7608A"/>
    <w:rsid w:val="00C76610"/>
    <w:rsid w:val="00C76C2C"/>
    <w:rsid w:val="00C76D2B"/>
    <w:rsid w:val="00C77AC7"/>
    <w:rsid w:val="00C80139"/>
    <w:rsid w:val="00C809E1"/>
    <w:rsid w:val="00C811FF"/>
    <w:rsid w:val="00C822FF"/>
    <w:rsid w:val="00C8298E"/>
    <w:rsid w:val="00C82D34"/>
    <w:rsid w:val="00C82EFF"/>
    <w:rsid w:val="00C82F66"/>
    <w:rsid w:val="00C8304A"/>
    <w:rsid w:val="00C83507"/>
    <w:rsid w:val="00C844F5"/>
    <w:rsid w:val="00C8451F"/>
    <w:rsid w:val="00C84860"/>
    <w:rsid w:val="00C84C03"/>
    <w:rsid w:val="00C84F5B"/>
    <w:rsid w:val="00C85DB3"/>
    <w:rsid w:val="00C86B3C"/>
    <w:rsid w:val="00C86E07"/>
    <w:rsid w:val="00C86EA9"/>
    <w:rsid w:val="00C86F12"/>
    <w:rsid w:val="00C8774B"/>
    <w:rsid w:val="00C90BF9"/>
    <w:rsid w:val="00C90C1C"/>
    <w:rsid w:val="00C91004"/>
    <w:rsid w:val="00C913D2"/>
    <w:rsid w:val="00C9149D"/>
    <w:rsid w:val="00C91D9B"/>
    <w:rsid w:val="00C920FC"/>
    <w:rsid w:val="00C92B34"/>
    <w:rsid w:val="00C93368"/>
    <w:rsid w:val="00C937D4"/>
    <w:rsid w:val="00C93E0A"/>
    <w:rsid w:val="00C93FCD"/>
    <w:rsid w:val="00C95309"/>
    <w:rsid w:val="00C95353"/>
    <w:rsid w:val="00C95618"/>
    <w:rsid w:val="00C95766"/>
    <w:rsid w:val="00C957D4"/>
    <w:rsid w:val="00C958A0"/>
    <w:rsid w:val="00C95908"/>
    <w:rsid w:val="00C95A07"/>
    <w:rsid w:val="00C95B04"/>
    <w:rsid w:val="00C969D6"/>
    <w:rsid w:val="00C96C1C"/>
    <w:rsid w:val="00C96C23"/>
    <w:rsid w:val="00C96D1D"/>
    <w:rsid w:val="00C96F1D"/>
    <w:rsid w:val="00C9733C"/>
    <w:rsid w:val="00C97D3C"/>
    <w:rsid w:val="00CA0519"/>
    <w:rsid w:val="00CA064B"/>
    <w:rsid w:val="00CA0963"/>
    <w:rsid w:val="00CA0A8A"/>
    <w:rsid w:val="00CA0B48"/>
    <w:rsid w:val="00CA2239"/>
    <w:rsid w:val="00CA25ED"/>
    <w:rsid w:val="00CA2BBD"/>
    <w:rsid w:val="00CA4203"/>
    <w:rsid w:val="00CA4801"/>
    <w:rsid w:val="00CA4BE4"/>
    <w:rsid w:val="00CA55CF"/>
    <w:rsid w:val="00CA5793"/>
    <w:rsid w:val="00CA59EC"/>
    <w:rsid w:val="00CA62BA"/>
    <w:rsid w:val="00CA6B8C"/>
    <w:rsid w:val="00CA70DC"/>
    <w:rsid w:val="00CA722A"/>
    <w:rsid w:val="00CB0430"/>
    <w:rsid w:val="00CB120E"/>
    <w:rsid w:val="00CB1391"/>
    <w:rsid w:val="00CB14D6"/>
    <w:rsid w:val="00CB1CDD"/>
    <w:rsid w:val="00CB230D"/>
    <w:rsid w:val="00CB2D7A"/>
    <w:rsid w:val="00CB2F2B"/>
    <w:rsid w:val="00CB34F0"/>
    <w:rsid w:val="00CB41FB"/>
    <w:rsid w:val="00CB4315"/>
    <w:rsid w:val="00CB5322"/>
    <w:rsid w:val="00CB545F"/>
    <w:rsid w:val="00CB6B52"/>
    <w:rsid w:val="00CB6C4C"/>
    <w:rsid w:val="00CB71E9"/>
    <w:rsid w:val="00CB7387"/>
    <w:rsid w:val="00CB7F08"/>
    <w:rsid w:val="00CC09C8"/>
    <w:rsid w:val="00CC0B7D"/>
    <w:rsid w:val="00CC0C90"/>
    <w:rsid w:val="00CC2899"/>
    <w:rsid w:val="00CC29B0"/>
    <w:rsid w:val="00CC2FB8"/>
    <w:rsid w:val="00CC3EFD"/>
    <w:rsid w:val="00CC4167"/>
    <w:rsid w:val="00CC4778"/>
    <w:rsid w:val="00CC48E7"/>
    <w:rsid w:val="00CC59B7"/>
    <w:rsid w:val="00CC5CCB"/>
    <w:rsid w:val="00CC5FAA"/>
    <w:rsid w:val="00CC6F31"/>
    <w:rsid w:val="00CC6F3B"/>
    <w:rsid w:val="00CC746C"/>
    <w:rsid w:val="00CD0532"/>
    <w:rsid w:val="00CD063B"/>
    <w:rsid w:val="00CD26C4"/>
    <w:rsid w:val="00CD2A26"/>
    <w:rsid w:val="00CD32EF"/>
    <w:rsid w:val="00CD3459"/>
    <w:rsid w:val="00CD3A92"/>
    <w:rsid w:val="00CD3C7E"/>
    <w:rsid w:val="00CD4080"/>
    <w:rsid w:val="00CD4387"/>
    <w:rsid w:val="00CD479C"/>
    <w:rsid w:val="00CD4D42"/>
    <w:rsid w:val="00CD4EB2"/>
    <w:rsid w:val="00CD4EEB"/>
    <w:rsid w:val="00CD4F86"/>
    <w:rsid w:val="00CD5F22"/>
    <w:rsid w:val="00CD5F3A"/>
    <w:rsid w:val="00CD7176"/>
    <w:rsid w:val="00CD7584"/>
    <w:rsid w:val="00CD7E96"/>
    <w:rsid w:val="00CE02E5"/>
    <w:rsid w:val="00CE057D"/>
    <w:rsid w:val="00CE096C"/>
    <w:rsid w:val="00CE0B6F"/>
    <w:rsid w:val="00CE13B7"/>
    <w:rsid w:val="00CE1CE5"/>
    <w:rsid w:val="00CE1D75"/>
    <w:rsid w:val="00CE2371"/>
    <w:rsid w:val="00CE2B03"/>
    <w:rsid w:val="00CE2D9C"/>
    <w:rsid w:val="00CE3054"/>
    <w:rsid w:val="00CE3DD3"/>
    <w:rsid w:val="00CE3ED0"/>
    <w:rsid w:val="00CE5C67"/>
    <w:rsid w:val="00CE653A"/>
    <w:rsid w:val="00CE66F0"/>
    <w:rsid w:val="00CE7283"/>
    <w:rsid w:val="00CE731F"/>
    <w:rsid w:val="00CE75DF"/>
    <w:rsid w:val="00CE77F0"/>
    <w:rsid w:val="00CE788B"/>
    <w:rsid w:val="00CE7FF3"/>
    <w:rsid w:val="00CF02B5"/>
    <w:rsid w:val="00CF05B9"/>
    <w:rsid w:val="00CF06D9"/>
    <w:rsid w:val="00CF0890"/>
    <w:rsid w:val="00CF0D99"/>
    <w:rsid w:val="00CF11E2"/>
    <w:rsid w:val="00CF11F9"/>
    <w:rsid w:val="00CF178E"/>
    <w:rsid w:val="00CF17AD"/>
    <w:rsid w:val="00CF1E1B"/>
    <w:rsid w:val="00CF1E5F"/>
    <w:rsid w:val="00CF1F90"/>
    <w:rsid w:val="00CF265C"/>
    <w:rsid w:val="00CF435E"/>
    <w:rsid w:val="00CF43EA"/>
    <w:rsid w:val="00CF4A4A"/>
    <w:rsid w:val="00CF4CBC"/>
    <w:rsid w:val="00CF4D30"/>
    <w:rsid w:val="00CF4F05"/>
    <w:rsid w:val="00CF536E"/>
    <w:rsid w:val="00CF54FF"/>
    <w:rsid w:val="00CF5533"/>
    <w:rsid w:val="00CF564E"/>
    <w:rsid w:val="00CF56BD"/>
    <w:rsid w:val="00CF600B"/>
    <w:rsid w:val="00CF6274"/>
    <w:rsid w:val="00CF67E9"/>
    <w:rsid w:val="00CF688B"/>
    <w:rsid w:val="00CF6F16"/>
    <w:rsid w:val="00CF6FF8"/>
    <w:rsid w:val="00CF7A2C"/>
    <w:rsid w:val="00CF7E77"/>
    <w:rsid w:val="00D01106"/>
    <w:rsid w:val="00D0118F"/>
    <w:rsid w:val="00D01951"/>
    <w:rsid w:val="00D01BD9"/>
    <w:rsid w:val="00D0224A"/>
    <w:rsid w:val="00D02549"/>
    <w:rsid w:val="00D0258B"/>
    <w:rsid w:val="00D02A8F"/>
    <w:rsid w:val="00D0388F"/>
    <w:rsid w:val="00D03997"/>
    <w:rsid w:val="00D03E4D"/>
    <w:rsid w:val="00D03EFE"/>
    <w:rsid w:val="00D03F82"/>
    <w:rsid w:val="00D05795"/>
    <w:rsid w:val="00D05A3B"/>
    <w:rsid w:val="00D05AE0"/>
    <w:rsid w:val="00D05C30"/>
    <w:rsid w:val="00D06162"/>
    <w:rsid w:val="00D06A5B"/>
    <w:rsid w:val="00D077C4"/>
    <w:rsid w:val="00D1163E"/>
    <w:rsid w:val="00D11A42"/>
    <w:rsid w:val="00D12134"/>
    <w:rsid w:val="00D1272A"/>
    <w:rsid w:val="00D1294E"/>
    <w:rsid w:val="00D13154"/>
    <w:rsid w:val="00D14139"/>
    <w:rsid w:val="00D143D0"/>
    <w:rsid w:val="00D15FD5"/>
    <w:rsid w:val="00D16A99"/>
    <w:rsid w:val="00D16B1C"/>
    <w:rsid w:val="00D16B66"/>
    <w:rsid w:val="00D16EBF"/>
    <w:rsid w:val="00D17297"/>
    <w:rsid w:val="00D177BC"/>
    <w:rsid w:val="00D17900"/>
    <w:rsid w:val="00D17950"/>
    <w:rsid w:val="00D2015A"/>
    <w:rsid w:val="00D202BD"/>
    <w:rsid w:val="00D204D2"/>
    <w:rsid w:val="00D205AC"/>
    <w:rsid w:val="00D2193B"/>
    <w:rsid w:val="00D21B08"/>
    <w:rsid w:val="00D21CF3"/>
    <w:rsid w:val="00D21F8A"/>
    <w:rsid w:val="00D222D5"/>
    <w:rsid w:val="00D223E5"/>
    <w:rsid w:val="00D22956"/>
    <w:rsid w:val="00D22AB8"/>
    <w:rsid w:val="00D2328F"/>
    <w:rsid w:val="00D235E1"/>
    <w:rsid w:val="00D23912"/>
    <w:rsid w:val="00D23981"/>
    <w:rsid w:val="00D240E1"/>
    <w:rsid w:val="00D247AB"/>
    <w:rsid w:val="00D24C67"/>
    <w:rsid w:val="00D24C87"/>
    <w:rsid w:val="00D25F29"/>
    <w:rsid w:val="00D2610E"/>
    <w:rsid w:val="00D269D5"/>
    <w:rsid w:val="00D26D76"/>
    <w:rsid w:val="00D274C0"/>
    <w:rsid w:val="00D2750C"/>
    <w:rsid w:val="00D27D54"/>
    <w:rsid w:val="00D3046E"/>
    <w:rsid w:val="00D30675"/>
    <w:rsid w:val="00D31335"/>
    <w:rsid w:val="00D31D17"/>
    <w:rsid w:val="00D3236C"/>
    <w:rsid w:val="00D325F9"/>
    <w:rsid w:val="00D336BC"/>
    <w:rsid w:val="00D33C59"/>
    <w:rsid w:val="00D33C7E"/>
    <w:rsid w:val="00D33ECA"/>
    <w:rsid w:val="00D34278"/>
    <w:rsid w:val="00D352F3"/>
    <w:rsid w:val="00D3537D"/>
    <w:rsid w:val="00D35EEC"/>
    <w:rsid w:val="00D36416"/>
    <w:rsid w:val="00D368A9"/>
    <w:rsid w:val="00D36C61"/>
    <w:rsid w:val="00D3710A"/>
    <w:rsid w:val="00D378FA"/>
    <w:rsid w:val="00D3798F"/>
    <w:rsid w:val="00D37AAB"/>
    <w:rsid w:val="00D37C9F"/>
    <w:rsid w:val="00D4032E"/>
    <w:rsid w:val="00D40CB1"/>
    <w:rsid w:val="00D41ABF"/>
    <w:rsid w:val="00D41CB4"/>
    <w:rsid w:val="00D423DF"/>
    <w:rsid w:val="00D42AC7"/>
    <w:rsid w:val="00D4330D"/>
    <w:rsid w:val="00D448AA"/>
    <w:rsid w:val="00D45BC7"/>
    <w:rsid w:val="00D45DC5"/>
    <w:rsid w:val="00D46B3D"/>
    <w:rsid w:val="00D46C3E"/>
    <w:rsid w:val="00D46ED2"/>
    <w:rsid w:val="00D47818"/>
    <w:rsid w:val="00D47F84"/>
    <w:rsid w:val="00D50F3A"/>
    <w:rsid w:val="00D51B4B"/>
    <w:rsid w:val="00D51DEF"/>
    <w:rsid w:val="00D52701"/>
    <w:rsid w:val="00D53152"/>
    <w:rsid w:val="00D53F4A"/>
    <w:rsid w:val="00D547A0"/>
    <w:rsid w:val="00D54F9B"/>
    <w:rsid w:val="00D55211"/>
    <w:rsid w:val="00D553F7"/>
    <w:rsid w:val="00D554B7"/>
    <w:rsid w:val="00D557FD"/>
    <w:rsid w:val="00D55B1B"/>
    <w:rsid w:val="00D55D3D"/>
    <w:rsid w:val="00D56CF4"/>
    <w:rsid w:val="00D57439"/>
    <w:rsid w:val="00D601B7"/>
    <w:rsid w:val="00D6021B"/>
    <w:rsid w:val="00D60392"/>
    <w:rsid w:val="00D612E1"/>
    <w:rsid w:val="00D61325"/>
    <w:rsid w:val="00D62428"/>
    <w:rsid w:val="00D62564"/>
    <w:rsid w:val="00D6336B"/>
    <w:rsid w:val="00D63F87"/>
    <w:rsid w:val="00D64E46"/>
    <w:rsid w:val="00D64EEC"/>
    <w:rsid w:val="00D6518E"/>
    <w:rsid w:val="00D653DE"/>
    <w:rsid w:val="00D65534"/>
    <w:rsid w:val="00D65A00"/>
    <w:rsid w:val="00D65E5B"/>
    <w:rsid w:val="00D65EB9"/>
    <w:rsid w:val="00D66490"/>
    <w:rsid w:val="00D66994"/>
    <w:rsid w:val="00D66C72"/>
    <w:rsid w:val="00D66D81"/>
    <w:rsid w:val="00D67217"/>
    <w:rsid w:val="00D672CE"/>
    <w:rsid w:val="00D6779A"/>
    <w:rsid w:val="00D67B60"/>
    <w:rsid w:val="00D7149B"/>
    <w:rsid w:val="00D72CC5"/>
    <w:rsid w:val="00D73C58"/>
    <w:rsid w:val="00D73F18"/>
    <w:rsid w:val="00D752BF"/>
    <w:rsid w:val="00D75469"/>
    <w:rsid w:val="00D75A3A"/>
    <w:rsid w:val="00D75D35"/>
    <w:rsid w:val="00D75FD1"/>
    <w:rsid w:val="00D77110"/>
    <w:rsid w:val="00D77EC2"/>
    <w:rsid w:val="00D80173"/>
    <w:rsid w:val="00D81961"/>
    <w:rsid w:val="00D81FC4"/>
    <w:rsid w:val="00D82757"/>
    <w:rsid w:val="00D82A33"/>
    <w:rsid w:val="00D83271"/>
    <w:rsid w:val="00D83E33"/>
    <w:rsid w:val="00D841BD"/>
    <w:rsid w:val="00D84832"/>
    <w:rsid w:val="00D84945"/>
    <w:rsid w:val="00D85186"/>
    <w:rsid w:val="00D85EB6"/>
    <w:rsid w:val="00D865AF"/>
    <w:rsid w:val="00D86A02"/>
    <w:rsid w:val="00D86DDA"/>
    <w:rsid w:val="00D8755C"/>
    <w:rsid w:val="00D879D2"/>
    <w:rsid w:val="00D87AE3"/>
    <w:rsid w:val="00D87DA5"/>
    <w:rsid w:val="00D9014F"/>
    <w:rsid w:val="00D905BB"/>
    <w:rsid w:val="00D90895"/>
    <w:rsid w:val="00D9091D"/>
    <w:rsid w:val="00D910DB"/>
    <w:rsid w:val="00D915D7"/>
    <w:rsid w:val="00D918E2"/>
    <w:rsid w:val="00D91AFC"/>
    <w:rsid w:val="00D927B1"/>
    <w:rsid w:val="00D93591"/>
    <w:rsid w:val="00D947FF"/>
    <w:rsid w:val="00D959BB"/>
    <w:rsid w:val="00D96606"/>
    <w:rsid w:val="00DA03DA"/>
    <w:rsid w:val="00DA0469"/>
    <w:rsid w:val="00DA0FE3"/>
    <w:rsid w:val="00DA16DF"/>
    <w:rsid w:val="00DA1C7A"/>
    <w:rsid w:val="00DA23B2"/>
    <w:rsid w:val="00DA2465"/>
    <w:rsid w:val="00DA2C25"/>
    <w:rsid w:val="00DA2ECD"/>
    <w:rsid w:val="00DA2F10"/>
    <w:rsid w:val="00DA38BD"/>
    <w:rsid w:val="00DA4098"/>
    <w:rsid w:val="00DA4355"/>
    <w:rsid w:val="00DA4423"/>
    <w:rsid w:val="00DA4424"/>
    <w:rsid w:val="00DA596C"/>
    <w:rsid w:val="00DA5C9B"/>
    <w:rsid w:val="00DA6935"/>
    <w:rsid w:val="00DA75C2"/>
    <w:rsid w:val="00DA7606"/>
    <w:rsid w:val="00DA7C77"/>
    <w:rsid w:val="00DB010E"/>
    <w:rsid w:val="00DB0145"/>
    <w:rsid w:val="00DB03BD"/>
    <w:rsid w:val="00DB0F78"/>
    <w:rsid w:val="00DB1563"/>
    <w:rsid w:val="00DB1B00"/>
    <w:rsid w:val="00DB20C9"/>
    <w:rsid w:val="00DB2B1E"/>
    <w:rsid w:val="00DB33CA"/>
    <w:rsid w:val="00DB4212"/>
    <w:rsid w:val="00DB428C"/>
    <w:rsid w:val="00DB52F7"/>
    <w:rsid w:val="00DB553C"/>
    <w:rsid w:val="00DB5B16"/>
    <w:rsid w:val="00DB69D0"/>
    <w:rsid w:val="00DB6E0F"/>
    <w:rsid w:val="00DB75CA"/>
    <w:rsid w:val="00DB7732"/>
    <w:rsid w:val="00DB783D"/>
    <w:rsid w:val="00DB7ACB"/>
    <w:rsid w:val="00DB7BE2"/>
    <w:rsid w:val="00DB7F32"/>
    <w:rsid w:val="00DC0ECB"/>
    <w:rsid w:val="00DC20A6"/>
    <w:rsid w:val="00DC23E9"/>
    <w:rsid w:val="00DC26BA"/>
    <w:rsid w:val="00DC290D"/>
    <w:rsid w:val="00DC2B0C"/>
    <w:rsid w:val="00DC3542"/>
    <w:rsid w:val="00DC373F"/>
    <w:rsid w:val="00DC3DD8"/>
    <w:rsid w:val="00DC43B4"/>
    <w:rsid w:val="00DC45CD"/>
    <w:rsid w:val="00DC54CB"/>
    <w:rsid w:val="00DC57F6"/>
    <w:rsid w:val="00DC5F08"/>
    <w:rsid w:val="00DC6AB1"/>
    <w:rsid w:val="00DC6EA1"/>
    <w:rsid w:val="00DC70F3"/>
    <w:rsid w:val="00DC7D46"/>
    <w:rsid w:val="00DC7E0D"/>
    <w:rsid w:val="00DC7EB1"/>
    <w:rsid w:val="00DC7F42"/>
    <w:rsid w:val="00DD00B8"/>
    <w:rsid w:val="00DD0263"/>
    <w:rsid w:val="00DD0FE7"/>
    <w:rsid w:val="00DD1012"/>
    <w:rsid w:val="00DD2355"/>
    <w:rsid w:val="00DD27FC"/>
    <w:rsid w:val="00DD2938"/>
    <w:rsid w:val="00DD2AA2"/>
    <w:rsid w:val="00DD2E5E"/>
    <w:rsid w:val="00DD349D"/>
    <w:rsid w:val="00DD3715"/>
    <w:rsid w:val="00DD37D1"/>
    <w:rsid w:val="00DD3C32"/>
    <w:rsid w:val="00DD408D"/>
    <w:rsid w:val="00DD469A"/>
    <w:rsid w:val="00DD4A02"/>
    <w:rsid w:val="00DD51A6"/>
    <w:rsid w:val="00DD5634"/>
    <w:rsid w:val="00DD5C88"/>
    <w:rsid w:val="00DD6426"/>
    <w:rsid w:val="00DD6F34"/>
    <w:rsid w:val="00DE0157"/>
    <w:rsid w:val="00DE1326"/>
    <w:rsid w:val="00DE2113"/>
    <w:rsid w:val="00DE2D93"/>
    <w:rsid w:val="00DE2E9B"/>
    <w:rsid w:val="00DE36EB"/>
    <w:rsid w:val="00DE3F18"/>
    <w:rsid w:val="00DE4AF7"/>
    <w:rsid w:val="00DE5FC7"/>
    <w:rsid w:val="00DE6464"/>
    <w:rsid w:val="00DE6EAE"/>
    <w:rsid w:val="00DE74DB"/>
    <w:rsid w:val="00DE7B94"/>
    <w:rsid w:val="00DE7E12"/>
    <w:rsid w:val="00DF0344"/>
    <w:rsid w:val="00DF040C"/>
    <w:rsid w:val="00DF0812"/>
    <w:rsid w:val="00DF0BEC"/>
    <w:rsid w:val="00DF1ADE"/>
    <w:rsid w:val="00DF2187"/>
    <w:rsid w:val="00DF2447"/>
    <w:rsid w:val="00DF28F5"/>
    <w:rsid w:val="00DF2FBF"/>
    <w:rsid w:val="00DF360E"/>
    <w:rsid w:val="00DF371F"/>
    <w:rsid w:val="00DF3CF2"/>
    <w:rsid w:val="00DF425A"/>
    <w:rsid w:val="00DF428A"/>
    <w:rsid w:val="00DF4857"/>
    <w:rsid w:val="00DF4B4C"/>
    <w:rsid w:val="00DF4DA6"/>
    <w:rsid w:val="00DF6806"/>
    <w:rsid w:val="00DF68DA"/>
    <w:rsid w:val="00DF71F1"/>
    <w:rsid w:val="00DF7211"/>
    <w:rsid w:val="00DF72C6"/>
    <w:rsid w:val="00E002CC"/>
    <w:rsid w:val="00E0139D"/>
    <w:rsid w:val="00E01415"/>
    <w:rsid w:val="00E02568"/>
    <w:rsid w:val="00E0285E"/>
    <w:rsid w:val="00E03067"/>
    <w:rsid w:val="00E0330D"/>
    <w:rsid w:val="00E03B84"/>
    <w:rsid w:val="00E03BD1"/>
    <w:rsid w:val="00E03C02"/>
    <w:rsid w:val="00E03C39"/>
    <w:rsid w:val="00E04212"/>
    <w:rsid w:val="00E049D1"/>
    <w:rsid w:val="00E050F9"/>
    <w:rsid w:val="00E051E9"/>
    <w:rsid w:val="00E059C4"/>
    <w:rsid w:val="00E05AB1"/>
    <w:rsid w:val="00E05FA5"/>
    <w:rsid w:val="00E0670C"/>
    <w:rsid w:val="00E06B6E"/>
    <w:rsid w:val="00E06F1B"/>
    <w:rsid w:val="00E06FF2"/>
    <w:rsid w:val="00E071B6"/>
    <w:rsid w:val="00E119B0"/>
    <w:rsid w:val="00E12BC5"/>
    <w:rsid w:val="00E12FED"/>
    <w:rsid w:val="00E132A1"/>
    <w:rsid w:val="00E13A1B"/>
    <w:rsid w:val="00E13E55"/>
    <w:rsid w:val="00E13E75"/>
    <w:rsid w:val="00E17506"/>
    <w:rsid w:val="00E17C6F"/>
    <w:rsid w:val="00E2003C"/>
    <w:rsid w:val="00E20605"/>
    <w:rsid w:val="00E2070E"/>
    <w:rsid w:val="00E20728"/>
    <w:rsid w:val="00E20936"/>
    <w:rsid w:val="00E219C6"/>
    <w:rsid w:val="00E23068"/>
    <w:rsid w:val="00E2374E"/>
    <w:rsid w:val="00E23A24"/>
    <w:rsid w:val="00E24184"/>
    <w:rsid w:val="00E24C33"/>
    <w:rsid w:val="00E24FC6"/>
    <w:rsid w:val="00E2668F"/>
    <w:rsid w:val="00E267D6"/>
    <w:rsid w:val="00E30A31"/>
    <w:rsid w:val="00E30A37"/>
    <w:rsid w:val="00E30CFA"/>
    <w:rsid w:val="00E3119F"/>
    <w:rsid w:val="00E3162E"/>
    <w:rsid w:val="00E31FF7"/>
    <w:rsid w:val="00E326F8"/>
    <w:rsid w:val="00E32ADA"/>
    <w:rsid w:val="00E33508"/>
    <w:rsid w:val="00E34254"/>
    <w:rsid w:val="00E345C9"/>
    <w:rsid w:val="00E34899"/>
    <w:rsid w:val="00E349DB"/>
    <w:rsid w:val="00E34A69"/>
    <w:rsid w:val="00E35031"/>
    <w:rsid w:val="00E35373"/>
    <w:rsid w:val="00E35C05"/>
    <w:rsid w:val="00E35D3F"/>
    <w:rsid w:val="00E41717"/>
    <w:rsid w:val="00E417C1"/>
    <w:rsid w:val="00E41A4F"/>
    <w:rsid w:val="00E41ECB"/>
    <w:rsid w:val="00E426EC"/>
    <w:rsid w:val="00E43463"/>
    <w:rsid w:val="00E4381D"/>
    <w:rsid w:val="00E441E5"/>
    <w:rsid w:val="00E442D8"/>
    <w:rsid w:val="00E44966"/>
    <w:rsid w:val="00E44C80"/>
    <w:rsid w:val="00E44E80"/>
    <w:rsid w:val="00E45976"/>
    <w:rsid w:val="00E45B26"/>
    <w:rsid w:val="00E46120"/>
    <w:rsid w:val="00E4618C"/>
    <w:rsid w:val="00E4685F"/>
    <w:rsid w:val="00E46915"/>
    <w:rsid w:val="00E46AB9"/>
    <w:rsid w:val="00E46D64"/>
    <w:rsid w:val="00E4729C"/>
    <w:rsid w:val="00E47930"/>
    <w:rsid w:val="00E47AB2"/>
    <w:rsid w:val="00E50AB8"/>
    <w:rsid w:val="00E51074"/>
    <w:rsid w:val="00E51685"/>
    <w:rsid w:val="00E51C00"/>
    <w:rsid w:val="00E53337"/>
    <w:rsid w:val="00E53570"/>
    <w:rsid w:val="00E536FD"/>
    <w:rsid w:val="00E5389C"/>
    <w:rsid w:val="00E53E3F"/>
    <w:rsid w:val="00E54027"/>
    <w:rsid w:val="00E5474F"/>
    <w:rsid w:val="00E54934"/>
    <w:rsid w:val="00E54F76"/>
    <w:rsid w:val="00E55787"/>
    <w:rsid w:val="00E566BA"/>
    <w:rsid w:val="00E56DE1"/>
    <w:rsid w:val="00E57103"/>
    <w:rsid w:val="00E57225"/>
    <w:rsid w:val="00E574AE"/>
    <w:rsid w:val="00E577C0"/>
    <w:rsid w:val="00E57B8D"/>
    <w:rsid w:val="00E60614"/>
    <w:rsid w:val="00E60AFC"/>
    <w:rsid w:val="00E60B89"/>
    <w:rsid w:val="00E60DC6"/>
    <w:rsid w:val="00E614D0"/>
    <w:rsid w:val="00E61943"/>
    <w:rsid w:val="00E61EA0"/>
    <w:rsid w:val="00E62838"/>
    <w:rsid w:val="00E6356E"/>
    <w:rsid w:val="00E63ABF"/>
    <w:rsid w:val="00E63B2F"/>
    <w:rsid w:val="00E63D44"/>
    <w:rsid w:val="00E63D95"/>
    <w:rsid w:val="00E6421A"/>
    <w:rsid w:val="00E6438F"/>
    <w:rsid w:val="00E65116"/>
    <w:rsid w:val="00E6627C"/>
    <w:rsid w:val="00E67801"/>
    <w:rsid w:val="00E67DA9"/>
    <w:rsid w:val="00E70851"/>
    <w:rsid w:val="00E70B18"/>
    <w:rsid w:val="00E70D9D"/>
    <w:rsid w:val="00E710D5"/>
    <w:rsid w:val="00E73006"/>
    <w:rsid w:val="00E73784"/>
    <w:rsid w:val="00E73A63"/>
    <w:rsid w:val="00E73F9A"/>
    <w:rsid w:val="00E740AD"/>
    <w:rsid w:val="00E75898"/>
    <w:rsid w:val="00E75DBD"/>
    <w:rsid w:val="00E76383"/>
    <w:rsid w:val="00E76C71"/>
    <w:rsid w:val="00E77345"/>
    <w:rsid w:val="00E800FF"/>
    <w:rsid w:val="00E812B9"/>
    <w:rsid w:val="00E81429"/>
    <w:rsid w:val="00E822FF"/>
    <w:rsid w:val="00E82DC8"/>
    <w:rsid w:val="00E83D54"/>
    <w:rsid w:val="00E83DDA"/>
    <w:rsid w:val="00E84476"/>
    <w:rsid w:val="00E85758"/>
    <w:rsid w:val="00E85898"/>
    <w:rsid w:val="00E85EE2"/>
    <w:rsid w:val="00E86145"/>
    <w:rsid w:val="00E86B93"/>
    <w:rsid w:val="00E86E36"/>
    <w:rsid w:val="00E87181"/>
    <w:rsid w:val="00E87725"/>
    <w:rsid w:val="00E87C35"/>
    <w:rsid w:val="00E87D8C"/>
    <w:rsid w:val="00E902B4"/>
    <w:rsid w:val="00E90A0B"/>
    <w:rsid w:val="00E90B2E"/>
    <w:rsid w:val="00E9147F"/>
    <w:rsid w:val="00E9171F"/>
    <w:rsid w:val="00E91782"/>
    <w:rsid w:val="00E9188F"/>
    <w:rsid w:val="00E91A1D"/>
    <w:rsid w:val="00E91A52"/>
    <w:rsid w:val="00E91A6A"/>
    <w:rsid w:val="00E91A7F"/>
    <w:rsid w:val="00E92647"/>
    <w:rsid w:val="00E92D9F"/>
    <w:rsid w:val="00E92FF1"/>
    <w:rsid w:val="00E934C2"/>
    <w:rsid w:val="00E9416B"/>
    <w:rsid w:val="00E942DD"/>
    <w:rsid w:val="00E94384"/>
    <w:rsid w:val="00E9490C"/>
    <w:rsid w:val="00E94B2E"/>
    <w:rsid w:val="00E94C50"/>
    <w:rsid w:val="00E95304"/>
    <w:rsid w:val="00E9545A"/>
    <w:rsid w:val="00E95628"/>
    <w:rsid w:val="00E957C4"/>
    <w:rsid w:val="00E96290"/>
    <w:rsid w:val="00E96828"/>
    <w:rsid w:val="00E96B9D"/>
    <w:rsid w:val="00E96D84"/>
    <w:rsid w:val="00E96F33"/>
    <w:rsid w:val="00E972CD"/>
    <w:rsid w:val="00E975C3"/>
    <w:rsid w:val="00EA02BA"/>
    <w:rsid w:val="00EA07FE"/>
    <w:rsid w:val="00EA0EAA"/>
    <w:rsid w:val="00EA1D3F"/>
    <w:rsid w:val="00EA207F"/>
    <w:rsid w:val="00EA218A"/>
    <w:rsid w:val="00EA2A1A"/>
    <w:rsid w:val="00EA3249"/>
    <w:rsid w:val="00EA3592"/>
    <w:rsid w:val="00EA3BF8"/>
    <w:rsid w:val="00EA468F"/>
    <w:rsid w:val="00EA4D2E"/>
    <w:rsid w:val="00EA5059"/>
    <w:rsid w:val="00EA505F"/>
    <w:rsid w:val="00EA52F0"/>
    <w:rsid w:val="00EA647A"/>
    <w:rsid w:val="00EA6CEE"/>
    <w:rsid w:val="00EA71B9"/>
    <w:rsid w:val="00EA71E4"/>
    <w:rsid w:val="00EA7E74"/>
    <w:rsid w:val="00EB02E4"/>
    <w:rsid w:val="00EB04E4"/>
    <w:rsid w:val="00EB0554"/>
    <w:rsid w:val="00EB05D9"/>
    <w:rsid w:val="00EB1258"/>
    <w:rsid w:val="00EB15AD"/>
    <w:rsid w:val="00EB1867"/>
    <w:rsid w:val="00EB20E9"/>
    <w:rsid w:val="00EB30B7"/>
    <w:rsid w:val="00EB37DC"/>
    <w:rsid w:val="00EB4015"/>
    <w:rsid w:val="00EB4023"/>
    <w:rsid w:val="00EB4149"/>
    <w:rsid w:val="00EB4F0E"/>
    <w:rsid w:val="00EB534C"/>
    <w:rsid w:val="00EB5596"/>
    <w:rsid w:val="00EB5712"/>
    <w:rsid w:val="00EB5BD5"/>
    <w:rsid w:val="00EB5C44"/>
    <w:rsid w:val="00EB5C90"/>
    <w:rsid w:val="00EB5C94"/>
    <w:rsid w:val="00EB614B"/>
    <w:rsid w:val="00EB6356"/>
    <w:rsid w:val="00EB6B2C"/>
    <w:rsid w:val="00EC2109"/>
    <w:rsid w:val="00EC2151"/>
    <w:rsid w:val="00EC26B9"/>
    <w:rsid w:val="00EC31F7"/>
    <w:rsid w:val="00EC34FE"/>
    <w:rsid w:val="00EC3D4E"/>
    <w:rsid w:val="00EC3D88"/>
    <w:rsid w:val="00EC425F"/>
    <w:rsid w:val="00EC4C2E"/>
    <w:rsid w:val="00EC55DF"/>
    <w:rsid w:val="00EC6380"/>
    <w:rsid w:val="00EC652C"/>
    <w:rsid w:val="00EC65DD"/>
    <w:rsid w:val="00EC660B"/>
    <w:rsid w:val="00EC7CB6"/>
    <w:rsid w:val="00EC7EAE"/>
    <w:rsid w:val="00ED0246"/>
    <w:rsid w:val="00ED104F"/>
    <w:rsid w:val="00ED1426"/>
    <w:rsid w:val="00ED167A"/>
    <w:rsid w:val="00ED1821"/>
    <w:rsid w:val="00ED1DAB"/>
    <w:rsid w:val="00ED2EA8"/>
    <w:rsid w:val="00ED3093"/>
    <w:rsid w:val="00ED3197"/>
    <w:rsid w:val="00ED3886"/>
    <w:rsid w:val="00ED3B0A"/>
    <w:rsid w:val="00ED3C1E"/>
    <w:rsid w:val="00ED3C26"/>
    <w:rsid w:val="00ED3C67"/>
    <w:rsid w:val="00ED43C2"/>
    <w:rsid w:val="00ED459F"/>
    <w:rsid w:val="00ED4652"/>
    <w:rsid w:val="00ED4666"/>
    <w:rsid w:val="00ED46AF"/>
    <w:rsid w:val="00ED50D2"/>
    <w:rsid w:val="00ED5112"/>
    <w:rsid w:val="00ED5666"/>
    <w:rsid w:val="00ED56A5"/>
    <w:rsid w:val="00ED647F"/>
    <w:rsid w:val="00ED6A4B"/>
    <w:rsid w:val="00ED6E6D"/>
    <w:rsid w:val="00ED7295"/>
    <w:rsid w:val="00ED73D9"/>
    <w:rsid w:val="00ED7631"/>
    <w:rsid w:val="00ED7FA4"/>
    <w:rsid w:val="00EE0635"/>
    <w:rsid w:val="00EE0C68"/>
    <w:rsid w:val="00EE0DC8"/>
    <w:rsid w:val="00EE18AC"/>
    <w:rsid w:val="00EE1A65"/>
    <w:rsid w:val="00EE2658"/>
    <w:rsid w:val="00EE2C34"/>
    <w:rsid w:val="00EE2DD8"/>
    <w:rsid w:val="00EE32EC"/>
    <w:rsid w:val="00EE3CB1"/>
    <w:rsid w:val="00EE47D8"/>
    <w:rsid w:val="00EE4D63"/>
    <w:rsid w:val="00EE4ECA"/>
    <w:rsid w:val="00EE52A5"/>
    <w:rsid w:val="00EE5393"/>
    <w:rsid w:val="00EE5B18"/>
    <w:rsid w:val="00EE5FD4"/>
    <w:rsid w:val="00EE66A4"/>
    <w:rsid w:val="00EE6E7D"/>
    <w:rsid w:val="00EE6F3A"/>
    <w:rsid w:val="00EE71C5"/>
    <w:rsid w:val="00EE750C"/>
    <w:rsid w:val="00EF029C"/>
    <w:rsid w:val="00EF052A"/>
    <w:rsid w:val="00EF0A43"/>
    <w:rsid w:val="00EF0E19"/>
    <w:rsid w:val="00EF14DD"/>
    <w:rsid w:val="00EF29D8"/>
    <w:rsid w:val="00EF2DCB"/>
    <w:rsid w:val="00EF2F53"/>
    <w:rsid w:val="00EF35CD"/>
    <w:rsid w:val="00EF407F"/>
    <w:rsid w:val="00EF44CB"/>
    <w:rsid w:val="00EF4F07"/>
    <w:rsid w:val="00EF5095"/>
    <w:rsid w:val="00EF59E4"/>
    <w:rsid w:val="00EF5D14"/>
    <w:rsid w:val="00EF5D5E"/>
    <w:rsid w:val="00EF5F71"/>
    <w:rsid w:val="00EF63CA"/>
    <w:rsid w:val="00EF6603"/>
    <w:rsid w:val="00EF6A1D"/>
    <w:rsid w:val="00EF6F8F"/>
    <w:rsid w:val="00EF7D09"/>
    <w:rsid w:val="00F00352"/>
    <w:rsid w:val="00F008C0"/>
    <w:rsid w:val="00F009A7"/>
    <w:rsid w:val="00F01290"/>
    <w:rsid w:val="00F017D7"/>
    <w:rsid w:val="00F01B67"/>
    <w:rsid w:val="00F02B03"/>
    <w:rsid w:val="00F032B7"/>
    <w:rsid w:val="00F03AAD"/>
    <w:rsid w:val="00F04781"/>
    <w:rsid w:val="00F0559C"/>
    <w:rsid w:val="00F05896"/>
    <w:rsid w:val="00F0591C"/>
    <w:rsid w:val="00F059D6"/>
    <w:rsid w:val="00F06117"/>
    <w:rsid w:val="00F061D8"/>
    <w:rsid w:val="00F062EF"/>
    <w:rsid w:val="00F06C55"/>
    <w:rsid w:val="00F0711A"/>
    <w:rsid w:val="00F07BC6"/>
    <w:rsid w:val="00F07D50"/>
    <w:rsid w:val="00F07DDF"/>
    <w:rsid w:val="00F07ED0"/>
    <w:rsid w:val="00F10314"/>
    <w:rsid w:val="00F108D1"/>
    <w:rsid w:val="00F10B2B"/>
    <w:rsid w:val="00F11971"/>
    <w:rsid w:val="00F1198D"/>
    <w:rsid w:val="00F11C51"/>
    <w:rsid w:val="00F11EC7"/>
    <w:rsid w:val="00F11F83"/>
    <w:rsid w:val="00F122A2"/>
    <w:rsid w:val="00F12A87"/>
    <w:rsid w:val="00F13F0D"/>
    <w:rsid w:val="00F14991"/>
    <w:rsid w:val="00F14D2E"/>
    <w:rsid w:val="00F156E2"/>
    <w:rsid w:val="00F172B1"/>
    <w:rsid w:val="00F17A15"/>
    <w:rsid w:val="00F17EB6"/>
    <w:rsid w:val="00F17FA4"/>
    <w:rsid w:val="00F206F3"/>
    <w:rsid w:val="00F206FB"/>
    <w:rsid w:val="00F20EF4"/>
    <w:rsid w:val="00F20F7A"/>
    <w:rsid w:val="00F214F9"/>
    <w:rsid w:val="00F21A97"/>
    <w:rsid w:val="00F21BB3"/>
    <w:rsid w:val="00F22654"/>
    <w:rsid w:val="00F22D6E"/>
    <w:rsid w:val="00F23891"/>
    <w:rsid w:val="00F23A0F"/>
    <w:rsid w:val="00F23C04"/>
    <w:rsid w:val="00F24720"/>
    <w:rsid w:val="00F2499C"/>
    <w:rsid w:val="00F24EC0"/>
    <w:rsid w:val="00F25490"/>
    <w:rsid w:val="00F25D5A"/>
    <w:rsid w:val="00F263B1"/>
    <w:rsid w:val="00F26457"/>
    <w:rsid w:val="00F2649C"/>
    <w:rsid w:val="00F279B6"/>
    <w:rsid w:val="00F27D2F"/>
    <w:rsid w:val="00F30407"/>
    <w:rsid w:val="00F30ED6"/>
    <w:rsid w:val="00F31A96"/>
    <w:rsid w:val="00F32AE7"/>
    <w:rsid w:val="00F34B87"/>
    <w:rsid w:val="00F34E4C"/>
    <w:rsid w:val="00F34F04"/>
    <w:rsid w:val="00F35540"/>
    <w:rsid w:val="00F35728"/>
    <w:rsid w:val="00F357FF"/>
    <w:rsid w:val="00F35BFF"/>
    <w:rsid w:val="00F36D09"/>
    <w:rsid w:val="00F37FCF"/>
    <w:rsid w:val="00F401C7"/>
    <w:rsid w:val="00F40938"/>
    <w:rsid w:val="00F41649"/>
    <w:rsid w:val="00F41BEC"/>
    <w:rsid w:val="00F420B4"/>
    <w:rsid w:val="00F42852"/>
    <w:rsid w:val="00F4295F"/>
    <w:rsid w:val="00F42D92"/>
    <w:rsid w:val="00F43305"/>
    <w:rsid w:val="00F43393"/>
    <w:rsid w:val="00F43911"/>
    <w:rsid w:val="00F43C27"/>
    <w:rsid w:val="00F43F22"/>
    <w:rsid w:val="00F4409C"/>
    <w:rsid w:val="00F44951"/>
    <w:rsid w:val="00F456CC"/>
    <w:rsid w:val="00F45EF4"/>
    <w:rsid w:val="00F4616C"/>
    <w:rsid w:val="00F467CE"/>
    <w:rsid w:val="00F46FFB"/>
    <w:rsid w:val="00F47B40"/>
    <w:rsid w:val="00F5026E"/>
    <w:rsid w:val="00F50679"/>
    <w:rsid w:val="00F50E7C"/>
    <w:rsid w:val="00F5106D"/>
    <w:rsid w:val="00F51286"/>
    <w:rsid w:val="00F512B3"/>
    <w:rsid w:val="00F5219B"/>
    <w:rsid w:val="00F529EB"/>
    <w:rsid w:val="00F53166"/>
    <w:rsid w:val="00F53EE7"/>
    <w:rsid w:val="00F53F08"/>
    <w:rsid w:val="00F54511"/>
    <w:rsid w:val="00F5478C"/>
    <w:rsid w:val="00F547D1"/>
    <w:rsid w:val="00F56403"/>
    <w:rsid w:val="00F565B6"/>
    <w:rsid w:val="00F56F4B"/>
    <w:rsid w:val="00F57258"/>
    <w:rsid w:val="00F57C86"/>
    <w:rsid w:val="00F6231A"/>
    <w:rsid w:val="00F6242B"/>
    <w:rsid w:val="00F6250C"/>
    <w:rsid w:val="00F62970"/>
    <w:rsid w:val="00F629B7"/>
    <w:rsid w:val="00F6471F"/>
    <w:rsid w:val="00F647B7"/>
    <w:rsid w:val="00F64C29"/>
    <w:rsid w:val="00F64E03"/>
    <w:rsid w:val="00F65D49"/>
    <w:rsid w:val="00F65EF9"/>
    <w:rsid w:val="00F65F8F"/>
    <w:rsid w:val="00F667B2"/>
    <w:rsid w:val="00F66A85"/>
    <w:rsid w:val="00F66CD0"/>
    <w:rsid w:val="00F66EC1"/>
    <w:rsid w:val="00F67173"/>
    <w:rsid w:val="00F679E7"/>
    <w:rsid w:val="00F7063C"/>
    <w:rsid w:val="00F70D01"/>
    <w:rsid w:val="00F713A7"/>
    <w:rsid w:val="00F715C4"/>
    <w:rsid w:val="00F716E5"/>
    <w:rsid w:val="00F71832"/>
    <w:rsid w:val="00F719CC"/>
    <w:rsid w:val="00F71D95"/>
    <w:rsid w:val="00F7248C"/>
    <w:rsid w:val="00F72B83"/>
    <w:rsid w:val="00F73799"/>
    <w:rsid w:val="00F73A35"/>
    <w:rsid w:val="00F73C2A"/>
    <w:rsid w:val="00F74348"/>
    <w:rsid w:val="00F74665"/>
    <w:rsid w:val="00F7477B"/>
    <w:rsid w:val="00F74B1E"/>
    <w:rsid w:val="00F74BBA"/>
    <w:rsid w:val="00F75086"/>
    <w:rsid w:val="00F753FD"/>
    <w:rsid w:val="00F75D73"/>
    <w:rsid w:val="00F76360"/>
    <w:rsid w:val="00F768EB"/>
    <w:rsid w:val="00F76BF3"/>
    <w:rsid w:val="00F774DC"/>
    <w:rsid w:val="00F77551"/>
    <w:rsid w:val="00F779F4"/>
    <w:rsid w:val="00F803DB"/>
    <w:rsid w:val="00F80F24"/>
    <w:rsid w:val="00F81110"/>
    <w:rsid w:val="00F81D86"/>
    <w:rsid w:val="00F82434"/>
    <w:rsid w:val="00F82558"/>
    <w:rsid w:val="00F82705"/>
    <w:rsid w:val="00F835E2"/>
    <w:rsid w:val="00F83A5F"/>
    <w:rsid w:val="00F84BCB"/>
    <w:rsid w:val="00F85549"/>
    <w:rsid w:val="00F864F7"/>
    <w:rsid w:val="00F86664"/>
    <w:rsid w:val="00F867D6"/>
    <w:rsid w:val="00F868A0"/>
    <w:rsid w:val="00F86A68"/>
    <w:rsid w:val="00F874AE"/>
    <w:rsid w:val="00F877B7"/>
    <w:rsid w:val="00F90251"/>
    <w:rsid w:val="00F90567"/>
    <w:rsid w:val="00F906BA"/>
    <w:rsid w:val="00F911A0"/>
    <w:rsid w:val="00F91DAF"/>
    <w:rsid w:val="00F91ED3"/>
    <w:rsid w:val="00F925F0"/>
    <w:rsid w:val="00F92602"/>
    <w:rsid w:val="00F92A22"/>
    <w:rsid w:val="00F92DDE"/>
    <w:rsid w:val="00F93190"/>
    <w:rsid w:val="00F9481B"/>
    <w:rsid w:val="00F94897"/>
    <w:rsid w:val="00F94941"/>
    <w:rsid w:val="00F94C51"/>
    <w:rsid w:val="00F956C1"/>
    <w:rsid w:val="00F95D7E"/>
    <w:rsid w:val="00F9604E"/>
    <w:rsid w:val="00F960DD"/>
    <w:rsid w:val="00F963EE"/>
    <w:rsid w:val="00F96B19"/>
    <w:rsid w:val="00F97880"/>
    <w:rsid w:val="00F978CF"/>
    <w:rsid w:val="00F97E5A"/>
    <w:rsid w:val="00FA021B"/>
    <w:rsid w:val="00FA0A58"/>
    <w:rsid w:val="00FA0EBA"/>
    <w:rsid w:val="00FA1394"/>
    <w:rsid w:val="00FA150F"/>
    <w:rsid w:val="00FA1B21"/>
    <w:rsid w:val="00FA1C28"/>
    <w:rsid w:val="00FA24FF"/>
    <w:rsid w:val="00FA27AA"/>
    <w:rsid w:val="00FA2892"/>
    <w:rsid w:val="00FA2973"/>
    <w:rsid w:val="00FA2AE5"/>
    <w:rsid w:val="00FA362D"/>
    <w:rsid w:val="00FA388B"/>
    <w:rsid w:val="00FA3CA4"/>
    <w:rsid w:val="00FA45BA"/>
    <w:rsid w:val="00FA4BAF"/>
    <w:rsid w:val="00FA4C20"/>
    <w:rsid w:val="00FA5450"/>
    <w:rsid w:val="00FA616E"/>
    <w:rsid w:val="00FA62B4"/>
    <w:rsid w:val="00FA6895"/>
    <w:rsid w:val="00FA69FA"/>
    <w:rsid w:val="00FA6B15"/>
    <w:rsid w:val="00FA6EBD"/>
    <w:rsid w:val="00FA7629"/>
    <w:rsid w:val="00FA7D22"/>
    <w:rsid w:val="00FB015A"/>
    <w:rsid w:val="00FB0525"/>
    <w:rsid w:val="00FB05D1"/>
    <w:rsid w:val="00FB0E4B"/>
    <w:rsid w:val="00FB0EE8"/>
    <w:rsid w:val="00FB1533"/>
    <w:rsid w:val="00FB169F"/>
    <w:rsid w:val="00FB1903"/>
    <w:rsid w:val="00FB1F39"/>
    <w:rsid w:val="00FB23D2"/>
    <w:rsid w:val="00FB27E0"/>
    <w:rsid w:val="00FB2879"/>
    <w:rsid w:val="00FB2BE4"/>
    <w:rsid w:val="00FB3AE1"/>
    <w:rsid w:val="00FB43CD"/>
    <w:rsid w:val="00FB4506"/>
    <w:rsid w:val="00FB4840"/>
    <w:rsid w:val="00FB4B7B"/>
    <w:rsid w:val="00FB5E46"/>
    <w:rsid w:val="00FB6313"/>
    <w:rsid w:val="00FB6B72"/>
    <w:rsid w:val="00FB738D"/>
    <w:rsid w:val="00FB75A1"/>
    <w:rsid w:val="00FC01DE"/>
    <w:rsid w:val="00FC042E"/>
    <w:rsid w:val="00FC0864"/>
    <w:rsid w:val="00FC123D"/>
    <w:rsid w:val="00FC14F0"/>
    <w:rsid w:val="00FC2115"/>
    <w:rsid w:val="00FC228F"/>
    <w:rsid w:val="00FC261C"/>
    <w:rsid w:val="00FC2E1E"/>
    <w:rsid w:val="00FC2FBB"/>
    <w:rsid w:val="00FC308C"/>
    <w:rsid w:val="00FC31EF"/>
    <w:rsid w:val="00FC3692"/>
    <w:rsid w:val="00FC3C17"/>
    <w:rsid w:val="00FC46E9"/>
    <w:rsid w:val="00FC4831"/>
    <w:rsid w:val="00FC5413"/>
    <w:rsid w:val="00FC648B"/>
    <w:rsid w:val="00FC6579"/>
    <w:rsid w:val="00FC66EE"/>
    <w:rsid w:val="00FC67A8"/>
    <w:rsid w:val="00FC6C5D"/>
    <w:rsid w:val="00FC6C9E"/>
    <w:rsid w:val="00FC6CF9"/>
    <w:rsid w:val="00FC6D7D"/>
    <w:rsid w:val="00FC7103"/>
    <w:rsid w:val="00FC75DA"/>
    <w:rsid w:val="00FC78E8"/>
    <w:rsid w:val="00FD04C7"/>
    <w:rsid w:val="00FD068F"/>
    <w:rsid w:val="00FD07D5"/>
    <w:rsid w:val="00FD1095"/>
    <w:rsid w:val="00FD18EA"/>
    <w:rsid w:val="00FD1BF9"/>
    <w:rsid w:val="00FD2184"/>
    <w:rsid w:val="00FD29F6"/>
    <w:rsid w:val="00FD2A76"/>
    <w:rsid w:val="00FD2F0C"/>
    <w:rsid w:val="00FD3043"/>
    <w:rsid w:val="00FD3A8E"/>
    <w:rsid w:val="00FD3C70"/>
    <w:rsid w:val="00FD4A3F"/>
    <w:rsid w:val="00FD4B20"/>
    <w:rsid w:val="00FD4D77"/>
    <w:rsid w:val="00FD4F19"/>
    <w:rsid w:val="00FD55F7"/>
    <w:rsid w:val="00FD5B8D"/>
    <w:rsid w:val="00FD6109"/>
    <w:rsid w:val="00FD70EC"/>
    <w:rsid w:val="00FD7CD7"/>
    <w:rsid w:val="00FE048A"/>
    <w:rsid w:val="00FE0B42"/>
    <w:rsid w:val="00FE1861"/>
    <w:rsid w:val="00FE27CF"/>
    <w:rsid w:val="00FE3181"/>
    <w:rsid w:val="00FE34D6"/>
    <w:rsid w:val="00FE34D8"/>
    <w:rsid w:val="00FE384D"/>
    <w:rsid w:val="00FE39C1"/>
    <w:rsid w:val="00FE5377"/>
    <w:rsid w:val="00FE5915"/>
    <w:rsid w:val="00FE59F7"/>
    <w:rsid w:val="00FE66B0"/>
    <w:rsid w:val="00FE6EC4"/>
    <w:rsid w:val="00FF0553"/>
    <w:rsid w:val="00FF0671"/>
    <w:rsid w:val="00FF07ED"/>
    <w:rsid w:val="00FF08FA"/>
    <w:rsid w:val="00FF0CCB"/>
    <w:rsid w:val="00FF0DAD"/>
    <w:rsid w:val="00FF0EA3"/>
    <w:rsid w:val="00FF14DF"/>
    <w:rsid w:val="00FF1990"/>
    <w:rsid w:val="00FF1CD7"/>
    <w:rsid w:val="00FF1E4B"/>
    <w:rsid w:val="00FF1F9A"/>
    <w:rsid w:val="00FF24D0"/>
    <w:rsid w:val="00FF30B2"/>
    <w:rsid w:val="00FF312D"/>
    <w:rsid w:val="00FF42F7"/>
    <w:rsid w:val="00FF487B"/>
    <w:rsid w:val="00FF492A"/>
    <w:rsid w:val="00FF4F33"/>
    <w:rsid w:val="00FF5527"/>
    <w:rsid w:val="00FF5C0D"/>
    <w:rsid w:val="00FF619D"/>
    <w:rsid w:val="00FF6504"/>
    <w:rsid w:val="00FF726B"/>
    <w:rsid w:val="00FF7B01"/>
    <w:rsid w:val="00FF7E64"/>
    <w:rsid w:val="00FF7F3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D22"/>
    <w:rPr>
      <w:rFonts w:ascii="Times New Roman" w:eastAsia="Times New Roman" w:hAnsi="Times New Roman"/>
      <w:sz w:val="28"/>
      <w:szCs w:val="2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81D22"/>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081D22"/>
    <w:rPr>
      <w:rFonts w:ascii="Times New Roman" w:hAnsi="Times New Roman" w:cs="Times New Roman"/>
      <w:sz w:val="20"/>
      <w:szCs w:val="20"/>
      <w:lang w:eastAsia="ru-RU"/>
    </w:rPr>
  </w:style>
  <w:style w:type="paragraph" w:styleId="Footer">
    <w:name w:val="footer"/>
    <w:basedOn w:val="Normal"/>
    <w:link w:val="FooterChar"/>
    <w:uiPriority w:val="99"/>
    <w:rsid w:val="00081D22"/>
    <w:pPr>
      <w:tabs>
        <w:tab w:val="center" w:pos="4153"/>
        <w:tab w:val="right" w:pos="8306"/>
      </w:tabs>
    </w:pPr>
    <w:rPr>
      <w:sz w:val="20"/>
      <w:szCs w:val="20"/>
    </w:rPr>
  </w:style>
  <w:style w:type="character" w:customStyle="1" w:styleId="FooterChar">
    <w:name w:val="Footer Char"/>
    <w:basedOn w:val="DefaultParagraphFont"/>
    <w:link w:val="Footer"/>
    <w:uiPriority w:val="99"/>
    <w:locked/>
    <w:rsid w:val="00081D22"/>
    <w:rPr>
      <w:rFonts w:ascii="Times New Roman" w:hAnsi="Times New Roman" w:cs="Times New Roman"/>
      <w:sz w:val="20"/>
      <w:szCs w:val="20"/>
      <w:lang w:eastAsia="ru-RU"/>
    </w:rPr>
  </w:style>
  <w:style w:type="paragraph" w:styleId="Title">
    <w:name w:val="Title"/>
    <w:basedOn w:val="Normal"/>
    <w:link w:val="TitleChar"/>
    <w:uiPriority w:val="99"/>
    <w:qFormat/>
    <w:rsid w:val="00081D22"/>
    <w:pPr>
      <w:jc w:val="center"/>
    </w:pPr>
    <w:rPr>
      <w:b/>
      <w:szCs w:val="20"/>
      <w:lang w:val="sr-Cyrl-CS"/>
    </w:rPr>
  </w:style>
  <w:style w:type="character" w:customStyle="1" w:styleId="TitleChar">
    <w:name w:val="Title Char"/>
    <w:basedOn w:val="DefaultParagraphFont"/>
    <w:link w:val="Title"/>
    <w:uiPriority w:val="99"/>
    <w:locked/>
    <w:rsid w:val="00081D22"/>
    <w:rPr>
      <w:rFonts w:ascii="Times New Roman" w:hAnsi="Times New Roman" w:cs="Times New Roman"/>
      <w:b/>
      <w:sz w:val="20"/>
      <w:szCs w:val="20"/>
      <w:lang w:val="sr-Cyrl-CS" w:eastAsia="ru-RU"/>
    </w:rPr>
  </w:style>
  <w:style w:type="paragraph" w:styleId="BodyText">
    <w:name w:val="Body Text"/>
    <w:basedOn w:val="Normal"/>
    <w:link w:val="BodyTextChar"/>
    <w:uiPriority w:val="99"/>
    <w:rsid w:val="00081D22"/>
    <w:pPr>
      <w:jc w:val="both"/>
    </w:pPr>
    <w:rPr>
      <w:rFonts w:ascii="Times New Roman Kaz" w:hAnsi="Times New Roman Kaz"/>
      <w:szCs w:val="20"/>
      <w:lang w:val="sr-Cyrl-CS"/>
    </w:rPr>
  </w:style>
  <w:style w:type="character" w:customStyle="1" w:styleId="BodyTextChar">
    <w:name w:val="Body Text Char"/>
    <w:basedOn w:val="DefaultParagraphFont"/>
    <w:link w:val="BodyText"/>
    <w:uiPriority w:val="99"/>
    <w:locked/>
    <w:rsid w:val="00081D22"/>
    <w:rPr>
      <w:rFonts w:ascii="Times New Roman Kaz" w:hAnsi="Times New Roman Kaz" w:cs="Times New Roman"/>
      <w:sz w:val="20"/>
      <w:szCs w:val="20"/>
      <w:lang w:val="sr-Cyrl-CS" w:eastAsia="ru-RU"/>
    </w:rPr>
  </w:style>
  <w:style w:type="paragraph" w:styleId="BodyTextIndent">
    <w:name w:val="Body Text Indent"/>
    <w:basedOn w:val="Normal"/>
    <w:link w:val="BodyTextIndentChar"/>
    <w:uiPriority w:val="99"/>
    <w:rsid w:val="00081D22"/>
    <w:pPr>
      <w:ind w:firstLine="709"/>
      <w:jc w:val="both"/>
    </w:pPr>
    <w:rPr>
      <w:rFonts w:ascii="Times New Roman Kaz" w:hAnsi="Times New Roman Kaz"/>
      <w:szCs w:val="20"/>
    </w:rPr>
  </w:style>
  <w:style w:type="character" w:customStyle="1" w:styleId="BodyTextIndentChar">
    <w:name w:val="Body Text Indent Char"/>
    <w:basedOn w:val="DefaultParagraphFont"/>
    <w:link w:val="BodyTextIndent"/>
    <w:uiPriority w:val="99"/>
    <w:locked/>
    <w:rsid w:val="00081D22"/>
    <w:rPr>
      <w:rFonts w:ascii="Times New Roman Kaz" w:hAnsi="Times New Roman Kaz" w:cs="Times New Roman"/>
      <w:sz w:val="20"/>
      <w:szCs w:val="20"/>
      <w:lang w:eastAsia="ru-RU"/>
    </w:rPr>
  </w:style>
  <w:style w:type="character" w:styleId="PageNumber">
    <w:name w:val="page number"/>
    <w:basedOn w:val="DefaultParagraphFont"/>
    <w:uiPriority w:val="99"/>
    <w:rsid w:val="00081D22"/>
    <w:rPr>
      <w:rFonts w:cs="Times New Roman"/>
    </w:rPr>
  </w:style>
  <w:style w:type="paragraph" w:customStyle="1" w:styleId="a">
    <w:name w:val="Знак"/>
    <w:basedOn w:val="Normal"/>
    <w:autoRedefine/>
    <w:uiPriority w:val="99"/>
    <w:rsid w:val="00081D22"/>
    <w:pPr>
      <w:spacing w:after="160" w:line="240" w:lineRule="exact"/>
    </w:pPr>
    <w:rPr>
      <w:rFonts w:eastAsia="SimSun"/>
      <w:b/>
      <w:szCs w:val="24"/>
      <w:lang w:val="en-US" w:eastAsia="en-US"/>
    </w:rPr>
  </w:style>
  <w:style w:type="paragraph" w:customStyle="1" w:styleId="1">
    <w:name w:val="Знак1"/>
    <w:basedOn w:val="Normal"/>
    <w:autoRedefine/>
    <w:uiPriority w:val="99"/>
    <w:rsid w:val="00081D22"/>
    <w:pPr>
      <w:spacing w:after="160" w:line="240" w:lineRule="exact"/>
    </w:pPr>
    <w:rPr>
      <w:rFonts w:eastAsia="SimSun"/>
      <w:b/>
      <w:szCs w:val="24"/>
      <w:lang w:val="en-US" w:eastAsia="en-US"/>
    </w:rPr>
  </w:style>
  <w:style w:type="paragraph" w:styleId="ListParagraph">
    <w:name w:val="List Paragraph"/>
    <w:basedOn w:val="Normal"/>
    <w:uiPriority w:val="99"/>
    <w:qFormat/>
    <w:rsid w:val="00F11EC7"/>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7158</Words>
  <Characters>4081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Света Саменова </dc:title>
  <dc:subject/>
  <dc:creator>Admin</dc:creator>
  <cp:keywords/>
  <dc:description/>
  <cp:lastModifiedBy>Admin</cp:lastModifiedBy>
  <cp:revision>2</cp:revision>
  <dcterms:created xsi:type="dcterms:W3CDTF">2014-01-28T09:37:00Z</dcterms:created>
  <dcterms:modified xsi:type="dcterms:W3CDTF">2014-01-28T09:37:00Z</dcterms:modified>
</cp:coreProperties>
</file>