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2E" w:rsidRPr="00702EDE" w:rsidRDefault="00BE232E" w:rsidP="00702EDE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02EDE">
        <w:rPr>
          <w:rFonts w:ascii="Times New Roman" w:hAnsi="Times New Roman"/>
          <w:b/>
          <w:sz w:val="28"/>
          <w:szCs w:val="28"/>
          <w:lang w:val="uk-UA"/>
        </w:rPr>
        <w:t>Віра Дундюк</w:t>
      </w:r>
    </w:p>
    <w:p w:rsidR="00BE232E" w:rsidRPr="00702EDE" w:rsidRDefault="00BE232E" w:rsidP="00702EDE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02EDE">
        <w:rPr>
          <w:rFonts w:ascii="Times New Roman" w:hAnsi="Times New Roman"/>
          <w:b/>
          <w:sz w:val="28"/>
          <w:szCs w:val="28"/>
          <w:lang w:val="uk-UA"/>
        </w:rPr>
        <w:t>(Хмельницький, Україна)</w:t>
      </w:r>
    </w:p>
    <w:p w:rsidR="00BE232E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E232E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73AD0">
        <w:rPr>
          <w:rFonts w:ascii="Times New Roman" w:hAnsi="Times New Roman"/>
          <w:b/>
          <w:sz w:val="28"/>
          <w:szCs w:val="28"/>
          <w:lang w:val="uk-UA"/>
        </w:rPr>
        <w:t>ПРОФЕСІЙНА ІДЕНТИЧНІСТЬ</w:t>
      </w:r>
      <w:r>
        <w:rPr>
          <w:rFonts w:ascii="Times New Roman" w:hAnsi="Times New Roman"/>
          <w:b/>
          <w:sz w:val="28"/>
          <w:szCs w:val="28"/>
          <w:lang w:val="uk-UA"/>
        </w:rPr>
        <w:t>: ЕТАПИ СТАНОВЛЕННЯ У ВНЗ</w:t>
      </w:r>
    </w:p>
    <w:p w:rsidR="00BE232E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>Процес входження людини в професію називається професіоналізацією. Професіоналізація – це цілісний неперервний процес становлення особистості фахівця, що починається з моменту вибору професії, триває упродовж всього професійного життя і завершується з припиненням професійної діяльності.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 xml:space="preserve">Вченими розроблено декілька періодизацій професійного шляху людини. Низка авторів розглядає професійний розвиток особистості як інтеграцію двох процесів: розвитку особистості в онтогенезі і професіоналізації особистості з початку професійного самовизначення до завершення активної трудової діяльності. 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>Найбільш популярною є зарубіжна модель професійного розвитку Д.Сьюпера [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9</w:t>
      </w:r>
      <w:r w:rsidRPr="007434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],</w:t>
      </w:r>
      <w:r w:rsidRPr="007434FD">
        <w:rPr>
          <w:rFonts w:ascii="Times New Roman" w:hAnsi="Times New Roman"/>
          <w:sz w:val="28"/>
          <w:szCs w:val="28"/>
          <w:lang w:val="uk-UA"/>
        </w:rPr>
        <w:t xml:space="preserve"> яка включає наступні стадії: 1) пробудження (вік до 15 років) – розвиток Я-концепції через фази інтересів і здібностей; 2) дослідження (вік 15-24 роки) – пошук себе в різноманітних ролях з урахуванням реальних професійних можливостей; 3) консолідація (вік 25-44 роки) – намір забезпечити у знайденому полі стійку особистісну позицію; 4) збереження (вік 45-64 роки) – розвиток у рамках знайденого професійного поля; 5) спаду (вік з 65 років) – часткова участь у професійному житті. </w:t>
      </w:r>
    </w:p>
    <w:p w:rsidR="00BE232E" w:rsidRPr="00702EDE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02EDE">
        <w:rPr>
          <w:rFonts w:ascii="Times New Roman" w:hAnsi="Times New Roman"/>
          <w:sz w:val="28"/>
          <w:szCs w:val="28"/>
          <w:lang w:val="uk-UA"/>
        </w:rPr>
        <w:t>Більшість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періодизацій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спирається на хронологічний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індивіда. У рамках концепції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особистості Ю.П. Поваренкова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хронологічною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підставою для періодизації є "професійний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вік" особистості, тобто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тривалість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професіоналізації,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більша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загально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трудового стажу. Незалежно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величини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одиниць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періодизації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особистості (стадії, періоди й фази) кожна з них характеризується конкретною ситуацією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завданням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розвитку, провідною формою професійної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активності, специфічними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професійно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важливими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 xml:space="preserve">якостями, </w:t>
      </w:r>
      <w:r>
        <w:rPr>
          <w:rFonts w:ascii="Times New Roman" w:hAnsi="Times New Roman"/>
          <w:sz w:val="28"/>
          <w:szCs w:val="28"/>
          <w:lang w:val="uk-UA"/>
        </w:rPr>
        <w:t xml:space="preserve">професійно орієнтованими </w:t>
      </w:r>
      <w:r w:rsidRPr="00702EDE">
        <w:rPr>
          <w:rFonts w:ascii="Times New Roman" w:hAnsi="Times New Roman"/>
          <w:sz w:val="28"/>
          <w:szCs w:val="28"/>
          <w:lang w:val="uk-UA"/>
        </w:rPr>
        <w:t>новоутвореннями й критеріями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 xml:space="preserve">професіоналізації. 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02EDE">
        <w:rPr>
          <w:rFonts w:ascii="Times New Roman" w:hAnsi="Times New Roman"/>
          <w:sz w:val="28"/>
          <w:szCs w:val="28"/>
          <w:lang w:val="uk-UA"/>
        </w:rPr>
        <w:t>Т.В. Кудрявцев, один із перших вітчизняних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психологів, який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глибоко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дослідив проблему професійного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особистості, як критерії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виділення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стадій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вибрав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ставлення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особистості до професії і рівень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діяльності. Він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виділив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чотири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стадії: 1. виникнення і формування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намірів; 2. професійне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навчання і підготовка до професійної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діяльності; 3. входження в професію, активне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освоєння і знаходження себе у виробничому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 xml:space="preserve">колективі; </w:t>
      </w:r>
      <w:r>
        <w:rPr>
          <w:rFonts w:ascii="Times New Roman" w:hAnsi="Times New Roman"/>
          <w:sz w:val="28"/>
          <w:szCs w:val="28"/>
          <w:lang w:val="uk-UA"/>
        </w:rPr>
        <w:t>4.</w:t>
      </w:r>
      <w:r w:rsidRPr="00702EDE">
        <w:rPr>
          <w:rFonts w:ascii="Times New Roman" w:hAnsi="Times New Roman"/>
          <w:sz w:val="28"/>
          <w:szCs w:val="28"/>
          <w:lang w:val="uk-UA"/>
        </w:rPr>
        <w:t>повнареалізаціяособистості у професійній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праці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02EDE">
        <w:rPr>
          <w:rFonts w:ascii="Times New Roman" w:hAnsi="Times New Roman"/>
          <w:sz w:val="28"/>
          <w:szCs w:val="28"/>
          <w:lang w:val="uk-UA"/>
        </w:rPr>
        <w:t>].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>Стадії розвитку суб’єкта професійної діяльності представлені в роботах російських психологів (Є.О.Клімова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434FD">
        <w:rPr>
          <w:rFonts w:ascii="Times New Roman" w:hAnsi="Times New Roman"/>
          <w:sz w:val="28"/>
          <w:szCs w:val="28"/>
          <w:lang w:val="uk-UA"/>
        </w:rPr>
        <w:t>], В.О.Бодрова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434FD">
        <w:rPr>
          <w:rFonts w:ascii="Times New Roman" w:hAnsi="Times New Roman"/>
          <w:sz w:val="28"/>
          <w:szCs w:val="28"/>
          <w:lang w:val="uk-UA"/>
        </w:rPr>
        <w:t>] та інших). Вони виділяють: 1) допрофесійний розвиток: стадія передгри, стадія гри, стадія оволодіння навчальною діяльністю; 2) розвиток в період вибору професії: стадія обтації (11-18 років); 3) розвиток в період професійної підготовки: стадія професійного навчання (15-23 роки); 4) стадія професійної адаптації (19-27 років); 5) стадія розвитку професіонала (21-50 років); 6) стадія реалізації професіонала (45-65 років); 7) стадія спаду (з 61-65 і більше років).</w:t>
      </w:r>
    </w:p>
    <w:p w:rsidR="00BE232E" w:rsidRPr="00702EDE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 xml:space="preserve">Науковець </w:t>
      </w:r>
      <w:r w:rsidRPr="00702EDE">
        <w:rPr>
          <w:rFonts w:ascii="Times New Roman" w:hAnsi="Times New Roman"/>
          <w:sz w:val="28"/>
          <w:szCs w:val="28"/>
          <w:lang w:val="uk-UA"/>
        </w:rPr>
        <w:t>А.К. Маркова як критерійвиділенняетапівстановленняпрофесіоналавибраларівніпрофесіоналізмуособистості. Вона виділяє 5 рівнів і 9 етапів: 1.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професіоналізм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включає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етап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первинного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ознайомлення з професією; 2. професіоналізм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складається з трьох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етапів: адаптації до професії, самоактуалізації в ній і вільного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володіння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професією у формі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майстерності; 3. супер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професіоналізм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складається з трьох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етапів: вільного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володіння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професією у формі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творчості, оволодіння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поряд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суміжних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професій, творчого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самопроектування себе як особистості; 4. непрофесіоналізм –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праці за професійно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спотвореними нормами на тлі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деформації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особистості; 5. після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професіоналізм – завершення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професійної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EDE">
        <w:rPr>
          <w:rFonts w:ascii="Times New Roman" w:hAnsi="Times New Roman"/>
          <w:sz w:val="28"/>
          <w:szCs w:val="28"/>
          <w:lang w:val="uk-UA"/>
        </w:rPr>
        <w:t>діяльності 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02EDE">
        <w:rPr>
          <w:rFonts w:ascii="Times New Roman" w:hAnsi="Times New Roman"/>
          <w:sz w:val="28"/>
          <w:szCs w:val="28"/>
          <w:lang w:val="uk-UA"/>
        </w:rPr>
        <w:t>].</w:t>
      </w:r>
    </w:p>
    <w:p w:rsidR="00BE232E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Професійний розвиток, розпочинаючись із вибору професії, усвідомлення її змісту і формування власних уявлень про неї, вперше яскраво актуалізується під час навчання у вищому навчальному закладі, де підготовка до виконання професійних функцій стає цілеспрямованою і структурованою, чітко зорієнтованої на певне коло професій. Навчання у ВНЗ стає першим розгорнутим соціальним контекстом для процесу формування професійної ідентичності </w:t>
      </w:r>
      <w:r w:rsidRPr="007434FD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434FD">
        <w:rPr>
          <w:rFonts w:ascii="Times New Roman" w:hAnsi="Times New Roman"/>
          <w:sz w:val="28"/>
          <w:szCs w:val="28"/>
          <w:lang w:val="uk-UA"/>
        </w:rPr>
        <w:t>].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 xml:space="preserve">Студентство – це особлива соціальна категорія, специфічна спільність людей, яка організаційно об’єднана інститутом вищої освіти. Студентво включає людей, які цілеспрямовано, систематично оволодівають знаннями і професійними уміннями і зайняті, як вважається, старанною навчальною працею. Як соціальна група воно характеризується професійною спрямованістю, сформованості відношення до майбутньої професії, що веде за собою правильний професійний вибір, адекватність і повноту уявлення студента про вибрану професію. Студентський вік характеризується досягненням найвищих, «пікових» результатів, які базуються на всіх попередніх процесах біологічного, психологічного,  соціального розвитку. Якщо ж вивчати студента як особистість, то вік 18-20 років – це період найбільш активного розвитку моральних і естетичних почуттів, становлення і стабілізація </w:t>
      </w:r>
      <w:r>
        <w:rPr>
          <w:rFonts w:ascii="Times New Roman" w:hAnsi="Times New Roman"/>
          <w:sz w:val="28"/>
          <w:szCs w:val="28"/>
          <w:lang w:val="uk-UA"/>
        </w:rPr>
        <w:t>характеру</w:t>
      </w:r>
      <w:r w:rsidRPr="007434FD">
        <w:rPr>
          <w:rFonts w:ascii="Times New Roman" w:hAnsi="Times New Roman"/>
          <w:sz w:val="28"/>
          <w:szCs w:val="28"/>
          <w:lang w:val="uk-UA"/>
        </w:rPr>
        <w:t xml:space="preserve"> і, що особливо важливо, оволодіння повним комплексом соціальних ролей дорослої людини: громадянських, професійно-трудових тощо.  З цим періодом пов'язаний початок «економічної активності», під якою демографи розуміють включення людини у самостійну виробничу діяльність, початок трудової біографії і створення власної сім’ї. Перетворення мотивації, всієї системи ціннісних орієнтацій,   з однієї сторони, інтенсивне формування спеціальних здібностей у зв’язку з професіоналізацією – з іншої, виділяють цей вік у якості центрального періоду становлення характеру і інтелекту.</w:t>
      </w:r>
      <w:r>
        <w:rPr>
          <w:rFonts w:ascii="Times New Roman" w:hAnsi="Times New Roman"/>
          <w:sz w:val="28"/>
          <w:szCs w:val="28"/>
          <w:lang w:val="uk-UA"/>
        </w:rPr>
        <w:t xml:space="preserve"> В ц</w:t>
      </w:r>
      <w:r w:rsidRPr="007434FD">
        <w:rPr>
          <w:rFonts w:ascii="Times New Roman" w:hAnsi="Times New Roman"/>
          <w:sz w:val="28"/>
          <w:szCs w:val="28"/>
          <w:lang w:val="uk-UA"/>
        </w:rPr>
        <w:t>ей період для студента характерною є протиріччя внутрішнього світу, складність знаходження своєї самобутності і формування яскравої, висококультурної індивідуальності [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7434FD">
        <w:rPr>
          <w:rFonts w:ascii="Times New Roman" w:hAnsi="Times New Roman"/>
          <w:sz w:val="28"/>
          <w:szCs w:val="28"/>
          <w:lang w:val="uk-UA"/>
        </w:rPr>
        <w:t>].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>Важливим завданням університетської освіти поруч з передачею знань і умінь є формування особистості професіонала, сприяння його самоідентифікації з професією</w:t>
      </w:r>
      <w:r>
        <w:rPr>
          <w:rFonts w:ascii="Times New Roman" w:hAnsi="Times New Roman"/>
          <w:sz w:val="28"/>
          <w:szCs w:val="28"/>
          <w:lang w:val="uk-UA"/>
        </w:rPr>
        <w:t>, ф</w:t>
      </w:r>
      <w:r w:rsidRPr="007434FD">
        <w:rPr>
          <w:rFonts w:ascii="Times New Roman" w:hAnsi="Times New Roman"/>
          <w:sz w:val="28"/>
          <w:szCs w:val="28"/>
          <w:lang w:val="uk-UA"/>
        </w:rPr>
        <w:t>ормування професійної складової Я-концепції, яка необхідна для успішного самовизначення і включає в себе як усвідомлювані когнітивні і операційні компоненти, так і неусвідомлювані цінності і сенси, які надають емоційне забарвлення  окремим професійним актам і всій професійній діяльності в цілому, припускають постійну роботу суб’єкта з формування внутрішнього образу професійної діяльності.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>Відповідно до думки Ю.П.Поваренкова, автора цілісної концепції професійного розвитку, у процесі навчання у вищому навчальному закладі відбувається становлення двох форм соціальної ідентичності: навчальної і професійної: вони є провідними показниками розвитку індивіда в рамках навчальної і професійної діяльності. Професійна ідентичність свідчить про ступінь сприйняття індивідом, по-перше, професійної діяльності (професії) у якості засобу, форми самореалізації, задоволення своїх потреб і інтересів, а, по-друге, себе як професіонала. Навчально-професійна ідентичність формується в ході професійного навчання, має свою специфіку і є умовою або передумовою для формування професійної ідентичності. Показниками її формування є індекси задоволеності собою як суб’єктом навчальної діяльності, і змістом, умовами цієї діяльності 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7434FD">
        <w:rPr>
          <w:rFonts w:ascii="Times New Roman" w:hAnsi="Times New Roman"/>
          <w:sz w:val="28"/>
          <w:szCs w:val="28"/>
          <w:lang w:val="uk-UA"/>
        </w:rPr>
        <w:t>].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434FD">
        <w:rPr>
          <w:rFonts w:ascii="Times New Roman" w:hAnsi="Times New Roman"/>
          <w:sz w:val="28"/>
          <w:szCs w:val="28"/>
          <w:lang w:val="uk-UA" w:eastAsia="ru-RU"/>
        </w:rPr>
        <w:t>На основі результатів теоретичного аналізу Г.В. Гарбузова виділяє три основних етапи формування у студентів професійної ідентичності.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434FD">
        <w:rPr>
          <w:rFonts w:ascii="Times New Roman" w:hAnsi="Times New Roman"/>
          <w:sz w:val="28"/>
          <w:szCs w:val="28"/>
          <w:lang w:val="uk-UA" w:eastAsia="ru-RU"/>
        </w:rPr>
        <w:t>Перший етап (1 курс) – це період осмислення професійної ідентичності, коли на основі входження в нове соціальне і професійне середовище зовнішня студентська ідентичність переходить у внутрішньо прийняту, усвідомлену, емоційно-забарвлену характеристику. Це нестабільний етап, пов'язаний з адаптацією до нової соціальної ролі студента. Сутність його полягає у становленні студентської ідентифікації («Я-студент») і передзахопленні майбутньої професійної ідентичності. Цей етап можна назвати адаптаційним.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434FD">
        <w:rPr>
          <w:rFonts w:ascii="Times New Roman" w:hAnsi="Times New Roman"/>
          <w:sz w:val="28"/>
          <w:szCs w:val="28"/>
          <w:lang w:val="uk-UA" w:eastAsia="ru-RU"/>
        </w:rPr>
        <w:t>Другий етап (2-3 курси) – це період, коли на основі усвідомлення вимог нової соціально-професійної ролі і власних здібностей та можливостей відбувається усвідомлення досягнень, які зроблені завдяки власним зусиллям. В цей період конструктивні схеми саморозвитку знаходяться в достатньо стабільному стані, оскільки студент починає отримувати задоволення від сприйняття себе як суб’єкта майбутньої професійної діяльності («Я-майбутній спеціаліст»). Цей етап можна назвати стабілізаційним.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434FD">
        <w:rPr>
          <w:rFonts w:ascii="Times New Roman" w:hAnsi="Times New Roman"/>
          <w:sz w:val="28"/>
          <w:szCs w:val="28"/>
          <w:lang w:val="uk-UA" w:eastAsia="ru-RU"/>
        </w:rPr>
        <w:t>Третій етап (4-5 курси) – період, коли на основі усвідомлення спектру ролей, усвідомлених в ході професіоналізації, відбувається формування нових цілей і перспектив. Це другий нестабільний період, сутність якого полягає в переосмисленні і уточненні різноманітних варіантів професійно-творчого саморозвитку, працевлаштування і побудови професійної кар’єри («Я-і моя професія і кар’єра»). Цей період умовно можна назвати уточнювальним.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434FD">
        <w:rPr>
          <w:rFonts w:ascii="Times New Roman" w:hAnsi="Times New Roman"/>
          <w:sz w:val="28"/>
          <w:szCs w:val="28"/>
          <w:lang w:val="uk-UA" w:eastAsia="ru-RU"/>
        </w:rPr>
        <w:t>Етапи формування у студентів професійної ідентичності не існують ізольовано, вони тісно взаємопов’язані  і взаємообумовлені.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434FD">
        <w:rPr>
          <w:rFonts w:ascii="Times New Roman" w:hAnsi="Times New Roman"/>
          <w:sz w:val="28"/>
          <w:szCs w:val="28"/>
          <w:lang w:val="uk-UA" w:eastAsia="ru-RU"/>
        </w:rPr>
        <w:t xml:space="preserve">Науковець Л.М. Федотова відмічає, що початковий етап у ВНЗ характеризується розвитком процесу соціокультурної і психологічної адаптації студентів, в процесі якого на основі первинного знайомства з вибраною спеціальністю формується відношення до представників вибраної професії, первинне знайомство з вибраним фахом, коли відбувається усвідомлення соціальної ролі фахівців, вибраної сфери майбутньої професії і його призначення в суспільстві. Це теоретико-емпіричний етап формування професійної ідентичності студентів. 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434FD">
        <w:rPr>
          <w:rFonts w:ascii="Times New Roman" w:hAnsi="Times New Roman"/>
          <w:sz w:val="28"/>
          <w:szCs w:val="28"/>
          <w:lang w:val="uk-UA" w:eastAsia="ru-RU"/>
        </w:rPr>
        <w:t>Основною проблемою середини професійної підготовки є становлення відносин між професією і особливостями власної особистості: співвідношення особистого сенсу з особистими можливостями в навчанні і майбутній професійній діяльності, цілями навчальної і трудової діяльності, суспільними потребами. Цей період навчання у ВНЗ студенти засвоюють теоретичні знання і набувають практичні уміння, які сприяють оволодінню ними професій</w:t>
      </w:r>
      <w:r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7434FD">
        <w:rPr>
          <w:rFonts w:ascii="Times New Roman" w:hAnsi="Times New Roman"/>
          <w:sz w:val="28"/>
          <w:szCs w:val="28"/>
          <w:lang w:val="uk-UA" w:eastAsia="ru-RU"/>
        </w:rPr>
        <w:t>ими функціями, відбувається розвиток професійної самосвідомості, формування базових професійних якостей у процесі вивчення спеціальних професійних дисциплін. Це теоретико-прикладний етап формування професійної ідентичності студентів.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434FD">
        <w:rPr>
          <w:rFonts w:ascii="Times New Roman" w:hAnsi="Times New Roman"/>
          <w:sz w:val="28"/>
          <w:szCs w:val="28"/>
          <w:lang w:val="uk-UA" w:eastAsia="ru-RU"/>
        </w:rPr>
        <w:t xml:space="preserve">На заключному етапі навчання відбувається удосконалення «особистої» бази професіональної діяльності шляхом виявлення особливостей практичної професійної діяльності. Це теоретико-творчий етап формування професійної ідентичності студентів </w:t>
      </w:r>
      <w:r w:rsidRPr="00B7072B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BB5AEB">
        <w:rPr>
          <w:rFonts w:ascii="Times New Roman" w:hAnsi="Times New Roman"/>
          <w:sz w:val="28"/>
          <w:szCs w:val="28"/>
          <w:lang w:val="uk-UA" w:eastAsia="ru-RU"/>
        </w:rPr>
        <w:t>]</w:t>
      </w:r>
      <w:r w:rsidRPr="007434F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434FD">
        <w:rPr>
          <w:rFonts w:ascii="Times New Roman" w:hAnsi="Times New Roman"/>
          <w:sz w:val="28"/>
          <w:szCs w:val="28"/>
          <w:lang w:val="uk-UA" w:eastAsia="ru-RU"/>
        </w:rPr>
        <w:t>О.І.Альошиною в своїй наукові роботі виділено наступні етапи процесу професійного розвитку студентів:  1) початковий, підготовчий, адаптивний, які ґрунтуються на навіюванні і наслідуванні,  коли з’являється невиражений, несвідомий, наявний рівень вмінь майбутньої професійної діяльності; 2) інтегральний, проміжний, для якого характерна орієнтація на зовнішні регулятори, на цьому етапі отримується інтенсивний розвиток через діяльність, здійснюється особистісне включення студентів в процес оволодіння професійною діяльністю, вихід на практику, іде інтенсивний процес вивчення професійного блоку дисциплін; 3) вищий, заключний, підсумковий, коли теоретичне і практичне навчання дозволяє проявити отримані знання і переконання у повному обсязі, коли сформована саморегуляція [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7434FD">
        <w:rPr>
          <w:rFonts w:ascii="Times New Roman" w:hAnsi="Times New Roman"/>
          <w:sz w:val="28"/>
          <w:szCs w:val="28"/>
          <w:lang w:val="uk-UA" w:eastAsia="ru-RU"/>
        </w:rPr>
        <w:t>].</w:t>
      </w:r>
    </w:p>
    <w:p w:rsidR="00BE232E" w:rsidRPr="007434FD" w:rsidRDefault="00BE232E" w:rsidP="00702ED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Отже, н</w:t>
      </w:r>
      <w:r w:rsidRPr="007434FD">
        <w:rPr>
          <w:rFonts w:ascii="Times New Roman" w:hAnsi="Times New Roman"/>
          <w:sz w:val="28"/>
          <w:szCs w:val="28"/>
          <w:lang w:val="uk-UA"/>
        </w:rPr>
        <w:t>авчання у ВНЗ є для молодої людини новим соціальним середовищем, формуванням соціальної зрілості в плані оволодіння новими комунікативними навичками. Саме в процесі навчання, через творчу пізнавальну активність, набуваючи необхідні спеціальні знання і вміння, майбутній фахівець готується до професійної діяльності. В міру просування у професійній підготовці уявлення студ</w:t>
      </w:r>
      <w:r>
        <w:rPr>
          <w:rFonts w:ascii="Times New Roman" w:hAnsi="Times New Roman"/>
          <w:sz w:val="28"/>
          <w:szCs w:val="28"/>
          <w:lang w:val="uk-UA"/>
        </w:rPr>
        <w:t>ентів про професію розширюються.В</w:t>
      </w:r>
      <w:r w:rsidRPr="007434FD">
        <w:rPr>
          <w:rFonts w:ascii="Times New Roman" w:hAnsi="Times New Roman"/>
          <w:sz w:val="28"/>
          <w:szCs w:val="28"/>
          <w:lang w:val="uk-UA"/>
        </w:rPr>
        <w:t xml:space="preserve"> процесі навчання у ВНЗ в міру оволодіння професійними знаннями, уміннями, навичками, дізнаючись про специфіку майбутньої професійної діяльності, студенти ідентифікують себе з професійною спільнотою.</w:t>
      </w:r>
      <w:r>
        <w:rPr>
          <w:rFonts w:ascii="Times New Roman" w:hAnsi="Times New Roman"/>
          <w:sz w:val="28"/>
          <w:szCs w:val="28"/>
          <w:lang w:val="uk-UA"/>
        </w:rPr>
        <w:t xml:space="preserve"> Ф</w:t>
      </w:r>
      <w:r w:rsidRPr="007434FD">
        <w:rPr>
          <w:rFonts w:ascii="Times New Roman" w:hAnsi="Times New Roman"/>
          <w:sz w:val="28"/>
          <w:szCs w:val="28"/>
          <w:lang w:val="uk-UA"/>
        </w:rPr>
        <w:t>ормується професійна ідентичність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434FD">
        <w:rPr>
          <w:rFonts w:ascii="Times New Roman" w:hAnsi="Times New Roman"/>
          <w:sz w:val="28"/>
          <w:szCs w:val="28"/>
          <w:lang w:val="uk-UA"/>
        </w:rPr>
        <w:t xml:space="preserve"> і розвивається перспектива цілісного життєвого шляху студента.</w:t>
      </w:r>
    </w:p>
    <w:p w:rsidR="00BE232E" w:rsidRDefault="00BE232E" w:rsidP="00702EDE">
      <w:pPr>
        <w:spacing w:after="0" w:line="360" w:lineRule="auto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7434FD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BE232E" w:rsidRPr="008208A2" w:rsidRDefault="00BE232E" w:rsidP="00702E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Бодров В.А. Развитие профессиональной мотивации спасателей / В.А. Бодров, Ю.В. Бессонова // Психологический журнал. – 2005. – Т.26, №2. – С. 45-55.</w:t>
      </w:r>
    </w:p>
    <w:p w:rsidR="00BE232E" w:rsidRPr="008208A2" w:rsidRDefault="00BE232E" w:rsidP="00702E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>Борисюк А.С. Професійна ідентичність медичного психолога: соціально-психологічний аналіз: монографія. – Чернівці : Книги – ХХІ, 2010 – 440 с.</w:t>
      </w:r>
    </w:p>
    <w:p w:rsidR="00BE232E" w:rsidRPr="008208A2" w:rsidRDefault="00BE232E" w:rsidP="00702E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Климов Е.А. Введение в психологию труда: учебник для вузов / Е.А. Климов. – 2-е изд., перераб., доп. – М. : Изд-во Моск. ун-та; Изд. центр «Академия», 2004. – 336 с.</w:t>
      </w:r>
    </w:p>
    <w:p w:rsidR="00BE232E" w:rsidRPr="008208A2" w:rsidRDefault="00BE232E" w:rsidP="00702E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</w:rPr>
        <w:t>Кудрявцев Т. В. Психолого-педагогические проблемы высшей школы / Т. В. Кудрявцев // Вопросы психологии. – 1981. – № 2. – С. 20–30.</w:t>
      </w:r>
    </w:p>
    <w:p w:rsidR="00BE232E" w:rsidRPr="008208A2" w:rsidRDefault="00BE232E" w:rsidP="00702E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</w:rPr>
        <w:t>Маркова А. К. Психология профессионализма / Аэлита Капитоновна Маркова. – М. : Знание, 1996. – 308 с.</w:t>
      </w:r>
    </w:p>
    <w:p w:rsidR="00BE232E" w:rsidRPr="008208A2" w:rsidRDefault="00BE232E" w:rsidP="00702E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val="uk-UA"/>
        </w:rPr>
        <w:t>Поваренков Ю.П. Системогенетической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4FD">
        <w:rPr>
          <w:rFonts w:ascii="Times New Roman" w:hAnsi="Times New Roman"/>
          <w:sz w:val="28"/>
          <w:szCs w:val="28"/>
          <w:lang w:val="uk-UA"/>
        </w:rPr>
        <w:t>подход к определению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4FD">
        <w:rPr>
          <w:rFonts w:ascii="Times New Roman" w:hAnsi="Times New Roman"/>
          <w:sz w:val="28"/>
          <w:szCs w:val="28"/>
          <w:lang w:val="uk-UA"/>
        </w:rPr>
        <w:t>понятия «субъект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4FD">
        <w:rPr>
          <w:rFonts w:ascii="Times New Roman" w:hAnsi="Times New Roman"/>
          <w:sz w:val="28"/>
          <w:szCs w:val="28"/>
          <w:lang w:val="uk-UA"/>
        </w:rPr>
        <w:t>профессионального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4FD">
        <w:rPr>
          <w:rFonts w:ascii="Times New Roman" w:hAnsi="Times New Roman"/>
          <w:sz w:val="28"/>
          <w:szCs w:val="28"/>
          <w:lang w:val="uk-UA"/>
        </w:rPr>
        <w:t>пути» // Эфективность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4FD">
        <w:rPr>
          <w:rFonts w:ascii="Times New Roman" w:hAnsi="Times New Roman"/>
          <w:sz w:val="28"/>
          <w:szCs w:val="28"/>
          <w:lang w:val="uk-UA"/>
        </w:rPr>
        <w:t>образования: история и современность: Материалы 60-й международной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4FD">
        <w:rPr>
          <w:rFonts w:ascii="Times New Roman" w:hAnsi="Times New Roman"/>
          <w:sz w:val="28"/>
          <w:szCs w:val="28"/>
          <w:lang w:val="uk-UA"/>
        </w:rPr>
        <w:t>научной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4FD">
        <w:rPr>
          <w:rFonts w:ascii="Times New Roman" w:hAnsi="Times New Roman"/>
          <w:sz w:val="28"/>
          <w:szCs w:val="28"/>
          <w:lang w:val="uk-UA"/>
        </w:rPr>
        <w:t>конференции «ЧтенияУшинского» 2-3 марта 2006 г. Часть 2. Ярославль: Изд-во ЯГПУ им.К.Д.Ушинского, 2006. С. 92-101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E232E" w:rsidRPr="008208A2" w:rsidRDefault="00BE232E" w:rsidP="00702E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Трандина Е.Е. Становление профессиональной идентичности у студентов юридического вуза: </w:t>
      </w:r>
      <w:r w:rsidRPr="00D7227D">
        <w:rPr>
          <w:rFonts w:ascii="Times New Roman" w:hAnsi="Times New Roman"/>
          <w:sz w:val="28"/>
          <w:szCs w:val="28"/>
          <w:lang w:val="uk-UA" w:eastAsia="ru-RU"/>
        </w:rPr>
        <w:t>дисс. канд. п</w:t>
      </w:r>
      <w:r>
        <w:rPr>
          <w:rFonts w:ascii="Times New Roman" w:hAnsi="Times New Roman"/>
          <w:sz w:val="28"/>
          <w:szCs w:val="28"/>
          <w:lang w:val="uk-UA" w:eastAsia="ru-RU"/>
        </w:rPr>
        <w:t>сих</w:t>
      </w:r>
      <w:r w:rsidRPr="00D7227D">
        <w:rPr>
          <w:rFonts w:ascii="Times New Roman" w:hAnsi="Times New Roman"/>
          <w:sz w:val="28"/>
          <w:szCs w:val="28"/>
          <w:lang w:val="uk-UA" w:eastAsia="ru-RU"/>
        </w:rPr>
        <w:t>. наук: 1</w:t>
      </w:r>
      <w:r>
        <w:rPr>
          <w:rFonts w:ascii="Times New Roman" w:hAnsi="Times New Roman"/>
          <w:sz w:val="28"/>
          <w:szCs w:val="28"/>
          <w:lang w:val="uk-UA" w:eastAsia="ru-RU"/>
        </w:rPr>
        <w:t>9</w:t>
      </w:r>
      <w:r w:rsidRPr="00D7227D">
        <w:rPr>
          <w:rFonts w:ascii="Times New Roman" w:hAnsi="Times New Roman"/>
          <w:sz w:val="28"/>
          <w:szCs w:val="28"/>
          <w:lang w:val="uk-UA" w:eastAsia="ru-RU"/>
        </w:rPr>
        <w:t>.00.0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D7227D">
        <w:rPr>
          <w:rFonts w:ascii="Times New Roman" w:hAnsi="Times New Roman"/>
          <w:sz w:val="28"/>
          <w:szCs w:val="28"/>
          <w:lang w:val="uk-UA" w:eastAsia="ru-RU"/>
        </w:rPr>
        <w:t xml:space="preserve"> / </w:t>
      </w:r>
      <w:r>
        <w:rPr>
          <w:rFonts w:ascii="Times New Roman" w:hAnsi="Times New Roman"/>
          <w:sz w:val="28"/>
          <w:szCs w:val="28"/>
          <w:lang w:val="uk-UA" w:eastAsia="ru-RU"/>
        </w:rPr>
        <w:t>Трандина Елена Евгеньевна</w:t>
      </w:r>
      <w:r w:rsidRPr="00D7227D">
        <w:rPr>
          <w:rFonts w:ascii="Times New Roman" w:hAnsi="Times New Roman"/>
          <w:sz w:val="28"/>
          <w:szCs w:val="28"/>
          <w:lang w:val="uk-UA" w:eastAsia="ru-RU"/>
        </w:rPr>
        <w:t xml:space="preserve">. – </w:t>
      </w:r>
      <w:r>
        <w:rPr>
          <w:rFonts w:ascii="Times New Roman" w:hAnsi="Times New Roman"/>
          <w:sz w:val="28"/>
          <w:szCs w:val="28"/>
          <w:lang w:val="uk-UA" w:eastAsia="ru-RU"/>
        </w:rPr>
        <w:t>Ярославль</w:t>
      </w:r>
      <w:r w:rsidRPr="00D7227D">
        <w:rPr>
          <w:rFonts w:ascii="Times New Roman" w:hAnsi="Times New Roman"/>
          <w:sz w:val="28"/>
          <w:szCs w:val="28"/>
          <w:lang w:val="uk-UA" w:eastAsia="ru-RU"/>
        </w:rPr>
        <w:t>, 20</w:t>
      </w:r>
      <w:r>
        <w:rPr>
          <w:rFonts w:ascii="Times New Roman" w:hAnsi="Times New Roman"/>
          <w:sz w:val="28"/>
          <w:szCs w:val="28"/>
          <w:lang w:val="uk-UA" w:eastAsia="ru-RU"/>
        </w:rPr>
        <w:t>06</w:t>
      </w:r>
      <w:r w:rsidRPr="00D7227D">
        <w:rPr>
          <w:rFonts w:ascii="Times New Roman" w:hAnsi="Times New Roman"/>
          <w:sz w:val="28"/>
          <w:szCs w:val="28"/>
          <w:lang w:val="uk-UA" w:eastAsia="ru-RU"/>
        </w:rPr>
        <w:t xml:space="preserve">. – </w:t>
      </w:r>
      <w:r>
        <w:rPr>
          <w:rFonts w:ascii="Times New Roman" w:hAnsi="Times New Roman"/>
          <w:sz w:val="28"/>
          <w:szCs w:val="28"/>
          <w:lang w:val="uk-UA" w:eastAsia="ru-RU"/>
        </w:rPr>
        <w:t>186</w:t>
      </w:r>
      <w:r w:rsidRPr="00D7227D"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</w:p>
    <w:p w:rsidR="00BE232E" w:rsidRPr="00B7072B" w:rsidRDefault="00BE232E" w:rsidP="00702E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434FD">
        <w:rPr>
          <w:rFonts w:ascii="Times New Roman" w:hAnsi="Times New Roman"/>
          <w:sz w:val="28"/>
          <w:szCs w:val="28"/>
          <w:lang w:eastAsia="ru-RU"/>
        </w:rPr>
        <w:t xml:space="preserve">Федотова Л.М. </w:t>
      </w:r>
      <w:r>
        <w:rPr>
          <w:rFonts w:ascii="Times New Roman" w:hAnsi="Times New Roman"/>
          <w:sz w:val="28"/>
          <w:szCs w:val="28"/>
          <w:lang w:eastAsia="ru-RU"/>
        </w:rPr>
        <w:t>Формирование профессиональной идентичности студентов в процессе обучения в вузе: дисс. канд. пед. наук: 13.00.08 / Федотова Людмила Михайловна. – Кемерово, 2011. – 200 с.</w:t>
      </w:r>
    </w:p>
    <w:p w:rsidR="00BE232E" w:rsidRPr="008208A2" w:rsidRDefault="00BE232E" w:rsidP="00702E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208A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SuperD</w:t>
      </w:r>
      <w:r w:rsidRPr="007434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8208A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</w:t>
      </w:r>
      <w:r w:rsidRPr="007434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.,</w:t>
      </w:r>
      <w:r w:rsidRPr="008208A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etal</w:t>
      </w:r>
      <w:r w:rsidRPr="007434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 w:rsidRPr="008208A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Vocational</w:t>
      </w:r>
      <w:r w:rsidRPr="00702EDE">
        <w:rPr>
          <w:rFonts w:ascii="Times New Roman" w:hAnsi="Times New Roman"/>
          <w:sz w:val="28"/>
          <w:szCs w:val="28"/>
          <w:shd w:val="clear" w:color="auto" w:fill="FFFFFF"/>
          <w:lang w:val="en-GB"/>
        </w:rPr>
        <w:t xml:space="preserve"> </w:t>
      </w:r>
      <w:r w:rsidRPr="008208A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Development</w:t>
      </w:r>
      <w:r w:rsidRPr="007434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: </w:t>
      </w:r>
      <w:r w:rsidRPr="008208A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A</w:t>
      </w:r>
      <w:r w:rsidRPr="00702EDE">
        <w:rPr>
          <w:rFonts w:ascii="Times New Roman" w:hAnsi="Times New Roman"/>
          <w:sz w:val="28"/>
          <w:szCs w:val="28"/>
          <w:shd w:val="clear" w:color="auto" w:fill="FFFFFF"/>
          <w:lang w:val="en-GB"/>
        </w:rPr>
        <w:t xml:space="preserve"> </w:t>
      </w:r>
      <w:r w:rsidRPr="008208A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Frameworkof</w:t>
      </w:r>
      <w:r w:rsidRPr="00702EDE">
        <w:rPr>
          <w:rFonts w:ascii="Times New Roman" w:hAnsi="Times New Roman"/>
          <w:sz w:val="28"/>
          <w:szCs w:val="28"/>
          <w:shd w:val="clear" w:color="auto" w:fill="FFFFFF"/>
          <w:lang w:val="en-GB"/>
        </w:rPr>
        <w:t xml:space="preserve"> </w:t>
      </w:r>
      <w:r w:rsidRPr="008208A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Research</w:t>
      </w:r>
      <w:r w:rsidRPr="007434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 w:rsidRPr="00702EDE">
        <w:rPr>
          <w:rFonts w:ascii="Times New Roman" w:hAnsi="Times New Roman"/>
          <w:sz w:val="28"/>
          <w:szCs w:val="28"/>
          <w:shd w:val="clear" w:color="auto" w:fill="FFFFFF"/>
          <w:lang w:val="en-GB"/>
        </w:rPr>
        <w:t>N</w:t>
      </w:r>
      <w:r w:rsidRPr="007434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702EDE">
        <w:rPr>
          <w:rFonts w:ascii="Times New Roman" w:hAnsi="Times New Roman"/>
          <w:sz w:val="28"/>
          <w:szCs w:val="28"/>
          <w:shd w:val="clear" w:color="auto" w:fill="FFFFFF"/>
          <w:lang w:val="en-GB"/>
        </w:rPr>
        <w:t>Y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1957.</w:t>
      </w:r>
    </w:p>
    <w:p w:rsidR="00BE232E" w:rsidRDefault="00BE232E" w:rsidP="00702EDE">
      <w:pPr>
        <w:spacing w:after="0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BE232E" w:rsidRDefault="00BE232E" w:rsidP="00702EDE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7F7FBB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  <w:r w:rsidRPr="007F7FB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E232E" w:rsidRPr="007F7FBB" w:rsidRDefault="00BE232E" w:rsidP="00702EDE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7F7FBB">
        <w:rPr>
          <w:rFonts w:ascii="Times New Roman" w:hAnsi="Times New Roman"/>
          <w:sz w:val="28"/>
          <w:szCs w:val="28"/>
          <w:lang w:val="uk-UA"/>
        </w:rPr>
        <w:t xml:space="preserve">доктор педагогічних наук, </w:t>
      </w:r>
      <w:r>
        <w:rPr>
          <w:rFonts w:ascii="Times New Roman" w:hAnsi="Times New Roman"/>
          <w:sz w:val="28"/>
          <w:szCs w:val="28"/>
          <w:lang w:val="uk-UA"/>
        </w:rPr>
        <w:t xml:space="preserve">професор </w:t>
      </w:r>
      <w:r w:rsidRPr="007F7FBB">
        <w:rPr>
          <w:rFonts w:ascii="Times New Roman" w:hAnsi="Times New Roman"/>
          <w:sz w:val="28"/>
          <w:szCs w:val="28"/>
          <w:lang w:val="uk-UA"/>
        </w:rPr>
        <w:t>Романишина Людмила Михайлівна.</w:t>
      </w:r>
    </w:p>
    <w:sectPr w:rsidR="00BE232E" w:rsidRPr="007F7FBB" w:rsidSect="00BD2E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96925"/>
    <w:multiLevelType w:val="hybridMultilevel"/>
    <w:tmpl w:val="8BF80E06"/>
    <w:lvl w:ilvl="0" w:tplc="37F647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100A"/>
    <w:rsid w:val="001259D8"/>
    <w:rsid w:val="00271969"/>
    <w:rsid w:val="00486B10"/>
    <w:rsid w:val="00702EDE"/>
    <w:rsid w:val="007434FD"/>
    <w:rsid w:val="007F7FBB"/>
    <w:rsid w:val="008208A2"/>
    <w:rsid w:val="00AB230F"/>
    <w:rsid w:val="00AF1CCC"/>
    <w:rsid w:val="00AF7742"/>
    <w:rsid w:val="00B05175"/>
    <w:rsid w:val="00B67527"/>
    <w:rsid w:val="00B7072B"/>
    <w:rsid w:val="00BB5AEB"/>
    <w:rsid w:val="00BC46D0"/>
    <w:rsid w:val="00BD2EFD"/>
    <w:rsid w:val="00BE232E"/>
    <w:rsid w:val="00C73AD0"/>
    <w:rsid w:val="00D7227D"/>
    <w:rsid w:val="00DF50AA"/>
    <w:rsid w:val="00E43E96"/>
    <w:rsid w:val="00E73B90"/>
    <w:rsid w:val="00EB4B67"/>
    <w:rsid w:val="00F11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00A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110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86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B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7</Pages>
  <Words>8447</Words>
  <Characters>4815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Admin</cp:lastModifiedBy>
  <cp:revision>11</cp:revision>
  <cp:lastPrinted>2015-03-29T14:50:00Z</cp:lastPrinted>
  <dcterms:created xsi:type="dcterms:W3CDTF">2015-03-29T14:31:00Z</dcterms:created>
  <dcterms:modified xsi:type="dcterms:W3CDTF">2015-03-29T16:51:00Z</dcterms:modified>
</cp:coreProperties>
</file>