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6FCB" w:rsidRPr="006A31F3" w:rsidRDefault="00716FCB" w:rsidP="004C2966">
      <w:pPr>
        <w:pStyle w:val="NoSpacing"/>
        <w:spacing w:line="360" w:lineRule="auto"/>
        <w:jc w:val="right"/>
        <w:rPr>
          <w:b/>
          <w:sz w:val="28"/>
          <w:lang w:val="uk-UA"/>
        </w:rPr>
      </w:pPr>
      <w:r w:rsidRPr="006A31F3">
        <w:rPr>
          <w:b/>
          <w:sz w:val="28"/>
        </w:rPr>
        <w:t>Зульфия Каирканова</w:t>
      </w:r>
      <w:r w:rsidRPr="006A31F3">
        <w:rPr>
          <w:b/>
          <w:sz w:val="28"/>
          <w:lang w:val="uk-UA"/>
        </w:rPr>
        <w:t xml:space="preserve">, </w:t>
      </w:r>
      <w:r w:rsidRPr="006A31F3">
        <w:rPr>
          <w:b/>
          <w:sz w:val="28"/>
          <w:lang w:val="kk-KZ"/>
        </w:rPr>
        <w:t>Гульбану</w:t>
      </w:r>
      <w:r w:rsidRPr="006A31F3">
        <w:rPr>
          <w:b/>
          <w:sz w:val="28"/>
        </w:rPr>
        <w:t xml:space="preserve"> </w:t>
      </w:r>
      <w:r w:rsidRPr="006A31F3">
        <w:rPr>
          <w:b/>
          <w:sz w:val="28"/>
          <w:lang w:val="kk-KZ"/>
        </w:rPr>
        <w:t>Шынбай</w:t>
      </w:r>
      <w:r w:rsidRPr="006A31F3">
        <w:rPr>
          <w:b/>
          <w:sz w:val="28"/>
        </w:rPr>
        <w:t xml:space="preserve"> </w:t>
      </w:r>
    </w:p>
    <w:p w:rsidR="00716FCB" w:rsidRPr="006A31F3" w:rsidRDefault="00716FCB" w:rsidP="004C2966">
      <w:pPr>
        <w:pStyle w:val="NoSpacing"/>
        <w:spacing w:line="360" w:lineRule="auto"/>
        <w:jc w:val="right"/>
        <w:rPr>
          <w:b/>
          <w:sz w:val="28"/>
        </w:rPr>
      </w:pPr>
      <w:r w:rsidRPr="006A31F3">
        <w:rPr>
          <w:b/>
          <w:sz w:val="28"/>
        </w:rPr>
        <w:t xml:space="preserve">(Астана, </w:t>
      </w:r>
      <w:r w:rsidRPr="006A31F3">
        <w:rPr>
          <w:b/>
          <w:sz w:val="28"/>
          <w:lang w:val="kk-KZ"/>
        </w:rPr>
        <w:t>Қазақстан</w:t>
      </w:r>
      <w:r w:rsidRPr="006A31F3">
        <w:rPr>
          <w:b/>
          <w:sz w:val="28"/>
        </w:rPr>
        <w:t>)</w:t>
      </w:r>
    </w:p>
    <w:p w:rsidR="00716FCB" w:rsidRDefault="00716FCB" w:rsidP="00AE6F6A">
      <w:pPr>
        <w:pStyle w:val="NoSpacing"/>
        <w:spacing w:line="360" w:lineRule="auto"/>
        <w:jc w:val="center"/>
        <w:rPr>
          <w:b/>
          <w:sz w:val="28"/>
          <w:lang w:val="uk-UA"/>
        </w:rPr>
      </w:pPr>
    </w:p>
    <w:p w:rsidR="00716FCB" w:rsidRPr="00AE6F6A" w:rsidRDefault="00716FCB" w:rsidP="00AE6F6A">
      <w:pPr>
        <w:pStyle w:val="NoSpacing"/>
        <w:spacing w:line="360" w:lineRule="auto"/>
        <w:jc w:val="center"/>
        <w:rPr>
          <w:b/>
          <w:sz w:val="28"/>
          <w:szCs w:val="28"/>
          <w:lang w:val="kk-KZ"/>
        </w:rPr>
      </w:pPr>
      <w:r w:rsidRPr="00AE6F6A">
        <w:rPr>
          <w:b/>
          <w:sz w:val="28"/>
          <w:szCs w:val="28"/>
          <w:lang w:val="kk-KZ"/>
        </w:rPr>
        <w:t>НЕГІЗГІ ҚҰРАЛДАРДЫҢ ТОЗУЫ</w:t>
      </w:r>
    </w:p>
    <w:p w:rsidR="00716FCB" w:rsidRPr="00B61D9E" w:rsidRDefault="00716FCB" w:rsidP="004C2966">
      <w:pPr>
        <w:pStyle w:val="NoSpacing"/>
        <w:spacing w:line="360" w:lineRule="auto"/>
        <w:jc w:val="both"/>
        <w:rPr>
          <w:sz w:val="28"/>
          <w:szCs w:val="28"/>
          <w:lang w:val="kk-KZ"/>
        </w:rPr>
      </w:pPr>
    </w:p>
    <w:p w:rsidR="00716FCB" w:rsidRDefault="00716FCB" w:rsidP="004C2966">
      <w:pPr>
        <w:pStyle w:val="NoSpacing"/>
        <w:spacing w:line="360" w:lineRule="auto"/>
        <w:ind w:firstLine="720"/>
        <w:jc w:val="both"/>
        <w:rPr>
          <w:sz w:val="28"/>
          <w:szCs w:val="28"/>
          <w:lang w:val="kk-KZ"/>
        </w:rPr>
      </w:pPr>
      <w:r w:rsidRPr="00B61D9E">
        <w:rPr>
          <w:sz w:val="28"/>
          <w:szCs w:val="28"/>
          <w:lang w:val="kk-KZ"/>
        </w:rPr>
        <w:t>Бухгалтерлік есеп көптеген жылдар бойы басқа ғылымдар сияқты дамып,</w:t>
      </w:r>
      <w:r>
        <w:rPr>
          <w:sz w:val="28"/>
          <w:szCs w:val="28"/>
          <w:lang w:val="kk-KZ"/>
        </w:rPr>
        <w:t xml:space="preserve"> </w:t>
      </w:r>
      <w:r w:rsidRPr="00B61D9E">
        <w:rPr>
          <w:sz w:val="28"/>
          <w:szCs w:val="28"/>
          <w:lang w:val="kk-KZ"/>
        </w:rPr>
        <w:t>қоғамның экономикалық-әлеуметтік жағдайларына сай өзгерістерге ұшырап</w:t>
      </w:r>
      <w:r>
        <w:rPr>
          <w:sz w:val="28"/>
          <w:szCs w:val="28"/>
          <w:lang w:val="kk-KZ"/>
        </w:rPr>
        <w:t>т</w:t>
      </w:r>
      <w:r w:rsidRPr="00B61D9E">
        <w:rPr>
          <w:sz w:val="28"/>
          <w:szCs w:val="28"/>
          <w:lang w:val="kk-KZ"/>
        </w:rPr>
        <w:t>келе жатқан, сондай-ақ өмірде өзінің ерекшелігімен оқшауланатын ғылым болып табылады. Белгілі ғалым Б. Де Солозано осы ғылым туралы</w:t>
      </w:r>
      <w:r>
        <w:rPr>
          <w:sz w:val="28"/>
          <w:szCs w:val="28"/>
          <w:lang w:val="kk-KZ"/>
        </w:rPr>
        <w:t xml:space="preserve"> </w:t>
      </w:r>
      <w:r w:rsidRPr="00B61D9E">
        <w:rPr>
          <w:sz w:val="28"/>
          <w:szCs w:val="28"/>
          <w:lang w:val="kk-KZ"/>
        </w:rPr>
        <w:t xml:space="preserve">“Бухгалтерлік есеп барлық ғылымдар мен өнердің ең алдында тұрады, басқалары онсыз өмір сүре алмаса, бухгалтерлік есеп үшін олардың ешқайсысы қажет емес” – деген болса, оның әріптесі Р. А. Фаулки “Есеп – бұл барлық бизнестің тілі, яғни философиясы” – деп атаған. Бухгалтерлік есеп ұйымның қаржылық ақпаттарын өлшейтін, есептейтін және оны пайдаланушыларға жеткізіп отыратын жүйе болып табылады. </w:t>
      </w:r>
    </w:p>
    <w:p w:rsidR="00716FCB" w:rsidRDefault="00716FCB" w:rsidP="004C2966">
      <w:pPr>
        <w:pStyle w:val="NoSpacing"/>
        <w:spacing w:line="360" w:lineRule="auto"/>
        <w:ind w:firstLine="720"/>
        <w:jc w:val="both"/>
        <w:rPr>
          <w:sz w:val="28"/>
          <w:szCs w:val="28"/>
          <w:lang w:val="kk-KZ"/>
        </w:rPr>
      </w:pPr>
      <w:r w:rsidRPr="00B61D9E">
        <w:rPr>
          <w:sz w:val="28"/>
          <w:szCs w:val="28"/>
          <w:lang w:val="kk-KZ"/>
        </w:rPr>
        <w:t xml:space="preserve">Бухгалтерлік есеп басқару жүйесінде ең маңызды орындардың бірін иеленеді. Бұған дәлел ретінде Біріккен Ұлттар Ұйымының 1992 жылы өткізген конференциясында “Есептей алмаған, басқара алмайды” – деген </w:t>
      </w:r>
      <w:r>
        <w:rPr>
          <w:sz w:val="28"/>
          <w:szCs w:val="28"/>
          <w:lang w:val="kk-KZ"/>
        </w:rPr>
        <w:t xml:space="preserve"> </w:t>
      </w:r>
      <w:r w:rsidRPr="00B61D9E">
        <w:rPr>
          <w:sz w:val="28"/>
          <w:szCs w:val="28"/>
          <w:lang w:val="kk-KZ"/>
        </w:rPr>
        <w:t>сөздің бекер айтылмағандығын атап өтуге болады. Жалпы, бухгалтерлік есеп ұйымға оның қаржылық жағдайын жоспарлау, бағалау, бақылау және талдау секілді функцияларды орындауы үшін қажет. Сонымен қатар бухгалтерлік есеп кәсіпорынның активтері мен міндеттемелері, капиталы және өндірілген өнімдері мен олардың сатылғандығы туралы ақпараттарды жинақтап көрсетеді. Тек қана бухгалтерлік есеп арқылы ұйымның табыстары мен шығындарын және шаруашылық қызметінің соңғы қаржылық нәтижесін анықтауға болады.</w:t>
      </w:r>
      <w:r w:rsidRPr="00AD647E">
        <w:rPr>
          <w:sz w:val="28"/>
          <w:szCs w:val="28"/>
          <w:lang w:val="kk-KZ"/>
        </w:rPr>
        <w:t>[1]</w:t>
      </w:r>
    </w:p>
    <w:p w:rsidR="00716FCB" w:rsidRDefault="00716FCB" w:rsidP="004C2966">
      <w:pPr>
        <w:pStyle w:val="NoSpacing"/>
        <w:spacing w:line="360" w:lineRule="auto"/>
        <w:ind w:firstLine="720"/>
        <w:jc w:val="both"/>
        <w:rPr>
          <w:sz w:val="28"/>
          <w:szCs w:val="28"/>
          <w:lang w:val="kk-KZ"/>
        </w:rPr>
      </w:pPr>
      <w:r w:rsidRPr="00B61D9E">
        <w:rPr>
          <w:sz w:val="28"/>
          <w:szCs w:val="28"/>
          <w:lang w:val="kk-KZ"/>
        </w:rPr>
        <w:t xml:space="preserve">Бухгалтерлік есептің ақпараттық жүйесі </w:t>
      </w:r>
      <w:r w:rsidRPr="00055534">
        <w:rPr>
          <w:sz w:val="28"/>
          <w:szCs w:val="28"/>
          <w:lang w:val="kk-KZ"/>
        </w:rPr>
        <w:t>қаржылық</w:t>
      </w:r>
      <w:r w:rsidRPr="00B61D9E">
        <w:rPr>
          <w:i/>
          <w:sz w:val="28"/>
          <w:szCs w:val="28"/>
          <w:lang w:val="kk-KZ"/>
        </w:rPr>
        <w:t xml:space="preserve"> </w:t>
      </w:r>
      <w:r w:rsidRPr="00B61D9E">
        <w:rPr>
          <w:sz w:val="28"/>
          <w:szCs w:val="28"/>
          <w:lang w:val="kk-KZ"/>
        </w:rPr>
        <w:t xml:space="preserve">(сыртқы) және </w:t>
      </w:r>
      <w:r>
        <w:rPr>
          <w:sz w:val="28"/>
          <w:szCs w:val="28"/>
          <w:lang w:val="kk-KZ"/>
        </w:rPr>
        <w:t xml:space="preserve"> </w:t>
      </w:r>
      <w:r w:rsidRPr="00055534">
        <w:rPr>
          <w:sz w:val="28"/>
          <w:szCs w:val="28"/>
          <w:lang w:val="kk-KZ"/>
        </w:rPr>
        <w:t>басқарушы</w:t>
      </w:r>
      <w:r w:rsidRPr="00B61D9E">
        <w:rPr>
          <w:sz w:val="28"/>
          <w:szCs w:val="28"/>
          <w:lang w:val="kk-KZ"/>
        </w:rPr>
        <w:t xml:space="preserve"> (ішкі) есеп болып екіге бөлінеді. Басқарушы есеп кәсіпорынның қаржылық ақпараттарын ішкі пайдаланушыларға жеткізіп отыратын жүйе</w:t>
      </w:r>
      <w:r>
        <w:rPr>
          <w:sz w:val="28"/>
          <w:szCs w:val="28"/>
          <w:lang w:val="kk-KZ"/>
        </w:rPr>
        <w:t xml:space="preserve"> </w:t>
      </w:r>
      <w:r w:rsidRPr="00B61D9E">
        <w:rPr>
          <w:sz w:val="28"/>
          <w:szCs w:val="28"/>
          <w:lang w:val="kk-KZ"/>
        </w:rPr>
        <w:t>болса, ал қаржылық есеп жоғарыда айтылған қаржылық ақпараттарды ішкі пайдаланушылармен қатар сыртқы пайдаланушыларға жеткізіп отыратын жүйе. Яғни, басқарушы есептің мәліметін кәсіпорын басшылары қандай да бір шешім қабылдау үшін пайдаланса, қаржылық есептің мәліметін бұлармен қоса</w:t>
      </w:r>
      <w:r>
        <w:rPr>
          <w:sz w:val="28"/>
          <w:szCs w:val="28"/>
          <w:lang w:val="kk-KZ"/>
        </w:rPr>
        <w:t xml:space="preserve"> </w:t>
      </w:r>
      <w:r w:rsidRPr="00B61D9E">
        <w:rPr>
          <w:sz w:val="28"/>
          <w:szCs w:val="28"/>
          <w:lang w:val="kk-KZ"/>
        </w:rPr>
        <w:t>жабдықтаушы (мердігер) кәсіпорындар, банк мекемелері, салық органдары жән</w:t>
      </w:r>
      <w:r>
        <w:rPr>
          <w:sz w:val="28"/>
          <w:szCs w:val="28"/>
          <w:lang w:val="kk-KZ"/>
        </w:rPr>
        <w:t>е тағы да басқалар пайдаланады.</w:t>
      </w:r>
    </w:p>
    <w:p w:rsidR="00716FCB" w:rsidRDefault="00716FCB" w:rsidP="004C2966">
      <w:pPr>
        <w:pStyle w:val="NoSpacing"/>
        <w:spacing w:line="360" w:lineRule="auto"/>
        <w:ind w:firstLine="720"/>
        <w:jc w:val="both"/>
        <w:rPr>
          <w:sz w:val="28"/>
          <w:szCs w:val="28"/>
          <w:lang w:val="kk-KZ"/>
        </w:rPr>
      </w:pPr>
      <w:r w:rsidRPr="00B61D9E">
        <w:rPr>
          <w:sz w:val="28"/>
          <w:szCs w:val="28"/>
          <w:lang w:val="kk-KZ"/>
        </w:rPr>
        <w:t xml:space="preserve">Бүгінгі таңда ел экономикасының нарықтық жолға көшуіне байланысты </w:t>
      </w:r>
      <w:r>
        <w:rPr>
          <w:sz w:val="28"/>
          <w:szCs w:val="28"/>
          <w:lang w:val="kk-KZ"/>
        </w:rPr>
        <w:t xml:space="preserve"> </w:t>
      </w:r>
      <w:r w:rsidRPr="00B61D9E">
        <w:rPr>
          <w:sz w:val="28"/>
          <w:szCs w:val="28"/>
          <w:lang w:val="kk-KZ"/>
        </w:rPr>
        <w:t>жаңа кәсіпкерлік қызметтердің пайда бола бастауына сәйкес бухгалтерлік есептің маңызы мен рөлі арта түсуде. Осыған орай бухгалтерлік есептің мазмұны мен құрылымына өзгерістер енгізілді. Елімізде жүргізіліп отырған бухгалтерлік есеп толығымен халықаралық қаржылық есеп беру талаптарына</w:t>
      </w:r>
      <w:r>
        <w:rPr>
          <w:sz w:val="28"/>
          <w:szCs w:val="28"/>
          <w:lang w:val="kk-KZ"/>
        </w:rPr>
        <w:t xml:space="preserve"> </w:t>
      </w:r>
      <w:r w:rsidRPr="00B61D9E">
        <w:rPr>
          <w:sz w:val="28"/>
          <w:szCs w:val="28"/>
          <w:lang w:val="kk-KZ"/>
        </w:rPr>
        <w:t>сай орындалады. Міне осыларды ескере отырып бұрын есепші деп саналып келген бухгалтер маманы кәсіпорынның қаржылық жағдайын анықтап, бағалап, есептеп отырумен қатар кәсіпорынның алдағы уақыттағы экономикалық әл-ауқатын дамыту жолдарын жоспарлай білуі қажет.</w:t>
      </w:r>
      <w:r>
        <w:rPr>
          <w:sz w:val="28"/>
          <w:szCs w:val="28"/>
          <w:lang w:val="kk-KZ"/>
        </w:rPr>
        <w:t xml:space="preserve"> </w:t>
      </w:r>
      <w:r w:rsidRPr="00B61D9E">
        <w:rPr>
          <w:sz w:val="28"/>
          <w:szCs w:val="28"/>
          <w:lang w:val="kk-KZ"/>
        </w:rPr>
        <w:t xml:space="preserve">Сондықтан да кез келген елде бухгалтер мамандарын барынша білімді етіп даярлау сол елдегі ұйымдардың экономикалық жағынан тұрақты дамуына кепілдік береді. </w:t>
      </w:r>
      <w:r>
        <w:rPr>
          <w:sz w:val="28"/>
          <w:szCs w:val="28"/>
          <w:lang w:val="kk-KZ"/>
        </w:rPr>
        <w:t>[2]</w:t>
      </w:r>
    </w:p>
    <w:p w:rsidR="00716FCB" w:rsidRDefault="00716FCB" w:rsidP="004C2966">
      <w:pPr>
        <w:pStyle w:val="NoSpacing"/>
        <w:spacing w:line="360" w:lineRule="auto"/>
        <w:ind w:firstLine="720"/>
        <w:jc w:val="both"/>
        <w:rPr>
          <w:sz w:val="28"/>
          <w:szCs w:val="28"/>
          <w:lang w:val="kk-KZ"/>
        </w:rPr>
      </w:pPr>
      <w:r w:rsidRPr="00B61D9E">
        <w:rPr>
          <w:sz w:val="28"/>
          <w:szCs w:val="28"/>
          <w:lang w:val="kk-KZ"/>
        </w:rPr>
        <w:t xml:space="preserve">Кәсіпорынның қаржы-шаруашылық қызметітуралы ақпараттық мәліметтерді жинақтау бухгалтерлік есеп пәні болып саналады. Бұл пәннің негізгі мақсаты – осы бухгалтерлік есепке анықтама беружәне оны басқадай экономикалық пәндермен салыстырып, ұқсастықтары мен айырмашылықтарын, өз ерекшеліктерін теориялық, сондай-ақ (практикалық)тұрғыдан сипаттап қарау болып табылады.Бухгалтерлік есептің негізгі мақсаты – барлық кәсіпорындарда орындалатын операциялардың уақтылы есепке алынып, олардың қазіргі күнгі уақытталаптарына сай орындалуына, яғни жүзеге асырылуына бақылау жасау. Бухгалтерлік есеп ұйымның есеп беру мен басқару, сондай-ақ экономикалық талдау жұмыстарының нақты түрде жүзеге асырылуын қажетті ақпараттармен қамтамасыз етіп отырады. Кез келген ғылымның, соның ішінде бухгалтерлік есептің принципінің болуы заңдылық. </w:t>
      </w:r>
    </w:p>
    <w:p w:rsidR="00716FCB" w:rsidRDefault="00716FCB" w:rsidP="004C2966">
      <w:pPr>
        <w:pStyle w:val="NoSpacing"/>
        <w:spacing w:line="360" w:lineRule="auto"/>
        <w:jc w:val="both"/>
        <w:rPr>
          <w:sz w:val="28"/>
          <w:szCs w:val="28"/>
          <w:lang w:val="kk-KZ"/>
        </w:rPr>
      </w:pPr>
      <w:r w:rsidRPr="00B61D9E">
        <w:rPr>
          <w:sz w:val="28"/>
          <w:szCs w:val="28"/>
          <w:lang w:val="kk-KZ"/>
        </w:rPr>
        <w:t>Латын тілінен аударғандағы принцип сөзі мағынасы жағынан-бастамасы, негізі деген түсінікті білдіреді. Қаржылық есеп беру тұжырымдамасы (концепциясы) шаруашылық үдерістері барысында шешім қабылдау үшін бухгалтерлік ақпараттық мәліметтердің қажеттілігін анықтайды.     Жалпы оқулықтар мен оқу құралдарын оқи отырып бухгалтерлік есептің жиырмадан астам принципін кездестіруге болады.Негізгі құралдардың табиғи және сапалық тозуын, амортизациялық аударымды жәненегізгі құралдарға амортизациялық аударым есептеу әдістері болады.Жалпы, Негізгі құралдардың тозуы дегеніміз-олардың табиғи және сапалық сипаттарын жоғалтуы деп те айтуға болады. Негізгі құралдардың тозуын «табиғи» және «сапалық» тозу деп екіге бөледі.Негізгі құралдардың табиғи тозуы - олардың материалдық жағынан тозуы болып табылады, яғни жұмыс істеу үдерісінде машиналар мен құралдардың жеке бөлшектерінің қажалып мүжілуі, үйлер мен ғимараттардың тозығы жетіп құлайтындай дәрәжеге жетуі.</w:t>
      </w:r>
    </w:p>
    <w:p w:rsidR="00716FCB" w:rsidRPr="00B61D9E" w:rsidRDefault="00716FCB" w:rsidP="004C2966">
      <w:pPr>
        <w:pStyle w:val="NoSpacing"/>
        <w:spacing w:line="360" w:lineRule="auto"/>
        <w:ind w:firstLine="720"/>
        <w:jc w:val="both"/>
        <w:rPr>
          <w:sz w:val="28"/>
          <w:szCs w:val="28"/>
          <w:lang w:val="kk-KZ"/>
        </w:rPr>
      </w:pPr>
      <w:r w:rsidRPr="00055534">
        <w:rPr>
          <w:sz w:val="28"/>
          <w:szCs w:val="28"/>
          <w:lang w:val="kk-KZ"/>
        </w:rPr>
        <w:t>Негізгі құралдардың сапалық тозуы</w:t>
      </w:r>
      <w:r w:rsidRPr="00B61D9E">
        <w:rPr>
          <w:sz w:val="28"/>
          <w:szCs w:val="28"/>
          <w:lang w:val="kk-KZ"/>
        </w:rPr>
        <w:t xml:space="preserve"> – олардың толық табиғи тозуы  жетпей-ақ  құнсызданып, өндірістің дамуы үдерісінен кейін қалуы, яғни активтердің ғылым мен техниканың дамуының бүгінгі күнгі талаптарына </w:t>
      </w:r>
    </w:p>
    <w:p w:rsidR="00716FCB" w:rsidRDefault="00716FCB" w:rsidP="004C2966">
      <w:pPr>
        <w:pStyle w:val="NoSpacing"/>
        <w:spacing w:line="360" w:lineRule="auto"/>
        <w:jc w:val="both"/>
        <w:rPr>
          <w:sz w:val="28"/>
          <w:szCs w:val="28"/>
          <w:lang w:val="kk-KZ"/>
        </w:rPr>
      </w:pPr>
      <w:r w:rsidRPr="00B61D9E">
        <w:rPr>
          <w:sz w:val="28"/>
          <w:szCs w:val="28"/>
          <w:lang w:val="kk-KZ"/>
        </w:rPr>
        <w:t>сәйкес келмейтін жағдайда болуынан пайда болады.</w:t>
      </w:r>
      <w:r>
        <w:rPr>
          <w:sz w:val="28"/>
          <w:szCs w:val="28"/>
          <w:lang w:val="kk-KZ"/>
        </w:rPr>
        <w:t>[3]</w:t>
      </w:r>
    </w:p>
    <w:p w:rsidR="00716FCB" w:rsidRDefault="00716FCB" w:rsidP="004C2966">
      <w:pPr>
        <w:pStyle w:val="NoSpacing"/>
        <w:spacing w:line="360" w:lineRule="auto"/>
        <w:jc w:val="both"/>
        <w:rPr>
          <w:sz w:val="28"/>
          <w:szCs w:val="28"/>
          <w:lang w:val="kk-KZ"/>
        </w:rPr>
      </w:pPr>
      <w:r w:rsidRPr="00B61D9E">
        <w:rPr>
          <w:sz w:val="28"/>
          <w:szCs w:val="28"/>
          <w:lang w:val="kk-KZ"/>
        </w:rPr>
        <w:t xml:space="preserve">Амортизация сөзі латын тілінен аударғанда «өтеу» деген мағынаны </w:t>
      </w:r>
      <w:r>
        <w:rPr>
          <w:sz w:val="28"/>
          <w:szCs w:val="28"/>
          <w:lang w:val="kk-KZ"/>
        </w:rPr>
        <w:t xml:space="preserve"> </w:t>
      </w:r>
      <w:r w:rsidRPr="00B61D9E">
        <w:rPr>
          <w:sz w:val="28"/>
          <w:szCs w:val="28"/>
          <w:lang w:val="kk-KZ"/>
        </w:rPr>
        <w:t xml:space="preserve">білдіреді. Амортизация белгіленген бір мөлшерде өнімнің өзіндік құнына қосылып отырады. Ал мұны </w:t>
      </w:r>
      <w:r w:rsidRPr="00055534">
        <w:rPr>
          <w:sz w:val="28"/>
          <w:szCs w:val="28"/>
          <w:lang w:val="kk-KZ"/>
        </w:rPr>
        <w:t>амортизациялық аударым</w:t>
      </w:r>
      <w:r w:rsidRPr="00B61D9E">
        <w:rPr>
          <w:sz w:val="28"/>
          <w:szCs w:val="28"/>
          <w:lang w:val="kk-KZ"/>
        </w:rPr>
        <w:t xml:space="preserve"> деп атайды.</w:t>
      </w:r>
      <w:r>
        <w:rPr>
          <w:sz w:val="28"/>
          <w:szCs w:val="28"/>
          <w:lang w:val="kk-KZ"/>
        </w:rPr>
        <w:t xml:space="preserve"> </w:t>
      </w:r>
      <w:r w:rsidRPr="00B61D9E">
        <w:rPr>
          <w:sz w:val="28"/>
          <w:szCs w:val="28"/>
          <w:lang w:val="kk-KZ"/>
        </w:rPr>
        <w:t xml:space="preserve">Амортизациялық аударым әрбір өнімнің өзіндік құнына кіріп, ал өнім сатылған кезде қайтарып отырады, яғни негізгі құралдардың тозуына </w:t>
      </w:r>
      <w:r>
        <w:rPr>
          <w:sz w:val="28"/>
          <w:szCs w:val="28"/>
          <w:lang w:val="kk-KZ"/>
        </w:rPr>
        <w:t xml:space="preserve"> </w:t>
      </w:r>
      <w:r w:rsidRPr="00B61D9E">
        <w:rPr>
          <w:sz w:val="28"/>
          <w:szCs w:val="28"/>
          <w:lang w:val="kk-KZ"/>
        </w:rPr>
        <w:t xml:space="preserve">байланысты құнының кемуі амортизациялық аударым жасау арқылы </w:t>
      </w:r>
      <w:r>
        <w:rPr>
          <w:sz w:val="28"/>
          <w:szCs w:val="28"/>
          <w:lang w:val="kk-KZ"/>
        </w:rPr>
        <w:t xml:space="preserve"> </w:t>
      </w:r>
      <w:r w:rsidRPr="00B61D9E">
        <w:rPr>
          <w:sz w:val="28"/>
          <w:szCs w:val="28"/>
          <w:lang w:val="kk-KZ"/>
        </w:rPr>
        <w:t>қайтарылады.Амортизациялық аударым мөлшері дегеніміз – негізгі құралдардың бастапқы құнынан белгіленген пайызбен есептеліп шығарылған бір жылдық амортизациялық аударым сомасы.</w:t>
      </w:r>
    </w:p>
    <w:p w:rsidR="00716FCB" w:rsidRDefault="00716FCB" w:rsidP="004C2966">
      <w:pPr>
        <w:pStyle w:val="NoSpacing"/>
        <w:spacing w:line="360" w:lineRule="auto"/>
        <w:ind w:firstLine="720"/>
        <w:jc w:val="both"/>
        <w:rPr>
          <w:sz w:val="28"/>
          <w:szCs w:val="28"/>
          <w:lang w:val="kk-KZ"/>
        </w:rPr>
      </w:pPr>
      <w:r w:rsidRPr="00B61D9E">
        <w:rPr>
          <w:sz w:val="28"/>
          <w:szCs w:val="28"/>
          <w:lang w:val="kk-KZ"/>
        </w:rPr>
        <w:t>Негізгі құралдарға амортизациялық аударым есептеу мына әдістер бойынша жүргізіледі:</w:t>
      </w:r>
      <w:r>
        <w:rPr>
          <w:sz w:val="28"/>
          <w:szCs w:val="28"/>
          <w:lang w:val="kk-KZ"/>
        </w:rPr>
        <w:t xml:space="preserve"> </w:t>
      </w:r>
    </w:p>
    <w:p w:rsidR="00716FCB" w:rsidRPr="00B61D9E" w:rsidRDefault="00716FCB" w:rsidP="004C2966">
      <w:pPr>
        <w:pStyle w:val="NoSpacing"/>
        <w:spacing w:line="360" w:lineRule="auto"/>
        <w:jc w:val="both"/>
        <w:rPr>
          <w:sz w:val="28"/>
          <w:szCs w:val="28"/>
          <w:lang w:val="kk-KZ"/>
        </w:rPr>
      </w:pPr>
      <w:r>
        <w:rPr>
          <w:sz w:val="28"/>
          <w:szCs w:val="28"/>
          <w:lang w:val="kk-KZ"/>
        </w:rPr>
        <w:t>Қ</w:t>
      </w:r>
      <w:r w:rsidRPr="00B61D9E">
        <w:rPr>
          <w:sz w:val="28"/>
          <w:szCs w:val="28"/>
          <w:lang w:val="kk-KZ"/>
        </w:rPr>
        <w:t>ұнды бірқалыпты (тура жолды) есептен шығару әдісі;</w:t>
      </w:r>
    </w:p>
    <w:p w:rsidR="00716FCB" w:rsidRDefault="00716FCB" w:rsidP="004C2966">
      <w:pPr>
        <w:pStyle w:val="NoSpacing"/>
        <w:spacing w:line="360" w:lineRule="auto"/>
        <w:jc w:val="both"/>
        <w:rPr>
          <w:sz w:val="28"/>
          <w:szCs w:val="28"/>
          <w:lang w:val="kk-KZ"/>
        </w:rPr>
      </w:pPr>
      <w:r>
        <w:rPr>
          <w:sz w:val="28"/>
          <w:szCs w:val="28"/>
          <w:lang w:val="kk-KZ"/>
        </w:rPr>
        <w:t>Қ</w:t>
      </w:r>
      <w:r w:rsidRPr="00B61D9E">
        <w:rPr>
          <w:sz w:val="28"/>
          <w:szCs w:val="28"/>
          <w:lang w:val="kk-KZ"/>
        </w:rPr>
        <w:t>ұнды орындалған жұмыстың, өнірілген өні</w:t>
      </w:r>
      <w:r>
        <w:rPr>
          <w:sz w:val="28"/>
          <w:szCs w:val="28"/>
          <w:lang w:val="kk-KZ"/>
        </w:rPr>
        <w:t xml:space="preserve">мнің көлеміне тепе-тең мөлшерде </w:t>
      </w:r>
      <w:r w:rsidRPr="00B61D9E">
        <w:rPr>
          <w:sz w:val="28"/>
          <w:szCs w:val="28"/>
          <w:lang w:val="kk-KZ"/>
        </w:rPr>
        <w:t>есептеп шығару әдісі (өндірістік әдіс);</w:t>
      </w:r>
    </w:p>
    <w:p w:rsidR="00716FCB" w:rsidRDefault="00716FCB" w:rsidP="004C2966">
      <w:pPr>
        <w:pStyle w:val="NoSpacing"/>
        <w:spacing w:line="360" w:lineRule="auto"/>
        <w:jc w:val="both"/>
        <w:rPr>
          <w:sz w:val="28"/>
          <w:szCs w:val="28"/>
          <w:lang w:val="kk-KZ"/>
        </w:rPr>
      </w:pPr>
      <w:r w:rsidRPr="00B61D9E">
        <w:rPr>
          <w:sz w:val="28"/>
          <w:szCs w:val="28"/>
          <w:lang w:val="kk-KZ"/>
        </w:rPr>
        <w:t>Жылдамдатып есептеп шығару әдістері:</w:t>
      </w:r>
    </w:p>
    <w:p w:rsidR="00716FCB" w:rsidRDefault="00716FCB" w:rsidP="004C2966">
      <w:pPr>
        <w:pStyle w:val="NoSpacing"/>
        <w:spacing w:line="360" w:lineRule="auto"/>
        <w:jc w:val="both"/>
        <w:rPr>
          <w:sz w:val="28"/>
          <w:szCs w:val="28"/>
          <w:lang w:val="kk-KZ"/>
        </w:rPr>
      </w:pPr>
      <w:r w:rsidRPr="00B61D9E">
        <w:rPr>
          <w:sz w:val="28"/>
          <w:szCs w:val="28"/>
          <w:lang w:val="kk-KZ"/>
        </w:rPr>
        <w:t>Қалдық құнының кему әдісі;</w:t>
      </w:r>
    </w:p>
    <w:p w:rsidR="00716FCB" w:rsidRDefault="00716FCB" w:rsidP="004C2966">
      <w:pPr>
        <w:pStyle w:val="NoSpacing"/>
        <w:spacing w:line="360" w:lineRule="auto"/>
        <w:jc w:val="both"/>
        <w:rPr>
          <w:sz w:val="28"/>
          <w:szCs w:val="28"/>
          <w:lang w:val="kk-KZ"/>
        </w:rPr>
      </w:pPr>
      <w:r w:rsidRPr="00B61D9E">
        <w:rPr>
          <w:sz w:val="28"/>
          <w:szCs w:val="28"/>
          <w:lang w:val="kk-KZ"/>
        </w:rPr>
        <w:t xml:space="preserve">Сандардың жиынтығы бойынша құнын есептеп шығару (коммулятивтік әдіс) </w:t>
      </w:r>
    </w:p>
    <w:p w:rsidR="00716FCB" w:rsidRPr="00B61D9E" w:rsidRDefault="00716FCB" w:rsidP="004C2966">
      <w:pPr>
        <w:pStyle w:val="NoSpacing"/>
        <w:spacing w:line="360" w:lineRule="auto"/>
        <w:jc w:val="both"/>
        <w:rPr>
          <w:sz w:val="28"/>
          <w:szCs w:val="28"/>
          <w:lang w:val="kk-KZ"/>
        </w:rPr>
      </w:pPr>
      <w:r w:rsidRPr="00B61D9E">
        <w:rPr>
          <w:sz w:val="28"/>
          <w:szCs w:val="28"/>
          <w:lang w:val="kk-KZ"/>
        </w:rPr>
        <w:t>әдісі.</w:t>
      </w:r>
      <w:r>
        <w:rPr>
          <w:sz w:val="28"/>
          <w:szCs w:val="28"/>
          <w:lang w:val="kk-KZ"/>
        </w:rPr>
        <w:t xml:space="preserve"> </w:t>
      </w:r>
      <w:r w:rsidRPr="00B61D9E">
        <w:rPr>
          <w:sz w:val="28"/>
          <w:szCs w:val="28"/>
          <w:lang w:val="kk-KZ"/>
        </w:rPr>
        <w:t>Амортизациялық аударым есептеудің таңдап алынған әдісі кәсіпорынның есеп саясатында көрсетіліп, бір есеп беру кезеңінен екінші есеп беру кезеңіне дейін дәйектілі түрде қолданады.Егер негізгі құралдарға</w:t>
      </w:r>
      <w:r>
        <w:rPr>
          <w:sz w:val="28"/>
          <w:szCs w:val="28"/>
          <w:lang w:val="kk-KZ"/>
        </w:rPr>
        <w:t xml:space="preserve"> </w:t>
      </w:r>
      <w:r w:rsidRPr="00B61D9E">
        <w:rPr>
          <w:sz w:val="28"/>
          <w:szCs w:val="28"/>
          <w:lang w:val="kk-KZ"/>
        </w:rPr>
        <w:t>амортизациялық аударым есептеудің әдісі өзгертілген жағдайда осы өзгерістің қандай себептерден болғаны айтылып көрсетілуі тиіс. Бухгалтерлік есеп көптеген   жылдар бойы басқа ғылымдар сияқты дамып, қоғамның экономикалық-әлеуметтік жағдайларына сай өзгерістерге ұшырап келе жатқан, сондай-ақ өмірде өзінің ерекшелігімен оқшауланатын ғылым болып табылады. Белгілі ғалым Б. Де Солозано осы ғылым туралы “Бухгалтерлік есеп барлық ғылымдар мен өнердің ең алдында тұрады, басқалары онсыз өмір сүре алмаса, бухгалтерлік есеп үшін олардың ешқайсысы қажет емес” – деген болса, оның әріптесі Р. А. Фаулки “Есеп – бұл барлық бизнестің тілі, яғни философиясы” – деп атаған. Бухгалтерлік есеп ұйымның қаржылық ақпаттарын өлшейтін, есептейтін және оны пайдаланушыларға жеткізіп отыратын жүйе болып табылады. Бухгалтерлік есеп басқару жүйесінде ең маңызды орындардың бірін иеленеді. Бұған дәлел ретінде Біріккен Ұлттар Ұйымының 1992 жылы өткізген конференциясында “Есептей алмаған, басқара алмайды” – деген сөздің бекер айтылмағандығын атап өтуге болады.Жалпы, бухгалтерлік есеп ұйымға оның қаржылық жағдайын жоспарлау, бағалау, бақылау және талдау секілді функцияларды орындауы үшін қажет. Сонымен қатар бухгалтерлік есеп кәсіпорынның активтері мен міндеттемелері, капиталы және өндірілген өнімдері мен олардың сатылғандығы туралы ақпараттарды жинақтап көрсетеді.</w:t>
      </w:r>
      <w:r>
        <w:rPr>
          <w:sz w:val="28"/>
          <w:szCs w:val="28"/>
          <w:lang w:val="kk-KZ"/>
        </w:rPr>
        <w:t>[4]</w:t>
      </w:r>
    </w:p>
    <w:sectPr w:rsidR="00716FCB" w:rsidRPr="00B61D9E" w:rsidSect="00AD647E">
      <w:pgSz w:w="11907" w:h="16839" w:code="9"/>
      <w:pgMar w:top="1134" w:right="850" w:bottom="1134" w:left="1701" w:header="708" w:footer="708"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AE2B28"/>
    <w:multiLevelType w:val="hybridMultilevel"/>
    <w:tmpl w:val="C9346BE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559F7C26"/>
    <w:multiLevelType w:val="hybridMultilevel"/>
    <w:tmpl w:val="3A32E2B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5A511DC0"/>
    <w:multiLevelType w:val="hybridMultilevel"/>
    <w:tmpl w:val="471EC7CE"/>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9047CEA"/>
    <w:multiLevelType w:val="hybridMultilevel"/>
    <w:tmpl w:val="B0F89C4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5164A"/>
    <w:rsid w:val="00000551"/>
    <w:rsid w:val="00000A5E"/>
    <w:rsid w:val="00002BB8"/>
    <w:rsid w:val="00012F1F"/>
    <w:rsid w:val="00016F1F"/>
    <w:rsid w:val="0002136D"/>
    <w:rsid w:val="0002187C"/>
    <w:rsid w:val="00022E8C"/>
    <w:rsid w:val="00022EB0"/>
    <w:rsid w:val="0002344E"/>
    <w:rsid w:val="000239C3"/>
    <w:rsid w:val="00024710"/>
    <w:rsid w:val="00025AC6"/>
    <w:rsid w:val="00026A40"/>
    <w:rsid w:val="000302D4"/>
    <w:rsid w:val="00030303"/>
    <w:rsid w:val="00030481"/>
    <w:rsid w:val="00030C20"/>
    <w:rsid w:val="00037F41"/>
    <w:rsid w:val="00040585"/>
    <w:rsid w:val="00041E04"/>
    <w:rsid w:val="00043E3B"/>
    <w:rsid w:val="000440EF"/>
    <w:rsid w:val="0004482D"/>
    <w:rsid w:val="00046752"/>
    <w:rsid w:val="00050CBE"/>
    <w:rsid w:val="00052054"/>
    <w:rsid w:val="00054277"/>
    <w:rsid w:val="00055534"/>
    <w:rsid w:val="00060BFA"/>
    <w:rsid w:val="00061225"/>
    <w:rsid w:val="00062E4F"/>
    <w:rsid w:val="00063E6A"/>
    <w:rsid w:val="000643F4"/>
    <w:rsid w:val="000646AB"/>
    <w:rsid w:val="000679AD"/>
    <w:rsid w:val="00070431"/>
    <w:rsid w:val="00070FA9"/>
    <w:rsid w:val="00076289"/>
    <w:rsid w:val="00076E28"/>
    <w:rsid w:val="00077240"/>
    <w:rsid w:val="000776E5"/>
    <w:rsid w:val="00080C4F"/>
    <w:rsid w:val="00084FAD"/>
    <w:rsid w:val="00087450"/>
    <w:rsid w:val="000879FB"/>
    <w:rsid w:val="0009000D"/>
    <w:rsid w:val="0009315B"/>
    <w:rsid w:val="00094C30"/>
    <w:rsid w:val="000950BE"/>
    <w:rsid w:val="00096C08"/>
    <w:rsid w:val="000A088D"/>
    <w:rsid w:val="000A0FEE"/>
    <w:rsid w:val="000A1421"/>
    <w:rsid w:val="000A2781"/>
    <w:rsid w:val="000A56FD"/>
    <w:rsid w:val="000A5BCE"/>
    <w:rsid w:val="000A5F3A"/>
    <w:rsid w:val="000A6EF9"/>
    <w:rsid w:val="000B25D6"/>
    <w:rsid w:val="000B356C"/>
    <w:rsid w:val="000B5998"/>
    <w:rsid w:val="000B6886"/>
    <w:rsid w:val="000B6CA6"/>
    <w:rsid w:val="000C0A63"/>
    <w:rsid w:val="000C0D42"/>
    <w:rsid w:val="000C1D25"/>
    <w:rsid w:val="000C283E"/>
    <w:rsid w:val="000C66E6"/>
    <w:rsid w:val="000C6C29"/>
    <w:rsid w:val="000C7033"/>
    <w:rsid w:val="000D0535"/>
    <w:rsid w:val="000D156B"/>
    <w:rsid w:val="000D1A62"/>
    <w:rsid w:val="000D39F6"/>
    <w:rsid w:val="000D488F"/>
    <w:rsid w:val="000D4AE8"/>
    <w:rsid w:val="000D53D6"/>
    <w:rsid w:val="000D5F21"/>
    <w:rsid w:val="000D61B1"/>
    <w:rsid w:val="000D77BB"/>
    <w:rsid w:val="000E0477"/>
    <w:rsid w:val="000E1F93"/>
    <w:rsid w:val="000E254A"/>
    <w:rsid w:val="000E506E"/>
    <w:rsid w:val="000E6CBD"/>
    <w:rsid w:val="000E76C8"/>
    <w:rsid w:val="000F222C"/>
    <w:rsid w:val="000F6000"/>
    <w:rsid w:val="001012D7"/>
    <w:rsid w:val="00101A7F"/>
    <w:rsid w:val="00105B2A"/>
    <w:rsid w:val="00106610"/>
    <w:rsid w:val="0011066B"/>
    <w:rsid w:val="00110AAB"/>
    <w:rsid w:val="00113774"/>
    <w:rsid w:val="00113B1D"/>
    <w:rsid w:val="00113C8B"/>
    <w:rsid w:val="00115556"/>
    <w:rsid w:val="00116D05"/>
    <w:rsid w:val="0012042C"/>
    <w:rsid w:val="0012181F"/>
    <w:rsid w:val="00122776"/>
    <w:rsid w:val="001246EE"/>
    <w:rsid w:val="00124DC4"/>
    <w:rsid w:val="0012579B"/>
    <w:rsid w:val="00126AA9"/>
    <w:rsid w:val="001304DB"/>
    <w:rsid w:val="00130DA5"/>
    <w:rsid w:val="001315DB"/>
    <w:rsid w:val="00133D76"/>
    <w:rsid w:val="00134E5D"/>
    <w:rsid w:val="00135F40"/>
    <w:rsid w:val="00135FF8"/>
    <w:rsid w:val="00140412"/>
    <w:rsid w:val="001406BF"/>
    <w:rsid w:val="00140810"/>
    <w:rsid w:val="0014223F"/>
    <w:rsid w:val="00144A66"/>
    <w:rsid w:val="0014688C"/>
    <w:rsid w:val="001501D8"/>
    <w:rsid w:val="0015123A"/>
    <w:rsid w:val="00152A50"/>
    <w:rsid w:val="00152E90"/>
    <w:rsid w:val="00154D87"/>
    <w:rsid w:val="00154E57"/>
    <w:rsid w:val="00157D90"/>
    <w:rsid w:val="001609B1"/>
    <w:rsid w:val="0016293B"/>
    <w:rsid w:val="001639D8"/>
    <w:rsid w:val="00164B02"/>
    <w:rsid w:val="00165B37"/>
    <w:rsid w:val="00166D37"/>
    <w:rsid w:val="00167BAB"/>
    <w:rsid w:val="00167CB3"/>
    <w:rsid w:val="00170D9F"/>
    <w:rsid w:val="00171375"/>
    <w:rsid w:val="001714F9"/>
    <w:rsid w:val="00171943"/>
    <w:rsid w:val="001724ED"/>
    <w:rsid w:val="0018009D"/>
    <w:rsid w:val="001804ED"/>
    <w:rsid w:val="001841D0"/>
    <w:rsid w:val="00184F9C"/>
    <w:rsid w:val="00185308"/>
    <w:rsid w:val="00185792"/>
    <w:rsid w:val="001865F2"/>
    <w:rsid w:val="00190B61"/>
    <w:rsid w:val="00196B27"/>
    <w:rsid w:val="00197889"/>
    <w:rsid w:val="001A0A7F"/>
    <w:rsid w:val="001A230B"/>
    <w:rsid w:val="001A2D48"/>
    <w:rsid w:val="001A338A"/>
    <w:rsid w:val="001A3DB4"/>
    <w:rsid w:val="001A3F56"/>
    <w:rsid w:val="001A56DA"/>
    <w:rsid w:val="001A60D7"/>
    <w:rsid w:val="001A6917"/>
    <w:rsid w:val="001B041F"/>
    <w:rsid w:val="001B13D4"/>
    <w:rsid w:val="001B2614"/>
    <w:rsid w:val="001B3D1D"/>
    <w:rsid w:val="001B69CF"/>
    <w:rsid w:val="001B759D"/>
    <w:rsid w:val="001C0D19"/>
    <w:rsid w:val="001C0D92"/>
    <w:rsid w:val="001C3917"/>
    <w:rsid w:val="001C3DF6"/>
    <w:rsid w:val="001C4241"/>
    <w:rsid w:val="001C48DC"/>
    <w:rsid w:val="001C4CCB"/>
    <w:rsid w:val="001C4E5C"/>
    <w:rsid w:val="001C5917"/>
    <w:rsid w:val="001D1594"/>
    <w:rsid w:val="001D2502"/>
    <w:rsid w:val="001D4F51"/>
    <w:rsid w:val="001D5F21"/>
    <w:rsid w:val="001E2729"/>
    <w:rsid w:val="001E2E73"/>
    <w:rsid w:val="001E5A82"/>
    <w:rsid w:val="001E5CB0"/>
    <w:rsid w:val="001E7FDC"/>
    <w:rsid w:val="001F07A7"/>
    <w:rsid w:val="001F0A1C"/>
    <w:rsid w:val="001F1BAD"/>
    <w:rsid w:val="001F40F7"/>
    <w:rsid w:val="001F7CEA"/>
    <w:rsid w:val="00200088"/>
    <w:rsid w:val="00202863"/>
    <w:rsid w:val="00202F63"/>
    <w:rsid w:val="002050B0"/>
    <w:rsid w:val="00210195"/>
    <w:rsid w:val="00211103"/>
    <w:rsid w:val="00212568"/>
    <w:rsid w:val="00217175"/>
    <w:rsid w:val="00217512"/>
    <w:rsid w:val="00217A30"/>
    <w:rsid w:val="00217BF3"/>
    <w:rsid w:val="0022034C"/>
    <w:rsid w:val="0023298E"/>
    <w:rsid w:val="00235251"/>
    <w:rsid w:val="00236A03"/>
    <w:rsid w:val="00236C9F"/>
    <w:rsid w:val="002404DE"/>
    <w:rsid w:val="00241297"/>
    <w:rsid w:val="002442A6"/>
    <w:rsid w:val="0024543A"/>
    <w:rsid w:val="00245A1C"/>
    <w:rsid w:val="00245E1E"/>
    <w:rsid w:val="00246452"/>
    <w:rsid w:val="00247DC2"/>
    <w:rsid w:val="00250482"/>
    <w:rsid w:val="0025164A"/>
    <w:rsid w:val="00252000"/>
    <w:rsid w:val="002529F5"/>
    <w:rsid w:val="002549DC"/>
    <w:rsid w:val="002551C1"/>
    <w:rsid w:val="002558A9"/>
    <w:rsid w:val="00260D2D"/>
    <w:rsid w:val="00260EDA"/>
    <w:rsid w:val="0026185A"/>
    <w:rsid w:val="002623D1"/>
    <w:rsid w:val="00263418"/>
    <w:rsid w:val="0026612D"/>
    <w:rsid w:val="00266CFA"/>
    <w:rsid w:val="00270126"/>
    <w:rsid w:val="0027375F"/>
    <w:rsid w:val="00273AEF"/>
    <w:rsid w:val="00274007"/>
    <w:rsid w:val="00274870"/>
    <w:rsid w:val="00274E28"/>
    <w:rsid w:val="002765BC"/>
    <w:rsid w:val="002767C9"/>
    <w:rsid w:val="00277694"/>
    <w:rsid w:val="002778A8"/>
    <w:rsid w:val="0028083F"/>
    <w:rsid w:val="0028535F"/>
    <w:rsid w:val="00286977"/>
    <w:rsid w:val="00286C8B"/>
    <w:rsid w:val="0028746E"/>
    <w:rsid w:val="00287501"/>
    <w:rsid w:val="002907D5"/>
    <w:rsid w:val="00290ED5"/>
    <w:rsid w:val="00291442"/>
    <w:rsid w:val="002921B1"/>
    <w:rsid w:val="0029422A"/>
    <w:rsid w:val="00294309"/>
    <w:rsid w:val="00294E4A"/>
    <w:rsid w:val="002A01DC"/>
    <w:rsid w:val="002A05A7"/>
    <w:rsid w:val="002A659D"/>
    <w:rsid w:val="002A7251"/>
    <w:rsid w:val="002A7C1A"/>
    <w:rsid w:val="002B1D07"/>
    <w:rsid w:val="002B29E1"/>
    <w:rsid w:val="002B39CB"/>
    <w:rsid w:val="002B4439"/>
    <w:rsid w:val="002B5140"/>
    <w:rsid w:val="002B5BC5"/>
    <w:rsid w:val="002B5C24"/>
    <w:rsid w:val="002B65C5"/>
    <w:rsid w:val="002B7FEF"/>
    <w:rsid w:val="002C41C9"/>
    <w:rsid w:val="002C68CB"/>
    <w:rsid w:val="002C7392"/>
    <w:rsid w:val="002C79B9"/>
    <w:rsid w:val="002C7C83"/>
    <w:rsid w:val="002D180E"/>
    <w:rsid w:val="002D2576"/>
    <w:rsid w:val="002D492A"/>
    <w:rsid w:val="002D5693"/>
    <w:rsid w:val="002D7162"/>
    <w:rsid w:val="002E04C2"/>
    <w:rsid w:val="002E475E"/>
    <w:rsid w:val="002F25A1"/>
    <w:rsid w:val="002F3550"/>
    <w:rsid w:val="002F43EE"/>
    <w:rsid w:val="002F5666"/>
    <w:rsid w:val="002F68C3"/>
    <w:rsid w:val="00302518"/>
    <w:rsid w:val="00302C97"/>
    <w:rsid w:val="0030400D"/>
    <w:rsid w:val="003051D1"/>
    <w:rsid w:val="00313BA5"/>
    <w:rsid w:val="0031538B"/>
    <w:rsid w:val="0031700F"/>
    <w:rsid w:val="00321F44"/>
    <w:rsid w:val="00322FF2"/>
    <w:rsid w:val="00340529"/>
    <w:rsid w:val="003436AD"/>
    <w:rsid w:val="00344D44"/>
    <w:rsid w:val="003479DD"/>
    <w:rsid w:val="00347F6F"/>
    <w:rsid w:val="00350934"/>
    <w:rsid w:val="003517E0"/>
    <w:rsid w:val="003518CB"/>
    <w:rsid w:val="00354B22"/>
    <w:rsid w:val="00354F82"/>
    <w:rsid w:val="00356337"/>
    <w:rsid w:val="00363E80"/>
    <w:rsid w:val="0036464B"/>
    <w:rsid w:val="00365F90"/>
    <w:rsid w:val="00370476"/>
    <w:rsid w:val="00370651"/>
    <w:rsid w:val="003733E0"/>
    <w:rsid w:val="003736D6"/>
    <w:rsid w:val="00373AF1"/>
    <w:rsid w:val="003740FF"/>
    <w:rsid w:val="003750B6"/>
    <w:rsid w:val="00376D37"/>
    <w:rsid w:val="00380E4E"/>
    <w:rsid w:val="00381552"/>
    <w:rsid w:val="0038229D"/>
    <w:rsid w:val="00383ADA"/>
    <w:rsid w:val="003848C4"/>
    <w:rsid w:val="003862AA"/>
    <w:rsid w:val="00386440"/>
    <w:rsid w:val="00386D07"/>
    <w:rsid w:val="00390170"/>
    <w:rsid w:val="00392481"/>
    <w:rsid w:val="0039748C"/>
    <w:rsid w:val="003A1851"/>
    <w:rsid w:val="003A2822"/>
    <w:rsid w:val="003A3A4E"/>
    <w:rsid w:val="003A4228"/>
    <w:rsid w:val="003A5A10"/>
    <w:rsid w:val="003A78C2"/>
    <w:rsid w:val="003A7BB1"/>
    <w:rsid w:val="003B0507"/>
    <w:rsid w:val="003B3F37"/>
    <w:rsid w:val="003B429E"/>
    <w:rsid w:val="003B739E"/>
    <w:rsid w:val="003C140A"/>
    <w:rsid w:val="003C2DF4"/>
    <w:rsid w:val="003C4732"/>
    <w:rsid w:val="003D05A7"/>
    <w:rsid w:val="003D0FAE"/>
    <w:rsid w:val="003D1932"/>
    <w:rsid w:val="003D238E"/>
    <w:rsid w:val="003D59BB"/>
    <w:rsid w:val="003D59E3"/>
    <w:rsid w:val="003D6D1C"/>
    <w:rsid w:val="003E1D6C"/>
    <w:rsid w:val="003E3619"/>
    <w:rsid w:val="003E4854"/>
    <w:rsid w:val="003E4B20"/>
    <w:rsid w:val="003E5396"/>
    <w:rsid w:val="003E5A58"/>
    <w:rsid w:val="003E62B3"/>
    <w:rsid w:val="003E6719"/>
    <w:rsid w:val="003E7B5B"/>
    <w:rsid w:val="003F0FB4"/>
    <w:rsid w:val="003F36A8"/>
    <w:rsid w:val="003F57E7"/>
    <w:rsid w:val="003F66B1"/>
    <w:rsid w:val="003F7F6D"/>
    <w:rsid w:val="0040158F"/>
    <w:rsid w:val="00402F05"/>
    <w:rsid w:val="0040352D"/>
    <w:rsid w:val="00403820"/>
    <w:rsid w:val="00407A98"/>
    <w:rsid w:val="00411208"/>
    <w:rsid w:val="00412073"/>
    <w:rsid w:val="00413576"/>
    <w:rsid w:val="00415852"/>
    <w:rsid w:val="0041683F"/>
    <w:rsid w:val="00417D3C"/>
    <w:rsid w:val="00417E25"/>
    <w:rsid w:val="00420468"/>
    <w:rsid w:val="00421A28"/>
    <w:rsid w:val="00421D3D"/>
    <w:rsid w:val="00422E66"/>
    <w:rsid w:val="0042355F"/>
    <w:rsid w:val="00431914"/>
    <w:rsid w:val="00432E53"/>
    <w:rsid w:val="004346A3"/>
    <w:rsid w:val="00436629"/>
    <w:rsid w:val="00437700"/>
    <w:rsid w:val="004459FE"/>
    <w:rsid w:val="004461B3"/>
    <w:rsid w:val="00446E39"/>
    <w:rsid w:val="0045130C"/>
    <w:rsid w:val="00453F74"/>
    <w:rsid w:val="0045513D"/>
    <w:rsid w:val="0045770B"/>
    <w:rsid w:val="0045791E"/>
    <w:rsid w:val="00460A0D"/>
    <w:rsid w:val="004625D4"/>
    <w:rsid w:val="00463B6D"/>
    <w:rsid w:val="00463C9F"/>
    <w:rsid w:val="004650A1"/>
    <w:rsid w:val="004663E7"/>
    <w:rsid w:val="00466F40"/>
    <w:rsid w:val="004673AC"/>
    <w:rsid w:val="00467578"/>
    <w:rsid w:val="004713FF"/>
    <w:rsid w:val="0047289E"/>
    <w:rsid w:val="004761B5"/>
    <w:rsid w:val="00476C82"/>
    <w:rsid w:val="0047705B"/>
    <w:rsid w:val="0047787B"/>
    <w:rsid w:val="00477C26"/>
    <w:rsid w:val="00482229"/>
    <w:rsid w:val="0048312C"/>
    <w:rsid w:val="00483FE5"/>
    <w:rsid w:val="00484EEE"/>
    <w:rsid w:val="00484FA6"/>
    <w:rsid w:val="004912AC"/>
    <w:rsid w:val="00492C13"/>
    <w:rsid w:val="0049581F"/>
    <w:rsid w:val="0049748E"/>
    <w:rsid w:val="004A0643"/>
    <w:rsid w:val="004A271E"/>
    <w:rsid w:val="004A2FED"/>
    <w:rsid w:val="004A4749"/>
    <w:rsid w:val="004A4CDC"/>
    <w:rsid w:val="004A5491"/>
    <w:rsid w:val="004B0413"/>
    <w:rsid w:val="004B0946"/>
    <w:rsid w:val="004B1867"/>
    <w:rsid w:val="004B3407"/>
    <w:rsid w:val="004B3497"/>
    <w:rsid w:val="004B3850"/>
    <w:rsid w:val="004B39E2"/>
    <w:rsid w:val="004B4CE9"/>
    <w:rsid w:val="004B517C"/>
    <w:rsid w:val="004B6E21"/>
    <w:rsid w:val="004C0B95"/>
    <w:rsid w:val="004C1035"/>
    <w:rsid w:val="004C1565"/>
    <w:rsid w:val="004C2966"/>
    <w:rsid w:val="004C2B57"/>
    <w:rsid w:val="004C324D"/>
    <w:rsid w:val="004C5C4E"/>
    <w:rsid w:val="004C5FE4"/>
    <w:rsid w:val="004D1B7D"/>
    <w:rsid w:val="004D239A"/>
    <w:rsid w:val="004D2FBA"/>
    <w:rsid w:val="004D54D5"/>
    <w:rsid w:val="004D5FF4"/>
    <w:rsid w:val="004D62F6"/>
    <w:rsid w:val="004D7736"/>
    <w:rsid w:val="004E0266"/>
    <w:rsid w:val="004E0567"/>
    <w:rsid w:val="004E09B8"/>
    <w:rsid w:val="004E0D57"/>
    <w:rsid w:val="004E1B86"/>
    <w:rsid w:val="004E1F08"/>
    <w:rsid w:val="004E4A76"/>
    <w:rsid w:val="004F3147"/>
    <w:rsid w:val="004F36ED"/>
    <w:rsid w:val="004F59EC"/>
    <w:rsid w:val="004F5F97"/>
    <w:rsid w:val="00503F53"/>
    <w:rsid w:val="00503FC3"/>
    <w:rsid w:val="00505F0C"/>
    <w:rsid w:val="005061A4"/>
    <w:rsid w:val="00507C26"/>
    <w:rsid w:val="00507E0E"/>
    <w:rsid w:val="00511680"/>
    <w:rsid w:val="005131C1"/>
    <w:rsid w:val="005134DC"/>
    <w:rsid w:val="00514A3D"/>
    <w:rsid w:val="005166AA"/>
    <w:rsid w:val="00516BC3"/>
    <w:rsid w:val="00522882"/>
    <w:rsid w:val="00522E8F"/>
    <w:rsid w:val="0052395A"/>
    <w:rsid w:val="00523FE0"/>
    <w:rsid w:val="00526CA2"/>
    <w:rsid w:val="00526FEB"/>
    <w:rsid w:val="00532393"/>
    <w:rsid w:val="00532DA0"/>
    <w:rsid w:val="00534B4B"/>
    <w:rsid w:val="005378D8"/>
    <w:rsid w:val="00537A08"/>
    <w:rsid w:val="0054093D"/>
    <w:rsid w:val="00542D1E"/>
    <w:rsid w:val="005475A9"/>
    <w:rsid w:val="00547A1C"/>
    <w:rsid w:val="00550392"/>
    <w:rsid w:val="00552704"/>
    <w:rsid w:val="0055339D"/>
    <w:rsid w:val="0056133E"/>
    <w:rsid w:val="00565EA7"/>
    <w:rsid w:val="00567980"/>
    <w:rsid w:val="00570952"/>
    <w:rsid w:val="005714F4"/>
    <w:rsid w:val="0057254C"/>
    <w:rsid w:val="005744F2"/>
    <w:rsid w:val="0057781D"/>
    <w:rsid w:val="00577900"/>
    <w:rsid w:val="00580B61"/>
    <w:rsid w:val="00581813"/>
    <w:rsid w:val="00583FB7"/>
    <w:rsid w:val="00584587"/>
    <w:rsid w:val="005872E5"/>
    <w:rsid w:val="005876BA"/>
    <w:rsid w:val="005944C0"/>
    <w:rsid w:val="00595197"/>
    <w:rsid w:val="005960A9"/>
    <w:rsid w:val="00597C8B"/>
    <w:rsid w:val="005A21FC"/>
    <w:rsid w:val="005A34D8"/>
    <w:rsid w:val="005A3AEF"/>
    <w:rsid w:val="005A5594"/>
    <w:rsid w:val="005B04D1"/>
    <w:rsid w:val="005B1F92"/>
    <w:rsid w:val="005B4FE5"/>
    <w:rsid w:val="005B6906"/>
    <w:rsid w:val="005C4ED1"/>
    <w:rsid w:val="005C727A"/>
    <w:rsid w:val="005C7F2B"/>
    <w:rsid w:val="005D0300"/>
    <w:rsid w:val="005D228D"/>
    <w:rsid w:val="005D30E3"/>
    <w:rsid w:val="005D3B0B"/>
    <w:rsid w:val="005D5560"/>
    <w:rsid w:val="005D699F"/>
    <w:rsid w:val="005D6D75"/>
    <w:rsid w:val="005E00BA"/>
    <w:rsid w:val="005E128F"/>
    <w:rsid w:val="005E1AD3"/>
    <w:rsid w:val="005E1B15"/>
    <w:rsid w:val="005E2D17"/>
    <w:rsid w:val="005E2F1B"/>
    <w:rsid w:val="005E4CEC"/>
    <w:rsid w:val="005E4FC2"/>
    <w:rsid w:val="005E6D92"/>
    <w:rsid w:val="005F1363"/>
    <w:rsid w:val="005F1E93"/>
    <w:rsid w:val="005F267D"/>
    <w:rsid w:val="005F46CD"/>
    <w:rsid w:val="005F7826"/>
    <w:rsid w:val="00600F26"/>
    <w:rsid w:val="0060117C"/>
    <w:rsid w:val="00601347"/>
    <w:rsid w:val="006030F4"/>
    <w:rsid w:val="0060404A"/>
    <w:rsid w:val="006045D1"/>
    <w:rsid w:val="00604949"/>
    <w:rsid w:val="00605D0C"/>
    <w:rsid w:val="00605DAD"/>
    <w:rsid w:val="00605E59"/>
    <w:rsid w:val="00606679"/>
    <w:rsid w:val="00610C34"/>
    <w:rsid w:val="00613383"/>
    <w:rsid w:val="00616547"/>
    <w:rsid w:val="006175B0"/>
    <w:rsid w:val="0062154B"/>
    <w:rsid w:val="0062160B"/>
    <w:rsid w:val="006245DE"/>
    <w:rsid w:val="006259C4"/>
    <w:rsid w:val="006277E1"/>
    <w:rsid w:val="006318D3"/>
    <w:rsid w:val="00633784"/>
    <w:rsid w:val="00635114"/>
    <w:rsid w:val="00635CF1"/>
    <w:rsid w:val="00636847"/>
    <w:rsid w:val="00641094"/>
    <w:rsid w:val="00641F61"/>
    <w:rsid w:val="006436A8"/>
    <w:rsid w:val="00643834"/>
    <w:rsid w:val="00643A8D"/>
    <w:rsid w:val="00644C73"/>
    <w:rsid w:val="00645288"/>
    <w:rsid w:val="00647214"/>
    <w:rsid w:val="00647CFC"/>
    <w:rsid w:val="006540F9"/>
    <w:rsid w:val="00655302"/>
    <w:rsid w:val="0065545B"/>
    <w:rsid w:val="00655D75"/>
    <w:rsid w:val="00664360"/>
    <w:rsid w:val="00666D8D"/>
    <w:rsid w:val="00670578"/>
    <w:rsid w:val="0067083B"/>
    <w:rsid w:val="006711A4"/>
    <w:rsid w:val="00673342"/>
    <w:rsid w:val="00674FEE"/>
    <w:rsid w:val="0067620A"/>
    <w:rsid w:val="00676A42"/>
    <w:rsid w:val="00680073"/>
    <w:rsid w:val="006811DA"/>
    <w:rsid w:val="0069128B"/>
    <w:rsid w:val="006915A5"/>
    <w:rsid w:val="00693370"/>
    <w:rsid w:val="00697DDF"/>
    <w:rsid w:val="006A0225"/>
    <w:rsid w:val="006A049C"/>
    <w:rsid w:val="006A1CCB"/>
    <w:rsid w:val="006A31F3"/>
    <w:rsid w:val="006A4143"/>
    <w:rsid w:val="006A5D49"/>
    <w:rsid w:val="006A611D"/>
    <w:rsid w:val="006A69E4"/>
    <w:rsid w:val="006A70FE"/>
    <w:rsid w:val="006A7936"/>
    <w:rsid w:val="006A7BEF"/>
    <w:rsid w:val="006B1050"/>
    <w:rsid w:val="006B136E"/>
    <w:rsid w:val="006B35BB"/>
    <w:rsid w:val="006B36CD"/>
    <w:rsid w:val="006B4575"/>
    <w:rsid w:val="006B511B"/>
    <w:rsid w:val="006C189B"/>
    <w:rsid w:val="006C20A3"/>
    <w:rsid w:val="006C2764"/>
    <w:rsid w:val="006C2D5E"/>
    <w:rsid w:val="006C6449"/>
    <w:rsid w:val="006C6D49"/>
    <w:rsid w:val="006C6E63"/>
    <w:rsid w:val="006C79D1"/>
    <w:rsid w:val="006C7CCD"/>
    <w:rsid w:val="006D1B2F"/>
    <w:rsid w:val="006D2AA5"/>
    <w:rsid w:val="006D53E6"/>
    <w:rsid w:val="006D5B5A"/>
    <w:rsid w:val="006D75F3"/>
    <w:rsid w:val="006E0406"/>
    <w:rsid w:val="006E067C"/>
    <w:rsid w:val="006E096D"/>
    <w:rsid w:val="006E0C83"/>
    <w:rsid w:val="006E0D81"/>
    <w:rsid w:val="006E2107"/>
    <w:rsid w:val="006E507C"/>
    <w:rsid w:val="006E5A1E"/>
    <w:rsid w:val="006E5E72"/>
    <w:rsid w:val="006F1B62"/>
    <w:rsid w:val="006F2636"/>
    <w:rsid w:val="006F4A48"/>
    <w:rsid w:val="006F6BED"/>
    <w:rsid w:val="006F70B1"/>
    <w:rsid w:val="00700266"/>
    <w:rsid w:val="007069D7"/>
    <w:rsid w:val="007079DF"/>
    <w:rsid w:val="0071199B"/>
    <w:rsid w:val="007120DF"/>
    <w:rsid w:val="00712554"/>
    <w:rsid w:val="00712AC3"/>
    <w:rsid w:val="00713F42"/>
    <w:rsid w:val="00713F7C"/>
    <w:rsid w:val="00714EBB"/>
    <w:rsid w:val="007155A6"/>
    <w:rsid w:val="00716FCB"/>
    <w:rsid w:val="0071766B"/>
    <w:rsid w:val="00717C0B"/>
    <w:rsid w:val="007274AF"/>
    <w:rsid w:val="0073004F"/>
    <w:rsid w:val="0073257D"/>
    <w:rsid w:val="00732DF2"/>
    <w:rsid w:val="00733F02"/>
    <w:rsid w:val="00734AC9"/>
    <w:rsid w:val="0073572B"/>
    <w:rsid w:val="00735B33"/>
    <w:rsid w:val="00736987"/>
    <w:rsid w:val="00737A0F"/>
    <w:rsid w:val="00742EE0"/>
    <w:rsid w:val="00744DBB"/>
    <w:rsid w:val="0074598D"/>
    <w:rsid w:val="007462D6"/>
    <w:rsid w:val="00746B34"/>
    <w:rsid w:val="00746DC3"/>
    <w:rsid w:val="0074755E"/>
    <w:rsid w:val="00752626"/>
    <w:rsid w:val="0075263B"/>
    <w:rsid w:val="007531C2"/>
    <w:rsid w:val="00753593"/>
    <w:rsid w:val="00753632"/>
    <w:rsid w:val="0075413C"/>
    <w:rsid w:val="00755233"/>
    <w:rsid w:val="0076120C"/>
    <w:rsid w:val="00761390"/>
    <w:rsid w:val="007626FF"/>
    <w:rsid w:val="0076585F"/>
    <w:rsid w:val="0077314D"/>
    <w:rsid w:val="0077624A"/>
    <w:rsid w:val="00777D9F"/>
    <w:rsid w:val="007815F3"/>
    <w:rsid w:val="00786728"/>
    <w:rsid w:val="00786D85"/>
    <w:rsid w:val="0079274F"/>
    <w:rsid w:val="00794C37"/>
    <w:rsid w:val="00796405"/>
    <w:rsid w:val="007965F0"/>
    <w:rsid w:val="00797849"/>
    <w:rsid w:val="00797FD5"/>
    <w:rsid w:val="007A1100"/>
    <w:rsid w:val="007A1C9A"/>
    <w:rsid w:val="007A6517"/>
    <w:rsid w:val="007A69DF"/>
    <w:rsid w:val="007A7545"/>
    <w:rsid w:val="007B0838"/>
    <w:rsid w:val="007B1E6F"/>
    <w:rsid w:val="007B286D"/>
    <w:rsid w:val="007B4021"/>
    <w:rsid w:val="007B6CDF"/>
    <w:rsid w:val="007C1145"/>
    <w:rsid w:val="007C1D7A"/>
    <w:rsid w:val="007C4470"/>
    <w:rsid w:val="007C49EC"/>
    <w:rsid w:val="007C6645"/>
    <w:rsid w:val="007C6CB5"/>
    <w:rsid w:val="007D01D3"/>
    <w:rsid w:val="007D0E34"/>
    <w:rsid w:val="007D0F36"/>
    <w:rsid w:val="007D2134"/>
    <w:rsid w:val="007D2B91"/>
    <w:rsid w:val="007D4AF3"/>
    <w:rsid w:val="007D6C4E"/>
    <w:rsid w:val="007E1998"/>
    <w:rsid w:val="007E21D7"/>
    <w:rsid w:val="007E42F4"/>
    <w:rsid w:val="007E4F1A"/>
    <w:rsid w:val="007E60D2"/>
    <w:rsid w:val="007E74EC"/>
    <w:rsid w:val="007F09F2"/>
    <w:rsid w:val="007F2AC5"/>
    <w:rsid w:val="007F49E4"/>
    <w:rsid w:val="007F688B"/>
    <w:rsid w:val="007F7F9A"/>
    <w:rsid w:val="00802B67"/>
    <w:rsid w:val="00804780"/>
    <w:rsid w:val="00806537"/>
    <w:rsid w:val="00806C26"/>
    <w:rsid w:val="00812198"/>
    <w:rsid w:val="00812BA8"/>
    <w:rsid w:val="00815238"/>
    <w:rsid w:val="00816A5A"/>
    <w:rsid w:val="00820FE2"/>
    <w:rsid w:val="00822652"/>
    <w:rsid w:val="00823822"/>
    <w:rsid w:val="00824FEE"/>
    <w:rsid w:val="008270C4"/>
    <w:rsid w:val="00830859"/>
    <w:rsid w:val="00831559"/>
    <w:rsid w:val="00834997"/>
    <w:rsid w:val="00835BC0"/>
    <w:rsid w:val="00837820"/>
    <w:rsid w:val="0083793E"/>
    <w:rsid w:val="00843514"/>
    <w:rsid w:val="008436BA"/>
    <w:rsid w:val="00844A24"/>
    <w:rsid w:val="00846B5A"/>
    <w:rsid w:val="00846BEC"/>
    <w:rsid w:val="00850FDD"/>
    <w:rsid w:val="008514A6"/>
    <w:rsid w:val="00851AF9"/>
    <w:rsid w:val="00852462"/>
    <w:rsid w:val="00852623"/>
    <w:rsid w:val="008546DD"/>
    <w:rsid w:val="00854BB6"/>
    <w:rsid w:val="00854C36"/>
    <w:rsid w:val="00857914"/>
    <w:rsid w:val="00857D1B"/>
    <w:rsid w:val="00860621"/>
    <w:rsid w:val="008615F8"/>
    <w:rsid w:val="008619AF"/>
    <w:rsid w:val="00862187"/>
    <w:rsid w:val="008621FB"/>
    <w:rsid w:val="0086415F"/>
    <w:rsid w:val="00864B64"/>
    <w:rsid w:val="00864E66"/>
    <w:rsid w:val="0086578E"/>
    <w:rsid w:val="00871354"/>
    <w:rsid w:val="008717DE"/>
    <w:rsid w:val="00871B1C"/>
    <w:rsid w:val="00872AFF"/>
    <w:rsid w:val="0087334F"/>
    <w:rsid w:val="00873F25"/>
    <w:rsid w:val="0087536D"/>
    <w:rsid w:val="00875B37"/>
    <w:rsid w:val="00876286"/>
    <w:rsid w:val="008763A0"/>
    <w:rsid w:val="00876912"/>
    <w:rsid w:val="0088032C"/>
    <w:rsid w:val="0088070F"/>
    <w:rsid w:val="0088263F"/>
    <w:rsid w:val="00884B36"/>
    <w:rsid w:val="00886516"/>
    <w:rsid w:val="008865BE"/>
    <w:rsid w:val="00886CE4"/>
    <w:rsid w:val="00886D8B"/>
    <w:rsid w:val="00887313"/>
    <w:rsid w:val="00887765"/>
    <w:rsid w:val="00891555"/>
    <w:rsid w:val="00892250"/>
    <w:rsid w:val="008928B3"/>
    <w:rsid w:val="00892FCA"/>
    <w:rsid w:val="008A0188"/>
    <w:rsid w:val="008A0557"/>
    <w:rsid w:val="008A0C03"/>
    <w:rsid w:val="008A0C9E"/>
    <w:rsid w:val="008A2D87"/>
    <w:rsid w:val="008A3311"/>
    <w:rsid w:val="008A565B"/>
    <w:rsid w:val="008B4122"/>
    <w:rsid w:val="008B7F78"/>
    <w:rsid w:val="008C0D86"/>
    <w:rsid w:val="008C3B12"/>
    <w:rsid w:val="008C4258"/>
    <w:rsid w:val="008C4BD7"/>
    <w:rsid w:val="008C4E6F"/>
    <w:rsid w:val="008C59C7"/>
    <w:rsid w:val="008D2F6D"/>
    <w:rsid w:val="008D40E0"/>
    <w:rsid w:val="008D4202"/>
    <w:rsid w:val="008D4EFB"/>
    <w:rsid w:val="008D5974"/>
    <w:rsid w:val="008D5A30"/>
    <w:rsid w:val="008D601C"/>
    <w:rsid w:val="008D6B9A"/>
    <w:rsid w:val="008D6ED3"/>
    <w:rsid w:val="008E08E1"/>
    <w:rsid w:val="008E15A2"/>
    <w:rsid w:val="008E1CAA"/>
    <w:rsid w:val="008E2434"/>
    <w:rsid w:val="008E291F"/>
    <w:rsid w:val="008E3BA6"/>
    <w:rsid w:val="008E3CFB"/>
    <w:rsid w:val="008E6255"/>
    <w:rsid w:val="008E62BB"/>
    <w:rsid w:val="008E687A"/>
    <w:rsid w:val="008E6A7F"/>
    <w:rsid w:val="008E78E1"/>
    <w:rsid w:val="008E7D99"/>
    <w:rsid w:val="008E7EC7"/>
    <w:rsid w:val="008F433D"/>
    <w:rsid w:val="008F4452"/>
    <w:rsid w:val="008F45CA"/>
    <w:rsid w:val="008F4747"/>
    <w:rsid w:val="008F7A34"/>
    <w:rsid w:val="00903B2D"/>
    <w:rsid w:val="0090450A"/>
    <w:rsid w:val="009046A4"/>
    <w:rsid w:val="00906695"/>
    <w:rsid w:val="0091226F"/>
    <w:rsid w:val="00912DF9"/>
    <w:rsid w:val="00914FF8"/>
    <w:rsid w:val="00917FC9"/>
    <w:rsid w:val="00920ED0"/>
    <w:rsid w:val="009211A8"/>
    <w:rsid w:val="009213A4"/>
    <w:rsid w:val="009220F9"/>
    <w:rsid w:val="00922921"/>
    <w:rsid w:val="00924355"/>
    <w:rsid w:val="00924658"/>
    <w:rsid w:val="0092467E"/>
    <w:rsid w:val="009259B4"/>
    <w:rsid w:val="00925D51"/>
    <w:rsid w:val="00926458"/>
    <w:rsid w:val="009269D7"/>
    <w:rsid w:val="00927BB8"/>
    <w:rsid w:val="00931780"/>
    <w:rsid w:val="00933B5A"/>
    <w:rsid w:val="0093453B"/>
    <w:rsid w:val="00940109"/>
    <w:rsid w:val="009430B2"/>
    <w:rsid w:val="0094599C"/>
    <w:rsid w:val="00946D40"/>
    <w:rsid w:val="00951984"/>
    <w:rsid w:val="00951F95"/>
    <w:rsid w:val="00952204"/>
    <w:rsid w:val="00952B98"/>
    <w:rsid w:val="00953CF5"/>
    <w:rsid w:val="00953FEA"/>
    <w:rsid w:val="00954F3B"/>
    <w:rsid w:val="0095757F"/>
    <w:rsid w:val="00957A3C"/>
    <w:rsid w:val="00957AED"/>
    <w:rsid w:val="009602EE"/>
    <w:rsid w:val="009610E8"/>
    <w:rsid w:val="0096158F"/>
    <w:rsid w:val="00962332"/>
    <w:rsid w:val="00962CF2"/>
    <w:rsid w:val="00964847"/>
    <w:rsid w:val="00964A0E"/>
    <w:rsid w:val="0096645B"/>
    <w:rsid w:val="00966B06"/>
    <w:rsid w:val="00967A86"/>
    <w:rsid w:val="00975DDF"/>
    <w:rsid w:val="009802B5"/>
    <w:rsid w:val="0098358C"/>
    <w:rsid w:val="009836D4"/>
    <w:rsid w:val="00983EBC"/>
    <w:rsid w:val="0098590C"/>
    <w:rsid w:val="00985AD3"/>
    <w:rsid w:val="00987191"/>
    <w:rsid w:val="00990770"/>
    <w:rsid w:val="00990A56"/>
    <w:rsid w:val="00990DDE"/>
    <w:rsid w:val="00991F42"/>
    <w:rsid w:val="00992E37"/>
    <w:rsid w:val="0099357C"/>
    <w:rsid w:val="009953C6"/>
    <w:rsid w:val="00996270"/>
    <w:rsid w:val="009A0355"/>
    <w:rsid w:val="009A0542"/>
    <w:rsid w:val="009A0E77"/>
    <w:rsid w:val="009A1D01"/>
    <w:rsid w:val="009A3040"/>
    <w:rsid w:val="009A42C1"/>
    <w:rsid w:val="009A44DB"/>
    <w:rsid w:val="009B046F"/>
    <w:rsid w:val="009B1227"/>
    <w:rsid w:val="009B24BF"/>
    <w:rsid w:val="009B3F81"/>
    <w:rsid w:val="009B5616"/>
    <w:rsid w:val="009B5EDF"/>
    <w:rsid w:val="009B7A5C"/>
    <w:rsid w:val="009C4252"/>
    <w:rsid w:val="009C6844"/>
    <w:rsid w:val="009D06F0"/>
    <w:rsid w:val="009D0D11"/>
    <w:rsid w:val="009D16B7"/>
    <w:rsid w:val="009D26AE"/>
    <w:rsid w:val="009D30EE"/>
    <w:rsid w:val="009E0683"/>
    <w:rsid w:val="009E3751"/>
    <w:rsid w:val="009E5705"/>
    <w:rsid w:val="009E608F"/>
    <w:rsid w:val="009E77F0"/>
    <w:rsid w:val="009E7FCC"/>
    <w:rsid w:val="009F265A"/>
    <w:rsid w:val="009F615D"/>
    <w:rsid w:val="009F7CAA"/>
    <w:rsid w:val="00A00320"/>
    <w:rsid w:val="00A0199F"/>
    <w:rsid w:val="00A01DC8"/>
    <w:rsid w:val="00A01E39"/>
    <w:rsid w:val="00A06127"/>
    <w:rsid w:val="00A12530"/>
    <w:rsid w:val="00A1255D"/>
    <w:rsid w:val="00A13D59"/>
    <w:rsid w:val="00A146BF"/>
    <w:rsid w:val="00A148D7"/>
    <w:rsid w:val="00A152B3"/>
    <w:rsid w:val="00A156B7"/>
    <w:rsid w:val="00A17615"/>
    <w:rsid w:val="00A20C4F"/>
    <w:rsid w:val="00A2525F"/>
    <w:rsid w:val="00A27057"/>
    <w:rsid w:val="00A27761"/>
    <w:rsid w:val="00A30559"/>
    <w:rsid w:val="00A32557"/>
    <w:rsid w:val="00A327BA"/>
    <w:rsid w:val="00A3322A"/>
    <w:rsid w:val="00A33644"/>
    <w:rsid w:val="00A34B92"/>
    <w:rsid w:val="00A35917"/>
    <w:rsid w:val="00A35EE5"/>
    <w:rsid w:val="00A378C0"/>
    <w:rsid w:val="00A401BD"/>
    <w:rsid w:val="00A407EC"/>
    <w:rsid w:val="00A41A9F"/>
    <w:rsid w:val="00A42E8D"/>
    <w:rsid w:val="00A43D69"/>
    <w:rsid w:val="00A5174A"/>
    <w:rsid w:val="00A51D66"/>
    <w:rsid w:val="00A544AA"/>
    <w:rsid w:val="00A5485B"/>
    <w:rsid w:val="00A5593B"/>
    <w:rsid w:val="00A55EC9"/>
    <w:rsid w:val="00A5655A"/>
    <w:rsid w:val="00A57A46"/>
    <w:rsid w:val="00A616C0"/>
    <w:rsid w:val="00A627D5"/>
    <w:rsid w:val="00A65648"/>
    <w:rsid w:val="00A66C3B"/>
    <w:rsid w:val="00A70772"/>
    <w:rsid w:val="00A70D2D"/>
    <w:rsid w:val="00A722C9"/>
    <w:rsid w:val="00A729FE"/>
    <w:rsid w:val="00A72F5D"/>
    <w:rsid w:val="00A7324F"/>
    <w:rsid w:val="00A73CD9"/>
    <w:rsid w:val="00A73DA4"/>
    <w:rsid w:val="00A7463E"/>
    <w:rsid w:val="00A7669A"/>
    <w:rsid w:val="00A80359"/>
    <w:rsid w:val="00A80C23"/>
    <w:rsid w:val="00A81B32"/>
    <w:rsid w:val="00A8335F"/>
    <w:rsid w:val="00A8402A"/>
    <w:rsid w:val="00A844D5"/>
    <w:rsid w:val="00A84BFF"/>
    <w:rsid w:val="00A86D2B"/>
    <w:rsid w:val="00A8797B"/>
    <w:rsid w:val="00A87D63"/>
    <w:rsid w:val="00A90ED7"/>
    <w:rsid w:val="00A93F56"/>
    <w:rsid w:val="00A95A3E"/>
    <w:rsid w:val="00A96D4D"/>
    <w:rsid w:val="00AA008F"/>
    <w:rsid w:val="00AA0970"/>
    <w:rsid w:val="00AA4527"/>
    <w:rsid w:val="00AB1718"/>
    <w:rsid w:val="00AB2720"/>
    <w:rsid w:val="00AB4CCD"/>
    <w:rsid w:val="00AB5320"/>
    <w:rsid w:val="00AB590C"/>
    <w:rsid w:val="00AC0506"/>
    <w:rsid w:val="00AC092A"/>
    <w:rsid w:val="00AC14BB"/>
    <w:rsid w:val="00AC3A2C"/>
    <w:rsid w:val="00AC3DC0"/>
    <w:rsid w:val="00AC4400"/>
    <w:rsid w:val="00AC4EFF"/>
    <w:rsid w:val="00AC5721"/>
    <w:rsid w:val="00AC6DF2"/>
    <w:rsid w:val="00AD15C6"/>
    <w:rsid w:val="00AD5E5F"/>
    <w:rsid w:val="00AD5E60"/>
    <w:rsid w:val="00AD63C0"/>
    <w:rsid w:val="00AD647E"/>
    <w:rsid w:val="00AD6698"/>
    <w:rsid w:val="00AD7CAC"/>
    <w:rsid w:val="00AE1DA4"/>
    <w:rsid w:val="00AE30F0"/>
    <w:rsid w:val="00AE5C8F"/>
    <w:rsid w:val="00AE5EC5"/>
    <w:rsid w:val="00AE6F6A"/>
    <w:rsid w:val="00AF405F"/>
    <w:rsid w:val="00AF56C5"/>
    <w:rsid w:val="00B0059E"/>
    <w:rsid w:val="00B043D2"/>
    <w:rsid w:val="00B05034"/>
    <w:rsid w:val="00B145A6"/>
    <w:rsid w:val="00B14CA1"/>
    <w:rsid w:val="00B14F09"/>
    <w:rsid w:val="00B160C6"/>
    <w:rsid w:val="00B1671A"/>
    <w:rsid w:val="00B17562"/>
    <w:rsid w:val="00B203D3"/>
    <w:rsid w:val="00B205C2"/>
    <w:rsid w:val="00B20918"/>
    <w:rsid w:val="00B21FC4"/>
    <w:rsid w:val="00B23B3E"/>
    <w:rsid w:val="00B23CFD"/>
    <w:rsid w:val="00B25CA8"/>
    <w:rsid w:val="00B27131"/>
    <w:rsid w:val="00B27510"/>
    <w:rsid w:val="00B279B9"/>
    <w:rsid w:val="00B32969"/>
    <w:rsid w:val="00B3497C"/>
    <w:rsid w:val="00B35D44"/>
    <w:rsid w:val="00B3690F"/>
    <w:rsid w:val="00B3732B"/>
    <w:rsid w:val="00B37AC8"/>
    <w:rsid w:val="00B470F4"/>
    <w:rsid w:val="00B50009"/>
    <w:rsid w:val="00B506FD"/>
    <w:rsid w:val="00B57D56"/>
    <w:rsid w:val="00B61D9E"/>
    <w:rsid w:val="00B63A63"/>
    <w:rsid w:val="00B64EEB"/>
    <w:rsid w:val="00B6698D"/>
    <w:rsid w:val="00B671BA"/>
    <w:rsid w:val="00B732C1"/>
    <w:rsid w:val="00B74432"/>
    <w:rsid w:val="00B75E0C"/>
    <w:rsid w:val="00B7736A"/>
    <w:rsid w:val="00B82178"/>
    <w:rsid w:val="00B822B8"/>
    <w:rsid w:val="00B82DE1"/>
    <w:rsid w:val="00B8483C"/>
    <w:rsid w:val="00B84B54"/>
    <w:rsid w:val="00B85842"/>
    <w:rsid w:val="00B85A95"/>
    <w:rsid w:val="00B86C7A"/>
    <w:rsid w:val="00B90380"/>
    <w:rsid w:val="00B93C55"/>
    <w:rsid w:val="00B9538F"/>
    <w:rsid w:val="00B955DC"/>
    <w:rsid w:val="00B9635F"/>
    <w:rsid w:val="00B970AA"/>
    <w:rsid w:val="00B97110"/>
    <w:rsid w:val="00BA085F"/>
    <w:rsid w:val="00BA08F3"/>
    <w:rsid w:val="00BA4ED0"/>
    <w:rsid w:val="00BB0647"/>
    <w:rsid w:val="00BB0D80"/>
    <w:rsid w:val="00BB1698"/>
    <w:rsid w:val="00BB2118"/>
    <w:rsid w:val="00BB2CF3"/>
    <w:rsid w:val="00BB44B3"/>
    <w:rsid w:val="00BC5F9D"/>
    <w:rsid w:val="00BC63D2"/>
    <w:rsid w:val="00BC6740"/>
    <w:rsid w:val="00BC742F"/>
    <w:rsid w:val="00BC7751"/>
    <w:rsid w:val="00BC78A1"/>
    <w:rsid w:val="00BD114F"/>
    <w:rsid w:val="00BD1726"/>
    <w:rsid w:val="00BD2194"/>
    <w:rsid w:val="00BD2EF9"/>
    <w:rsid w:val="00BD37E4"/>
    <w:rsid w:val="00BD659C"/>
    <w:rsid w:val="00BD7FB1"/>
    <w:rsid w:val="00BE1B60"/>
    <w:rsid w:val="00BE4998"/>
    <w:rsid w:val="00BE7763"/>
    <w:rsid w:val="00BF1A55"/>
    <w:rsid w:val="00BF1F6B"/>
    <w:rsid w:val="00BF5050"/>
    <w:rsid w:val="00C01576"/>
    <w:rsid w:val="00C02A41"/>
    <w:rsid w:val="00C03896"/>
    <w:rsid w:val="00C07AC1"/>
    <w:rsid w:val="00C12CCC"/>
    <w:rsid w:val="00C1525F"/>
    <w:rsid w:val="00C163C7"/>
    <w:rsid w:val="00C1741D"/>
    <w:rsid w:val="00C1794A"/>
    <w:rsid w:val="00C17FB8"/>
    <w:rsid w:val="00C205B5"/>
    <w:rsid w:val="00C20FB7"/>
    <w:rsid w:val="00C218D8"/>
    <w:rsid w:val="00C21B09"/>
    <w:rsid w:val="00C24FDF"/>
    <w:rsid w:val="00C25A93"/>
    <w:rsid w:val="00C25C90"/>
    <w:rsid w:val="00C261A7"/>
    <w:rsid w:val="00C32C66"/>
    <w:rsid w:val="00C35E0F"/>
    <w:rsid w:val="00C40F83"/>
    <w:rsid w:val="00C41144"/>
    <w:rsid w:val="00C41F43"/>
    <w:rsid w:val="00C4220E"/>
    <w:rsid w:val="00C42769"/>
    <w:rsid w:val="00C42CB8"/>
    <w:rsid w:val="00C42D2B"/>
    <w:rsid w:val="00C43965"/>
    <w:rsid w:val="00C4501D"/>
    <w:rsid w:val="00C463E9"/>
    <w:rsid w:val="00C47C3F"/>
    <w:rsid w:val="00C52183"/>
    <w:rsid w:val="00C526CF"/>
    <w:rsid w:val="00C53827"/>
    <w:rsid w:val="00C53C07"/>
    <w:rsid w:val="00C53E38"/>
    <w:rsid w:val="00C546DF"/>
    <w:rsid w:val="00C55183"/>
    <w:rsid w:val="00C565CF"/>
    <w:rsid w:val="00C56E9F"/>
    <w:rsid w:val="00C61000"/>
    <w:rsid w:val="00C6108A"/>
    <w:rsid w:val="00C619D0"/>
    <w:rsid w:val="00C64A87"/>
    <w:rsid w:val="00C64D14"/>
    <w:rsid w:val="00C65395"/>
    <w:rsid w:val="00C65CC6"/>
    <w:rsid w:val="00C66191"/>
    <w:rsid w:val="00C6648F"/>
    <w:rsid w:val="00C71063"/>
    <w:rsid w:val="00C72F17"/>
    <w:rsid w:val="00C75DB2"/>
    <w:rsid w:val="00C80156"/>
    <w:rsid w:val="00C80554"/>
    <w:rsid w:val="00C80BBF"/>
    <w:rsid w:val="00C8322A"/>
    <w:rsid w:val="00C83E2B"/>
    <w:rsid w:val="00C86DBD"/>
    <w:rsid w:val="00C874A6"/>
    <w:rsid w:val="00C902B4"/>
    <w:rsid w:val="00C911FE"/>
    <w:rsid w:val="00C9121F"/>
    <w:rsid w:val="00C93344"/>
    <w:rsid w:val="00C937E0"/>
    <w:rsid w:val="00C941DA"/>
    <w:rsid w:val="00C952C9"/>
    <w:rsid w:val="00C9788D"/>
    <w:rsid w:val="00C97978"/>
    <w:rsid w:val="00CA3ED0"/>
    <w:rsid w:val="00CA4E62"/>
    <w:rsid w:val="00CA530D"/>
    <w:rsid w:val="00CA5875"/>
    <w:rsid w:val="00CA5895"/>
    <w:rsid w:val="00CA721E"/>
    <w:rsid w:val="00CB1797"/>
    <w:rsid w:val="00CB1F53"/>
    <w:rsid w:val="00CB459C"/>
    <w:rsid w:val="00CB6D24"/>
    <w:rsid w:val="00CC08EB"/>
    <w:rsid w:val="00CC1C39"/>
    <w:rsid w:val="00CC52DB"/>
    <w:rsid w:val="00CC60FC"/>
    <w:rsid w:val="00CC7956"/>
    <w:rsid w:val="00CD1F49"/>
    <w:rsid w:val="00CD5C7E"/>
    <w:rsid w:val="00CD5DAB"/>
    <w:rsid w:val="00CD6680"/>
    <w:rsid w:val="00CE1E2F"/>
    <w:rsid w:val="00CE22A9"/>
    <w:rsid w:val="00CE235C"/>
    <w:rsid w:val="00CE2401"/>
    <w:rsid w:val="00CE425E"/>
    <w:rsid w:val="00CE54BE"/>
    <w:rsid w:val="00CE5933"/>
    <w:rsid w:val="00CE61CF"/>
    <w:rsid w:val="00CE699D"/>
    <w:rsid w:val="00CE790E"/>
    <w:rsid w:val="00CF0885"/>
    <w:rsid w:val="00CF09E3"/>
    <w:rsid w:val="00CF10FA"/>
    <w:rsid w:val="00CF1AA2"/>
    <w:rsid w:val="00CF2669"/>
    <w:rsid w:val="00CF4641"/>
    <w:rsid w:val="00CF6913"/>
    <w:rsid w:val="00D0195F"/>
    <w:rsid w:val="00D019A5"/>
    <w:rsid w:val="00D053F4"/>
    <w:rsid w:val="00D05A97"/>
    <w:rsid w:val="00D06E97"/>
    <w:rsid w:val="00D07DF3"/>
    <w:rsid w:val="00D12627"/>
    <w:rsid w:val="00D13E2F"/>
    <w:rsid w:val="00D1420B"/>
    <w:rsid w:val="00D1460F"/>
    <w:rsid w:val="00D162CD"/>
    <w:rsid w:val="00D1718D"/>
    <w:rsid w:val="00D20C42"/>
    <w:rsid w:val="00D2177A"/>
    <w:rsid w:val="00D23850"/>
    <w:rsid w:val="00D2480F"/>
    <w:rsid w:val="00D30697"/>
    <w:rsid w:val="00D3145D"/>
    <w:rsid w:val="00D31725"/>
    <w:rsid w:val="00D32826"/>
    <w:rsid w:val="00D328E1"/>
    <w:rsid w:val="00D3293B"/>
    <w:rsid w:val="00D33C10"/>
    <w:rsid w:val="00D3606B"/>
    <w:rsid w:val="00D36F5E"/>
    <w:rsid w:val="00D37629"/>
    <w:rsid w:val="00D4108C"/>
    <w:rsid w:val="00D43344"/>
    <w:rsid w:val="00D45B06"/>
    <w:rsid w:val="00D4717D"/>
    <w:rsid w:val="00D5056E"/>
    <w:rsid w:val="00D506D6"/>
    <w:rsid w:val="00D508DC"/>
    <w:rsid w:val="00D51E9F"/>
    <w:rsid w:val="00D52EAA"/>
    <w:rsid w:val="00D53DF8"/>
    <w:rsid w:val="00D5752A"/>
    <w:rsid w:val="00D61657"/>
    <w:rsid w:val="00D61EAE"/>
    <w:rsid w:val="00D62FB1"/>
    <w:rsid w:val="00D66938"/>
    <w:rsid w:val="00D701D1"/>
    <w:rsid w:val="00D70FD9"/>
    <w:rsid w:val="00D71372"/>
    <w:rsid w:val="00D727B7"/>
    <w:rsid w:val="00D73668"/>
    <w:rsid w:val="00D7605E"/>
    <w:rsid w:val="00D764A1"/>
    <w:rsid w:val="00D76E79"/>
    <w:rsid w:val="00D90EDA"/>
    <w:rsid w:val="00D92312"/>
    <w:rsid w:val="00D947D1"/>
    <w:rsid w:val="00DA0DE1"/>
    <w:rsid w:val="00DA1196"/>
    <w:rsid w:val="00DA76B2"/>
    <w:rsid w:val="00DB0CA4"/>
    <w:rsid w:val="00DB2996"/>
    <w:rsid w:val="00DB51B6"/>
    <w:rsid w:val="00DB52B1"/>
    <w:rsid w:val="00DB59C8"/>
    <w:rsid w:val="00DC0A72"/>
    <w:rsid w:val="00DC17F7"/>
    <w:rsid w:val="00DC2335"/>
    <w:rsid w:val="00DC2D86"/>
    <w:rsid w:val="00DC3ED3"/>
    <w:rsid w:val="00DC466C"/>
    <w:rsid w:val="00DD011F"/>
    <w:rsid w:val="00DD1B46"/>
    <w:rsid w:val="00DD2D3F"/>
    <w:rsid w:val="00DD3ABF"/>
    <w:rsid w:val="00DD3C79"/>
    <w:rsid w:val="00DD3E88"/>
    <w:rsid w:val="00DD3FC8"/>
    <w:rsid w:val="00DD4294"/>
    <w:rsid w:val="00DD55FC"/>
    <w:rsid w:val="00DD67E3"/>
    <w:rsid w:val="00DE130F"/>
    <w:rsid w:val="00DE13A3"/>
    <w:rsid w:val="00DE3B08"/>
    <w:rsid w:val="00DE4BB7"/>
    <w:rsid w:val="00DE607D"/>
    <w:rsid w:val="00DE6F3B"/>
    <w:rsid w:val="00DF0447"/>
    <w:rsid w:val="00DF0A39"/>
    <w:rsid w:val="00DF19BC"/>
    <w:rsid w:val="00DF245E"/>
    <w:rsid w:val="00DF283F"/>
    <w:rsid w:val="00DF34A9"/>
    <w:rsid w:val="00DF35C1"/>
    <w:rsid w:val="00E00A1F"/>
    <w:rsid w:val="00E01EAB"/>
    <w:rsid w:val="00E035EA"/>
    <w:rsid w:val="00E03AE4"/>
    <w:rsid w:val="00E04F89"/>
    <w:rsid w:val="00E0532E"/>
    <w:rsid w:val="00E05E09"/>
    <w:rsid w:val="00E07EF7"/>
    <w:rsid w:val="00E10537"/>
    <w:rsid w:val="00E1486D"/>
    <w:rsid w:val="00E14AEF"/>
    <w:rsid w:val="00E14B69"/>
    <w:rsid w:val="00E15AE7"/>
    <w:rsid w:val="00E17CF1"/>
    <w:rsid w:val="00E22994"/>
    <w:rsid w:val="00E2463E"/>
    <w:rsid w:val="00E24E72"/>
    <w:rsid w:val="00E266F9"/>
    <w:rsid w:val="00E26D6F"/>
    <w:rsid w:val="00E26FBA"/>
    <w:rsid w:val="00E271E4"/>
    <w:rsid w:val="00E31BF0"/>
    <w:rsid w:val="00E33BF5"/>
    <w:rsid w:val="00E36523"/>
    <w:rsid w:val="00E36718"/>
    <w:rsid w:val="00E4167C"/>
    <w:rsid w:val="00E42E09"/>
    <w:rsid w:val="00E42E8C"/>
    <w:rsid w:val="00E435EF"/>
    <w:rsid w:val="00E449F8"/>
    <w:rsid w:val="00E5210F"/>
    <w:rsid w:val="00E547DC"/>
    <w:rsid w:val="00E54DE4"/>
    <w:rsid w:val="00E61D4C"/>
    <w:rsid w:val="00E623AE"/>
    <w:rsid w:val="00E666B5"/>
    <w:rsid w:val="00E67586"/>
    <w:rsid w:val="00E6772D"/>
    <w:rsid w:val="00E67E2A"/>
    <w:rsid w:val="00E71673"/>
    <w:rsid w:val="00E732A6"/>
    <w:rsid w:val="00E733E8"/>
    <w:rsid w:val="00E74240"/>
    <w:rsid w:val="00E75FB7"/>
    <w:rsid w:val="00E7705C"/>
    <w:rsid w:val="00E844E4"/>
    <w:rsid w:val="00E86396"/>
    <w:rsid w:val="00E876E6"/>
    <w:rsid w:val="00E925FA"/>
    <w:rsid w:val="00E939B8"/>
    <w:rsid w:val="00E93B23"/>
    <w:rsid w:val="00E97F72"/>
    <w:rsid w:val="00EA25C0"/>
    <w:rsid w:val="00EA290E"/>
    <w:rsid w:val="00EA3065"/>
    <w:rsid w:val="00EB260D"/>
    <w:rsid w:val="00EB3C85"/>
    <w:rsid w:val="00EB4284"/>
    <w:rsid w:val="00EB4B19"/>
    <w:rsid w:val="00EB4CD3"/>
    <w:rsid w:val="00EB6498"/>
    <w:rsid w:val="00EB7101"/>
    <w:rsid w:val="00EB7FE7"/>
    <w:rsid w:val="00EC11FE"/>
    <w:rsid w:val="00EC2873"/>
    <w:rsid w:val="00EC4D72"/>
    <w:rsid w:val="00EC4EA3"/>
    <w:rsid w:val="00EC51BD"/>
    <w:rsid w:val="00EC76F5"/>
    <w:rsid w:val="00ED07ED"/>
    <w:rsid w:val="00ED114C"/>
    <w:rsid w:val="00ED5630"/>
    <w:rsid w:val="00ED5D30"/>
    <w:rsid w:val="00ED74D9"/>
    <w:rsid w:val="00EE01FE"/>
    <w:rsid w:val="00EE035B"/>
    <w:rsid w:val="00EE1095"/>
    <w:rsid w:val="00EE133F"/>
    <w:rsid w:val="00EE160F"/>
    <w:rsid w:val="00EE19A7"/>
    <w:rsid w:val="00EE24E3"/>
    <w:rsid w:val="00EE2D09"/>
    <w:rsid w:val="00EE3874"/>
    <w:rsid w:val="00EE3EE2"/>
    <w:rsid w:val="00EE4B9A"/>
    <w:rsid w:val="00EE7794"/>
    <w:rsid w:val="00EF03A5"/>
    <w:rsid w:val="00EF35E3"/>
    <w:rsid w:val="00EF4FEC"/>
    <w:rsid w:val="00EF61EF"/>
    <w:rsid w:val="00F04BE5"/>
    <w:rsid w:val="00F0569C"/>
    <w:rsid w:val="00F0614D"/>
    <w:rsid w:val="00F063B8"/>
    <w:rsid w:val="00F07C7A"/>
    <w:rsid w:val="00F07DE0"/>
    <w:rsid w:val="00F1222D"/>
    <w:rsid w:val="00F1480D"/>
    <w:rsid w:val="00F21CE3"/>
    <w:rsid w:val="00F22A0D"/>
    <w:rsid w:val="00F22FC1"/>
    <w:rsid w:val="00F24103"/>
    <w:rsid w:val="00F241EB"/>
    <w:rsid w:val="00F25F2B"/>
    <w:rsid w:val="00F262F9"/>
    <w:rsid w:val="00F27257"/>
    <w:rsid w:val="00F303EC"/>
    <w:rsid w:val="00F32488"/>
    <w:rsid w:val="00F3330B"/>
    <w:rsid w:val="00F34315"/>
    <w:rsid w:val="00F34EC1"/>
    <w:rsid w:val="00F35741"/>
    <w:rsid w:val="00F35C02"/>
    <w:rsid w:val="00F362BF"/>
    <w:rsid w:val="00F37E12"/>
    <w:rsid w:val="00F4041D"/>
    <w:rsid w:val="00F42262"/>
    <w:rsid w:val="00F44303"/>
    <w:rsid w:val="00F44A4F"/>
    <w:rsid w:val="00F46434"/>
    <w:rsid w:val="00F50359"/>
    <w:rsid w:val="00F52836"/>
    <w:rsid w:val="00F53F15"/>
    <w:rsid w:val="00F541EC"/>
    <w:rsid w:val="00F55162"/>
    <w:rsid w:val="00F5586D"/>
    <w:rsid w:val="00F55B7A"/>
    <w:rsid w:val="00F568A7"/>
    <w:rsid w:val="00F56A5C"/>
    <w:rsid w:val="00F610AF"/>
    <w:rsid w:val="00F612EF"/>
    <w:rsid w:val="00F6199B"/>
    <w:rsid w:val="00F625F2"/>
    <w:rsid w:val="00F62F72"/>
    <w:rsid w:val="00F64283"/>
    <w:rsid w:val="00F64366"/>
    <w:rsid w:val="00F64B3B"/>
    <w:rsid w:val="00F64DF2"/>
    <w:rsid w:val="00F66117"/>
    <w:rsid w:val="00F661B4"/>
    <w:rsid w:val="00F70431"/>
    <w:rsid w:val="00F7049B"/>
    <w:rsid w:val="00F714A9"/>
    <w:rsid w:val="00F715EA"/>
    <w:rsid w:val="00F72CC7"/>
    <w:rsid w:val="00F747F4"/>
    <w:rsid w:val="00F832FB"/>
    <w:rsid w:val="00F84F30"/>
    <w:rsid w:val="00F867DF"/>
    <w:rsid w:val="00F9324B"/>
    <w:rsid w:val="00F94433"/>
    <w:rsid w:val="00F97B41"/>
    <w:rsid w:val="00FA32DE"/>
    <w:rsid w:val="00FA3701"/>
    <w:rsid w:val="00FA44CF"/>
    <w:rsid w:val="00FA4740"/>
    <w:rsid w:val="00FA526E"/>
    <w:rsid w:val="00FA695A"/>
    <w:rsid w:val="00FA7AF3"/>
    <w:rsid w:val="00FB08A8"/>
    <w:rsid w:val="00FB374E"/>
    <w:rsid w:val="00FB5BA0"/>
    <w:rsid w:val="00FB6C69"/>
    <w:rsid w:val="00FB726A"/>
    <w:rsid w:val="00FC1FF5"/>
    <w:rsid w:val="00FC33AC"/>
    <w:rsid w:val="00FC516A"/>
    <w:rsid w:val="00FC51A8"/>
    <w:rsid w:val="00FC576C"/>
    <w:rsid w:val="00FC7A06"/>
    <w:rsid w:val="00FD096E"/>
    <w:rsid w:val="00FD42AF"/>
    <w:rsid w:val="00FD542D"/>
    <w:rsid w:val="00FE0706"/>
    <w:rsid w:val="00FE3D44"/>
    <w:rsid w:val="00FE4B12"/>
    <w:rsid w:val="00FE5A40"/>
    <w:rsid w:val="00FE66C7"/>
    <w:rsid w:val="00FE6966"/>
    <w:rsid w:val="00FE6A2E"/>
    <w:rsid w:val="00FE7302"/>
    <w:rsid w:val="00FE79F1"/>
    <w:rsid w:val="00FF00C5"/>
    <w:rsid w:val="00FF1716"/>
    <w:rsid w:val="00FF3982"/>
    <w:rsid w:val="00FF4E39"/>
    <w:rsid w:val="00FF5228"/>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164A"/>
    <w:rPr>
      <w:rFonts w:ascii="Times New Roman" w:eastAsia="Times New Roman" w:hAnsi="Times New Roman"/>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25164A"/>
    <w:rPr>
      <w:rFonts w:ascii="Times New Roman" w:eastAsia="Times New Roman" w:hAnsi="Times New Roman"/>
      <w:sz w:val="24"/>
      <w:szCs w:val="24"/>
      <w:lang w:val="ru-RU" w:eastAsia="ru-RU"/>
    </w:rPr>
  </w:style>
  <w:style w:type="character" w:styleId="Hyperlink">
    <w:name w:val="Hyperlink"/>
    <w:basedOn w:val="DefaultParagraphFont"/>
    <w:uiPriority w:val="99"/>
    <w:rsid w:val="008A0557"/>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4</Pages>
  <Words>4675</Words>
  <Characters>2666</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Зульфия Каирканова, Гульбану Шынбай </dc:title>
  <dc:subject/>
  <dc:creator>admin</dc:creator>
  <cp:keywords/>
  <dc:description/>
  <cp:lastModifiedBy>Admin</cp:lastModifiedBy>
  <cp:revision>2</cp:revision>
  <dcterms:created xsi:type="dcterms:W3CDTF">2014-02-26T14:30:00Z</dcterms:created>
  <dcterms:modified xsi:type="dcterms:W3CDTF">2014-02-26T14:30:00Z</dcterms:modified>
</cp:coreProperties>
</file>