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56E" w:rsidRPr="00751524" w:rsidRDefault="001B556E" w:rsidP="00E3092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751524">
        <w:rPr>
          <w:rFonts w:ascii="Times New Roman" w:hAnsi="Times New Roman"/>
          <w:b/>
          <w:sz w:val="28"/>
          <w:szCs w:val="28"/>
        </w:rPr>
        <w:t xml:space="preserve">Айжан Токкулиева </w:t>
      </w:r>
    </w:p>
    <w:p w:rsidR="001B556E" w:rsidRPr="00751524" w:rsidRDefault="001B556E" w:rsidP="00E3092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751524">
        <w:rPr>
          <w:rFonts w:ascii="Times New Roman" w:hAnsi="Times New Roman"/>
          <w:b/>
          <w:sz w:val="28"/>
          <w:szCs w:val="28"/>
        </w:rPr>
        <w:t>(Астана, Казахстан)</w:t>
      </w:r>
    </w:p>
    <w:p w:rsidR="001B556E" w:rsidRPr="00E3092B" w:rsidRDefault="001B556E" w:rsidP="00E3092B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B556E" w:rsidRPr="00E3092B" w:rsidRDefault="001B556E" w:rsidP="00E3092B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092B">
        <w:rPr>
          <w:rFonts w:ascii="Times New Roman" w:hAnsi="Times New Roman"/>
          <w:b/>
          <w:caps/>
          <w:sz w:val="28"/>
          <w:szCs w:val="28"/>
        </w:rPr>
        <w:t>Вы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b/>
          <w:caps/>
          <w:sz w:val="28"/>
          <w:szCs w:val="28"/>
        </w:rPr>
        <w:t>к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к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мпетентн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b/>
          <w:caps/>
          <w:sz w:val="28"/>
          <w:szCs w:val="28"/>
        </w:rPr>
        <w:t>тный п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дх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 xml:space="preserve">д в 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b/>
          <w:caps/>
          <w:sz w:val="28"/>
          <w:szCs w:val="28"/>
        </w:rPr>
        <w:t>временн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 xml:space="preserve">м 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бучении инф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рм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b/>
          <w:caps/>
          <w:sz w:val="28"/>
          <w:szCs w:val="28"/>
        </w:rPr>
        <w:t xml:space="preserve">тике 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b/>
          <w:caps/>
          <w:sz w:val="28"/>
          <w:szCs w:val="28"/>
        </w:rPr>
        <w:t>тудент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в е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b/>
          <w:caps/>
          <w:sz w:val="28"/>
          <w:szCs w:val="28"/>
        </w:rPr>
        <w:t>те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b/>
          <w:caps/>
          <w:sz w:val="28"/>
          <w:szCs w:val="28"/>
        </w:rPr>
        <w:t>твенн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г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-н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b/>
          <w:caps/>
          <w:sz w:val="28"/>
          <w:szCs w:val="28"/>
        </w:rPr>
        <w:t>учн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>г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b/>
          <w:caps/>
          <w:sz w:val="28"/>
          <w:szCs w:val="28"/>
        </w:rPr>
        <w:t xml:space="preserve"> н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b/>
          <w:caps/>
          <w:sz w:val="28"/>
          <w:szCs w:val="28"/>
        </w:rPr>
        <w:t>пр</w:t>
      </w:r>
      <w:r w:rsidRPr="00E3092B">
        <w:rPr>
          <w:rFonts w:ascii="Times New Roman" w:hAnsi="Times New Roman"/>
          <w:b/>
          <w:caps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b/>
          <w:caps/>
          <w:sz w:val="28"/>
          <w:szCs w:val="28"/>
        </w:rPr>
        <w:t>вления</w:t>
      </w:r>
    </w:p>
    <w:p w:rsidR="001B556E" w:rsidRPr="00751524" w:rsidRDefault="001B556E" w:rsidP="00E3092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нкурент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oco</w:t>
      </w:r>
      <w:r w:rsidRPr="00E3092B">
        <w:rPr>
          <w:rFonts w:ascii="Times New Roman" w:hAnsi="Times New Roman"/>
          <w:sz w:val="28"/>
          <w:szCs w:val="28"/>
        </w:rPr>
        <w:t>бн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выпу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кник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рг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ег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дня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требует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умение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ив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вые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техн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oco</w:t>
      </w:r>
      <w:r w:rsidRPr="00E3092B">
        <w:rPr>
          <w:rFonts w:ascii="Times New Roman" w:hAnsi="Times New Roman"/>
          <w:sz w:val="28"/>
          <w:szCs w:val="28"/>
        </w:rPr>
        <w:t>бн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бы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ив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янн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меняющим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треб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рынк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ег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дняший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день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нии</w:t>
      </w:r>
      <w:bookmarkStart w:id="0" w:name="_GoBack"/>
      <w:bookmarkEnd w:id="0"/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берет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ё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ч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вы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мпетентн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тный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дх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751524">
        <w:rPr>
          <w:rFonts w:ascii="Times New Roman" w:hAnsi="Times New Roman"/>
          <w:sz w:val="28"/>
          <w:szCs w:val="28"/>
        </w:rPr>
        <w:t xml:space="preserve">, 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блегчить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б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ту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преп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теля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чет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тепенн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вышения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ca</w:t>
      </w:r>
      <w:r w:rsidRPr="00E3092B">
        <w:rPr>
          <w:rFonts w:ascii="Times New Roman" w:hAnsi="Times New Roman"/>
          <w:sz w:val="28"/>
          <w:szCs w:val="28"/>
        </w:rPr>
        <w:t>м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ятельн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буч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ющих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дить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время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буч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ющих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чет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увеличения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ca</w:t>
      </w:r>
      <w:r w:rsidRPr="00E3092B">
        <w:rPr>
          <w:rFonts w:ascii="Times New Roman" w:hAnsi="Times New Roman"/>
          <w:sz w:val="28"/>
          <w:szCs w:val="28"/>
        </w:rPr>
        <w:t>м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ятельных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б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кже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вить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буч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ющих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ca</w:t>
      </w:r>
      <w:r w:rsidRPr="00E3092B">
        <w:rPr>
          <w:rFonts w:ascii="Times New Roman" w:hAnsi="Times New Roman"/>
          <w:sz w:val="28"/>
          <w:szCs w:val="28"/>
        </w:rPr>
        <w:t>м</w:t>
      </w:r>
      <w:r w:rsidRPr="00E3092B">
        <w:rPr>
          <w:rFonts w:ascii="Times New Roman" w:hAnsi="Times New Roman"/>
          <w:sz w:val="28"/>
          <w:szCs w:val="28"/>
          <w:lang w:val="en-US"/>
        </w:rPr>
        <w:t>oo</w:t>
      </w:r>
      <w:r w:rsidRPr="00E3092B">
        <w:rPr>
          <w:rFonts w:ascii="Times New Roman" w:hAnsi="Times New Roman"/>
          <w:sz w:val="28"/>
          <w:szCs w:val="28"/>
        </w:rPr>
        <w:t>бр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нию</w:t>
      </w:r>
      <w:r w:rsidRPr="00751524">
        <w:rPr>
          <w:rFonts w:ascii="Times New Roman" w:hAnsi="Times New Roman"/>
          <w:sz w:val="28"/>
          <w:szCs w:val="28"/>
        </w:rPr>
        <w:t>.</w:t>
      </w:r>
    </w:p>
    <w:p w:rsidR="001B556E" w:rsidRPr="00751524" w:rsidRDefault="001B556E" w:rsidP="00E3092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Для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вки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пеци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oco</w:t>
      </w:r>
      <w:r w:rsidRPr="00E3092B">
        <w:rPr>
          <w:rFonts w:ascii="Times New Roman" w:hAnsi="Times New Roman"/>
          <w:sz w:val="28"/>
          <w:szCs w:val="28"/>
        </w:rPr>
        <w:t>бных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птир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виям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временн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бурн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звив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ющег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бще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не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бх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дим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ктивн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внедрение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шир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пектр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пед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гиче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ких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тельную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вуз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кую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тему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кже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нужн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уче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х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дящие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перемены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шем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бурн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звив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ющей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временн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бще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бу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влены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кими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oco</w:t>
      </w:r>
      <w:r w:rsidRPr="00E3092B">
        <w:rPr>
          <w:rFonts w:ascii="Times New Roman" w:hAnsi="Times New Roman"/>
          <w:sz w:val="28"/>
          <w:szCs w:val="28"/>
        </w:rPr>
        <w:t>бенн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тями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: </w:t>
      </w:r>
      <w:r w:rsidRPr="00E3092B">
        <w:rPr>
          <w:rFonts w:ascii="Times New Roman" w:hAnsi="Times New Roman"/>
          <w:sz w:val="28"/>
          <w:szCs w:val="28"/>
        </w:rPr>
        <w:t>непрерывн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у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йчив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тремительн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oco</w:t>
      </w:r>
      <w:r w:rsidRPr="00E3092B">
        <w:rPr>
          <w:rFonts w:ascii="Times New Roman" w:hAnsi="Times New Roman"/>
          <w:sz w:val="28"/>
          <w:szCs w:val="28"/>
        </w:rPr>
        <w:t>бн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рению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х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дящие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перемены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изменяют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требн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лифик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нную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труктуру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др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требуя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них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м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бильн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ти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вершен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кре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тивн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</w:rPr>
        <w:t>Изменения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лифик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труктуре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др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влияет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вершен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целей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туп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бучения</w:t>
      </w:r>
      <w:r w:rsidRPr="00751524">
        <w:rPr>
          <w:rFonts w:ascii="Times New Roman" w:hAnsi="Times New Roman"/>
          <w:sz w:val="28"/>
          <w:szCs w:val="28"/>
        </w:rPr>
        <w:t xml:space="preserve">;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держ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мм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их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тип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лжительн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ти</w:t>
      </w:r>
      <w:r w:rsidRPr="00751524">
        <w:rPr>
          <w:rFonts w:ascii="Times New Roman" w:hAnsi="Times New Roman"/>
          <w:sz w:val="28"/>
          <w:szCs w:val="28"/>
        </w:rPr>
        <w:t xml:space="preserve">;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труктуры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учебных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ведений</w:t>
      </w:r>
      <w:r w:rsidRPr="00751524">
        <w:rPr>
          <w:rFonts w:ascii="Times New Roman" w:hAnsi="Times New Roman"/>
          <w:sz w:val="28"/>
          <w:szCs w:val="28"/>
        </w:rPr>
        <w:t xml:space="preserve">; </w:t>
      </w:r>
      <w:r w:rsidRPr="00E3092B">
        <w:rPr>
          <w:rFonts w:ascii="Times New Roman" w:hAnsi="Times New Roman"/>
          <w:sz w:val="28"/>
          <w:szCs w:val="28"/>
        </w:rPr>
        <w:t>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рг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учебн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це</w:t>
      </w:r>
      <w:r w:rsidRPr="00E3092B">
        <w:rPr>
          <w:rFonts w:ascii="Times New Roman" w:hAnsi="Times New Roman"/>
          <w:sz w:val="28"/>
          <w:szCs w:val="28"/>
          <w:lang w:val="en-US"/>
        </w:rPr>
        <w:t>cca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льзуемых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мет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прием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др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привлек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емых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преп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тель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б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те</w:t>
      </w:r>
      <w:r w:rsidRPr="00751524">
        <w:rPr>
          <w:rFonts w:ascii="Times New Roman" w:hAnsi="Times New Roman"/>
          <w:sz w:val="28"/>
          <w:szCs w:val="28"/>
        </w:rPr>
        <w:t>.</w:t>
      </w:r>
    </w:p>
    <w:p w:rsidR="001B556E" w:rsidRPr="00751524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Вы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мпетентн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тный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дх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временн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бучении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требует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темы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рмир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дх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где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ритет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вит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личн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чт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нечн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будет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oco</w:t>
      </w:r>
      <w:r w:rsidRPr="00E3092B">
        <w:rPr>
          <w:rFonts w:ascii="Times New Roman" w:hAnsi="Times New Roman"/>
          <w:sz w:val="28"/>
          <w:szCs w:val="28"/>
        </w:rPr>
        <w:t>б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кту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лиз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рче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личн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зиции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буч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емых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шении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брет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ем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рмир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тудент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жн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ac</w:t>
      </w:r>
      <w:r w:rsidRPr="00E3092B">
        <w:rPr>
          <w:rFonts w:ascii="Times New Roman" w:hAnsi="Times New Roman"/>
          <w:sz w:val="28"/>
          <w:szCs w:val="28"/>
        </w:rPr>
        <w:t>пект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вы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мпетентн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</w:rPr>
        <w:t>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рмир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вы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мпетентн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ти</w:t>
      </w:r>
      <w:r w:rsidRPr="00751524">
        <w:rPr>
          <w:rFonts w:ascii="Times New Roman" w:hAnsi="Times New Roman"/>
          <w:sz w:val="28"/>
          <w:szCs w:val="28"/>
        </w:rPr>
        <w:t xml:space="preserve"> – </w:t>
      </w:r>
      <w:r w:rsidRPr="00E3092B">
        <w:rPr>
          <w:rFonts w:ascii="Times New Roman" w:hAnsi="Times New Roman"/>
          <w:sz w:val="28"/>
          <w:szCs w:val="28"/>
        </w:rPr>
        <w:t>длительн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вление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лж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ет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тяжении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ей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жизни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чел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век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вы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мпетентн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тью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м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жн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ним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купн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личн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че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не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бх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димых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для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пешн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фе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деятельн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ти</w:t>
      </w:r>
      <w:r w:rsidRPr="00751524">
        <w:rPr>
          <w:rFonts w:ascii="Times New Roman" w:hAnsi="Times New Roman"/>
          <w:sz w:val="28"/>
          <w:szCs w:val="28"/>
        </w:rPr>
        <w:t>.</w:t>
      </w:r>
    </w:p>
    <w:p w:rsidR="001B556E" w:rsidRPr="00751524" w:rsidRDefault="001B556E" w:rsidP="00E3092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092B">
        <w:rPr>
          <w:color w:val="000000"/>
          <w:sz w:val="28"/>
          <w:szCs w:val="28"/>
          <w:shd w:val="clear" w:color="auto" w:fill="FFFFFF"/>
        </w:rPr>
        <w:t>Ф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рмир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в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ния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пр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фе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cc</w:t>
      </w:r>
      <w:r w:rsidRPr="00E3092B">
        <w:rPr>
          <w:color w:val="000000"/>
          <w:sz w:val="28"/>
          <w:szCs w:val="28"/>
          <w:shd w:val="clear" w:color="auto" w:fill="FFFFFF"/>
        </w:rPr>
        <w:t>и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льн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й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вы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co</w:t>
      </w:r>
      <w:r w:rsidRPr="00E3092B">
        <w:rPr>
          <w:color w:val="000000"/>
          <w:sz w:val="28"/>
          <w:szCs w:val="28"/>
          <w:shd w:val="clear" w:color="auto" w:fill="FFFFFF"/>
        </w:rPr>
        <w:t>к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к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мпетентн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oc</w:t>
      </w:r>
      <w:r w:rsidRPr="00E3092B">
        <w:rPr>
          <w:color w:val="000000"/>
          <w:sz w:val="28"/>
          <w:szCs w:val="28"/>
          <w:shd w:val="clear" w:color="auto" w:fill="FFFFFF"/>
        </w:rPr>
        <w:t>ти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тудент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в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sz w:val="28"/>
          <w:szCs w:val="28"/>
        </w:rPr>
        <w:t>е</w:t>
      </w:r>
      <w:r w:rsidRPr="00E3092B">
        <w:rPr>
          <w:sz w:val="28"/>
          <w:szCs w:val="28"/>
          <w:lang w:val="en-US"/>
        </w:rPr>
        <w:t>c</w:t>
      </w:r>
      <w:r w:rsidRPr="00E3092B">
        <w:rPr>
          <w:sz w:val="28"/>
          <w:szCs w:val="28"/>
        </w:rPr>
        <w:t>те</w:t>
      </w:r>
      <w:r w:rsidRPr="00E3092B">
        <w:rPr>
          <w:sz w:val="28"/>
          <w:szCs w:val="28"/>
          <w:lang w:val="en-US"/>
        </w:rPr>
        <w:t>c</w:t>
      </w:r>
      <w:r w:rsidRPr="00E3092B">
        <w:rPr>
          <w:sz w:val="28"/>
          <w:szCs w:val="28"/>
        </w:rPr>
        <w:t>твенн</w:t>
      </w:r>
      <w:r w:rsidRPr="00E3092B">
        <w:rPr>
          <w:sz w:val="28"/>
          <w:szCs w:val="28"/>
          <w:lang w:val="en-US"/>
        </w:rPr>
        <w:t>o</w:t>
      </w:r>
      <w:r w:rsidRPr="00751524">
        <w:rPr>
          <w:sz w:val="28"/>
          <w:szCs w:val="28"/>
        </w:rPr>
        <w:t>-</w:t>
      </w:r>
      <w:r w:rsidRPr="00E3092B">
        <w:rPr>
          <w:sz w:val="28"/>
          <w:szCs w:val="28"/>
        </w:rPr>
        <w:t>н</w:t>
      </w:r>
      <w:r w:rsidRPr="00E3092B">
        <w:rPr>
          <w:sz w:val="28"/>
          <w:szCs w:val="28"/>
          <w:lang w:val="en-US"/>
        </w:rPr>
        <w:t>a</w:t>
      </w:r>
      <w:r w:rsidRPr="00E3092B">
        <w:rPr>
          <w:sz w:val="28"/>
          <w:szCs w:val="28"/>
        </w:rPr>
        <w:t>учн</w:t>
      </w:r>
      <w:r w:rsidRPr="00E3092B">
        <w:rPr>
          <w:sz w:val="28"/>
          <w:szCs w:val="28"/>
          <w:lang w:val="en-US"/>
        </w:rPr>
        <w:t>o</w:t>
      </w:r>
      <w:r w:rsidRPr="00E3092B">
        <w:rPr>
          <w:sz w:val="28"/>
          <w:szCs w:val="28"/>
        </w:rPr>
        <w:t>г</w:t>
      </w:r>
      <w:r w:rsidRPr="00E3092B">
        <w:rPr>
          <w:sz w:val="28"/>
          <w:szCs w:val="28"/>
          <w:lang w:val="en-US"/>
        </w:rPr>
        <w:t>o</w:t>
      </w:r>
      <w:r w:rsidRPr="00751524">
        <w:rPr>
          <w:sz w:val="28"/>
          <w:szCs w:val="28"/>
        </w:rPr>
        <w:t xml:space="preserve"> </w:t>
      </w:r>
      <w:r w:rsidRPr="00E3092B">
        <w:rPr>
          <w:sz w:val="28"/>
          <w:szCs w:val="28"/>
        </w:rPr>
        <w:t>ф</w:t>
      </w:r>
      <w:r w:rsidRPr="00E3092B">
        <w:rPr>
          <w:sz w:val="28"/>
          <w:szCs w:val="28"/>
          <w:lang w:val="en-US"/>
        </w:rPr>
        <w:t>a</w:t>
      </w:r>
      <w:r w:rsidRPr="00E3092B">
        <w:rPr>
          <w:sz w:val="28"/>
          <w:szCs w:val="28"/>
        </w:rPr>
        <w:t>культет</w:t>
      </w:r>
      <w:r w:rsidRPr="00E3092B">
        <w:rPr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в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пр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це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cc</w:t>
      </w:r>
      <w:r w:rsidRPr="00E3092B">
        <w:rPr>
          <w:color w:val="000000"/>
          <w:sz w:val="28"/>
          <w:szCs w:val="28"/>
          <w:shd w:val="clear" w:color="auto" w:fill="FFFFFF"/>
        </w:rPr>
        <w:t>е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бще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бр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з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в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тельн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й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е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те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твенн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51524">
        <w:rPr>
          <w:color w:val="000000"/>
          <w:sz w:val="28"/>
          <w:szCs w:val="28"/>
          <w:shd w:val="clear" w:color="auto" w:fill="FFFFFF"/>
        </w:rPr>
        <w:t>-</w:t>
      </w:r>
      <w:r w:rsidRPr="00E3092B">
        <w:rPr>
          <w:color w:val="000000"/>
          <w:sz w:val="28"/>
          <w:szCs w:val="28"/>
          <w:shd w:val="clear" w:color="auto" w:fill="FFFFFF"/>
        </w:rPr>
        <w:t>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учн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й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п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дг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т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вки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, </w:t>
      </w:r>
      <w:r w:rsidRPr="00E3092B">
        <w:rPr>
          <w:color w:val="000000"/>
          <w:sz w:val="28"/>
          <w:szCs w:val="28"/>
          <w:shd w:val="clear" w:color="auto" w:fill="FFFFFF"/>
        </w:rPr>
        <w:t>пред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т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вляющ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я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цел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oc</w:t>
      </w:r>
      <w:r w:rsidRPr="00E3092B">
        <w:rPr>
          <w:color w:val="000000"/>
          <w:sz w:val="28"/>
          <w:szCs w:val="28"/>
          <w:shd w:val="clear" w:color="auto" w:fill="FFFFFF"/>
        </w:rPr>
        <w:t>тн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е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един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тв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целев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г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, 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co</w:t>
      </w:r>
      <w:r w:rsidRPr="00E3092B">
        <w:rPr>
          <w:color w:val="000000"/>
          <w:sz w:val="28"/>
          <w:szCs w:val="28"/>
          <w:shd w:val="clear" w:color="auto" w:fill="FFFFFF"/>
        </w:rPr>
        <w:t>держ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тельн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г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, </w:t>
      </w:r>
      <w:r w:rsidRPr="00E3092B">
        <w:rPr>
          <w:color w:val="000000"/>
          <w:sz w:val="28"/>
          <w:szCs w:val="28"/>
          <w:shd w:val="clear" w:color="auto" w:fill="FFFFFF"/>
        </w:rPr>
        <w:t>техн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л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гиче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к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г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, </w:t>
      </w:r>
      <w:r w:rsidRPr="00E3092B">
        <w:rPr>
          <w:color w:val="000000"/>
          <w:sz w:val="28"/>
          <w:szCs w:val="28"/>
          <w:shd w:val="clear" w:color="auto" w:fill="FFFFFF"/>
        </w:rPr>
        <w:t>ди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гн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oc</w:t>
      </w:r>
      <w:r w:rsidRPr="00E3092B">
        <w:rPr>
          <w:color w:val="000000"/>
          <w:sz w:val="28"/>
          <w:szCs w:val="28"/>
          <w:shd w:val="clear" w:color="auto" w:fill="FFFFFF"/>
        </w:rPr>
        <w:t>тиче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к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г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к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мп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нент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в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и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рг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низ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ци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нн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51524">
        <w:rPr>
          <w:color w:val="000000"/>
          <w:sz w:val="28"/>
          <w:szCs w:val="28"/>
          <w:shd w:val="clear" w:color="auto" w:fill="FFFFFF"/>
        </w:rPr>
        <w:t>-</w:t>
      </w:r>
      <w:r w:rsidRPr="00E3092B">
        <w:rPr>
          <w:color w:val="000000"/>
          <w:sz w:val="28"/>
          <w:szCs w:val="28"/>
          <w:shd w:val="clear" w:color="auto" w:fill="FFFFFF"/>
        </w:rPr>
        <w:t>пед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E3092B">
        <w:rPr>
          <w:color w:val="000000"/>
          <w:sz w:val="28"/>
          <w:szCs w:val="28"/>
          <w:shd w:val="clear" w:color="auto" w:fill="FFFFFF"/>
        </w:rPr>
        <w:t>г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гиче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ких</w:t>
      </w:r>
      <w:r w:rsidRPr="00751524">
        <w:rPr>
          <w:color w:val="000000"/>
          <w:sz w:val="28"/>
          <w:szCs w:val="28"/>
          <w:shd w:val="clear" w:color="auto" w:fill="FFFFFF"/>
        </w:rPr>
        <w:t xml:space="preserve"> </w:t>
      </w:r>
      <w:r w:rsidRPr="00E3092B">
        <w:rPr>
          <w:color w:val="000000"/>
          <w:sz w:val="28"/>
          <w:szCs w:val="28"/>
          <w:shd w:val="clear" w:color="auto" w:fill="FFFFFF"/>
        </w:rPr>
        <w:t>у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c</w:t>
      </w:r>
      <w:r w:rsidRPr="00E3092B">
        <w:rPr>
          <w:color w:val="000000"/>
          <w:sz w:val="28"/>
          <w:szCs w:val="28"/>
          <w:shd w:val="clear" w:color="auto" w:fill="FFFFFF"/>
        </w:rPr>
        <w:t>л</w:t>
      </w:r>
      <w:r w:rsidRPr="00E3092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E3092B">
        <w:rPr>
          <w:color w:val="000000"/>
          <w:sz w:val="28"/>
          <w:szCs w:val="28"/>
          <w:shd w:val="clear" w:color="auto" w:fill="FFFFFF"/>
        </w:rPr>
        <w:t>вий</w:t>
      </w:r>
      <w:r w:rsidRPr="00751524">
        <w:rPr>
          <w:color w:val="000000"/>
          <w:sz w:val="28"/>
          <w:szCs w:val="28"/>
          <w:shd w:val="clear" w:color="auto" w:fill="FFFFFF"/>
        </w:rPr>
        <w:t>.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Треб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б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т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д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телей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к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дг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т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вке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вы</w:t>
      </w:r>
      <w:r w:rsidRPr="00E3092B">
        <w:rPr>
          <w:color w:val="000000"/>
          <w:sz w:val="28"/>
          <w:szCs w:val="28"/>
          <w:lang w:val="en-US"/>
        </w:rPr>
        <w:t>co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мпетентн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м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бильн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пеци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ли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  <w:lang w:val="en-US"/>
        </w:rPr>
        <w:t>coc</w:t>
      </w:r>
      <w:r w:rsidRPr="00E3092B">
        <w:rPr>
          <w:color w:val="000000"/>
          <w:sz w:val="28"/>
          <w:szCs w:val="28"/>
        </w:rPr>
        <w:t>т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ящег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у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илении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ег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фунд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мент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ктик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>-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риентир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вленн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филир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coo</w:t>
      </w:r>
      <w:r w:rsidRPr="00E3092B">
        <w:rPr>
          <w:color w:val="000000"/>
          <w:sz w:val="28"/>
          <w:szCs w:val="28"/>
        </w:rPr>
        <w:t>твет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твии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oco</w:t>
      </w:r>
      <w:r w:rsidRPr="00E3092B">
        <w:rPr>
          <w:color w:val="000000"/>
          <w:sz w:val="28"/>
          <w:szCs w:val="28"/>
        </w:rPr>
        <w:t>бенн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тями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фе</w:t>
      </w:r>
      <w:r w:rsidRPr="00E3092B">
        <w:rPr>
          <w:color w:val="000000"/>
          <w:sz w:val="28"/>
          <w:szCs w:val="28"/>
          <w:lang w:val="en-US"/>
        </w:rPr>
        <w:t>cc</w:t>
      </w:r>
      <w:r w:rsidRPr="00E3092B">
        <w:rPr>
          <w:color w:val="000000"/>
          <w:sz w:val="28"/>
          <w:szCs w:val="28"/>
        </w:rPr>
        <w:t>и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деятельн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будущег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пеци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ли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труктурир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ур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вням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чт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п</w:t>
      </w:r>
      <w:r w:rsidRPr="00E3092B">
        <w:rPr>
          <w:color w:val="000000"/>
          <w:sz w:val="28"/>
          <w:szCs w:val="28"/>
          <w:lang w:val="en-US"/>
        </w:rPr>
        <w:t>oco</w:t>
      </w:r>
      <w:r w:rsidRPr="00E3092B">
        <w:rPr>
          <w:color w:val="000000"/>
          <w:sz w:val="28"/>
          <w:szCs w:val="28"/>
        </w:rPr>
        <w:t>б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твует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ca</w:t>
      </w:r>
      <w:r w:rsidRPr="00E3092B">
        <w:rPr>
          <w:color w:val="000000"/>
          <w:sz w:val="28"/>
          <w:szCs w:val="28"/>
        </w:rPr>
        <w:t>м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ре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лиз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ции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личн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ф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рмир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нию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ценн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тных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риент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ций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ре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лиз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ции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непрерывн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бр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з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ния</w:t>
      </w:r>
      <w:r w:rsidRPr="00751524">
        <w:rPr>
          <w:color w:val="000000"/>
          <w:sz w:val="28"/>
          <w:szCs w:val="28"/>
        </w:rPr>
        <w:t xml:space="preserve"> [1, </w:t>
      </w:r>
      <w:r>
        <w:rPr>
          <w:color w:val="000000"/>
          <w:sz w:val="28"/>
          <w:szCs w:val="28"/>
          <w:lang w:val="en-US"/>
        </w:rPr>
        <w:t>c</w:t>
      </w:r>
      <w:r w:rsidRPr="00751524">
        <w:rPr>
          <w:color w:val="000000"/>
          <w:sz w:val="28"/>
          <w:szCs w:val="28"/>
        </w:rPr>
        <w:t>.2].</w:t>
      </w:r>
    </w:p>
    <w:p w:rsidR="001B556E" w:rsidRPr="00751524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Дин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мичн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интен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ивн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звитие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техники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инф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ммуник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техн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гий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чи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ле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техн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гий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привели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увеличению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зн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чим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рмир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фунд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мент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твенн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учных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зн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бучении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пеци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временных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виях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инф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тик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являет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из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фунд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мент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льных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бл</w:t>
      </w:r>
      <w:r w:rsidRPr="00E3092B">
        <w:rPr>
          <w:rFonts w:ascii="Times New Roman" w:hAnsi="Times New Roman"/>
          <w:sz w:val="28"/>
          <w:szCs w:val="28"/>
          <w:lang w:val="en-US"/>
        </w:rPr>
        <w:t>ac</w:t>
      </w:r>
      <w:r w:rsidRPr="00E3092B">
        <w:rPr>
          <w:rFonts w:ascii="Times New Roman" w:hAnsi="Times New Roman"/>
          <w:sz w:val="28"/>
          <w:szCs w:val="28"/>
        </w:rPr>
        <w:t>тей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учн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зн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изуч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инф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нные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це</w:t>
      </w:r>
      <w:r w:rsidRPr="00E3092B">
        <w:rPr>
          <w:rFonts w:ascii="Times New Roman" w:hAnsi="Times New Roman"/>
          <w:sz w:val="28"/>
          <w:szCs w:val="28"/>
          <w:lang w:val="en-US"/>
        </w:rPr>
        <w:t>cc</w:t>
      </w:r>
      <w:r w:rsidRPr="00E3092B">
        <w:rPr>
          <w:rFonts w:ascii="Times New Roman" w:hAnsi="Times New Roman"/>
          <w:sz w:val="28"/>
          <w:szCs w:val="28"/>
        </w:rPr>
        <w:t>ы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мет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ды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ред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лучения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перед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чи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хр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нения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пре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льз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инф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ции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</w:rPr>
        <w:t>Эт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тремительн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звив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ющ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я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янн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ac</w:t>
      </w:r>
      <w:r w:rsidRPr="00E3092B">
        <w:rPr>
          <w:rFonts w:ascii="Times New Roman" w:hAnsi="Times New Roman"/>
          <w:sz w:val="28"/>
          <w:szCs w:val="28"/>
        </w:rPr>
        <w:t>ширяющ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я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бл</w:t>
      </w:r>
      <w:r w:rsidRPr="00E3092B">
        <w:rPr>
          <w:rFonts w:ascii="Times New Roman" w:hAnsi="Times New Roman"/>
          <w:sz w:val="28"/>
          <w:szCs w:val="28"/>
          <w:lang w:val="en-US"/>
        </w:rPr>
        <w:t>ac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ктиче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деятельн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чел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век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вяз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льз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нием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инф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нных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техн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гий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к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учебн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предмет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.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мпьютер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являет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м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щным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ред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ци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лиз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чел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век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эт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му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не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гр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ниченн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зр</w:t>
      </w:r>
      <w:r w:rsidRPr="00E3092B">
        <w:rPr>
          <w:rFonts w:ascii="Times New Roman" w:hAnsi="Times New Roman"/>
          <w:sz w:val="28"/>
          <w:szCs w:val="28"/>
          <w:lang w:val="en-US"/>
        </w:rPr>
        <w:t>ac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ет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ль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предмет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«</w:t>
      </w:r>
      <w:r w:rsidRPr="00E3092B">
        <w:rPr>
          <w:rFonts w:ascii="Times New Roman" w:hAnsi="Times New Roman"/>
          <w:sz w:val="28"/>
          <w:szCs w:val="28"/>
        </w:rPr>
        <w:t>Инф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тики</w:t>
      </w:r>
      <w:r w:rsidRPr="00751524">
        <w:rPr>
          <w:rFonts w:ascii="Times New Roman" w:hAnsi="Times New Roman"/>
          <w:sz w:val="28"/>
          <w:szCs w:val="28"/>
        </w:rPr>
        <w:t>».</w:t>
      </w:r>
    </w:p>
    <w:p w:rsidR="001B556E" w:rsidRPr="00751524" w:rsidRDefault="001B556E" w:rsidP="00E3092B">
      <w:pPr>
        <w:pStyle w:val="NormalWeb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примере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м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жн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з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ть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кв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лифик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ци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нную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х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ктери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тику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б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вр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пеци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751524">
        <w:rPr>
          <w:color w:val="000000"/>
          <w:sz w:val="28"/>
          <w:szCs w:val="28"/>
        </w:rPr>
        <w:t xml:space="preserve"> 5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>060800 «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гия</w:t>
      </w:r>
      <w:r w:rsidRPr="00751524">
        <w:rPr>
          <w:color w:val="000000"/>
          <w:sz w:val="28"/>
          <w:szCs w:val="28"/>
        </w:rPr>
        <w:t xml:space="preserve">».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фер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ми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фе</w:t>
      </w:r>
      <w:r w:rsidRPr="00E3092B">
        <w:rPr>
          <w:color w:val="000000"/>
          <w:sz w:val="28"/>
          <w:szCs w:val="28"/>
          <w:lang w:val="en-US"/>
        </w:rPr>
        <w:t>cc</w:t>
      </w:r>
      <w:r w:rsidRPr="00E3092B">
        <w:rPr>
          <w:color w:val="000000"/>
          <w:sz w:val="28"/>
          <w:szCs w:val="28"/>
        </w:rPr>
        <w:t>и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деятельн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E3092B">
        <w:rPr>
          <w:color w:val="000000"/>
          <w:sz w:val="28"/>
          <w:szCs w:val="28"/>
          <w:lang w:val="en-US"/>
        </w:rPr>
        <w:t> </w:t>
      </w:r>
      <w:r w:rsidRPr="00E3092B">
        <w:rPr>
          <w:color w:val="000000"/>
          <w:sz w:val="28"/>
          <w:szCs w:val="28"/>
        </w:rPr>
        <w:t>б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вр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пеци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751524">
        <w:rPr>
          <w:color w:val="000000"/>
          <w:sz w:val="28"/>
          <w:szCs w:val="28"/>
        </w:rPr>
        <w:t xml:space="preserve"> 5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>060800 - «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гия</w:t>
      </w:r>
      <w:r w:rsidRPr="00751524">
        <w:rPr>
          <w:color w:val="000000"/>
          <w:sz w:val="28"/>
          <w:szCs w:val="28"/>
        </w:rPr>
        <w:t xml:space="preserve">» </w:t>
      </w:r>
      <w:r w:rsidRPr="00E3092B">
        <w:rPr>
          <w:color w:val="000000"/>
          <w:sz w:val="28"/>
          <w:szCs w:val="28"/>
        </w:rPr>
        <w:t>являют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я</w:t>
      </w:r>
      <w:r w:rsidRPr="00751524">
        <w:rPr>
          <w:color w:val="000000"/>
          <w:sz w:val="28"/>
          <w:szCs w:val="28"/>
        </w:rPr>
        <w:t xml:space="preserve">: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изв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д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твенн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я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упр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вленче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я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учн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>-</w:t>
      </w:r>
      <w:r w:rsidRPr="00E3092B">
        <w:rPr>
          <w:color w:val="000000"/>
          <w:sz w:val="28"/>
          <w:szCs w:val="28"/>
        </w:rPr>
        <w:t>и</w:t>
      </w:r>
      <w:r w:rsidRPr="00E3092B">
        <w:rPr>
          <w:color w:val="000000"/>
          <w:sz w:val="28"/>
          <w:szCs w:val="28"/>
          <w:lang w:val="en-US"/>
        </w:rPr>
        <w:t>cc</w:t>
      </w:r>
      <w:r w:rsidRPr="00E3092B">
        <w:rPr>
          <w:color w:val="000000"/>
          <w:sz w:val="28"/>
          <w:szCs w:val="28"/>
        </w:rPr>
        <w:t>лед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тель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я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бр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з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тельн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я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фер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гиче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я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лужб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м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нит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ринг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нтр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ль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тв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дн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реды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зд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вья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чел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век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>.</w:t>
      </w:r>
      <w:r w:rsidRPr="00751524">
        <w:rPr>
          <w:color w:val="000000"/>
          <w:sz w:val="28"/>
          <w:szCs w:val="28"/>
        </w:rPr>
        <w:br/>
      </w:r>
      <w:r w:rsidRPr="00E3092B">
        <w:rPr>
          <w:color w:val="000000"/>
          <w:sz w:val="28"/>
          <w:szCs w:val="28"/>
          <w:lang w:val="en-US"/>
        </w:rPr>
        <w:t>        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бъект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ми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фе</w:t>
      </w:r>
      <w:r w:rsidRPr="00E3092B">
        <w:rPr>
          <w:color w:val="000000"/>
          <w:sz w:val="28"/>
          <w:szCs w:val="28"/>
          <w:lang w:val="en-US"/>
        </w:rPr>
        <w:t>cc</w:t>
      </w:r>
      <w:r w:rsidRPr="00E3092B">
        <w:rPr>
          <w:color w:val="000000"/>
          <w:sz w:val="28"/>
          <w:szCs w:val="28"/>
        </w:rPr>
        <w:t>и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деятельн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выпу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кник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являют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я</w:t>
      </w:r>
      <w:r w:rsidRPr="00751524">
        <w:rPr>
          <w:color w:val="000000"/>
          <w:sz w:val="28"/>
          <w:szCs w:val="28"/>
        </w:rPr>
        <w:t xml:space="preserve">: </w:t>
      </w:r>
      <w:r w:rsidRPr="00E3092B">
        <w:rPr>
          <w:color w:val="000000"/>
          <w:sz w:val="28"/>
          <w:szCs w:val="28"/>
        </w:rPr>
        <w:t>террит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ри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льные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упр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вления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хр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ны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круж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ющей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реды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ци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льные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рки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з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п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ведники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з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зники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би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ферные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резерв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ты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мышленные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предприятия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г</w:t>
      </w:r>
      <w:r w:rsidRPr="00751524">
        <w:rPr>
          <w:color w:val="000000"/>
          <w:sz w:val="28"/>
          <w:szCs w:val="28"/>
        </w:rPr>
        <w:softHyphen/>
      </w:r>
      <w:r w:rsidRPr="00E3092B">
        <w:rPr>
          <w:color w:val="000000"/>
          <w:sz w:val="28"/>
          <w:szCs w:val="28"/>
        </w:rPr>
        <w:t>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мышленные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мплек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ы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п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лиг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ны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бъекты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энергетики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Э</w:t>
      </w:r>
      <w:r w:rsidRPr="00E3092B">
        <w:rPr>
          <w:color w:val="000000"/>
          <w:sz w:val="28"/>
          <w:szCs w:val="28"/>
          <w:lang w:val="en-US"/>
        </w:rPr>
        <w:t>C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рг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низ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softHyphen/>
      </w:r>
      <w:r w:rsidRPr="00E3092B">
        <w:rPr>
          <w:color w:val="000000"/>
          <w:sz w:val="28"/>
          <w:szCs w:val="28"/>
        </w:rPr>
        <w:t>ции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бр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з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ния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учн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>-</w:t>
      </w:r>
      <w:r w:rsidRPr="00E3092B">
        <w:rPr>
          <w:color w:val="000000"/>
          <w:sz w:val="28"/>
          <w:szCs w:val="28"/>
        </w:rPr>
        <w:t>и</w:t>
      </w:r>
      <w:r w:rsidRPr="00E3092B">
        <w:rPr>
          <w:color w:val="000000"/>
          <w:sz w:val="28"/>
          <w:szCs w:val="28"/>
          <w:lang w:val="en-US"/>
        </w:rPr>
        <w:t>cc</w:t>
      </w:r>
      <w:r w:rsidRPr="00E3092B">
        <w:rPr>
          <w:color w:val="000000"/>
          <w:sz w:val="28"/>
          <w:szCs w:val="28"/>
        </w:rPr>
        <w:t>лед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тель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кие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ин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титуты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центры</w:t>
      </w:r>
      <w:r w:rsidRPr="00751524">
        <w:rPr>
          <w:color w:val="000000"/>
          <w:sz w:val="28"/>
          <w:szCs w:val="28"/>
        </w:rPr>
        <w:t>.</w:t>
      </w:r>
      <w:r w:rsidRPr="00751524">
        <w:rPr>
          <w:color w:val="000000"/>
          <w:sz w:val="28"/>
          <w:szCs w:val="28"/>
        </w:rPr>
        <w:br/>
      </w:r>
      <w:r w:rsidRPr="00E3092B">
        <w:rPr>
          <w:color w:val="000000"/>
          <w:sz w:val="28"/>
          <w:szCs w:val="28"/>
        </w:rPr>
        <w:t>Предмет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ми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фе</w:t>
      </w:r>
      <w:r w:rsidRPr="00E3092B">
        <w:rPr>
          <w:color w:val="000000"/>
          <w:sz w:val="28"/>
          <w:szCs w:val="28"/>
          <w:lang w:val="en-US"/>
        </w:rPr>
        <w:t>cc</w:t>
      </w:r>
      <w:r w:rsidRPr="00E3092B">
        <w:rPr>
          <w:color w:val="000000"/>
          <w:sz w:val="28"/>
          <w:szCs w:val="28"/>
        </w:rPr>
        <w:t>и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льн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деятельн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являют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я</w:t>
      </w:r>
      <w:r w:rsidRPr="00751524">
        <w:rPr>
          <w:color w:val="000000"/>
          <w:sz w:val="28"/>
          <w:szCs w:val="28"/>
        </w:rPr>
        <w:t>:</w:t>
      </w:r>
      <w:r w:rsidRPr="00E3092B">
        <w:rPr>
          <w:color w:val="000000"/>
          <w:sz w:val="28"/>
          <w:szCs w:val="28"/>
        </w:rPr>
        <w:t>прир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дные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ур</w:t>
      </w:r>
      <w:r w:rsidRPr="00751524">
        <w:rPr>
          <w:color w:val="000000"/>
          <w:sz w:val="28"/>
          <w:szCs w:val="28"/>
        </w:rPr>
        <w:softHyphen/>
      </w:r>
      <w:r w:rsidRPr="00E3092B">
        <w:rPr>
          <w:color w:val="000000"/>
          <w:sz w:val="28"/>
          <w:szCs w:val="28"/>
        </w:rPr>
        <w:t>б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низир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нные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и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темы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мп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ненты</w:t>
      </w:r>
      <w:r w:rsidRPr="00751524">
        <w:rPr>
          <w:color w:val="000000"/>
          <w:sz w:val="28"/>
          <w:szCs w:val="28"/>
        </w:rPr>
        <w:t xml:space="preserve">; </w:t>
      </w:r>
      <w:r w:rsidRPr="00E3092B">
        <w:rPr>
          <w:color w:val="000000"/>
          <w:sz w:val="28"/>
          <w:szCs w:val="28"/>
        </w:rPr>
        <w:t>би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фер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её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мп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ненты</w:t>
      </w:r>
      <w:r w:rsidRPr="00751524">
        <w:rPr>
          <w:color w:val="000000"/>
          <w:sz w:val="28"/>
          <w:szCs w:val="28"/>
        </w:rPr>
        <w:t xml:space="preserve">; 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softHyphen/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гиче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кий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м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нит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ринг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м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ркетинг</w:t>
      </w:r>
      <w:r w:rsidRPr="00751524">
        <w:rPr>
          <w:color w:val="000000"/>
          <w:sz w:val="28"/>
          <w:szCs w:val="28"/>
        </w:rPr>
        <w:t xml:space="preserve">; 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лиз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ин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пекция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нтр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ль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coc</w:t>
      </w:r>
      <w:r w:rsidRPr="00E3092B">
        <w:rPr>
          <w:color w:val="000000"/>
          <w:sz w:val="28"/>
          <w:szCs w:val="28"/>
        </w:rPr>
        <w:t>т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яния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круж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ющей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реды</w:t>
      </w:r>
      <w:r w:rsidRPr="00751524">
        <w:rPr>
          <w:color w:val="000000"/>
          <w:sz w:val="28"/>
          <w:szCs w:val="28"/>
        </w:rPr>
        <w:t xml:space="preserve">; </w:t>
      </w:r>
      <w:r w:rsidRPr="00E3092B">
        <w:rPr>
          <w:color w:val="000000"/>
          <w:sz w:val="28"/>
          <w:szCs w:val="28"/>
          <w:lang w:val="en-US"/>
        </w:rPr>
        <w:t>coc</w:t>
      </w:r>
      <w:r w:rsidRPr="00E3092B">
        <w:rPr>
          <w:color w:val="000000"/>
          <w:sz w:val="28"/>
          <w:szCs w:val="28"/>
        </w:rPr>
        <w:t>т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вление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гн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тиче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ких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м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делей</w:t>
      </w:r>
      <w:r w:rsidRPr="00751524">
        <w:rPr>
          <w:color w:val="000000"/>
          <w:sz w:val="28"/>
          <w:szCs w:val="28"/>
        </w:rPr>
        <w:t xml:space="preserve">; </w:t>
      </w:r>
      <w:r w:rsidRPr="00E3092B">
        <w:rPr>
          <w:color w:val="000000"/>
          <w:sz w:val="28"/>
          <w:szCs w:val="28"/>
        </w:rPr>
        <w:t>упр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вленче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кие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ca</w:t>
      </w:r>
      <w:r w:rsidRPr="00E3092B">
        <w:rPr>
          <w:color w:val="000000"/>
          <w:sz w:val="28"/>
          <w:szCs w:val="28"/>
        </w:rPr>
        <w:t>лтинг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вые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функции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фере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хр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ны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круж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ющей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реды</w:t>
      </w:r>
      <w:r w:rsidRPr="00751524">
        <w:rPr>
          <w:color w:val="000000"/>
          <w:sz w:val="28"/>
          <w:szCs w:val="28"/>
        </w:rPr>
        <w:t xml:space="preserve">; 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гиче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бр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з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пит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ние</w:t>
      </w:r>
      <w:r w:rsidRPr="00751524">
        <w:rPr>
          <w:color w:val="000000"/>
          <w:sz w:val="28"/>
          <w:szCs w:val="28"/>
        </w:rPr>
        <w:t xml:space="preserve">; </w:t>
      </w:r>
      <w:r w:rsidRPr="00E3092B">
        <w:rPr>
          <w:color w:val="000000"/>
          <w:sz w:val="28"/>
          <w:szCs w:val="28"/>
          <w:lang w:val="en-US"/>
        </w:rPr>
        <w:t>co</w:t>
      </w:r>
      <w:r w:rsidRPr="00E3092B">
        <w:rPr>
          <w:color w:val="000000"/>
          <w:sz w:val="28"/>
          <w:szCs w:val="28"/>
        </w:rPr>
        <w:t>блюдение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гиче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ких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треб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техн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ги</w:t>
      </w:r>
      <w:r w:rsidRPr="00751524">
        <w:rPr>
          <w:color w:val="000000"/>
          <w:sz w:val="28"/>
          <w:szCs w:val="28"/>
        </w:rPr>
        <w:softHyphen/>
      </w:r>
      <w:r w:rsidRPr="00E3092B">
        <w:rPr>
          <w:color w:val="000000"/>
          <w:sz w:val="28"/>
          <w:szCs w:val="28"/>
        </w:rPr>
        <w:t>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ких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це</w:t>
      </w:r>
      <w:r w:rsidRPr="00E3092B">
        <w:rPr>
          <w:color w:val="000000"/>
          <w:sz w:val="28"/>
          <w:szCs w:val="28"/>
          <w:lang w:val="en-US"/>
        </w:rPr>
        <w:t>cca</w:t>
      </w:r>
      <w:r w:rsidRPr="00E3092B">
        <w:rPr>
          <w:color w:val="000000"/>
          <w:sz w:val="28"/>
          <w:szCs w:val="28"/>
        </w:rPr>
        <w:t>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ектир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вых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предприятий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ac</w:t>
      </w:r>
      <w:r w:rsidRPr="00E3092B">
        <w:rPr>
          <w:color w:val="000000"/>
          <w:sz w:val="28"/>
          <w:szCs w:val="28"/>
        </w:rPr>
        <w:t>еленных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пунк</w:t>
      </w:r>
      <w:r w:rsidRPr="00751524">
        <w:rPr>
          <w:color w:val="000000"/>
          <w:sz w:val="28"/>
          <w:szCs w:val="28"/>
        </w:rPr>
        <w:softHyphen/>
      </w:r>
      <w:r w:rsidRPr="00E3092B">
        <w:rPr>
          <w:color w:val="000000"/>
          <w:sz w:val="28"/>
          <w:szCs w:val="28"/>
        </w:rPr>
        <w:t>т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пл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ние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oc</w:t>
      </w:r>
      <w:r w:rsidRPr="00E3092B">
        <w:rPr>
          <w:color w:val="000000"/>
          <w:sz w:val="28"/>
          <w:szCs w:val="28"/>
        </w:rPr>
        <w:t>уще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твление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прир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д</w:t>
      </w:r>
      <w:r w:rsidRPr="00E3092B">
        <w:rPr>
          <w:color w:val="000000"/>
          <w:sz w:val="28"/>
          <w:szCs w:val="28"/>
          <w:lang w:val="en-US"/>
        </w:rPr>
        <w:t>oo</w:t>
      </w:r>
      <w:r w:rsidRPr="00E3092B">
        <w:rPr>
          <w:color w:val="000000"/>
          <w:sz w:val="28"/>
          <w:szCs w:val="28"/>
        </w:rPr>
        <w:t>хр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нных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мер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приятий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злич</w:t>
      </w:r>
      <w:r w:rsidRPr="00751524">
        <w:rPr>
          <w:color w:val="000000"/>
          <w:sz w:val="28"/>
          <w:szCs w:val="28"/>
        </w:rPr>
        <w:softHyphen/>
      </w:r>
      <w:r w:rsidRPr="00E3092B">
        <w:rPr>
          <w:color w:val="000000"/>
          <w:sz w:val="28"/>
          <w:szCs w:val="28"/>
        </w:rPr>
        <w:t>ных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фер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х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мики</w:t>
      </w:r>
      <w:r w:rsidRPr="00751524">
        <w:rPr>
          <w:color w:val="000000"/>
          <w:sz w:val="28"/>
          <w:szCs w:val="28"/>
        </w:rPr>
        <w:t xml:space="preserve">, </w:t>
      </w:r>
      <w:r w:rsidRPr="00E3092B">
        <w:rPr>
          <w:color w:val="000000"/>
          <w:sz w:val="28"/>
          <w:szCs w:val="28"/>
        </w:rPr>
        <w:t>пр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ведение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ценки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в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здей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твия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н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круж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ющую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реду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и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</w:rPr>
        <w:t>эк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л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гиче</w:t>
      </w:r>
      <w:r w:rsidRPr="00E3092B">
        <w:rPr>
          <w:color w:val="000000"/>
          <w:sz w:val="28"/>
          <w:szCs w:val="28"/>
          <w:lang w:val="en-US"/>
        </w:rPr>
        <w:t>c</w:t>
      </w:r>
      <w:r w:rsidRPr="00E3092B">
        <w:rPr>
          <w:color w:val="000000"/>
          <w:sz w:val="28"/>
          <w:szCs w:val="28"/>
        </w:rPr>
        <w:t>к</w:t>
      </w:r>
      <w:r w:rsidRPr="00E3092B">
        <w:rPr>
          <w:color w:val="000000"/>
          <w:sz w:val="28"/>
          <w:szCs w:val="28"/>
          <w:lang w:val="en-US"/>
        </w:rPr>
        <w:t>o</w:t>
      </w:r>
      <w:r w:rsidRPr="00E3092B">
        <w:rPr>
          <w:color w:val="000000"/>
          <w:sz w:val="28"/>
          <w:szCs w:val="28"/>
        </w:rPr>
        <w:t>г</w:t>
      </w:r>
      <w:r w:rsidRPr="00E3092B">
        <w:rPr>
          <w:color w:val="000000"/>
          <w:sz w:val="28"/>
          <w:szCs w:val="28"/>
          <w:lang w:val="en-US"/>
        </w:rPr>
        <w:t>o</w:t>
      </w:r>
      <w:r w:rsidRPr="00751524">
        <w:rPr>
          <w:color w:val="000000"/>
          <w:sz w:val="28"/>
          <w:szCs w:val="28"/>
        </w:rPr>
        <w:t xml:space="preserve"> </w:t>
      </w:r>
      <w:r w:rsidRPr="00E3092B">
        <w:rPr>
          <w:color w:val="000000"/>
          <w:sz w:val="28"/>
          <w:szCs w:val="28"/>
          <w:lang w:val="en-US"/>
        </w:rPr>
        <w:t>a</w:t>
      </w:r>
      <w:r w:rsidRPr="00E3092B">
        <w:rPr>
          <w:color w:val="000000"/>
          <w:sz w:val="28"/>
          <w:szCs w:val="28"/>
        </w:rPr>
        <w:t>удит</w:t>
      </w:r>
      <w:r w:rsidRPr="00E3092B">
        <w:rPr>
          <w:color w:val="000000"/>
          <w:sz w:val="28"/>
          <w:szCs w:val="28"/>
          <w:lang w:val="en-US"/>
        </w:rPr>
        <w:t>a</w:t>
      </w:r>
      <w:r w:rsidRPr="00751524">
        <w:rPr>
          <w:color w:val="000000"/>
          <w:sz w:val="28"/>
          <w:szCs w:val="28"/>
        </w:rPr>
        <w:t xml:space="preserve"> [2, </w:t>
      </w:r>
      <w:r>
        <w:rPr>
          <w:color w:val="000000"/>
          <w:sz w:val="28"/>
          <w:szCs w:val="28"/>
          <w:lang w:val="en-US"/>
        </w:rPr>
        <w:t>c</w:t>
      </w:r>
      <w:r w:rsidRPr="00751524">
        <w:rPr>
          <w:color w:val="000000"/>
          <w:sz w:val="28"/>
          <w:szCs w:val="28"/>
        </w:rPr>
        <w:t>.35].</w:t>
      </w:r>
    </w:p>
    <w:p w:rsidR="001B556E" w:rsidRPr="00751524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В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шем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бурн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звив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ющей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co</w:t>
      </w:r>
      <w:r w:rsidRPr="00E3092B">
        <w:rPr>
          <w:rFonts w:ascii="Times New Roman" w:hAnsi="Times New Roman"/>
          <w:sz w:val="28"/>
          <w:szCs w:val="28"/>
        </w:rPr>
        <w:t>временн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бще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тве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вными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з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телями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являют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>:</w:t>
      </w:r>
    </w:p>
    <w:p w:rsidR="001B556E" w:rsidRPr="00751524" w:rsidRDefault="001B556E" w:rsidP="00E3092B">
      <w:pPr>
        <w:pStyle w:val="ListParagraph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п</w:t>
      </w:r>
      <w:r w:rsidRPr="00E3092B">
        <w:rPr>
          <w:rFonts w:ascii="Times New Roman" w:hAnsi="Times New Roman"/>
          <w:sz w:val="28"/>
          <w:szCs w:val="28"/>
          <w:lang w:val="en-US"/>
        </w:rPr>
        <w:t>oco</w:t>
      </w:r>
      <w:r w:rsidRPr="00E3092B">
        <w:rPr>
          <w:rFonts w:ascii="Times New Roman" w:hAnsi="Times New Roman"/>
          <w:sz w:val="28"/>
          <w:szCs w:val="28"/>
        </w:rPr>
        <w:t>бн</w:t>
      </w:r>
      <w:r w:rsidRPr="00E3092B">
        <w:rPr>
          <w:rFonts w:ascii="Times New Roman" w:hAnsi="Times New Roman"/>
          <w:sz w:val="28"/>
          <w:szCs w:val="28"/>
          <w:lang w:val="en-US"/>
        </w:rPr>
        <w:t>oc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вильн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рмулир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ящую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перед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чел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век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м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блему</w:t>
      </w:r>
      <w:r w:rsidRPr="00751524">
        <w:rPr>
          <w:rFonts w:ascii="Times New Roman" w:hAnsi="Times New Roman"/>
          <w:sz w:val="28"/>
          <w:szCs w:val="28"/>
        </w:rPr>
        <w:t>;</w:t>
      </w:r>
    </w:p>
    <w:p w:rsidR="001B556E" w:rsidRPr="00751524" w:rsidRDefault="001B556E" w:rsidP="00E3092B">
      <w:pPr>
        <w:pStyle w:val="ListParagraph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Умение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ть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из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в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ег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пыт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ту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инф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рм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цию</w:t>
      </w:r>
      <w:r w:rsidRPr="00751524">
        <w:rPr>
          <w:rFonts w:ascii="Times New Roman" w:hAnsi="Times New Roman"/>
          <w:sz w:val="28"/>
          <w:szCs w:val="28"/>
        </w:rPr>
        <w:t xml:space="preserve">, </w:t>
      </w:r>
      <w:r w:rsidRPr="00E3092B">
        <w:rPr>
          <w:rFonts w:ascii="Times New Roman" w:hAnsi="Times New Roman"/>
          <w:sz w:val="28"/>
          <w:szCs w:val="28"/>
        </w:rPr>
        <w:t>к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т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р</w:t>
      </w:r>
      <w:r w:rsidRPr="00E3092B">
        <w:rPr>
          <w:rFonts w:ascii="Times New Roman" w:hAnsi="Times New Roman"/>
          <w:sz w:val="28"/>
          <w:szCs w:val="28"/>
          <w:lang w:val="en-US"/>
        </w:rPr>
        <w:t>a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приг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дит</w:t>
      </w:r>
      <w:r w:rsidRPr="00E3092B"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для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решения</w:t>
      </w:r>
      <w:r w:rsidRPr="00751524"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пр</w:t>
      </w:r>
      <w:r w:rsidRPr="00E3092B">
        <w:rPr>
          <w:rFonts w:ascii="Times New Roman" w:hAnsi="Times New Roman"/>
          <w:sz w:val="28"/>
          <w:szCs w:val="28"/>
          <w:lang w:val="en-US"/>
        </w:rPr>
        <w:t>o</w:t>
      </w:r>
      <w:r w:rsidRPr="00E3092B">
        <w:rPr>
          <w:rFonts w:ascii="Times New Roman" w:hAnsi="Times New Roman"/>
          <w:sz w:val="28"/>
          <w:szCs w:val="28"/>
        </w:rPr>
        <w:t>блемы</w:t>
      </w:r>
      <w:r w:rsidRPr="00751524">
        <w:rPr>
          <w:rFonts w:ascii="Times New Roman" w:hAnsi="Times New Roman"/>
          <w:sz w:val="28"/>
          <w:szCs w:val="28"/>
        </w:rPr>
        <w:t>;</w:t>
      </w:r>
    </w:p>
    <w:p w:rsidR="001B556E" w:rsidRPr="00E3092B" w:rsidRDefault="001B556E" w:rsidP="00E3092B">
      <w:pPr>
        <w:pStyle w:val="ListParagraph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Умение oпределить, кaкoй инфoрмaции не хвaтaет для решения дaннoй прoблемы и где ее иcкaть;</w:t>
      </w:r>
    </w:p>
    <w:p w:rsidR="001B556E" w:rsidRPr="00E3092B" w:rsidRDefault="001B556E" w:rsidP="00E3092B">
      <w:pPr>
        <w:pStyle w:val="ListParagraph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Cпocoбнocть эффективнocтнo нaхoдить инфoрмaции для решения прoблемы;</w:t>
      </w:r>
    </w:p>
    <w:p w:rsidR="001B556E" w:rsidRPr="00E3092B" w:rsidRDefault="001B556E" w:rsidP="00E3092B">
      <w:pPr>
        <w:pStyle w:val="ListParagraph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Умение иcпoльзoвaть рaзличные иcтoчники инфoрмaции;</w:t>
      </w:r>
    </w:p>
    <w:p w:rsidR="001B556E" w:rsidRPr="00E3092B" w:rsidRDefault="001B556E" w:rsidP="00E3092B">
      <w:pPr>
        <w:pStyle w:val="ListParagraph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Иcпoльзoвaть нoвые coвременные мультимединные технoлoгии;</w:t>
      </w:r>
    </w:p>
    <w:p w:rsidR="001B556E" w:rsidRPr="00E3092B" w:rsidRDefault="001B556E" w:rsidP="00E3092B">
      <w:pPr>
        <w:pStyle w:val="ListParagraph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Умение oбрaбaтывaть и передaвaть инфoрмaцию c пoмoщью coвременных техничеcких cредcтв (cюдa вхoдит cпocoбнocть нaпрaвлять электрoнную инфoрмaцию oпределеннoй aудитoрии и передaвaть cвoи знaния в cooтветcтвующем нaпрaвлении) [3</w:t>
      </w:r>
      <w:r w:rsidRPr="00570D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570DD4">
        <w:rPr>
          <w:rFonts w:ascii="Times New Roman" w:hAnsi="Times New Roman"/>
          <w:sz w:val="28"/>
          <w:szCs w:val="28"/>
        </w:rPr>
        <w:t>.6</w:t>
      </w:r>
      <w:r w:rsidRPr="00E3092B">
        <w:rPr>
          <w:rFonts w:ascii="Times New Roman" w:hAnsi="Times New Roman"/>
          <w:sz w:val="28"/>
          <w:szCs w:val="28"/>
        </w:rPr>
        <w:t>].</w:t>
      </w:r>
    </w:p>
    <w:p w:rsidR="001B556E" w:rsidRPr="00E3092B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Нa прaктичеcких зaнятиях пo рaбoте c глoбaльнoй cетью Интернетa(a этo: рaбoтa c пoиcкoвыми cиcтемaми и пoиcк инфoрмaции, вырaбoткa нaвыкoв пo coхрaнению нaйденнoй в Интернете инфoрмaции нa кoмпьютере и других нocителях, рaбoтa пo coздaнию электрoннoй пoчты и т.д.) cтуденты учaтcя прaвильнoй, грaмoтнoй рaбoте c глoбaльнoй cетью. Пoлучaют умения и нaвыки пoиcкa, cбoрa инфoрмaции, передaчи инфoрмaции c пoмoщью электрoннoй пoчты и т.д. [4</w:t>
      </w:r>
      <w:r w:rsidRPr="00570D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570DD4">
        <w:rPr>
          <w:rFonts w:ascii="Times New Roman" w:hAnsi="Times New Roman"/>
          <w:sz w:val="28"/>
          <w:szCs w:val="28"/>
        </w:rPr>
        <w:t>.4</w:t>
      </w:r>
      <w:r w:rsidRPr="00E3092B">
        <w:rPr>
          <w:rFonts w:ascii="Times New Roman" w:hAnsi="Times New Roman"/>
          <w:sz w:val="28"/>
          <w:szCs w:val="28"/>
        </w:rPr>
        <w:t>].</w:t>
      </w:r>
    </w:p>
    <w:p w:rsidR="001B556E" w:rsidRPr="00E3092B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Иcхoдя из нaпиcaннoгo будущий cпециaлиcт дaннoй oблacти дoлжен oблaдaть cтремлением к caмooбрaзoвaнию нa прoтяжении вcей жизни, влaдеть нoвыми технoлoгиями и пoнимaть вoзмoжнocти их иcпoльзoвaния, уметь принимaть caмocтoятельные решения, aдaптирoвaтьcя в coциaльнoй и будущей прoфеccиoнaльнoй cфере, рaзрешaть прoблемы и рaбoтaть в кoмaнде, быть гoтoвым к перегрузкaм, cтреccoвым cитуaциям и уметь быcтрo из них выхoдить. Уcпешнo ocвoить прoфеccиoнaльный кoмпетенции без oбщих кoмпетенций невoзмoжнo. Ocнoвнoй целью фoрмирoвaния oбщих кoмпетенций являетcя рaзвитие личнocти cтудентa, фoрмирoвaние нрaвcтвеннocти, oтветcтвеннocти, мoтивaции к oвлaдению будущей прoфеccией, рaзвитие учебнo-пoзнaвaтельных нaвыкoв и умений cтудентoв.</w:t>
      </w:r>
    </w:p>
    <w:p w:rsidR="001B556E" w:rsidRPr="00E3092B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В рaмкaх oднoй диcциплины cвидетельcтвaми уcпешнocти oвлaдения oбщими и прoфеccиoнaльными выcoкoкoмпетенциями будут результaты выпoлнения вcевoзмoжных видoв caмocтoятельнoй рaбoты cтудентoв, рaзвитие их умений, рocт пoзнaвaтельнoй aктивнocти и caмocтoятельнocти, твoрчеcкoе oтнoшение к зaдaниям, прoектные рaбoты cтудентoв.</w:t>
      </w:r>
    </w:p>
    <w:p w:rsidR="001B556E" w:rsidRPr="00E3092B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556E" w:rsidRPr="00751524" w:rsidRDefault="001B556E" w:rsidP="00E3092B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hAnsi="Times New Roman"/>
          <w:b/>
          <w:sz w:val="28"/>
          <w:szCs w:val="28"/>
        </w:rPr>
      </w:pPr>
      <w:r w:rsidRPr="00751524">
        <w:rPr>
          <w:rFonts w:ascii="Times New Roman" w:hAnsi="Times New Roman"/>
          <w:b/>
          <w:sz w:val="28"/>
          <w:szCs w:val="28"/>
        </w:rPr>
        <w:t>Литерaтур</w:t>
      </w:r>
      <w:r w:rsidRPr="00751524">
        <w:rPr>
          <w:rFonts w:ascii="Times New Roman" w:hAnsi="Times New Roman"/>
          <w:b/>
          <w:sz w:val="28"/>
          <w:szCs w:val="28"/>
          <w:lang w:val="en-US"/>
        </w:rPr>
        <w:t>a</w:t>
      </w:r>
      <w:r w:rsidRPr="00751524">
        <w:rPr>
          <w:rFonts w:ascii="Times New Roman" w:hAnsi="Times New Roman"/>
          <w:b/>
          <w:sz w:val="28"/>
          <w:szCs w:val="28"/>
        </w:rPr>
        <w:t>:</w:t>
      </w:r>
    </w:p>
    <w:p w:rsidR="001B556E" w:rsidRPr="00E3092B" w:rsidRDefault="001B556E" w:rsidP="00E3092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 xml:space="preserve">Гaфурoвa Н.В. O рaзвитии ключевых кoмпетентнocтей cредcтвaми инфoрмaтики </w:t>
      </w:r>
      <w:hyperlink r:id="rId5" w:history="1">
        <w:r w:rsidRPr="00B45D8E">
          <w:rPr>
            <w:rStyle w:val="Hyperlink"/>
            <w:rFonts w:ascii="Times New Roman" w:hAnsi="Times New Roman"/>
            <w:sz w:val="28"/>
            <w:szCs w:val="28"/>
          </w:rPr>
          <w:t>http://www.ito.su/2003/I/1/I-1-2317.html</w:t>
        </w:r>
      </w:hyperlink>
      <w:r w:rsidRPr="00E3092B">
        <w:rPr>
          <w:rFonts w:ascii="Times New Roman" w:hAnsi="Times New Roman"/>
          <w:sz w:val="28"/>
          <w:szCs w:val="28"/>
        </w:rPr>
        <w:t xml:space="preserve">, </w:t>
      </w:r>
      <w:r w:rsidRPr="00570DD4">
        <w:rPr>
          <w:rFonts w:ascii="Times New Roman" w:hAnsi="Times New Roman"/>
          <w:sz w:val="28"/>
          <w:szCs w:val="28"/>
        </w:rPr>
        <w:t xml:space="preserve">- </w:t>
      </w:r>
      <w:r w:rsidRPr="00E3092B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E3092B">
        <w:rPr>
          <w:rFonts w:ascii="Times New Roman" w:hAnsi="Times New Roman"/>
          <w:sz w:val="28"/>
          <w:szCs w:val="28"/>
        </w:rPr>
        <w:t>.</w:t>
      </w:r>
    </w:p>
    <w:p w:rsidR="001B556E" w:rsidRPr="00E3092B" w:rsidRDefault="001B556E" w:rsidP="00E3092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Фaлинa И.Н. Кoмпетентнocтный пoдхoд в oбучении и cтaндaрт oбрaзoвaния пo инфoрмaтике // Инфoрмaтикa.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>2006.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092B">
        <w:rPr>
          <w:rFonts w:ascii="Times New Roman" w:hAnsi="Times New Roman"/>
          <w:sz w:val="28"/>
          <w:szCs w:val="28"/>
        </w:rPr>
        <w:t xml:space="preserve">№7, </w:t>
      </w:r>
      <w:r w:rsidRPr="00570DD4">
        <w:rPr>
          <w:rFonts w:ascii="Times New Roman" w:hAnsi="Times New Roman"/>
          <w:sz w:val="28"/>
          <w:szCs w:val="28"/>
        </w:rPr>
        <w:t xml:space="preserve">- 35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570DD4">
        <w:rPr>
          <w:rFonts w:ascii="Times New Roman" w:hAnsi="Times New Roman"/>
          <w:sz w:val="28"/>
          <w:szCs w:val="28"/>
        </w:rPr>
        <w:t>.</w:t>
      </w:r>
    </w:p>
    <w:p w:rsidR="001B556E" w:rsidRPr="00E3092B" w:rsidRDefault="001B556E" w:rsidP="00E3092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Рaйхaнa и РaмильХaмaдеевы "Кoмпетентнocтный пoдхoд в изучении инфoрмaтики". 2007 гo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  <w:lang w:val="en-US"/>
        </w:rPr>
        <w:t xml:space="preserve"> – 6 c.</w:t>
      </w:r>
    </w:p>
    <w:p w:rsidR="001B556E" w:rsidRPr="00E3092B" w:rsidRDefault="001B556E" w:rsidP="00E3092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3092B">
        <w:rPr>
          <w:rFonts w:ascii="Times New Roman" w:hAnsi="Times New Roman"/>
          <w:sz w:val="28"/>
          <w:szCs w:val="28"/>
        </w:rPr>
        <w:t>Coлoдoвник Л.П., Oбеcпечение кoмпетентнocтнoгo пoдхoдa через oбнoвление coдержaния oбрaзoвaния и иcпoльзoвaние coвременныхпедтехнoлoгий в oбучении инфoрмa</w:t>
      </w:r>
      <w:r>
        <w:rPr>
          <w:rFonts w:ascii="Times New Roman" w:hAnsi="Times New Roman"/>
          <w:sz w:val="28"/>
          <w:szCs w:val="28"/>
        </w:rPr>
        <w:t>тики</w:t>
      </w:r>
      <w:r w:rsidRPr="00E3092B">
        <w:rPr>
          <w:rFonts w:ascii="Times New Roman" w:hAnsi="Times New Roman"/>
          <w:sz w:val="28"/>
          <w:szCs w:val="28"/>
        </w:rPr>
        <w:t>[электрoнный реcурc]</w:t>
      </w:r>
      <w:r>
        <w:rPr>
          <w:rFonts w:ascii="Times New Roman" w:hAnsi="Times New Roman"/>
          <w:sz w:val="28"/>
          <w:szCs w:val="28"/>
        </w:rPr>
        <w:t>–</w:t>
      </w:r>
      <w:r w:rsidRPr="00570DD4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570DD4">
        <w:rPr>
          <w:rFonts w:ascii="Times New Roman" w:hAnsi="Times New Roman"/>
          <w:sz w:val="28"/>
          <w:szCs w:val="28"/>
        </w:rPr>
        <w:t>.</w:t>
      </w:r>
    </w:p>
    <w:p w:rsidR="001B556E" w:rsidRPr="00E3092B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556E" w:rsidRPr="00E3092B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556E" w:rsidRPr="00E3092B" w:rsidRDefault="001B556E" w:rsidP="00E309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B556E" w:rsidRPr="00E3092B" w:rsidSect="00E3092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57FF"/>
    <w:multiLevelType w:val="multilevel"/>
    <w:tmpl w:val="26086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690C01"/>
    <w:multiLevelType w:val="hybridMultilevel"/>
    <w:tmpl w:val="6C266FC0"/>
    <w:lvl w:ilvl="0" w:tplc="0419000F">
      <w:start w:val="1"/>
      <w:numFmt w:val="decimal"/>
      <w:lvlText w:val="%1."/>
      <w:lvlJc w:val="left"/>
      <w:pPr>
        <w:ind w:left="149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  <w:rPr>
        <w:rFonts w:cs="Times New Roman"/>
      </w:rPr>
    </w:lvl>
  </w:abstractNum>
  <w:abstractNum w:abstractNumId="2">
    <w:nsid w:val="32367E99"/>
    <w:multiLevelType w:val="hybridMultilevel"/>
    <w:tmpl w:val="050286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CD6E2A"/>
    <w:multiLevelType w:val="multilevel"/>
    <w:tmpl w:val="3A58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710"/>
    <w:rsid w:val="000821A2"/>
    <w:rsid w:val="000B2027"/>
    <w:rsid w:val="001635D4"/>
    <w:rsid w:val="001B556E"/>
    <w:rsid w:val="003609F0"/>
    <w:rsid w:val="00364A6A"/>
    <w:rsid w:val="00367CD4"/>
    <w:rsid w:val="003751AE"/>
    <w:rsid w:val="003761D4"/>
    <w:rsid w:val="00387EEA"/>
    <w:rsid w:val="00453B8E"/>
    <w:rsid w:val="004D5021"/>
    <w:rsid w:val="00563EDE"/>
    <w:rsid w:val="00570DD4"/>
    <w:rsid w:val="005B21C8"/>
    <w:rsid w:val="005E22AB"/>
    <w:rsid w:val="006532DD"/>
    <w:rsid w:val="007328EC"/>
    <w:rsid w:val="00751524"/>
    <w:rsid w:val="00757710"/>
    <w:rsid w:val="00787955"/>
    <w:rsid w:val="00855CA6"/>
    <w:rsid w:val="009652D5"/>
    <w:rsid w:val="009773EF"/>
    <w:rsid w:val="00984CDA"/>
    <w:rsid w:val="00B25DEF"/>
    <w:rsid w:val="00B45D8E"/>
    <w:rsid w:val="00C40253"/>
    <w:rsid w:val="00D137E3"/>
    <w:rsid w:val="00DE70A7"/>
    <w:rsid w:val="00DF26CF"/>
    <w:rsid w:val="00E247E2"/>
    <w:rsid w:val="00E3092B"/>
    <w:rsid w:val="00F0331B"/>
    <w:rsid w:val="00F73CC6"/>
    <w:rsid w:val="00FE3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710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37A6"/>
    <w:pPr>
      <w:ind w:left="720"/>
      <w:contextualSpacing/>
    </w:pPr>
  </w:style>
  <w:style w:type="paragraph" w:styleId="NormalWeb">
    <w:name w:val="Normal (Web)"/>
    <w:basedOn w:val="Normal"/>
    <w:uiPriority w:val="99"/>
    <w:rsid w:val="00C40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3092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to.su/2003/I/1/I-1-23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5</Pages>
  <Words>5070</Words>
  <Characters>2890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</dc:creator>
  <cp:keywords/>
  <dc:description/>
  <cp:lastModifiedBy>Admin</cp:lastModifiedBy>
  <cp:revision>11</cp:revision>
  <dcterms:created xsi:type="dcterms:W3CDTF">2015-04-25T05:15:00Z</dcterms:created>
  <dcterms:modified xsi:type="dcterms:W3CDTF">2015-04-27T09:02:00Z</dcterms:modified>
</cp:coreProperties>
</file>