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98" w:rsidRPr="00D41F9B" w:rsidRDefault="00783898" w:rsidP="00D41F9B">
      <w:pPr>
        <w:ind w:firstLine="5670"/>
        <w:jc w:val="right"/>
        <w:rPr>
          <w:b/>
          <w:sz w:val="28"/>
          <w:szCs w:val="28"/>
        </w:rPr>
      </w:pPr>
      <w:r w:rsidRPr="00D41F9B">
        <w:rPr>
          <w:b/>
          <w:sz w:val="28"/>
          <w:szCs w:val="28"/>
          <w:lang w:val="uk-UA"/>
        </w:rPr>
        <w:t>Анна</w:t>
      </w:r>
      <w:r w:rsidRPr="00D41F9B">
        <w:rPr>
          <w:b/>
          <w:sz w:val="28"/>
          <w:szCs w:val="28"/>
        </w:rPr>
        <w:t xml:space="preserve"> Авдей </w:t>
      </w:r>
    </w:p>
    <w:p w:rsidR="00783898" w:rsidRPr="00D41F9B" w:rsidRDefault="00783898" w:rsidP="00D41F9B">
      <w:pPr>
        <w:ind w:firstLine="5670"/>
        <w:jc w:val="right"/>
        <w:rPr>
          <w:b/>
          <w:sz w:val="28"/>
          <w:szCs w:val="28"/>
        </w:rPr>
      </w:pPr>
      <w:r w:rsidRPr="00D41F9B">
        <w:rPr>
          <w:b/>
          <w:sz w:val="28"/>
          <w:szCs w:val="28"/>
        </w:rPr>
        <w:t>(Гродно, Беларусь)</w:t>
      </w:r>
    </w:p>
    <w:p w:rsidR="00783898" w:rsidRPr="000100CD" w:rsidRDefault="00783898" w:rsidP="000100CD">
      <w:pPr>
        <w:spacing w:line="360" w:lineRule="auto"/>
        <w:jc w:val="right"/>
        <w:rPr>
          <w:b/>
          <w:sz w:val="28"/>
          <w:szCs w:val="28"/>
        </w:rPr>
      </w:pPr>
    </w:p>
    <w:p w:rsidR="00783898" w:rsidRPr="000100CD" w:rsidRDefault="00783898" w:rsidP="006F393A">
      <w:pPr>
        <w:spacing w:line="360" w:lineRule="auto"/>
        <w:jc w:val="center"/>
        <w:rPr>
          <w:b/>
          <w:sz w:val="28"/>
          <w:szCs w:val="28"/>
        </w:rPr>
      </w:pPr>
      <w:r w:rsidRPr="000100C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ВЛИЯНИИ ГЛОБАЛИЗАЦИИ НА РАЗВИТИЕ ЛЕСНОГО ЗАКОНОДАТЕЛЬСТВА РЕСПУБЛИКИ БЕЛАРУСЬ</w:t>
      </w:r>
    </w:p>
    <w:p w:rsidR="00783898" w:rsidRPr="000100CD" w:rsidRDefault="00783898" w:rsidP="000100CD">
      <w:pPr>
        <w:spacing w:line="360" w:lineRule="auto"/>
        <w:rPr>
          <w:b/>
          <w:sz w:val="28"/>
          <w:szCs w:val="28"/>
        </w:rPr>
      </w:pPr>
    </w:p>
    <w:p w:rsidR="00783898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Трансформационный потенциал глобализации в настоящее время стал благородной почвой для размышления в рамках юридической науки. Процессы глобализации в значительной степени затронули уровень национальных правовых систем отдельных государств, равно как и международное право. Проблемы природопользования и охраны окружающей среды трансграничные и требуют решения в глобальном масштабе.  </w:t>
      </w:r>
    </w:p>
    <w:p w:rsidR="00783898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 w:rsidRPr="000100CD">
        <w:rPr>
          <w:sz w:val="28"/>
          <w:szCs w:val="28"/>
        </w:rPr>
        <w:t>Современный этап развития общества диктует необходимость согласованного взаимодействия экономики и окружающей среды в целях обеспечения устойчивого социально-экономического развития. В связи с актуальностью данного вопроса это направление объективно выделилось в самостоятельный вид деятельности общества и государства.</w:t>
      </w:r>
      <w:r>
        <w:rPr>
          <w:sz w:val="28"/>
          <w:szCs w:val="28"/>
        </w:rPr>
        <w:t xml:space="preserve"> </w:t>
      </w:r>
    </w:p>
    <w:p w:rsidR="00783898" w:rsidRPr="000100CD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 w:rsidRPr="000100CD">
        <w:rPr>
          <w:sz w:val="28"/>
          <w:szCs w:val="28"/>
        </w:rPr>
        <w:t>Необходимо отметить, что принятая в Республике Беларусь за основу Национальная стратегия устойчивого социально-экономического развития Республики Беларусь на период до 2020 года предполагает сбалансированное регулирование экономики, охраны окружающей среды и социальной сферы. Проводимая в настоящее время экологическая политика предусматривает снижение негативного воздействия на окружающую среду и улучшение ее качественного состояния, совершенствования технологического уровня производства, включающего ресурсосбережение, применение малоотходных и безотходных технологий и производств, сокращение объемов выбросов и сбросов загрязняющих веществ в окружающую среду, утилизацию и переработку отходов, а также сохранение биоразнообразия [1].</w:t>
      </w:r>
    </w:p>
    <w:p w:rsidR="00783898" w:rsidRPr="000100CD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100CD">
        <w:rPr>
          <w:sz w:val="28"/>
          <w:szCs w:val="28"/>
        </w:rPr>
        <w:t xml:space="preserve">егативное воздействие </w:t>
      </w:r>
      <w:r>
        <w:rPr>
          <w:sz w:val="28"/>
          <w:szCs w:val="28"/>
        </w:rPr>
        <w:t>на природную среду, включая и</w:t>
      </w:r>
      <w:r w:rsidRPr="000100CD">
        <w:rPr>
          <w:sz w:val="28"/>
          <w:szCs w:val="28"/>
        </w:rPr>
        <w:t xml:space="preserve"> лесной фонд</w:t>
      </w:r>
      <w:r>
        <w:rPr>
          <w:sz w:val="28"/>
          <w:szCs w:val="28"/>
        </w:rPr>
        <w:t>,</w:t>
      </w:r>
      <w:r w:rsidRPr="000100CD">
        <w:rPr>
          <w:sz w:val="28"/>
          <w:szCs w:val="28"/>
        </w:rPr>
        <w:t xml:space="preserve"> поставило задачу обеспечения экологической безопасности в ряд наиболее актуальных проблем современности. </w:t>
      </w:r>
      <w:r>
        <w:rPr>
          <w:sz w:val="28"/>
          <w:szCs w:val="28"/>
        </w:rPr>
        <w:t xml:space="preserve">Лес – одно из основных богатств Республики Беларусь. </w:t>
      </w:r>
      <w:r w:rsidRPr="000100CD">
        <w:rPr>
          <w:sz w:val="28"/>
          <w:szCs w:val="28"/>
        </w:rPr>
        <w:t>Очевидно, что в целях обеспечения эффективности механизма лесопользования со стороны государства должна присутствовать координация всех видов экономической деятельности, в процессе которой осуществляется вредное воздействие на леса, с использованием правовых средств, позволяющих достичь необходимого уровня охраны и использования лесных ресурсов, обеспечивающих благоприятные экологические условия. Лесное хозяйство Беларуси сегодня решает важные государственные задачи в области охраны, защиты и воспроизводства лесов, рационального использования лесных ресурсов, обеспечения экономической и экологической безопасности страны. В целях сохранения и приумножения лесов республики в полном объеме выполняются лесохозяйственные мероприятия, которые предусмотрены Государственной программой развития лесного хозяйства Республики Беларусь на 2011 – 2015 годы [2].</w:t>
      </w:r>
    </w:p>
    <w:p w:rsidR="00783898" w:rsidRDefault="00783898" w:rsidP="006F393A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Проблема борьбы с лесонарушениями является одной из важнейших не только для Республики Беларусь, но и для мирового сообщества в целом.</w:t>
      </w:r>
    </w:p>
    <w:p w:rsidR="00783898" w:rsidRPr="001546FE" w:rsidRDefault="00783898" w:rsidP="006F393A">
      <w:pPr>
        <w:spacing w:line="360" w:lineRule="auto"/>
        <w:ind w:firstLine="357"/>
        <w:jc w:val="both"/>
        <w:rPr>
          <w:sz w:val="28"/>
          <w:szCs w:val="28"/>
        </w:rPr>
      </w:pPr>
      <w:r w:rsidRPr="001546FE">
        <w:rPr>
          <w:sz w:val="28"/>
          <w:szCs w:val="28"/>
        </w:rPr>
        <w:t>Ва</w:t>
      </w:r>
      <w:r>
        <w:rPr>
          <w:sz w:val="28"/>
          <w:szCs w:val="28"/>
        </w:rPr>
        <w:t>жнейшую роль в развитии междуна</w:t>
      </w:r>
      <w:r w:rsidRPr="001546FE">
        <w:rPr>
          <w:sz w:val="28"/>
          <w:szCs w:val="28"/>
        </w:rPr>
        <w:t>родного сотрудничества сы</w:t>
      </w:r>
      <w:r>
        <w:rPr>
          <w:sz w:val="28"/>
          <w:szCs w:val="28"/>
        </w:rPr>
        <w:t>грала конференция ООН по окружа</w:t>
      </w:r>
      <w:r w:rsidRPr="001546FE">
        <w:rPr>
          <w:sz w:val="28"/>
          <w:szCs w:val="28"/>
        </w:rPr>
        <w:t xml:space="preserve">ющей среде и развитию </w:t>
      </w:r>
      <w:smartTag w:uri="urn:schemas-microsoft-com:office:smarttags" w:element="metricconverter">
        <w:smartTagPr>
          <w:attr w:name="ProductID" w:val="1992 г"/>
        </w:smartTagPr>
        <w:r w:rsidRPr="001546FE">
          <w:rPr>
            <w:sz w:val="28"/>
            <w:szCs w:val="28"/>
          </w:rPr>
          <w:t>1992 г</w:t>
        </w:r>
      </w:smartTag>
      <w:r w:rsidRPr="001546FE">
        <w:rPr>
          <w:sz w:val="28"/>
          <w:szCs w:val="28"/>
        </w:rPr>
        <w:t xml:space="preserve">., прошедшая в Рио-де-Жанейро. Конференция приняла итоговый документ «Повестка дня </w:t>
      </w:r>
      <w:r w:rsidRPr="001546FE">
        <w:rPr>
          <w:sz w:val="28"/>
          <w:szCs w:val="28"/>
          <w:lang w:val="en-US"/>
        </w:rPr>
        <w:t>XXI</w:t>
      </w:r>
      <w:r w:rsidRPr="001546FE">
        <w:rPr>
          <w:sz w:val="28"/>
          <w:szCs w:val="28"/>
        </w:rPr>
        <w:t>», в котором были рассмотрены основные глобальные экологические проблемы и пути их решения на основе концепции устойчивого развития.</w:t>
      </w:r>
    </w:p>
    <w:p w:rsidR="00783898" w:rsidRPr="000737AD" w:rsidRDefault="00783898" w:rsidP="006F393A">
      <w:pPr>
        <w:spacing w:line="360" w:lineRule="auto"/>
        <w:ind w:firstLine="357"/>
        <w:jc w:val="both"/>
        <w:rPr>
          <w:sz w:val="28"/>
          <w:szCs w:val="28"/>
        </w:rPr>
      </w:pPr>
      <w:r w:rsidRPr="000737AD">
        <w:rPr>
          <w:sz w:val="28"/>
          <w:szCs w:val="28"/>
        </w:rPr>
        <w:t xml:space="preserve">Большим успехом в развитии международного сотрудничества в области использования леса явилось подписание Женевского меморандума представителей 33 государств Европы и Северной Америки в Женеве, посвященный масштабу и причинам незаконных лесозаготовок и торговле лесной продукцией незаконного происхождения в европейском регионе [3, с. 209]. </w:t>
      </w:r>
    </w:p>
    <w:p w:rsidR="00783898" w:rsidRDefault="00783898" w:rsidP="006F393A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Способом противодействия лесонарушениям является устойчивое лесоуправление, которое предполагает борьбу с нелегальными лесозаготовками и торговлей лесной продукцией незаконного происхождения.</w:t>
      </w:r>
    </w:p>
    <w:p w:rsidR="00783898" w:rsidRDefault="00783898" w:rsidP="006F393A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Активная и наступательная борьба с причинами и условиями, порождающими незаконные лесозаготовки и торговлю лесной продукцией противоправного происхождения на международном уровне, должна способствовать охране окружающей среды в целом, в том числе леса и составляющих его компонентов Республики Беларусь.</w:t>
      </w:r>
    </w:p>
    <w:p w:rsidR="00783898" w:rsidRPr="00DA36E3" w:rsidRDefault="00783898" w:rsidP="006F393A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A36E3">
        <w:rPr>
          <w:sz w:val="28"/>
          <w:szCs w:val="28"/>
        </w:rPr>
        <w:t xml:space="preserve">ути совершенствования правовых механизмов в области сохранения биологического разнообразия и устойчивого использования лесных ресурсов Республики Беларусь были обсуждены в рамках обучающего семинара в </w:t>
      </w:r>
      <w:r>
        <w:rPr>
          <w:sz w:val="28"/>
          <w:szCs w:val="28"/>
        </w:rPr>
        <w:t xml:space="preserve">Республике Беларусь, в </w:t>
      </w:r>
      <w:r w:rsidRPr="00DA36E3">
        <w:rPr>
          <w:sz w:val="28"/>
          <w:szCs w:val="28"/>
        </w:rPr>
        <w:t>Березинском биосферном заповеднике</w:t>
      </w:r>
      <w:r>
        <w:rPr>
          <w:sz w:val="28"/>
          <w:szCs w:val="28"/>
        </w:rPr>
        <w:t xml:space="preserve"> 25 марта 2013 года</w:t>
      </w:r>
      <w:r w:rsidRPr="00DA36E3">
        <w:rPr>
          <w:sz w:val="28"/>
          <w:szCs w:val="28"/>
        </w:rPr>
        <w:t>. Мероприятие было организовано проектом ЕC/ПРООН «Содействие развитию всеобъемлющей структуры международного сотрудничества в области охраны окружающей среды в Республике Беларусь» при участии проекта ПРООН/ГЭФ «Интеграция вопросов сохранения биоразнообразия в политику и практику территориального планирования в Беларуси».</w:t>
      </w:r>
      <w:r>
        <w:rPr>
          <w:sz w:val="28"/>
          <w:szCs w:val="28"/>
        </w:rPr>
        <w:t xml:space="preserve"> </w:t>
      </w:r>
      <w:r w:rsidRPr="00DA36E3">
        <w:rPr>
          <w:sz w:val="28"/>
          <w:szCs w:val="28"/>
        </w:rPr>
        <w:t xml:space="preserve">Семинар собрал </w:t>
      </w:r>
      <w:r>
        <w:rPr>
          <w:sz w:val="28"/>
          <w:szCs w:val="28"/>
        </w:rPr>
        <w:t>не малое количество</w:t>
      </w:r>
      <w:r w:rsidRPr="00DA36E3">
        <w:rPr>
          <w:sz w:val="28"/>
          <w:szCs w:val="28"/>
        </w:rPr>
        <w:t xml:space="preserve"> участников, среди которых международные эксперты, представители заинтересованных министерств, государственных органов, экологических НГО</w:t>
      </w:r>
      <w:r>
        <w:rPr>
          <w:sz w:val="28"/>
          <w:szCs w:val="28"/>
        </w:rPr>
        <w:t xml:space="preserve"> </w:t>
      </w:r>
      <w:r w:rsidRPr="00B67AEA">
        <w:rPr>
          <w:sz w:val="28"/>
          <w:szCs w:val="28"/>
        </w:rPr>
        <w:t>[</w:t>
      </w:r>
      <w:r>
        <w:rPr>
          <w:sz w:val="28"/>
          <w:szCs w:val="28"/>
        </w:rPr>
        <w:t>4</w:t>
      </w:r>
      <w:r w:rsidRPr="00B67AEA">
        <w:rPr>
          <w:sz w:val="28"/>
          <w:szCs w:val="28"/>
        </w:rPr>
        <w:t>]</w:t>
      </w:r>
      <w:r w:rsidRPr="00DA36E3">
        <w:rPr>
          <w:sz w:val="28"/>
          <w:szCs w:val="28"/>
        </w:rPr>
        <w:t>.</w:t>
      </w:r>
      <w:r>
        <w:rPr>
          <w:sz w:val="28"/>
          <w:szCs w:val="28"/>
        </w:rPr>
        <w:t xml:space="preserve"> Безусловно, что данное мероприятие способствовало выработке конкретных предложений по развитию и совершенствованию национального лесного законодательства в контексте унификации с законодательством зарубежных стран. </w:t>
      </w:r>
    </w:p>
    <w:p w:rsidR="00783898" w:rsidRPr="00B67AEA" w:rsidRDefault="00783898" w:rsidP="006F393A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январе </w:t>
      </w:r>
      <w:smartTag w:uri="urn:schemas-microsoft-com:office:smarttags" w:element="metricconverter">
        <w:smartTagPr>
          <w:attr w:name="ProductID" w:val="2014 г"/>
        </w:smartTagPr>
        <w:r>
          <w:rPr>
            <w:color w:val="000000"/>
            <w:sz w:val="28"/>
            <w:szCs w:val="28"/>
            <w:shd w:val="clear" w:color="auto" w:fill="FFFFFF"/>
          </w:rPr>
          <w:t>2014 г</w:t>
        </w:r>
      </w:smartTag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6F393A">
        <w:rPr>
          <w:color w:val="000000"/>
          <w:sz w:val="28"/>
          <w:szCs w:val="28"/>
          <w:shd w:val="clear" w:color="auto" w:fill="FFFFFF"/>
        </w:rPr>
        <w:t xml:space="preserve">Министерство лесного хозяйства </w:t>
      </w:r>
      <w:r>
        <w:rPr>
          <w:color w:val="000000"/>
          <w:sz w:val="28"/>
          <w:szCs w:val="28"/>
          <w:shd w:val="clear" w:color="auto" w:fill="FFFFFF"/>
        </w:rPr>
        <w:t xml:space="preserve">Республики </w:t>
      </w:r>
      <w:r w:rsidRPr="006F393A">
        <w:rPr>
          <w:color w:val="000000"/>
          <w:sz w:val="28"/>
          <w:szCs w:val="28"/>
          <w:shd w:val="clear" w:color="auto" w:fill="FFFFFF"/>
        </w:rPr>
        <w:t>Беларус</w:t>
      </w:r>
      <w:r>
        <w:rPr>
          <w:color w:val="000000"/>
          <w:sz w:val="28"/>
          <w:szCs w:val="28"/>
          <w:shd w:val="clear" w:color="auto" w:fill="FFFFFF"/>
        </w:rPr>
        <w:t>ь</w:t>
      </w:r>
      <w:r w:rsidRPr="006F393A">
        <w:rPr>
          <w:color w:val="000000"/>
          <w:sz w:val="28"/>
          <w:szCs w:val="28"/>
          <w:shd w:val="clear" w:color="auto" w:fill="FFFFFF"/>
        </w:rPr>
        <w:t xml:space="preserve"> вынесло на общественное обс</w:t>
      </w:r>
      <w:r>
        <w:rPr>
          <w:color w:val="000000"/>
          <w:sz w:val="28"/>
          <w:szCs w:val="28"/>
          <w:shd w:val="clear" w:color="auto" w:fill="FFFFFF"/>
        </w:rPr>
        <w:t>уждение проект закона Республики Беларусь «</w:t>
      </w:r>
      <w:r w:rsidRPr="006F393A">
        <w:rPr>
          <w:color w:val="000000"/>
          <w:sz w:val="28"/>
          <w:szCs w:val="28"/>
          <w:shd w:val="clear" w:color="auto" w:fill="FFFFFF"/>
        </w:rPr>
        <w:t>О внесении изменений и дополнений в Лесной кодекс Республики Беларусь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6F393A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A0AFF">
        <w:rPr>
          <w:sz w:val="28"/>
          <w:szCs w:val="28"/>
          <w:shd w:val="clear" w:color="auto" w:fill="FFFFFF"/>
        </w:rPr>
        <w:t xml:space="preserve">Один из главных принципов, заложенных в проекте нового </w:t>
      </w:r>
      <w:r>
        <w:rPr>
          <w:sz w:val="28"/>
          <w:szCs w:val="28"/>
          <w:shd w:val="clear" w:color="auto" w:fill="FFFFFF"/>
        </w:rPr>
        <w:t xml:space="preserve">Лесного </w:t>
      </w:r>
      <w:r w:rsidRPr="001A0AFF">
        <w:rPr>
          <w:sz w:val="28"/>
          <w:szCs w:val="28"/>
          <w:shd w:val="clear" w:color="auto" w:fill="FFFFFF"/>
        </w:rPr>
        <w:t>кодекса</w:t>
      </w:r>
      <w:r>
        <w:rPr>
          <w:sz w:val="28"/>
          <w:szCs w:val="28"/>
          <w:shd w:val="clear" w:color="auto" w:fill="FFFFFF"/>
        </w:rPr>
        <w:t xml:space="preserve"> Республики Беларусь, является</w:t>
      </w:r>
      <w:r w:rsidRPr="001A0AF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доминирование</w:t>
      </w:r>
      <w:r w:rsidRPr="001A0AFF">
        <w:rPr>
          <w:sz w:val="28"/>
          <w:szCs w:val="28"/>
          <w:shd w:val="clear" w:color="auto" w:fill="FFFFFF"/>
        </w:rPr>
        <w:t xml:space="preserve"> лесовосстановления над использованием древесины.</w:t>
      </w:r>
      <w:r w:rsidRPr="00B67AEA">
        <w:rPr>
          <w:rFonts w:ascii="Arial" w:hAnsi="Arial" w:cs="Arial"/>
          <w:color w:val="000000"/>
          <w:sz w:val="18"/>
          <w:szCs w:val="18"/>
        </w:rPr>
        <w:t xml:space="preserve"> </w:t>
      </w:r>
      <w:r w:rsidRPr="00B67AEA">
        <w:rPr>
          <w:color w:val="000000"/>
          <w:sz w:val="28"/>
          <w:szCs w:val="28"/>
        </w:rPr>
        <w:t xml:space="preserve">Необходимость </w:t>
      </w:r>
      <w:r>
        <w:rPr>
          <w:color w:val="000000"/>
          <w:sz w:val="28"/>
          <w:szCs w:val="28"/>
        </w:rPr>
        <w:t xml:space="preserve">изменений и дополнений в Лесной кодекс республики </w:t>
      </w:r>
      <w:r w:rsidRPr="00B67AEA">
        <w:rPr>
          <w:color w:val="000000"/>
          <w:sz w:val="28"/>
          <w:szCs w:val="28"/>
        </w:rPr>
        <w:t xml:space="preserve">принятия обусловлена тем, что с 2000 года, когда </w:t>
      </w:r>
      <w:r>
        <w:rPr>
          <w:color w:val="000000"/>
          <w:sz w:val="28"/>
          <w:szCs w:val="28"/>
        </w:rPr>
        <w:t xml:space="preserve">он </w:t>
      </w:r>
      <w:r w:rsidRPr="00B67AEA">
        <w:rPr>
          <w:color w:val="000000"/>
          <w:sz w:val="28"/>
          <w:szCs w:val="28"/>
        </w:rPr>
        <w:t>вступил в силу, в сфере лесного хозяйства республики произошли значительные перемены, изменились многие нормативные акты, взаимосвязанные со статьями кодекса.</w:t>
      </w:r>
      <w:r w:rsidRPr="00B67AE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Безусловно, что</w:t>
      </w:r>
      <w:r w:rsidRPr="00B67AEA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предложенные</w:t>
      </w:r>
      <w:r w:rsidRPr="00B67AEA">
        <w:rPr>
          <w:sz w:val="28"/>
          <w:szCs w:val="28"/>
        </w:rPr>
        <w:t xml:space="preserve"> изменения и дополнения </w:t>
      </w:r>
      <w:r>
        <w:rPr>
          <w:sz w:val="28"/>
          <w:szCs w:val="28"/>
        </w:rPr>
        <w:t>в Лесной кодекс Республики Беларусь внесены с учетом законодательства, практики его применения</w:t>
      </w:r>
      <w:r w:rsidRPr="00B67AEA">
        <w:rPr>
          <w:sz w:val="28"/>
          <w:szCs w:val="28"/>
        </w:rPr>
        <w:t xml:space="preserve"> </w:t>
      </w:r>
      <w:r>
        <w:rPr>
          <w:sz w:val="28"/>
          <w:szCs w:val="28"/>
        </w:rPr>
        <w:t>в зарубежных странах и с учетом норм международного лесного права.</w:t>
      </w:r>
    </w:p>
    <w:p w:rsidR="00783898" w:rsidRDefault="00783898" w:rsidP="006F393A">
      <w:pPr>
        <w:spacing w:line="360" w:lineRule="auto"/>
        <w:ind w:firstLine="357"/>
        <w:jc w:val="both"/>
        <w:rPr>
          <w:sz w:val="28"/>
          <w:szCs w:val="28"/>
        </w:rPr>
      </w:pPr>
      <w:r w:rsidRPr="00193CCF">
        <w:rPr>
          <w:sz w:val="28"/>
          <w:szCs w:val="28"/>
        </w:rPr>
        <w:t>В целях развития двусторонних отношений в области лесного хозяйства</w:t>
      </w:r>
      <w:r>
        <w:rPr>
          <w:sz w:val="28"/>
          <w:szCs w:val="28"/>
        </w:rPr>
        <w:t>, Республикой Беларусь</w:t>
      </w:r>
      <w:r w:rsidRPr="00193CCF">
        <w:rPr>
          <w:sz w:val="28"/>
          <w:szCs w:val="28"/>
        </w:rPr>
        <w:t xml:space="preserve"> заключены международные договоры межведомственного характера с Российской Федерацией, Республикой Польша, Словацкой Республикой, Литовской Республикой, Латвийской Республикой, Королевством Швеция. Расширяются деловые связи с Казахстаном, Украиной, Чехией и Венесуэлой.</w:t>
      </w:r>
    </w:p>
    <w:p w:rsidR="00783898" w:rsidRPr="000100CD" w:rsidRDefault="00783898" w:rsidP="000100CD">
      <w:pPr>
        <w:spacing w:line="360" w:lineRule="auto"/>
        <w:ind w:firstLine="357"/>
        <w:jc w:val="both"/>
        <w:rPr>
          <w:i/>
          <w:iCs/>
          <w:sz w:val="28"/>
          <w:szCs w:val="28"/>
        </w:rPr>
      </w:pPr>
      <w:r w:rsidRPr="000100CD">
        <w:rPr>
          <w:sz w:val="28"/>
          <w:szCs w:val="28"/>
        </w:rPr>
        <w:t xml:space="preserve">Результаты проведенного исследования позволяют сделать </w:t>
      </w:r>
      <w:r w:rsidRPr="000100CD">
        <w:rPr>
          <w:i/>
          <w:iCs/>
          <w:sz w:val="28"/>
          <w:szCs w:val="28"/>
        </w:rPr>
        <w:t>следующие выводы:</w:t>
      </w:r>
    </w:p>
    <w:p w:rsidR="00783898" w:rsidRPr="000100CD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 w:rsidRPr="000100CD">
        <w:rPr>
          <w:sz w:val="28"/>
          <w:szCs w:val="28"/>
        </w:rPr>
        <w:t>1. Совершенствование лесного законодательства необходимо проводить с учетом экологизации лесопользования и с учетом комплексности данного правового института.</w:t>
      </w:r>
    </w:p>
    <w:p w:rsidR="00783898" w:rsidRPr="000100CD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 w:rsidRPr="000100CD">
        <w:rPr>
          <w:sz w:val="28"/>
          <w:szCs w:val="28"/>
        </w:rPr>
        <w:t>2. В настоящее время лесное законодательство Республики Беларусь не содержит четко установленных принципов, методов и порядка проведения лесной сертификации, что, безусловно, требует их закрепления.</w:t>
      </w:r>
    </w:p>
    <w:p w:rsidR="00783898" w:rsidRPr="000100CD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 w:rsidRPr="000100CD">
        <w:rPr>
          <w:sz w:val="28"/>
          <w:szCs w:val="28"/>
        </w:rPr>
        <w:t>3. Эффективное государственное управление в области лесопользования возможно только на основе системы законодательных актов, регулирующих указанные отношения, что обеспечивает предсказуемость и стабильность природоохранительной политики государства. Отношения в сфере лесопользования сегодня регулируются на основе множества часто слабо взаимосвязанных нормативных правовых актов, ориентированных, как правило, на достижение узких задач лесопользования.</w:t>
      </w:r>
    </w:p>
    <w:p w:rsidR="00783898" w:rsidRPr="000100CD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 w:rsidRPr="000100CD">
        <w:rPr>
          <w:sz w:val="28"/>
          <w:szCs w:val="28"/>
        </w:rPr>
        <w:t>4. В связи с изменениями и дополнения в Закон Республики Беларусь «Об охране окружающей среды, необходимо четко соотнести нововведения закона с нормами Лесного кодекса Республики Беларусь, с целью устранения противоречий и эффективного правоприменения норм в сфере охраны и использования лесов.</w:t>
      </w:r>
    </w:p>
    <w:p w:rsidR="00783898" w:rsidRPr="000100CD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100CD">
        <w:rPr>
          <w:sz w:val="28"/>
          <w:szCs w:val="28"/>
        </w:rPr>
        <w:t>. Необходимо пересмотреть механизм и способы возмещения ущерба при нарушении законодательства в сфере охраны и использования лесов. В частности, ввести методики для расчета ущерба, а не ограничиваться только таксовым методом исчисления ущерба и по фактическим затратам.</w:t>
      </w:r>
    </w:p>
    <w:p w:rsidR="00783898" w:rsidRDefault="00783898" w:rsidP="000100CD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100CD">
        <w:rPr>
          <w:sz w:val="28"/>
          <w:szCs w:val="28"/>
        </w:rPr>
        <w:t xml:space="preserve">. Республика Беларусь – полноправный субъект международных отношений, в том числе и в сфере международной охраны окружающей среды. Полагаем, что решение республиканской экологической проблемы, в частности использования леса, возможно только при учете зарубежного опыта через сотрудничество. По нашему мнению, для республики целесообразным является </w:t>
      </w:r>
      <w:r>
        <w:rPr>
          <w:sz w:val="28"/>
          <w:szCs w:val="28"/>
        </w:rPr>
        <w:t xml:space="preserve">дальнейшее </w:t>
      </w:r>
      <w:r w:rsidRPr="000100CD">
        <w:rPr>
          <w:sz w:val="28"/>
          <w:szCs w:val="28"/>
        </w:rPr>
        <w:t>изучение и широкое применение в Республике Беларусь зарубежного опыта правовой регламентации лесопользования</w:t>
      </w:r>
      <w:r>
        <w:rPr>
          <w:sz w:val="28"/>
          <w:szCs w:val="28"/>
        </w:rPr>
        <w:t xml:space="preserve"> и охраны лесов</w:t>
      </w:r>
      <w:r w:rsidRPr="000100CD">
        <w:rPr>
          <w:sz w:val="28"/>
          <w:szCs w:val="28"/>
        </w:rPr>
        <w:t>, что позволит повысить эффективность государственной экологической политики, снизить уровень неблагоприятного воздействия на лесной фонд и будет способствовать продвижению республики по пути устойчивого развития.</w:t>
      </w:r>
    </w:p>
    <w:p w:rsidR="00783898" w:rsidRPr="006C7CF3" w:rsidRDefault="00783898" w:rsidP="00EA133B">
      <w:pPr>
        <w:spacing w:line="360" w:lineRule="auto"/>
        <w:ind w:firstLine="357"/>
        <w:jc w:val="both"/>
        <w:rPr>
          <w:sz w:val="28"/>
          <w:szCs w:val="28"/>
        </w:rPr>
      </w:pPr>
      <w:r w:rsidRPr="004F2F3E">
        <w:rPr>
          <w:sz w:val="28"/>
          <w:szCs w:val="28"/>
        </w:rPr>
        <w:t xml:space="preserve">Комплексное исследование и имплантация опыта </w:t>
      </w:r>
      <w:r>
        <w:rPr>
          <w:sz w:val="28"/>
          <w:szCs w:val="28"/>
        </w:rPr>
        <w:t xml:space="preserve">зарубежных стран, с учетом специфики национальных правовых систем,  при сотрудничестве </w:t>
      </w:r>
      <w:r w:rsidRPr="004F2F3E">
        <w:rPr>
          <w:sz w:val="28"/>
          <w:szCs w:val="28"/>
        </w:rPr>
        <w:t>в области правового регулирования природопользования и охраны окружающей среды будет способствовать развитию и совершенствованию белорусского законодательства</w:t>
      </w:r>
      <w:r>
        <w:rPr>
          <w:sz w:val="28"/>
          <w:szCs w:val="28"/>
        </w:rPr>
        <w:t xml:space="preserve"> в сфере охраны и использования лесов</w:t>
      </w:r>
      <w:r w:rsidRPr="004F2F3E">
        <w:rPr>
          <w:sz w:val="28"/>
          <w:szCs w:val="28"/>
        </w:rPr>
        <w:t xml:space="preserve"> и все большей интеграции в единый </w:t>
      </w:r>
      <w:r>
        <w:rPr>
          <w:sz w:val="28"/>
          <w:szCs w:val="28"/>
        </w:rPr>
        <w:t>мировой</w:t>
      </w:r>
      <w:r w:rsidRPr="004F2F3E">
        <w:rPr>
          <w:sz w:val="28"/>
          <w:szCs w:val="28"/>
        </w:rPr>
        <w:t xml:space="preserve"> дом, так как это дом без границ, как и сама природа.</w:t>
      </w:r>
    </w:p>
    <w:p w:rsidR="00783898" w:rsidRPr="000100CD" w:rsidRDefault="00783898" w:rsidP="00D41F9B">
      <w:pPr>
        <w:spacing w:line="360" w:lineRule="auto"/>
        <w:rPr>
          <w:b/>
          <w:sz w:val="28"/>
          <w:szCs w:val="28"/>
        </w:rPr>
      </w:pPr>
      <w:r w:rsidRPr="000100CD">
        <w:rPr>
          <w:b/>
          <w:sz w:val="28"/>
          <w:szCs w:val="28"/>
        </w:rPr>
        <w:t>Литература:</w:t>
      </w:r>
    </w:p>
    <w:p w:rsidR="00783898" w:rsidRPr="007C2802" w:rsidRDefault="00783898" w:rsidP="001A0AFF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2802">
        <w:rPr>
          <w:sz w:val="28"/>
          <w:szCs w:val="28"/>
        </w:rPr>
        <w:t>Национальная стратегия устойчивого социально-экономического развития Республики Беларусь на период до 2020 года / Нац. комис. по устойчивому развитию Респ. Беларусь; редкол.: Л.М. Александрович [и др.]. – Минск: Юнипак, 2004. – 202 с.</w:t>
      </w:r>
    </w:p>
    <w:p w:rsidR="00783898" w:rsidRPr="007C2802" w:rsidRDefault="00783898" w:rsidP="001A0AFF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2802">
        <w:rPr>
          <w:sz w:val="28"/>
          <w:szCs w:val="28"/>
        </w:rPr>
        <w:t>Об утверждении Государственной программы развития лесного хозяйства Республики Беларусь на 2011–2015 год: Постановление Совета Министров Респ. Беларусь, 3 нояб. 2010 г., № 1626: в ред. Постановления Совета Министров Респ. Беларусь от 4 июля 2012 г., № 619-ДСП // Нац. Интернет-портал Респ. Беларусь [Электронный ресурс] / Нац. центр правовой информ. Респ. Беларусь. – Минск, 201</w:t>
      </w:r>
      <w:r>
        <w:rPr>
          <w:sz w:val="28"/>
          <w:szCs w:val="28"/>
        </w:rPr>
        <w:t>4</w:t>
      </w:r>
      <w:r w:rsidRPr="007C2802">
        <w:rPr>
          <w:sz w:val="28"/>
          <w:szCs w:val="28"/>
        </w:rPr>
        <w:t xml:space="preserve">. – Режим доступа: http://www.pravo.by. – Дата доступа: </w:t>
      </w:r>
      <w:r>
        <w:rPr>
          <w:sz w:val="28"/>
          <w:szCs w:val="28"/>
        </w:rPr>
        <w:t>20</w:t>
      </w:r>
      <w:r w:rsidRPr="007C2802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7C2802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7C2802">
        <w:rPr>
          <w:sz w:val="28"/>
          <w:szCs w:val="28"/>
        </w:rPr>
        <w:t>.</w:t>
      </w:r>
    </w:p>
    <w:p w:rsidR="00783898" w:rsidRPr="007C2802" w:rsidRDefault="00783898" w:rsidP="001A0AFF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2802">
        <w:rPr>
          <w:sz w:val="28"/>
          <w:szCs w:val="28"/>
        </w:rPr>
        <w:t>Ермолинский, П.М. Лесное право: пособие для студентов лесхоз. профиля вузов Респ. Беларусь / П.М. Ермолинский. 2-е изд. – Минск: Тесей, 2011 – 248 с.</w:t>
      </w:r>
    </w:p>
    <w:p w:rsidR="00783898" w:rsidRPr="001A0AFF" w:rsidRDefault="00783898" w:rsidP="001A0AFF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</w:pPr>
      <w:r w:rsidRPr="007C2802">
        <w:rPr>
          <w:sz w:val="28"/>
          <w:szCs w:val="28"/>
        </w:rPr>
        <w:t>Проект ЕС/ПРООН обсудил возможные пути гармонизации законодательства в области природопользования и использования лесных ресурсов // Совместный проект Европейского Союза и Программы развития ООН в Республике Бела</w:t>
      </w:r>
      <w:r>
        <w:rPr>
          <w:sz w:val="28"/>
          <w:szCs w:val="28"/>
        </w:rPr>
        <w:t>русь [Электронный ресурс] – 2014</w:t>
      </w:r>
      <w:r w:rsidRPr="007C2802">
        <w:rPr>
          <w:sz w:val="28"/>
          <w:szCs w:val="28"/>
        </w:rPr>
        <w:t xml:space="preserve">. – Режим доступа: </w:t>
      </w:r>
      <w:hyperlink r:id="rId5" w:history="1">
        <w:r w:rsidRPr="001A0AFF">
          <w:rPr>
            <w:sz w:val="28"/>
            <w:szCs w:val="28"/>
            <w:u w:val="single"/>
          </w:rPr>
          <w:t>http://greenlogic.by/news.html?id=85</w:t>
        </w:r>
      </w:hyperlink>
      <w:r w:rsidRPr="001A0AFF">
        <w:rPr>
          <w:sz w:val="28"/>
          <w:szCs w:val="28"/>
        </w:rPr>
        <w:t xml:space="preserve">. – Дата доступа: </w:t>
      </w:r>
      <w:r>
        <w:rPr>
          <w:sz w:val="28"/>
          <w:szCs w:val="28"/>
        </w:rPr>
        <w:t>20</w:t>
      </w:r>
      <w:r w:rsidRPr="001A0AFF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1A0AFF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1A0AFF">
        <w:rPr>
          <w:sz w:val="28"/>
          <w:szCs w:val="28"/>
        </w:rPr>
        <w:t>.</w:t>
      </w:r>
    </w:p>
    <w:p w:rsidR="00783898" w:rsidRDefault="00783898" w:rsidP="000100CD">
      <w:pPr>
        <w:spacing w:line="360" w:lineRule="auto"/>
        <w:jc w:val="right"/>
        <w:rPr>
          <w:b/>
          <w:sz w:val="28"/>
          <w:szCs w:val="28"/>
          <w:lang w:val="uk-UA"/>
        </w:rPr>
      </w:pPr>
    </w:p>
    <w:sectPr w:rsidR="00783898" w:rsidSect="00413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B5D4B"/>
    <w:multiLevelType w:val="hybridMultilevel"/>
    <w:tmpl w:val="4D1808A2"/>
    <w:lvl w:ilvl="0" w:tplc="9CBC480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8FE"/>
    <w:rsid w:val="0000013E"/>
    <w:rsid w:val="000009CC"/>
    <w:rsid w:val="00001DB9"/>
    <w:rsid w:val="00002639"/>
    <w:rsid w:val="000026EC"/>
    <w:rsid w:val="000027F2"/>
    <w:rsid w:val="00002B0F"/>
    <w:rsid w:val="00002F99"/>
    <w:rsid w:val="000033AA"/>
    <w:rsid w:val="000048B8"/>
    <w:rsid w:val="00004EAA"/>
    <w:rsid w:val="000052B9"/>
    <w:rsid w:val="0000743A"/>
    <w:rsid w:val="000075D0"/>
    <w:rsid w:val="0000791A"/>
    <w:rsid w:val="0000791B"/>
    <w:rsid w:val="00007E4E"/>
    <w:rsid w:val="00010006"/>
    <w:rsid w:val="000100CD"/>
    <w:rsid w:val="00010125"/>
    <w:rsid w:val="000102CA"/>
    <w:rsid w:val="000109CA"/>
    <w:rsid w:val="00010D82"/>
    <w:rsid w:val="00011115"/>
    <w:rsid w:val="0001114B"/>
    <w:rsid w:val="00011CEC"/>
    <w:rsid w:val="0001253C"/>
    <w:rsid w:val="00012801"/>
    <w:rsid w:val="0001283C"/>
    <w:rsid w:val="000128E3"/>
    <w:rsid w:val="000134A9"/>
    <w:rsid w:val="0001361F"/>
    <w:rsid w:val="0001391A"/>
    <w:rsid w:val="000140A3"/>
    <w:rsid w:val="0001460D"/>
    <w:rsid w:val="0001610C"/>
    <w:rsid w:val="00016337"/>
    <w:rsid w:val="00016BE2"/>
    <w:rsid w:val="00017BCC"/>
    <w:rsid w:val="00017D83"/>
    <w:rsid w:val="00017E42"/>
    <w:rsid w:val="00017EE6"/>
    <w:rsid w:val="00020A9D"/>
    <w:rsid w:val="00020ECC"/>
    <w:rsid w:val="00020EE4"/>
    <w:rsid w:val="000224DC"/>
    <w:rsid w:val="00022E3D"/>
    <w:rsid w:val="00023BD2"/>
    <w:rsid w:val="000240FD"/>
    <w:rsid w:val="00024A78"/>
    <w:rsid w:val="000251E9"/>
    <w:rsid w:val="000256B5"/>
    <w:rsid w:val="0002736C"/>
    <w:rsid w:val="00027509"/>
    <w:rsid w:val="00027934"/>
    <w:rsid w:val="000300CE"/>
    <w:rsid w:val="00030905"/>
    <w:rsid w:val="00030C58"/>
    <w:rsid w:val="00030C81"/>
    <w:rsid w:val="0003112B"/>
    <w:rsid w:val="00031D48"/>
    <w:rsid w:val="000322CB"/>
    <w:rsid w:val="00032608"/>
    <w:rsid w:val="000336C8"/>
    <w:rsid w:val="00033B0F"/>
    <w:rsid w:val="0003507B"/>
    <w:rsid w:val="00035EFF"/>
    <w:rsid w:val="00035F91"/>
    <w:rsid w:val="0003688C"/>
    <w:rsid w:val="00036DCC"/>
    <w:rsid w:val="0003721B"/>
    <w:rsid w:val="00037402"/>
    <w:rsid w:val="000375A4"/>
    <w:rsid w:val="00037FF1"/>
    <w:rsid w:val="000402C2"/>
    <w:rsid w:val="0004099E"/>
    <w:rsid w:val="00040C3F"/>
    <w:rsid w:val="00040C4C"/>
    <w:rsid w:val="00041032"/>
    <w:rsid w:val="000416D3"/>
    <w:rsid w:val="00042016"/>
    <w:rsid w:val="00042783"/>
    <w:rsid w:val="00042BD8"/>
    <w:rsid w:val="00043635"/>
    <w:rsid w:val="00043D99"/>
    <w:rsid w:val="0004424D"/>
    <w:rsid w:val="00044722"/>
    <w:rsid w:val="00044776"/>
    <w:rsid w:val="00044A26"/>
    <w:rsid w:val="00044A7D"/>
    <w:rsid w:val="000458E1"/>
    <w:rsid w:val="00045E8B"/>
    <w:rsid w:val="00046A28"/>
    <w:rsid w:val="00046B7F"/>
    <w:rsid w:val="000471D1"/>
    <w:rsid w:val="00047368"/>
    <w:rsid w:val="0004775E"/>
    <w:rsid w:val="000508DF"/>
    <w:rsid w:val="00050C84"/>
    <w:rsid w:val="0005184B"/>
    <w:rsid w:val="00051FAD"/>
    <w:rsid w:val="00052033"/>
    <w:rsid w:val="000522DB"/>
    <w:rsid w:val="000529DC"/>
    <w:rsid w:val="00052C18"/>
    <w:rsid w:val="00053919"/>
    <w:rsid w:val="00054002"/>
    <w:rsid w:val="00054145"/>
    <w:rsid w:val="00054310"/>
    <w:rsid w:val="000544D9"/>
    <w:rsid w:val="000545AA"/>
    <w:rsid w:val="0005496D"/>
    <w:rsid w:val="000553A5"/>
    <w:rsid w:val="000555BA"/>
    <w:rsid w:val="000568AD"/>
    <w:rsid w:val="00057A6C"/>
    <w:rsid w:val="00057B74"/>
    <w:rsid w:val="00060D88"/>
    <w:rsid w:val="00061645"/>
    <w:rsid w:val="0006200C"/>
    <w:rsid w:val="0006224E"/>
    <w:rsid w:val="00062258"/>
    <w:rsid w:val="00062F08"/>
    <w:rsid w:val="0006314F"/>
    <w:rsid w:val="00063B40"/>
    <w:rsid w:val="00063CA0"/>
    <w:rsid w:val="00064CA1"/>
    <w:rsid w:val="00064E71"/>
    <w:rsid w:val="00065140"/>
    <w:rsid w:val="00065BA8"/>
    <w:rsid w:val="00066305"/>
    <w:rsid w:val="00066369"/>
    <w:rsid w:val="00066E72"/>
    <w:rsid w:val="000672E8"/>
    <w:rsid w:val="00070036"/>
    <w:rsid w:val="00070206"/>
    <w:rsid w:val="0007049A"/>
    <w:rsid w:val="00070A02"/>
    <w:rsid w:val="00070EAD"/>
    <w:rsid w:val="00071313"/>
    <w:rsid w:val="000719FF"/>
    <w:rsid w:val="00071EB4"/>
    <w:rsid w:val="00072A77"/>
    <w:rsid w:val="00072DAB"/>
    <w:rsid w:val="00072E06"/>
    <w:rsid w:val="000737AD"/>
    <w:rsid w:val="00073BB9"/>
    <w:rsid w:val="00074269"/>
    <w:rsid w:val="00074DC3"/>
    <w:rsid w:val="00075A35"/>
    <w:rsid w:val="0007629E"/>
    <w:rsid w:val="00076624"/>
    <w:rsid w:val="0007709A"/>
    <w:rsid w:val="00077577"/>
    <w:rsid w:val="00077B96"/>
    <w:rsid w:val="0008223F"/>
    <w:rsid w:val="00082573"/>
    <w:rsid w:val="000828AF"/>
    <w:rsid w:val="00083404"/>
    <w:rsid w:val="00083DFB"/>
    <w:rsid w:val="0008640A"/>
    <w:rsid w:val="00086B7A"/>
    <w:rsid w:val="00086BC9"/>
    <w:rsid w:val="00086D33"/>
    <w:rsid w:val="00087964"/>
    <w:rsid w:val="000903F4"/>
    <w:rsid w:val="000906F4"/>
    <w:rsid w:val="000907CF"/>
    <w:rsid w:val="0009119F"/>
    <w:rsid w:val="00091560"/>
    <w:rsid w:val="00091D63"/>
    <w:rsid w:val="00091DAF"/>
    <w:rsid w:val="00091DED"/>
    <w:rsid w:val="0009270D"/>
    <w:rsid w:val="000929F2"/>
    <w:rsid w:val="00093ACE"/>
    <w:rsid w:val="000941EF"/>
    <w:rsid w:val="00095076"/>
    <w:rsid w:val="0009509A"/>
    <w:rsid w:val="00095BBB"/>
    <w:rsid w:val="00095EA0"/>
    <w:rsid w:val="00096075"/>
    <w:rsid w:val="000965DD"/>
    <w:rsid w:val="00097080"/>
    <w:rsid w:val="00097613"/>
    <w:rsid w:val="00097C79"/>
    <w:rsid w:val="000A031F"/>
    <w:rsid w:val="000A0485"/>
    <w:rsid w:val="000A0666"/>
    <w:rsid w:val="000A1206"/>
    <w:rsid w:val="000A1361"/>
    <w:rsid w:val="000A1676"/>
    <w:rsid w:val="000A2C8C"/>
    <w:rsid w:val="000A307B"/>
    <w:rsid w:val="000A41E5"/>
    <w:rsid w:val="000A4553"/>
    <w:rsid w:val="000A4735"/>
    <w:rsid w:val="000A4742"/>
    <w:rsid w:val="000A4EB3"/>
    <w:rsid w:val="000A5584"/>
    <w:rsid w:val="000A5701"/>
    <w:rsid w:val="000A6126"/>
    <w:rsid w:val="000A7557"/>
    <w:rsid w:val="000A7644"/>
    <w:rsid w:val="000A76A5"/>
    <w:rsid w:val="000B00BC"/>
    <w:rsid w:val="000B21BB"/>
    <w:rsid w:val="000B250F"/>
    <w:rsid w:val="000B3632"/>
    <w:rsid w:val="000B3F10"/>
    <w:rsid w:val="000B4559"/>
    <w:rsid w:val="000B45DC"/>
    <w:rsid w:val="000B4940"/>
    <w:rsid w:val="000B5823"/>
    <w:rsid w:val="000B59DD"/>
    <w:rsid w:val="000B621A"/>
    <w:rsid w:val="000B651E"/>
    <w:rsid w:val="000B6D26"/>
    <w:rsid w:val="000B713E"/>
    <w:rsid w:val="000B72D4"/>
    <w:rsid w:val="000B79C0"/>
    <w:rsid w:val="000C28C6"/>
    <w:rsid w:val="000C2D0D"/>
    <w:rsid w:val="000C2E08"/>
    <w:rsid w:val="000C32CA"/>
    <w:rsid w:val="000C3522"/>
    <w:rsid w:val="000C3E9E"/>
    <w:rsid w:val="000C407E"/>
    <w:rsid w:val="000C40EC"/>
    <w:rsid w:val="000C448A"/>
    <w:rsid w:val="000C4676"/>
    <w:rsid w:val="000C5062"/>
    <w:rsid w:val="000C51FC"/>
    <w:rsid w:val="000C6445"/>
    <w:rsid w:val="000C6567"/>
    <w:rsid w:val="000C65EE"/>
    <w:rsid w:val="000C6A96"/>
    <w:rsid w:val="000C6D53"/>
    <w:rsid w:val="000C7232"/>
    <w:rsid w:val="000C7523"/>
    <w:rsid w:val="000C7927"/>
    <w:rsid w:val="000D04B5"/>
    <w:rsid w:val="000D105C"/>
    <w:rsid w:val="000D2125"/>
    <w:rsid w:val="000D2546"/>
    <w:rsid w:val="000D41AE"/>
    <w:rsid w:val="000D4200"/>
    <w:rsid w:val="000D4AE9"/>
    <w:rsid w:val="000D56CA"/>
    <w:rsid w:val="000D5BB3"/>
    <w:rsid w:val="000D5E1A"/>
    <w:rsid w:val="000D6E1D"/>
    <w:rsid w:val="000E010C"/>
    <w:rsid w:val="000E03C1"/>
    <w:rsid w:val="000E0800"/>
    <w:rsid w:val="000E0992"/>
    <w:rsid w:val="000E0DD8"/>
    <w:rsid w:val="000E17E6"/>
    <w:rsid w:val="000E1932"/>
    <w:rsid w:val="000E2419"/>
    <w:rsid w:val="000E2ADB"/>
    <w:rsid w:val="000E2F6E"/>
    <w:rsid w:val="000E36CB"/>
    <w:rsid w:val="000E4FAA"/>
    <w:rsid w:val="000E5868"/>
    <w:rsid w:val="000E5FC8"/>
    <w:rsid w:val="000E61E9"/>
    <w:rsid w:val="000E6809"/>
    <w:rsid w:val="000E6AE3"/>
    <w:rsid w:val="000E6E0F"/>
    <w:rsid w:val="000E7AF1"/>
    <w:rsid w:val="000E7CA1"/>
    <w:rsid w:val="000E7CD1"/>
    <w:rsid w:val="000F0392"/>
    <w:rsid w:val="000F042C"/>
    <w:rsid w:val="000F190C"/>
    <w:rsid w:val="000F2505"/>
    <w:rsid w:val="000F2920"/>
    <w:rsid w:val="000F2AA7"/>
    <w:rsid w:val="000F3AB3"/>
    <w:rsid w:val="000F433C"/>
    <w:rsid w:val="000F50B4"/>
    <w:rsid w:val="000F5966"/>
    <w:rsid w:val="000F66D9"/>
    <w:rsid w:val="000F67C4"/>
    <w:rsid w:val="000F6907"/>
    <w:rsid w:val="000F695E"/>
    <w:rsid w:val="000F76CD"/>
    <w:rsid w:val="000F7755"/>
    <w:rsid w:val="000F7B7F"/>
    <w:rsid w:val="000F7C56"/>
    <w:rsid w:val="0010029A"/>
    <w:rsid w:val="001006EC"/>
    <w:rsid w:val="00100881"/>
    <w:rsid w:val="00100B7F"/>
    <w:rsid w:val="001015CE"/>
    <w:rsid w:val="00101F39"/>
    <w:rsid w:val="001024AA"/>
    <w:rsid w:val="00103435"/>
    <w:rsid w:val="00103A41"/>
    <w:rsid w:val="00103B0B"/>
    <w:rsid w:val="0010664E"/>
    <w:rsid w:val="0010673E"/>
    <w:rsid w:val="00106756"/>
    <w:rsid w:val="0010688F"/>
    <w:rsid w:val="00107207"/>
    <w:rsid w:val="0011009C"/>
    <w:rsid w:val="0011025F"/>
    <w:rsid w:val="001103D7"/>
    <w:rsid w:val="00110E89"/>
    <w:rsid w:val="0011105D"/>
    <w:rsid w:val="00111B2D"/>
    <w:rsid w:val="00113308"/>
    <w:rsid w:val="00113700"/>
    <w:rsid w:val="00113A15"/>
    <w:rsid w:val="00113DE6"/>
    <w:rsid w:val="001149B1"/>
    <w:rsid w:val="00114F2A"/>
    <w:rsid w:val="00115221"/>
    <w:rsid w:val="00115B51"/>
    <w:rsid w:val="00115C36"/>
    <w:rsid w:val="00115ED8"/>
    <w:rsid w:val="0011603B"/>
    <w:rsid w:val="00116442"/>
    <w:rsid w:val="001167C8"/>
    <w:rsid w:val="00117E0A"/>
    <w:rsid w:val="0012009F"/>
    <w:rsid w:val="001205E4"/>
    <w:rsid w:val="00121237"/>
    <w:rsid w:val="001216A9"/>
    <w:rsid w:val="00122074"/>
    <w:rsid w:val="00122361"/>
    <w:rsid w:val="00122445"/>
    <w:rsid w:val="00122529"/>
    <w:rsid w:val="00122CC8"/>
    <w:rsid w:val="001244B5"/>
    <w:rsid w:val="001248E9"/>
    <w:rsid w:val="00124CC2"/>
    <w:rsid w:val="0012512C"/>
    <w:rsid w:val="001264A8"/>
    <w:rsid w:val="0012661E"/>
    <w:rsid w:val="001278E1"/>
    <w:rsid w:val="00127FD1"/>
    <w:rsid w:val="00130006"/>
    <w:rsid w:val="0013002A"/>
    <w:rsid w:val="001300C7"/>
    <w:rsid w:val="001306CE"/>
    <w:rsid w:val="00131321"/>
    <w:rsid w:val="00131390"/>
    <w:rsid w:val="0013164D"/>
    <w:rsid w:val="001322CA"/>
    <w:rsid w:val="00132BF9"/>
    <w:rsid w:val="00133235"/>
    <w:rsid w:val="00133688"/>
    <w:rsid w:val="00134480"/>
    <w:rsid w:val="001349DF"/>
    <w:rsid w:val="001352A5"/>
    <w:rsid w:val="001353CB"/>
    <w:rsid w:val="0013672C"/>
    <w:rsid w:val="0013713D"/>
    <w:rsid w:val="001371DE"/>
    <w:rsid w:val="0014005D"/>
    <w:rsid w:val="00140E08"/>
    <w:rsid w:val="0014117B"/>
    <w:rsid w:val="00141D6F"/>
    <w:rsid w:val="00141DAD"/>
    <w:rsid w:val="00142575"/>
    <w:rsid w:val="00142AFD"/>
    <w:rsid w:val="00142CB0"/>
    <w:rsid w:val="00143638"/>
    <w:rsid w:val="00143764"/>
    <w:rsid w:val="0014496E"/>
    <w:rsid w:val="00144A6D"/>
    <w:rsid w:val="00144B96"/>
    <w:rsid w:val="0014515E"/>
    <w:rsid w:val="00145A4E"/>
    <w:rsid w:val="001465A3"/>
    <w:rsid w:val="0014670B"/>
    <w:rsid w:val="00146A62"/>
    <w:rsid w:val="00146BBF"/>
    <w:rsid w:val="00146C55"/>
    <w:rsid w:val="001471C8"/>
    <w:rsid w:val="00147CCB"/>
    <w:rsid w:val="001505F8"/>
    <w:rsid w:val="00150774"/>
    <w:rsid w:val="00151573"/>
    <w:rsid w:val="00151968"/>
    <w:rsid w:val="00151CEB"/>
    <w:rsid w:val="001529A6"/>
    <w:rsid w:val="0015306F"/>
    <w:rsid w:val="001533ED"/>
    <w:rsid w:val="00154357"/>
    <w:rsid w:val="001546FE"/>
    <w:rsid w:val="00154C41"/>
    <w:rsid w:val="00155155"/>
    <w:rsid w:val="00155445"/>
    <w:rsid w:val="00155DE2"/>
    <w:rsid w:val="0015635C"/>
    <w:rsid w:val="0015747C"/>
    <w:rsid w:val="00157527"/>
    <w:rsid w:val="00160EB9"/>
    <w:rsid w:val="001610D8"/>
    <w:rsid w:val="001615F0"/>
    <w:rsid w:val="00161631"/>
    <w:rsid w:val="00161D1F"/>
    <w:rsid w:val="001621E6"/>
    <w:rsid w:val="001622E3"/>
    <w:rsid w:val="00162369"/>
    <w:rsid w:val="00163114"/>
    <w:rsid w:val="00163432"/>
    <w:rsid w:val="001634FE"/>
    <w:rsid w:val="00163D38"/>
    <w:rsid w:val="00165159"/>
    <w:rsid w:val="001653FC"/>
    <w:rsid w:val="00165641"/>
    <w:rsid w:val="00165DBE"/>
    <w:rsid w:val="001666A8"/>
    <w:rsid w:val="00166DB0"/>
    <w:rsid w:val="00167BEB"/>
    <w:rsid w:val="00167E6A"/>
    <w:rsid w:val="00170EDB"/>
    <w:rsid w:val="001718B5"/>
    <w:rsid w:val="00171B59"/>
    <w:rsid w:val="00171C94"/>
    <w:rsid w:val="00172279"/>
    <w:rsid w:val="001723A3"/>
    <w:rsid w:val="00172F3A"/>
    <w:rsid w:val="00173FBD"/>
    <w:rsid w:val="00174146"/>
    <w:rsid w:val="00174CAE"/>
    <w:rsid w:val="00174D1D"/>
    <w:rsid w:val="00175C4E"/>
    <w:rsid w:val="00175C98"/>
    <w:rsid w:val="0017667B"/>
    <w:rsid w:val="001769B9"/>
    <w:rsid w:val="00176F0C"/>
    <w:rsid w:val="001773FF"/>
    <w:rsid w:val="0017786F"/>
    <w:rsid w:val="00177D59"/>
    <w:rsid w:val="00180226"/>
    <w:rsid w:val="0018033E"/>
    <w:rsid w:val="00180C86"/>
    <w:rsid w:val="00181F28"/>
    <w:rsid w:val="001828DA"/>
    <w:rsid w:val="00182953"/>
    <w:rsid w:val="00182D3C"/>
    <w:rsid w:val="00183491"/>
    <w:rsid w:val="00184B06"/>
    <w:rsid w:val="00184BE6"/>
    <w:rsid w:val="00185267"/>
    <w:rsid w:val="001852A9"/>
    <w:rsid w:val="00185C15"/>
    <w:rsid w:val="00185C5B"/>
    <w:rsid w:val="00185DF3"/>
    <w:rsid w:val="00186538"/>
    <w:rsid w:val="00186702"/>
    <w:rsid w:val="0019031C"/>
    <w:rsid w:val="001909FB"/>
    <w:rsid w:val="00190F55"/>
    <w:rsid w:val="00191803"/>
    <w:rsid w:val="00191A43"/>
    <w:rsid w:val="001921C5"/>
    <w:rsid w:val="00192DC0"/>
    <w:rsid w:val="0019394A"/>
    <w:rsid w:val="00193CCF"/>
    <w:rsid w:val="00194868"/>
    <w:rsid w:val="00195B22"/>
    <w:rsid w:val="00195B4E"/>
    <w:rsid w:val="00196100"/>
    <w:rsid w:val="00196465"/>
    <w:rsid w:val="001967DA"/>
    <w:rsid w:val="00196B86"/>
    <w:rsid w:val="00196C46"/>
    <w:rsid w:val="00196EAC"/>
    <w:rsid w:val="001A0AFF"/>
    <w:rsid w:val="001A172C"/>
    <w:rsid w:val="001A18FC"/>
    <w:rsid w:val="001A1A89"/>
    <w:rsid w:val="001A1BB6"/>
    <w:rsid w:val="001A1E1A"/>
    <w:rsid w:val="001A2228"/>
    <w:rsid w:val="001A2E9F"/>
    <w:rsid w:val="001A349F"/>
    <w:rsid w:val="001A3AE5"/>
    <w:rsid w:val="001A5C1E"/>
    <w:rsid w:val="001A5F67"/>
    <w:rsid w:val="001A6454"/>
    <w:rsid w:val="001A6915"/>
    <w:rsid w:val="001A6AAF"/>
    <w:rsid w:val="001A70BE"/>
    <w:rsid w:val="001A7C3E"/>
    <w:rsid w:val="001A7C8F"/>
    <w:rsid w:val="001A7EA2"/>
    <w:rsid w:val="001B0716"/>
    <w:rsid w:val="001B08FE"/>
    <w:rsid w:val="001B10CC"/>
    <w:rsid w:val="001B172B"/>
    <w:rsid w:val="001B2235"/>
    <w:rsid w:val="001B2444"/>
    <w:rsid w:val="001B264A"/>
    <w:rsid w:val="001B26EE"/>
    <w:rsid w:val="001B2C4D"/>
    <w:rsid w:val="001B2DE5"/>
    <w:rsid w:val="001B3955"/>
    <w:rsid w:val="001B3E63"/>
    <w:rsid w:val="001B3FED"/>
    <w:rsid w:val="001B5341"/>
    <w:rsid w:val="001B5A6E"/>
    <w:rsid w:val="001B5C39"/>
    <w:rsid w:val="001B69F4"/>
    <w:rsid w:val="001B7D5B"/>
    <w:rsid w:val="001B7D96"/>
    <w:rsid w:val="001C043E"/>
    <w:rsid w:val="001C04C9"/>
    <w:rsid w:val="001C051C"/>
    <w:rsid w:val="001C0FF9"/>
    <w:rsid w:val="001C1631"/>
    <w:rsid w:val="001C1776"/>
    <w:rsid w:val="001C2B84"/>
    <w:rsid w:val="001C3105"/>
    <w:rsid w:val="001C3740"/>
    <w:rsid w:val="001C53B7"/>
    <w:rsid w:val="001C584A"/>
    <w:rsid w:val="001C5908"/>
    <w:rsid w:val="001C628E"/>
    <w:rsid w:val="001C6847"/>
    <w:rsid w:val="001C7EE1"/>
    <w:rsid w:val="001D098D"/>
    <w:rsid w:val="001D09EE"/>
    <w:rsid w:val="001D0EBF"/>
    <w:rsid w:val="001D12E3"/>
    <w:rsid w:val="001D1D7D"/>
    <w:rsid w:val="001D1FC1"/>
    <w:rsid w:val="001D2392"/>
    <w:rsid w:val="001D299D"/>
    <w:rsid w:val="001D2E6D"/>
    <w:rsid w:val="001D3469"/>
    <w:rsid w:val="001D3961"/>
    <w:rsid w:val="001D3AB4"/>
    <w:rsid w:val="001D3D89"/>
    <w:rsid w:val="001D405C"/>
    <w:rsid w:val="001D4420"/>
    <w:rsid w:val="001D5132"/>
    <w:rsid w:val="001D516B"/>
    <w:rsid w:val="001D537A"/>
    <w:rsid w:val="001D5FF3"/>
    <w:rsid w:val="001D6992"/>
    <w:rsid w:val="001D70DB"/>
    <w:rsid w:val="001D7477"/>
    <w:rsid w:val="001D76F9"/>
    <w:rsid w:val="001D7D7B"/>
    <w:rsid w:val="001E11AB"/>
    <w:rsid w:val="001E15E4"/>
    <w:rsid w:val="001E283F"/>
    <w:rsid w:val="001E2EEE"/>
    <w:rsid w:val="001E3108"/>
    <w:rsid w:val="001E3E28"/>
    <w:rsid w:val="001E40FF"/>
    <w:rsid w:val="001E5A67"/>
    <w:rsid w:val="001E5A7F"/>
    <w:rsid w:val="001E6482"/>
    <w:rsid w:val="001E66DA"/>
    <w:rsid w:val="001E6A7E"/>
    <w:rsid w:val="001F0B4F"/>
    <w:rsid w:val="001F0D55"/>
    <w:rsid w:val="001F0DFD"/>
    <w:rsid w:val="001F1F32"/>
    <w:rsid w:val="001F24EA"/>
    <w:rsid w:val="001F2852"/>
    <w:rsid w:val="001F2E0C"/>
    <w:rsid w:val="001F3538"/>
    <w:rsid w:val="001F3AD9"/>
    <w:rsid w:val="001F42A2"/>
    <w:rsid w:val="001F4696"/>
    <w:rsid w:val="001F48F8"/>
    <w:rsid w:val="001F4B22"/>
    <w:rsid w:val="001F4DD4"/>
    <w:rsid w:val="001F5266"/>
    <w:rsid w:val="001F57FA"/>
    <w:rsid w:val="001F5B89"/>
    <w:rsid w:val="001F5C12"/>
    <w:rsid w:val="001F6460"/>
    <w:rsid w:val="001F6ED8"/>
    <w:rsid w:val="001F7679"/>
    <w:rsid w:val="001F76D0"/>
    <w:rsid w:val="001F7763"/>
    <w:rsid w:val="001F7FF9"/>
    <w:rsid w:val="0020096D"/>
    <w:rsid w:val="00200FE9"/>
    <w:rsid w:val="0020122A"/>
    <w:rsid w:val="00201310"/>
    <w:rsid w:val="00201963"/>
    <w:rsid w:val="00201FDB"/>
    <w:rsid w:val="0020256D"/>
    <w:rsid w:val="00202886"/>
    <w:rsid w:val="00202EE3"/>
    <w:rsid w:val="0020377E"/>
    <w:rsid w:val="00203CF1"/>
    <w:rsid w:val="00204157"/>
    <w:rsid w:val="002043E8"/>
    <w:rsid w:val="00204D21"/>
    <w:rsid w:val="00204D31"/>
    <w:rsid w:val="00204D54"/>
    <w:rsid w:val="00204E24"/>
    <w:rsid w:val="00204E86"/>
    <w:rsid w:val="0020543B"/>
    <w:rsid w:val="00205443"/>
    <w:rsid w:val="002056DE"/>
    <w:rsid w:val="00207221"/>
    <w:rsid w:val="002072CC"/>
    <w:rsid w:val="0020742C"/>
    <w:rsid w:val="002077C8"/>
    <w:rsid w:val="0021045C"/>
    <w:rsid w:val="002104B8"/>
    <w:rsid w:val="00210B60"/>
    <w:rsid w:val="00211F65"/>
    <w:rsid w:val="002122E1"/>
    <w:rsid w:val="00213510"/>
    <w:rsid w:val="00213D88"/>
    <w:rsid w:val="00213DF8"/>
    <w:rsid w:val="0021574B"/>
    <w:rsid w:val="00215C5B"/>
    <w:rsid w:val="00215CAD"/>
    <w:rsid w:val="0021660E"/>
    <w:rsid w:val="00217552"/>
    <w:rsid w:val="002175B1"/>
    <w:rsid w:val="00217C90"/>
    <w:rsid w:val="00217DEC"/>
    <w:rsid w:val="002207F8"/>
    <w:rsid w:val="00220DFB"/>
    <w:rsid w:val="002219E8"/>
    <w:rsid w:val="00221B9B"/>
    <w:rsid w:val="00221D5C"/>
    <w:rsid w:val="0022291D"/>
    <w:rsid w:val="002236FC"/>
    <w:rsid w:val="00224CF3"/>
    <w:rsid w:val="0022602A"/>
    <w:rsid w:val="00226107"/>
    <w:rsid w:val="002264C5"/>
    <w:rsid w:val="00226D96"/>
    <w:rsid w:val="002272C2"/>
    <w:rsid w:val="002272EB"/>
    <w:rsid w:val="00227A57"/>
    <w:rsid w:val="00227B0D"/>
    <w:rsid w:val="00230305"/>
    <w:rsid w:val="002309A0"/>
    <w:rsid w:val="00230BEF"/>
    <w:rsid w:val="0023303E"/>
    <w:rsid w:val="00233059"/>
    <w:rsid w:val="002337F6"/>
    <w:rsid w:val="00233A80"/>
    <w:rsid w:val="00234E3B"/>
    <w:rsid w:val="0023540C"/>
    <w:rsid w:val="0023549A"/>
    <w:rsid w:val="00235943"/>
    <w:rsid w:val="002362F0"/>
    <w:rsid w:val="002374E4"/>
    <w:rsid w:val="00237B01"/>
    <w:rsid w:val="002401F6"/>
    <w:rsid w:val="002404C6"/>
    <w:rsid w:val="00240AC9"/>
    <w:rsid w:val="00241414"/>
    <w:rsid w:val="00241936"/>
    <w:rsid w:val="0024297A"/>
    <w:rsid w:val="00242ABB"/>
    <w:rsid w:val="00243A1D"/>
    <w:rsid w:val="002444DD"/>
    <w:rsid w:val="0024470A"/>
    <w:rsid w:val="00244B29"/>
    <w:rsid w:val="00244CE5"/>
    <w:rsid w:val="00244D3A"/>
    <w:rsid w:val="00245726"/>
    <w:rsid w:val="00245CED"/>
    <w:rsid w:val="00247343"/>
    <w:rsid w:val="00247932"/>
    <w:rsid w:val="00247938"/>
    <w:rsid w:val="00250498"/>
    <w:rsid w:val="0025142C"/>
    <w:rsid w:val="00251F47"/>
    <w:rsid w:val="0025272D"/>
    <w:rsid w:val="00252786"/>
    <w:rsid w:val="0025281B"/>
    <w:rsid w:val="00253ACD"/>
    <w:rsid w:val="00253CDF"/>
    <w:rsid w:val="00253EB9"/>
    <w:rsid w:val="0025444A"/>
    <w:rsid w:val="00254969"/>
    <w:rsid w:val="00254DD9"/>
    <w:rsid w:val="00255660"/>
    <w:rsid w:val="002564F8"/>
    <w:rsid w:val="00257319"/>
    <w:rsid w:val="0025753E"/>
    <w:rsid w:val="0026020B"/>
    <w:rsid w:val="002605A4"/>
    <w:rsid w:val="0026075E"/>
    <w:rsid w:val="00260EE9"/>
    <w:rsid w:val="0026135C"/>
    <w:rsid w:val="002615E9"/>
    <w:rsid w:val="0026213A"/>
    <w:rsid w:val="00262219"/>
    <w:rsid w:val="0026365C"/>
    <w:rsid w:val="00263A8D"/>
    <w:rsid w:val="002640D1"/>
    <w:rsid w:val="0026631A"/>
    <w:rsid w:val="002666E0"/>
    <w:rsid w:val="002667E1"/>
    <w:rsid w:val="002672AF"/>
    <w:rsid w:val="002676EE"/>
    <w:rsid w:val="00270121"/>
    <w:rsid w:val="00270307"/>
    <w:rsid w:val="002704E6"/>
    <w:rsid w:val="0027102F"/>
    <w:rsid w:val="002716A0"/>
    <w:rsid w:val="00272224"/>
    <w:rsid w:val="00273168"/>
    <w:rsid w:val="002739E2"/>
    <w:rsid w:val="00273AC5"/>
    <w:rsid w:val="0027593E"/>
    <w:rsid w:val="002759C9"/>
    <w:rsid w:val="0027606D"/>
    <w:rsid w:val="002761B9"/>
    <w:rsid w:val="00276E4D"/>
    <w:rsid w:val="00277310"/>
    <w:rsid w:val="00277DDF"/>
    <w:rsid w:val="00277EE9"/>
    <w:rsid w:val="002804C6"/>
    <w:rsid w:val="0028051D"/>
    <w:rsid w:val="00282991"/>
    <w:rsid w:val="00282E42"/>
    <w:rsid w:val="002835FD"/>
    <w:rsid w:val="002837D6"/>
    <w:rsid w:val="00283F7A"/>
    <w:rsid w:val="00283F98"/>
    <w:rsid w:val="00284177"/>
    <w:rsid w:val="002841C5"/>
    <w:rsid w:val="00284A51"/>
    <w:rsid w:val="002850CE"/>
    <w:rsid w:val="00286234"/>
    <w:rsid w:val="00286609"/>
    <w:rsid w:val="00287372"/>
    <w:rsid w:val="00290B4C"/>
    <w:rsid w:val="002916E0"/>
    <w:rsid w:val="00292D04"/>
    <w:rsid w:val="002940CD"/>
    <w:rsid w:val="00294DAF"/>
    <w:rsid w:val="00294EEA"/>
    <w:rsid w:val="002954D7"/>
    <w:rsid w:val="00295DA8"/>
    <w:rsid w:val="00297057"/>
    <w:rsid w:val="002A043C"/>
    <w:rsid w:val="002A0A8F"/>
    <w:rsid w:val="002A0B20"/>
    <w:rsid w:val="002A1737"/>
    <w:rsid w:val="002A1AB5"/>
    <w:rsid w:val="002A1FAC"/>
    <w:rsid w:val="002A2289"/>
    <w:rsid w:val="002A31A6"/>
    <w:rsid w:val="002A357F"/>
    <w:rsid w:val="002A3C41"/>
    <w:rsid w:val="002A3E24"/>
    <w:rsid w:val="002A472A"/>
    <w:rsid w:val="002A47AA"/>
    <w:rsid w:val="002A4C5C"/>
    <w:rsid w:val="002A54D4"/>
    <w:rsid w:val="002A55E9"/>
    <w:rsid w:val="002A570B"/>
    <w:rsid w:val="002A6555"/>
    <w:rsid w:val="002A6A89"/>
    <w:rsid w:val="002A7677"/>
    <w:rsid w:val="002B098B"/>
    <w:rsid w:val="002B0FBC"/>
    <w:rsid w:val="002B1152"/>
    <w:rsid w:val="002B16DD"/>
    <w:rsid w:val="002B1B63"/>
    <w:rsid w:val="002B1FE7"/>
    <w:rsid w:val="002B2305"/>
    <w:rsid w:val="002B263C"/>
    <w:rsid w:val="002B2741"/>
    <w:rsid w:val="002B2A33"/>
    <w:rsid w:val="002B2F0B"/>
    <w:rsid w:val="002B326D"/>
    <w:rsid w:val="002B37F1"/>
    <w:rsid w:val="002B4C89"/>
    <w:rsid w:val="002B5496"/>
    <w:rsid w:val="002B58C0"/>
    <w:rsid w:val="002B5BAD"/>
    <w:rsid w:val="002B5BF4"/>
    <w:rsid w:val="002B6396"/>
    <w:rsid w:val="002B6B45"/>
    <w:rsid w:val="002B7D14"/>
    <w:rsid w:val="002B7D47"/>
    <w:rsid w:val="002B7E4E"/>
    <w:rsid w:val="002C0DA0"/>
    <w:rsid w:val="002C1E16"/>
    <w:rsid w:val="002C21B7"/>
    <w:rsid w:val="002C39EC"/>
    <w:rsid w:val="002C3D6A"/>
    <w:rsid w:val="002C47CF"/>
    <w:rsid w:val="002C4E9F"/>
    <w:rsid w:val="002C66FB"/>
    <w:rsid w:val="002C67E3"/>
    <w:rsid w:val="002C689F"/>
    <w:rsid w:val="002C68D8"/>
    <w:rsid w:val="002C70D1"/>
    <w:rsid w:val="002C727D"/>
    <w:rsid w:val="002C7B5E"/>
    <w:rsid w:val="002D021E"/>
    <w:rsid w:val="002D052F"/>
    <w:rsid w:val="002D0B08"/>
    <w:rsid w:val="002D100D"/>
    <w:rsid w:val="002D1301"/>
    <w:rsid w:val="002D2D1B"/>
    <w:rsid w:val="002D31A3"/>
    <w:rsid w:val="002D3414"/>
    <w:rsid w:val="002D3651"/>
    <w:rsid w:val="002D386A"/>
    <w:rsid w:val="002D3FE7"/>
    <w:rsid w:val="002D4384"/>
    <w:rsid w:val="002D44A6"/>
    <w:rsid w:val="002D572E"/>
    <w:rsid w:val="002D5C36"/>
    <w:rsid w:val="002D5EC7"/>
    <w:rsid w:val="002D6A18"/>
    <w:rsid w:val="002D7302"/>
    <w:rsid w:val="002D74D7"/>
    <w:rsid w:val="002D77A7"/>
    <w:rsid w:val="002D7817"/>
    <w:rsid w:val="002D7C6C"/>
    <w:rsid w:val="002E00FF"/>
    <w:rsid w:val="002E0A60"/>
    <w:rsid w:val="002E1E63"/>
    <w:rsid w:val="002E1F09"/>
    <w:rsid w:val="002E2052"/>
    <w:rsid w:val="002E282E"/>
    <w:rsid w:val="002E2A4F"/>
    <w:rsid w:val="002E2D29"/>
    <w:rsid w:val="002E3CAE"/>
    <w:rsid w:val="002E51BA"/>
    <w:rsid w:val="002E5321"/>
    <w:rsid w:val="002E5D3D"/>
    <w:rsid w:val="002E5EF5"/>
    <w:rsid w:val="002E639A"/>
    <w:rsid w:val="002E7D51"/>
    <w:rsid w:val="002E7EE8"/>
    <w:rsid w:val="002F01C4"/>
    <w:rsid w:val="002F0A78"/>
    <w:rsid w:val="002F0FB3"/>
    <w:rsid w:val="002F1F50"/>
    <w:rsid w:val="002F318F"/>
    <w:rsid w:val="002F410A"/>
    <w:rsid w:val="002F441B"/>
    <w:rsid w:val="002F48B5"/>
    <w:rsid w:val="002F49F9"/>
    <w:rsid w:val="002F5272"/>
    <w:rsid w:val="002F5E6F"/>
    <w:rsid w:val="002F6B48"/>
    <w:rsid w:val="002F7117"/>
    <w:rsid w:val="002F7187"/>
    <w:rsid w:val="002F71E7"/>
    <w:rsid w:val="002F7909"/>
    <w:rsid w:val="002F7D2C"/>
    <w:rsid w:val="00300539"/>
    <w:rsid w:val="00300F7B"/>
    <w:rsid w:val="003011D8"/>
    <w:rsid w:val="00301AE7"/>
    <w:rsid w:val="00302120"/>
    <w:rsid w:val="0030217D"/>
    <w:rsid w:val="003023B2"/>
    <w:rsid w:val="00304007"/>
    <w:rsid w:val="003042C2"/>
    <w:rsid w:val="003047EE"/>
    <w:rsid w:val="00305563"/>
    <w:rsid w:val="00305631"/>
    <w:rsid w:val="00305CC0"/>
    <w:rsid w:val="00305E4C"/>
    <w:rsid w:val="00306739"/>
    <w:rsid w:val="003070A3"/>
    <w:rsid w:val="0031024D"/>
    <w:rsid w:val="003108DD"/>
    <w:rsid w:val="00311BD8"/>
    <w:rsid w:val="00312C19"/>
    <w:rsid w:val="00312CC1"/>
    <w:rsid w:val="00312FBD"/>
    <w:rsid w:val="0031332F"/>
    <w:rsid w:val="00313393"/>
    <w:rsid w:val="00313449"/>
    <w:rsid w:val="003135B5"/>
    <w:rsid w:val="00313A5E"/>
    <w:rsid w:val="00313CB6"/>
    <w:rsid w:val="00313EF8"/>
    <w:rsid w:val="00315369"/>
    <w:rsid w:val="0031571D"/>
    <w:rsid w:val="00315F3F"/>
    <w:rsid w:val="00316974"/>
    <w:rsid w:val="003170B3"/>
    <w:rsid w:val="003178B7"/>
    <w:rsid w:val="00317DA5"/>
    <w:rsid w:val="00317DE1"/>
    <w:rsid w:val="003200A6"/>
    <w:rsid w:val="003201C6"/>
    <w:rsid w:val="00320EE9"/>
    <w:rsid w:val="0032184A"/>
    <w:rsid w:val="00321F49"/>
    <w:rsid w:val="00322429"/>
    <w:rsid w:val="00323656"/>
    <w:rsid w:val="00323D1F"/>
    <w:rsid w:val="00324003"/>
    <w:rsid w:val="0032406B"/>
    <w:rsid w:val="003240AC"/>
    <w:rsid w:val="003243EE"/>
    <w:rsid w:val="003244C7"/>
    <w:rsid w:val="00325380"/>
    <w:rsid w:val="00325A3F"/>
    <w:rsid w:val="00325A9B"/>
    <w:rsid w:val="00325CCB"/>
    <w:rsid w:val="00325F66"/>
    <w:rsid w:val="00326DD1"/>
    <w:rsid w:val="00327BA8"/>
    <w:rsid w:val="00327FE8"/>
    <w:rsid w:val="00330646"/>
    <w:rsid w:val="0033095A"/>
    <w:rsid w:val="00330F8C"/>
    <w:rsid w:val="00331021"/>
    <w:rsid w:val="00331FEC"/>
    <w:rsid w:val="003332AB"/>
    <w:rsid w:val="00333DC9"/>
    <w:rsid w:val="003345F9"/>
    <w:rsid w:val="003348E2"/>
    <w:rsid w:val="003349DF"/>
    <w:rsid w:val="00335A3A"/>
    <w:rsid w:val="0033620F"/>
    <w:rsid w:val="00336228"/>
    <w:rsid w:val="00336812"/>
    <w:rsid w:val="00336A4F"/>
    <w:rsid w:val="00336C77"/>
    <w:rsid w:val="0033771E"/>
    <w:rsid w:val="00337C69"/>
    <w:rsid w:val="003403AF"/>
    <w:rsid w:val="00340D8F"/>
    <w:rsid w:val="00341D31"/>
    <w:rsid w:val="00341E34"/>
    <w:rsid w:val="003426BB"/>
    <w:rsid w:val="00343000"/>
    <w:rsid w:val="0034416F"/>
    <w:rsid w:val="00344189"/>
    <w:rsid w:val="00344714"/>
    <w:rsid w:val="00344787"/>
    <w:rsid w:val="00344CEF"/>
    <w:rsid w:val="00344F05"/>
    <w:rsid w:val="003457E0"/>
    <w:rsid w:val="00346774"/>
    <w:rsid w:val="00347947"/>
    <w:rsid w:val="003506CA"/>
    <w:rsid w:val="00350AC3"/>
    <w:rsid w:val="00351C6A"/>
    <w:rsid w:val="00351CB4"/>
    <w:rsid w:val="00351DD8"/>
    <w:rsid w:val="00352492"/>
    <w:rsid w:val="00352BF3"/>
    <w:rsid w:val="003532CF"/>
    <w:rsid w:val="003533D6"/>
    <w:rsid w:val="00353850"/>
    <w:rsid w:val="00353B58"/>
    <w:rsid w:val="003540FF"/>
    <w:rsid w:val="00354EFE"/>
    <w:rsid w:val="00355684"/>
    <w:rsid w:val="00355815"/>
    <w:rsid w:val="003562C1"/>
    <w:rsid w:val="00356715"/>
    <w:rsid w:val="00356BAC"/>
    <w:rsid w:val="00357427"/>
    <w:rsid w:val="003579F5"/>
    <w:rsid w:val="00357CCF"/>
    <w:rsid w:val="00360498"/>
    <w:rsid w:val="00360F75"/>
    <w:rsid w:val="003616F4"/>
    <w:rsid w:val="00361778"/>
    <w:rsid w:val="00361C90"/>
    <w:rsid w:val="00361CCE"/>
    <w:rsid w:val="003629F4"/>
    <w:rsid w:val="00362C8D"/>
    <w:rsid w:val="00362EFA"/>
    <w:rsid w:val="003631E5"/>
    <w:rsid w:val="00363201"/>
    <w:rsid w:val="00363F34"/>
    <w:rsid w:val="003640AF"/>
    <w:rsid w:val="00365919"/>
    <w:rsid w:val="00365C32"/>
    <w:rsid w:val="00365F44"/>
    <w:rsid w:val="0036701E"/>
    <w:rsid w:val="0036774A"/>
    <w:rsid w:val="00367B04"/>
    <w:rsid w:val="00367D50"/>
    <w:rsid w:val="00367E36"/>
    <w:rsid w:val="00370257"/>
    <w:rsid w:val="00371428"/>
    <w:rsid w:val="00371BDD"/>
    <w:rsid w:val="00372AAE"/>
    <w:rsid w:val="00372AF7"/>
    <w:rsid w:val="00372DB0"/>
    <w:rsid w:val="003730F4"/>
    <w:rsid w:val="0037365D"/>
    <w:rsid w:val="00373FF3"/>
    <w:rsid w:val="0037435E"/>
    <w:rsid w:val="00374ADA"/>
    <w:rsid w:val="00375599"/>
    <w:rsid w:val="0037664D"/>
    <w:rsid w:val="003769EF"/>
    <w:rsid w:val="00377304"/>
    <w:rsid w:val="00377649"/>
    <w:rsid w:val="003779B3"/>
    <w:rsid w:val="00377A7A"/>
    <w:rsid w:val="003801BD"/>
    <w:rsid w:val="003803ED"/>
    <w:rsid w:val="0038060A"/>
    <w:rsid w:val="003811E8"/>
    <w:rsid w:val="0038137E"/>
    <w:rsid w:val="003823CA"/>
    <w:rsid w:val="00382D58"/>
    <w:rsid w:val="0038338B"/>
    <w:rsid w:val="003833CA"/>
    <w:rsid w:val="00383B8A"/>
    <w:rsid w:val="00383E78"/>
    <w:rsid w:val="003847BC"/>
    <w:rsid w:val="00384CB0"/>
    <w:rsid w:val="0038558F"/>
    <w:rsid w:val="0038559F"/>
    <w:rsid w:val="003859EC"/>
    <w:rsid w:val="00385AA8"/>
    <w:rsid w:val="0038628E"/>
    <w:rsid w:val="00386B7F"/>
    <w:rsid w:val="00386BD2"/>
    <w:rsid w:val="00386CBC"/>
    <w:rsid w:val="003902A9"/>
    <w:rsid w:val="00390A5C"/>
    <w:rsid w:val="00390ADE"/>
    <w:rsid w:val="00390E76"/>
    <w:rsid w:val="00390F2C"/>
    <w:rsid w:val="0039109E"/>
    <w:rsid w:val="00391730"/>
    <w:rsid w:val="0039203E"/>
    <w:rsid w:val="003926E9"/>
    <w:rsid w:val="00393A34"/>
    <w:rsid w:val="00393A9B"/>
    <w:rsid w:val="00393B8B"/>
    <w:rsid w:val="003942F4"/>
    <w:rsid w:val="003944D4"/>
    <w:rsid w:val="00394703"/>
    <w:rsid w:val="00394D8D"/>
    <w:rsid w:val="00395E37"/>
    <w:rsid w:val="00396444"/>
    <w:rsid w:val="0039684C"/>
    <w:rsid w:val="0039698A"/>
    <w:rsid w:val="003969A8"/>
    <w:rsid w:val="00396C06"/>
    <w:rsid w:val="003A05FB"/>
    <w:rsid w:val="003A186C"/>
    <w:rsid w:val="003A23E7"/>
    <w:rsid w:val="003A2B4F"/>
    <w:rsid w:val="003A2E4E"/>
    <w:rsid w:val="003A4A9A"/>
    <w:rsid w:val="003A4C30"/>
    <w:rsid w:val="003A5199"/>
    <w:rsid w:val="003A5211"/>
    <w:rsid w:val="003A538F"/>
    <w:rsid w:val="003A5827"/>
    <w:rsid w:val="003A5E74"/>
    <w:rsid w:val="003A6398"/>
    <w:rsid w:val="003A69EA"/>
    <w:rsid w:val="003A7FB4"/>
    <w:rsid w:val="003B049B"/>
    <w:rsid w:val="003B05B6"/>
    <w:rsid w:val="003B070D"/>
    <w:rsid w:val="003B099B"/>
    <w:rsid w:val="003B0D71"/>
    <w:rsid w:val="003B0D87"/>
    <w:rsid w:val="003B17C2"/>
    <w:rsid w:val="003B2CF6"/>
    <w:rsid w:val="003B2D5A"/>
    <w:rsid w:val="003B35AD"/>
    <w:rsid w:val="003B36F1"/>
    <w:rsid w:val="003B3AE5"/>
    <w:rsid w:val="003B3B09"/>
    <w:rsid w:val="003B3E0B"/>
    <w:rsid w:val="003B4FAD"/>
    <w:rsid w:val="003B5074"/>
    <w:rsid w:val="003B5758"/>
    <w:rsid w:val="003B6351"/>
    <w:rsid w:val="003B69A7"/>
    <w:rsid w:val="003B7139"/>
    <w:rsid w:val="003B75BB"/>
    <w:rsid w:val="003C084F"/>
    <w:rsid w:val="003C1752"/>
    <w:rsid w:val="003C1D61"/>
    <w:rsid w:val="003C1F8F"/>
    <w:rsid w:val="003C2181"/>
    <w:rsid w:val="003C2393"/>
    <w:rsid w:val="003C2803"/>
    <w:rsid w:val="003C3491"/>
    <w:rsid w:val="003C427B"/>
    <w:rsid w:val="003C4D9D"/>
    <w:rsid w:val="003C680A"/>
    <w:rsid w:val="003C6D35"/>
    <w:rsid w:val="003C72A2"/>
    <w:rsid w:val="003C7C1B"/>
    <w:rsid w:val="003C7C42"/>
    <w:rsid w:val="003D059B"/>
    <w:rsid w:val="003D09C8"/>
    <w:rsid w:val="003D0A83"/>
    <w:rsid w:val="003D0ADE"/>
    <w:rsid w:val="003D198A"/>
    <w:rsid w:val="003D19E6"/>
    <w:rsid w:val="003D35A4"/>
    <w:rsid w:val="003D3EA3"/>
    <w:rsid w:val="003D4103"/>
    <w:rsid w:val="003D4560"/>
    <w:rsid w:val="003D4772"/>
    <w:rsid w:val="003D5379"/>
    <w:rsid w:val="003D5403"/>
    <w:rsid w:val="003D574E"/>
    <w:rsid w:val="003D5C7A"/>
    <w:rsid w:val="003D5D8E"/>
    <w:rsid w:val="003D60F7"/>
    <w:rsid w:val="003D692A"/>
    <w:rsid w:val="003D79CE"/>
    <w:rsid w:val="003D7DE0"/>
    <w:rsid w:val="003D7F4F"/>
    <w:rsid w:val="003E0238"/>
    <w:rsid w:val="003E121B"/>
    <w:rsid w:val="003E19AE"/>
    <w:rsid w:val="003E26C9"/>
    <w:rsid w:val="003E28BB"/>
    <w:rsid w:val="003E2B0A"/>
    <w:rsid w:val="003E2BF8"/>
    <w:rsid w:val="003E2BFE"/>
    <w:rsid w:val="003E3114"/>
    <w:rsid w:val="003E3930"/>
    <w:rsid w:val="003E3B8F"/>
    <w:rsid w:val="003E4ED7"/>
    <w:rsid w:val="003E568D"/>
    <w:rsid w:val="003E57F6"/>
    <w:rsid w:val="003E5AC2"/>
    <w:rsid w:val="003E5DF1"/>
    <w:rsid w:val="003E6954"/>
    <w:rsid w:val="003E6B01"/>
    <w:rsid w:val="003F0108"/>
    <w:rsid w:val="003F0E9E"/>
    <w:rsid w:val="003F0FB9"/>
    <w:rsid w:val="003F102C"/>
    <w:rsid w:val="003F1FA9"/>
    <w:rsid w:val="003F2873"/>
    <w:rsid w:val="003F2B97"/>
    <w:rsid w:val="003F2DB4"/>
    <w:rsid w:val="003F31A3"/>
    <w:rsid w:val="003F3B8B"/>
    <w:rsid w:val="003F3E50"/>
    <w:rsid w:val="003F46C2"/>
    <w:rsid w:val="003F5958"/>
    <w:rsid w:val="003F59D8"/>
    <w:rsid w:val="003F5B91"/>
    <w:rsid w:val="003F5EE3"/>
    <w:rsid w:val="003F6C18"/>
    <w:rsid w:val="003F6E0A"/>
    <w:rsid w:val="003F75CC"/>
    <w:rsid w:val="00400441"/>
    <w:rsid w:val="004004FF"/>
    <w:rsid w:val="004009DE"/>
    <w:rsid w:val="00400DAA"/>
    <w:rsid w:val="004020B8"/>
    <w:rsid w:val="0040282E"/>
    <w:rsid w:val="0040353A"/>
    <w:rsid w:val="00404251"/>
    <w:rsid w:val="00404576"/>
    <w:rsid w:val="00404C02"/>
    <w:rsid w:val="004057C0"/>
    <w:rsid w:val="00406E73"/>
    <w:rsid w:val="004073B9"/>
    <w:rsid w:val="0040755C"/>
    <w:rsid w:val="0040756E"/>
    <w:rsid w:val="00410A69"/>
    <w:rsid w:val="00411090"/>
    <w:rsid w:val="004114C4"/>
    <w:rsid w:val="0041258F"/>
    <w:rsid w:val="00413171"/>
    <w:rsid w:val="00413457"/>
    <w:rsid w:val="004138DC"/>
    <w:rsid w:val="00413CBD"/>
    <w:rsid w:val="00413EDB"/>
    <w:rsid w:val="0041421F"/>
    <w:rsid w:val="004149CD"/>
    <w:rsid w:val="00415DDC"/>
    <w:rsid w:val="0041611A"/>
    <w:rsid w:val="00416D4C"/>
    <w:rsid w:val="004176E5"/>
    <w:rsid w:val="00417AD0"/>
    <w:rsid w:val="00417F9C"/>
    <w:rsid w:val="00420253"/>
    <w:rsid w:val="00420E2E"/>
    <w:rsid w:val="00421187"/>
    <w:rsid w:val="00421D7C"/>
    <w:rsid w:val="00422447"/>
    <w:rsid w:val="00423135"/>
    <w:rsid w:val="00423B6A"/>
    <w:rsid w:val="004248C9"/>
    <w:rsid w:val="00424A28"/>
    <w:rsid w:val="004258AE"/>
    <w:rsid w:val="004260F7"/>
    <w:rsid w:val="004262B9"/>
    <w:rsid w:val="00426720"/>
    <w:rsid w:val="00426A5A"/>
    <w:rsid w:val="00426A8F"/>
    <w:rsid w:val="00426DCC"/>
    <w:rsid w:val="004277B0"/>
    <w:rsid w:val="00427CA5"/>
    <w:rsid w:val="00430A50"/>
    <w:rsid w:val="00430E36"/>
    <w:rsid w:val="004319D9"/>
    <w:rsid w:val="0043236A"/>
    <w:rsid w:val="00432925"/>
    <w:rsid w:val="004329DE"/>
    <w:rsid w:val="00432A0D"/>
    <w:rsid w:val="00433136"/>
    <w:rsid w:val="00433209"/>
    <w:rsid w:val="004332DF"/>
    <w:rsid w:val="004333D2"/>
    <w:rsid w:val="00435600"/>
    <w:rsid w:val="004369CF"/>
    <w:rsid w:val="0043797E"/>
    <w:rsid w:val="004400AB"/>
    <w:rsid w:val="004405E6"/>
    <w:rsid w:val="00440659"/>
    <w:rsid w:val="00440D87"/>
    <w:rsid w:val="00440E48"/>
    <w:rsid w:val="00442B50"/>
    <w:rsid w:val="004440E5"/>
    <w:rsid w:val="004445E2"/>
    <w:rsid w:val="004449E8"/>
    <w:rsid w:val="00444C2F"/>
    <w:rsid w:val="0044523B"/>
    <w:rsid w:val="00445A89"/>
    <w:rsid w:val="00445C5D"/>
    <w:rsid w:val="00447125"/>
    <w:rsid w:val="00447E85"/>
    <w:rsid w:val="00450F46"/>
    <w:rsid w:val="00451369"/>
    <w:rsid w:val="0045158A"/>
    <w:rsid w:val="0045188B"/>
    <w:rsid w:val="00452771"/>
    <w:rsid w:val="00452970"/>
    <w:rsid w:val="00453590"/>
    <w:rsid w:val="00453A28"/>
    <w:rsid w:val="00455166"/>
    <w:rsid w:val="00455420"/>
    <w:rsid w:val="00455A7E"/>
    <w:rsid w:val="00455B8D"/>
    <w:rsid w:val="00455F31"/>
    <w:rsid w:val="004576BB"/>
    <w:rsid w:val="00457FAA"/>
    <w:rsid w:val="00460AA7"/>
    <w:rsid w:val="00460C4A"/>
    <w:rsid w:val="00461367"/>
    <w:rsid w:val="004625D3"/>
    <w:rsid w:val="004629EA"/>
    <w:rsid w:val="00462E1B"/>
    <w:rsid w:val="00463099"/>
    <w:rsid w:val="004635AA"/>
    <w:rsid w:val="00463D05"/>
    <w:rsid w:val="0046439B"/>
    <w:rsid w:val="0046515F"/>
    <w:rsid w:val="0046527C"/>
    <w:rsid w:val="00465432"/>
    <w:rsid w:val="004655C0"/>
    <w:rsid w:val="00465676"/>
    <w:rsid w:val="00466B15"/>
    <w:rsid w:val="00466C75"/>
    <w:rsid w:val="004677CD"/>
    <w:rsid w:val="00467A7F"/>
    <w:rsid w:val="004705E1"/>
    <w:rsid w:val="004709EC"/>
    <w:rsid w:val="004719B0"/>
    <w:rsid w:val="004721C6"/>
    <w:rsid w:val="004724AA"/>
    <w:rsid w:val="00472867"/>
    <w:rsid w:val="00472DC2"/>
    <w:rsid w:val="00473BA4"/>
    <w:rsid w:val="00473E98"/>
    <w:rsid w:val="00473EB7"/>
    <w:rsid w:val="0047436E"/>
    <w:rsid w:val="00474479"/>
    <w:rsid w:val="004744A3"/>
    <w:rsid w:val="00476905"/>
    <w:rsid w:val="0047769D"/>
    <w:rsid w:val="00477A29"/>
    <w:rsid w:val="004817D9"/>
    <w:rsid w:val="00481A1C"/>
    <w:rsid w:val="00481CC1"/>
    <w:rsid w:val="00481D33"/>
    <w:rsid w:val="00481E39"/>
    <w:rsid w:val="00483193"/>
    <w:rsid w:val="0048422E"/>
    <w:rsid w:val="00484A9A"/>
    <w:rsid w:val="004852EF"/>
    <w:rsid w:val="00485DDB"/>
    <w:rsid w:val="00486752"/>
    <w:rsid w:val="00487420"/>
    <w:rsid w:val="00487473"/>
    <w:rsid w:val="0048779F"/>
    <w:rsid w:val="00487A71"/>
    <w:rsid w:val="00487C1E"/>
    <w:rsid w:val="00487C43"/>
    <w:rsid w:val="004903F9"/>
    <w:rsid w:val="00490A09"/>
    <w:rsid w:val="00490D92"/>
    <w:rsid w:val="004913EA"/>
    <w:rsid w:val="004917E2"/>
    <w:rsid w:val="0049252E"/>
    <w:rsid w:val="00492562"/>
    <w:rsid w:val="0049299F"/>
    <w:rsid w:val="00493950"/>
    <w:rsid w:val="00493A6A"/>
    <w:rsid w:val="00493BD3"/>
    <w:rsid w:val="00493E96"/>
    <w:rsid w:val="004940C9"/>
    <w:rsid w:val="0049484E"/>
    <w:rsid w:val="00494FC9"/>
    <w:rsid w:val="00495188"/>
    <w:rsid w:val="00495C13"/>
    <w:rsid w:val="00496AB9"/>
    <w:rsid w:val="00496F95"/>
    <w:rsid w:val="00497213"/>
    <w:rsid w:val="0049745A"/>
    <w:rsid w:val="00497541"/>
    <w:rsid w:val="004977F1"/>
    <w:rsid w:val="00497962"/>
    <w:rsid w:val="00497A43"/>
    <w:rsid w:val="004A00B6"/>
    <w:rsid w:val="004A06D1"/>
    <w:rsid w:val="004A0800"/>
    <w:rsid w:val="004A21E0"/>
    <w:rsid w:val="004A2393"/>
    <w:rsid w:val="004A31B5"/>
    <w:rsid w:val="004A4413"/>
    <w:rsid w:val="004A44D0"/>
    <w:rsid w:val="004A4FF2"/>
    <w:rsid w:val="004A5C2A"/>
    <w:rsid w:val="004A71AB"/>
    <w:rsid w:val="004A71FC"/>
    <w:rsid w:val="004A7314"/>
    <w:rsid w:val="004A752D"/>
    <w:rsid w:val="004A7557"/>
    <w:rsid w:val="004A7D3D"/>
    <w:rsid w:val="004B04AA"/>
    <w:rsid w:val="004B08E9"/>
    <w:rsid w:val="004B1248"/>
    <w:rsid w:val="004B1B91"/>
    <w:rsid w:val="004B3011"/>
    <w:rsid w:val="004B3202"/>
    <w:rsid w:val="004B3843"/>
    <w:rsid w:val="004B3A42"/>
    <w:rsid w:val="004B4305"/>
    <w:rsid w:val="004B4322"/>
    <w:rsid w:val="004B46FD"/>
    <w:rsid w:val="004B4C47"/>
    <w:rsid w:val="004B4F62"/>
    <w:rsid w:val="004B564A"/>
    <w:rsid w:val="004B5811"/>
    <w:rsid w:val="004B684B"/>
    <w:rsid w:val="004B7E09"/>
    <w:rsid w:val="004C0357"/>
    <w:rsid w:val="004C2335"/>
    <w:rsid w:val="004C3181"/>
    <w:rsid w:val="004C3427"/>
    <w:rsid w:val="004C3EDE"/>
    <w:rsid w:val="004C4AED"/>
    <w:rsid w:val="004C79BB"/>
    <w:rsid w:val="004D0098"/>
    <w:rsid w:val="004D1873"/>
    <w:rsid w:val="004D1B06"/>
    <w:rsid w:val="004D23A6"/>
    <w:rsid w:val="004D23D4"/>
    <w:rsid w:val="004D27BF"/>
    <w:rsid w:val="004D3468"/>
    <w:rsid w:val="004D35F8"/>
    <w:rsid w:val="004D3C96"/>
    <w:rsid w:val="004D3F25"/>
    <w:rsid w:val="004D4554"/>
    <w:rsid w:val="004D46FC"/>
    <w:rsid w:val="004D4C38"/>
    <w:rsid w:val="004D5F4B"/>
    <w:rsid w:val="004D6430"/>
    <w:rsid w:val="004D643C"/>
    <w:rsid w:val="004D6D08"/>
    <w:rsid w:val="004D7678"/>
    <w:rsid w:val="004D7EA2"/>
    <w:rsid w:val="004E0293"/>
    <w:rsid w:val="004E17B9"/>
    <w:rsid w:val="004E2D56"/>
    <w:rsid w:val="004E33BF"/>
    <w:rsid w:val="004E355D"/>
    <w:rsid w:val="004E4131"/>
    <w:rsid w:val="004E4A5A"/>
    <w:rsid w:val="004E580E"/>
    <w:rsid w:val="004E5AA1"/>
    <w:rsid w:val="004E6550"/>
    <w:rsid w:val="004E6A13"/>
    <w:rsid w:val="004E7F7B"/>
    <w:rsid w:val="004F080E"/>
    <w:rsid w:val="004F0896"/>
    <w:rsid w:val="004F0C01"/>
    <w:rsid w:val="004F12FE"/>
    <w:rsid w:val="004F1972"/>
    <w:rsid w:val="004F1AB7"/>
    <w:rsid w:val="004F1B55"/>
    <w:rsid w:val="004F1C3D"/>
    <w:rsid w:val="004F24FE"/>
    <w:rsid w:val="004F28E2"/>
    <w:rsid w:val="004F2F3E"/>
    <w:rsid w:val="004F3C4C"/>
    <w:rsid w:val="004F3D34"/>
    <w:rsid w:val="004F3D7D"/>
    <w:rsid w:val="004F3EB0"/>
    <w:rsid w:val="004F53E6"/>
    <w:rsid w:val="004F57CA"/>
    <w:rsid w:val="004F5979"/>
    <w:rsid w:val="004F705A"/>
    <w:rsid w:val="004F71B5"/>
    <w:rsid w:val="004F76B4"/>
    <w:rsid w:val="0050064C"/>
    <w:rsid w:val="00500D0E"/>
    <w:rsid w:val="00500FFF"/>
    <w:rsid w:val="005012B1"/>
    <w:rsid w:val="005024BF"/>
    <w:rsid w:val="00502688"/>
    <w:rsid w:val="0050385F"/>
    <w:rsid w:val="00504A69"/>
    <w:rsid w:val="00504BFF"/>
    <w:rsid w:val="00504DC9"/>
    <w:rsid w:val="005051C1"/>
    <w:rsid w:val="0050621F"/>
    <w:rsid w:val="00506309"/>
    <w:rsid w:val="005075E9"/>
    <w:rsid w:val="0051012F"/>
    <w:rsid w:val="005132B1"/>
    <w:rsid w:val="00513B69"/>
    <w:rsid w:val="0051492B"/>
    <w:rsid w:val="00515172"/>
    <w:rsid w:val="005154A0"/>
    <w:rsid w:val="00517CAF"/>
    <w:rsid w:val="00517E0E"/>
    <w:rsid w:val="00520850"/>
    <w:rsid w:val="00520ED8"/>
    <w:rsid w:val="00521C38"/>
    <w:rsid w:val="00521CB6"/>
    <w:rsid w:val="00521E4C"/>
    <w:rsid w:val="005227AC"/>
    <w:rsid w:val="00522F40"/>
    <w:rsid w:val="00523CF3"/>
    <w:rsid w:val="00524555"/>
    <w:rsid w:val="00524776"/>
    <w:rsid w:val="00524ADF"/>
    <w:rsid w:val="00524E23"/>
    <w:rsid w:val="0052555C"/>
    <w:rsid w:val="00525994"/>
    <w:rsid w:val="00525FB9"/>
    <w:rsid w:val="00526A13"/>
    <w:rsid w:val="00527570"/>
    <w:rsid w:val="00527D01"/>
    <w:rsid w:val="005303FB"/>
    <w:rsid w:val="0053215B"/>
    <w:rsid w:val="00532275"/>
    <w:rsid w:val="00532659"/>
    <w:rsid w:val="005336BA"/>
    <w:rsid w:val="00533B3F"/>
    <w:rsid w:val="00534738"/>
    <w:rsid w:val="0053567E"/>
    <w:rsid w:val="00535BFD"/>
    <w:rsid w:val="00535CF2"/>
    <w:rsid w:val="00537568"/>
    <w:rsid w:val="00537B8E"/>
    <w:rsid w:val="00537E91"/>
    <w:rsid w:val="00540F5C"/>
    <w:rsid w:val="00541287"/>
    <w:rsid w:val="00541F54"/>
    <w:rsid w:val="005427E6"/>
    <w:rsid w:val="00542C96"/>
    <w:rsid w:val="00543420"/>
    <w:rsid w:val="005437D0"/>
    <w:rsid w:val="00543A52"/>
    <w:rsid w:val="00543BCF"/>
    <w:rsid w:val="00543D9D"/>
    <w:rsid w:val="00544120"/>
    <w:rsid w:val="00544B2E"/>
    <w:rsid w:val="0054542F"/>
    <w:rsid w:val="0054562E"/>
    <w:rsid w:val="00545CDC"/>
    <w:rsid w:val="00545CFD"/>
    <w:rsid w:val="0054639A"/>
    <w:rsid w:val="00546458"/>
    <w:rsid w:val="00547651"/>
    <w:rsid w:val="00547A6E"/>
    <w:rsid w:val="00550FBE"/>
    <w:rsid w:val="0055105B"/>
    <w:rsid w:val="005512B5"/>
    <w:rsid w:val="00551498"/>
    <w:rsid w:val="00551F2E"/>
    <w:rsid w:val="00552397"/>
    <w:rsid w:val="00553DF4"/>
    <w:rsid w:val="005543B9"/>
    <w:rsid w:val="005543C7"/>
    <w:rsid w:val="00554513"/>
    <w:rsid w:val="00554F89"/>
    <w:rsid w:val="00555CC6"/>
    <w:rsid w:val="00556602"/>
    <w:rsid w:val="00557ED5"/>
    <w:rsid w:val="00560B1B"/>
    <w:rsid w:val="00561859"/>
    <w:rsid w:val="00561943"/>
    <w:rsid w:val="00562182"/>
    <w:rsid w:val="00562257"/>
    <w:rsid w:val="00562503"/>
    <w:rsid w:val="00563E76"/>
    <w:rsid w:val="005641F1"/>
    <w:rsid w:val="00564E85"/>
    <w:rsid w:val="005650BB"/>
    <w:rsid w:val="0056522D"/>
    <w:rsid w:val="00565C0A"/>
    <w:rsid w:val="00565D7F"/>
    <w:rsid w:val="005679D4"/>
    <w:rsid w:val="005700FC"/>
    <w:rsid w:val="00570641"/>
    <w:rsid w:val="005708B9"/>
    <w:rsid w:val="005717EE"/>
    <w:rsid w:val="00572553"/>
    <w:rsid w:val="00572AAD"/>
    <w:rsid w:val="0057330B"/>
    <w:rsid w:val="00573914"/>
    <w:rsid w:val="005739B5"/>
    <w:rsid w:val="00573DFC"/>
    <w:rsid w:val="00573E78"/>
    <w:rsid w:val="00573E9F"/>
    <w:rsid w:val="005745F9"/>
    <w:rsid w:val="00576532"/>
    <w:rsid w:val="00576A03"/>
    <w:rsid w:val="00577702"/>
    <w:rsid w:val="005777C9"/>
    <w:rsid w:val="00577989"/>
    <w:rsid w:val="00577AE6"/>
    <w:rsid w:val="00580444"/>
    <w:rsid w:val="0058069B"/>
    <w:rsid w:val="00581A61"/>
    <w:rsid w:val="005822F3"/>
    <w:rsid w:val="00582FEB"/>
    <w:rsid w:val="00583399"/>
    <w:rsid w:val="00583457"/>
    <w:rsid w:val="005838B8"/>
    <w:rsid w:val="005844BA"/>
    <w:rsid w:val="0058798F"/>
    <w:rsid w:val="00587ADC"/>
    <w:rsid w:val="00587C5F"/>
    <w:rsid w:val="00587E0C"/>
    <w:rsid w:val="00590ACC"/>
    <w:rsid w:val="00591B52"/>
    <w:rsid w:val="00591D9B"/>
    <w:rsid w:val="00592382"/>
    <w:rsid w:val="00592476"/>
    <w:rsid w:val="00593AF7"/>
    <w:rsid w:val="0059498E"/>
    <w:rsid w:val="005949FD"/>
    <w:rsid w:val="005956E9"/>
    <w:rsid w:val="00595D7D"/>
    <w:rsid w:val="0059680F"/>
    <w:rsid w:val="00596881"/>
    <w:rsid w:val="005A005F"/>
    <w:rsid w:val="005A0387"/>
    <w:rsid w:val="005A0719"/>
    <w:rsid w:val="005A12DB"/>
    <w:rsid w:val="005A1D05"/>
    <w:rsid w:val="005A1EDD"/>
    <w:rsid w:val="005A26BD"/>
    <w:rsid w:val="005A29FA"/>
    <w:rsid w:val="005A2D18"/>
    <w:rsid w:val="005A3C33"/>
    <w:rsid w:val="005A3D7A"/>
    <w:rsid w:val="005A4133"/>
    <w:rsid w:val="005A6474"/>
    <w:rsid w:val="005A68E3"/>
    <w:rsid w:val="005A7775"/>
    <w:rsid w:val="005B03C5"/>
    <w:rsid w:val="005B057A"/>
    <w:rsid w:val="005B0CA5"/>
    <w:rsid w:val="005B1DA4"/>
    <w:rsid w:val="005B2BD8"/>
    <w:rsid w:val="005B3098"/>
    <w:rsid w:val="005B32F7"/>
    <w:rsid w:val="005B44CD"/>
    <w:rsid w:val="005B4CF1"/>
    <w:rsid w:val="005B4F37"/>
    <w:rsid w:val="005B52AB"/>
    <w:rsid w:val="005B5882"/>
    <w:rsid w:val="005B5A45"/>
    <w:rsid w:val="005B5CAD"/>
    <w:rsid w:val="005B5CE1"/>
    <w:rsid w:val="005B7E7E"/>
    <w:rsid w:val="005C0285"/>
    <w:rsid w:val="005C072B"/>
    <w:rsid w:val="005C1024"/>
    <w:rsid w:val="005C1211"/>
    <w:rsid w:val="005C1687"/>
    <w:rsid w:val="005C352F"/>
    <w:rsid w:val="005C3549"/>
    <w:rsid w:val="005C38BF"/>
    <w:rsid w:val="005C3A8A"/>
    <w:rsid w:val="005C3EBF"/>
    <w:rsid w:val="005C3FF7"/>
    <w:rsid w:val="005C4019"/>
    <w:rsid w:val="005C43A5"/>
    <w:rsid w:val="005C5746"/>
    <w:rsid w:val="005C5C0D"/>
    <w:rsid w:val="005C6022"/>
    <w:rsid w:val="005C76B6"/>
    <w:rsid w:val="005C7BB2"/>
    <w:rsid w:val="005C7DB4"/>
    <w:rsid w:val="005D0FBD"/>
    <w:rsid w:val="005D1C57"/>
    <w:rsid w:val="005D2324"/>
    <w:rsid w:val="005D452B"/>
    <w:rsid w:val="005D4602"/>
    <w:rsid w:val="005D5084"/>
    <w:rsid w:val="005D5508"/>
    <w:rsid w:val="005D58C8"/>
    <w:rsid w:val="005D59A5"/>
    <w:rsid w:val="005D5A98"/>
    <w:rsid w:val="005D6D63"/>
    <w:rsid w:val="005D6F31"/>
    <w:rsid w:val="005D7C1A"/>
    <w:rsid w:val="005D7C49"/>
    <w:rsid w:val="005E0ED9"/>
    <w:rsid w:val="005E1CAE"/>
    <w:rsid w:val="005E1F0C"/>
    <w:rsid w:val="005E246F"/>
    <w:rsid w:val="005E2650"/>
    <w:rsid w:val="005E3046"/>
    <w:rsid w:val="005E3223"/>
    <w:rsid w:val="005E34F9"/>
    <w:rsid w:val="005E363F"/>
    <w:rsid w:val="005E3A30"/>
    <w:rsid w:val="005E3B3D"/>
    <w:rsid w:val="005E515F"/>
    <w:rsid w:val="005E5209"/>
    <w:rsid w:val="005E529C"/>
    <w:rsid w:val="005E52E4"/>
    <w:rsid w:val="005E5326"/>
    <w:rsid w:val="005E5B35"/>
    <w:rsid w:val="005E5DCD"/>
    <w:rsid w:val="005E5EB1"/>
    <w:rsid w:val="005E6714"/>
    <w:rsid w:val="005E6D9E"/>
    <w:rsid w:val="005E757F"/>
    <w:rsid w:val="005E7971"/>
    <w:rsid w:val="005E7B89"/>
    <w:rsid w:val="005E7F9A"/>
    <w:rsid w:val="005F071D"/>
    <w:rsid w:val="005F0976"/>
    <w:rsid w:val="005F0FB2"/>
    <w:rsid w:val="005F1F56"/>
    <w:rsid w:val="005F23B0"/>
    <w:rsid w:val="005F2ED3"/>
    <w:rsid w:val="005F35A0"/>
    <w:rsid w:val="005F3A87"/>
    <w:rsid w:val="005F4086"/>
    <w:rsid w:val="005F4E80"/>
    <w:rsid w:val="005F517C"/>
    <w:rsid w:val="005F53FE"/>
    <w:rsid w:val="005F6094"/>
    <w:rsid w:val="005F68E0"/>
    <w:rsid w:val="005F692D"/>
    <w:rsid w:val="005F6FE5"/>
    <w:rsid w:val="00600854"/>
    <w:rsid w:val="006010A2"/>
    <w:rsid w:val="006010BB"/>
    <w:rsid w:val="0060119A"/>
    <w:rsid w:val="006013A7"/>
    <w:rsid w:val="00602076"/>
    <w:rsid w:val="006021FF"/>
    <w:rsid w:val="006027D6"/>
    <w:rsid w:val="006031F6"/>
    <w:rsid w:val="00603911"/>
    <w:rsid w:val="0060424A"/>
    <w:rsid w:val="00604B82"/>
    <w:rsid w:val="00604DF2"/>
    <w:rsid w:val="00605F32"/>
    <w:rsid w:val="006062E9"/>
    <w:rsid w:val="00606D05"/>
    <w:rsid w:val="00606DF3"/>
    <w:rsid w:val="00606EE7"/>
    <w:rsid w:val="00607355"/>
    <w:rsid w:val="00607398"/>
    <w:rsid w:val="006073B3"/>
    <w:rsid w:val="00610767"/>
    <w:rsid w:val="00610D75"/>
    <w:rsid w:val="00611266"/>
    <w:rsid w:val="0061198E"/>
    <w:rsid w:val="00613083"/>
    <w:rsid w:val="00613250"/>
    <w:rsid w:val="0061432E"/>
    <w:rsid w:val="00614441"/>
    <w:rsid w:val="00614767"/>
    <w:rsid w:val="006147A2"/>
    <w:rsid w:val="00615133"/>
    <w:rsid w:val="006152FB"/>
    <w:rsid w:val="00615F5F"/>
    <w:rsid w:val="00617435"/>
    <w:rsid w:val="006174D4"/>
    <w:rsid w:val="00620219"/>
    <w:rsid w:val="0062025B"/>
    <w:rsid w:val="00620F7E"/>
    <w:rsid w:val="00621126"/>
    <w:rsid w:val="00621149"/>
    <w:rsid w:val="0062138C"/>
    <w:rsid w:val="00621C47"/>
    <w:rsid w:val="00622316"/>
    <w:rsid w:val="006234CB"/>
    <w:rsid w:val="00623737"/>
    <w:rsid w:val="00623960"/>
    <w:rsid w:val="0062440F"/>
    <w:rsid w:val="006246F3"/>
    <w:rsid w:val="0062479E"/>
    <w:rsid w:val="0062504C"/>
    <w:rsid w:val="00626229"/>
    <w:rsid w:val="006262F2"/>
    <w:rsid w:val="00626E09"/>
    <w:rsid w:val="00626E5D"/>
    <w:rsid w:val="006273A2"/>
    <w:rsid w:val="00627679"/>
    <w:rsid w:val="00630892"/>
    <w:rsid w:val="00630FCD"/>
    <w:rsid w:val="006310F9"/>
    <w:rsid w:val="006317D2"/>
    <w:rsid w:val="00631F3A"/>
    <w:rsid w:val="0063238F"/>
    <w:rsid w:val="00632516"/>
    <w:rsid w:val="006325BE"/>
    <w:rsid w:val="006328EE"/>
    <w:rsid w:val="00632B01"/>
    <w:rsid w:val="00632B85"/>
    <w:rsid w:val="00632E6D"/>
    <w:rsid w:val="006340A1"/>
    <w:rsid w:val="006348C7"/>
    <w:rsid w:val="00634D49"/>
    <w:rsid w:val="006352CD"/>
    <w:rsid w:val="0063541D"/>
    <w:rsid w:val="0063563A"/>
    <w:rsid w:val="0063574E"/>
    <w:rsid w:val="006357D1"/>
    <w:rsid w:val="00635C69"/>
    <w:rsid w:val="006374FA"/>
    <w:rsid w:val="00640781"/>
    <w:rsid w:val="00640FF7"/>
    <w:rsid w:val="00641513"/>
    <w:rsid w:val="0064330C"/>
    <w:rsid w:val="00643AD1"/>
    <w:rsid w:val="00644659"/>
    <w:rsid w:val="00644690"/>
    <w:rsid w:val="00644BDA"/>
    <w:rsid w:val="0064647B"/>
    <w:rsid w:val="0064680E"/>
    <w:rsid w:val="006469DC"/>
    <w:rsid w:val="00646DB0"/>
    <w:rsid w:val="0064708E"/>
    <w:rsid w:val="006470AB"/>
    <w:rsid w:val="00647B06"/>
    <w:rsid w:val="0065091A"/>
    <w:rsid w:val="00650A97"/>
    <w:rsid w:val="00651310"/>
    <w:rsid w:val="00651614"/>
    <w:rsid w:val="006521BC"/>
    <w:rsid w:val="0065345A"/>
    <w:rsid w:val="00654126"/>
    <w:rsid w:val="006543B3"/>
    <w:rsid w:val="00654A60"/>
    <w:rsid w:val="00654E3E"/>
    <w:rsid w:val="00655782"/>
    <w:rsid w:val="00656D81"/>
    <w:rsid w:val="00657252"/>
    <w:rsid w:val="00657808"/>
    <w:rsid w:val="00657B40"/>
    <w:rsid w:val="00657BB6"/>
    <w:rsid w:val="00660316"/>
    <w:rsid w:val="00660E7F"/>
    <w:rsid w:val="006612C5"/>
    <w:rsid w:val="006627C3"/>
    <w:rsid w:val="006628E7"/>
    <w:rsid w:val="00662EA5"/>
    <w:rsid w:val="00663520"/>
    <w:rsid w:val="00663C3E"/>
    <w:rsid w:val="00665871"/>
    <w:rsid w:val="00665A11"/>
    <w:rsid w:val="006673E9"/>
    <w:rsid w:val="00667472"/>
    <w:rsid w:val="00667DE4"/>
    <w:rsid w:val="006707A9"/>
    <w:rsid w:val="00670DC5"/>
    <w:rsid w:val="00670FE6"/>
    <w:rsid w:val="0067153A"/>
    <w:rsid w:val="00671737"/>
    <w:rsid w:val="00671853"/>
    <w:rsid w:val="00671C7D"/>
    <w:rsid w:val="0067232E"/>
    <w:rsid w:val="00673CDC"/>
    <w:rsid w:val="006743F1"/>
    <w:rsid w:val="0067495E"/>
    <w:rsid w:val="006751BB"/>
    <w:rsid w:val="0067546E"/>
    <w:rsid w:val="00676461"/>
    <w:rsid w:val="00676D7E"/>
    <w:rsid w:val="006776F7"/>
    <w:rsid w:val="0067774F"/>
    <w:rsid w:val="00677B84"/>
    <w:rsid w:val="006810CA"/>
    <w:rsid w:val="00681524"/>
    <w:rsid w:val="006820DA"/>
    <w:rsid w:val="006824D6"/>
    <w:rsid w:val="0068342A"/>
    <w:rsid w:val="0068351D"/>
    <w:rsid w:val="00683929"/>
    <w:rsid w:val="00683CCA"/>
    <w:rsid w:val="00683E4B"/>
    <w:rsid w:val="0068517D"/>
    <w:rsid w:val="00685997"/>
    <w:rsid w:val="00685B31"/>
    <w:rsid w:val="00685E5C"/>
    <w:rsid w:val="00686F0C"/>
    <w:rsid w:val="006877F6"/>
    <w:rsid w:val="00687CC2"/>
    <w:rsid w:val="00687E84"/>
    <w:rsid w:val="00690242"/>
    <w:rsid w:val="00690262"/>
    <w:rsid w:val="00690861"/>
    <w:rsid w:val="006909FF"/>
    <w:rsid w:val="00691451"/>
    <w:rsid w:val="006915A7"/>
    <w:rsid w:val="0069183D"/>
    <w:rsid w:val="00691B69"/>
    <w:rsid w:val="0069239D"/>
    <w:rsid w:val="0069242D"/>
    <w:rsid w:val="0069246D"/>
    <w:rsid w:val="006926CC"/>
    <w:rsid w:val="00692D9F"/>
    <w:rsid w:val="00693339"/>
    <w:rsid w:val="00693F63"/>
    <w:rsid w:val="00695003"/>
    <w:rsid w:val="00695C5D"/>
    <w:rsid w:val="0069664D"/>
    <w:rsid w:val="00696E09"/>
    <w:rsid w:val="00696E36"/>
    <w:rsid w:val="00696FA6"/>
    <w:rsid w:val="006973C1"/>
    <w:rsid w:val="00697D37"/>
    <w:rsid w:val="00697DFA"/>
    <w:rsid w:val="00697F8F"/>
    <w:rsid w:val="006A0294"/>
    <w:rsid w:val="006A02B7"/>
    <w:rsid w:val="006A116C"/>
    <w:rsid w:val="006A17C1"/>
    <w:rsid w:val="006A181F"/>
    <w:rsid w:val="006A2316"/>
    <w:rsid w:val="006A2398"/>
    <w:rsid w:val="006A33F9"/>
    <w:rsid w:val="006A38A8"/>
    <w:rsid w:val="006A49E3"/>
    <w:rsid w:val="006A5A27"/>
    <w:rsid w:val="006A5B94"/>
    <w:rsid w:val="006A5EB9"/>
    <w:rsid w:val="006A6116"/>
    <w:rsid w:val="006A6278"/>
    <w:rsid w:val="006A6CF2"/>
    <w:rsid w:val="006A759B"/>
    <w:rsid w:val="006A75DA"/>
    <w:rsid w:val="006A7991"/>
    <w:rsid w:val="006A7FCB"/>
    <w:rsid w:val="006B077C"/>
    <w:rsid w:val="006B0845"/>
    <w:rsid w:val="006B1C58"/>
    <w:rsid w:val="006B276B"/>
    <w:rsid w:val="006B2F62"/>
    <w:rsid w:val="006B2F92"/>
    <w:rsid w:val="006B354E"/>
    <w:rsid w:val="006B3F44"/>
    <w:rsid w:val="006B4568"/>
    <w:rsid w:val="006B5AE1"/>
    <w:rsid w:val="006B61C8"/>
    <w:rsid w:val="006C0583"/>
    <w:rsid w:val="006C0695"/>
    <w:rsid w:val="006C131F"/>
    <w:rsid w:val="006C1B2D"/>
    <w:rsid w:val="006C2A0E"/>
    <w:rsid w:val="006C2BBF"/>
    <w:rsid w:val="006C38C1"/>
    <w:rsid w:val="006C3DF7"/>
    <w:rsid w:val="006C3F10"/>
    <w:rsid w:val="006C43EF"/>
    <w:rsid w:val="006C4CA0"/>
    <w:rsid w:val="006C4D66"/>
    <w:rsid w:val="006C610D"/>
    <w:rsid w:val="006C7C0C"/>
    <w:rsid w:val="006C7CF3"/>
    <w:rsid w:val="006D0C2D"/>
    <w:rsid w:val="006D37B0"/>
    <w:rsid w:val="006D39DE"/>
    <w:rsid w:val="006D4907"/>
    <w:rsid w:val="006D49C7"/>
    <w:rsid w:val="006D569D"/>
    <w:rsid w:val="006D5951"/>
    <w:rsid w:val="006D606E"/>
    <w:rsid w:val="006D61E8"/>
    <w:rsid w:val="006D6B70"/>
    <w:rsid w:val="006D6B9F"/>
    <w:rsid w:val="006D6CA1"/>
    <w:rsid w:val="006D6FB4"/>
    <w:rsid w:val="006D7552"/>
    <w:rsid w:val="006E0061"/>
    <w:rsid w:val="006E0756"/>
    <w:rsid w:val="006E2698"/>
    <w:rsid w:val="006E2BB3"/>
    <w:rsid w:val="006E3CD5"/>
    <w:rsid w:val="006E3DE5"/>
    <w:rsid w:val="006E3E71"/>
    <w:rsid w:val="006E3FAF"/>
    <w:rsid w:val="006E4BF6"/>
    <w:rsid w:val="006E5073"/>
    <w:rsid w:val="006E5180"/>
    <w:rsid w:val="006E671E"/>
    <w:rsid w:val="006E6F5A"/>
    <w:rsid w:val="006E7447"/>
    <w:rsid w:val="006E7FE1"/>
    <w:rsid w:val="006F01B4"/>
    <w:rsid w:val="006F02CF"/>
    <w:rsid w:val="006F0CE2"/>
    <w:rsid w:val="006F115B"/>
    <w:rsid w:val="006F1F3F"/>
    <w:rsid w:val="006F1FD8"/>
    <w:rsid w:val="006F21B9"/>
    <w:rsid w:val="006F26C3"/>
    <w:rsid w:val="006F279F"/>
    <w:rsid w:val="006F2A97"/>
    <w:rsid w:val="006F3101"/>
    <w:rsid w:val="006F3186"/>
    <w:rsid w:val="006F3404"/>
    <w:rsid w:val="006F38EE"/>
    <w:rsid w:val="006F393A"/>
    <w:rsid w:val="006F47D1"/>
    <w:rsid w:val="006F66B6"/>
    <w:rsid w:val="006F6B58"/>
    <w:rsid w:val="006F6C39"/>
    <w:rsid w:val="006F6C49"/>
    <w:rsid w:val="006F70A9"/>
    <w:rsid w:val="006F7664"/>
    <w:rsid w:val="006F7A4E"/>
    <w:rsid w:val="0070027B"/>
    <w:rsid w:val="0070064B"/>
    <w:rsid w:val="007012C6"/>
    <w:rsid w:val="007017E7"/>
    <w:rsid w:val="007019E5"/>
    <w:rsid w:val="00701B67"/>
    <w:rsid w:val="00701E8B"/>
    <w:rsid w:val="00702008"/>
    <w:rsid w:val="00702300"/>
    <w:rsid w:val="007027CA"/>
    <w:rsid w:val="00702942"/>
    <w:rsid w:val="00702997"/>
    <w:rsid w:val="00703249"/>
    <w:rsid w:val="0070398A"/>
    <w:rsid w:val="00703E05"/>
    <w:rsid w:val="007040EE"/>
    <w:rsid w:val="00704826"/>
    <w:rsid w:val="0070585C"/>
    <w:rsid w:val="00705F2D"/>
    <w:rsid w:val="007066BA"/>
    <w:rsid w:val="0070688E"/>
    <w:rsid w:val="00706FF1"/>
    <w:rsid w:val="00710013"/>
    <w:rsid w:val="007101BE"/>
    <w:rsid w:val="00710DE9"/>
    <w:rsid w:val="00711C76"/>
    <w:rsid w:val="007121A9"/>
    <w:rsid w:val="0071237A"/>
    <w:rsid w:val="0071296D"/>
    <w:rsid w:val="00712BD0"/>
    <w:rsid w:val="00712E6E"/>
    <w:rsid w:val="00713509"/>
    <w:rsid w:val="00714795"/>
    <w:rsid w:val="00714872"/>
    <w:rsid w:val="00714C1C"/>
    <w:rsid w:val="00714C76"/>
    <w:rsid w:val="00715076"/>
    <w:rsid w:val="0071515A"/>
    <w:rsid w:val="00715328"/>
    <w:rsid w:val="00715EE8"/>
    <w:rsid w:val="00716228"/>
    <w:rsid w:val="007166FC"/>
    <w:rsid w:val="0071695E"/>
    <w:rsid w:val="0071743F"/>
    <w:rsid w:val="007175FC"/>
    <w:rsid w:val="0071786B"/>
    <w:rsid w:val="00717DDF"/>
    <w:rsid w:val="0072029F"/>
    <w:rsid w:val="0072051F"/>
    <w:rsid w:val="00720AE1"/>
    <w:rsid w:val="00721223"/>
    <w:rsid w:val="00721BDE"/>
    <w:rsid w:val="00721D54"/>
    <w:rsid w:val="00722EB3"/>
    <w:rsid w:val="00722EEC"/>
    <w:rsid w:val="007232CE"/>
    <w:rsid w:val="00723507"/>
    <w:rsid w:val="00724054"/>
    <w:rsid w:val="0072408E"/>
    <w:rsid w:val="00724CBE"/>
    <w:rsid w:val="007254D3"/>
    <w:rsid w:val="007258AA"/>
    <w:rsid w:val="007258E1"/>
    <w:rsid w:val="00725B68"/>
    <w:rsid w:val="0072621C"/>
    <w:rsid w:val="00726264"/>
    <w:rsid w:val="0072651F"/>
    <w:rsid w:val="00726820"/>
    <w:rsid w:val="00727178"/>
    <w:rsid w:val="007301F0"/>
    <w:rsid w:val="007303F7"/>
    <w:rsid w:val="0073098C"/>
    <w:rsid w:val="00730A6B"/>
    <w:rsid w:val="00730E55"/>
    <w:rsid w:val="0073135C"/>
    <w:rsid w:val="007315A6"/>
    <w:rsid w:val="00731E9A"/>
    <w:rsid w:val="007320AA"/>
    <w:rsid w:val="00732441"/>
    <w:rsid w:val="00732689"/>
    <w:rsid w:val="0073339C"/>
    <w:rsid w:val="0073362A"/>
    <w:rsid w:val="00733EA3"/>
    <w:rsid w:val="00733FB1"/>
    <w:rsid w:val="00734056"/>
    <w:rsid w:val="00734527"/>
    <w:rsid w:val="007349BF"/>
    <w:rsid w:val="00734EBD"/>
    <w:rsid w:val="00734F03"/>
    <w:rsid w:val="0073609A"/>
    <w:rsid w:val="0073670E"/>
    <w:rsid w:val="0073694C"/>
    <w:rsid w:val="00736A89"/>
    <w:rsid w:val="00736BB5"/>
    <w:rsid w:val="00737AA9"/>
    <w:rsid w:val="00741A32"/>
    <w:rsid w:val="00741FB6"/>
    <w:rsid w:val="00742025"/>
    <w:rsid w:val="00742682"/>
    <w:rsid w:val="0074368F"/>
    <w:rsid w:val="0074372D"/>
    <w:rsid w:val="00743E99"/>
    <w:rsid w:val="0074414C"/>
    <w:rsid w:val="00745415"/>
    <w:rsid w:val="0074577F"/>
    <w:rsid w:val="00745C77"/>
    <w:rsid w:val="00745E02"/>
    <w:rsid w:val="007460F8"/>
    <w:rsid w:val="007463B6"/>
    <w:rsid w:val="007470D0"/>
    <w:rsid w:val="00747858"/>
    <w:rsid w:val="0075071F"/>
    <w:rsid w:val="00750A48"/>
    <w:rsid w:val="00750F2F"/>
    <w:rsid w:val="007521B6"/>
    <w:rsid w:val="007522B3"/>
    <w:rsid w:val="00753361"/>
    <w:rsid w:val="00753D1E"/>
    <w:rsid w:val="0075468C"/>
    <w:rsid w:val="00754F95"/>
    <w:rsid w:val="007553B7"/>
    <w:rsid w:val="00755E95"/>
    <w:rsid w:val="00761D31"/>
    <w:rsid w:val="00761E6B"/>
    <w:rsid w:val="007623D7"/>
    <w:rsid w:val="007628F9"/>
    <w:rsid w:val="007643B5"/>
    <w:rsid w:val="00764B47"/>
    <w:rsid w:val="00765EAC"/>
    <w:rsid w:val="00766768"/>
    <w:rsid w:val="00767150"/>
    <w:rsid w:val="0076752A"/>
    <w:rsid w:val="00767BDE"/>
    <w:rsid w:val="00767D11"/>
    <w:rsid w:val="0077026B"/>
    <w:rsid w:val="0077186F"/>
    <w:rsid w:val="00771A9F"/>
    <w:rsid w:val="00772E91"/>
    <w:rsid w:val="0077308D"/>
    <w:rsid w:val="00773D33"/>
    <w:rsid w:val="00774EBB"/>
    <w:rsid w:val="00775CB8"/>
    <w:rsid w:val="00775FB6"/>
    <w:rsid w:val="0077688C"/>
    <w:rsid w:val="00776A2E"/>
    <w:rsid w:val="00776D7E"/>
    <w:rsid w:val="0077705B"/>
    <w:rsid w:val="00777213"/>
    <w:rsid w:val="00777232"/>
    <w:rsid w:val="0077765A"/>
    <w:rsid w:val="00777F4F"/>
    <w:rsid w:val="00780B53"/>
    <w:rsid w:val="00781CB2"/>
    <w:rsid w:val="007823E7"/>
    <w:rsid w:val="00782477"/>
    <w:rsid w:val="007825DE"/>
    <w:rsid w:val="00782BA7"/>
    <w:rsid w:val="00783898"/>
    <w:rsid w:val="007841E9"/>
    <w:rsid w:val="00785F15"/>
    <w:rsid w:val="00786032"/>
    <w:rsid w:val="00786FC1"/>
    <w:rsid w:val="00786FC2"/>
    <w:rsid w:val="0078709D"/>
    <w:rsid w:val="007872B6"/>
    <w:rsid w:val="00787B97"/>
    <w:rsid w:val="00787E0B"/>
    <w:rsid w:val="007902A3"/>
    <w:rsid w:val="0079135B"/>
    <w:rsid w:val="0079144A"/>
    <w:rsid w:val="007926BB"/>
    <w:rsid w:val="00792937"/>
    <w:rsid w:val="0079385E"/>
    <w:rsid w:val="00793B90"/>
    <w:rsid w:val="00794EB0"/>
    <w:rsid w:val="00794F20"/>
    <w:rsid w:val="007952BF"/>
    <w:rsid w:val="00795533"/>
    <w:rsid w:val="0079582F"/>
    <w:rsid w:val="00795E20"/>
    <w:rsid w:val="00796AC6"/>
    <w:rsid w:val="007A00B8"/>
    <w:rsid w:val="007A150F"/>
    <w:rsid w:val="007A1E90"/>
    <w:rsid w:val="007A3B74"/>
    <w:rsid w:val="007A4B80"/>
    <w:rsid w:val="007A5367"/>
    <w:rsid w:val="007A56E2"/>
    <w:rsid w:val="007A6541"/>
    <w:rsid w:val="007A67A9"/>
    <w:rsid w:val="007A6FD8"/>
    <w:rsid w:val="007A71FB"/>
    <w:rsid w:val="007A74EE"/>
    <w:rsid w:val="007A799E"/>
    <w:rsid w:val="007A79E4"/>
    <w:rsid w:val="007B0B7E"/>
    <w:rsid w:val="007B0F57"/>
    <w:rsid w:val="007B1001"/>
    <w:rsid w:val="007B14F3"/>
    <w:rsid w:val="007B1537"/>
    <w:rsid w:val="007B1B0E"/>
    <w:rsid w:val="007B1BCE"/>
    <w:rsid w:val="007B2CDB"/>
    <w:rsid w:val="007B4A77"/>
    <w:rsid w:val="007B52DC"/>
    <w:rsid w:val="007B531B"/>
    <w:rsid w:val="007B706F"/>
    <w:rsid w:val="007B7337"/>
    <w:rsid w:val="007B773E"/>
    <w:rsid w:val="007B7EA0"/>
    <w:rsid w:val="007C1857"/>
    <w:rsid w:val="007C1A70"/>
    <w:rsid w:val="007C207A"/>
    <w:rsid w:val="007C2802"/>
    <w:rsid w:val="007C2A7B"/>
    <w:rsid w:val="007C3C3B"/>
    <w:rsid w:val="007C4461"/>
    <w:rsid w:val="007C4EED"/>
    <w:rsid w:val="007C529A"/>
    <w:rsid w:val="007C60F8"/>
    <w:rsid w:val="007C61D8"/>
    <w:rsid w:val="007C6252"/>
    <w:rsid w:val="007C63F9"/>
    <w:rsid w:val="007C6AAE"/>
    <w:rsid w:val="007C7920"/>
    <w:rsid w:val="007C7B55"/>
    <w:rsid w:val="007D123D"/>
    <w:rsid w:val="007D1380"/>
    <w:rsid w:val="007D17A5"/>
    <w:rsid w:val="007D32F0"/>
    <w:rsid w:val="007D3325"/>
    <w:rsid w:val="007D39ED"/>
    <w:rsid w:val="007D3E1E"/>
    <w:rsid w:val="007D47B1"/>
    <w:rsid w:val="007D4F51"/>
    <w:rsid w:val="007D5361"/>
    <w:rsid w:val="007D536F"/>
    <w:rsid w:val="007D5A3D"/>
    <w:rsid w:val="007D66A4"/>
    <w:rsid w:val="007D6DBC"/>
    <w:rsid w:val="007D6E39"/>
    <w:rsid w:val="007D7D27"/>
    <w:rsid w:val="007E094E"/>
    <w:rsid w:val="007E0DA4"/>
    <w:rsid w:val="007E171E"/>
    <w:rsid w:val="007E1C06"/>
    <w:rsid w:val="007E222C"/>
    <w:rsid w:val="007E27DC"/>
    <w:rsid w:val="007E2C84"/>
    <w:rsid w:val="007E39B1"/>
    <w:rsid w:val="007E4A61"/>
    <w:rsid w:val="007E5025"/>
    <w:rsid w:val="007E54B3"/>
    <w:rsid w:val="007E5AE3"/>
    <w:rsid w:val="007E5C49"/>
    <w:rsid w:val="007E659E"/>
    <w:rsid w:val="007E6ECF"/>
    <w:rsid w:val="007E6EE1"/>
    <w:rsid w:val="007F0BAA"/>
    <w:rsid w:val="007F156A"/>
    <w:rsid w:val="007F1687"/>
    <w:rsid w:val="007F22A8"/>
    <w:rsid w:val="007F24C2"/>
    <w:rsid w:val="007F3A19"/>
    <w:rsid w:val="007F49F3"/>
    <w:rsid w:val="007F51D4"/>
    <w:rsid w:val="007F6FA7"/>
    <w:rsid w:val="007F7F19"/>
    <w:rsid w:val="00800160"/>
    <w:rsid w:val="00800811"/>
    <w:rsid w:val="00800CA2"/>
    <w:rsid w:val="00802874"/>
    <w:rsid w:val="008029DB"/>
    <w:rsid w:val="00803134"/>
    <w:rsid w:val="008045BB"/>
    <w:rsid w:val="008050B9"/>
    <w:rsid w:val="00805288"/>
    <w:rsid w:val="00805C99"/>
    <w:rsid w:val="008071FA"/>
    <w:rsid w:val="00807851"/>
    <w:rsid w:val="00810990"/>
    <w:rsid w:val="00810D3C"/>
    <w:rsid w:val="00810D9A"/>
    <w:rsid w:val="00810E9B"/>
    <w:rsid w:val="00811DEF"/>
    <w:rsid w:val="00811F6F"/>
    <w:rsid w:val="0081237D"/>
    <w:rsid w:val="008123FB"/>
    <w:rsid w:val="00812F03"/>
    <w:rsid w:val="00813597"/>
    <w:rsid w:val="00814A55"/>
    <w:rsid w:val="00814CF1"/>
    <w:rsid w:val="00815F64"/>
    <w:rsid w:val="0081665B"/>
    <w:rsid w:val="008166E7"/>
    <w:rsid w:val="008167CA"/>
    <w:rsid w:val="008168FB"/>
    <w:rsid w:val="00816A35"/>
    <w:rsid w:val="00817139"/>
    <w:rsid w:val="00817527"/>
    <w:rsid w:val="00817C2F"/>
    <w:rsid w:val="00817DA1"/>
    <w:rsid w:val="008200DB"/>
    <w:rsid w:val="00820287"/>
    <w:rsid w:val="00820504"/>
    <w:rsid w:val="00820D69"/>
    <w:rsid w:val="00821064"/>
    <w:rsid w:val="00821209"/>
    <w:rsid w:val="00821620"/>
    <w:rsid w:val="008223B0"/>
    <w:rsid w:val="008223CF"/>
    <w:rsid w:val="008244A6"/>
    <w:rsid w:val="00824694"/>
    <w:rsid w:val="0082528D"/>
    <w:rsid w:val="00825877"/>
    <w:rsid w:val="00826C9F"/>
    <w:rsid w:val="00826F79"/>
    <w:rsid w:val="00827035"/>
    <w:rsid w:val="0082741F"/>
    <w:rsid w:val="00827FA5"/>
    <w:rsid w:val="00830462"/>
    <w:rsid w:val="008307A2"/>
    <w:rsid w:val="0083087F"/>
    <w:rsid w:val="00831FC2"/>
    <w:rsid w:val="00833491"/>
    <w:rsid w:val="00834B5C"/>
    <w:rsid w:val="00834BB3"/>
    <w:rsid w:val="00834D9D"/>
    <w:rsid w:val="00835377"/>
    <w:rsid w:val="00835D08"/>
    <w:rsid w:val="00836193"/>
    <w:rsid w:val="00836435"/>
    <w:rsid w:val="00836642"/>
    <w:rsid w:val="00836CD7"/>
    <w:rsid w:val="0083728B"/>
    <w:rsid w:val="00837589"/>
    <w:rsid w:val="00837C70"/>
    <w:rsid w:val="008402BA"/>
    <w:rsid w:val="00840582"/>
    <w:rsid w:val="00840B56"/>
    <w:rsid w:val="00840E6E"/>
    <w:rsid w:val="0084123D"/>
    <w:rsid w:val="0084196D"/>
    <w:rsid w:val="00841D07"/>
    <w:rsid w:val="00842329"/>
    <w:rsid w:val="0084232C"/>
    <w:rsid w:val="00842787"/>
    <w:rsid w:val="00842A49"/>
    <w:rsid w:val="00842C40"/>
    <w:rsid w:val="00843148"/>
    <w:rsid w:val="00843265"/>
    <w:rsid w:val="00843D1E"/>
    <w:rsid w:val="008444E9"/>
    <w:rsid w:val="0084470D"/>
    <w:rsid w:val="00844BBA"/>
    <w:rsid w:val="00845506"/>
    <w:rsid w:val="0084564F"/>
    <w:rsid w:val="008458B2"/>
    <w:rsid w:val="00845AF8"/>
    <w:rsid w:val="008467F3"/>
    <w:rsid w:val="008470B0"/>
    <w:rsid w:val="0084729E"/>
    <w:rsid w:val="00847E18"/>
    <w:rsid w:val="0085038A"/>
    <w:rsid w:val="00850551"/>
    <w:rsid w:val="00850DD2"/>
    <w:rsid w:val="00851B13"/>
    <w:rsid w:val="00852674"/>
    <w:rsid w:val="008543F1"/>
    <w:rsid w:val="0085495F"/>
    <w:rsid w:val="00854BCA"/>
    <w:rsid w:val="00854D40"/>
    <w:rsid w:val="00854FB0"/>
    <w:rsid w:val="0085573A"/>
    <w:rsid w:val="00857F15"/>
    <w:rsid w:val="00857F16"/>
    <w:rsid w:val="00857F7E"/>
    <w:rsid w:val="00860055"/>
    <w:rsid w:val="008600FD"/>
    <w:rsid w:val="00860388"/>
    <w:rsid w:val="00860470"/>
    <w:rsid w:val="00860B5E"/>
    <w:rsid w:val="00860D31"/>
    <w:rsid w:val="00861DA5"/>
    <w:rsid w:val="0086310A"/>
    <w:rsid w:val="00863D50"/>
    <w:rsid w:val="0086404D"/>
    <w:rsid w:val="008644C2"/>
    <w:rsid w:val="008652AB"/>
    <w:rsid w:val="008653E9"/>
    <w:rsid w:val="00865888"/>
    <w:rsid w:val="00865FD6"/>
    <w:rsid w:val="00866006"/>
    <w:rsid w:val="00866121"/>
    <w:rsid w:val="00866183"/>
    <w:rsid w:val="00866214"/>
    <w:rsid w:val="008662CF"/>
    <w:rsid w:val="0086639A"/>
    <w:rsid w:val="008663EC"/>
    <w:rsid w:val="0086652F"/>
    <w:rsid w:val="00866C90"/>
    <w:rsid w:val="00866CEB"/>
    <w:rsid w:val="0086708B"/>
    <w:rsid w:val="0086792B"/>
    <w:rsid w:val="008679B7"/>
    <w:rsid w:val="00870385"/>
    <w:rsid w:val="008708C0"/>
    <w:rsid w:val="008718EF"/>
    <w:rsid w:val="008719B5"/>
    <w:rsid w:val="00871B86"/>
    <w:rsid w:val="0087274A"/>
    <w:rsid w:val="00872A5E"/>
    <w:rsid w:val="00874270"/>
    <w:rsid w:val="00874DB8"/>
    <w:rsid w:val="00875B08"/>
    <w:rsid w:val="00875F4F"/>
    <w:rsid w:val="008763FE"/>
    <w:rsid w:val="00876F4A"/>
    <w:rsid w:val="00880157"/>
    <w:rsid w:val="00880C04"/>
    <w:rsid w:val="00880FFE"/>
    <w:rsid w:val="00881228"/>
    <w:rsid w:val="008821C2"/>
    <w:rsid w:val="00884443"/>
    <w:rsid w:val="008850F7"/>
    <w:rsid w:val="0088566F"/>
    <w:rsid w:val="008857AD"/>
    <w:rsid w:val="008857DC"/>
    <w:rsid w:val="008858E1"/>
    <w:rsid w:val="00885B53"/>
    <w:rsid w:val="00885CA6"/>
    <w:rsid w:val="00885DB3"/>
    <w:rsid w:val="0088631B"/>
    <w:rsid w:val="00886863"/>
    <w:rsid w:val="00886EE3"/>
    <w:rsid w:val="008874DF"/>
    <w:rsid w:val="00890B91"/>
    <w:rsid w:val="00891B48"/>
    <w:rsid w:val="00891BA5"/>
    <w:rsid w:val="00891E50"/>
    <w:rsid w:val="008924D7"/>
    <w:rsid w:val="008929EC"/>
    <w:rsid w:val="00893564"/>
    <w:rsid w:val="0089360F"/>
    <w:rsid w:val="0089390A"/>
    <w:rsid w:val="00893ECF"/>
    <w:rsid w:val="0089458B"/>
    <w:rsid w:val="00894774"/>
    <w:rsid w:val="00894808"/>
    <w:rsid w:val="00895617"/>
    <w:rsid w:val="008960A7"/>
    <w:rsid w:val="00896AD6"/>
    <w:rsid w:val="00897A1B"/>
    <w:rsid w:val="00897B35"/>
    <w:rsid w:val="008A0FD5"/>
    <w:rsid w:val="008A178A"/>
    <w:rsid w:val="008A18E2"/>
    <w:rsid w:val="008A18E5"/>
    <w:rsid w:val="008A2046"/>
    <w:rsid w:val="008A24D0"/>
    <w:rsid w:val="008A267D"/>
    <w:rsid w:val="008A2E5A"/>
    <w:rsid w:val="008A3913"/>
    <w:rsid w:val="008A5BBF"/>
    <w:rsid w:val="008A646A"/>
    <w:rsid w:val="008A77D0"/>
    <w:rsid w:val="008A7B46"/>
    <w:rsid w:val="008A7F7E"/>
    <w:rsid w:val="008B0335"/>
    <w:rsid w:val="008B0724"/>
    <w:rsid w:val="008B1F52"/>
    <w:rsid w:val="008B2FCA"/>
    <w:rsid w:val="008B3570"/>
    <w:rsid w:val="008B3D42"/>
    <w:rsid w:val="008B3D69"/>
    <w:rsid w:val="008B3EB1"/>
    <w:rsid w:val="008B43C5"/>
    <w:rsid w:val="008B4B99"/>
    <w:rsid w:val="008B526E"/>
    <w:rsid w:val="008B531E"/>
    <w:rsid w:val="008B5882"/>
    <w:rsid w:val="008B5EF7"/>
    <w:rsid w:val="008B65F5"/>
    <w:rsid w:val="008B6978"/>
    <w:rsid w:val="008B69DD"/>
    <w:rsid w:val="008B7226"/>
    <w:rsid w:val="008B75AE"/>
    <w:rsid w:val="008C006C"/>
    <w:rsid w:val="008C0F91"/>
    <w:rsid w:val="008C116E"/>
    <w:rsid w:val="008C2C57"/>
    <w:rsid w:val="008C3AB0"/>
    <w:rsid w:val="008C4C84"/>
    <w:rsid w:val="008C4D88"/>
    <w:rsid w:val="008C4EA9"/>
    <w:rsid w:val="008C53E8"/>
    <w:rsid w:val="008C67DB"/>
    <w:rsid w:val="008C752F"/>
    <w:rsid w:val="008C7622"/>
    <w:rsid w:val="008C7C41"/>
    <w:rsid w:val="008D20BA"/>
    <w:rsid w:val="008D2474"/>
    <w:rsid w:val="008D31B3"/>
    <w:rsid w:val="008D5373"/>
    <w:rsid w:val="008D57CA"/>
    <w:rsid w:val="008D699B"/>
    <w:rsid w:val="008D7189"/>
    <w:rsid w:val="008D7E02"/>
    <w:rsid w:val="008D7F89"/>
    <w:rsid w:val="008E04DB"/>
    <w:rsid w:val="008E1034"/>
    <w:rsid w:val="008E12BE"/>
    <w:rsid w:val="008E1E62"/>
    <w:rsid w:val="008E289E"/>
    <w:rsid w:val="008E3781"/>
    <w:rsid w:val="008E3F8F"/>
    <w:rsid w:val="008E4440"/>
    <w:rsid w:val="008E4853"/>
    <w:rsid w:val="008E4D61"/>
    <w:rsid w:val="008E50F9"/>
    <w:rsid w:val="008E54E1"/>
    <w:rsid w:val="008E599D"/>
    <w:rsid w:val="008E5B52"/>
    <w:rsid w:val="008E6130"/>
    <w:rsid w:val="008E6CD7"/>
    <w:rsid w:val="008E7236"/>
    <w:rsid w:val="008E76E3"/>
    <w:rsid w:val="008E799C"/>
    <w:rsid w:val="008E7A56"/>
    <w:rsid w:val="008E7A76"/>
    <w:rsid w:val="008F0534"/>
    <w:rsid w:val="008F0740"/>
    <w:rsid w:val="008F0D8C"/>
    <w:rsid w:val="008F0DBA"/>
    <w:rsid w:val="008F0F1B"/>
    <w:rsid w:val="008F11A1"/>
    <w:rsid w:val="008F17EC"/>
    <w:rsid w:val="008F3338"/>
    <w:rsid w:val="008F3824"/>
    <w:rsid w:val="008F4AF7"/>
    <w:rsid w:val="008F6982"/>
    <w:rsid w:val="008F6D78"/>
    <w:rsid w:val="008F6DA9"/>
    <w:rsid w:val="008F7544"/>
    <w:rsid w:val="008F7BDF"/>
    <w:rsid w:val="008F7F71"/>
    <w:rsid w:val="00900049"/>
    <w:rsid w:val="00900C72"/>
    <w:rsid w:val="0090147A"/>
    <w:rsid w:val="00902047"/>
    <w:rsid w:val="00902274"/>
    <w:rsid w:val="009034F0"/>
    <w:rsid w:val="009039FD"/>
    <w:rsid w:val="009041B9"/>
    <w:rsid w:val="0090446B"/>
    <w:rsid w:val="00904707"/>
    <w:rsid w:val="009050FF"/>
    <w:rsid w:val="0090557B"/>
    <w:rsid w:val="00905649"/>
    <w:rsid w:val="00905882"/>
    <w:rsid w:val="00905A98"/>
    <w:rsid w:val="00906088"/>
    <w:rsid w:val="00906347"/>
    <w:rsid w:val="009068C1"/>
    <w:rsid w:val="00906A30"/>
    <w:rsid w:val="00906A7E"/>
    <w:rsid w:val="00906B61"/>
    <w:rsid w:val="00907412"/>
    <w:rsid w:val="00907759"/>
    <w:rsid w:val="0090792B"/>
    <w:rsid w:val="009079ED"/>
    <w:rsid w:val="00910596"/>
    <w:rsid w:val="0091072C"/>
    <w:rsid w:val="009118AF"/>
    <w:rsid w:val="00911B41"/>
    <w:rsid w:val="00911B57"/>
    <w:rsid w:val="00911E91"/>
    <w:rsid w:val="009123D6"/>
    <w:rsid w:val="009130B8"/>
    <w:rsid w:val="00913117"/>
    <w:rsid w:val="00914A97"/>
    <w:rsid w:val="0091585E"/>
    <w:rsid w:val="00915E32"/>
    <w:rsid w:val="00916B55"/>
    <w:rsid w:val="00916D8A"/>
    <w:rsid w:val="00917AF1"/>
    <w:rsid w:val="00920FCB"/>
    <w:rsid w:val="00920FD8"/>
    <w:rsid w:val="009212DC"/>
    <w:rsid w:val="009217D6"/>
    <w:rsid w:val="0092191C"/>
    <w:rsid w:val="00921CB3"/>
    <w:rsid w:val="0092211C"/>
    <w:rsid w:val="009227C5"/>
    <w:rsid w:val="00924578"/>
    <w:rsid w:val="009246A3"/>
    <w:rsid w:val="009262D9"/>
    <w:rsid w:val="0092657F"/>
    <w:rsid w:val="00927A12"/>
    <w:rsid w:val="00927A8B"/>
    <w:rsid w:val="00931256"/>
    <w:rsid w:val="00931982"/>
    <w:rsid w:val="00931B46"/>
    <w:rsid w:val="00931ED0"/>
    <w:rsid w:val="00932051"/>
    <w:rsid w:val="0093282F"/>
    <w:rsid w:val="00932C9E"/>
    <w:rsid w:val="00933641"/>
    <w:rsid w:val="00933927"/>
    <w:rsid w:val="00934344"/>
    <w:rsid w:val="00936D54"/>
    <w:rsid w:val="00937F90"/>
    <w:rsid w:val="009400C3"/>
    <w:rsid w:val="009405AA"/>
    <w:rsid w:val="009408F2"/>
    <w:rsid w:val="00940C4D"/>
    <w:rsid w:val="00940D0A"/>
    <w:rsid w:val="00940EF4"/>
    <w:rsid w:val="0094102C"/>
    <w:rsid w:val="009418E7"/>
    <w:rsid w:val="00942122"/>
    <w:rsid w:val="009430BE"/>
    <w:rsid w:val="00943190"/>
    <w:rsid w:val="00943616"/>
    <w:rsid w:val="00943DB1"/>
    <w:rsid w:val="009466D2"/>
    <w:rsid w:val="00947662"/>
    <w:rsid w:val="00947D8A"/>
    <w:rsid w:val="009509EE"/>
    <w:rsid w:val="00950DA2"/>
    <w:rsid w:val="00950E71"/>
    <w:rsid w:val="00952030"/>
    <w:rsid w:val="00952E3B"/>
    <w:rsid w:val="00953BFD"/>
    <w:rsid w:val="00953D47"/>
    <w:rsid w:val="00953FDA"/>
    <w:rsid w:val="0095449D"/>
    <w:rsid w:val="00954A0A"/>
    <w:rsid w:val="00955215"/>
    <w:rsid w:val="00955578"/>
    <w:rsid w:val="00955736"/>
    <w:rsid w:val="00955843"/>
    <w:rsid w:val="00955D0C"/>
    <w:rsid w:val="009564DF"/>
    <w:rsid w:val="009564E3"/>
    <w:rsid w:val="009568BD"/>
    <w:rsid w:val="009568C0"/>
    <w:rsid w:val="009569FE"/>
    <w:rsid w:val="009571E6"/>
    <w:rsid w:val="00957567"/>
    <w:rsid w:val="00957588"/>
    <w:rsid w:val="009575C2"/>
    <w:rsid w:val="009606F6"/>
    <w:rsid w:val="00961C37"/>
    <w:rsid w:val="0096221A"/>
    <w:rsid w:val="009629C4"/>
    <w:rsid w:val="00962BC1"/>
    <w:rsid w:val="00962D00"/>
    <w:rsid w:val="00962EE0"/>
    <w:rsid w:val="00963F6E"/>
    <w:rsid w:val="00964D01"/>
    <w:rsid w:val="0096551D"/>
    <w:rsid w:val="009657B6"/>
    <w:rsid w:val="00965A61"/>
    <w:rsid w:val="00965ABE"/>
    <w:rsid w:val="00965B04"/>
    <w:rsid w:val="00966644"/>
    <w:rsid w:val="00966FED"/>
    <w:rsid w:val="00967E4C"/>
    <w:rsid w:val="0097165B"/>
    <w:rsid w:val="009717C8"/>
    <w:rsid w:val="00972571"/>
    <w:rsid w:val="00972829"/>
    <w:rsid w:val="00972AEF"/>
    <w:rsid w:val="009732CD"/>
    <w:rsid w:val="00973552"/>
    <w:rsid w:val="00973B48"/>
    <w:rsid w:val="00973EF2"/>
    <w:rsid w:val="009741F0"/>
    <w:rsid w:val="009745AB"/>
    <w:rsid w:val="00976BA3"/>
    <w:rsid w:val="009773D8"/>
    <w:rsid w:val="009773ED"/>
    <w:rsid w:val="0097748A"/>
    <w:rsid w:val="00977D7D"/>
    <w:rsid w:val="00980204"/>
    <w:rsid w:val="009808D3"/>
    <w:rsid w:val="00981063"/>
    <w:rsid w:val="009818C8"/>
    <w:rsid w:val="00981BAD"/>
    <w:rsid w:val="00982143"/>
    <w:rsid w:val="00982397"/>
    <w:rsid w:val="00982C0C"/>
    <w:rsid w:val="009848F5"/>
    <w:rsid w:val="00984A8B"/>
    <w:rsid w:val="00984AD5"/>
    <w:rsid w:val="009860D9"/>
    <w:rsid w:val="00986264"/>
    <w:rsid w:val="0098652C"/>
    <w:rsid w:val="0098757C"/>
    <w:rsid w:val="00987899"/>
    <w:rsid w:val="00987F57"/>
    <w:rsid w:val="00991125"/>
    <w:rsid w:val="00992107"/>
    <w:rsid w:val="00992280"/>
    <w:rsid w:val="00992F31"/>
    <w:rsid w:val="009938C9"/>
    <w:rsid w:val="00993F47"/>
    <w:rsid w:val="00994BCB"/>
    <w:rsid w:val="00994FE5"/>
    <w:rsid w:val="009950BA"/>
    <w:rsid w:val="00995171"/>
    <w:rsid w:val="00995176"/>
    <w:rsid w:val="00995267"/>
    <w:rsid w:val="0099528F"/>
    <w:rsid w:val="0099552C"/>
    <w:rsid w:val="009961F6"/>
    <w:rsid w:val="00996D13"/>
    <w:rsid w:val="0099700B"/>
    <w:rsid w:val="00997049"/>
    <w:rsid w:val="00997180"/>
    <w:rsid w:val="0099741D"/>
    <w:rsid w:val="00997543"/>
    <w:rsid w:val="009A0338"/>
    <w:rsid w:val="009A0817"/>
    <w:rsid w:val="009A0F99"/>
    <w:rsid w:val="009A1422"/>
    <w:rsid w:val="009A2C45"/>
    <w:rsid w:val="009A2C5C"/>
    <w:rsid w:val="009A341E"/>
    <w:rsid w:val="009A369C"/>
    <w:rsid w:val="009A44EC"/>
    <w:rsid w:val="009A55FE"/>
    <w:rsid w:val="009A5BD9"/>
    <w:rsid w:val="009A5C7D"/>
    <w:rsid w:val="009A6033"/>
    <w:rsid w:val="009A6FAA"/>
    <w:rsid w:val="009A719D"/>
    <w:rsid w:val="009B04FE"/>
    <w:rsid w:val="009B091E"/>
    <w:rsid w:val="009B1227"/>
    <w:rsid w:val="009B1840"/>
    <w:rsid w:val="009B1F3C"/>
    <w:rsid w:val="009B2DC4"/>
    <w:rsid w:val="009B4125"/>
    <w:rsid w:val="009B465E"/>
    <w:rsid w:val="009B5472"/>
    <w:rsid w:val="009B59BE"/>
    <w:rsid w:val="009B5A26"/>
    <w:rsid w:val="009B6529"/>
    <w:rsid w:val="009B673E"/>
    <w:rsid w:val="009B6DC1"/>
    <w:rsid w:val="009B71F1"/>
    <w:rsid w:val="009B7B8C"/>
    <w:rsid w:val="009C148E"/>
    <w:rsid w:val="009C261A"/>
    <w:rsid w:val="009C26AA"/>
    <w:rsid w:val="009C29B5"/>
    <w:rsid w:val="009C2B71"/>
    <w:rsid w:val="009C353D"/>
    <w:rsid w:val="009C3639"/>
    <w:rsid w:val="009C3B90"/>
    <w:rsid w:val="009C3DE2"/>
    <w:rsid w:val="009C4201"/>
    <w:rsid w:val="009C4767"/>
    <w:rsid w:val="009C54E2"/>
    <w:rsid w:val="009C60CA"/>
    <w:rsid w:val="009C63F6"/>
    <w:rsid w:val="009C6800"/>
    <w:rsid w:val="009C6A90"/>
    <w:rsid w:val="009C730B"/>
    <w:rsid w:val="009C749F"/>
    <w:rsid w:val="009C7E07"/>
    <w:rsid w:val="009D0F3D"/>
    <w:rsid w:val="009D169B"/>
    <w:rsid w:val="009D2CF2"/>
    <w:rsid w:val="009D3FCA"/>
    <w:rsid w:val="009D411E"/>
    <w:rsid w:val="009D468C"/>
    <w:rsid w:val="009D4798"/>
    <w:rsid w:val="009D4E84"/>
    <w:rsid w:val="009D55C5"/>
    <w:rsid w:val="009D56C7"/>
    <w:rsid w:val="009D5980"/>
    <w:rsid w:val="009D6B4A"/>
    <w:rsid w:val="009D73A5"/>
    <w:rsid w:val="009D7F04"/>
    <w:rsid w:val="009E1A43"/>
    <w:rsid w:val="009E1A9F"/>
    <w:rsid w:val="009E1C01"/>
    <w:rsid w:val="009E1ED1"/>
    <w:rsid w:val="009E1F3E"/>
    <w:rsid w:val="009E465B"/>
    <w:rsid w:val="009E5751"/>
    <w:rsid w:val="009E5BE6"/>
    <w:rsid w:val="009E6375"/>
    <w:rsid w:val="009E6B74"/>
    <w:rsid w:val="009E6BF3"/>
    <w:rsid w:val="009E6E3B"/>
    <w:rsid w:val="009E717D"/>
    <w:rsid w:val="009E74E7"/>
    <w:rsid w:val="009E7784"/>
    <w:rsid w:val="009F07CB"/>
    <w:rsid w:val="009F0D2E"/>
    <w:rsid w:val="009F1A27"/>
    <w:rsid w:val="009F1EAC"/>
    <w:rsid w:val="009F2744"/>
    <w:rsid w:val="009F28D0"/>
    <w:rsid w:val="009F2CB9"/>
    <w:rsid w:val="009F32B0"/>
    <w:rsid w:val="009F331C"/>
    <w:rsid w:val="009F349F"/>
    <w:rsid w:val="009F4B08"/>
    <w:rsid w:val="009F5A92"/>
    <w:rsid w:val="009F5B37"/>
    <w:rsid w:val="009F5F0C"/>
    <w:rsid w:val="009F68AB"/>
    <w:rsid w:val="009F6BF4"/>
    <w:rsid w:val="009F75B6"/>
    <w:rsid w:val="00A0015A"/>
    <w:rsid w:val="00A007C0"/>
    <w:rsid w:val="00A00E2E"/>
    <w:rsid w:val="00A012DF"/>
    <w:rsid w:val="00A013A7"/>
    <w:rsid w:val="00A01CA3"/>
    <w:rsid w:val="00A02552"/>
    <w:rsid w:val="00A02598"/>
    <w:rsid w:val="00A02B20"/>
    <w:rsid w:val="00A03726"/>
    <w:rsid w:val="00A03E91"/>
    <w:rsid w:val="00A03EF7"/>
    <w:rsid w:val="00A04AA3"/>
    <w:rsid w:val="00A04EB3"/>
    <w:rsid w:val="00A04F91"/>
    <w:rsid w:val="00A05067"/>
    <w:rsid w:val="00A053B6"/>
    <w:rsid w:val="00A05EAF"/>
    <w:rsid w:val="00A062C1"/>
    <w:rsid w:val="00A067C3"/>
    <w:rsid w:val="00A06AD3"/>
    <w:rsid w:val="00A075A9"/>
    <w:rsid w:val="00A07A7C"/>
    <w:rsid w:val="00A07D3E"/>
    <w:rsid w:val="00A10710"/>
    <w:rsid w:val="00A114BC"/>
    <w:rsid w:val="00A115E1"/>
    <w:rsid w:val="00A11976"/>
    <w:rsid w:val="00A11D4E"/>
    <w:rsid w:val="00A11DF8"/>
    <w:rsid w:val="00A11E5D"/>
    <w:rsid w:val="00A121CB"/>
    <w:rsid w:val="00A12331"/>
    <w:rsid w:val="00A123AE"/>
    <w:rsid w:val="00A1259D"/>
    <w:rsid w:val="00A12976"/>
    <w:rsid w:val="00A13E2A"/>
    <w:rsid w:val="00A14328"/>
    <w:rsid w:val="00A14C57"/>
    <w:rsid w:val="00A14FC0"/>
    <w:rsid w:val="00A1529E"/>
    <w:rsid w:val="00A1752B"/>
    <w:rsid w:val="00A17A57"/>
    <w:rsid w:val="00A17D02"/>
    <w:rsid w:val="00A17E35"/>
    <w:rsid w:val="00A20175"/>
    <w:rsid w:val="00A206AE"/>
    <w:rsid w:val="00A20828"/>
    <w:rsid w:val="00A20C6A"/>
    <w:rsid w:val="00A2141A"/>
    <w:rsid w:val="00A2180E"/>
    <w:rsid w:val="00A21F37"/>
    <w:rsid w:val="00A21F68"/>
    <w:rsid w:val="00A22E2B"/>
    <w:rsid w:val="00A2337E"/>
    <w:rsid w:val="00A23857"/>
    <w:rsid w:val="00A23F15"/>
    <w:rsid w:val="00A246E9"/>
    <w:rsid w:val="00A24EA4"/>
    <w:rsid w:val="00A25693"/>
    <w:rsid w:val="00A25A86"/>
    <w:rsid w:val="00A25E34"/>
    <w:rsid w:val="00A26314"/>
    <w:rsid w:val="00A266A2"/>
    <w:rsid w:val="00A26705"/>
    <w:rsid w:val="00A269D6"/>
    <w:rsid w:val="00A26AA3"/>
    <w:rsid w:val="00A27D17"/>
    <w:rsid w:val="00A3005B"/>
    <w:rsid w:val="00A301E8"/>
    <w:rsid w:val="00A316C3"/>
    <w:rsid w:val="00A32CC5"/>
    <w:rsid w:val="00A33490"/>
    <w:rsid w:val="00A33ABA"/>
    <w:rsid w:val="00A33C4F"/>
    <w:rsid w:val="00A33F19"/>
    <w:rsid w:val="00A35360"/>
    <w:rsid w:val="00A3537C"/>
    <w:rsid w:val="00A3538E"/>
    <w:rsid w:val="00A35847"/>
    <w:rsid w:val="00A35D4B"/>
    <w:rsid w:val="00A37007"/>
    <w:rsid w:val="00A372BB"/>
    <w:rsid w:val="00A37539"/>
    <w:rsid w:val="00A402CF"/>
    <w:rsid w:val="00A40825"/>
    <w:rsid w:val="00A40F04"/>
    <w:rsid w:val="00A42874"/>
    <w:rsid w:val="00A42A41"/>
    <w:rsid w:val="00A42CC6"/>
    <w:rsid w:val="00A437A3"/>
    <w:rsid w:val="00A437C1"/>
    <w:rsid w:val="00A44602"/>
    <w:rsid w:val="00A446F2"/>
    <w:rsid w:val="00A447A7"/>
    <w:rsid w:val="00A44AEE"/>
    <w:rsid w:val="00A45A06"/>
    <w:rsid w:val="00A45C54"/>
    <w:rsid w:val="00A46079"/>
    <w:rsid w:val="00A462BE"/>
    <w:rsid w:val="00A46EF2"/>
    <w:rsid w:val="00A471DC"/>
    <w:rsid w:val="00A47B6E"/>
    <w:rsid w:val="00A5187D"/>
    <w:rsid w:val="00A51902"/>
    <w:rsid w:val="00A527BC"/>
    <w:rsid w:val="00A52877"/>
    <w:rsid w:val="00A52D24"/>
    <w:rsid w:val="00A54017"/>
    <w:rsid w:val="00A544AA"/>
    <w:rsid w:val="00A55CD4"/>
    <w:rsid w:val="00A56223"/>
    <w:rsid w:val="00A56536"/>
    <w:rsid w:val="00A5655A"/>
    <w:rsid w:val="00A5679D"/>
    <w:rsid w:val="00A57F0D"/>
    <w:rsid w:val="00A618F8"/>
    <w:rsid w:val="00A619D1"/>
    <w:rsid w:val="00A61FED"/>
    <w:rsid w:val="00A630AE"/>
    <w:rsid w:val="00A63350"/>
    <w:rsid w:val="00A637B8"/>
    <w:rsid w:val="00A63EE2"/>
    <w:rsid w:val="00A64C3F"/>
    <w:rsid w:val="00A64D30"/>
    <w:rsid w:val="00A64E2E"/>
    <w:rsid w:val="00A6525A"/>
    <w:rsid w:val="00A6544D"/>
    <w:rsid w:val="00A666BE"/>
    <w:rsid w:val="00A6695A"/>
    <w:rsid w:val="00A67382"/>
    <w:rsid w:val="00A67AE4"/>
    <w:rsid w:val="00A67B2B"/>
    <w:rsid w:val="00A701EB"/>
    <w:rsid w:val="00A7058B"/>
    <w:rsid w:val="00A70E21"/>
    <w:rsid w:val="00A714E4"/>
    <w:rsid w:val="00A7257B"/>
    <w:rsid w:val="00A72701"/>
    <w:rsid w:val="00A73C60"/>
    <w:rsid w:val="00A73D1C"/>
    <w:rsid w:val="00A73ED5"/>
    <w:rsid w:val="00A749C0"/>
    <w:rsid w:val="00A74A60"/>
    <w:rsid w:val="00A7564B"/>
    <w:rsid w:val="00A75ACC"/>
    <w:rsid w:val="00A762FD"/>
    <w:rsid w:val="00A763A8"/>
    <w:rsid w:val="00A770C3"/>
    <w:rsid w:val="00A77478"/>
    <w:rsid w:val="00A77C3C"/>
    <w:rsid w:val="00A77DA8"/>
    <w:rsid w:val="00A80B37"/>
    <w:rsid w:val="00A80C4F"/>
    <w:rsid w:val="00A81A67"/>
    <w:rsid w:val="00A81C1F"/>
    <w:rsid w:val="00A823A4"/>
    <w:rsid w:val="00A844D6"/>
    <w:rsid w:val="00A848D7"/>
    <w:rsid w:val="00A84DF7"/>
    <w:rsid w:val="00A851E8"/>
    <w:rsid w:val="00A85203"/>
    <w:rsid w:val="00A85315"/>
    <w:rsid w:val="00A856CC"/>
    <w:rsid w:val="00A8679E"/>
    <w:rsid w:val="00A87B17"/>
    <w:rsid w:val="00A903EB"/>
    <w:rsid w:val="00A9048B"/>
    <w:rsid w:val="00A90501"/>
    <w:rsid w:val="00A90796"/>
    <w:rsid w:val="00A90FD5"/>
    <w:rsid w:val="00A9327A"/>
    <w:rsid w:val="00A935A9"/>
    <w:rsid w:val="00A938AF"/>
    <w:rsid w:val="00A945C5"/>
    <w:rsid w:val="00A948F6"/>
    <w:rsid w:val="00A94FA5"/>
    <w:rsid w:val="00A959AC"/>
    <w:rsid w:val="00A95D30"/>
    <w:rsid w:val="00A95DF0"/>
    <w:rsid w:val="00A96665"/>
    <w:rsid w:val="00A96917"/>
    <w:rsid w:val="00A96EAE"/>
    <w:rsid w:val="00A97196"/>
    <w:rsid w:val="00A97212"/>
    <w:rsid w:val="00AA0878"/>
    <w:rsid w:val="00AA2000"/>
    <w:rsid w:val="00AA2247"/>
    <w:rsid w:val="00AA2807"/>
    <w:rsid w:val="00AA28F5"/>
    <w:rsid w:val="00AA2A10"/>
    <w:rsid w:val="00AA2A6C"/>
    <w:rsid w:val="00AA3DFF"/>
    <w:rsid w:val="00AA3E4D"/>
    <w:rsid w:val="00AA44B7"/>
    <w:rsid w:val="00AA4F58"/>
    <w:rsid w:val="00AA5423"/>
    <w:rsid w:val="00AA578A"/>
    <w:rsid w:val="00AA6058"/>
    <w:rsid w:val="00AA6814"/>
    <w:rsid w:val="00AA685F"/>
    <w:rsid w:val="00AA6863"/>
    <w:rsid w:val="00AA6BEF"/>
    <w:rsid w:val="00AA6DE6"/>
    <w:rsid w:val="00AA7089"/>
    <w:rsid w:val="00AA73FD"/>
    <w:rsid w:val="00AA7938"/>
    <w:rsid w:val="00AB0530"/>
    <w:rsid w:val="00AB0854"/>
    <w:rsid w:val="00AB1B34"/>
    <w:rsid w:val="00AB1BCF"/>
    <w:rsid w:val="00AB200E"/>
    <w:rsid w:val="00AB217B"/>
    <w:rsid w:val="00AB46F8"/>
    <w:rsid w:val="00AB4A4F"/>
    <w:rsid w:val="00AB4B52"/>
    <w:rsid w:val="00AB5314"/>
    <w:rsid w:val="00AB6622"/>
    <w:rsid w:val="00AB6D6B"/>
    <w:rsid w:val="00AB7523"/>
    <w:rsid w:val="00AB76FE"/>
    <w:rsid w:val="00AB78D5"/>
    <w:rsid w:val="00AB7CA3"/>
    <w:rsid w:val="00AB7CE4"/>
    <w:rsid w:val="00AC04F6"/>
    <w:rsid w:val="00AC07E9"/>
    <w:rsid w:val="00AC09D3"/>
    <w:rsid w:val="00AC1048"/>
    <w:rsid w:val="00AC1317"/>
    <w:rsid w:val="00AC13F0"/>
    <w:rsid w:val="00AC1458"/>
    <w:rsid w:val="00AC1BD9"/>
    <w:rsid w:val="00AC1D4A"/>
    <w:rsid w:val="00AC256C"/>
    <w:rsid w:val="00AC2F79"/>
    <w:rsid w:val="00AC3413"/>
    <w:rsid w:val="00AC3A18"/>
    <w:rsid w:val="00AC476F"/>
    <w:rsid w:val="00AC4E00"/>
    <w:rsid w:val="00AC5513"/>
    <w:rsid w:val="00AC5CE6"/>
    <w:rsid w:val="00AC74EC"/>
    <w:rsid w:val="00AD0146"/>
    <w:rsid w:val="00AD0DF9"/>
    <w:rsid w:val="00AD1587"/>
    <w:rsid w:val="00AD39AA"/>
    <w:rsid w:val="00AD4430"/>
    <w:rsid w:val="00AD518A"/>
    <w:rsid w:val="00AD55C8"/>
    <w:rsid w:val="00AD59BA"/>
    <w:rsid w:val="00AD5C35"/>
    <w:rsid w:val="00AD5DF2"/>
    <w:rsid w:val="00AD5E42"/>
    <w:rsid w:val="00AD6172"/>
    <w:rsid w:val="00AD62AD"/>
    <w:rsid w:val="00AD7288"/>
    <w:rsid w:val="00AD76B3"/>
    <w:rsid w:val="00AE0C01"/>
    <w:rsid w:val="00AE1BBA"/>
    <w:rsid w:val="00AE2981"/>
    <w:rsid w:val="00AE2D78"/>
    <w:rsid w:val="00AE3DCD"/>
    <w:rsid w:val="00AE4689"/>
    <w:rsid w:val="00AE5790"/>
    <w:rsid w:val="00AE709E"/>
    <w:rsid w:val="00AE7129"/>
    <w:rsid w:val="00AE76A8"/>
    <w:rsid w:val="00AE7D2E"/>
    <w:rsid w:val="00AF0AC0"/>
    <w:rsid w:val="00AF0CB4"/>
    <w:rsid w:val="00AF10B3"/>
    <w:rsid w:val="00AF1D0A"/>
    <w:rsid w:val="00AF330C"/>
    <w:rsid w:val="00AF3687"/>
    <w:rsid w:val="00AF416B"/>
    <w:rsid w:val="00AF52EC"/>
    <w:rsid w:val="00AF58A7"/>
    <w:rsid w:val="00AF6171"/>
    <w:rsid w:val="00AF7C05"/>
    <w:rsid w:val="00B000C4"/>
    <w:rsid w:val="00B01DB8"/>
    <w:rsid w:val="00B01F67"/>
    <w:rsid w:val="00B02293"/>
    <w:rsid w:val="00B0275B"/>
    <w:rsid w:val="00B02902"/>
    <w:rsid w:val="00B02D8D"/>
    <w:rsid w:val="00B02E64"/>
    <w:rsid w:val="00B03323"/>
    <w:rsid w:val="00B03CE6"/>
    <w:rsid w:val="00B04038"/>
    <w:rsid w:val="00B044C7"/>
    <w:rsid w:val="00B04C9F"/>
    <w:rsid w:val="00B05B1F"/>
    <w:rsid w:val="00B05C3A"/>
    <w:rsid w:val="00B05DDC"/>
    <w:rsid w:val="00B064A5"/>
    <w:rsid w:val="00B07226"/>
    <w:rsid w:val="00B10A1E"/>
    <w:rsid w:val="00B10D50"/>
    <w:rsid w:val="00B111A0"/>
    <w:rsid w:val="00B1244A"/>
    <w:rsid w:val="00B12955"/>
    <w:rsid w:val="00B12DCD"/>
    <w:rsid w:val="00B13645"/>
    <w:rsid w:val="00B13FEA"/>
    <w:rsid w:val="00B14B06"/>
    <w:rsid w:val="00B14BA7"/>
    <w:rsid w:val="00B14F1A"/>
    <w:rsid w:val="00B1554B"/>
    <w:rsid w:val="00B1571F"/>
    <w:rsid w:val="00B158B4"/>
    <w:rsid w:val="00B15EAB"/>
    <w:rsid w:val="00B15EC2"/>
    <w:rsid w:val="00B1611F"/>
    <w:rsid w:val="00B1623A"/>
    <w:rsid w:val="00B1642D"/>
    <w:rsid w:val="00B16DED"/>
    <w:rsid w:val="00B17079"/>
    <w:rsid w:val="00B20401"/>
    <w:rsid w:val="00B20B9A"/>
    <w:rsid w:val="00B210B1"/>
    <w:rsid w:val="00B21529"/>
    <w:rsid w:val="00B218F0"/>
    <w:rsid w:val="00B21D85"/>
    <w:rsid w:val="00B21F4E"/>
    <w:rsid w:val="00B2208E"/>
    <w:rsid w:val="00B22210"/>
    <w:rsid w:val="00B22444"/>
    <w:rsid w:val="00B22925"/>
    <w:rsid w:val="00B2329A"/>
    <w:rsid w:val="00B232CC"/>
    <w:rsid w:val="00B23853"/>
    <w:rsid w:val="00B23A07"/>
    <w:rsid w:val="00B23BA3"/>
    <w:rsid w:val="00B23DAD"/>
    <w:rsid w:val="00B246B0"/>
    <w:rsid w:val="00B25BF9"/>
    <w:rsid w:val="00B264FF"/>
    <w:rsid w:val="00B26556"/>
    <w:rsid w:val="00B26964"/>
    <w:rsid w:val="00B2796F"/>
    <w:rsid w:val="00B27A4D"/>
    <w:rsid w:val="00B27DBC"/>
    <w:rsid w:val="00B3078F"/>
    <w:rsid w:val="00B30BDF"/>
    <w:rsid w:val="00B30D99"/>
    <w:rsid w:val="00B30DAA"/>
    <w:rsid w:val="00B30E47"/>
    <w:rsid w:val="00B30FA8"/>
    <w:rsid w:val="00B31569"/>
    <w:rsid w:val="00B31943"/>
    <w:rsid w:val="00B322D6"/>
    <w:rsid w:val="00B32536"/>
    <w:rsid w:val="00B32EA8"/>
    <w:rsid w:val="00B342C5"/>
    <w:rsid w:val="00B34344"/>
    <w:rsid w:val="00B3440C"/>
    <w:rsid w:val="00B349B4"/>
    <w:rsid w:val="00B34E9D"/>
    <w:rsid w:val="00B353FD"/>
    <w:rsid w:val="00B35CB0"/>
    <w:rsid w:val="00B35DC2"/>
    <w:rsid w:val="00B362E0"/>
    <w:rsid w:val="00B36358"/>
    <w:rsid w:val="00B36489"/>
    <w:rsid w:val="00B3728C"/>
    <w:rsid w:val="00B37E0E"/>
    <w:rsid w:val="00B40164"/>
    <w:rsid w:val="00B4057D"/>
    <w:rsid w:val="00B4161E"/>
    <w:rsid w:val="00B41B32"/>
    <w:rsid w:val="00B41DA4"/>
    <w:rsid w:val="00B42054"/>
    <w:rsid w:val="00B42851"/>
    <w:rsid w:val="00B42A7D"/>
    <w:rsid w:val="00B42DD6"/>
    <w:rsid w:val="00B42E77"/>
    <w:rsid w:val="00B445E5"/>
    <w:rsid w:val="00B452E2"/>
    <w:rsid w:val="00B45316"/>
    <w:rsid w:val="00B463B6"/>
    <w:rsid w:val="00B46B74"/>
    <w:rsid w:val="00B4777B"/>
    <w:rsid w:val="00B478F9"/>
    <w:rsid w:val="00B478FD"/>
    <w:rsid w:val="00B47A46"/>
    <w:rsid w:val="00B5016B"/>
    <w:rsid w:val="00B51085"/>
    <w:rsid w:val="00B512B3"/>
    <w:rsid w:val="00B5209C"/>
    <w:rsid w:val="00B52442"/>
    <w:rsid w:val="00B52458"/>
    <w:rsid w:val="00B5268C"/>
    <w:rsid w:val="00B53175"/>
    <w:rsid w:val="00B53713"/>
    <w:rsid w:val="00B53C9C"/>
    <w:rsid w:val="00B540FD"/>
    <w:rsid w:val="00B543BB"/>
    <w:rsid w:val="00B54A6D"/>
    <w:rsid w:val="00B54ABF"/>
    <w:rsid w:val="00B54EAC"/>
    <w:rsid w:val="00B55159"/>
    <w:rsid w:val="00B555B1"/>
    <w:rsid w:val="00B55753"/>
    <w:rsid w:val="00B560D2"/>
    <w:rsid w:val="00B567E5"/>
    <w:rsid w:val="00B56C04"/>
    <w:rsid w:val="00B56D6B"/>
    <w:rsid w:val="00B572DC"/>
    <w:rsid w:val="00B60779"/>
    <w:rsid w:val="00B617A6"/>
    <w:rsid w:val="00B61A7C"/>
    <w:rsid w:val="00B627DD"/>
    <w:rsid w:val="00B63441"/>
    <w:rsid w:val="00B6400C"/>
    <w:rsid w:val="00B65340"/>
    <w:rsid w:val="00B65AAC"/>
    <w:rsid w:val="00B65CF2"/>
    <w:rsid w:val="00B65DB7"/>
    <w:rsid w:val="00B664BD"/>
    <w:rsid w:val="00B66C12"/>
    <w:rsid w:val="00B66FFB"/>
    <w:rsid w:val="00B678CD"/>
    <w:rsid w:val="00B67AEA"/>
    <w:rsid w:val="00B67BC5"/>
    <w:rsid w:val="00B707A0"/>
    <w:rsid w:val="00B71314"/>
    <w:rsid w:val="00B71A57"/>
    <w:rsid w:val="00B71DBF"/>
    <w:rsid w:val="00B71F51"/>
    <w:rsid w:val="00B72988"/>
    <w:rsid w:val="00B72A23"/>
    <w:rsid w:val="00B72C23"/>
    <w:rsid w:val="00B731C2"/>
    <w:rsid w:val="00B7355F"/>
    <w:rsid w:val="00B735A8"/>
    <w:rsid w:val="00B735AA"/>
    <w:rsid w:val="00B7414E"/>
    <w:rsid w:val="00B7432A"/>
    <w:rsid w:val="00B74779"/>
    <w:rsid w:val="00B74980"/>
    <w:rsid w:val="00B749E6"/>
    <w:rsid w:val="00B74BD2"/>
    <w:rsid w:val="00B74EB9"/>
    <w:rsid w:val="00B7509C"/>
    <w:rsid w:val="00B7603E"/>
    <w:rsid w:val="00B76677"/>
    <w:rsid w:val="00B772C9"/>
    <w:rsid w:val="00B77BBD"/>
    <w:rsid w:val="00B77BD2"/>
    <w:rsid w:val="00B80380"/>
    <w:rsid w:val="00B80B7A"/>
    <w:rsid w:val="00B80CA0"/>
    <w:rsid w:val="00B80E94"/>
    <w:rsid w:val="00B80F72"/>
    <w:rsid w:val="00B811B5"/>
    <w:rsid w:val="00B815FF"/>
    <w:rsid w:val="00B819B1"/>
    <w:rsid w:val="00B82173"/>
    <w:rsid w:val="00B825FF"/>
    <w:rsid w:val="00B826C6"/>
    <w:rsid w:val="00B827E7"/>
    <w:rsid w:val="00B827EA"/>
    <w:rsid w:val="00B8285D"/>
    <w:rsid w:val="00B82A6B"/>
    <w:rsid w:val="00B82AFE"/>
    <w:rsid w:val="00B82BA7"/>
    <w:rsid w:val="00B833B8"/>
    <w:rsid w:val="00B8343D"/>
    <w:rsid w:val="00B834C9"/>
    <w:rsid w:val="00B842E3"/>
    <w:rsid w:val="00B84A13"/>
    <w:rsid w:val="00B84C65"/>
    <w:rsid w:val="00B851AE"/>
    <w:rsid w:val="00B85B12"/>
    <w:rsid w:val="00B87C6F"/>
    <w:rsid w:val="00B87D58"/>
    <w:rsid w:val="00B90C5F"/>
    <w:rsid w:val="00B90CEA"/>
    <w:rsid w:val="00B90E5E"/>
    <w:rsid w:val="00B9105A"/>
    <w:rsid w:val="00B91135"/>
    <w:rsid w:val="00B915AD"/>
    <w:rsid w:val="00B91AFD"/>
    <w:rsid w:val="00B91E17"/>
    <w:rsid w:val="00B92506"/>
    <w:rsid w:val="00B9269F"/>
    <w:rsid w:val="00B92C39"/>
    <w:rsid w:val="00B938B8"/>
    <w:rsid w:val="00B93DC2"/>
    <w:rsid w:val="00B943B2"/>
    <w:rsid w:val="00B94865"/>
    <w:rsid w:val="00B95296"/>
    <w:rsid w:val="00B957C8"/>
    <w:rsid w:val="00B96994"/>
    <w:rsid w:val="00B96DE6"/>
    <w:rsid w:val="00B96FAD"/>
    <w:rsid w:val="00B97BC3"/>
    <w:rsid w:val="00BA034A"/>
    <w:rsid w:val="00BA05B7"/>
    <w:rsid w:val="00BA28F6"/>
    <w:rsid w:val="00BA29F9"/>
    <w:rsid w:val="00BA2DA2"/>
    <w:rsid w:val="00BA361C"/>
    <w:rsid w:val="00BA42CF"/>
    <w:rsid w:val="00BA52E1"/>
    <w:rsid w:val="00BA65D5"/>
    <w:rsid w:val="00BA666E"/>
    <w:rsid w:val="00BA68E0"/>
    <w:rsid w:val="00BA6B8B"/>
    <w:rsid w:val="00BA6E8B"/>
    <w:rsid w:val="00BA6EA5"/>
    <w:rsid w:val="00BA7687"/>
    <w:rsid w:val="00BA76F2"/>
    <w:rsid w:val="00BB01C3"/>
    <w:rsid w:val="00BB03AA"/>
    <w:rsid w:val="00BB0E8F"/>
    <w:rsid w:val="00BB191F"/>
    <w:rsid w:val="00BB1C16"/>
    <w:rsid w:val="00BB1E59"/>
    <w:rsid w:val="00BB2CBC"/>
    <w:rsid w:val="00BB5509"/>
    <w:rsid w:val="00BB5513"/>
    <w:rsid w:val="00BB5F99"/>
    <w:rsid w:val="00BB634C"/>
    <w:rsid w:val="00BB6C7F"/>
    <w:rsid w:val="00BB71EE"/>
    <w:rsid w:val="00BB75B1"/>
    <w:rsid w:val="00BB7DC1"/>
    <w:rsid w:val="00BC0492"/>
    <w:rsid w:val="00BC0558"/>
    <w:rsid w:val="00BC15A2"/>
    <w:rsid w:val="00BC1C5E"/>
    <w:rsid w:val="00BC1D8B"/>
    <w:rsid w:val="00BC1F1C"/>
    <w:rsid w:val="00BC1F68"/>
    <w:rsid w:val="00BC2B55"/>
    <w:rsid w:val="00BC3979"/>
    <w:rsid w:val="00BC3A9F"/>
    <w:rsid w:val="00BC3BD9"/>
    <w:rsid w:val="00BC3DE2"/>
    <w:rsid w:val="00BC3EAA"/>
    <w:rsid w:val="00BC4141"/>
    <w:rsid w:val="00BC45F6"/>
    <w:rsid w:val="00BC4D0B"/>
    <w:rsid w:val="00BC4D2C"/>
    <w:rsid w:val="00BC4D38"/>
    <w:rsid w:val="00BC7212"/>
    <w:rsid w:val="00BC7410"/>
    <w:rsid w:val="00BD03A0"/>
    <w:rsid w:val="00BD0846"/>
    <w:rsid w:val="00BD0C1C"/>
    <w:rsid w:val="00BD1172"/>
    <w:rsid w:val="00BD22C5"/>
    <w:rsid w:val="00BD27CE"/>
    <w:rsid w:val="00BD3061"/>
    <w:rsid w:val="00BD5397"/>
    <w:rsid w:val="00BD53EB"/>
    <w:rsid w:val="00BD5B6F"/>
    <w:rsid w:val="00BD62C2"/>
    <w:rsid w:val="00BD6472"/>
    <w:rsid w:val="00BD6CBB"/>
    <w:rsid w:val="00BD7392"/>
    <w:rsid w:val="00BD7626"/>
    <w:rsid w:val="00BD7D43"/>
    <w:rsid w:val="00BD7DE1"/>
    <w:rsid w:val="00BD7EED"/>
    <w:rsid w:val="00BE02CD"/>
    <w:rsid w:val="00BE04FF"/>
    <w:rsid w:val="00BE0896"/>
    <w:rsid w:val="00BE0BA3"/>
    <w:rsid w:val="00BE1DF5"/>
    <w:rsid w:val="00BE1F31"/>
    <w:rsid w:val="00BE2133"/>
    <w:rsid w:val="00BE2273"/>
    <w:rsid w:val="00BE25FD"/>
    <w:rsid w:val="00BE283D"/>
    <w:rsid w:val="00BE2FF4"/>
    <w:rsid w:val="00BE379F"/>
    <w:rsid w:val="00BE4D43"/>
    <w:rsid w:val="00BE539F"/>
    <w:rsid w:val="00BE5ADF"/>
    <w:rsid w:val="00BE603C"/>
    <w:rsid w:val="00BE62A0"/>
    <w:rsid w:val="00BE632C"/>
    <w:rsid w:val="00BE6659"/>
    <w:rsid w:val="00BE6685"/>
    <w:rsid w:val="00BE7C70"/>
    <w:rsid w:val="00BF0165"/>
    <w:rsid w:val="00BF0A79"/>
    <w:rsid w:val="00BF1817"/>
    <w:rsid w:val="00BF200C"/>
    <w:rsid w:val="00BF2AAA"/>
    <w:rsid w:val="00BF2BCE"/>
    <w:rsid w:val="00BF46DC"/>
    <w:rsid w:val="00BF536E"/>
    <w:rsid w:val="00BF538B"/>
    <w:rsid w:val="00BF5CE4"/>
    <w:rsid w:val="00BF6DA2"/>
    <w:rsid w:val="00BF6FCF"/>
    <w:rsid w:val="00BF7778"/>
    <w:rsid w:val="00BF7A09"/>
    <w:rsid w:val="00BF7F70"/>
    <w:rsid w:val="00C00D14"/>
    <w:rsid w:val="00C016FD"/>
    <w:rsid w:val="00C0194B"/>
    <w:rsid w:val="00C02050"/>
    <w:rsid w:val="00C021AC"/>
    <w:rsid w:val="00C021CC"/>
    <w:rsid w:val="00C02718"/>
    <w:rsid w:val="00C03BA1"/>
    <w:rsid w:val="00C04027"/>
    <w:rsid w:val="00C04CC9"/>
    <w:rsid w:val="00C04D5D"/>
    <w:rsid w:val="00C058E0"/>
    <w:rsid w:val="00C05D76"/>
    <w:rsid w:val="00C06ED4"/>
    <w:rsid w:val="00C06F48"/>
    <w:rsid w:val="00C07DB9"/>
    <w:rsid w:val="00C10418"/>
    <w:rsid w:val="00C1042F"/>
    <w:rsid w:val="00C108D7"/>
    <w:rsid w:val="00C10A11"/>
    <w:rsid w:val="00C10B66"/>
    <w:rsid w:val="00C10CE6"/>
    <w:rsid w:val="00C11233"/>
    <w:rsid w:val="00C1133D"/>
    <w:rsid w:val="00C115A3"/>
    <w:rsid w:val="00C128E1"/>
    <w:rsid w:val="00C12987"/>
    <w:rsid w:val="00C1356D"/>
    <w:rsid w:val="00C135AD"/>
    <w:rsid w:val="00C1389F"/>
    <w:rsid w:val="00C13BA6"/>
    <w:rsid w:val="00C143E6"/>
    <w:rsid w:val="00C1479F"/>
    <w:rsid w:val="00C15A98"/>
    <w:rsid w:val="00C16371"/>
    <w:rsid w:val="00C16816"/>
    <w:rsid w:val="00C178FB"/>
    <w:rsid w:val="00C17DA5"/>
    <w:rsid w:val="00C204FE"/>
    <w:rsid w:val="00C207AA"/>
    <w:rsid w:val="00C211F7"/>
    <w:rsid w:val="00C22491"/>
    <w:rsid w:val="00C22511"/>
    <w:rsid w:val="00C22666"/>
    <w:rsid w:val="00C22A37"/>
    <w:rsid w:val="00C22DBF"/>
    <w:rsid w:val="00C23704"/>
    <w:rsid w:val="00C23F77"/>
    <w:rsid w:val="00C2430A"/>
    <w:rsid w:val="00C24315"/>
    <w:rsid w:val="00C24BF9"/>
    <w:rsid w:val="00C250DA"/>
    <w:rsid w:val="00C25213"/>
    <w:rsid w:val="00C25B69"/>
    <w:rsid w:val="00C2602C"/>
    <w:rsid w:val="00C2703F"/>
    <w:rsid w:val="00C27433"/>
    <w:rsid w:val="00C27854"/>
    <w:rsid w:val="00C30052"/>
    <w:rsid w:val="00C314AB"/>
    <w:rsid w:val="00C315D2"/>
    <w:rsid w:val="00C31D6B"/>
    <w:rsid w:val="00C3221A"/>
    <w:rsid w:val="00C323F5"/>
    <w:rsid w:val="00C325DF"/>
    <w:rsid w:val="00C32A41"/>
    <w:rsid w:val="00C3305C"/>
    <w:rsid w:val="00C3306C"/>
    <w:rsid w:val="00C3327E"/>
    <w:rsid w:val="00C332E3"/>
    <w:rsid w:val="00C336FE"/>
    <w:rsid w:val="00C3434B"/>
    <w:rsid w:val="00C34A77"/>
    <w:rsid w:val="00C34E95"/>
    <w:rsid w:val="00C367E4"/>
    <w:rsid w:val="00C36A6A"/>
    <w:rsid w:val="00C36F90"/>
    <w:rsid w:val="00C3711C"/>
    <w:rsid w:val="00C37C97"/>
    <w:rsid w:val="00C37D6C"/>
    <w:rsid w:val="00C404A0"/>
    <w:rsid w:val="00C404A5"/>
    <w:rsid w:val="00C405E7"/>
    <w:rsid w:val="00C40ABB"/>
    <w:rsid w:val="00C40F73"/>
    <w:rsid w:val="00C42197"/>
    <w:rsid w:val="00C42654"/>
    <w:rsid w:val="00C42909"/>
    <w:rsid w:val="00C42C27"/>
    <w:rsid w:val="00C42EF3"/>
    <w:rsid w:val="00C43AAB"/>
    <w:rsid w:val="00C443A7"/>
    <w:rsid w:val="00C4463C"/>
    <w:rsid w:val="00C44A9D"/>
    <w:rsid w:val="00C4615E"/>
    <w:rsid w:val="00C46451"/>
    <w:rsid w:val="00C46E59"/>
    <w:rsid w:val="00C47629"/>
    <w:rsid w:val="00C50006"/>
    <w:rsid w:val="00C509B3"/>
    <w:rsid w:val="00C5134F"/>
    <w:rsid w:val="00C523A8"/>
    <w:rsid w:val="00C5290F"/>
    <w:rsid w:val="00C546DC"/>
    <w:rsid w:val="00C55169"/>
    <w:rsid w:val="00C55EBD"/>
    <w:rsid w:val="00C567CE"/>
    <w:rsid w:val="00C568A4"/>
    <w:rsid w:val="00C56E00"/>
    <w:rsid w:val="00C571C2"/>
    <w:rsid w:val="00C5721B"/>
    <w:rsid w:val="00C5770C"/>
    <w:rsid w:val="00C579F6"/>
    <w:rsid w:val="00C60C4A"/>
    <w:rsid w:val="00C6104E"/>
    <w:rsid w:val="00C61524"/>
    <w:rsid w:val="00C61B88"/>
    <w:rsid w:val="00C6252A"/>
    <w:rsid w:val="00C6271B"/>
    <w:rsid w:val="00C63B75"/>
    <w:rsid w:val="00C64316"/>
    <w:rsid w:val="00C65192"/>
    <w:rsid w:val="00C65961"/>
    <w:rsid w:val="00C65BA6"/>
    <w:rsid w:val="00C65C66"/>
    <w:rsid w:val="00C6623C"/>
    <w:rsid w:val="00C6638A"/>
    <w:rsid w:val="00C66AB5"/>
    <w:rsid w:val="00C6713F"/>
    <w:rsid w:val="00C675A3"/>
    <w:rsid w:val="00C67791"/>
    <w:rsid w:val="00C67B79"/>
    <w:rsid w:val="00C67DF9"/>
    <w:rsid w:val="00C67EA1"/>
    <w:rsid w:val="00C700F4"/>
    <w:rsid w:val="00C7078B"/>
    <w:rsid w:val="00C7098B"/>
    <w:rsid w:val="00C71A40"/>
    <w:rsid w:val="00C72C65"/>
    <w:rsid w:val="00C72DF3"/>
    <w:rsid w:val="00C72F39"/>
    <w:rsid w:val="00C73A8A"/>
    <w:rsid w:val="00C7502F"/>
    <w:rsid w:val="00C75747"/>
    <w:rsid w:val="00C75915"/>
    <w:rsid w:val="00C759EA"/>
    <w:rsid w:val="00C7601E"/>
    <w:rsid w:val="00C77185"/>
    <w:rsid w:val="00C7778B"/>
    <w:rsid w:val="00C7785F"/>
    <w:rsid w:val="00C77F56"/>
    <w:rsid w:val="00C808B5"/>
    <w:rsid w:val="00C80D0E"/>
    <w:rsid w:val="00C811DF"/>
    <w:rsid w:val="00C814D6"/>
    <w:rsid w:val="00C816A3"/>
    <w:rsid w:val="00C81A03"/>
    <w:rsid w:val="00C823D9"/>
    <w:rsid w:val="00C8252A"/>
    <w:rsid w:val="00C82682"/>
    <w:rsid w:val="00C8332A"/>
    <w:rsid w:val="00C83533"/>
    <w:rsid w:val="00C83B8A"/>
    <w:rsid w:val="00C840DE"/>
    <w:rsid w:val="00C84181"/>
    <w:rsid w:val="00C855E4"/>
    <w:rsid w:val="00C85755"/>
    <w:rsid w:val="00C85F06"/>
    <w:rsid w:val="00C8605A"/>
    <w:rsid w:val="00C860EA"/>
    <w:rsid w:val="00C86323"/>
    <w:rsid w:val="00C86DBE"/>
    <w:rsid w:val="00C873A7"/>
    <w:rsid w:val="00C87A0E"/>
    <w:rsid w:val="00C87B2A"/>
    <w:rsid w:val="00C87F45"/>
    <w:rsid w:val="00C87F7D"/>
    <w:rsid w:val="00C90136"/>
    <w:rsid w:val="00C904EF"/>
    <w:rsid w:val="00C90977"/>
    <w:rsid w:val="00C91039"/>
    <w:rsid w:val="00C91119"/>
    <w:rsid w:val="00C91B49"/>
    <w:rsid w:val="00C91ECE"/>
    <w:rsid w:val="00C91EEF"/>
    <w:rsid w:val="00C922A0"/>
    <w:rsid w:val="00C935C4"/>
    <w:rsid w:val="00C94A31"/>
    <w:rsid w:val="00C9505A"/>
    <w:rsid w:val="00C962CD"/>
    <w:rsid w:val="00C96846"/>
    <w:rsid w:val="00C96B18"/>
    <w:rsid w:val="00C96B48"/>
    <w:rsid w:val="00C9753F"/>
    <w:rsid w:val="00CA001B"/>
    <w:rsid w:val="00CA09E9"/>
    <w:rsid w:val="00CA09FF"/>
    <w:rsid w:val="00CA1515"/>
    <w:rsid w:val="00CA1A29"/>
    <w:rsid w:val="00CA1C8B"/>
    <w:rsid w:val="00CA2BE9"/>
    <w:rsid w:val="00CA31E0"/>
    <w:rsid w:val="00CA34FA"/>
    <w:rsid w:val="00CA3746"/>
    <w:rsid w:val="00CA4450"/>
    <w:rsid w:val="00CA571B"/>
    <w:rsid w:val="00CA61A5"/>
    <w:rsid w:val="00CA61C4"/>
    <w:rsid w:val="00CA6557"/>
    <w:rsid w:val="00CA7086"/>
    <w:rsid w:val="00CA72C9"/>
    <w:rsid w:val="00CA74EA"/>
    <w:rsid w:val="00CA76B0"/>
    <w:rsid w:val="00CB016E"/>
    <w:rsid w:val="00CB07FA"/>
    <w:rsid w:val="00CB0935"/>
    <w:rsid w:val="00CB0B03"/>
    <w:rsid w:val="00CB103F"/>
    <w:rsid w:val="00CB1BFC"/>
    <w:rsid w:val="00CB1E32"/>
    <w:rsid w:val="00CB1E97"/>
    <w:rsid w:val="00CB2403"/>
    <w:rsid w:val="00CB25A7"/>
    <w:rsid w:val="00CB28F4"/>
    <w:rsid w:val="00CB2D1F"/>
    <w:rsid w:val="00CB35AB"/>
    <w:rsid w:val="00CB3AFA"/>
    <w:rsid w:val="00CB41AF"/>
    <w:rsid w:val="00CB5DCA"/>
    <w:rsid w:val="00CB5E4B"/>
    <w:rsid w:val="00CB636A"/>
    <w:rsid w:val="00CB6539"/>
    <w:rsid w:val="00CB72D0"/>
    <w:rsid w:val="00CB78BD"/>
    <w:rsid w:val="00CB7ADD"/>
    <w:rsid w:val="00CC0DEB"/>
    <w:rsid w:val="00CC2574"/>
    <w:rsid w:val="00CC2C01"/>
    <w:rsid w:val="00CC35A3"/>
    <w:rsid w:val="00CC3A64"/>
    <w:rsid w:val="00CC3E86"/>
    <w:rsid w:val="00CC49AB"/>
    <w:rsid w:val="00CC4A42"/>
    <w:rsid w:val="00CC60D8"/>
    <w:rsid w:val="00CC64B3"/>
    <w:rsid w:val="00CC6E39"/>
    <w:rsid w:val="00CD0565"/>
    <w:rsid w:val="00CD12F8"/>
    <w:rsid w:val="00CD177D"/>
    <w:rsid w:val="00CD1A2C"/>
    <w:rsid w:val="00CD1C71"/>
    <w:rsid w:val="00CD257E"/>
    <w:rsid w:val="00CD2709"/>
    <w:rsid w:val="00CD2932"/>
    <w:rsid w:val="00CD3851"/>
    <w:rsid w:val="00CD3AA4"/>
    <w:rsid w:val="00CD4CA3"/>
    <w:rsid w:val="00CD4E1E"/>
    <w:rsid w:val="00CD4E3F"/>
    <w:rsid w:val="00CD515B"/>
    <w:rsid w:val="00CD5624"/>
    <w:rsid w:val="00CD5B0A"/>
    <w:rsid w:val="00CD6828"/>
    <w:rsid w:val="00CD7C9E"/>
    <w:rsid w:val="00CD7F19"/>
    <w:rsid w:val="00CE0679"/>
    <w:rsid w:val="00CE0A0E"/>
    <w:rsid w:val="00CE0D7E"/>
    <w:rsid w:val="00CE11AB"/>
    <w:rsid w:val="00CE1D5E"/>
    <w:rsid w:val="00CE1E01"/>
    <w:rsid w:val="00CE3761"/>
    <w:rsid w:val="00CE3B21"/>
    <w:rsid w:val="00CE43DF"/>
    <w:rsid w:val="00CE45F8"/>
    <w:rsid w:val="00CE4879"/>
    <w:rsid w:val="00CE5229"/>
    <w:rsid w:val="00CE63A7"/>
    <w:rsid w:val="00CE68BB"/>
    <w:rsid w:val="00CE68DA"/>
    <w:rsid w:val="00CE7D53"/>
    <w:rsid w:val="00CF0157"/>
    <w:rsid w:val="00CF02BF"/>
    <w:rsid w:val="00CF0458"/>
    <w:rsid w:val="00CF06B9"/>
    <w:rsid w:val="00CF0FA1"/>
    <w:rsid w:val="00CF140C"/>
    <w:rsid w:val="00CF1817"/>
    <w:rsid w:val="00CF2C42"/>
    <w:rsid w:val="00CF3534"/>
    <w:rsid w:val="00CF355C"/>
    <w:rsid w:val="00CF39F7"/>
    <w:rsid w:val="00CF3AA5"/>
    <w:rsid w:val="00CF6782"/>
    <w:rsid w:val="00CF7777"/>
    <w:rsid w:val="00CF7A05"/>
    <w:rsid w:val="00D00396"/>
    <w:rsid w:val="00D0042A"/>
    <w:rsid w:val="00D00AEB"/>
    <w:rsid w:val="00D00B1A"/>
    <w:rsid w:val="00D00C58"/>
    <w:rsid w:val="00D00EA2"/>
    <w:rsid w:val="00D01194"/>
    <w:rsid w:val="00D0120C"/>
    <w:rsid w:val="00D01ACD"/>
    <w:rsid w:val="00D01E92"/>
    <w:rsid w:val="00D0200C"/>
    <w:rsid w:val="00D02BCC"/>
    <w:rsid w:val="00D03C2E"/>
    <w:rsid w:val="00D04480"/>
    <w:rsid w:val="00D04B02"/>
    <w:rsid w:val="00D0614F"/>
    <w:rsid w:val="00D068D6"/>
    <w:rsid w:val="00D06B84"/>
    <w:rsid w:val="00D0790D"/>
    <w:rsid w:val="00D102AF"/>
    <w:rsid w:val="00D11225"/>
    <w:rsid w:val="00D11E07"/>
    <w:rsid w:val="00D12202"/>
    <w:rsid w:val="00D12442"/>
    <w:rsid w:val="00D124DA"/>
    <w:rsid w:val="00D12A0E"/>
    <w:rsid w:val="00D1353A"/>
    <w:rsid w:val="00D144B6"/>
    <w:rsid w:val="00D14FBC"/>
    <w:rsid w:val="00D15195"/>
    <w:rsid w:val="00D1595D"/>
    <w:rsid w:val="00D15CED"/>
    <w:rsid w:val="00D1614F"/>
    <w:rsid w:val="00D169C8"/>
    <w:rsid w:val="00D16DF9"/>
    <w:rsid w:val="00D16E6F"/>
    <w:rsid w:val="00D17DB0"/>
    <w:rsid w:val="00D20042"/>
    <w:rsid w:val="00D208F1"/>
    <w:rsid w:val="00D20CE3"/>
    <w:rsid w:val="00D20D8A"/>
    <w:rsid w:val="00D21CA8"/>
    <w:rsid w:val="00D224D2"/>
    <w:rsid w:val="00D2262C"/>
    <w:rsid w:val="00D22BD2"/>
    <w:rsid w:val="00D2312A"/>
    <w:rsid w:val="00D269B8"/>
    <w:rsid w:val="00D27233"/>
    <w:rsid w:val="00D27BB0"/>
    <w:rsid w:val="00D3032E"/>
    <w:rsid w:val="00D30476"/>
    <w:rsid w:val="00D30594"/>
    <w:rsid w:val="00D30849"/>
    <w:rsid w:val="00D312DD"/>
    <w:rsid w:val="00D317C0"/>
    <w:rsid w:val="00D318C5"/>
    <w:rsid w:val="00D31D1F"/>
    <w:rsid w:val="00D32476"/>
    <w:rsid w:val="00D327EE"/>
    <w:rsid w:val="00D33CB6"/>
    <w:rsid w:val="00D35451"/>
    <w:rsid w:val="00D354CD"/>
    <w:rsid w:val="00D35533"/>
    <w:rsid w:val="00D355A2"/>
    <w:rsid w:val="00D3698C"/>
    <w:rsid w:val="00D369B2"/>
    <w:rsid w:val="00D36DC0"/>
    <w:rsid w:val="00D4015F"/>
    <w:rsid w:val="00D4067B"/>
    <w:rsid w:val="00D413F7"/>
    <w:rsid w:val="00D4186D"/>
    <w:rsid w:val="00D41971"/>
    <w:rsid w:val="00D41F9B"/>
    <w:rsid w:val="00D4278E"/>
    <w:rsid w:val="00D42C06"/>
    <w:rsid w:val="00D433BA"/>
    <w:rsid w:val="00D43C1F"/>
    <w:rsid w:val="00D443AC"/>
    <w:rsid w:val="00D44C3D"/>
    <w:rsid w:val="00D45DD9"/>
    <w:rsid w:val="00D466B8"/>
    <w:rsid w:val="00D47769"/>
    <w:rsid w:val="00D4777B"/>
    <w:rsid w:val="00D47C7A"/>
    <w:rsid w:val="00D50DCA"/>
    <w:rsid w:val="00D51052"/>
    <w:rsid w:val="00D524A4"/>
    <w:rsid w:val="00D526EA"/>
    <w:rsid w:val="00D53D76"/>
    <w:rsid w:val="00D53E15"/>
    <w:rsid w:val="00D548EF"/>
    <w:rsid w:val="00D551B3"/>
    <w:rsid w:val="00D5539E"/>
    <w:rsid w:val="00D55604"/>
    <w:rsid w:val="00D55D26"/>
    <w:rsid w:val="00D55FFB"/>
    <w:rsid w:val="00D5608E"/>
    <w:rsid w:val="00D560CD"/>
    <w:rsid w:val="00D56407"/>
    <w:rsid w:val="00D5666C"/>
    <w:rsid w:val="00D568F2"/>
    <w:rsid w:val="00D602F8"/>
    <w:rsid w:val="00D603C3"/>
    <w:rsid w:val="00D60413"/>
    <w:rsid w:val="00D607C9"/>
    <w:rsid w:val="00D607F0"/>
    <w:rsid w:val="00D61667"/>
    <w:rsid w:val="00D629BB"/>
    <w:rsid w:val="00D62A58"/>
    <w:rsid w:val="00D631E8"/>
    <w:rsid w:val="00D634BB"/>
    <w:rsid w:val="00D6461E"/>
    <w:rsid w:val="00D65BA3"/>
    <w:rsid w:val="00D66248"/>
    <w:rsid w:val="00D66860"/>
    <w:rsid w:val="00D675D2"/>
    <w:rsid w:val="00D67665"/>
    <w:rsid w:val="00D67903"/>
    <w:rsid w:val="00D7102C"/>
    <w:rsid w:val="00D711CC"/>
    <w:rsid w:val="00D71B9B"/>
    <w:rsid w:val="00D71DF4"/>
    <w:rsid w:val="00D7215F"/>
    <w:rsid w:val="00D7269E"/>
    <w:rsid w:val="00D72EB8"/>
    <w:rsid w:val="00D72FF8"/>
    <w:rsid w:val="00D73115"/>
    <w:rsid w:val="00D7323C"/>
    <w:rsid w:val="00D73373"/>
    <w:rsid w:val="00D7353A"/>
    <w:rsid w:val="00D74BD6"/>
    <w:rsid w:val="00D74FB5"/>
    <w:rsid w:val="00D74FEC"/>
    <w:rsid w:val="00D750C9"/>
    <w:rsid w:val="00D75191"/>
    <w:rsid w:val="00D758EE"/>
    <w:rsid w:val="00D75A7D"/>
    <w:rsid w:val="00D76035"/>
    <w:rsid w:val="00D76AE4"/>
    <w:rsid w:val="00D77C88"/>
    <w:rsid w:val="00D77EF9"/>
    <w:rsid w:val="00D80098"/>
    <w:rsid w:val="00D801CD"/>
    <w:rsid w:val="00D805AE"/>
    <w:rsid w:val="00D8061B"/>
    <w:rsid w:val="00D81765"/>
    <w:rsid w:val="00D81A45"/>
    <w:rsid w:val="00D82AC5"/>
    <w:rsid w:val="00D82AED"/>
    <w:rsid w:val="00D82B75"/>
    <w:rsid w:val="00D8304C"/>
    <w:rsid w:val="00D83178"/>
    <w:rsid w:val="00D839CA"/>
    <w:rsid w:val="00D8549E"/>
    <w:rsid w:val="00D8551D"/>
    <w:rsid w:val="00D85794"/>
    <w:rsid w:val="00D86065"/>
    <w:rsid w:val="00D87350"/>
    <w:rsid w:val="00D8742C"/>
    <w:rsid w:val="00D87491"/>
    <w:rsid w:val="00D87C13"/>
    <w:rsid w:val="00D90716"/>
    <w:rsid w:val="00D90A85"/>
    <w:rsid w:val="00D9239E"/>
    <w:rsid w:val="00D924B9"/>
    <w:rsid w:val="00D938BE"/>
    <w:rsid w:val="00D9417C"/>
    <w:rsid w:val="00D94B33"/>
    <w:rsid w:val="00D95000"/>
    <w:rsid w:val="00D9585F"/>
    <w:rsid w:val="00D95D44"/>
    <w:rsid w:val="00DA04C0"/>
    <w:rsid w:val="00DA1337"/>
    <w:rsid w:val="00DA1667"/>
    <w:rsid w:val="00DA2E11"/>
    <w:rsid w:val="00DA2F16"/>
    <w:rsid w:val="00DA321C"/>
    <w:rsid w:val="00DA3529"/>
    <w:rsid w:val="00DA36E3"/>
    <w:rsid w:val="00DA3B66"/>
    <w:rsid w:val="00DA3BAA"/>
    <w:rsid w:val="00DA4778"/>
    <w:rsid w:val="00DA55F2"/>
    <w:rsid w:val="00DA5656"/>
    <w:rsid w:val="00DA5D68"/>
    <w:rsid w:val="00DA6686"/>
    <w:rsid w:val="00DA6CD1"/>
    <w:rsid w:val="00DA6EB8"/>
    <w:rsid w:val="00DB040C"/>
    <w:rsid w:val="00DB08D9"/>
    <w:rsid w:val="00DB1ABE"/>
    <w:rsid w:val="00DB1E6C"/>
    <w:rsid w:val="00DB226A"/>
    <w:rsid w:val="00DB2471"/>
    <w:rsid w:val="00DB2785"/>
    <w:rsid w:val="00DB2C64"/>
    <w:rsid w:val="00DB365B"/>
    <w:rsid w:val="00DB3CAD"/>
    <w:rsid w:val="00DB43CE"/>
    <w:rsid w:val="00DB480A"/>
    <w:rsid w:val="00DB49BA"/>
    <w:rsid w:val="00DB56AB"/>
    <w:rsid w:val="00DB5844"/>
    <w:rsid w:val="00DB59A8"/>
    <w:rsid w:val="00DB5CB4"/>
    <w:rsid w:val="00DB5FE9"/>
    <w:rsid w:val="00DB6C7A"/>
    <w:rsid w:val="00DB6EC1"/>
    <w:rsid w:val="00DB72C6"/>
    <w:rsid w:val="00DB7A9C"/>
    <w:rsid w:val="00DC056D"/>
    <w:rsid w:val="00DC249C"/>
    <w:rsid w:val="00DC2667"/>
    <w:rsid w:val="00DC3245"/>
    <w:rsid w:val="00DC3EDF"/>
    <w:rsid w:val="00DC4FC1"/>
    <w:rsid w:val="00DC5679"/>
    <w:rsid w:val="00DC601F"/>
    <w:rsid w:val="00DC6459"/>
    <w:rsid w:val="00DC682F"/>
    <w:rsid w:val="00DC69E2"/>
    <w:rsid w:val="00DC7BEB"/>
    <w:rsid w:val="00DD040D"/>
    <w:rsid w:val="00DD1D63"/>
    <w:rsid w:val="00DD1DC1"/>
    <w:rsid w:val="00DD3027"/>
    <w:rsid w:val="00DD32A2"/>
    <w:rsid w:val="00DD34C6"/>
    <w:rsid w:val="00DD3591"/>
    <w:rsid w:val="00DD3FCA"/>
    <w:rsid w:val="00DD4542"/>
    <w:rsid w:val="00DD48F9"/>
    <w:rsid w:val="00DD5DFC"/>
    <w:rsid w:val="00DD6FA9"/>
    <w:rsid w:val="00DD706E"/>
    <w:rsid w:val="00DD7B4B"/>
    <w:rsid w:val="00DD7D4F"/>
    <w:rsid w:val="00DD7DC5"/>
    <w:rsid w:val="00DE070F"/>
    <w:rsid w:val="00DE07B4"/>
    <w:rsid w:val="00DE0C75"/>
    <w:rsid w:val="00DE1653"/>
    <w:rsid w:val="00DE17A1"/>
    <w:rsid w:val="00DE1FEF"/>
    <w:rsid w:val="00DE21F6"/>
    <w:rsid w:val="00DE2448"/>
    <w:rsid w:val="00DE2EC6"/>
    <w:rsid w:val="00DE389E"/>
    <w:rsid w:val="00DE3E85"/>
    <w:rsid w:val="00DE5203"/>
    <w:rsid w:val="00DE6920"/>
    <w:rsid w:val="00DE7E98"/>
    <w:rsid w:val="00DF08D1"/>
    <w:rsid w:val="00DF0BA7"/>
    <w:rsid w:val="00DF12D5"/>
    <w:rsid w:val="00DF151D"/>
    <w:rsid w:val="00DF16B3"/>
    <w:rsid w:val="00DF179E"/>
    <w:rsid w:val="00DF1AD2"/>
    <w:rsid w:val="00DF22CB"/>
    <w:rsid w:val="00DF2E6F"/>
    <w:rsid w:val="00DF3412"/>
    <w:rsid w:val="00DF41A7"/>
    <w:rsid w:val="00DF4808"/>
    <w:rsid w:val="00DF4BC2"/>
    <w:rsid w:val="00DF600B"/>
    <w:rsid w:val="00DF6706"/>
    <w:rsid w:val="00DF6B70"/>
    <w:rsid w:val="00DF7C77"/>
    <w:rsid w:val="00DF7FB9"/>
    <w:rsid w:val="00E00220"/>
    <w:rsid w:val="00E00B47"/>
    <w:rsid w:val="00E01E70"/>
    <w:rsid w:val="00E022F4"/>
    <w:rsid w:val="00E030FE"/>
    <w:rsid w:val="00E048F9"/>
    <w:rsid w:val="00E0570E"/>
    <w:rsid w:val="00E05710"/>
    <w:rsid w:val="00E05818"/>
    <w:rsid w:val="00E06139"/>
    <w:rsid w:val="00E06541"/>
    <w:rsid w:val="00E07711"/>
    <w:rsid w:val="00E10D9A"/>
    <w:rsid w:val="00E11DBB"/>
    <w:rsid w:val="00E12F79"/>
    <w:rsid w:val="00E134D6"/>
    <w:rsid w:val="00E13CF9"/>
    <w:rsid w:val="00E143D2"/>
    <w:rsid w:val="00E14E7E"/>
    <w:rsid w:val="00E14EA1"/>
    <w:rsid w:val="00E15323"/>
    <w:rsid w:val="00E15C00"/>
    <w:rsid w:val="00E1635D"/>
    <w:rsid w:val="00E16371"/>
    <w:rsid w:val="00E16FD9"/>
    <w:rsid w:val="00E17D74"/>
    <w:rsid w:val="00E20E2A"/>
    <w:rsid w:val="00E212B6"/>
    <w:rsid w:val="00E21654"/>
    <w:rsid w:val="00E22239"/>
    <w:rsid w:val="00E22815"/>
    <w:rsid w:val="00E22D80"/>
    <w:rsid w:val="00E2352E"/>
    <w:rsid w:val="00E23DBF"/>
    <w:rsid w:val="00E240BE"/>
    <w:rsid w:val="00E24617"/>
    <w:rsid w:val="00E2489D"/>
    <w:rsid w:val="00E25203"/>
    <w:rsid w:val="00E25F95"/>
    <w:rsid w:val="00E263C8"/>
    <w:rsid w:val="00E265AA"/>
    <w:rsid w:val="00E27443"/>
    <w:rsid w:val="00E27C18"/>
    <w:rsid w:val="00E301E9"/>
    <w:rsid w:val="00E302E1"/>
    <w:rsid w:val="00E307A1"/>
    <w:rsid w:val="00E30D4C"/>
    <w:rsid w:val="00E30FE2"/>
    <w:rsid w:val="00E31089"/>
    <w:rsid w:val="00E31209"/>
    <w:rsid w:val="00E31589"/>
    <w:rsid w:val="00E3173C"/>
    <w:rsid w:val="00E31CA8"/>
    <w:rsid w:val="00E31D65"/>
    <w:rsid w:val="00E32252"/>
    <w:rsid w:val="00E32335"/>
    <w:rsid w:val="00E323F2"/>
    <w:rsid w:val="00E33186"/>
    <w:rsid w:val="00E338B8"/>
    <w:rsid w:val="00E3393B"/>
    <w:rsid w:val="00E340C6"/>
    <w:rsid w:val="00E3488E"/>
    <w:rsid w:val="00E34A22"/>
    <w:rsid w:val="00E34C7B"/>
    <w:rsid w:val="00E34D90"/>
    <w:rsid w:val="00E3508A"/>
    <w:rsid w:val="00E35B90"/>
    <w:rsid w:val="00E35F14"/>
    <w:rsid w:val="00E36A35"/>
    <w:rsid w:val="00E3718D"/>
    <w:rsid w:val="00E37C75"/>
    <w:rsid w:val="00E4072A"/>
    <w:rsid w:val="00E40957"/>
    <w:rsid w:val="00E40F37"/>
    <w:rsid w:val="00E41B73"/>
    <w:rsid w:val="00E41FF4"/>
    <w:rsid w:val="00E42BD7"/>
    <w:rsid w:val="00E42C08"/>
    <w:rsid w:val="00E42DDD"/>
    <w:rsid w:val="00E43685"/>
    <w:rsid w:val="00E43C69"/>
    <w:rsid w:val="00E4415C"/>
    <w:rsid w:val="00E441D9"/>
    <w:rsid w:val="00E457A9"/>
    <w:rsid w:val="00E4717C"/>
    <w:rsid w:val="00E47598"/>
    <w:rsid w:val="00E50E55"/>
    <w:rsid w:val="00E51377"/>
    <w:rsid w:val="00E51F27"/>
    <w:rsid w:val="00E51F63"/>
    <w:rsid w:val="00E54A33"/>
    <w:rsid w:val="00E55080"/>
    <w:rsid w:val="00E55980"/>
    <w:rsid w:val="00E5600A"/>
    <w:rsid w:val="00E562C6"/>
    <w:rsid w:val="00E564CB"/>
    <w:rsid w:val="00E56B48"/>
    <w:rsid w:val="00E56B76"/>
    <w:rsid w:val="00E56D10"/>
    <w:rsid w:val="00E56E54"/>
    <w:rsid w:val="00E576C6"/>
    <w:rsid w:val="00E5798E"/>
    <w:rsid w:val="00E57CF4"/>
    <w:rsid w:val="00E57DBE"/>
    <w:rsid w:val="00E57FB7"/>
    <w:rsid w:val="00E612D6"/>
    <w:rsid w:val="00E61386"/>
    <w:rsid w:val="00E624DD"/>
    <w:rsid w:val="00E62633"/>
    <w:rsid w:val="00E62FA8"/>
    <w:rsid w:val="00E6313E"/>
    <w:rsid w:val="00E6342A"/>
    <w:rsid w:val="00E63BE2"/>
    <w:rsid w:val="00E63F83"/>
    <w:rsid w:val="00E640CB"/>
    <w:rsid w:val="00E643F7"/>
    <w:rsid w:val="00E644AA"/>
    <w:rsid w:val="00E64ACC"/>
    <w:rsid w:val="00E64D2B"/>
    <w:rsid w:val="00E6587B"/>
    <w:rsid w:val="00E65AEA"/>
    <w:rsid w:val="00E65E53"/>
    <w:rsid w:val="00E663EF"/>
    <w:rsid w:val="00E67613"/>
    <w:rsid w:val="00E67BE7"/>
    <w:rsid w:val="00E70EF7"/>
    <w:rsid w:val="00E72E7E"/>
    <w:rsid w:val="00E73556"/>
    <w:rsid w:val="00E7365C"/>
    <w:rsid w:val="00E73B44"/>
    <w:rsid w:val="00E73C64"/>
    <w:rsid w:val="00E74BCF"/>
    <w:rsid w:val="00E74E3B"/>
    <w:rsid w:val="00E75063"/>
    <w:rsid w:val="00E763AD"/>
    <w:rsid w:val="00E763F6"/>
    <w:rsid w:val="00E76719"/>
    <w:rsid w:val="00E777DA"/>
    <w:rsid w:val="00E779D3"/>
    <w:rsid w:val="00E77A62"/>
    <w:rsid w:val="00E77D85"/>
    <w:rsid w:val="00E803A8"/>
    <w:rsid w:val="00E81807"/>
    <w:rsid w:val="00E81877"/>
    <w:rsid w:val="00E81A57"/>
    <w:rsid w:val="00E81F64"/>
    <w:rsid w:val="00E822BC"/>
    <w:rsid w:val="00E8294A"/>
    <w:rsid w:val="00E82D0E"/>
    <w:rsid w:val="00E8349F"/>
    <w:rsid w:val="00E836D6"/>
    <w:rsid w:val="00E83819"/>
    <w:rsid w:val="00E83A88"/>
    <w:rsid w:val="00E8433F"/>
    <w:rsid w:val="00E84BE1"/>
    <w:rsid w:val="00E8556B"/>
    <w:rsid w:val="00E856D1"/>
    <w:rsid w:val="00E85C3C"/>
    <w:rsid w:val="00E85F64"/>
    <w:rsid w:val="00E871DA"/>
    <w:rsid w:val="00E8720F"/>
    <w:rsid w:val="00E8734C"/>
    <w:rsid w:val="00E8743E"/>
    <w:rsid w:val="00E876B2"/>
    <w:rsid w:val="00E87A80"/>
    <w:rsid w:val="00E87BC2"/>
    <w:rsid w:val="00E900E7"/>
    <w:rsid w:val="00E911F5"/>
    <w:rsid w:val="00E9197E"/>
    <w:rsid w:val="00E921FE"/>
    <w:rsid w:val="00E92592"/>
    <w:rsid w:val="00E92CFC"/>
    <w:rsid w:val="00E9429C"/>
    <w:rsid w:val="00E943A9"/>
    <w:rsid w:val="00E945E9"/>
    <w:rsid w:val="00E9507D"/>
    <w:rsid w:val="00E95ECF"/>
    <w:rsid w:val="00E962B9"/>
    <w:rsid w:val="00E96638"/>
    <w:rsid w:val="00E96A5C"/>
    <w:rsid w:val="00E96B44"/>
    <w:rsid w:val="00E97457"/>
    <w:rsid w:val="00E97DD9"/>
    <w:rsid w:val="00EA05E1"/>
    <w:rsid w:val="00EA1139"/>
    <w:rsid w:val="00EA133B"/>
    <w:rsid w:val="00EA13F4"/>
    <w:rsid w:val="00EA1EC6"/>
    <w:rsid w:val="00EA2DAB"/>
    <w:rsid w:val="00EA2E63"/>
    <w:rsid w:val="00EA2FD3"/>
    <w:rsid w:val="00EA46ED"/>
    <w:rsid w:val="00EA4715"/>
    <w:rsid w:val="00EA4A2A"/>
    <w:rsid w:val="00EA5424"/>
    <w:rsid w:val="00EA5C3C"/>
    <w:rsid w:val="00EA6892"/>
    <w:rsid w:val="00EA68AC"/>
    <w:rsid w:val="00EA7112"/>
    <w:rsid w:val="00EA7AAD"/>
    <w:rsid w:val="00EA7DC7"/>
    <w:rsid w:val="00EB17BA"/>
    <w:rsid w:val="00EB22E1"/>
    <w:rsid w:val="00EB2384"/>
    <w:rsid w:val="00EB2529"/>
    <w:rsid w:val="00EB32C1"/>
    <w:rsid w:val="00EB3683"/>
    <w:rsid w:val="00EB3990"/>
    <w:rsid w:val="00EB3BAD"/>
    <w:rsid w:val="00EB3F41"/>
    <w:rsid w:val="00EB4335"/>
    <w:rsid w:val="00EB4945"/>
    <w:rsid w:val="00EB630A"/>
    <w:rsid w:val="00EB66D4"/>
    <w:rsid w:val="00EB6A7D"/>
    <w:rsid w:val="00EB6C4B"/>
    <w:rsid w:val="00EB76CE"/>
    <w:rsid w:val="00EB78D1"/>
    <w:rsid w:val="00EB7B1E"/>
    <w:rsid w:val="00EB7BFE"/>
    <w:rsid w:val="00EC12BC"/>
    <w:rsid w:val="00EC1B81"/>
    <w:rsid w:val="00EC259B"/>
    <w:rsid w:val="00EC359D"/>
    <w:rsid w:val="00EC3A5B"/>
    <w:rsid w:val="00EC4AD4"/>
    <w:rsid w:val="00EC4D45"/>
    <w:rsid w:val="00EC5322"/>
    <w:rsid w:val="00EC5C7B"/>
    <w:rsid w:val="00EC5F1B"/>
    <w:rsid w:val="00EC604D"/>
    <w:rsid w:val="00EC7804"/>
    <w:rsid w:val="00EC7E36"/>
    <w:rsid w:val="00ED1A5C"/>
    <w:rsid w:val="00ED1FE9"/>
    <w:rsid w:val="00ED24E3"/>
    <w:rsid w:val="00ED28B0"/>
    <w:rsid w:val="00ED3204"/>
    <w:rsid w:val="00ED3C80"/>
    <w:rsid w:val="00ED3CA6"/>
    <w:rsid w:val="00ED44E4"/>
    <w:rsid w:val="00ED515F"/>
    <w:rsid w:val="00ED5823"/>
    <w:rsid w:val="00ED583E"/>
    <w:rsid w:val="00ED5B1F"/>
    <w:rsid w:val="00ED6C14"/>
    <w:rsid w:val="00ED6E59"/>
    <w:rsid w:val="00ED6EE3"/>
    <w:rsid w:val="00ED7614"/>
    <w:rsid w:val="00ED79FE"/>
    <w:rsid w:val="00ED7F0A"/>
    <w:rsid w:val="00EE08A7"/>
    <w:rsid w:val="00EE0D76"/>
    <w:rsid w:val="00EE1A77"/>
    <w:rsid w:val="00EE1C6E"/>
    <w:rsid w:val="00EE300D"/>
    <w:rsid w:val="00EE42A2"/>
    <w:rsid w:val="00EE50FC"/>
    <w:rsid w:val="00EE5AF9"/>
    <w:rsid w:val="00EE633A"/>
    <w:rsid w:val="00EE6B79"/>
    <w:rsid w:val="00EE7005"/>
    <w:rsid w:val="00EE70C9"/>
    <w:rsid w:val="00EE733F"/>
    <w:rsid w:val="00EE79EC"/>
    <w:rsid w:val="00EE7C13"/>
    <w:rsid w:val="00EF01AF"/>
    <w:rsid w:val="00EF061E"/>
    <w:rsid w:val="00EF16FA"/>
    <w:rsid w:val="00EF1861"/>
    <w:rsid w:val="00EF20CC"/>
    <w:rsid w:val="00EF228B"/>
    <w:rsid w:val="00EF2742"/>
    <w:rsid w:val="00EF2E73"/>
    <w:rsid w:val="00EF327D"/>
    <w:rsid w:val="00EF386B"/>
    <w:rsid w:val="00EF3FC5"/>
    <w:rsid w:val="00EF47C5"/>
    <w:rsid w:val="00EF542D"/>
    <w:rsid w:val="00EF5BCC"/>
    <w:rsid w:val="00EF5E84"/>
    <w:rsid w:val="00EF6C32"/>
    <w:rsid w:val="00EF73CA"/>
    <w:rsid w:val="00EF76AF"/>
    <w:rsid w:val="00F005D5"/>
    <w:rsid w:val="00F0107F"/>
    <w:rsid w:val="00F010E6"/>
    <w:rsid w:val="00F01BFE"/>
    <w:rsid w:val="00F02817"/>
    <w:rsid w:val="00F02E2C"/>
    <w:rsid w:val="00F03248"/>
    <w:rsid w:val="00F032AC"/>
    <w:rsid w:val="00F034CE"/>
    <w:rsid w:val="00F042A8"/>
    <w:rsid w:val="00F04435"/>
    <w:rsid w:val="00F04978"/>
    <w:rsid w:val="00F05183"/>
    <w:rsid w:val="00F063B6"/>
    <w:rsid w:val="00F06418"/>
    <w:rsid w:val="00F067C8"/>
    <w:rsid w:val="00F06EB1"/>
    <w:rsid w:val="00F071AC"/>
    <w:rsid w:val="00F071F1"/>
    <w:rsid w:val="00F0728D"/>
    <w:rsid w:val="00F07E24"/>
    <w:rsid w:val="00F1031C"/>
    <w:rsid w:val="00F1049A"/>
    <w:rsid w:val="00F1057E"/>
    <w:rsid w:val="00F114ED"/>
    <w:rsid w:val="00F12769"/>
    <w:rsid w:val="00F12B53"/>
    <w:rsid w:val="00F133F1"/>
    <w:rsid w:val="00F1448D"/>
    <w:rsid w:val="00F144D1"/>
    <w:rsid w:val="00F1478E"/>
    <w:rsid w:val="00F14C06"/>
    <w:rsid w:val="00F14E35"/>
    <w:rsid w:val="00F15671"/>
    <w:rsid w:val="00F15ACA"/>
    <w:rsid w:val="00F16BAE"/>
    <w:rsid w:val="00F16F36"/>
    <w:rsid w:val="00F17E7E"/>
    <w:rsid w:val="00F20F55"/>
    <w:rsid w:val="00F2192D"/>
    <w:rsid w:val="00F2317C"/>
    <w:rsid w:val="00F23574"/>
    <w:rsid w:val="00F2363D"/>
    <w:rsid w:val="00F2387E"/>
    <w:rsid w:val="00F24295"/>
    <w:rsid w:val="00F25E6E"/>
    <w:rsid w:val="00F26F6C"/>
    <w:rsid w:val="00F276ED"/>
    <w:rsid w:val="00F30874"/>
    <w:rsid w:val="00F3150E"/>
    <w:rsid w:val="00F31B0C"/>
    <w:rsid w:val="00F32093"/>
    <w:rsid w:val="00F32588"/>
    <w:rsid w:val="00F327EC"/>
    <w:rsid w:val="00F331F7"/>
    <w:rsid w:val="00F3498A"/>
    <w:rsid w:val="00F34ABE"/>
    <w:rsid w:val="00F35E6E"/>
    <w:rsid w:val="00F362D3"/>
    <w:rsid w:val="00F369B2"/>
    <w:rsid w:val="00F370DC"/>
    <w:rsid w:val="00F37759"/>
    <w:rsid w:val="00F37A39"/>
    <w:rsid w:val="00F400B0"/>
    <w:rsid w:val="00F41201"/>
    <w:rsid w:val="00F413D7"/>
    <w:rsid w:val="00F41662"/>
    <w:rsid w:val="00F41682"/>
    <w:rsid w:val="00F41B45"/>
    <w:rsid w:val="00F41DD8"/>
    <w:rsid w:val="00F42179"/>
    <w:rsid w:val="00F4224C"/>
    <w:rsid w:val="00F42461"/>
    <w:rsid w:val="00F43B18"/>
    <w:rsid w:val="00F44992"/>
    <w:rsid w:val="00F44DAF"/>
    <w:rsid w:val="00F44FF6"/>
    <w:rsid w:val="00F4533B"/>
    <w:rsid w:val="00F45404"/>
    <w:rsid w:val="00F456CC"/>
    <w:rsid w:val="00F457DF"/>
    <w:rsid w:val="00F45CC0"/>
    <w:rsid w:val="00F4611F"/>
    <w:rsid w:val="00F46BAD"/>
    <w:rsid w:val="00F4705D"/>
    <w:rsid w:val="00F47408"/>
    <w:rsid w:val="00F47693"/>
    <w:rsid w:val="00F47A55"/>
    <w:rsid w:val="00F50FEA"/>
    <w:rsid w:val="00F52B32"/>
    <w:rsid w:val="00F52D1E"/>
    <w:rsid w:val="00F52E67"/>
    <w:rsid w:val="00F53E1E"/>
    <w:rsid w:val="00F54549"/>
    <w:rsid w:val="00F562FF"/>
    <w:rsid w:val="00F568DF"/>
    <w:rsid w:val="00F56B1D"/>
    <w:rsid w:val="00F56D53"/>
    <w:rsid w:val="00F57033"/>
    <w:rsid w:val="00F5704A"/>
    <w:rsid w:val="00F575C3"/>
    <w:rsid w:val="00F57656"/>
    <w:rsid w:val="00F57B28"/>
    <w:rsid w:val="00F602B1"/>
    <w:rsid w:val="00F60931"/>
    <w:rsid w:val="00F633A2"/>
    <w:rsid w:val="00F6366C"/>
    <w:rsid w:val="00F63F43"/>
    <w:rsid w:val="00F64509"/>
    <w:rsid w:val="00F647FD"/>
    <w:rsid w:val="00F648F8"/>
    <w:rsid w:val="00F64CA3"/>
    <w:rsid w:val="00F64CF3"/>
    <w:rsid w:val="00F65A93"/>
    <w:rsid w:val="00F65C5A"/>
    <w:rsid w:val="00F66366"/>
    <w:rsid w:val="00F6673E"/>
    <w:rsid w:val="00F66AC5"/>
    <w:rsid w:val="00F66F29"/>
    <w:rsid w:val="00F66F30"/>
    <w:rsid w:val="00F6758B"/>
    <w:rsid w:val="00F70B08"/>
    <w:rsid w:val="00F711D7"/>
    <w:rsid w:val="00F7180C"/>
    <w:rsid w:val="00F719CA"/>
    <w:rsid w:val="00F71CD3"/>
    <w:rsid w:val="00F729FB"/>
    <w:rsid w:val="00F73272"/>
    <w:rsid w:val="00F73378"/>
    <w:rsid w:val="00F7375F"/>
    <w:rsid w:val="00F7403A"/>
    <w:rsid w:val="00F745F7"/>
    <w:rsid w:val="00F7544D"/>
    <w:rsid w:val="00F75668"/>
    <w:rsid w:val="00F762CB"/>
    <w:rsid w:val="00F767EC"/>
    <w:rsid w:val="00F76BD1"/>
    <w:rsid w:val="00F7709B"/>
    <w:rsid w:val="00F77340"/>
    <w:rsid w:val="00F7788A"/>
    <w:rsid w:val="00F80458"/>
    <w:rsid w:val="00F8087A"/>
    <w:rsid w:val="00F81397"/>
    <w:rsid w:val="00F82589"/>
    <w:rsid w:val="00F837F7"/>
    <w:rsid w:val="00F8434E"/>
    <w:rsid w:val="00F85900"/>
    <w:rsid w:val="00F86267"/>
    <w:rsid w:val="00F86B64"/>
    <w:rsid w:val="00F86E54"/>
    <w:rsid w:val="00F8781B"/>
    <w:rsid w:val="00F87A17"/>
    <w:rsid w:val="00F87B98"/>
    <w:rsid w:val="00F87F74"/>
    <w:rsid w:val="00F91337"/>
    <w:rsid w:val="00F914B0"/>
    <w:rsid w:val="00F91658"/>
    <w:rsid w:val="00F91A85"/>
    <w:rsid w:val="00F91AD0"/>
    <w:rsid w:val="00F91AE6"/>
    <w:rsid w:val="00F91B1D"/>
    <w:rsid w:val="00F93036"/>
    <w:rsid w:val="00F936C3"/>
    <w:rsid w:val="00F938F8"/>
    <w:rsid w:val="00F96009"/>
    <w:rsid w:val="00F9628F"/>
    <w:rsid w:val="00F96442"/>
    <w:rsid w:val="00F96EB1"/>
    <w:rsid w:val="00F97787"/>
    <w:rsid w:val="00FA0505"/>
    <w:rsid w:val="00FA0DC4"/>
    <w:rsid w:val="00FA1108"/>
    <w:rsid w:val="00FA1C79"/>
    <w:rsid w:val="00FA251C"/>
    <w:rsid w:val="00FA314B"/>
    <w:rsid w:val="00FA32EE"/>
    <w:rsid w:val="00FA3A0D"/>
    <w:rsid w:val="00FA5544"/>
    <w:rsid w:val="00FA58AF"/>
    <w:rsid w:val="00FA5F58"/>
    <w:rsid w:val="00FA6296"/>
    <w:rsid w:val="00FA68BF"/>
    <w:rsid w:val="00FA6C45"/>
    <w:rsid w:val="00FA7504"/>
    <w:rsid w:val="00FB1900"/>
    <w:rsid w:val="00FB1FFA"/>
    <w:rsid w:val="00FB2BED"/>
    <w:rsid w:val="00FB31FB"/>
    <w:rsid w:val="00FB3341"/>
    <w:rsid w:val="00FB3EEA"/>
    <w:rsid w:val="00FB4853"/>
    <w:rsid w:val="00FB4DAD"/>
    <w:rsid w:val="00FB5017"/>
    <w:rsid w:val="00FB5243"/>
    <w:rsid w:val="00FB5845"/>
    <w:rsid w:val="00FB5C5C"/>
    <w:rsid w:val="00FB5CB3"/>
    <w:rsid w:val="00FB5D27"/>
    <w:rsid w:val="00FB69DD"/>
    <w:rsid w:val="00FB6B56"/>
    <w:rsid w:val="00FB6BB0"/>
    <w:rsid w:val="00FB6EF0"/>
    <w:rsid w:val="00FB7417"/>
    <w:rsid w:val="00FB7CB8"/>
    <w:rsid w:val="00FC02D7"/>
    <w:rsid w:val="00FC0304"/>
    <w:rsid w:val="00FC0D5A"/>
    <w:rsid w:val="00FC2281"/>
    <w:rsid w:val="00FC250A"/>
    <w:rsid w:val="00FC2E93"/>
    <w:rsid w:val="00FC3510"/>
    <w:rsid w:val="00FC3E8C"/>
    <w:rsid w:val="00FC3FF5"/>
    <w:rsid w:val="00FC4A97"/>
    <w:rsid w:val="00FC52A0"/>
    <w:rsid w:val="00FC5B9C"/>
    <w:rsid w:val="00FC5C75"/>
    <w:rsid w:val="00FC654A"/>
    <w:rsid w:val="00FC6F39"/>
    <w:rsid w:val="00FC740F"/>
    <w:rsid w:val="00FC7470"/>
    <w:rsid w:val="00FD04FC"/>
    <w:rsid w:val="00FD0A9E"/>
    <w:rsid w:val="00FD0D83"/>
    <w:rsid w:val="00FD0E93"/>
    <w:rsid w:val="00FD155E"/>
    <w:rsid w:val="00FD1883"/>
    <w:rsid w:val="00FD26AD"/>
    <w:rsid w:val="00FD3C9B"/>
    <w:rsid w:val="00FD4E07"/>
    <w:rsid w:val="00FD534F"/>
    <w:rsid w:val="00FD5A1F"/>
    <w:rsid w:val="00FD5F38"/>
    <w:rsid w:val="00FD71F9"/>
    <w:rsid w:val="00FD7E2A"/>
    <w:rsid w:val="00FE032C"/>
    <w:rsid w:val="00FE03EE"/>
    <w:rsid w:val="00FE07F3"/>
    <w:rsid w:val="00FE0A69"/>
    <w:rsid w:val="00FE0D22"/>
    <w:rsid w:val="00FE0DA1"/>
    <w:rsid w:val="00FE19E6"/>
    <w:rsid w:val="00FE2B66"/>
    <w:rsid w:val="00FE3607"/>
    <w:rsid w:val="00FE3D9A"/>
    <w:rsid w:val="00FE42AC"/>
    <w:rsid w:val="00FE43AD"/>
    <w:rsid w:val="00FE451B"/>
    <w:rsid w:val="00FE4A14"/>
    <w:rsid w:val="00FE7373"/>
    <w:rsid w:val="00FE7766"/>
    <w:rsid w:val="00FF05EE"/>
    <w:rsid w:val="00FF07E4"/>
    <w:rsid w:val="00FF094A"/>
    <w:rsid w:val="00FF1790"/>
    <w:rsid w:val="00FF2159"/>
    <w:rsid w:val="00FF251B"/>
    <w:rsid w:val="00FF27D4"/>
    <w:rsid w:val="00FF2A23"/>
    <w:rsid w:val="00FF30FA"/>
    <w:rsid w:val="00FF341E"/>
    <w:rsid w:val="00FF3877"/>
    <w:rsid w:val="00FF39E2"/>
    <w:rsid w:val="00FF445A"/>
    <w:rsid w:val="00FF4651"/>
    <w:rsid w:val="00FF4B40"/>
    <w:rsid w:val="00FF53F5"/>
    <w:rsid w:val="00FF5C05"/>
    <w:rsid w:val="00FF6173"/>
    <w:rsid w:val="00FF6D0E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8F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224D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8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reenlogic.by/news.html?id=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6349</Words>
  <Characters>3620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Анна Авдей </dc:title>
  <dc:subject/>
  <dc:creator>A-servis</dc:creator>
  <cp:keywords/>
  <dc:description/>
  <cp:lastModifiedBy>Admin</cp:lastModifiedBy>
  <cp:revision>2</cp:revision>
  <dcterms:created xsi:type="dcterms:W3CDTF">2014-02-25T14:06:00Z</dcterms:created>
  <dcterms:modified xsi:type="dcterms:W3CDTF">2014-02-25T14:06:00Z</dcterms:modified>
</cp:coreProperties>
</file>