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2C7" w:rsidRPr="004352BC" w:rsidRDefault="003C52C7" w:rsidP="00CE4A6C">
      <w:pPr>
        <w:pStyle w:val="Title"/>
        <w:jc w:val="right"/>
        <w:rPr>
          <w:b/>
          <w:szCs w:val="28"/>
        </w:rPr>
      </w:pPr>
      <w:r w:rsidRPr="004352BC">
        <w:rPr>
          <w:b/>
          <w:szCs w:val="28"/>
        </w:rPr>
        <w:t xml:space="preserve">Бобур </w:t>
      </w:r>
      <w:r w:rsidRPr="004352BC">
        <w:rPr>
          <w:b/>
          <w:szCs w:val="28"/>
          <w:lang w:val="uz-Cyrl-UZ"/>
        </w:rPr>
        <w:t xml:space="preserve">Янгибоев </w:t>
      </w:r>
    </w:p>
    <w:p w:rsidR="003C52C7" w:rsidRPr="004352BC" w:rsidRDefault="003C52C7" w:rsidP="00CE4A6C">
      <w:pPr>
        <w:pStyle w:val="Title"/>
        <w:jc w:val="right"/>
        <w:rPr>
          <w:b/>
          <w:szCs w:val="28"/>
        </w:rPr>
      </w:pPr>
      <w:r w:rsidRPr="004352BC">
        <w:rPr>
          <w:b/>
          <w:szCs w:val="28"/>
        </w:rPr>
        <w:t>(</w:t>
      </w:r>
      <w:r w:rsidRPr="004352BC">
        <w:rPr>
          <w:b/>
          <w:szCs w:val="28"/>
          <w:lang w:val="uz-Cyrl-UZ"/>
        </w:rPr>
        <w:t>Гулистан, Узбекистан</w:t>
      </w:r>
      <w:r w:rsidRPr="004352BC">
        <w:rPr>
          <w:b/>
          <w:szCs w:val="28"/>
        </w:rPr>
        <w:t>)</w:t>
      </w:r>
    </w:p>
    <w:p w:rsidR="003C52C7" w:rsidRPr="004352BC" w:rsidRDefault="003C52C7" w:rsidP="00CE4A6C">
      <w:pPr>
        <w:pStyle w:val="Title"/>
        <w:jc w:val="right"/>
        <w:rPr>
          <w:szCs w:val="28"/>
        </w:rPr>
      </w:pPr>
    </w:p>
    <w:p w:rsidR="003C52C7" w:rsidRPr="00CE4A6C" w:rsidRDefault="003C52C7" w:rsidP="00CE4A6C">
      <w:pPr>
        <w:spacing w:line="360" w:lineRule="auto"/>
        <w:jc w:val="center"/>
        <w:rPr>
          <w:b/>
          <w:sz w:val="28"/>
          <w:szCs w:val="28"/>
          <w:lang w:val="uz-Cyrl-UZ"/>
        </w:rPr>
      </w:pPr>
      <w:r w:rsidRPr="00CE4A6C">
        <w:rPr>
          <w:b/>
          <w:sz w:val="28"/>
          <w:szCs w:val="28"/>
        </w:rPr>
        <w:t>СТРУКТУРА РЫНКА ТРУДА И ОСОБЕННОСТИ ЕГО РАЗВИТИЯ В УСЛОВИЯХ РЫН</w:t>
      </w:r>
      <w:r w:rsidRPr="00CE4A6C">
        <w:rPr>
          <w:b/>
          <w:sz w:val="28"/>
          <w:szCs w:val="28"/>
          <w:lang w:val="uz-Cyrl-UZ"/>
        </w:rPr>
        <w:t>ОЧНОЙ ЭКОНОМИКИ</w:t>
      </w:r>
    </w:p>
    <w:p w:rsidR="003C52C7" w:rsidRPr="00CE4A6C" w:rsidRDefault="003C52C7" w:rsidP="00CE4A6C">
      <w:pPr>
        <w:spacing w:line="360" w:lineRule="auto"/>
        <w:jc w:val="both"/>
        <w:rPr>
          <w:b/>
          <w:sz w:val="28"/>
          <w:szCs w:val="28"/>
          <w:lang w:val="uz-Cyrl-UZ"/>
        </w:rPr>
      </w:pPr>
    </w:p>
    <w:p w:rsidR="003C52C7" w:rsidRPr="00CE4A6C" w:rsidRDefault="003C52C7" w:rsidP="00CE4A6C">
      <w:pPr>
        <w:spacing w:line="360" w:lineRule="auto"/>
        <w:ind w:firstLine="708"/>
        <w:jc w:val="both"/>
        <w:rPr>
          <w:rStyle w:val="FontStyle263"/>
          <w:sz w:val="28"/>
          <w:szCs w:val="28"/>
        </w:rPr>
      </w:pPr>
      <w:r w:rsidRPr="00CE4A6C">
        <w:rPr>
          <w:rStyle w:val="FontStyle263"/>
          <w:sz w:val="28"/>
          <w:szCs w:val="28"/>
        </w:rPr>
        <w:t>Рынок труда — наиболее сложный элемент рыночной экономики. Здесь не только переплетаются интересы работника и работодателя при определении цены труда и условия его функционирования, но и как в зеркале отражаются практиче</w:t>
      </w:r>
      <w:r w:rsidRPr="00CE4A6C">
        <w:rPr>
          <w:rStyle w:val="FontStyle263"/>
          <w:sz w:val="28"/>
          <w:szCs w:val="28"/>
        </w:rPr>
        <w:softHyphen/>
      </w:r>
      <w:r w:rsidRPr="00CE4A6C">
        <w:rPr>
          <w:rStyle w:val="FontStyle231"/>
          <w:sz w:val="28"/>
          <w:szCs w:val="28"/>
        </w:rPr>
        <w:t xml:space="preserve">ски </w:t>
      </w:r>
      <w:r w:rsidRPr="00CE4A6C">
        <w:rPr>
          <w:rStyle w:val="FontStyle263"/>
          <w:sz w:val="28"/>
          <w:szCs w:val="28"/>
        </w:rPr>
        <w:t>все социально-экономические явления, происходящие в об</w:t>
      </w:r>
      <w:r w:rsidRPr="00CE4A6C">
        <w:rPr>
          <w:rStyle w:val="FontStyle263"/>
          <w:sz w:val="28"/>
          <w:szCs w:val="28"/>
        </w:rPr>
        <w:softHyphen/>
        <w:t>ществе.</w:t>
      </w:r>
    </w:p>
    <w:p w:rsidR="003C52C7" w:rsidRPr="00CE4A6C" w:rsidRDefault="003C52C7" w:rsidP="00CE4A6C">
      <w:pPr>
        <w:spacing w:line="360" w:lineRule="auto"/>
        <w:ind w:firstLine="708"/>
        <w:jc w:val="both"/>
        <w:rPr>
          <w:rStyle w:val="FontStyle263"/>
          <w:sz w:val="28"/>
          <w:szCs w:val="28"/>
        </w:rPr>
      </w:pPr>
      <w:r w:rsidRPr="00CE4A6C">
        <w:rPr>
          <w:rStyle w:val="FontStyle263"/>
          <w:sz w:val="28"/>
          <w:szCs w:val="28"/>
        </w:rPr>
        <w:t>В узком понимании рынок труда — это система экономи</w:t>
      </w:r>
      <w:r w:rsidRPr="00CE4A6C">
        <w:rPr>
          <w:rStyle w:val="FontStyle263"/>
          <w:sz w:val="28"/>
          <w:szCs w:val="28"/>
        </w:rPr>
        <w:softHyphen/>
      </w:r>
      <w:r w:rsidRPr="00CE4A6C">
        <w:rPr>
          <w:rStyle w:val="FontStyle231"/>
          <w:sz w:val="28"/>
          <w:szCs w:val="28"/>
        </w:rPr>
        <w:t xml:space="preserve">ческих </w:t>
      </w:r>
      <w:r w:rsidRPr="00CE4A6C">
        <w:rPr>
          <w:rStyle w:val="FontStyle263"/>
          <w:sz w:val="28"/>
          <w:szCs w:val="28"/>
        </w:rPr>
        <w:t>отношений в области использования рабочей силы (воспроизводства, функционирования, социальной защиты) на различных уровнях хозяйствования. В рыночной экономике си</w:t>
      </w:r>
      <w:r w:rsidRPr="00CE4A6C">
        <w:rPr>
          <w:rStyle w:val="FontStyle263"/>
          <w:sz w:val="28"/>
          <w:szCs w:val="28"/>
        </w:rPr>
        <w:softHyphen/>
      </w:r>
      <w:r w:rsidRPr="00CE4A6C">
        <w:rPr>
          <w:rStyle w:val="FontStyle231"/>
          <w:sz w:val="28"/>
          <w:szCs w:val="28"/>
        </w:rPr>
        <w:t xml:space="preserve">стема </w:t>
      </w:r>
      <w:r w:rsidRPr="00CE4A6C">
        <w:rPr>
          <w:rStyle w:val="FontStyle263"/>
          <w:sz w:val="28"/>
          <w:szCs w:val="28"/>
        </w:rPr>
        <w:t>производственных (экономических) отношений базирует</w:t>
      </w:r>
      <w:r w:rsidRPr="00CE4A6C">
        <w:rPr>
          <w:rStyle w:val="FontStyle263"/>
          <w:sz w:val="28"/>
          <w:szCs w:val="28"/>
        </w:rPr>
        <w:softHyphen/>
      </w:r>
      <w:r w:rsidRPr="00CE4A6C">
        <w:rPr>
          <w:rStyle w:val="FontStyle231"/>
          <w:sz w:val="28"/>
          <w:szCs w:val="28"/>
        </w:rPr>
        <w:t xml:space="preserve">ся </w:t>
      </w:r>
      <w:r w:rsidRPr="00CE4A6C">
        <w:rPr>
          <w:rStyle w:val="FontStyle263"/>
          <w:sz w:val="28"/>
          <w:szCs w:val="28"/>
        </w:rPr>
        <w:t>на свободной купле и продаже</w:t>
      </w:r>
      <w:r w:rsidRPr="00CE4A6C">
        <w:rPr>
          <w:rStyle w:val="FontStyle263"/>
          <w:sz w:val="28"/>
          <w:szCs w:val="28"/>
          <w:lang w:val="uz-Cyrl-UZ"/>
        </w:rPr>
        <w:t xml:space="preserve"> р</w:t>
      </w:r>
      <w:r w:rsidRPr="00CE4A6C">
        <w:rPr>
          <w:rStyle w:val="FontStyle263"/>
          <w:sz w:val="28"/>
          <w:szCs w:val="28"/>
        </w:rPr>
        <w:t>абочей силы, в силу чего эти отношения называются рыночными.</w:t>
      </w:r>
    </w:p>
    <w:p w:rsidR="003C52C7" w:rsidRPr="00CE4A6C" w:rsidRDefault="003C52C7" w:rsidP="00CE4A6C">
      <w:pPr>
        <w:spacing w:line="360" w:lineRule="auto"/>
        <w:ind w:firstLine="708"/>
        <w:jc w:val="both"/>
        <w:rPr>
          <w:rStyle w:val="FontStyle231"/>
          <w:sz w:val="28"/>
          <w:szCs w:val="28"/>
        </w:rPr>
      </w:pPr>
      <w:r w:rsidRPr="00CE4A6C">
        <w:rPr>
          <w:rStyle w:val="FontStyle263"/>
          <w:sz w:val="28"/>
          <w:szCs w:val="28"/>
        </w:rPr>
        <w:t>В функционировании рынка труда можно отметить несколь</w:t>
      </w:r>
      <w:r w:rsidRPr="00CE4A6C">
        <w:rPr>
          <w:rStyle w:val="FontStyle263"/>
          <w:sz w:val="28"/>
          <w:szCs w:val="28"/>
        </w:rPr>
        <w:softHyphen/>
        <w:t>ко принципиальных положений. Во-первых, это совокупность экономических отношений между спросом и предложением ра</w:t>
      </w:r>
      <w:r w:rsidRPr="00CE4A6C">
        <w:rPr>
          <w:rStyle w:val="FontStyle263"/>
          <w:sz w:val="28"/>
          <w:szCs w:val="28"/>
        </w:rPr>
        <w:softHyphen/>
        <w:t>бочей силы на рынке труда. Во-вторых, место пересечения раз</w:t>
      </w:r>
      <w:r w:rsidRPr="00CE4A6C">
        <w:rPr>
          <w:rStyle w:val="FontStyle263"/>
          <w:sz w:val="28"/>
          <w:szCs w:val="28"/>
        </w:rPr>
        <w:softHyphen/>
        <w:t xml:space="preserve">личных экономических и социальных интересов и функций. </w:t>
      </w:r>
      <w:r w:rsidRPr="00CE4A6C">
        <w:rPr>
          <w:rStyle w:val="FontStyle231"/>
          <w:sz w:val="28"/>
          <w:szCs w:val="28"/>
        </w:rPr>
        <w:t xml:space="preserve">"Третьих, </w:t>
      </w:r>
      <w:r w:rsidRPr="00CE4A6C">
        <w:rPr>
          <w:rStyle w:val="FontStyle263"/>
          <w:sz w:val="28"/>
          <w:szCs w:val="28"/>
        </w:rPr>
        <w:t xml:space="preserve">с позиций предприятии — поле взаимоотношений </w:t>
      </w:r>
      <w:r w:rsidRPr="00CE4A6C">
        <w:rPr>
          <w:rStyle w:val="FontStyle263"/>
          <w:sz w:val="28"/>
          <w:szCs w:val="28"/>
          <w:vertAlign w:val="superscript"/>
        </w:rPr>
        <w:t>г</w:t>
      </w:r>
      <w:r w:rsidRPr="00CE4A6C">
        <w:rPr>
          <w:rStyle w:val="FontStyle263"/>
          <w:sz w:val="28"/>
          <w:szCs w:val="28"/>
        </w:rPr>
        <w:t>о сотрудников, т.е. потенциальных или фактических работни</w:t>
      </w:r>
      <w:r w:rsidRPr="00CE4A6C">
        <w:rPr>
          <w:rStyle w:val="FontStyle263"/>
          <w:sz w:val="28"/>
          <w:szCs w:val="28"/>
          <w:lang w:val="uz-Cyrl-UZ"/>
        </w:rPr>
        <w:t>ков</w:t>
      </w:r>
      <w:r w:rsidRPr="00CE4A6C">
        <w:rPr>
          <w:rStyle w:val="FontStyle263"/>
          <w:sz w:val="28"/>
          <w:szCs w:val="28"/>
        </w:rPr>
        <w:t>.но думающих о переходе на новое место работы в п</w:t>
      </w:r>
      <w:r w:rsidRPr="00CE4A6C">
        <w:rPr>
          <w:rStyle w:val="FontStyle263"/>
          <w:sz w:val="28"/>
          <w:szCs w:val="28"/>
          <w:lang w:val="uz-Cyrl-UZ"/>
        </w:rPr>
        <w:t>р</w:t>
      </w:r>
      <w:r w:rsidRPr="00CE4A6C">
        <w:rPr>
          <w:rStyle w:val="FontStyle263"/>
          <w:sz w:val="28"/>
          <w:szCs w:val="28"/>
        </w:rPr>
        <w:t>еде</w:t>
      </w:r>
      <w:r w:rsidRPr="00CE4A6C">
        <w:rPr>
          <w:rStyle w:val="FontStyle263"/>
          <w:sz w:val="28"/>
          <w:szCs w:val="28"/>
          <w:lang w:val="uz-Cyrl-UZ"/>
        </w:rPr>
        <w:t>лах</w:t>
      </w:r>
      <w:r w:rsidRPr="00CE4A6C">
        <w:rPr>
          <w:rStyle w:val="FontStyle231"/>
          <w:sz w:val="28"/>
          <w:szCs w:val="28"/>
        </w:rPr>
        <w:t xml:space="preserve"> фирмы.</w:t>
      </w:r>
    </w:p>
    <w:p w:rsidR="003C52C7" w:rsidRPr="00CE4A6C" w:rsidRDefault="003C52C7" w:rsidP="00CE4A6C">
      <w:pPr>
        <w:spacing w:line="360" w:lineRule="auto"/>
        <w:ind w:firstLine="708"/>
        <w:jc w:val="both"/>
        <w:rPr>
          <w:rStyle w:val="FontStyle219"/>
          <w:b w:val="0"/>
          <w:sz w:val="28"/>
          <w:szCs w:val="28"/>
        </w:rPr>
      </w:pPr>
      <w:r w:rsidRPr="00CE4A6C">
        <w:rPr>
          <w:rStyle w:val="FontStyle219"/>
          <w:b w:val="0"/>
          <w:sz w:val="28"/>
          <w:szCs w:val="28"/>
        </w:rPr>
        <w:t xml:space="preserve">Прежде чем рассматривать сущность и структуру рынка, необходимо выяснить, что продается и покупается на рынке </w:t>
      </w:r>
      <w:r w:rsidRPr="00CE4A6C">
        <w:rPr>
          <w:rStyle w:val="FontStyle219"/>
          <w:b w:val="0"/>
          <w:sz w:val="28"/>
          <w:szCs w:val="28"/>
          <w:lang w:val="uz-Cyrl-UZ"/>
        </w:rPr>
        <w:t>т</w:t>
      </w:r>
      <w:r w:rsidRPr="00CE4A6C">
        <w:rPr>
          <w:rStyle w:val="FontStyle219"/>
          <w:b w:val="0"/>
          <w:sz w:val="28"/>
          <w:szCs w:val="28"/>
        </w:rPr>
        <w:t>руд</w:t>
      </w:r>
      <w:r w:rsidRPr="00CE4A6C">
        <w:rPr>
          <w:rStyle w:val="FontStyle219"/>
          <w:b w:val="0"/>
          <w:sz w:val="28"/>
          <w:szCs w:val="28"/>
          <w:lang w:val="uz-Cyrl-UZ"/>
        </w:rPr>
        <w:t>а</w:t>
      </w:r>
      <w:r w:rsidRPr="00CE4A6C">
        <w:rPr>
          <w:rStyle w:val="FontStyle219"/>
          <w:b w:val="0"/>
          <w:sz w:val="28"/>
          <w:szCs w:val="28"/>
        </w:rPr>
        <w:t xml:space="preserve"> — «рабочая сила» или «труд». Сторонники марксисткой теории рыночных отношений утверждают, что на рынке труда продается рабочая сила, т.е. способность к труду, которую и эксплуатирует работодатель. Современная экономическая теория доказывает, что на рынке труда продается и покупается именно труд, что заработная плата есть плата за труд (и назы</w:t>
      </w:r>
      <w:r w:rsidRPr="00CE4A6C">
        <w:rPr>
          <w:rStyle w:val="FontStyle219"/>
          <w:b w:val="0"/>
          <w:sz w:val="28"/>
          <w:szCs w:val="28"/>
        </w:rPr>
        <w:softHyphen/>
        <w:t>вается это оплатой труда). Сторонники третьей точки зрения считают рынок труда ресурсным рынкам. В качестве основных субъектов купли-продажи выступают работодатель — покупа</w:t>
      </w:r>
      <w:r w:rsidRPr="00CE4A6C">
        <w:rPr>
          <w:rStyle w:val="FontStyle219"/>
          <w:b w:val="0"/>
          <w:sz w:val="28"/>
          <w:szCs w:val="28"/>
        </w:rPr>
        <w:softHyphen/>
        <w:t>тель труда, а также юридически свободный и юридически за</w:t>
      </w:r>
      <w:r w:rsidRPr="00CE4A6C">
        <w:rPr>
          <w:rStyle w:val="FontStyle219"/>
          <w:b w:val="0"/>
          <w:sz w:val="28"/>
          <w:szCs w:val="28"/>
        </w:rPr>
        <w:softHyphen/>
        <w:t xml:space="preserve">щищенный собственник — продавец ресурса труда. Последний является носителем и собственником своей рабочей силы, </w:t>
      </w:r>
      <w:r w:rsidRPr="00CE4A6C">
        <w:rPr>
          <w:rStyle w:val="FontStyle219"/>
          <w:b w:val="0"/>
          <w:sz w:val="28"/>
          <w:szCs w:val="28"/>
          <w:lang w:val="uz-Cyrl-UZ"/>
        </w:rPr>
        <w:t>тоесть</w:t>
      </w:r>
      <w:r w:rsidRPr="00CE4A6C">
        <w:rPr>
          <w:rStyle w:val="FontStyle219"/>
          <w:b w:val="0"/>
          <w:sz w:val="28"/>
          <w:szCs w:val="28"/>
        </w:rPr>
        <w:t>всей совокупности своих способностей к определенным делам трудовой деятельности. Это особый ресурс, специфика которого заключается в физической неотделимости его от собственни</w:t>
      </w:r>
      <w:r w:rsidRPr="00CE4A6C">
        <w:rPr>
          <w:rStyle w:val="FontStyle219"/>
          <w:b w:val="0"/>
          <w:sz w:val="28"/>
          <w:szCs w:val="28"/>
        </w:rPr>
        <w:softHyphen/>
        <w:t>ка, что отражается на характере объекта купли-продажи на, рынке труда. Здесь объектом рыночной сделки является право использования единицы ресурса труда определенного качества при определенных условиях в определенный отрезок времени.</w:t>
      </w:r>
    </w:p>
    <w:p w:rsidR="003C52C7" w:rsidRPr="00CE4A6C" w:rsidRDefault="003C52C7" w:rsidP="00CE4A6C">
      <w:pPr>
        <w:spacing w:line="360" w:lineRule="auto"/>
        <w:ind w:firstLine="708"/>
        <w:jc w:val="both"/>
        <w:rPr>
          <w:rStyle w:val="FontStyle219"/>
          <w:b w:val="0"/>
          <w:sz w:val="28"/>
          <w:szCs w:val="28"/>
        </w:rPr>
      </w:pPr>
      <w:r w:rsidRPr="00CE4A6C">
        <w:rPr>
          <w:rStyle w:val="FontStyle219"/>
          <w:b w:val="0"/>
          <w:sz w:val="28"/>
          <w:szCs w:val="28"/>
        </w:rPr>
        <w:t>Цена труда на рынке труда выступает в форме ставки заработной платы (часовой ставки), указываемой в договоре (кон тракте), заключаемом между работодателем и нанимающимсяна работу. На этой основе рыночная цена единицы ресурса тру</w:t>
      </w:r>
      <w:r w:rsidRPr="00CE4A6C">
        <w:rPr>
          <w:rStyle w:val="FontStyle219"/>
          <w:b w:val="0"/>
          <w:sz w:val="28"/>
          <w:szCs w:val="28"/>
        </w:rPr>
        <w:softHyphen/>
        <w:t>да данного качества сложится в зависимости от соотношения спроса и предложения на рынке труда. В результате фактиче</w:t>
      </w:r>
      <w:r w:rsidRPr="00CE4A6C">
        <w:rPr>
          <w:rStyle w:val="FontStyle219"/>
          <w:b w:val="0"/>
          <w:sz w:val="28"/>
          <w:szCs w:val="28"/>
        </w:rPr>
        <w:softHyphen/>
        <w:t>ская цена труда отразит равновесную ставку заработной платы. Данную точку зрения разделяют и авторы настоящего учебника.</w:t>
      </w:r>
    </w:p>
    <w:p w:rsidR="003C52C7" w:rsidRPr="00CE4A6C" w:rsidRDefault="003C52C7" w:rsidP="00CE4A6C">
      <w:pPr>
        <w:spacing w:line="360" w:lineRule="auto"/>
        <w:ind w:firstLine="708"/>
        <w:jc w:val="both"/>
        <w:rPr>
          <w:rStyle w:val="FontStyle219"/>
          <w:b w:val="0"/>
          <w:sz w:val="28"/>
          <w:szCs w:val="28"/>
        </w:rPr>
      </w:pPr>
      <w:r w:rsidRPr="00CE4A6C">
        <w:rPr>
          <w:rStyle w:val="FontStyle219"/>
          <w:b w:val="0"/>
          <w:sz w:val="28"/>
          <w:szCs w:val="28"/>
        </w:rPr>
        <w:t>Рынок труда имеет ряд важных особенностей, накладыва</w:t>
      </w:r>
      <w:r w:rsidRPr="00CE4A6C">
        <w:rPr>
          <w:rStyle w:val="FontStyle219"/>
          <w:b w:val="0"/>
          <w:sz w:val="28"/>
          <w:szCs w:val="28"/>
        </w:rPr>
        <w:softHyphen/>
        <w:t>ющих отпечаток на его функционирование.</w:t>
      </w:r>
    </w:p>
    <w:p w:rsidR="003C52C7" w:rsidRPr="00CE4A6C" w:rsidRDefault="003C52C7" w:rsidP="00CE4A6C">
      <w:pPr>
        <w:spacing w:line="360" w:lineRule="auto"/>
        <w:ind w:firstLine="708"/>
        <w:jc w:val="both"/>
        <w:rPr>
          <w:rStyle w:val="FontStyle219"/>
          <w:b w:val="0"/>
          <w:sz w:val="28"/>
          <w:szCs w:val="28"/>
        </w:rPr>
      </w:pPr>
      <w:r w:rsidRPr="00CE4A6C">
        <w:rPr>
          <w:rStyle w:val="FontStyle219"/>
          <w:b w:val="0"/>
          <w:sz w:val="28"/>
          <w:szCs w:val="28"/>
        </w:rPr>
        <w:t>Неотделимость прав собственности на товар (труд) от его владельца. Труд представляет собой процесс расходования рабочей силы от своего носителя, в процесс купли-продажи труда возникают особые отношения.</w:t>
      </w:r>
    </w:p>
    <w:p w:rsidR="003C52C7" w:rsidRPr="00CE4A6C" w:rsidRDefault="003C52C7" w:rsidP="00CE4A6C">
      <w:pPr>
        <w:spacing w:line="360" w:lineRule="auto"/>
        <w:jc w:val="both"/>
        <w:rPr>
          <w:rStyle w:val="FontStyle219"/>
          <w:b w:val="0"/>
          <w:sz w:val="28"/>
          <w:szCs w:val="28"/>
        </w:rPr>
      </w:pPr>
      <w:r w:rsidRPr="00CE4A6C">
        <w:rPr>
          <w:rStyle w:val="FontStyle219"/>
          <w:b w:val="0"/>
          <w:sz w:val="28"/>
          <w:szCs w:val="28"/>
        </w:rPr>
        <w:t>Большая продолжительность контакта продавца и поку</w:t>
      </w:r>
      <w:r w:rsidRPr="00CE4A6C">
        <w:rPr>
          <w:rStyle w:val="FontStyle219"/>
          <w:b w:val="0"/>
          <w:sz w:val="28"/>
          <w:szCs w:val="28"/>
        </w:rPr>
        <w:softHyphen/>
        <w:t>пателя. Сделка, совершаемая на рынке труда, предполагает на</w:t>
      </w:r>
      <w:r w:rsidRPr="00CE4A6C">
        <w:rPr>
          <w:rStyle w:val="FontStyle219"/>
          <w:b w:val="0"/>
          <w:sz w:val="28"/>
          <w:szCs w:val="28"/>
        </w:rPr>
        <w:softHyphen/>
        <w:t>чало длительных отношений между продавцом и покупателем.</w:t>
      </w:r>
    </w:p>
    <w:p w:rsidR="003C52C7" w:rsidRPr="00CE4A6C" w:rsidRDefault="003C52C7" w:rsidP="00CE4A6C">
      <w:pPr>
        <w:spacing w:line="360" w:lineRule="auto"/>
        <w:ind w:firstLine="708"/>
        <w:jc w:val="both"/>
        <w:rPr>
          <w:rStyle w:val="FontStyle219"/>
          <w:b w:val="0"/>
          <w:sz w:val="28"/>
          <w:szCs w:val="28"/>
        </w:rPr>
      </w:pPr>
      <w:r w:rsidRPr="00CE4A6C">
        <w:rPr>
          <w:rStyle w:val="FontStyle219"/>
          <w:b w:val="0"/>
          <w:sz w:val="28"/>
          <w:szCs w:val="28"/>
        </w:rPr>
        <w:t>Наличие и действие неденежных аспектов сделки. Это прежде всего условия труда, микроклимат в коллективе, перс</w:t>
      </w:r>
      <w:r w:rsidRPr="00CE4A6C">
        <w:rPr>
          <w:rStyle w:val="FontStyle219"/>
          <w:b w:val="0"/>
          <w:sz w:val="28"/>
          <w:szCs w:val="28"/>
        </w:rPr>
        <w:softHyphen/>
        <w:t>пективы продвижения по службе и профессионального роста.</w:t>
      </w:r>
    </w:p>
    <w:p w:rsidR="003C52C7" w:rsidRPr="00CE4A6C" w:rsidRDefault="003C52C7" w:rsidP="00CE4A6C">
      <w:pPr>
        <w:spacing w:line="360" w:lineRule="auto"/>
        <w:ind w:firstLine="708"/>
        <w:jc w:val="both"/>
        <w:rPr>
          <w:rStyle w:val="FontStyle219"/>
          <w:b w:val="0"/>
          <w:sz w:val="28"/>
          <w:szCs w:val="28"/>
        </w:rPr>
      </w:pPr>
      <w:r w:rsidRPr="00CE4A6C">
        <w:rPr>
          <w:rStyle w:val="FontStyle219"/>
          <w:b w:val="0"/>
          <w:sz w:val="28"/>
          <w:szCs w:val="28"/>
        </w:rPr>
        <w:t>Наличие большого числа институциональных структур особого рода. К их числу относятся: система трудового законо</w:t>
      </w:r>
      <w:r w:rsidRPr="00CE4A6C">
        <w:rPr>
          <w:rStyle w:val="FontStyle219"/>
          <w:b w:val="0"/>
          <w:sz w:val="28"/>
          <w:szCs w:val="28"/>
        </w:rPr>
        <w:softHyphen/>
        <w:t>дательства, различные учреждения и службы регулирования занятости, государственные программы в области труда и заня</w:t>
      </w:r>
      <w:r w:rsidRPr="00CE4A6C">
        <w:rPr>
          <w:rStyle w:val="FontStyle219"/>
          <w:b w:val="0"/>
          <w:sz w:val="28"/>
          <w:szCs w:val="28"/>
        </w:rPr>
        <w:softHyphen/>
        <w:t>тости и т.д.</w:t>
      </w:r>
    </w:p>
    <w:p w:rsidR="003C52C7" w:rsidRPr="00CE4A6C" w:rsidRDefault="003C52C7" w:rsidP="00CE4A6C">
      <w:pPr>
        <w:spacing w:line="360" w:lineRule="auto"/>
        <w:ind w:firstLine="708"/>
        <w:jc w:val="both"/>
        <w:rPr>
          <w:rStyle w:val="FontStyle219"/>
          <w:b w:val="0"/>
          <w:sz w:val="28"/>
          <w:szCs w:val="28"/>
        </w:rPr>
      </w:pPr>
      <w:r w:rsidRPr="00CE4A6C">
        <w:rPr>
          <w:rStyle w:val="FontStyle219"/>
          <w:b w:val="0"/>
          <w:sz w:val="28"/>
          <w:szCs w:val="28"/>
        </w:rPr>
        <w:t>Высокая степень индивидуализации сделок. Они отлича</w:t>
      </w:r>
      <w:r w:rsidRPr="00CE4A6C">
        <w:rPr>
          <w:rStyle w:val="FontStyle219"/>
          <w:b w:val="0"/>
          <w:sz w:val="28"/>
          <w:szCs w:val="28"/>
        </w:rPr>
        <w:softHyphen/>
        <w:t>ются скромным разнообразием, поскольку каждый работник в своем роде уникален, а каждое рабочее место в той или иной мере отличается от другого и предъявляет к претендентам свои специфические требования.</w:t>
      </w:r>
    </w:p>
    <w:p w:rsidR="003C52C7" w:rsidRPr="00CE4A6C" w:rsidRDefault="003C52C7" w:rsidP="00CE4A6C">
      <w:pPr>
        <w:spacing w:line="360" w:lineRule="auto"/>
        <w:ind w:firstLine="708"/>
        <w:jc w:val="both"/>
        <w:rPr>
          <w:rStyle w:val="FontStyle219"/>
          <w:b w:val="0"/>
          <w:sz w:val="28"/>
          <w:szCs w:val="28"/>
          <w:lang w:val="uz-Cyrl-UZ"/>
        </w:rPr>
      </w:pPr>
      <w:r w:rsidRPr="00CE4A6C">
        <w:rPr>
          <w:rStyle w:val="FontStyle219"/>
          <w:b w:val="0"/>
          <w:sz w:val="28"/>
          <w:szCs w:val="28"/>
        </w:rPr>
        <w:t>Главными составными частями рынка труда являются совокупное предложение (П), охватывающее всю наемную ра</w:t>
      </w:r>
      <w:r w:rsidRPr="00CE4A6C">
        <w:rPr>
          <w:rStyle w:val="FontStyle219"/>
          <w:b w:val="0"/>
          <w:sz w:val="28"/>
          <w:szCs w:val="28"/>
        </w:rPr>
        <w:softHyphen/>
        <w:t>бочую силу, и совокупный спрос (С) как общая потребность экономики к наемной рабочей силе* Они составляют совокупный рынок трудя</w:t>
      </w:r>
      <w:r w:rsidRPr="00CE4A6C">
        <w:rPr>
          <w:rStyle w:val="FontStyle219"/>
          <w:b w:val="0"/>
          <w:sz w:val="28"/>
          <w:szCs w:val="28"/>
          <w:lang w:val="uz-Cyrl-UZ"/>
        </w:rPr>
        <w:t>.</w:t>
      </w:r>
    </w:p>
    <w:p w:rsidR="003C52C7" w:rsidRPr="00CE4A6C" w:rsidRDefault="003C52C7" w:rsidP="00CE4A6C">
      <w:pPr>
        <w:spacing w:line="360" w:lineRule="auto"/>
        <w:ind w:firstLine="708"/>
        <w:jc w:val="both"/>
        <w:rPr>
          <w:rStyle w:val="FontStyle219"/>
          <w:b w:val="0"/>
          <w:sz w:val="28"/>
          <w:szCs w:val="28"/>
        </w:rPr>
      </w:pPr>
      <w:r w:rsidRPr="00CE4A6C">
        <w:rPr>
          <w:rStyle w:val="FontStyle219"/>
          <w:b w:val="0"/>
          <w:sz w:val="28"/>
          <w:szCs w:val="28"/>
        </w:rPr>
        <w:t>Таким образом, та часть, которая образуется путем пере</w:t>
      </w:r>
      <w:r w:rsidRPr="00CE4A6C">
        <w:rPr>
          <w:rStyle w:val="FontStyle219"/>
          <w:b w:val="0"/>
          <w:sz w:val="28"/>
          <w:szCs w:val="28"/>
        </w:rPr>
        <w:softHyphen/>
        <w:t>сечения совокупного спроса и совокупного предложения, но</w:t>
      </w:r>
      <w:r w:rsidRPr="00CE4A6C">
        <w:rPr>
          <w:rStyle w:val="FontStyle219"/>
          <w:b w:val="0"/>
          <w:sz w:val="28"/>
          <w:szCs w:val="28"/>
        </w:rPr>
        <w:softHyphen/>
        <w:t>сит название удовлетворенный спрос на труд (УС). Непересека</w:t>
      </w:r>
      <w:r w:rsidRPr="00CE4A6C">
        <w:rPr>
          <w:rStyle w:val="FontStyle219"/>
          <w:b w:val="0"/>
          <w:sz w:val="28"/>
          <w:szCs w:val="28"/>
        </w:rPr>
        <w:softHyphen/>
        <w:t>ющиеся части соответствуют текущему рынку:</w:t>
      </w:r>
    </w:p>
    <w:p w:rsidR="003C52C7" w:rsidRPr="00CE4A6C" w:rsidRDefault="003C52C7" w:rsidP="00CE4A6C">
      <w:pPr>
        <w:spacing w:line="360" w:lineRule="auto"/>
        <w:ind w:firstLine="708"/>
        <w:jc w:val="both"/>
        <w:rPr>
          <w:rStyle w:val="FontStyle232"/>
          <w:sz w:val="28"/>
          <w:szCs w:val="28"/>
          <w:lang w:val="uz-Cyrl-UZ" w:eastAsia="en-US"/>
        </w:rPr>
      </w:pPr>
      <w:r w:rsidRPr="00CE4A6C">
        <w:rPr>
          <w:rStyle w:val="FontStyle219"/>
          <w:b w:val="0"/>
          <w:sz w:val="28"/>
          <w:szCs w:val="28"/>
          <w:lang w:val="en-US" w:eastAsia="en-US"/>
        </w:rPr>
        <w:t>TP</w:t>
      </w:r>
      <w:r w:rsidRPr="00CE4A6C">
        <w:rPr>
          <w:rStyle w:val="FontStyle219"/>
          <w:b w:val="0"/>
          <w:sz w:val="28"/>
          <w:szCs w:val="28"/>
          <w:lang w:eastAsia="en-US"/>
        </w:rPr>
        <w:t xml:space="preserve"> = </w:t>
      </w:r>
      <w:r w:rsidRPr="00CE4A6C">
        <w:rPr>
          <w:rStyle w:val="FontStyle219"/>
          <w:b w:val="0"/>
          <w:sz w:val="28"/>
          <w:szCs w:val="28"/>
          <w:lang w:val="en-US" w:eastAsia="en-US"/>
        </w:rPr>
        <w:t>CP</w:t>
      </w:r>
      <w:r w:rsidRPr="00CE4A6C">
        <w:rPr>
          <w:rStyle w:val="FontStyle219"/>
          <w:b w:val="0"/>
          <w:sz w:val="28"/>
          <w:szCs w:val="28"/>
          <w:lang w:eastAsia="en-US"/>
        </w:rPr>
        <w:t xml:space="preserve"> — </w:t>
      </w:r>
      <w:r w:rsidRPr="00CE4A6C">
        <w:rPr>
          <w:rStyle w:val="FontStyle232"/>
          <w:sz w:val="28"/>
          <w:szCs w:val="28"/>
          <w:lang w:eastAsia="en-US"/>
        </w:rPr>
        <w:t>УС,</w:t>
      </w:r>
    </w:p>
    <w:p w:rsidR="003C52C7" w:rsidRPr="00CE4A6C" w:rsidRDefault="003C52C7" w:rsidP="00CE4A6C">
      <w:pPr>
        <w:spacing w:line="360" w:lineRule="auto"/>
        <w:ind w:firstLine="708"/>
        <w:jc w:val="both"/>
        <w:rPr>
          <w:rStyle w:val="FontStyle219"/>
          <w:b w:val="0"/>
          <w:sz w:val="28"/>
          <w:szCs w:val="28"/>
          <w:lang w:eastAsia="en-US"/>
        </w:rPr>
      </w:pPr>
      <w:r w:rsidRPr="00CE4A6C">
        <w:rPr>
          <w:rStyle w:val="FontStyle219"/>
          <w:b w:val="0"/>
          <w:sz w:val="28"/>
          <w:szCs w:val="28"/>
          <w:lang w:val="uz-Cyrl-UZ" w:eastAsia="en-US"/>
        </w:rPr>
        <w:t>где</w:t>
      </w:r>
      <w:r w:rsidRPr="00CE4A6C">
        <w:rPr>
          <w:rStyle w:val="FontStyle219"/>
          <w:b w:val="0"/>
          <w:sz w:val="28"/>
          <w:szCs w:val="28"/>
          <w:lang w:val="en-US" w:eastAsia="en-US"/>
        </w:rPr>
        <w:t>CP</w:t>
      </w:r>
      <w:r w:rsidRPr="00CE4A6C">
        <w:rPr>
          <w:rStyle w:val="FontStyle219"/>
          <w:b w:val="0"/>
          <w:sz w:val="28"/>
          <w:szCs w:val="28"/>
          <w:lang w:eastAsia="en-US"/>
        </w:rPr>
        <w:t xml:space="preserve"> — совокупный рынок труда;</w:t>
      </w:r>
    </w:p>
    <w:p w:rsidR="003C52C7" w:rsidRPr="00CE4A6C" w:rsidRDefault="003C52C7" w:rsidP="00CE4A6C">
      <w:pPr>
        <w:spacing w:line="360" w:lineRule="auto"/>
        <w:ind w:firstLine="708"/>
        <w:jc w:val="both"/>
        <w:rPr>
          <w:rStyle w:val="FontStyle232"/>
          <w:sz w:val="28"/>
          <w:szCs w:val="28"/>
          <w:lang w:val="uz-Cyrl-UZ"/>
        </w:rPr>
      </w:pPr>
      <w:r w:rsidRPr="00CE4A6C">
        <w:rPr>
          <w:rStyle w:val="FontStyle257"/>
          <w:b w:val="0"/>
          <w:spacing w:val="30"/>
          <w:sz w:val="28"/>
          <w:szCs w:val="28"/>
          <w:lang w:val="en-US" w:eastAsia="en-US"/>
        </w:rPr>
        <w:t>TP</w:t>
      </w:r>
      <w:r w:rsidRPr="00CE4A6C">
        <w:rPr>
          <w:rStyle w:val="FontStyle219"/>
          <w:b w:val="0"/>
          <w:sz w:val="28"/>
          <w:szCs w:val="28"/>
          <w:lang w:eastAsia="en-US"/>
        </w:rPr>
        <w:t>— текущий рынок труда</w:t>
      </w:r>
      <w:r w:rsidRPr="00CE4A6C">
        <w:rPr>
          <w:rStyle w:val="FontStyle219"/>
          <w:b w:val="0"/>
          <w:sz w:val="28"/>
          <w:szCs w:val="28"/>
          <w:lang w:val="uz-Cyrl-UZ" w:eastAsia="en-US"/>
        </w:rPr>
        <w:t>;</w:t>
      </w:r>
    </w:p>
    <w:p w:rsidR="003C52C7" w:rsidRPr="00CE4A6C" w:rsidRDefault="003C52C7" w:rsidP="00CE4A6C">
      <w:pPr>
        <w:spacing w:line="360" w:lineRule="auto"/>
        <w:ind w:firstLine="708"/>
        <w:jc w:val="both"/>
        <w:rPr>
          <w:rStyle w:val="FontStyle219"/>
          <w:b w:val="0"/>
          <w:sz w:val="28"/>
          <w:szCs w:val="28"/>
        </w:rPr>
      </w:pPr>
      <w:r w:rsidRPr="00CE4A6C">
        <w:rPr>
          <w:rStyle w:val="FontStyle219"/>
          <w:b w:val="0"/>
          <w:sz w:val="28"/>
          <w:szCs w:val="28"/>
        </w:rPr>
        <w:t>Текущий рынок труда образуется за счет естественного и механического движения рабочей силы и рабочих мест (ввод новых и выбытие старых). Он состоит из отдельных элементов:</w:t>
      </w:r>
    </w:p>
    <w:p w:rsidR="003C52C7" w:rsidRPr="00CE4A6C" w:rsidRDefault="003C52C7" w:rsidP="00CE4A6C">
      <w:pPr>
        <w:spacing w:line="360" w:lineRule="auto"/>
        <w:ind w:firstLine="708"/>
        <w:jc w:val="both"/>
        <w:rPr>
          <w:rStyle w:val="FontStyle219"/>
          <w:b w:val="0"/>
          <w:sz w:val="28"/>
          <w:szCs w:val="28"/>
        </w:rPr>
      </w:pPr>
      <w:r w:rsidRPr="00CE4A6C">
        <w:rPr>
          <w:rStyle w:val="FontStyle219"/>
          <w:b w:val="0"/>
          <w:sz w:val="28"/>
          <w:szCs w:val="28"/>
          <w:lang w:val="uz-Cyrl-UZ"/>
        </w:rPr>
        <w:t xml:space="preserve">- </w:t>
      </w:r>
      <w:r w:rsidRPr="00CE4A6C">
        <w:rPr>
          <w:rStyle w:val="FontStyle219"/>
          <w:b w:val="0"/>
          <w:sz w:val="28"/>
          <w:szCs w:val="28"/>
        </w:rPr>
        <w:t>открытый рынок труда — это экономически активное население, которое ищет работу и нуждается в подготовке, пе</w:t>
      </w:r>
      <w:r w:rsidRPr="00CE4A6C">
        <w:rPr>
          <w:rStyle w:val="FontStyle219"/>
          <w:b w:val="0"/>
          <w:sz w:val="28"/>
          <w:szCs w:val="28"/>
        </w:rPr>
        <w:softHyphen/>
        <w:t>реподготовке, а также все вакантные рабочие места во всех секторах экономики.</w:t>
      </w:r>
    </w:p>
    <w:p w:rsidR="003C52C7" w:rsidRPr="00CE4A6C" w:rsidRDefault="003C52C7" w:rsidP="00CE4A6C">
      <w:pPr>
        <w:spacing w:line="360" w:lineRule="auto"/>
        <w:ind w:firstLine="708"/>
        <w:jc w:val="both"/>
        <w:rPr>
          <w:rStyle w:val="FontStyle219"/>
          <w:b w:val="0"/>
          <w:sz w:val="28"/>
          <w:szCs w:val="28"/>
        </w:rPr>
      </w:pPr>
      <w:r w:rsidRPr="00CE4A6C">
        <w:rPr>
          <w:rStyle w:val="FontStyle219"/>
          <w:b w:val="0"/>
          <w:sz w:val="28"/>
          <w:szCs w:val="28"/>
          <w:lang w:val="uz-Cyrl-UZ"/>
        </w:rPr>
        <w:t xml:space="preserve">- </w:t>
      </w:r>
      <w:r w:rsidRPr="00CE4A6C">
        <w:rPr>
          <w:rStyle w:val="FontStyle219"/>
          <w:b w:val="0"/>
          <w:sz w:val="28"/>
          <w:szCs w:val="28"/>
        </w:rPr>
        <w:t>скрытый рынок труда — это лица, которые формально заняты в экономике, но в то же время в связи с сокращением производства Или же с изменением его структуры могут быть высвобождены.</w:t>
      </w:r>
    </w:p>
    <w:p w:rsidR="003C52C7" w:rsidRPr="00CE4A6C" w:rsidRDefault="003C52C7" w:rsidP="00CE4A6C">
      <w:pPr>
        <w:spacing w:line="360" w:lineRule="auto"/>
        <w:ind w:firstLine="708"/>
        <w:jc w:val="both"/>
        <w:rPr>
          <w:rStyle w:val="FontStyle219"/>
          <w:b w:val="0"/>
          <w:sz w:val="28"/>
          <w:szCs w:val="28"/>
        </w:rPr>
      </w:pPr>
      <w:r w:rsidRPr="00CE4A6C">
        <w:rPr>
          <w:rStyle w:val="FontStyle219"/>
          <w:b w:val="0"/>
          <w:sz w:val="28"/>
          <w:szCs w:val="28"/>
        </w:rPr>
        <w:t>Исходя из определения и характеристики рынка труда мож</w:t>
      </w:r>
      <w:r w:rsidRPr="00CE4A6C">
        <w:rPr>
          <w:rStyle w:val="FontStyle219"/>
          <w:b w:val="0"/>
          <w:sz w:val="28"/>
          <w:szCs w:val="28"/>
        </w:rPr>
        <w:softHyphen/>
        <w:t>но установить основные его элементы: субъекты рынка труда; правовые аспекты, регламентирующие отношения субъектов на рынке труда; конъюнктуру рынка; службы занятости населе</w:t>
      </w:r>
      <w:r w:rsidRPr="00CE4A6C">
        <w:rPr>
          <w:rStyle w:val="FontStyle219"/>
          <w:b w:val="0"/>
          <w:sz w:val="28"/>
          <w:szCs w:val="28"/>
        </w:rPr>
        <w:softHyphen/>
        <w:t>ния; инфраструктуру рынка труда; систему социальной защи</w:t>
      </w:r>
      <w:r w:rsidRPr="00CE4A6C">
        <w:rPr>
          <w:rStyle w:val="FontStyle219"/>
          <w:b w:val="0"/>
          <w:sz w:val="28"/>
          <w:szCs w:val="28"/>
        </w:rPr>
        <w:softHyphen/>
        <w:t>ты и др.</w:t>
      </w:r>
    </w:p>
    <w:p w:rsidR="003C52C7" w:rsidRPr="00CE4A6C" w:rsidRDefault="003C52C7" w:rsidP="00CE4A6C">
      <w:pPr>
        <w:spacing w:line="360" w:lineRule="auto"/>
        <w:jc w:val="both"/>
        <w:rPr>
          <w:rStyle w:val="FontStyle219"/>
          <w:b w:val="0"/>
          <w:sz w:val="28"/>
          <w:szCs w:val="28"/>
        </w:rPr>
      </w:pPr>
      <w:r w:rsidRPr="00CE4A6C">
        <w:rPr>
          <w:rStyle w:val="FontStyle219"/>
          <w:b w:val="0"/>
          <w:sz w:val="28"/>
          <w:szCs w:val="28"/>
        </w:rPr>
        <w:t>Основными субъектами рынка труда являются работодате</w:t>
      </w:r>
      <w:r w:rsidRPr="00CE4A6C">
        <w:rPr>
          <w:rStyle w:val="FontStyle219"/>
          <w:b w:val="0"/>
          <w:sz w:val="28"/>
          <w:szCs w:val="28"/>
        </w:rPr>
        <w:softHyphen/>
        <w:t>ли и наемные работники.</w:t>
      </w:r>
    </w:p>
    <w:p w:rsidR="003C52C7" w:rsidRPr="00CE4A6C" w:rsidRDefault="003C52C7" w:rsidP="00CE4A6C">
      <w:pPr>
        <w:spacing w:line="360" w:lineRule="auto"/>
        <w:ind w:firstLine="708"/>
        <w:jc w:val="both"/>
        <w:rPr>
          <w:rStyle w:val="FontStyle219"/>
          <w:b w:val="0"/>
          <w:sz w:val="28"/>
          <w:szCs w:val="28"/>
        </w:rPr>
      </w:pPr>
      <w:r w:rsidRPr="00CE4A6C">
        <w:rPr>
          <w:rStyle w:val="FontStyle232"/>
          <w:sz w:val="28"/>
          <w:szCs w:val="28"/>
        </w:rPr>
        <w:t xml:space="preserve">Работодатель </w:t>
      </w:r>
      <w:r w:rsidRPr="00CE4A6C">
        <w:rPr>
          <w:rStyle w:val="FontStyle219"/>
          <w:b w:val="0"/>
          <w:sz w:val="28"/>
          <w:szCs w:val="28"/>
        </w:rPr>
        <w:t>— наниматель, который может быть пред</w:t>
      </w:r>
      <w:r w:rsidRPr="00CE4A6C">
        <w:rPr>
          <w:rStyle w:val="FontStyle219"/>
          <w:b w:val="0"/>
          <w:sz w:val="28"/>
          <w:szCs w:val="28"/>
        </w:rPr>
        <w:softHyphen/>
        <w:t>ставлен разными «фигурами» в зависимости от узаконенной струк</w:t>
      </w:r>
      <w:r w:rsidRPr="00CE4A6C">
        <w:rPr>
          <w:rStyle w:val="FontStyle219"/>
          <w:b w:val="0"/>
          <w:sz w:val="28"/>
          <w:szCs w:val="28"/>
        </w:rPr>
        <w:softHyphen/>
        <w:t>туры отношений собственности. Им могут быть: государствен</w:t>
      </w:r>
      <w:r w:rsidRPr="00CE4A6C">
        <w:rPr>
          <w:rStyle w:val="FontStyle219"/>
          <w:b w:val="0"/>
          <w:sz w:val="28"/>
          <w:szCs w:val="28"/>
        </w:rPr>
        <w:softHyphen/>
        <w:t>ные предприятия, акционерные общества, общественные орга</w:t>
      </w:r>
      <w:r w:rsidRPr="00CE4A6C">
        <w:rPr>
          <w:rStyle w:val="FontStyle219"/>
          <w:b w:val="0"/>
          <w:sz w:val="28"/>
          <w:szCs w:val="28"/>
        </w:rPr>
        <w:softHyphen/>
        <w:t>низации, колхозы, частные предприятия, хозяйственные ассо</w:t>
      </w:r>
      <w:r w:rsidRPr="00CE4A6C">
        <w:rPr>
          <w:rStyle w:val="FontStyle219"/>
          <w:b w:val="0"/>
          <w:sz w:val="28"/>
          <w:szCs w:val="28"/>
        </w:rPr>
        <w:softHyphen/>
        <w:t>циации, кооперативы, совместные предприятия, индивидуаль</w:t>
      </w:r>
      <w:r w:rsidRPr="00CE4A6C">
        <w:rPr>
          <w:rStyle w:val="FontStyle219"/>
          <w:b w:val="0"/>
          <w:sz w:val="28"/>
          <w:szCs w:val="28"/>
        </w:rPr>
        <w:softHyphen/>
        <w:t>ные наниматели и т.п.</w:t>
      </w:r>
    </w:p>
    <w:p w:rsidR="003C52C7" w:rsidRPr="00CE4A6C" w:rsidRDefault="003C52C7" w:rsidP="00CE4A6C">
      <w:pPr>
        <w:spacing w:line="360" w:lineRule="auto"/>
        <w:ind w:firstLine="708"/>
        <w:jc w:val="both"/>
        <w:rPr>
          <w:rStyle w:val="FontStyle219"/>
          <w:b w:val="0"/>
          <w:sz w:val="28"/>
          <w:szCs w:val="28"/>
        </w:rPr>
      </w:pPr>
      <w:r w:rsidRPr="00CE4A6C">
        <w:rPr>
          <w:rStyle w:val="FontStyle232"/>
          <w:sz w:val="28"/>
          <w:szCs w:val="28"/>
        </w:rPr>
        <w:t xml:space="preserve">Наемные работники </w:t>
      </w:r>
      <w:r w:rsidRPr="00CE4A6C">
        <w:rPr>
          <w:rStyle w:val="FontStyle219"/>
          <w:b w:val="0"/>
          <w:sz w:val="28"/>
          <w:szCs w:val="28"/>
        </w:rPr>
        <w:t>— это свободные трудоспособные граждане, для которых работа по найму является главным ис</w:t>
      </w:r>
      <w:r w:rsidRPr="00CE4A6C">
        <w:rPr>
          <w:rStyle w:val="FontStyle219"/>
          <w:b w:val="0"/>
          <w:sz w:val="28"/>
          <w:szCs w:val="28"/>
        </w:rPr>
        <w:softHyphen/>
        <w:t>точником средств существования и индивидуального воспроиз</w:t>
      </w:r>
      <w:r w:rsidRPr="00CE4A6C">
        <w:rPr>
          <w:rStyle w:val="FontStyle219"/>
          <w:b w:val="0"/>
          <w:sz w:val="28"/>
          <w:szCs w:val="28"/>
        </w:rPr>
        <w:softHyphen/>
        <w:t>водства. Для работодателей они представляют различную цен</w:t>
      </w:r>
      <w:r w:rsidRPr="00CE4A6C">
        <w:rPr>
          <w:rStyle w:val="FontStyle219"/>
          <w:b w:val="0"/>
          <w:sz w:val="28"/>
          <w:szCs w:val="28"/>
        </w:rPr>
        <w:softHyphen/>
        <w:t>ность в зависимости от пола, возраста, квалификации, соци</w:t>
      </w:r>
      <w:r w:rsidRPr="00CE4A6C">
        <w:rPr>
          <w:rStyle w:val="FontStyle219"/>
          <w:b w:val="0"/>
          <w:sz w:val="28"/>
          <w:szCs w:val="28"/>
        </w:rPr>
        <w:softHyphen/>
        <w:t>ального статуса и ряда социально приобретенных качеств (от</w:t>
      </w:r>
      <w:r w:rsidRPr="00CE4A6C">
        <w:rPr>
          <w:rStyle w:val="FontStyle219"/>
          <w:b w:val="0"/>
          <w:sz w:val="28"/>
          <w:szCs w:val="28"/>
        </w:rPr>
        <w:softHyphen/>
        <w:t>ветственности, исполнительности, дисциплинированности, пред</w:t>
      </w:r>
      <w:r w:rsidRPr="00CE4A6C">
        <w:rPr>
          <w:rStyle w:val="FontStyle219"/>
          <w:b w:val="0"/>
          <w:sz w:val="28"/>
          <w:szCs w:val="28"/>
        </w:rPr>
        <w:softHyphen/>
        <w:t>приимчивости и др.).</w:t>
      </w:r>
    </w:p>
    <w:p w:rsidR="003C52C7" w:rsidRPr="00CE4A6C" w:rsidRDefault="003C52C7" w:rsidP="00CE4A6C">
      <w:pPr>
        <w:spacing w:line="360" w:lineRule="auto"/>
        <w:ind w:firstLine="708"/>
        <w:jc w:val="both"/>
        <w:rPr>
          <w:rStyle w:val="FontStyle263"/>
          <w:sz w:val="28"/>
          <w:szCs w:val="28"/>
        </w:rPr>
      </w:pPr>
      <w:r w:rsidRPr="00CE4A6C">
        <w:rPr>
          <w:rStyle w:val="FontStyle263"/>
          <w:sz w:val="28"/>
          <w:szCs w:val="28"/>
        </w:rPr>
        <w:t>Рынок труда выполняет ряд функций:</w:t>
      </w:r>
    </w:p>
    <w:p w:rsidR="003C52C7" w:rsidRPr="00CE4A6C" w:rsidRDefault="003C52C7" w:rsidP="00CE4A6C">
      <w:pPr>
        <w:spacing w:line="360" w:lineRule="auto"/>
        <w:ind w:firstLine="708"/>
        <w:jc w:val="both"/>
        <w:rPr>
          <w:rStyle w:val="FontStyle263"/>
          <w:sz w:val="28"/>
          <w:szCs w:val="28"/>
        </w:rPr>
      </w:pPr>
      <w:r w:rsidRPr="00CE4A6C">
        <w:rPr>
          <w:rStyle w:val="FontStyle263"/>
          <w:sz w:val="28"/>
          <w:szCs w:val="28"/>
          <w:lang w:val="uz-Cyrl-UZ"/>
        </w:rPr>
        <w:t xml:space="preserve">- </w:t>
      </w:r>
      <w:r w:rsidRPr="00CE4A6C">
        <w:rPr>
          <w:rStyle w:val="FontStyle263"/>
          <w:sz w:val="28"/>
          <w:szCs w:val="28"/>
        </w:rPr>
        <w:t>организация встречи работодателей и наемных работни</w:t>
      </w:r>
      <w:r w:rsidRPr="00CE4A6C">
        <w:rPr>
          <w:rStyle w:val="FontStyle263"/>
          <w:sz w:val="28"/>
          <w:szCs w:val="28"/>
        </w:rPr>
        <w:softHyphen/>
        <w:t>ков;</w:t>
      </w:r>
    </w:p>
    <w:p w:rsidR="003C52C7" w:rsidRPr="00CE4A6C" w:rsidRDefault="003C52C7" w:rsidP="00CE4A6C">
      <w:pPr>
        <w:spacing w:line="360" w:lineRule="auto"/>
        <w:ind w:firstLine="708"/>
        <w:jc w:val="both"/>
        <w:rPr>
          <w:rStyle w:val="FontStyle263"/>
          <w:sz w:val="28"/>
          <w:szCs w:val="28"/>
        </w:rPr>
      </w:pPr>
      <w:r w:rsidRPr="00CE4A6C">
        <w:rPr>
          <w:rStyle w:val="FontStyle263"/>
          <w:sz w:val="28"/>
          <w:szCs w:val="28"/>
          <w:lang w:val="uz-Cyrl-UZ"/>
        </w:rPr>
        <w:t xml:space="preserve">- </w:t>
      </w:r>
      <w:r w:rsidRPr="00CE4A6C">
        <w:rPr>
          <w:rStyle w:val="FontStyle263"/>
          <w:sz w:val="28"/>
          <w:szCs w:val="28"/>
        </w:rPr>
        <w:t>обеспечение конкуренции на рынке труда как между работодателями, так и наемными работниками;</w:t>
      </w:r>
    </w:p>
    <w:p w:rsidR="003C52C7" w:rsidRPr="00CE4A6C" w:rsidRDefault="003C52C7" w:rsidP="00CE4A6C">
      <w:pPr>
        <w:spacing w:line="360" w:lineRule="auto"/>
        <w:ind w:firstLine="708"/>
        <w:jc w:val="both"/>
        <w:rPr>
          <w:rStyle w:val="FontStyle263"/>
          <w:sz w:val="28"/>
          <w:szCs w:val="28"/>
        </w:rPr>
      </w:pPr>
      <w:r w:rsidRPr="00CE4A6C">
        <w:rPr>
          <w:rStyle w:val="FontStyle263"/>
          <w:sz w:val="28"/>
          <w:szCs w:val="28"/>
          <w:lang w:val="uz-Cyrl-UZ"/>
        </w:rPr>
        <w:t xml:space="preserve">- </w:t>
      </w:r>
      <w:r w:rsidRPr="00CE4A6C">
        <w:rPr>
          <w:rStyle w:val="FontStyle263"/>
          <w:sz w:val="28"/>
          <w:szCs w:val="28"/>
        </w:rPr>
        <w:t>установление равновесных ставок заработной платы;</w:t>
      </w:r>
    </w:p>
    <w:p w:rsidR="003C52C7" w:rsidRPr="00CE4A6C" w:rsidRDefault="003C52C7" w:rsidP="00CE4A6C">
      <w:pPr>
        <w:spacing w:line="360" w:lineRule="auto"/>
        <w:ind w:firstLine="708"/>
        <w:jc w:val="both"/>
        <w:rPr>
          <w:rStyle w:val="FontStyle263"/>
          <w:sz w:val="28"/>
          <w:szCs w:val="28"/>
        </w:rPr>
      </w:pPr>
      <w:r w:rsidRPr="00CE4A6C">
        <w:rPr>
          <w:rStyle w:val="FontStyle263"/>
          <w:sz w:val="28"/>
          <w:szCs w:val="28"/>
          <w:lang w:val="uz-Cyrl-UZ"/>
        </w:rPr>
        <w:t xml:space="preserve">- </w:t>
      </w:r>
      <w:r w:rsidRPr="00CE4A6C">
        <w:rPr>
          <w:rStyle w:val="FontStyle263"/>
          <w:sz w:val="28"/>
          <w:szCs w:val="28"/>
        </w:rPr>
        <w:t>решение вопросов занятости населения;</w:t>
      </w:r>
    </w:p>
    <w:p w:rsidR="003C52C7" w:rsidRPr="00CE4A6C" w:rsidRDefault="003C52C7" w:rsidP="00CE4A6C">
      <w:pPr>
        <w:spacing w:line="360" w:lineRule="auto"/>
        <w:ind w:firstLine="708"/>
        <w:jc w:val="both"/>
        <w:rPr>
          <w:rStyle w:val="FontStyle263"/>
          <w:sz w:val="28"/>
          <w:szCs w:val="28"/>
        </w:rPr>
      </w:pPr>
      <w:r w:rsidRPr="00CE4A6C">
        <w:rPr>
          <w:rStyle w:val="FontStyle263"/>
          <w:sz w:val="28"/>
          <w:szCs w:val="28"/>
          <w:lang w:val="uz-Cyrl-UZ"/>
        </w:rPr>
        <w:t>-</w:t>
      </w:r>
      <w:r w:rsidRPr="00CE4A6C">
        <w:rPr>
          <w:rStyle w:val="FontStyle263"/>
          <w:sz w:val="28"/>
          <w:szCs w:val="28"/>
        </w:rPr>
        <w:t>осуществление социальной поддержки безработных пу</w:t>
      </w:r>
      <w:r w:rsidRPr="00CE4A6C">
        <w:rPr>
          <w:rStyle w:val="FontStyle263"/>
          <w:sz w:val="28"/>
          <w:szCs w:val="28"/>
        </w:rPr>
        <w:softHyphen/>
        <w:t>тем перераспределения рабочей силы в народном хозяйстве меж</w:t>
      </w:r>
      <w:r w:rsidRPr="00CE4A6C">
        <w:rPr>
          <w:rStyle w:val="FontStyle263"/>
          <w:sz w:val="28"/>
          <w:szCs w:val="28"/>
        </w:rPr>
        <w:softHyphen/>
        <w:t>ду отраслями и сферами производства и обеспечения работой незанятого населения.</w:t>
      </w:r>
    </w:p>
    <w:p w:rsidR="003C52C7" w:rsidRPr="00CE4A6C" w:rsidRDefault="003C52C7" w:rsidP="00CE4A6C">
      <w:pPr>
        <w:spacing w:line="360" w:lineRule="auto"/>
        <w:ind w:firstLine="708"/>
        <w:jc w:val="both"/>
        <w:rPr>
          <w:rStyle w:val="FontStyle263"/>
          <w:sz w:val="28"/>
          <w:szCs w:val="28"/>
        </w:rPr>
      </w:pPr>
      <w:r w:rsidRPr="00CE4A6C">
        <w:rPr>
          <w:rStyle w:val="FontStyle232"/>
          <w:sz w:val="28"/>
          <w:szCs w:val="28"/>
        </w:rPr>
        <w:t xml:space="preserve">Конъюнктура рынка </w:t>
      </w:r>
      <w:r w:rsidRPr="00CE4A6C">
        <w:rPr>
          <w:rStyle w:val="FontStyle263"/>
          <w:sz w:val="28"/>
          <w:szCs w:val="28"/>
        </w:rPr>
        <w:t>— это соотношение спроса и предло</w:t>
      </w:r>
      <w:r w:rsidRPr="00CE4A6C">
        <w:rPr>
          <w:rStyle w:val="FontStyle263"/>
          <w:sz w:val="28"/>
          <w:szCs w:val="28"/>
        </w:rPr>
        <w:softHyphen/>
        <w:t>жения в разрезе всех составляющих структуру рынка труда. Она складывается в зависимости от состояния экономики (подъем или спад); отраслевой структуры хозяйства; уровня развития технического базиса; благосостояния (уровень дохода населе</w:t>
      </w:r>
      <w:r w:rsidRPr="00CE4A6C">
        <w:rPr>
          <w:rStyle w:val="FontStyle263"/>
          <w:sz w:val="28"/>
          <w:szCs w:val="28"/>
        </w:rPr>
        <w:softHyphen/>
        <w:t>ния, в том числе душевного) развития рынка товаров и услуг, жилья, ценных бумаг; состояния социальной и родственной ин</w:t>
      </w:r>
      <w:r w:rsidRPr="00CE4A6C">
        <w:rPr>
          <w:rStyle w:val="FontStyle263"/>
          <w:sz w:val="28"/>
          <w:szCs w:val="28"/>
        </w:rPr>
        <w:softHyphen/>
        <w:t>фраструктуры; степени развития многоукладности экономики; меры развития интеграционных связей (отраслевых и террито</w:t>
      </w:r>
      <w:r w:rsidRPr="00CE4A6C">
        <w:rPr>
          <w:rStyle w:val="FontStyle263"/>
          <w:sz w:val="28"/>
          <w:szCs w:val="28"/>
        </w:rPr>
        <w:softHyphen/>
        <w:t>риальных). Кроме того, на нее оказывают влияние демогра</w:t>
      </w:r>
      <w:r w:rsidRPr="00CE4A6C">
        <w:rPr>
          <w:rStyle w:val="FontStyle263"/>
          <w:sz w:val="28"/>
          <w:szCs w:val="28"/>
        </w:rPr>
        <w:softHyphen/>
        <w:t>фические, этносоциальные, политические, экологические и некоторые другие факторы.</w:t>
      </w:r>
    </w:p>
    <w:p w:rsidR="003C52C7" w:rsidRPr="00CE4A6C" w:rsidRDefault="003C52C7" w:rsidP="00CE4A6C">
      <w:pPr>
        <w:spacing w:line="360" w:lineRule="auto"/>
        <w:ind w:firstLine="708"/>
        <w:jc w:val="both"/>
        <w:rPr>
          <w:rStyle w:val="FontStyle263"/>
          <w:sz w:val="28"/>
          <w:szCs w:val="28"/>
        </w:rPr>
      </w:pPr>
      <w:r w:rsidRPr="00CE4A6C">
        <w:rPr>
          <w:rStyle w:val="FontStyle263"/>
          <w:sz w:val="28"/>
          <w:szCs w:val="28"/>
        </w:rPr>
        <w:t>В зависимости от соотношения между спросом и предложе</w:t>
      </w:r>
      <w:r w:rsidRPr="00CE4A6C">
        <w:rPr>
          <w:rStyle w:val="FontStyle263"/>
          <w:sz w:val="28"/>
          <w:szCs w:val="28"/>
        </w:rPr>
        <w:softHyphen/>
        <w:t>нием конъюнктура рынка труда может быть трех типов:</w:t>
      </w:r>
    </w:p>
    <w:p w:rsidR="003C52C7" w:rsidRPr="00CE4A6C" w:rsidRDefault="003C52C7" w:rsidP="00CE4A6C">
      <w:pPr>
        <w:spacing w:line="360" w:lineRule="auto"/>
        <w:ind w:firstLine="708"/>
        <w:jc w:val="both"/>
        <w:rPr>
          <w:rStyle w:val="FontStyle263"/>
          <w:sz w:val="28"/>
          <w:szCs w:val="28"/>
        </w:rPr>
      </w:pPr>
      <w:r w:rsidRPr="00CE4A6C">
        <w:rPr>
          <w:rStyle w:val="FontStyle263"/>
          <w:sz w:val="28"/>
          <w:szCs w:val="28"/>
          <w:lang w:val="uz-Cyrl-UZ"/>
        </w:rPr>
        <w:t xml:space="preserve">- </w:t>
      </w:r>
      <w:r w:rsidRPr="00CE4A6C">
        <w:rPr>
          <w:rStyle w:val="FontStyle263"/>
          <w:sz w:val="28"/>
          <w:szCs w:val="28"/>
        </w:rPr>
        <w:t>трудодефицитной, когда рынок труда испытывает недо</w:t>
      </w:r>
      <w:r w:rsidRPr="00CE4A6C">
        <w:rPr>
          <w:rStyle w:val="FontStyle263"/>
          <w:sz w:val="28"/>
          <w:szCs w:val="28"/>
        </w:rPr>
        <w:softHyphen/>
        <w:t>статок предложения труда;</w:t>
      </w:r>
    </w:p>
    <w:p w:rsidR="003C52C7" w:rsidRPr="00CE4A6C" w:rsidRDefault="003C52C7" w:rsidP="00CE4A6C">
      <w:pPr>
        <w:spacing w:line="360" w:lineRule="auto"/>
        <w:ind w:firstLine="708"/>
        <w:jc w:val="both"/>
        <w:rPr>
          <w:rStyle w:val="FontStyle263"/>
          <w:sz w:val="28"/>
          <w:szCs w:val="28"/>
        </w:rPr>
      </w:pPr>
      <w:r w:rsidRPr="00CE4A6C">
        <w:rPr>
          <w:rStyle w:val="FontStyle263"/>
          <w:sz w:val="28"/>
          <w:szCs w:val="28"/>
          <w:lang w:val="uz-Cyrl-UZ"/>
        </w:rPr>
        <w:t xml:space="preserve">- </w:t>
      </w:r>
      <w:r w:rsidRPr="00CE4A6C">
        <w:rPr>
          <w:rStyle w:val="FontStyle263"/>
          <w:sz w:val="28"/>
          <w:szCs w:val="28"/>
        </w:rPr>
        <w:t>трудоизбыточной, когда на рынке труда имеются боль</w:t>
      </w:r>
      <w:r w:rsidRPr="00CE4A6C">
        <w:rPr>
          <w:rStyle w:val="FontStyle263"/>
          <w:sz w:val="28"/>
          <w:szCs w:val="28"/>
        </w:rPr>
        <w:softHyphen/>
        <w:t>шое число безработных и соответственно избыток предложе</w:t>
      </w:r>
      <w:r w:rsidRPr="00CE4A6C">
        <w:rPr>
          <w:rStyle w:val="FontStyle263"/>
          <w:sz w:val="28"/>
          <w:szCs w:val="28"/>
        </w:rPr>
        <w:softHyphen/>
        <w:t>ния труда;</w:t>
      </w:r>
    </w:p>
    <w:p w:rsidR="003C52C7" w:rsidRPr="00CE4A6C" w:rsidRDefault="003C52C7" w:rsidP="00CE4A6C">
      <w:pPr>
        <w:spacing w:line="360" w:lineRule="auto"/>
        <w:ind w:firstLine="708"/>
        <w:jc w:val="both"/>
        <w:rPr>
          <w:rStyle w:val="FontStyle263"/>
          <w:sz w:val="28"/>
          <w:szCs w:val="28"/>
        </w:rPr>
      </w:pPr>
      <w:r w:rsidRPr="00CE4A6C">
        <w:rPr>
          <w:rStyle w:val="FontStyle263"/>
          <w:sz w:val="28"/>
          <w:szCs w:val="28"/>
        </w:rPr>
        <w:t>- равновесной</w:t>
      </w:r>
      <w:r w:rsidRPr="00CE4A6C">
        <w:rPr>
          <w:rStyle w:val="FontStyle263"/>
          <w:sz w:val="28"/>
          <w:szCs w:val="28"/>
          <w:vertAlign w:val="subscript"/>
        </w:rPr>
        <w:t>;</w:t>
      </w:r>
      <w:r w:rsidRPr="00CE4A6C">
        <w:rPr>
          <w:rStyle w:val="FontStyle263"/>
          <w:sz w:val="28"/>
          <w:szCs w:val="28"/>
        </w:rPr>
        <w:t xml:space="preserve"> когда спрос на труд соответствует его пред</w:t>
      </w:r>
      <w:r w:rsidRPr="00CE4A6C">
        <w:rPr>
          <w:rStyle w:val="FontStyle263"/>
          <w:sz w:val="28"/>
          <w:szCs w:val="28"/>
        </w:rPr>
        <w:softHyphen/>
        <w:t>ложению.</w:t>
      </w:r>
    </w:p>
    <w:p w:rsidR="003C52C7" w:rsidRPr="00CE4A6C" w:rsidRDefault="003C52C7" w:rsidP="00CE4A6C">
      <w:pPr>
        <w:spacing w:line="360" w:lineRule="auto"/>
        <w:ind w:firstLine="708"/>
        <w:jc w:val="both"/>
        <w:rPr>
          <w:rStyle w:val="FontStyle263"/>
          <w:sz w:val="28"/>
          <w:szCs w:val="28"/>
        </w:rPr>
      </w:pPr>
      <w:r w:rsidRPr="00CE4A6C">
        <w:rPr>
          <w:rStyle w:val="FontStyle263"/>
          <w:sz w:val="28"/>
          <w:szCs w:val="28"/>
        </w:rPr>
        <w:t>Текущая конъюнктура российского рынка труда характе</w:t>
      </w:r>
      <w:r w:rsidRPr="00CE4A6C">
        <w:rPr>
          <w:rStyle w:val="FontStyle263"/>
          <w:sz w:val="28"/>
          <w:szCs w:val="28"/>
        </w:rPr>
        <w:softHyphen/>
        <w:t>ризуется диспропорциями в соотношении спроса и предложе</w:t>
      </w:r>
      <w:r w:rsidRPr="00CE4A6C">
        <w:rPr>
          <w:rStyle w:val="FontStyle263"/>
          <w:sz w:val="28"/>
          <w:szCs w:val="28"/>
        </w:rPr>
        <w:softHyphen/>
        <w:t>ния труда, которые носят застойный характер, что сдержива</w:t>
      </w:r>
      <w:r w:rsidRPr="00CE4A6C">
        <w:rPr>
          <w:rStyle w:val="FontStyle263"/>
          <w:sz w:val="28"/>
          <w:szCs w:val="28"/>
        </w:rPr>
        <w:softHyphen/>
        <w:t>ет движение работников между предприятиями, секторами эко</w:t>
      </w:r>
      <w:r w:rsidRPr="00CE4A6C">
        <w:rPr>
          <w:rStyle w:val="FontStyle263"/>
          <w:sz w:val="28"/>
          <w:szCs w:val="28"/>
        </w:rPr>
        <w:softHyphen/>
        <w:t>номики.</w:t>
      </w:r>
    </w:p>
    <w:p w:rsidR="003C52C7" w:rsidRPr="00CE4A6C" w:rsidRDefault="003C52C7" w:rsidP="00CE4A6C">
      <w:pPr>
        <w:spacing w:line="360" w:lineRule="auto"/>
        <w:ind w:firstLine="708"/>
        <w:jc w:val="both"/>
        <w:rPr>
          <w:rStyle w:val="FontStyle263"/>
          <w:sz w:val="28"/>
          <w:szCs w:val="28"/>
        </w:rPr>
      </w:pPr>
      <w:r w:rsidRPr="00CE4A6C">
        <w:rPr>
          <w:rStyle w:val="FontStyle232"/>
          <w:sz w:val="28"/>
          <w:szCs w:val="28"/>
        </w:rPr>
        <w:t xml:space="preserve">Конкуренция </w:t>
      </w:r>
      <w:r w:rsidRPr="00CE4A6C">
        <w:rPr>
          <w:rStyle w:val="FontStyle263"/>
          <w:sz w:val="28"/>
          <w:szCs w:val="28"/>
        </w:rPr>
        <w:t>представляет собой наличие большого числа независимых покупателей и продавцов на рынке труда и воз</w:t>
      </w:r>
      <w:r w:rsidRPr="00CE4A6C">
        <w:rPr>
          <w:rStyle w:val="FontStyle263"/>
          <w:sz w:val="28"/>
          <w:szCs w:val="28"/>
        </w:rPr>
        <w:softHyphen/>
        <w:t>можность для них свободно входить на рынок труда и покидать его. Она — неотъемлемая составляющая механизма любого рынка. Чисто конкурентный рынок характеризуется наличием боль</w:t>
      </w:r>
      <w:r w:rsidRPr="00CE4A6C">
        <w:rPr>
          <w:rStyle w:val="FontStyle263"/>
          <w:sz w:val="28"/>
          <w:szCs w:val="28"/>
        </w:rPr>
        <w:softHyphen/>
        <w:t>шого количества покупателей (фирм), которые конкурируют друг с другом при найме конкретного вида труда; свой труд предлагают независимо друг от друга многочисленные работ</w:t>
      </w:r>
      <w:r w:rsidRPr="00CE4A6C">
        <w:rPr>
          <w:rStyle w:val="FontStyle263"/>
          <w:sz w:val="28"/>
          <w:szCs w:val="28"/>
        </w:rPr>
        <w:softHyphen/>
        <w:t>ники, имеющие равную квалификацию; ни фирмы, ни работ</w:t>
      </w:r>
      <w:r w:rsidRPr="00CE4A6C">
        <w:rPr>
          <w:rStyle w:val="FontStyle263"/>
          <w:sz w:val="28"/>
          <w:szCs w:val="28"/>
        </w:rPr>
        <w:softHyphen/>
        <w:t>ники не контролируют и не диктуют ставки заработной платы.</w:t>
      </w:r>
    </w:p>
    <w:p w:rsidR="003C52C7" w:rsidRPr="00CE4A6C" w:rsidRDefault="003C52C7" w:rsidP="00CE4A6C">
      <w:pPr>
        <w:spacing w:line="360" w:lineRule="auto"/>
        <w:ind w:firstLine="708"/>
        <w:jc w:val="both"/>
        <w:rPr>
          <w:rStyle w:val="FontStyle263"/>
          <w:sz w:val="28"/>
          <w:szCs w:val="28"/>
        </w:rPr>
      </w:pPr>
      <w:r w:rsidRPr="00CE4A6C">
        <w:rPr>
          <w:rStyle w:val="FontStyle263"/>
          <w:sz w:val="28"/>
          <w:szCs w:val="28"/>
        </w:rPr>
        <w:t>Для полноценного функционирования рынку труда требу</w:t>
      </w:r>
      <w:r w:rsidRPr="00CE4A6C">
        <w:rPr>
          <w:rStyle w:val="FontStyle263"/>
          <w:sz w:val="28"/>
          <w:szCs w:val="28"/>
        </w:rPr>
        <w:softHyphen/>
        <w:t xml:space="preserve">ется развитая инфраструктура. </w:t>
      </w:r>
      <w:r w:rsidRPr="00CE4A6C">
        <w:rPr>
          <w:rStyle w:val="FontStyle232"/>
          <w:sz w:val="28"/>
          <w:szCs w:val="28"/>
        </w:rPr>
        <w:t>Инфраструктура рынка тру</w:t>
      </w:r>
      <w:r w:rsidRPr="00CE4A6C">
        <w:rPr>
          <w:rStyle w:val="FontStyle232"/>
          <w:sz w:val="28"/>
          <w:szCs w:val="28"/>
        </w:rPr>
        <w:softHyphen/>
        <w:t xml:space="preserve">да </w:t>
      </w:r>
      <w:r w:rsidRPr="00CE4A6C">
        <w:rPr>
          <w:rStyle w:val="FontStyle263"/>
          <w:sz w:val="28"/>
          <w:szCs w:val="28"/>
        </w:rPr>
        <w:t>это государственные учреждения, негосударственные структуры содействия занятости, кадровые службы предприя</w:t>
      </w:r>
      <w:r w:rsidRPr="00CE4A6C">
        <w:rPr>
          <w:rStyle w:val="FontStyle263"/>
          <w:sz w:val="28"/>
          <w:szCs w:val="28"/>
        </w:rPr>
        <w:softHyphen/>
        <w:t>тий и фирм, общественные организации и фонды и др., обеспе</w:t>
      </w:r>
      <w:r w:rsidRPr="00CE4A6C">
        <w:rPr>
          <w:rStyle w:val="FontStyle263"/>
          <w:sz w:val="28"/>
          <w:szCs w:val="28"/>
        </w:rPr>
        <w:softHyphen/>
        <w:t>чивающие наиболее эффективное взаимодействие между спро</w:t>
      </w:r>
      <w:r w:rsidRPr="00CE4A6C">
        <w:rPr>
          <w:rStyle w:val="FontStyle263"/>
          <w:sz w:val="28"/>
          <w:szCs w:val="28"/>
        </w:rPr>
        <w:softHyphen/>
        <w:t>сом и предложением на рынке труда. Инфраструктура призвана регулировать отношения между работодателем и работником по поводу цены рабочей силы, условий труда, подготовки и пере</w:t>
      </w:r>
      <w:r w:rsidRPr="00CE4A6C">
        <w:rPr>
          <w:rStyle w:val="FontStyle263"/>
          <w:sz w:val="28"/>
          <w:szCs w:val="28"/>
        </w:rPr>
        <w:softHyphen/>
        <w:t>подготовки работников, а также организовывать и регулировать процессы защиты прав работодателей и наемных работников на рынке труда.</w:t>
      </w:r>
    </w:p>
    <w:p w:rsidR="003C52C7" w:rsidRPr="00CE4A6C" w:rsidRDefault="003C52C7" w:rsidP="004352BC">
      <w:pPr>
        <w:shd w:val="clear" w:color="auto" w:fill="FFFFFF"/>
        <w:autoSpaceDE w:val="0"/>
        <w:autoSpaceDN w:val="0"/>
        <w:adjustRightInd w:val="0"/>
        <w:spacing w:line="360" w:lineRule="auto"/>
        <w:rPr>
          <w:b/>
          <w:bCs/>
          <w:color w:val="000000"/>
          <w:sz w:val="28"/>
          <w:szCs w:val="28"/>
        </w:rPr>
      </w:pPr>
      <w:r w:rsidRPr="00CE4A6C">
        <w:rPr>
          <w:b/>
          <w:bCs/>
          <w:color w:val="000000"/>
          <w:sz w:val="28"/>
          <w:szCs w:val="28"/>
        </w:rPr>
        <w:t>Литература:</w:t>
      </w:r>
    </w:p>
    <w:p w:rsidR="003C52C7" w:rsidRPr="00CE4A6C" w:rsidRDefault="003C52C7" w:rsidP="00CE4A6C">
      <w:pPr>
        <w:pStyle w:val="1"/>
        <w:spacing w:line="360" w:lineRule="auto"/>
        <w:ind w:firstLine="709"/>
        <w:jc w:val="both"/>
        <w:rPr>
          <w:szCs w:val="28"/>
        </w:rPr>
      </w:pPr>
      <w:r w:rsidRPr="00CE4A6C">
        <w:rPr>
          <w:szCs w:val="28"/>
          <w:lang w:val="uz-Cyrl-UZ"/>
        </w:rPr>
        <w:t xml:space="preserve">1. Абдурахманов К.Х.,. </w:t>
      </w:r>
      <w:r w:rsidRPr="00CE4A6C">
        <w:rPr>
          <w:szCs w:val="28"/>
        </w:rPr>
        <w:t>Габзалилова В.Т. Совершенствование занятости населения на рынке труда Узбекистана // http: // www.rea.</w:t>
      </w:r>
      <w:r w:rsidRPr="00CE4A6C">
        <w:rPr>
          <w:szCs w:val="28"/>
          <w:lang w:val="en-US"/>
        </w:rPr>
        <w:t>uz</w:t>
      </w:r>
      <w:r w:rsidRPr="00CE4A6C">
        <w:rPr>
          <w:szCs w:val="28"/>
        </w:rPr>
        <w:t>.</w:t>
      </w:r>
    </w:p>
    <w:p w:rsidR="003C52C7" w:rsidRPr="00CE4A6C" w:rsidRDefault="003C52C7" w:rsidP="00CE4A6C">
      <w:pPr>
        <w:pStyle w:val="1"/>
        <w:spacing w:line="360" w:lineRule="auto"/>
        <w:ind w:firstLine="709"/>
        <w:jc w:val="both"/>
        <w:rPr>
          <w:szCs w:val="28"/>
        </w:rPr>
      </w:pPr>
      <w:r w:rsidRPr="00CE4A6C">
        <w:rPr>
          <w:szCs w:val="28"/>
        </w:rPr>
        <w:t xml:space="preserve">2. Алексеев С.В. Правовое регулирование предпринимательской деятельности. – М.: ЮНИТИ, 2004. – 502 с. </w:t>
      </w:r>
    </w:p>
    <w:p w:rsidR="003C52C7" w:rsidRPr="00CE4A6C" w:rsidRDefault="003C52C7" w:rsidP="00CE4A6C">
      <w:pPr>
        <w:pStyle w:val="1"/>
        <w:spacing w:line="360" w:lineRule="auto"/>
        <w:ind w:firstLine="709"/>
        <w:jc w:val="both"/>
        <w:rPr>
          <w:szCs w:val="28"/>
        </w:rPr>
      </w:pPr>
      <w:r w:rsidRPr="00CE4A6C">
        <w:rPr>
          <w:szCs w:val="28"/>
          <w:lang w:val="uz-Cyrl-UZ"/>
        </w:rPr>
        <w:t>3</w:t>
      </w:r>
      <w:r w:rsidRPr="00CE4A6C">
        <w:rPr>
          <w:szCs w:val="28"/>
        </w:rPr>
        <w:t xml:space="preserve">. Анискин Ю.П. Организация и управление малым бизнесом. – М.: Финансы и статистика, 2005. – 152 с. </w:t>
      </w:r>
    </w:p>
    <w:p w:rsidR="003C52C7" w:rsidRPr="00CE4A6C" w:rsidRDefault="003C52C7" w:rsidP="00CE4A6C">
      <w:pPr>
        <w:pStyle w:val="1"/>
        <w:spacing w:line="360" w:lineRule="auto"/>
        <w:ind w:firstLine="709"/>
        <w:jc w:val="both"/>
        <w:rPr>
          <w:szCs w:val="28"/>
        </w:rPr>
      </w:pPr>
      <w:r w:rsidRPr="00CE4A6C">
        <w:rPr>
          <w:szCs w:val="28"/>
          <w:lang w:val="uz-Cyrl-UZ"/>
        </w:rPr>
        <w:t>4</w:t>
      </w:r>
      <w:r w:rsidRPr="00CE4A6C">
        <w:rPr>
          <w:szCs w:val="28"/>
        </w:rPr>
        <w:t xml:space="preserve">. Антология экономической классики. У. Петти, А. Смит, Д. Рикардо.- </w:t>
      </w:r>
      <w:r w:rsidRPr="00CE4A6C">
        <w:rPr>
          <w:iCs/>
          <w:szCs w:val="28"/>
        </w:rPr>
        <w:t>М.: Эконов</w:t>
      </w:r>
      <w:r w:rsidRPr="00CE4A6C">
        <w:rPr>
          <w:szCs w:val="28"/>
        </w:rPr>
        <w:t>, 1993. - 486 с.</w:t>
      </w:r>
    </w:p>
    <w:p w:rsidR="003C52C7" w:rsidRPr="00CE4A6C" w:rsidRDefault="003C52C7" w:rsidP="00CE4A6C">
      <w:pPr>
        <w:spacing w:line="360" w:lineRule="auto"/>
        <w:ind w:firstLine="708"/>
        <w:jc w:val="both"/>
        <w:rPr>
          <w:rStyle w:val="FontStyle263"/>
          <w:sz w:val="28"/>
          <w:szCs w:val="28"/>
        </w:rPr>
      </w:pPr>
      <w:r w:rsidRPr="00CE4A6C">
        <w:rPr>
          <w:sz w:val="28"/>
          <w:szCs w:val="28"/>
          <w:lang w:val="uz-Cyrl-UZ"/>
        </w:rPr>
        <w:t>5</w:t>
      </w:r>
      <w:r w:rsidRPr="00CE4A6C">
        <w:rPr>
          <w:sz w:val="28"/>
          <w:szCs w:val="28"/>
        </w:rPr>
        <w:t>. Артыков А.А., Зокирова Н.К., Абдурахманов О.К. Человеческий капитал в условиях реформирования и модернизации экономики. Монография. –Т.: Фан ва технология, 2008.</w:t>
      </w:r>
    </w:p>
    <w:p w:rsidR="003C52C7" w:rsidRPr="00CE4A6C" w:rsidRDefault="003C52C7" w:rsidP="00CE4A6C">
      <w:pPr>
        <w:spacing w:line="360" w:lineRule="auto"/>
        <w:jc w:val="both"/>
        <w:rPr>
          <w:rStyle w:val="FontStyle263"/>
          <w:sz w:val="28"/>
          <w:szCs w:val="28"/>
        </w:rPr>
      </w:pPr>
    </w:p>
    <w:p w:rsidR="003C52C7" w:rsidRPr="00CE4A6C" w:rsidRDefault="003C52C7" w:rsidP="00CE4A6C">
      <w:pPr>
        <w:spacing w:line="360" w:lineRule="auto"/>
        <w:jc w:val="both"/>
        <w:rPr>
          <w:rStyle w:val="FontStyle263"/>
          <w:sz w:val="28"/>
          <w:szCs w:val="28"/>
        </w:rPr>
      </w:pPr>
    </w:p>
    <w:p w:rsidR="003C52C7" w:rsidRPr="00CE4A6C" w:rsidRDefault="003C52C7" w:rsidP="00CE4A6C">
      <w:pPr>
        <w:spacing w:line="360" w:lineRule="auto"/>
        <w:jc w:val="right"/>
        <w:rPr>
          <w:rStyle w:val="FontStyle263"/>
          <w:sz w:val="28"/>
          <w:szCs w:val="28"/>
        </w:rPr>
      </w:pPr>
    </w:p>
    <w:sectPr w:rsidR="003C52C7" w:rsidRPr="00CE4A6C" w:rsidSect="001765E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65E4"/>
    <w:rsid w:val="00016256"/>
    <w:rsid w:val="00054E84"/>
    <w:rsid w:val="00117DD1"/>
    <w:rsid w:val="0013014E"/>
    <w:rsid w:val="001765E4"/>
    <w:rsid w:val="003C52C7"/>
    <w:rsid w:val="004352BC"/>
    <w:rsid w:val="005C5ABF"/>
    <w:rsid w:val="0077290F"/>
    <w:rsid w:val="00802AB1"/>
    <w:rsid w:val="009D5811"/>
    <w:rsid w:val="00B23B2B"/>
    <w:rsid w:val="00C001A8"/>
    <w:rsid w:val="00CE4A6C"/>
    <w:rsid w:val="00DE5698"/>
    <w:rsid w:val="00E33E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65E4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D5811"/>
    <w:pPr>
      <w:keepNext/>
      <w:suppressAutoHyphens/>
      <w:spacing w:before="240" w:after="120"/>
      <w:jc w:val="center"/>
      <w:outlineLvl w:val="4"/>
    </w:pPr>
    <w:rPr>
      <w:b/>
      <w:bCs/>
      <w:iCs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9"/>
    <w:locked/>
    <w:rsid w:val="009D5811"/>
    <w:rPr>
      <w:rFonts w:ascii="Times New Roman" w:hAnsi="Times New Roman" w:cs="Times New Roman"/>
      <w:b/>
      <w:bCs/>
      <w:iCs/>
      <w:sz w:val="26"/>
      <w:szCs w:val="26"/>
      <w:lang w:eastAsia="ru-RU"/>
    </w:rPr>
  </w:style>
  <w:style w:type="character" w:customStyle="1" w:styleId="FontStyle219">
    <w:name w:val="Font Style219"/>
    <w:basedOn w:val="DefaultParagraphFont"/>
    <w:uiPriority w:val="99"/>
    <w:rsid w:val="001765E4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31">
    <w:name w:val="Font Style231"/>
    <w:basedOn w:val="DefaultParagraphFont"/>
    <w:uiPriority w:val="99"/>
    <w:rsid w:val="001765E4"/>
    <w:rPr>
      <w:rFonts w:ascii="Times New Roman" w:hAnsi="Times New Roman" w:cs="Times New Roman"/>
      <w:sz w:val="20"/>
      <w:szCs w:val="20"/>
    </w:rPr>
  </w:style>
  <w:style w:type="character" w:customStyle="1" w:styleId="FontStyle232">
    <w:name w:val="Font Style232"/>
    <w:basedOn w:val="DefaultParagraphFont"/>
    <w:uiPriority w:val="99"/>
    <w:rsid w:val="001765E4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245">
    <w:name w:val="Font Style245"/>
    <w:basedOn w:val="DefaultParagraphFont"/>
    <w:uiPriority w:val="99"/>
    <w:rsid w:val="001765E4"/>
    <w:rPr>
      <w:rFonts w:ascii="Verdana" w:hAnsi="Verdana" w:cs="Verdana"/>
      <w:b/>
      <w:bCs/>
      <w:i/>
      <w:iCs/>
      <w:sz w:val="16"/>
      <w:szCs w:val="16"/>
    </w:rPr>
  </w:style>
  <w:style w:type="character" w:customStyle="1" w:styleId="FontStyle257">
    <w:name w:val="Font Style257"/>
    <w:basedOn w:val="DefaultParagraphFont"/>
    <w:uiPriority w:val="99"/>
    <w:rsid w:val="001765E4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263">
    <w:name w:val="Font Style263"/>
    <w:basedOn w:val="DefaultParagraphFont"/>
    <w:uiPriority w:val="99"/>
    <w:rsid w:val="001765E4"/>
    <w:rPr>
      <w:rFonts w:ascii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rsid w:val="00802AB1"/>
    <w:rPr>
      <w:rFonts w:cs="Times New Roman"/>
      <w:color w:val="0000FF"/>
      <w:u w:val="single"/>
    </w:rPr>
  </w:style>
  <w:style w:type="paragraph" w:styleId="Title">
    <w:name w:val="Title"/>
    <w:basedOn w:val="Normal"/>
    <w:link w:val="TitleChar"/>
    <w:uiPriority w:val="99"/>
    <w:qFormat/>
    <w:rsid w:val="00117DD1"/>
    <w:pPr>
      <w:jc w:val="center"/>
    </w:pPr>
    <w:rPr>
      <w:sz w:val="28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117DD1"/>
    <w:rPr>
      <w:rFonts w:ascii="Times New Roman" w:hAnsi="Times New Roman" w:cs="Times New Roman"/>
      <w:sz w:val="20"/>
      <w:szCs w:val="20"/>
      <w:lang w:eastAsia="ru-RU"/>
    </w:rPr>
  </w:style>
  <w:style w:type="paragraph" w:styleId="ListParagraph">
    <w:name w:val="List Paragraph"/>
    <w:basedOn w:val="Normal"/>
    <w:uiPriority w:val="99"/>
    <w:qFormat/>
    <w:rsid w:val="00B23B2B"/>
    <w:pPr>
      <w:ind w:left="720" w:firstLine="709"/>
      <w:contextualSpacing/>
      <w:jc w:val="both"/>
    </w:pPr>
  </w:style>
  <w:style w:type="paragraph" w:customStyle="1" w:styleId="1">
    <w:name w:val="Без интервала1"/>
    <w:link w:val="NoSpacingChar"/>
    <w:uiPriority w:val="99"/>
    <w:rsid w:val="009D5811"/>
    <w:rPr>
      <w:rFonts w:ascii="Times New Roman" w:eastAsia="Times New Roman" w:hAnsi="Times New Roman"/>
      <w:sz w:val="28"/>
    </w:rPr>
  </w:style>
  <w:style w:type="character" w:customStyle="1" w:styleId="NoSpacingChar">
    <w:name w:val="No Spacing Char"/>
    <w:link w:val="1"/>
    <w:uiPriority w:val="99"/>
    <w:locked/>
    <w:rsid w:val="009D5811"/>
    <w:rPr>
      <w:rFonts w:ascii="Times New Roman" w:hAnsi="Times New Roman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39</TotalTime>
  <Pages>6</Pages>
  <Words>6265</Words>
  <Characters>3572</Characters>
  <Application>Microsoft Office Outlook</Application>
  <DocSecurity>0</DocSecurity>
  <Lines>0</Lines>
  <Paragraphs>0</Paragraphs>
  <ScaleCrop>false</ScaleCrop>
  <Company>Megasoftware GrouP™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Admin</cp:lastModifiedBy>
  <cp:revision>12</cp:revision>
  <dcterms:created xsi:type="dcterms:W3CDTF">2015-11-02T12:54:00Z</dcterms:created>
  <dcterms:modified xsi:type="dcterms:W3CDTF">2015-11-29T18:49:00Z</dcterms:modified>
</cp:coreProperties>
</file>