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F9" w:rsidRPr="002A3DC6" w:rsidRDefault="004F00F9" w:rsidP="00462E06">
      <w:pPr>
        <w:spacing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A3DC6">
        <w:rPr>
          <w:rFonts w:ascii="Times New Roman" w:hAnsi="Times New Roman"/>
          <w:b/>
          <w:sz w:val="28"/>
          <w:szCs w:val="28"/>
          <w:lang w:val="uk-UA"/>
        </w:rPr>
        <w:t>Наталія Сербіненко</w:t>
      </w:r>
      <w:r w:rsidRPr="002A3DC6">
        <w:rPr>
          <w:rFonts w:ascii="Times New Roman" w:hAnsi="Times New Roman"/>
          <w:b/>
          <w:sz w:val="28"/>
          <w:szCs w:val="28"/>
        </w:rPr>
        <w:t xml:space="preserve">, </w:t>
      </w:r>
      <w:r w:rsidRPr="002A3DC6">
        <w:rPr>
          <w:rFonts w:ascii="Times New Roman" w:hAnsi="Times New Roman"/>
          <w:b/>
          <w:sz w:val="28"/>
          <w:szCs w:val="28"/>
          <w:lang w:val="uk-UA"/>
        </w:rPr>
        <w:t>Олена Дворецька</w:t>
      </w:r>
    </w:p>
    <w:p w:rsidR="004F00F9" w:rsidRPr="002A3DC6" w:rsidRDefault="004F00F9" w:rsidP="00462E06">
      <w:pPr>
        <w:spacing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A3DC6">
        <w:rPr>
          <w:rFonts w:ascii="Times New Roman" w:hAnsi="Times New Roman"/>
          <w:b/>
          <w:sz w:val="28"/>
          <w:szCs w:val="28"/>
          <w:lang w:val="uk-UA"/>
        </w:rPr>
        <w:t>(Запоріжжя, Україна)</w:t>
      </w:r>
    </w:p>
    <w:p w:rsidR="004F00F9" w:rsidRDefault="004F00F9" w:rsidP="00462E06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00F9" w:rsidRDefault="004F00F9" w:rsidP="00462E06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62E06">
        <w:rPr>
          <w:rFonts w:ascii="Times New Roman" w:hAnsi="Times New Roman"/>
          <w:b/>
          <w:sz w:val="28"/>
          <w:szCs w:val="28"/>
          <w:lang w:val="uk-UA"/>
        </w:rPr>
        <w:t>ХАРАКТЕРИСТИКА СУЧАСНИХ ПРОБЛЕМ І ПЕРСПЕКТИВ Р</w:t>
      </w:r>
      <w:r>
        <w:rPr>
          <w:rFonts w:ascii="Times New Roman" w:hAnsi="Times New Roman"/>
          <w:b/>
          <w:sz w:val="28"/>
          <w:szCs w:val="28"/>
          <w:lang w:val="uk-UA"/>
        </w:rPr>
        <w:t>ОЗВИТКУ УКРАЇНСЬКОГО МЕНЕДЖМЕНТУ</w:t>
      </w:r>
    </w:p>
    <w:p w:rsidR="004F00F9" w:rsidRPr="00462E06" w:rsidRDefault="004F00F9" w:rsidP="00462E06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00F9" w:rsidRDefault="004F00F9" w:rsidP="00035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2E06">
        <w:rPr>
          <w:rFonts w:ascii="Times New Roman" w:hAnsi="Times New Roman"/>
          <w:sz w:val="28"/>
          <w:szCs w:val="28"/>
          <w:lang w:val="uk-UA"/>
        </w:rPr>
        <w:t xml:space="preserve">Формування ринкових економічних відносин в Україні і загострення конкуренції об'єктивно змушують керівників та менеджерів кардинально змінювати систему поглядів на управління підприємством у нестабільному та важкопрогнозованому зовнішньому середовищі. </w:t>
      </w:r>
      <w:r w:rsidRPr="000357DC">
        <w:rPr>
          <w:rFonts w:ascii="Times New Roman" w:hAnsi="Times New Roman"/>
          <w:sz w:val="28"/>
          <w:szCs w:val="28"/>
        </w:rPr>
        <w:t>Сьогодні головним завданням підприємства стає адаптація не до самих змін ринкових умов функціонування, а до швидкості цих змін. У зв'язку з цим необхідна така система управління, яка була б здатна адекватно і своєчасно реагувати на зміни як внутрішнього, так і зовнішнього середовища. Тому цій проблемі приділяється все більше уваги в теоретичних дослідженнях науковців та практичній діяльності суб'єктів господарювання.</w:t>
      </w:r>
    </w:p>
    <w:p w:rsidR="004F00F9" w:rsidRDefault="004F00F9" w:rsidP="00035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>Так історично склалося, що Україна відстала у своєму економічному розвитку</w:t>
      </w:r>
      <w:r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ринкових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357DC">
        <w:rPr>
          <w:rFonts w:ascii="Times New Roman" w:hAnsi="Times New Roman"/>
          <w:sz w:val="28"/>
          <w:szCs w:val="28"/>
        </w:rPr>
        <w:t xml:space="preserve"> країн світу. Наші невдачі в проведенні економічних реформ пов’язані з невизначеністю стратегії кардинальної перебудови суспільства (включаючи політичне, соціальне й моральне середовище). У стратегічному менеджменті виникає об’єктивна  необхідність. Щоб не допускати грубих помилок надалі, нам необхідно навчитися знаходити оптимальні рішення в умовах недостатньої стабільності й невизначеності соціально-економічного  життя, характерного для сьогоднішньої України.</w:t>
      </w:r>
    </w:p>
    <w:p w:rsidR="004F00F9" w:rsidRDefault="004F00F9" w:rsidP="00035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>Мета роботи: охарактеризувати сучасні проблеми і розглянути перспективи розвитку українського менеджменту.</w:t>
      </w:r>
    </w:p>
    <w:p w:rsidR="004F00F9" w:rsidRDefault="004F00F9" w:rsidP="00035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 xml:space="preserve">Сучасна школа менеджменту будується на принципах поєднання соціального управління з рішенням конкретних завдань, що виникають як на мікро-, так і на макрорівні. На сучасному етапі відбувається адаптація вітчизняної теорії й практики управління до становлення механізму змішаної економіки України, а також інтеграції із закордонним менеджментом. У цей час ще не сформульована проблематика інтегрованої теорії сучасного менеджменту. Для проведення корінної перебудови системи управління потрібні не просто виконавці, а добровільні й свідомі однодумці. Найважливішим напрямком розвитку в Україні, що дозволяє різко підвищити продуктивність праці, є інноваційні процеси, що ґрунтуються на сучасній науково-технічній політиці відновлення виробництва. Головна сфера дій менеджменту в інноваційних </w:t>
      </w:r>
      <w:r>
        <w:rPr>
          <w:rFonts w:ascii="Times New Roman" w:hAnsi="Times New Roman"/>
          <w:sz w:val="28"/>
          <w:szCs w:val="28"/>
        </w:rPr>
        <w:t>процессах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57D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інноваційне підприємство [</w:t>
      </w:r>
      <w:r>
        <w:rPr>
          <w:rFonts w:ascii="Times New Roman" w:hAnsi="Times New Roman"/>
          <w:sz w:val="28"/>
          <w:szCs w:val="28"/>
          <w:lang w:val="uk-UA"/>
        </w:rPr>
        <w:t>3, с. 65</w:t>
      </w:r>
      <w:r w:rsidRPr="000357DC">
        <w:rPr>
          <w:rFonts w:ascii="Times New Roman" w:hAnsi="Times New Roman"/>
          <w:sz w:val="28"/>
          <w:szCs w:val="28"/>
        </w:rPr>
        <w:t>].</w:t>
      </w:r>
    </w:p>
    <w:p w:rsidR="004F00F9" w:rsidRPr="000357DC" w:rsidRDefault="004F00F9" w:rsidP="00035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>Найбільш важливими проблемами, які мають бути вирішені менеджерами українських підприємств є наступні:</w:t>
      </w:r>
    </w:p>
    <w:p w:rsidR="004F00F9" w:rsidRPr="000357DC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57DC">
        <w:rPr>
          <w:rFonts w:ascii="Times New Roman" w:hAnsi="Times New Roman"/>
          <w:sz w:val="28"/>
          <w:szCs w:val="28"/>
        </w:rPr>
        <w:t>Перехід від товариств з обмеженою відповідальніс</w:t>
      </w:r>
      <w:r>
        <w:rPr>
          <w:rFonts w:ascii="Times New Roman" w:hAnsi="Times New Roman"/>
          <w:sz w:val="28"/>
          <w:szCs w:val="28"/>
        </w:rPr>
        <w:t>тю до акціонерних товариств</w:t>
      </w:r>
      <w:r w:rsidRPr="000357DC">
        <w:rPr>
          <w:rFonts w:ascii="Times New Roman" w:hAnsi="Times New Roman"/>
          <w:sz w:val="28"/>
          <w:szCs w:val="28"/>
        </w:rPr>
        <w:t>. Відокремлення підприємства як юридичної особи від власника привело до укрупнення підприємств, збільшення масштабів виробництва, що дозволило знизити собівартість продукції, поліпшити її якість і отримати необхідні кош</w:t>
      </w:r>
      <w:r>
        <w:rPr>
          <w:rFonts w:ascii="Times New Roman" w:hAnsi="Times New Roman"/>
          <w:sz w:val="28"/>
          <w:szCs w:val="28"/>
        </w:rPr>
        <w:t>ти для інвестиції та інновацій.</w:t>
      </w:r>
    </w:p>
    <w:p w:rsidR="004F00F9" w:rsidRPr="000357DC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>2. Заміна власників-засновників новими, ефективнішими, власниками. Провідні фірми стали дійсно провідними не під час керівництва відомих і харизматичних засновників, а в часи нових власників, які, не дуже переймаючись креативним процесом, починають займатися економічними проблемами підприємства, наймаючи для цього професіональних менеджерів.</w:t>
      </w:r>
    </w:p>
    <w:p w:rsidR="004F00F9" w:rsidRDefault="004F00F9" w:rsidP="00035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357DC">
        <w:rPr>
          <w:rFonts w:ascii="Times New Roman" w:hAnsi="Times New Roman"/>
          <w:sz w:val="28"/>
          <w:szCs w:val="28"/>
        </w:rPr>
        <w:t>3. Заміна у керівництві компаній засновників ефективними менеджерами. За умов конкурентного середовища досягти успіху лише за рахунок інтуїції неможливо. Потрібні не тільки креативна ідея, а й точний розрахунок, стратегія. Розробити ж їх може тільки фахівець, який має не лише досвід роботи у певній галузі, а й відповідні знання та багато інших, наприклад: сполучення „власник - генеральний менеджер"; криза зростання; невміння керівництва компаній ставити цілі та завдання, визначати критерії ефективності роботи; перехід українських підприємств на принципи маркетингу; недовіра до консалтингу і консалтингових фірм; формалізація процесу прийняття рішень на підприємстві. [2</w:t>
      </w:r>
      <w:r>
        <w:rPr>
          <w:rFonts w:ascii="Times New Roman" w:hAnsi="Times New Roman"/>
          <w:sz w:val="28"/>
          <w:szCs w:val="28"/>
          <w:lang w:val="uk-UA"/>
        </w:rPr>
        <w:t>, с. 41</w:t>
      </w:r>
      <w:r w:rsidRPr="000357DC">
        <w:rPr>
          <w:rFonts w:ascii="Times New Roman" w:hAnsi="Times New Roman"/>
          <w:sz w:val="28"/>
          <w:szCs w:val="28"/>
        </w:rPr>
        <w:t>]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І остання за порядком, але одна із найважливіших - небажання що-небудь змінювати, схильність зберігати стабільність, прагнення охороняти свій status quo, свою позицію, посаду та напрацювання, пишатися минулими заслугами та досягненнями і продовжувати робити все, як раніше, зберігати непорушність процесів у компанії, які одного разу призвели до успіху. Такий підхід буквально означає самогубство. Безумовно, пишатися минулими досягненнями або минулими стратегіями можна</w:t>
      </w:r>
      <w:r>
        <w:rPr>
          <w:rFonts w:ascii="Times New Roman" w:hAnsi="Times New Roman"/>
          <w:sz w:val="28"/>
          <w:szCs w:val="28"/>
        </w:rPr>
        <w:t>, але вони працюють не завжди 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BA15B8">
        <w:rPr>
          <w:rFonts w:ascii="Times New Roman" w:hAnsi="Times New Roman"/>
          <w:sz w:val="28"/>
          <w:szCs w:val="28"/>
        </w:rPr>
        <w:t>].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За своєю значимістю і масштабами проблема змін, на мою думку, найважливіша проблема вітчизняних бізнесменів. Вона свідчить про потребу зберегти усталене, напрацьоване і спиратися у своєму розвитку на досягнення, які були досягнуті колись давно. Письменник Максим Горький сказав чудову фразу: «У кареті минулого далеко не виїдеш».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 xml:space="preserve">Економічний аспект впливає на економічний розвиток регіону, держави через створення робочих місць, підвищення професійного рівня працездатного населення, підвищення освітнього рівня молоді тощо. 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 xml:space="preserve">Соціокультурний аспект змін полягає у впливі змін на закони соціального життя людей, економічну, політичну, правову, освітню, моральну та іншу культуру. 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Етичний аспект порушує питання норм поведінки, сукупності моральних правил певної суспільної групи, взаємовідносин з природою, етичних цінностей людини, доцільності наукових експериментів.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У технологічному аспекті зміни дають поштовх розвитку технології, створюють перспективи технологічного прогресу [4</w:t>
      </w:r>
      <w:r>
        <w:rPr>
          <w:rFonts w:ascii="Times New Roman" w:hAnsi="Times New Roman"/>
          <w:sz w:val="28"/>
          <w:szCs w:val="28"/>
          <w:lang w:val="uk-UA"/>
        </w:rPr>
        <w:t>, с. 125</w:t>
      </w:r>
      <w:r w:rsidRPr="00BA15B8">
        <w:rPr>
          <w:rFonts w:ascii="Times New Roman" w:hAnsi="Times New Roman"/>
          <w:sz w:val="28"/>
          <w:szCs w:val="28"/>
        </w:rPr>
        <w:t xml:space="preserve">]. 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Отже, зміни створюють конкурентні переваги на підприємстві.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У разі, коли менеджер хоче змінити співробітників необхідно починати з себе. Посилення штрафів для співробітників, різні системи мотивації, ні «батіг», ні «пряник» не дадуть результатів.</w:t>
      </w:r>
    </w:p>
    <w:p w:rsidR="004F00F9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Українським підприємствам притаманна слабкість організаційної культури. Тут постає необхідність у формуванні ефективної організацій</w:t>
      </w:r>
      <w:r>
        <w:rPr>
          <w:rFonts w:ascii="Times New Roman" w:hAnsi="Times New Roman"/>
          <w:sz w:val="28"/>
          <w:szCs w:val="28"/>
        </w:rPr>
        <w:t xml:space="preserve">ної культури з чіткою системою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корпоративних цінностей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</w:rPr>
        <w:t xml:space="preserve"> та вираженим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A15B8">
        <w:rPr>
          <w:rFonts w:ascii="Times New Roman" w:hAnsi="Times New Roman"/>
          <w:sz w:val="28"/>
          <w:szCs w:val="28"/>
        </w:rPr>
        <w:t>корпор</w:t>
      </w:r>
      <w:r>
        <w:rPr>
          <w:rFonts w:ascii="Times New Roman" w:hAnsi="Times New Roman"/>
          <w:sz w:val="28"/>
          <w:szCs w:val="28"/>
        </w:rPr>
        <w:t>ативним духом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A15B8">
        <w:rPr>
          <w:rFonts w:ascii="Times New Roman" w:hAnsi="Times New Roman"/>
          <w:sz w:val="28"/>
          <w:szCs w:val="28"/>
        </w:rPr>
        <w:t>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сталого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15B8">
        <w:rPr>
          <w:rFonts w:ascii="Times New Roman" w:hAnsi="Times New Roman"/>
          <w:sz w:val="28"/>
          <w:szCs w:val="28"/>
        </w:rPr>
        <w:t>розвитку необхідний стратегічний погляд, тобто планування менеджменту на глибокий часовий зріз.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Для підтримки інноваційного підприємництва доцільно стимулювати створення приватних і змішаних (державно-приватних) фондів, необхідно розробити програму допомоги по оснащенню науково - дослідних центрів сучасними засобами телекомунікацій і формуванню банків даних.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Одним із чинників, що може вплинути на швидкий розвиток управління та подолання неблагополучної економічної ситуації в Україні, є безкомпромісна відмова від старих звичок і умовностей та запровадження нової</w:t>
      </w:r>
      <w:r>
        <w:rPr>
          <w:rFonts w:ascii="Times New Roman" w:hAnsi="Times New Roman"/>
          <w:sz w:val="28"/>
          <w:szCs w:val="28"/>
        </w:rPr>
        <w:t xml:space="preserve"> техніки і методів управління [</w:t>
      </w:r>
      <w:r>
        <w:rPr>
          <w:rFonts w:ascii="Times New Roman" w:hAnsi="Times New Roman"/>
          <w:sz w:val="28"/>
          <w:szCs w:val="28"/>
          <w:lang w:val="uk-UA"/>
        </w:rPr>
        <w:t>5, с. 201</w:t>
      </w:r>
      <w:r w:rsidRPr="00BA15B8">
        <w:rPr>
          <w:rFonts w:ascii="Times New Roman" w:hAnsi="Times New Roman"/>
          <w:sz w:val="28"/>
          <w:szCs w:val="28"/>
        </w:rPr>
        <w:t xml:space="preserve">]. 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Модернізація управління має відбуватися  на основі нового підходу, за якого керівники бізнесу з метою модернізації методів управління мали б спрямувати зусилля на: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·        вироблення нових концепцій управління;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·        інтенсивний розвиток системи бізнес – освіти;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·        довгострокове планування управління;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·        введення системи моніторингу стану управління;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·   </w:t>
      </w:r>
      <w:r w:rsidRPr="00BA15B8">
        <w:rPr>
          <w:rFonts w:ascii="Times New Roman" w:hAnsi="Times New Roman"/>
          <w:sz w:val="28"/>
          <w:szCs w:val="28"/>
        </w:rPr>
        <w:t>точне визначення прав і обов’язків зі збереженим почуттям колективізму;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·        дослідження і розробки з менеджменту;</w:t>
      </w:r>
    </w:p>
    <w:p w:rsidR="004F00F9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·   </w:t>
      </w:r>
      <w:r w:rsidRPr="00BA15B8">
        <w:rPr>
          <w:rFonts w:ascii="Times New Roman" w:hAnsi="Times New Roman"/>
          <w:sz w:val="28"/>
          <w:szCs w:val="28"/>
        </w:rPr>
        <w:t>використання сучасних технічних, наса</w:t>
      </w:r>
      <w:r>
        <w:rPr>
          <w:rFonts w:ascii="Times New Roman" w:hAnsi="Times New Roman"/>
          <w:sz w:val="28"/>
          <w:szCs w:val="28"/>
        </w:rPr>
        <w:t>мперед інформаційних, засобів [</w:t>
      </w:r>
      <w:r>
        <w:rPr>
          <w:rFonts w:ascii="Times New Roman" w:hAnsi="Times New Roman"/>
          <w:sz w:val="28"/>
          <w:szCs w:val="28"/>
          <w:lang w:val="uk-UA"/>
        </w:rPr>
        <w:t>1, с. 74</w:t>
      </w:r>
      <w:r w:rsidRPr="00BA15B8">
        <w:rPr>
          <w:rFonts w:ascii="Times New Roman" w:hAnsi="Times New Roman"/>
          <w:sz w:val="28"/>
          <w:szCs w:val="28"/>
        </w:rPr>
        <w:t>].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Отже, можна передбачити, що у ХХІ ст. стару організаційну модель, що базується на ієрархії, змінить нова - горизонтальна, побудована на інтеграційних процесах. Від традиційно жорсткої функціональної спеціалізації, за якої чітко окреслюються такі сфери, як маркетинг, виробництво, наукові дослідження, дослідно-конструкторські розробки і т.п., організаційна побудова компаній ХХІ ст., можливо матиме форму матриці, оскільки жодне важливе рішення не буде прийняте, коли воно не передбачатиме інтеграції та координації цілої низки функцій.</w:t>
      </w:r>
    </w:p>
    <w:p w:rsidR="004F00F9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Посилання міжнародного характеру поставить перед теорією і практикою багато нових питань, які доведеться з'ясувати. Найважливіші з них стосуються спільних ознак і відмінностей у місцевому та міжнародному управлінні; закономірностей, форм і методів управління - універсальних або застосованих тільки для конкретних умов різних країн; особливостей національного стилю в управлінні тощо.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Сучасне господарське керування характеризують багатоваріантність можливих вирішень, гнучкість і неординарність господарських ситуацій та неповторність способів дії в конкретній ситуації. Менеджмент нас навчає, як, знаючи прийоми, способи та шляхи вирішення тих чи інших управлінських завдань, досягти успіху в умовах конкретного підприємства. Керівник-менеджер стає центральною фігурою керування, розробляє варіанти господарських вирішень, бере на себе відповідальність за розробку та впровадження управлінських команд.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Організаційна культура підприємств вітчизняного бізнесу є недосконалою. Це негативно впливає на їх конкурентоспроможність та вимагає вдосконалення.</w:t>
      </w:r>
    </w:p>
    <w:p w:rsidR="004F00F9" w:rsidRPr="00BA15B8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5B8">
        <w:rPr>
          <w:rFonts w:ascii="Times New Roman" w:hAnsi="Times New Roman"/>
          <w:sz w:val="28"/>
          <w:szCs w:val="28"/>
        </w:rPr>
        <w:t>Заходи щодо вдосконалення організаційної культури підприємств українського бізнесу пов’язані з гуманізацією праці, соціалізацією, демократизацією й етизацією управління, створенням раціональної системи трудових відносин, налагодженням сприятливого соціально-психологічного клімату в колективі, забезпеченням гласності в управлінні.</w:t>
      </w:r>
    </w:p>
    <w:p w:rsidR="004F00F9" w:rsidRDefault="004F00F9" w:rsidP="001868D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A15B8">
        <w:rPr>
          <w:rFonts w:ascii="Times New Roman" w:hAnsi="Times New Roman"/>
          <w:sz w:val="28"/>
          <w:szCs w:val="28"/>
        </w:rPr>
        <w:t xml:space="preserve"> Майбутні дослідження мають бути спрямовані на подальшу деталізацію моделі організаційної культури вітчизняного менеджменту.</w:t>
      </w:r>
    </w:p>
    <w:p w:rsidR="004F00F9" w:rsidRDefault="004F00F9" w:rsidP="001868D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00F9" w:rsidRPr="00DC17DC" w:rsidRDefault="004F00F9" w:rsidP="001868D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00F9" w:rsidRPr="00DC17DC" w:rsidRDefault="004F00F9" w:rsidP="002A3DC6">
      <w:pPr>
        <w:spacing w:line="360" w:lineRule="auto"/>
        <w:ind w:firstLine="709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DC17DC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F00F9" w:rsidRDefault="004F00F9" w:rsidP="00DC1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62E06">
        <w:rPr>
          <w:rFonts w:ascii="Times New Roman" w:hAnsi="Times New Roman"/>
          <w:sz w:val="28"/>
          <w:szCs w:val="28"/>
        </w:rPr>
        <w:t>Економіка пі</w:t>
      </w:r>
      <w:r>
        <w:rPr>
          <w:rFonts w:ascii="Times New Roman" w:hAnsi="Times New Roman"/>
          <w:sz w:val="28"/>
          <w:szCs w:val="28"/>
        </w:rPr>
        <w:t xml:space="preserve">дприємства: Підручник. За ред.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62E06">
        <w:rPr>
          <w:rFonts w:ascii="Times New Roman" w:hAnsi="Times New Roman"/>
          <w:sz w:val="28"/>
          <w:szCs w:val="28"/>
        </w:rPr>
        <w:t>кад. С.Ф. Покропивного. 2-е вид., перероб. та доп.- КНЕУ, 2008.</w:t>
      </w:r>
    </w:p>
    <w:p w:rsidR="004F00F9" w:rsidRPr="00DC17DC" w:rsidRDefault="004F00F9" w:rsidP="00DC1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A15B8">
        <w:rPr>
          <w:rFonts w:ascii="Times New Roman" w:hAnsi="Times New Roman"/>
          <w:sz w:val="28"/>
          <w:szCs w:val="28"/>
        </w:rPr>
        <w:t>Зозульок О., Длігач А., Писаренко Н. Сучасні проблеми менеджменту українських підприємств.// Економіка України. - 2002. - № 6. - с. 41-46.</w:t>
      </w:r>
    </w:p>
    <w:p w:rsidR="004F00F9" w:rsidRPr="00DC17DC" w:rsidRDefault="004F00F9" w:rsidP="00DC1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A15B8">
        <w:rPr>
          <w:rFonts w:ascii="Times New Roman" w:hAnsi="Times New Roman"/>
          <w:sz w:val="28"/>
          <w:szCs w:val="28"/>
        </w:rPr>
        <w:t>Осовська Г.В. Основи менеджменту. Навч. посібник.- К.:Кондор, 2009.</w:t>
      </w:r>
    </w:p>
    <w:p w:rsidR="004F00F9" w:rsidRDefault="004F00F9" w:rsidP="00DC1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87DD7">
        <w:rPr>
          <w:rFonts w:ascii="Times New Roman" w:hAnsi="Times New Roman"/>
          <w:sz w:val="28"/>
          <w:szCs w:val="28"/>
        </w:rPr>
        <w:t>Фатхутдинов Р.А. Инновационный менеджмент : учебник / Р.А. Фатхутдинов. – Изд. 4-ое. – СПб. : Изд-во "Питер", 2003. – 400 с.</w:t>
      </w:r>
    </w:p>
    <w:p w:rsidR="004F00F9" w:rsidRPr="00DC17DC" w:rsidRDefault="004F00F9" w:rsidP="00DC17D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62E06">
        <w:rPr>
          <w:rFonts w:ascii="Times New Roman" w:hAnsi="Times New Roman"/>
          <w:sz w:val="28"/>
          <w:szCs w:val="28"/>
        </w:rPr>
        <w:t>Економічний аналіз: Навч. посіб./ За ред. Акад. НАНУ, проф.. М.Г.Чумаченка.-К.:КНЕУ,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E06">
        <w:rPr>
          <w:rFonts w:ascii="Times New Roman" w:hAnsi="Times New Roman"/>
          <w:sz w:val="28"/>
          <w:szCs w:val="28"/>
        </w:rPr>
        <w:t>2007.</w:t>
      </w:r>
    </w:p>
    <w:p w:rsidR="004F00F9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A15B8">
        <w:rPr>
          <w:rFonts w:ascii="Times New Roman" w:hAnsi="Times New Roman"/>
          <w:sz w:val="28"/>
          <w:szCs w:val="28"/>
        </w:rPr>
        <w:t xml:space="preserve">Ільченко О. Смертні гріхи українського менеджменту, або Що заважає досягти успіху // </w:t>
      </w:r>
      <w:hyperlink r:id="rId6" w:history="1">
        <w:r w:rsidRPr="00785B50">
          <w:rPr>
            <w:rStyle w:val="Hyperlink"/>
            <w:rFonts w:ascii="Times New Roman" w:hAnsi="Times New Roman"/>
            <w:sz w:val="28"/>
            <w:szCs w:val="28"/>
          </w:rPr>
          <w:t>http://blog.management.com.ua/item/1172</w:t>
        </w:r>
      </w:hyperlink>
    </w:p>
    <w:p w:rsidR="004F00F9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DC17DC">
        <w:rPr>
          <w:rFonts w:ascii="Times New Roman" w:hAnsi="Times New Roman"/>
          <w:sz w:val="28"/>
          <w:szCs w:val="28"/>
          <w:lang w:val="uk-UA"/>
        </w:rPr>
        <w:t>Щокін Г.В. Практична психологія менеджменту: Як зробити кар’єру. Як будувати організацію: Науково-практичний посібник. – К.: Україна, 1994. – 399 с.</w:t>
      </w:r>
    </w:p>
    <w:p w:rsidR="004F00F9" w:rsidRDefault="004F00F9" w:rsidP="00BA15B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DC17DC">
        <w:rPr>
          <w:rFonts w:ascii="Times New Roman" w:hAnsi="Times New Roman"/>
          <w:sz w:val="28"/>
          <w:szCs w:val="28"/>
          <w:lang w:val="uk-UA"/>
        </w:rPr>
        <w:t>Будзан Б.П. Менеджмент в Україні: сучасність і перспективи. – К.: Основи, 2001. – 349 с.</w:t>
      </w:r>
    </w:p>
    <w:sectPr w:rsidR="004F00F9" w:rsidSect="0071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0F9" w:rsidRDefault="004F00F9" w:rsidP="00A17AA3">
      <w:pPr>
        <w:spacing w:after="0" w:line="240" w:lineRule="auto"/>
      </w:pPr>
      <w:r>
        <w:separator/>
      </w:r>
    </w:p>
  </w:endnote>
  <w:endnote w:type="continuationSeparator" w:id="0">
    <w:p w:rsidR="004F00F9" w:rsidRDefault="004F00F9" w:rsidP="00A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0F9" w:rsidRDefault="004F00F9" w:rsidP="00A17AA3">
      <w:pPr>
        <w:spacing w:after="0" w:line="240" w:lineRule="auto"/>
      </w:pPr>
      <w:r>
        <w:separator/>
      </w:r>
    </w:p>
  </w:footnote>
  <w:footnote w:type="continuationSeparator" w:id="0">
    <w:p w:rsidR="004F00F9" w:rsidRDefault="004F00F9" w:rsidP="00A17A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7DC"/>
    <w:rsid w:val="000357DC"/>
    <w:rsid w:val="000A0BCD"/>
    <w:rsid w:val="001868DB"/>
    <w:rsid w:val="00206E7E"/>
    <w:rsid w:val="002A3DC6"/>
    <w:rsid w:val="002D032E"/>
    <w:rsid w:val="003D0725"/>
    <w:rsid w:val="00462E06"/>
    <w:rsid w:val="00487DD7"/>
    <w:rsid w:val="004F00F9"/>
    <w:rsid w:val="005E074E"/>
    <w:rsid w:val="0071339B"/>
    <w:rsid w:val="00785B50"/>
    <w:rsid w:val="00822339"/>
    <w:rsid w:val="00A17AA3"/>
    <w:rsid w:val="00B50A7D"/>
    <w:rsid w:val="00B527C4"/>
    <w:rsid w:val="00BA15B8"/>
    <w:rsid w:val="00C6163F"/>
    <w:rsid w:val="00DC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39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15B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87DD7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17AA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17AA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A17AA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B52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527C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52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2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og.management.com.ua/item/117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6</Pages>
  <Words>6354</Words>
  <Characters>3623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Наталія Сербіненко, Олена Дворецька</dc:title>
  <dc:subject/>
  <dc:creator>Лена</dc:creator>
  <cp:keywords/>
  <dc:description/>
  <cp:lastModifiedBy>Admin</cp:lastModifiedBy>
  <cp:revision>2</cp:revision>
  <dcterms:created xsi:type="dcterms:W3CDTF">2014-03-27T20:08:00Z</dcterms:created>
  <dcterms:modified xsi:type="dcterms:W3CDTF">2014-03-27T20:08:00Z</dcterms:modified>
</cp:coreProperties>
</file>