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143" w:rsidRDefault="00F23143" w:rsidP="00E8541A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Эльвира Ситникова </w:t>
      </w:r>
    </w:p>
    <w:p w:rsidR="00F23143" w:rsidRPr="00E8541A" w:rsidRDefault="00F23143" w:rsidP="00E8541A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E8541A">
        <w:rPr>
          <w:rFonts w:ascii="Times New Roman" w:hAnsi="Times New Roman"/>
          <w:b/>
          <w:sz w:val="28"/>
          <w:szCs w:val="28"/>
        </w:rPr>
        <w:t>(Курск, Россия)</w:t>
      </w:r>
    </w:p>
    <w:p w:rsidR="00F23143" w:rsidRDefault="00F23143" w:rsidP="00E8541A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F23143" w:rsidRDefault="00F23143" w:rsidP="00E8541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ВИДЫ РИСКОВ НА РЫНКЕ ЦЕННЫХ БУМАГ</w:t>
      </w:r>
    </w:p>
    <w:p w:rsidR="00F23143" w:rsidRPr="00E8541A" w:rsidRDefault="00F23143" w:rsidP="00E8541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Фондовый рынок Российской Федерации относится к категории развивающихся рынков, для которых характерна высокая доходность и более высокая степень риска. К основным свойствам, характеризующим российский рынок ценных бумаг, относятся: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невысокое соотношение между объемами торгов и валовым внутренним продуктом;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целостной системы регулирования различных операций и событий, а также институциональная неопределенность;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относительно высокий уровень инфляции в экономике, завышенные ставки по кредитам, зависимость курса национальной валюты от неэкономических факторов;</w:t>
      </w:r>
    </w:p>
    <w:p w:rsidR="00F23143" w:rsidRPr="00A25A11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внутренних источников долгосрочного капитала, препятствующее появлению длинных позиций в крупных портфелях.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настоящий момент самые большие объемы капиталов торгуются на Московской Бирже. По итогам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8"/>
            <w:szCs w:val="28"/>
          </w:rPr>
          <w:t>2012 г</w:t>
        </w:r>
      </w:smartTag>
      <w:r>
        <w:rPr>
          <w:rFonts w:ascii="Times New Roman" w:hAnsi="Times New Roman"/>
          <w:sz w:val="28"/>
          <w:szCs w:val="28"/>
        </w:rPr>
        <w:t xml:space="preserve">. Московская Биржа входит в 20 крупнейших фондовых площадок мира по совокупной капитализации торгуемых акций, а также в 10 крупнейших площадок по общим объемам торгов облигациями (в денежном выражении), а по итогам первого полугодия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8"/>
            <w:szCs w:val="28"/>
          </w:rPr>
          <w:t>2012 г</w:t>
        </w:r>
      </w:smartTag>
      <w:r>
        <w:rPr>
          <w:rFonts w:ascii="Times New Roman" w:hAnsi="Times New Roman"/>
          <w:sz w:val="28"/>
          <w:szCs w:val="28"/>
        </w:rPr>
        <w:t xml:space="preserve">. – по числу торгуемых срочных контрактов. По состоянию на 31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8"/>
            <w:szCs w:val="28"/>
          </w:rPr>
          <w:t>2012 г</w:t>
        </w:r>
      </w:smartTag>
      <w:r>
        <w:rPr>
          <w:rFonts w:ascii="Times New Roman" w:hAnsi="Times New Roman"/>
          <w:sz w:val="28"/>
          <w:szCs w:val="28"/>
        </w:rPr>
        <w:t xml:space="preserve">. на фондовом рынке Московской Биржи были допущены к торгам ценные бумаги 694 эмитента, в том числе бумаги крупнейших российских компаний по рыночной капитализации. </w:t>
      </w:r>
      <w:r w:rsidRPr="00A82A9D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A82A9D">
        <w:rPr>
          <w:rFonts w:ascii="Times New Roman" w:hAnsi="Times New Roman"/>
          <w:sz w:val="28"/>
          <w:szCs w:val="28"/>
        </w:rPr>
        <w:t>]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Московская Биржа была образована в декабре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>. в результате слияния двух основных российских биржевых групп: Группы ММВБ (Московская межбанковская валютная биржа), старейшей национальной биржи и ведущего российского оператора рынка ценных бумаг, валютного и денежного рынков и Группы РТС (Российская торговая система), крупнейшего оператора срочного рынка. Таким образом, на</w:t>
      </w:r>
      <w:r>
        <w:rPr>
          <w:rFonts w:ascii="Arial" w:hAnsi="Arial" w:cs="Arial"/>
          <w:color w:val="262626"/>
          <w:sz w:val="20"/>
          <w:szCs w:val="20"/>
          <w:shd w:val="clear" w:color="auto" w:fill="FFFFFF"/>
        </w:rPr>
        <w:t xml:space="preserve"> </w:t>
      </w:r>
      <w:r w:rsidRPr="00947A77">
        <w:rPr>
          <w:rFonts w:ascii="Times New Roman" w:hAnsi="Times New Roman"/>
          <w:sz w:val="28"/>
          <w:szCs w:val="28"/>
        </w:rPr>
        <w:t>Московской Бирже участникам доступна современная и высокотехнологичная инфраструктура по торговле акциями, облигациями, валютой, инвестиционными паями, товарами (зерном, золотом, серебром), производными финансовыми инструментами, в том числе и внебиржевыми деривативами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рынков Московской Биржи в объеме торгов российскими активами представлены на рисунке 1.</w:t>
      </w:r>
    </w:p>
    <w:p w:rsidR="00F23143" w:rsidRDefault="00F23143" w:rsidP="009C10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01DA8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5" o:spid="_x0000_i1025" type="#_x0000_t75" style="width:483.75pt;height:281.25pt;visibility:visible" o:gfxdata="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">
            <v:imagedata r:id="rId4" o:title="" cropbottom="-47f"/>
            <o:lock v:ext="edit" aspectratio="f"/>
          </v:shape>
        </w:pict>
      </w:r>
    </w:p>
    <w:p w:rsidR="00F23143" w:rsidRPr="00A25A11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1 - Доля рынков Московской Биржи в объеме торгов российскими активами [5</w:t>
      </w:r>
      <w:r w:rsidRPr="00A25A11">
        <w:rPr>
          <w:rFonts w:ascii="Times New Roman" w:hAnsi="Times New Roman"/>
          <w:sz w:val="28"/>
          <w:szCs w:val="28"/>
        </w:rPr>
        <w:t>]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Деятельность на рынке ценных бумаг непосредственно связана с риском, т.к. любые решения, операции на рынке свидетельствуют, что его участник (инвестор, эмитент, посредник) берет на себя определенную величину рисков. В этой связи актуализируется задача систематизации основных видов рисков. 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Риск – это стоимостное выражение вероятностного события ведущего к потерям. В экономике в целом и на рынке ценных бумаг постоянно возникают новые виды рисков. В связи с отсутствием универсальной классификации на рисунке 2 приведена сводная классификация рисков на фондовом рынке по различным критериям. 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rect id="Прямоугольник 1" o:spid="_x0000_s1026" style="position:absolute;left:0;text-align:left;margin-left:90.3pt;margin-top:13.05pt;width:331.5pt;height:30pt;z-index:2516398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" fillcolor="window" strokecolor="windowText" strokeweight="2pt">
            <v:path arrowok="t"/>
            <v:textbox>
              <w:txbxContent>
                <w:p w:rsidR="00F23143" w:rsidRPr="001E26FB" w:rsidRDefault="00F23143" w:rsidP="001E26F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Классификация рисков на рынке ценных бумаг</w:t>
                  </w:r>
                </w:p>
              </w:txbxContent>
            </v:textbox>
          </v:rect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line id="Прямая соединительная линия 16" o:spid="_x0000_s1027" style="position:absolute;left:0;text-align:left;z-index:251654144;visibility:visible;mso-wrap-distance-left:3.17497mm;mso-wrap-distance-right:3.17497mm" from="243.3pt,5.9pt" to="243.3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" strokecolor="windowText">
            <o:lock v:ext="edit" shapetype="f"/>
          </v:line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0" o:spid="_x0000_s1028" type="#_x0000_t32" style="position:absolute;left:0;text-align:left;margin-left:394.05pt;margin-top:.85pt;width:0;height:18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" strokecolor="windowText">
            <v:stroke endarrow="open"/>
            <o:lock v:ext="edit" shapetype="f"/>
          </v:shape>
        </w:pict>
      </w:r>
      <w:r>
        <w:rPr>
          <w:noProof/>
          <w:lang w:val="uk-UA" w:eastAsia="uk-UA"/>
        </w:rPr>
        <w:pict>
          <v:shape id="Прямая со стрелкой 19" o:spid="_x0000_s1029" type="#_x0000_t32" style="position:absolute;left:0;text-align:left;margin-left:181.05pt;margin-top:.85pt;width:0;height:18pt;flip:x;z-index:25165721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" strokecolor="windowText">
            <v:stroke endarrow="open"/>
            <o:lock v:ext="edit" shapetype="f"/>
          </v:shape>
        </w:pict>
      </w:r>
      <w:r>
        <w:rPr>
          <w:noProof/>
          <w:lang w:val="uk-UA" w:eastAsia="uk-UA"/>
        </w:rPr>
        <w:pict>
          <v:shape id="Прямая со стрелкой 18" o:spid="_x0000_s1030" type="#_x0000_t32" style="position:absolute;left:0;text-align:left;margin-left:67.8pt;margin-top:.85pt;width:0;height:18pt;z-index:25165619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" strokecolor="windowText">
            <v:stroke endarrow="open"/>
            <o:lock v:ext="edit" shapetype="f"/>
          </v:shape>
        </w:pict>
      </w:r>
      <w:r>
        <w:rPr>
          <w:noProof/>
          <w:lang w:val="uk-UA" w:eastAsia="uk-UA"/>
        </w:rPr>
        <w:pict>
          <v:line id="Прямая соединительная линия 17" o:spid="_x0000_s1031" style="position:absolute;left:0;text-align:left;z-index:251655168;visibility:visible;mso-wrap-distance-top:-3e-5mm;mso-wrap-distance-bottom:-3e-5mm" from="67.8pt,.85pt" to="394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" strokecolor="windowText">
            <o:lock v:ext="edit" shapetype="f"/>
          </v:line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rect id="Прямоугольник 4" o:spid="_x0000_s1032" style="position:absolute;left:0;text-align:left;margin-left:253.05pt;margin-top:1.95pt;width:237.75pt;height:24pt;z-index:251642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" fillcolor="window" strokecolor="windowText" strokeweight="2pt">
            <v:path arrowok="t"/>
            <v:textbox>
              <w:txbxContent>
                <w:p w:rsidR="00F23143" w:rsidRPr="001E26FB" w:rsidRDefault="00F23143" w:rsidP="00203D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Микроуровень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Прямоугольник 3" o:spid="_x0000_s1033" style="position:absolute;left:0;text-align:left;margin-left:121.05pt;margin-top:.45pt;width:110.25pt;height:24pt;z-index:251641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" fillcolor="window" strokecolor="windowText" strokeweight="2pt">
            <v:path arrowok="t"/>
            <v:textbox>
              <w:txbxContent>
                <w:p w:rsidR="00F23143" w:rsidRPr="001E26FB" w:rsidRDefault="00F23143" w:rsidP="00203D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Мезоуровень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Прямоугольник 2" o:spid="_x0000_s1034" style="position:absolute;left:0;text-align:left;margin-left:-1.2pt;margin-top:.45pt;width:110.25pt;height:24pt;z-index:2516408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" fillcolor="window" strokecolor="windowText" strokeweight="2pt">
            <v:path arrowok="t"/>
            <v:textbox>
              <w:txbxContent>
                <w:p w:rsidR="00F23143" w:rsidRPr="001E26FB" w:rsidRDefault="00F23143" w:rsidP="001E26F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Макроуровень</w:t>
                  </w:r>
                </w:p>
              </w:txbxContent>
            </v:textbox>
          </v:rect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shape id="Прямая со стрелкой 24" o:spid="_x0000_s1035" type="#_x0000_t32" style="position:absolute;left:0;text-align:left;margin-left:439.8pt;margin-top:7.35pt;width:0;height:15pt;z-index:25166233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" strokecolor="windowText">
            <v:stroke endarrow="open"/>
            <o:lock v:ext="edit" shapetype="f"/>
          </v:shape>
        </w:pict>
      </w:r>
      <w:r>
        <w:rPr>
          <w:noProof/>
          <w:lang w:val="uk-UA" w:eastAsia="uk-UA"/>
        </w:rPr>
        <w:pict>
          <v:shape id="Прямая со стрелкой 23" o:spid="_x0000_s1036" type="#_x0000_t32" style="position:absolute;left:0;text-align:left;margin-left:309.3pt;margin-top:7.35pt;width:0;height:15pt;z-index:25166131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" strokecolor="windowText">
            <v:stroke endarrow="open"/>
            <o:lock v:ext="edit" shapetype="f"/>
          </v:shape>
        </w:pict>
      </w:r>
      <w:r>
        <w:rPr>
          <w:noProof/>
          <w:lang w:val="uk-UA" w:eastAsia="uk-UA"/>
        </w:rPr>
        <w:pict>
          <v:shape id="Прямая со стрелкой 22" o:spid="_x0000_s1037" type="#_x0000_t32" style="position:absolute;left:0;text-align:left;margin-left:173.55pt;margin-top:7.35pt;width:0;height:10.5pt;z-index:25166028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" strokecolor="windowText">
            <v:stroke endarrow="open"/>
            <o:lock v:ext="edit" shapetype="f"/>
          </v:shape>
        </w:pict>
      </w:r>
      <w:r>
        <w:rPr>
          <w:noProof/>
          <w:lang w:val="uk-UA" w:eastAsia="uk-UA"/>
        </w:rPr>
        <w:pict>
          <v:shape id="Прямая со стрелкой 21" o:spid="_x0000_s1038" type="#_x0000_t32" style="position:absolute;left:0;text-align:left;margin-left:46.8pt;margin-top:5.85pt;width:0;height:12pt;z-index:25165926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" strokecolor="windowText">
            <v:stroke endarrow="open"/>
            <o:lock v:ext="edit" shapetype="f"/>
          </v:shape>
        </w:pict>
      </w:r>
      <w:r>
        <w:rPr>
          <w:noProof/>
          <w:lang w:val="uk-UA" w:eastAsia="uk-UA"/>
        </w:rPr>
        <w:pict>
          <v:rect id="Прямоугольник 6" o:spid="_x0000_s1039" style="position:absolute;left:0;text-align:left;margin-left:121.05pt;margin-top:17.9pt;width:110.25pt;height:44.25pt;z-index:251644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" fillcolor="window" strokecolor="windowText" strokeweight="2pt">
            <v:path arrowok="t"/>
            <v:textbox>
              <w:txbxContent>
                <w:p w:rsidR="00F23143" w:rsidRPr="001E26FB" w:rsidRDefault="00F23143" w:rsidP="00203D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Отраслевые  риски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Прямоугольник 5" o:spid="_x0000_s1040" style="position:absolute;left:0;text-align:left;margin-left:-1.2pt;margin-top:17.95pt;width:110.25pt;height:44.25pt;z-index: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" fillcolor="window" strokecolor="windowText" strokeweight="2pt">
            <v:path arrowok="t"/>
            <v:textbox>
              <w:txbxContent>
                <w:p w:rsidR="00F23143" w:rsidRPr="001E26FB" w:rsidRDefault="00F23143" w:rsidP="00203D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Страновые риски</w:t>
                  </w:r>
                </w:p>
              </w:txbxContent>
            </v:textbox>
          </v:rect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rect id="Прямоугольник 8" o:spid="_x0000_s1041" style="position:absolute;left:0;text-align:left;margin-left:380.55pt;margin-top:3.85pt;width:110.25pt;height:44.25pt;z-index:251646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" fillcolor="window" strokecolor="windowText" strokeweight="2pt">
            <v:path arrowok="t"/>
            <v:textbox>
              <w:txbxContent>
                <w:p w:rsidR="00F23143" w:rsidRPr="001E26FB" w:rsidRDefault="00F23143" w:rsidP="00203D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Коммерческие риски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Прямоугольник 7" o:spid="_x0000_s1042" style="position:absolute;left:0;text-align:left;margin-left:253.05pt;margin-top:3.85pt;width:110.25pt;height:44.25pt;z-index: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" fillcolor="window" strokecolor="windowText" strokeweight="2pt">
            <v:path arrowok="t"/>
            <v:textbox>
              <w:txbxContent>
                <w:p w:rsidR="00F23143" w:rsidRPr="001E26FB" w:rsidRDefault="00F23143" w:rsidP="00203D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Финансовые риски</w:t>
                  </w:r>
                </w:p>
              </w:txbxContent>
            </v:textbox>
          </v:rect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line id="Прямая соединительная линия 32" o:spid="_x0000_s1043" style="position:absolute;left:0;text-align:left;z-index:251670528;visibility:visible;mso-wrap-distance-left:3.17497mm;mso-wrap-distance-right:3.17497mm" from="421.8pt,11.05pt" to="421.8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" strokecolor="windowText">
            <o:lock v:ext="edit" shapetype="f"/>
          </v:line>
        </w:pict>
      </w:r>
      <w:r>
        <w:rPr>
          <w:noProof/>
          <w:lang w:val="uk-UA" w:eastAsia="uk-UA"/>
        </w:rPr>
        <w:pict>
          <v:line id="Прямая соединительная линия 25" o:spid="_x0000_s1044" style="position:absolute;left:0;text-align:left;z-index:251663360;visibility:visible;mso-wrap-distance-left:3.17497mm;mso-wrap-distance-right:3.17497mm" from="284.55pt,11.05pt" to="284.5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" strokecolor="windowText">
            <o:lock v:ext="edit" shapetype="f"/>
          </v:line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line id="Прямая соединительная линия 34" o:spid="_x0000_s1045" style="position:absolute;left:0;text-align:left;z-index:251672576;visibility:visible;mso-wrap-distance-left:3.17497mm;mso-wrap-distance-right:3.17497mm" from="316.05pt,9.8pt" to="316.05pt,1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" strokecolor="windowText">
            <o:lock v:ext="edit" shapetype="f"/>
          </v:line>
        </w:pict>
      </w:r>
      <w:r>
        <w:rPr>
          <w:noProof/>
          <w:lang w:val="uk-UA" w:eastAsia="uk-UA"/>
        </w:rPr>
        <w:pict>
          <v:line id="Прямая соединительная линия 33" o:spid="_x0000_s1046" style="position:absolute;left:0;text-align:left;flip:x;z-index:251671552;visibility:visible;mso-wrap-distance-top:-3e-5mm;mso-wrap-distance-bottom:-3e-5mm" from="316.05pt,9.8pt" to="421.8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" strokecolor="windowText">
            <o:lock v:ext="edit" shapetype="f"/>
          </v:line>
        </w:pict>
      </w:r>
      <w:r>
        <w:rPr>
          <w:noProof/>
          <w:lang w:val="uk-UA" w:eastAsia="uk-UA"/>
        </w:rPr>
        <w:pict>
          <v:line id="Прямая соединительная линия 27" o:spid="_x0000_s1047" style="position:absolute;left:0;text-align:left;z-index:251665408;visibility:visible;mso-wrap-distance-left:3.17497mm;mso-wrap-distance-right:3.17497mm" from="90.3pt,9.8pt" to="90.3pt,1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" strokecolor="windowText">
            <o:lock v:ext="edit" shapetype="f"/>
          </v:line>
        </w:pict>
      </w:r>
      <w:r>
        <w:rPr>
          <w:noProof/>
          <w:lang w:val="uk-UA" w:eastAsia="uk-UA"/>
        </w:rPr>
        <w:pict>
          <v:line id="Прямая соединительная линия 26" o:spid="_x0000_s1048" style="position:absolute;left:0;text-align:left;flip:x;z-index:251664384;visibility:visible;mso-wrap-distance-top:-3e-5mm;mso-wrap-distance-bottom:-3e-5mm" from="90.3pt,9.8pt" to="284.5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" strokecolor="windowText">
            <o:lock v:ext="edit" shapetype="f"/>
          </v:line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rect id="Прямоугольник 9" o:spid="_x0000_s1049" style="position:absolute;left:0;text-align:left;margin-left:133.05pt;margin-top:14.6pt;width:147pt;height:29.25pt;z-index:251648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" fillcolor="window" strokecolor="windowText" strokeweight="2pt">
            <v:path arrowok="t"/>
            <v:textbox>
              <w:txbxContent>
                <w:p w:rsidR="00F23143" w:rsidRPr="001E26FB" w:rsidRDefault="00F23143" w:rsidP="00203D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Рыночные риски </w:t>
                  </w:r>
                </w:p>
              </w:txbxContent>
            </v:textbox>
          </v:rect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shape id="Прямая со стрелкой 29" o:spid="_x0000_s1050" type="#_x0000_t32" style="position:absolute;left:0;text-align:left;margin-left:90.3pt;margin-top:11pt;width:42.75pt;height:0;z-index:25166745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" strokecolor="windowText">
            <v:stroke endarrow="open"/>
            <o:lock v:ext="edit" shapetype="f"/>
          </v:shape>
        </w:pict>
      </w:r>
      <w:r>
        <w:rPr>
          <w:noProof/>
          <w:lang w:val="uk-UA" w:eastAsia="uk-UA"/>
        </w:rPr>
        <w:pict>
          <v:rect id="Прямоугольник 13" o:spid="_x0000_s1051" style="position:absolute;left:0;text-align:left;margin-left:339.3pt;margin-top:-.35pt;width:147pt;height:44.25pt;z-index: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" fillcolor="window" strokecolor="windowText" strokeweight="2pt">
            <v:path arrowok="t"/>
            <v:textbox>
              <w:txbxContent>
                <w:p w:rsidR="00F23143" w:rsidRPr="001E26FB" w:rsidRDefault="00F23143" w:rsidP="00203D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Маркетинговые риски </w:t>
                  </w:r>
                </w:p>
              </w:txbxContent>
            </v:textbox>
          </v:rect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shape id="Прямая со стрелкой 36" o:spid="_x0000_s1052" type="#_x0000_t32" style="position:absolute;left:0;text-align:left;margin-left:316.05pt;margin-top:3pt;width:23.25pt;height:0;z-index:25167462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" strokecolor="windowText">
            <v:stroke endarrow="open"/>
            <o:lock v:ext="edit" shapetype="f"/>
          </v:shape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shape id="Прямая со стрелкой 30" o:spid="_x0000_s1053" type="#_x0000_t32" style="position:absolute;left:0;text-align:left;margin-left:90.3pt;margin-top:11.5pt;width:42.75pt;height:0;z-index:2516684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" strokecolor="windowText">
            <v:stroke endarrow="open"/>
            <o:lock v:ext="edit" shapetype="f"/>
          </v:shape>
        </w:pict>
      </w:r>
      <w:r>
        <w:rPr>
          <w:noProof/>
          <w:lang w:val="uk-UA" w:eastAsia="uk-UA"/>
        </w:rPr>
        <w:pict>
          <v:rect id="Прямоугольник 14" o:spid="_x0000_s1054" style="position:absolute;left:0;text-align:left;margin-left:339.3pt;margin-top:16.65pt;width:147pt;height:29.25pt;z-index: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" fillcolor="window" strokecolor="windowText" strokeweight="2pt">
            <v:path arrowok="t"/>
            <v:textbox>
              <w:txbxContent>
                <w:p w:rsidR="00F23143" w:rsidRPr="001E26FB" w:rsidRDefault="00F23143" w:rsidP="00203D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Деловые риски 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Прямоугольник 10" o:spid="_x0000_s1055" style="position:absolute;left:0;text-align:left;margin-left:133.05pt;margin-top:.35pt;width:147pt;height:29.25pt;z-index: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" fillcolor="window" strokecolor="windowText" strokeweight="2pt">
            <v:path arrowok="t"/>
            <v:textbox>
              <w:txbxContent>
                <w:p w:rsidR="00F23143" w:rsidRPr="001E26FB" w:rsidRDefault="00F23143" w:rsidP="00203D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Кредитные риски </w:t>
                  </w:r>
                </w:p>
              </w:txbxContent>
            </v:textbox>
          </v:rect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shape id="Прямая со стрелкой 35" o:spid="_x0000_s1056" type="#_x0000_t32" style="position:absolute;left:0;text-align:left;margin-left:316.05pt;margin-top:10.95pt;width:23.25pt;height:0;z-index:25167360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" strokecolor="windowText">
            <v:stroke endarrow="open"/>
            <o:lock v:ext="edit" shapetype="f"/>
          </v:shape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shape id="Прямая со стрелкой 31" o:spid="_x0000_s1057" type="#_x0000_t32" style="position:absolute;left:0;text-align:left;margin-left:90.3pt;margin-top:15.7pt;width:42.75pt;height:0;z-index:2516695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" strokecolor="windowText">
            <v:stroke endarrow="open"/>
            <o:lock v:ext="edit" shapetype="f"/>
          </v:shape>
        </w:pict>
      </w:r>
      <w:r>
        <w:rPr>
          <w:noProof/>
          <w:lang w:val="uk-UA" w:eastAsia="uk-UA"/>
        </w:rPr>
        <w:pict>
          <v:rect id="Прямоугольник 11" o:spid="_x0000_s1058" style="position:absolute;left:0;text-align:left;margin-left:133.05pt;margin-top:.8pt;width:147pt;height:29.25pt;z-index:251650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" fillcolor="window" strokecolor="windowText" strokeweight="2pt">
            <v:path arrowok="t"/>
            <v:textbox>
              <w:txbxContent>
                <w:p w:rsidR="00F23143" w:rsidRPr="001E26FB" w:rsidRDefault="00F23143" w:rsidP="00203D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Риски ликвидности</w:t>
                  </w:r>
                </w:p>
              </w:txbxContent>
            </v:textbox>
          </v:rect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pict>
          <v:shape id="Прямая со стрелкой 28" o:spid="_x0000_s1059" type="#_x0000_t32" style="position:absolute;left:0;text-align:left;margin-left:90.3pt;margin-top:11.7pt;width:42.75pt;height:0;z-index:25166643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" strokecolor="windowText">
            <v:stroke endarrow="open"/>
            <o:lock v:ext="edit" shapetype="f"/>
          </v:shape>
        </w:pict>
      </w:r>
      <w:r>
        <w:rPr>
          <w:noProof/>
          <w:lang w:val="uk-UA" w:eastAsia="uk-UA"/>
        </w:rPr>
        <w:pict>
          <v:rect id="Прямоугольник 12" o:spid="_x0000_s1060" style="position:absolute;left:0;text-align:left;margin-left:133.05pt;margin-top:.55pt;width:147pt;height:29.25pt;z-index:251651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" fillcolor="window" strokecolor="windowText" strokeweight="2pt">
            <v:path arrowok="t"/>
            <v:textbox>
              <w:txbxContent>
                <w:p w:rsidR="00F23143" w:rsidRPr="001E26FB" w:rsidRDefault="00F23143" w:rsidP="00203D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Операционные риски</w:t>
                  </w:r>
                </w:p>
              </w:txbxContent>
            </v:textbox>
          </v:rect>
        </w:pict>
      </w:r>
    </w:p>
    <w:p w:rsidR="00F23143" w:rsidRDefault="00F23143" w:rsidP="001E26F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23143" w:rsidRDefault="00F23143" w:rsidP="00E854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3143" w:rsidRDefault="00F23143" w:rsidP="00E854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2 – Классификация рисков на рынке ценных бумаг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макроуровне выделяют страновой риск, возникновение которого обусловлено воздействием социально-политических, экономических факторов, фискально-монетарной политикой государства.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Страновые риски – это риски вложения денежных средств в ценные бумаги стран с неустойчивым фондовым рынком. Уровень странового риска определяет инвестиционный климат. </w:t>
      </w:r>
      <w:r>
        <w:rPr>
          <w:noProof/>
          <w:lang w:val="uk-UA" w:eastAsia="uk-UA"/>
        </w:rPr>
        <w:pict>
          <v:shape id="Прямая со стрелкой 37" o:spid="_x0000_s1061" type="#_x0000_t32" style="position:absolute;left:0;text-align:left;margin-left:90.3pt;margin-top:-170.25pt;width:42.75pt;height:0;z-index:25167564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" strokecolor="windowText">
            <v:stroke endarrow="open"/>
            <o:lock v:ext="edit" shapetype="f"/>
          </v:shape>
        </w:pict>
      </w:r>
      <w:r>
        <w:rPr>
          <w:rFonts w:ascii="Times New Roman" w:hAnsi="Times New Roman"/>
          <w:sz w:val="28"/>
          <w:szCs w:val="28"/>
        </w:rPr>
        <w:t xml:space="preserve"> [4</w:t>
      </w:r>
      <w:r w:rsidRPr="00A25A11">
        <w:rPr>
          <w:rFonts w:ascii="Times New Roman" w:hAnsi="Times New Roman"/>
          <w:sz w:val="28"/>
          <w:szCs w:val="28"/>
        </w:rPr>
        <w:t>]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мезоуровне проявляются риски, связанные с функционированием рынка ценных бумаг как отрасли, с ее способностью функционировать и развиваться. 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Отраслевой риск – риск, связанный со спецификой отдельных отраслей. С позиции этого вида риска все отрасли можно подразделить на подверженные циклическим колебаниям, на умирающие, стабильно работающие, быстро растущие. Отраслевые риски проявляются в изменениях инвестиционного качества и курсовой стоимости ценных бумаг и соответствующих потерях инвесторов в зависимости от принадлежности отрасли к тому или иному типу и правильности оценки этого фактора инвесторами. [3</w:t>
      </w:r>
      <w:r w:rsidRPr="00A25A11">
        <w:rPr>
          <w:rFonts w:ascii="Times New Roman" w:hAnsi="Times New Roman"/>
          <w:sz w:val="28"/>
          <w:szCs w:val="28"/>
        </w:rPr>
        <w:t>]</w:t>
      </w:r>
    </w:p>
    <w:p w:rsidR="00F23143" w:rsidRDefault="00F23143" w:rsidP="00A25A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микроуровне следует учитывать риски как отдельного оператора, так и риски фирмы – инвестиционной компании или брокерской конторы. Риски, связанные с отдельным оператором на рынке ценных бумаг, делятся на финансовые и коммерческие. 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Финансовые риски – это возможность потерь, в результате неопределенности рынка, изменения действий контрагента или собственных ошибок. Финансовые риски включают в себя: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рыночные риски – неопределенность стоимости активов в результате колебаний процентных ставок валют, цен акций и т.д.;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кредитные риски – риски того, что выпустивший ценные бумаги окажется не в состоянии платить по ним, как и по другим кредитам, следовательно, предварительный анализ кредитоспособности эмитента существенно может снизить кредитный риск;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операционные риски – приводящий к финансовым потерям риск ненадлежащего функционирования процедур совершения операций и управленческих систем кредитной организации, связанный с несовершенством системы внутреннего контроля, ошибками компьютерных систем, ошибками (мошенничеством) персонала, неадекватными процедурами деятельности персонала. 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Коммерческие риски возникают в связи с отклонением от ожидаемых результатов деятельности предприятия и связаны с использованием потенциала фирмы. Коммерческие риски делятся на маркетинговые риски и деловые риски.</w:t>
      </w:r>
    </w:p>
    <w:p w:rsidR="00F23143" w:rsidRDefault="00F23143" w:rsidP="00A25A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Маркетинговые риски предприятия – это риски, связанные с выбором стратегии поведения предприятия на рынке. Деловые риски определяются таким факторами, как эффективность управления, эффективность производственной и инвестиционной деятельности. [4</w:t>
      </w:r>
      <w:r w:rsidRPr="00A25A11">
        <w:rPr>
          <w:rFonts w:ascii="Times New Roman" w:hAnsi="Times New Roman"/>
          <w:sz w:val="28"/>
          <w:szCs w:val="28"/>
        </w:rPr>
        <w:t>]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рассмотреть систематический и несистематический риск. Систематический риск – это риск кризиса финансового рынка в целом. Этот вид риска является недиверсифицируемым.  Анализ систематического риска сводится к оценке того, стоит ли вообще иметь дело с портфелем ценных бумаг. Несистематический риск связан с конкретным финансовым инструментом, данные вид риска может быть систематизирован за счет диверсификации и оптимизации структуры самого портфеля. [3</w:t>
      </w:r>
      <w:r w:rsidRPr="00A25A11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Таким образом, систематический риск – это риск изменения цены бумаги при изменении поведения рынка в целом, а несистематический риск – риск неблагоприятного изменения цены бумаги при неизменном поведении рынка.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последние годы обнаружились определенные тенденции развития российского рынка ценных бумаг:</w:t>
      </w:r>
      <w:r w:rsidRPr="00A25A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привлекаются новые участники; стабилизация рынка ценных бумаг; информатизация рынка ценных бумаг; интернационализация рынка.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работа на рынке ценных бумаг связан с рисками. Избежать рисков невозможно, но можно снизить их уровень и предусмотреть необходимые действия для смягчения их последствий. Для этого следует изучать природу возникновения рисков, выявлять отдельные их виды и степень их влияния на рейтинг ценных бумаг так как чем ниже рейтинг ценной бумаги.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143" w:rsidRPr="0078089C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8089C">
        <w:rPr>
          <w:rFonts w:ascii="Times New Roman" w:hAnsi="Times New Roman"/>
          <w:b/>
          <w:sz w:val="28"/>
          <w:szCs w:val="28"/>
        </w:rPr>
        <w:t>Литература: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Бабуров Д.В., Грищаев С.А. Управление рисками на Российском фондовом рынке: проблемы и перспективы / Д.В, Бабуров, С.А. Гришаев // Наука и экономика. - 2010. - №1(1). – С.52-56</w:t>
      </w:r>
    </w:p>
    <w:p w:rsidR="00F23143" w:rsidRDefault="00F23143" w:rsidP="000C72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Бодрова К.В. Оценка и анализ рисков на рынке ценных бумаг / К.В, Бодрова // Управление экономическими системами: электронный научный журнал. – 2013. - №9(57). – С. 26-41</w:t>
      </w:r>
    </w:p>
    <w:p w:rsidR="00F23143" w:rsidRDefault="00F23143" w:rsidP="000C72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Мезенцева Е.А. Риски банковский операций с ценными бумагами / Е.А. Мезенцева // Актуальные проблемы гуманитарных естественных наук. – 2013. - №7-1. – С. 199-204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Ткаченко М.Г. Виды рисков и их влияние на рейтинг ценных бумаг / М.Г. Ткаченко // Амурский научный вестник. – 2009. - №2. - С. 306-313</w:t>
      </w: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Электронный ресурс / режим доступа: </w:t>
      </w:r>
      <w:hyperlink r:id="rId5" w:history="1">
        <w:r w:rsidRPr="000B2284">
          <w:rPr>
            <w:rStyle w:val="Hyperlink"/>
            <w:rFonts w:ascii="Times New Roman" w:hAnsi="Times New Roman"/>
            <w:sz w:val="28"/>
            <w:szCs w:val="28"/>
          </w:rPr>
          <w:t>http://moex.com/</w:t>
        </w:r>
      </w:hyperlink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143" w:rsidRDefault="00F23143" w:rsidP="00E854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F23143" w:rsidSect="001E26F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77E"/>
    <w:rsid w:val="000B2284"/>
    <w:rsid w:val="000C727F"/>
    <w:rsid w:val="00186733"/>
    <w:rsid w:val="001C3683"/>
    <w:rsid w:val="001D2418"/>
    <w:rsid w:val="001E26FB"/>
    <w:rsid w:val="00203D53"/>
    <w:rsid w:val="00295F9A"/>
    <w:rsid w:val="00461691"/>
    <w:rsid w:val="005A7F2E"/>
    <w:rsid w:val="005E0365"/>
    <w:rsid w:val="0066391D"/>
    <w:rsid w:val="0078089C"/>
    <w:rsid w:val="007F0A40"/>
    <w:rsid w:val="008D10C1"/>
    <w:rsid w:val="00947A77"/>
    <w:rsid w:val="009B608F"/>
    <w:rsid w:val="009C109C"/>
    <w:rsid w:val="00A25A11"/>
    <w:rsid w:val="00A72D3B"/>
    <w:rsid w:val="00A80287"/>
    <w:rsid w:val="00A82A9D"/>
    <w:rsid w:val="00AA0E2D"/>
    <w:rsid w:val="00C7777E"/>
    <w:rsid w:val="00CB53B0"/>
    <w:rsid w:val="00D01DA8"/>
    <w:rsid w:val="00D1229C"/>
    <w:rsid w:val="00D73E64"/>
    <w:rsid w:val="00DB477B"/>
    <w:rsid w:val="00E8541A"/>
    <w:rsid w:val="00ED3AD3"/>
    <w:rsid w:val="00F23143"/>
    <w:rsid w:val="00FB15F5"/>
    <w:rsid w:val="00FC153B"/>
    <w:rsid w:val="00FF164C"/>
    <w:rsid w:val="00FF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AD3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C727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C727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C109C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109C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ex.com/" TargetMode="Externa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101;&#1083;&#1100;&#1074;&#1080;&#1088;&#1072;\Desktop\&#1057;&#1080;&#1090;&#1085;&#1080;&#1082;&#1086;&#1074;&#1072;%20&#1069;.&#1042;._30-31%20&#1103;&#1085;&#1074;&#1072;&#1088;&#1103;%20201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Ситникова Э.В._30-31 января 2014</Template>
  <TotalTime>1</TotalTime>
  <Pages>6</Pages>
  <Words>4733</Words>
  <Characters>2698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Эльвира Ситникова </dc:title>
  <dc:subject/>
  <dc:creator>эльвира</dc:creator>
  <cp:keywords/>
  <dc:description/>
  <cp:lastModifiedBy>Admin</cp:lastModifiedBy>
  <cp:revision>2</cp:revision>
  <cp:lastPrinted>2014-01-26T18:23:00Z</cp:lastPrinted>
  <dcterms:created xsi:type="dcterms:W3CDTF">2014-01-29T08:20:00Z</dcterms:created>
  <dcterms:modified xsi:type="dcterms:W3CDTF">2014-01-29T08:20:00Z</dcterms:modified>
</cp:coreProperties>
</file>