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062" w:rsidRPr="0005495B" w:rsidRDefault="005E0062" w:rsidP="0005495B">
      <w:pPr>
        <w:spacing w:after="0" w:line="360" w:lineRule="auto"/>
        <w:jc w:val="right"/>
        <w:outlineLvl w:val="0"/>
        <w:rPr>
          <w:rFonts w:ascii="Times New Roman" w:hAnsi="Times New Roman"/>
          <w:b/>
          <w:sz w:val="28"/>
          <w:szCs w:val="28"/>
          <w:lang w:val="uk-UA"/>
        </w:rPr>
      </w:pPr>
      <w:r w:rsidRPr="0005495B">
        <w:rPr>
          <w:rFonts w:ascii="Times New Roman" w:hAnsi="Times New Roman"/>
          <w:b/>
          <w:sz w:val="28"/>
          <w:szCs w:val="28"/>
          <w:lang w:val="uk-UA"/>
        </w:rPr>
        <w:t>Олеся</w:t>
      </w:r>
      <w:r>
        <w:rPr>
          <w:rFonts w:ascii="Times New Roman" w:hAnsi="Times New Roman"/>
          <w:b/>
          <w:sz w:val="28"/>
          <w:szCs w:val="28"/>
          <w:lang w:val="uk-UA"/>
        </w:rPr>
        <w:t xml:space="preserve"> </w:t>
      </w:r>
      <w:r w:rsidRPr="0005495B">
        <w:rPr>
          <w:rFonts w:ascii="Times New Roman" w:hAnsi="Times New Roman"/>
          <w:b/>
          <w:sz w:val="28"/>
          <w:szCs w:val="28"/>
          <w:lang w:val="uk-UA"/>
        </w:rPr>
        <w:t>Гірчук</w:t>
      </w:r>
    </w:p>
    <w:p w:rsidR="005E0062" w:rsidRPr="0005495B" w:rsidRDefault="005E0062" w:rsidP="0005495B">
      <w:pPr>
        <w:spacing w:after="0" w:line="360" w:lineRule="auto"/>
        <w:jc w:val="right"/>
        <w:rPr>
          <w:rFonts w:ascii="Times New Roman" w:hAnsi="Times New Roman"/>
          <w:b/>
          <w:sz w:val="28"/>
          <w:szCs w:val="28"/>
          <w:lang w:val="uk-UA"/>
        </w:rPr>
      </w:pPr>
      <w:r w:rsidRPr="0005495B">
        <w:rPr>
          <w:rFonts w:ascii="Times New Roman" w:hAnsi="Times New Roman"/>
          <w:b/>
          <w:sz w:val="28"/>
          <w:szCs w:val="28"/>
          <w:lang w:val="uk-UA"/>
        </w:rPr>
        <w:t xml:space="preserve">                                           ( Київ,Україна) </w:t>
      </w:r>
    </w:p>
    <w:p w:rsidR="005E0062" w:rsidRDefault="005E0062" w:rsidP="0005495B">
      <w:pPr>
        <w:spacing w:after="0" w:line="360" w:lineRule="auto"/>
        <w:rPr>
          <w:rFonts w:ascii="Times New Roman" w:hAnsi="Times New Roman"/>
          <w:sz w:val="28"/>
          <w:szCs w:val="28"/>
          <w:lang w:val="uk-UA"/>
        </w:rPr>
      </w:pPr>
    </w:p>
    <w:p w:rsidR="005E0062" w:rsidRDefault="005E0062" w:rsidP="0005495B">
      <w:pPr>
        <w:spacing w:after="0" w:line="360" w:lineRule="auto"/>
        <w:jc w:val="center"/>
        <w:rPr>
          <w:rFonts w:ascii="Times New Roman" w:hAnsi="Times New Roman"/>
          <w:b/>
          <w:sz w:val="28"/>
          <w:szCs w:val="28"/>
          <w:lang w:val="uk-UA"/>
        </w:rPr>
      </w:pPr>
      <w:r w:rsidRPr="00F52E17">
        <w:rPr>
          <w:rFonts w:ascii="Times New Roman" w:hAnsi="Times New Roman"/>
          <w:b/>
          <w:sz w:val="28"/>
          <w:szCs w:val="28"/>
          <w:lang w:val="uk-UA"/>
        </w:rPr>
        <w:t xml:space="preserve"> УМОВИ ФОРМУВАННЯ САМОСТАВЛЕННЯ У</w:t>
      </w:r>
      <w:r>
        <w:rPr>
          <w:rFonts w:ascii="Times New Roman" w:hAnsi="Times New Roman"/>
          <w:b/>
          <w:sz w:val="28"/>
          <w:szCs w:val="28"/>
          <w:lang w:val="uk-UA"/>
        </w:rPr>
        <w:t xml:space="preserve"> ПІДЛІТКОВОМУ ВІЦІ</w:t>
      </w:r>
    </w:p>
    <w:p w:rsidR="005E0062" w:rsidRPr="001F4A8D" w:rsidRDefault="005E0062" w:rsidP="0005495B">
      <w:pPr>
        <w:spacing w:after="0" w:line="360" w:lineRule="auto"/>
        <w:jc w:val="center"/>
        <w:rPr>
          <w:rFonts w:ascii="Times New Roman" w:hAnsi="Times New Roman"/>
          <w:sz w:val="28"/>
          <w:szCs w:val="28"/>
          <w:lang w:val="uk-UA"/>
        </w:rPr>
      </w:pPr>
    </w:p>
    <w:p w:rsidR="005E0062" w:rsidRDefault="005E0062" w:rsidP="0005495B">
      <w:pPr>
        <w:spacing w:after="0" w:line="360" w:lineRule="auto"/>
        <w:jc w:val="both"/>
        <w:rPr>
          <w:rFonts w:ascii="Times New Roman" w:hAnsi="Times New Roman"/>
          <w:sz w:val="28"/>
          <w:szCs w:val="28"/>
          <w:lang w:val="uk-UA"/>
        </w:rPr>
      </w:pPr>
      <w:r w:rsidRPr="001F4A8D">
        <w:rPr>
          <w:rFonts w:ascii="Times New Roman" w:hAnsi="Times New Roman"/>
          <w:sz w:val="28"/>
          <w:szCs w:val="28"/>
          <w:lang w:val="uk-UA"/>
        </w:rPr>
        <w:t xml:space="preserve">Самооцінка як структурна складова самосвідомості має вплив на всі сфери життя людини. </w:t>
      </w:r>
      <w:r>
        <w:rPr>
          <w:rFonts w:ascii="Times New Roman" w:hAnsi="Times New Roman"/>
          <w:sz w:val="28"/>
          <w:szCs w:val="28"/>
          <w:lang w:val="uk-UA"/>
        </w:rPr>
        <w:t xml:space="preserve">Актуальність вивчення трансформації самоставлення у підлітковому віці обумовлено зростанням особистості, зміною соціального статусу і </w:t>
      </w:r>
      <w:r w:rsidRPr="003163F9">
        <w:rPr>
          <w:rFonts w:ascii="Times New Roman" w:hAnsi="Times New Roman"/>
          <w:sz w:val="28"/>
          <w:szCs w:val="28"/>
          <w:lang w:val="uk-UA"/>
        </w:rPr>
        <w:t>“</w:t>
      </w:r>
      <w:r>
        <w:rPr>
          <w:rFonts w:ascii="Times New Roman" w:hAnsi="Times New Roman"/>
          <w:sz w:val="28"/>
          <w:szCs w:val="28"/>
          <w:lang w:val="uk-UA"/>
        </w:rPr>
        <w:t>кризовим періодом</w:t>
      </w:r>
      <w:r w:rsidRPr="003163F9">
        <w:rPr>
          <w:rFonts w:ascii="Times New Roman" w:hAnsi="Times New Roman"/>
          <w:sz w:val="28"/>
          <w:szCs w:val="28"/>
          <w:lang w:val="uk-UA"/>
        </w:rPr>
        <w:t>”</w:t>
      </w:r>
      <w:r>
        <w:rPr>
          <w:rFonts w:ascii="Times New Roman" w:hAnsi="Times New Roman"/>
          <w:sz w:val="28"/>
          <w:szCs w:val="28"/>
          <w:lang w:val="uk-UA"/>
        </w:rPr>
        <w:t xml:space="preserve">. Розуміння </w:t>
      </w:r>
      <w:r w:rsidRPr="001F4A8D">
        <w:rPr>
          <w:rFonts w:ascii="Times New Roman" w:hAnsi="Times New Roman"/>
          <w:sz w:val="28"/>
          <w:szCs w:val="28"/>
          <w:lang w:val="uk-UA"/>
        </w:rPr>
        <w:t>вікових особливостей кожного періоду особистісного розвитку та умови формування самооцінки, самоставлення, дозволяють корегувати процес, забезпечувати гармонійну реалізацію визначених завдань. Формування оцінки власного потенціалу, ставлення до себе починається у дитинстві. Від оцінки себе, залежать взаємовідносини з іншими, емоційне самопочуття, наполегливість у досягненні, ставлення до успіху та невдач. Вивчення самооцінки, самоставлення  в психології дозволяє прогнозува</w:t>
      </w:r>
      <w:r>
        <w:rPr>
          <w:rFonts w:ascii="Times New Roman" w:hAnsi="Times New Roman"/>
          <w:sz w:val="28"/>
          <w:szCs w:val="28"/>
          <w:lang w:val="uk-UA"/>
        </w:rPr>
        <w:t xml:space="preserve">ти вплив на рівень домагань. </w:t>
      </w:r>
      <w:r w:rsidRPr="001F4A8D">
        <w:rPr>
          <w:rFonts w:ascii="Times New Roman" w:hAnsi="Times New Roman"/>
          <w:sz w:val="28"/>
          <w:szCs w:val="28"/>
          <w:lang w:val="uk-UA"/>
        </w:rPr>
        <w:t>Оцінювання себе здійснюється при порівнянні рівня домагань і реальних результатів, при порівнянні себе з іншими.</w:t>
      </w:r>
      <w:r>
        <w:rPr>
          <w:rFonts w:ascii="Times New Roman" w:hAnsi="Times New Roman"/>
          <w:sz w:val="28"/>
          <w:szCs w:val="28"/>
          <w:lang w:val="uk-UA"/>
        </w:rPr>
        <w:t xml:space="preserve"> У підлітковому віці прагнення здобути самостійність, не завжди супроводжується розумінням відповідальності. А прагнення бути в центрі уваги оточуючих та здобути лідерство серед однолітків, може перетворити активного підлітка в статус ізольованого.</w:t>
      </w:r>
      <w:r w:rsidRPr="001F4A8D">
        <w:rPr>
          <w:rFonts w:ascii="Times New Roman" w:hAnsi="Times New Roman"/>
          <w:sz w:val="28"/>
          <w:szCs w:val="28"/>
          <w:lang w:val="uk-UA"/>
        </w:rPr>
        <w:t>Вивчення самооцінки та самоставлення здійснювалось протягом тривалого часу відомими психологами, науковцями різних часів. У працях Куперсміта  самооцінка визначається як відношення до себе, яке складається поступово і ґрунтується на розумінні самоцінності. Як рівень розвитку самоповаги розглядає самооцінку Розенберг.</w:t>
      </w:r>
      <w:r w:rsidRPr="001D5E90">
        <w:rPr>
          <w:rFonts w:ascii="Times New Roman" w:hAnsi="Times New Roman"/>
          <w:sz w:val="28"/>
          <w:szCs w:val="28"/>
          <w:lang w:val="uk-UA"/>
        </w:rPr>
        <w:t>[3,с.56]</w:t>
      </w:r>
      <w:r w:rsidRPr="001F4A8D">
        <w:rPr>
          <w:rFonts w:ascii="Times New Roman" w:hAnsi="Times New Roman"/>
          <w:sz w:val="28"/>
          <w:szCs w:val="28"/>
          <w:lang w:val="uk-UA"/>
        </w:rPr>
        <w:t xml:space="preserve"> На думку С.Р. Пантилеєва предметом самоприйняття та самооцінки може бути тіло, здібності людини, соціальні відносини та багато інших особистісних проявів. У відповідності до цього виділяється система окремих самооцінок, які інтегруються у загальне переживання пов</w:t>
      </w:r>
      <w:r w:rsidRPr="001F4A8D">
        <w:rPr>
          <w:rFonts w:ascii="Times New Roman" w:hAnsi="Times New Roman"/>
          <w:sz w:val="28"/>
          <w:szCs w:val="28"/>
        </w:rPr>
        <w:t>’</w:t>
      </w:r>
      <w:r w:rsidRPr="001F4A8D">
        <w:rPr>
          <w:rFonts w:ascii="Times New Roman" w:hAnsi="Times New Roman"/>
          <w:sz w:val="28"/>
          <w:szCs w:val="28"/>
          <w:lang w:val="uk-UA"/>
        </w:rPr>
        <w:t>язане з цілісним образом</w:t>
      </w:r>
      <w:r w:rsidRPr="001F4A8D">
        <w:rPr>
          <w:rFonts w:ascii="Times New Roman" w:hAnsi="Times New Roman"/>
          <w:sz w:val="28"/>
          <w:szCs w:val="28"/>
        </w:rPr>
        <w:t xml:space="preserve">“ Я ”. </w:t>
      </w:r>
      <w:r w:rsidRPr="001F4A8D">
        <w:rPr>
          <w:rFonts w:ascii="Times New Roman" w:hAnsi="Times New Roman"/>
          <w:sz w:val="28"/>
          <w:szCs w:val="28"/>
          <w:lang w:val="uk-UA"/>
        </w:rPr>
        <w:t xml:space="preserve">Я – концепція  - цілісний образ власного Я, виділяється як установка по відношенню до себе і включає компоненти: когнітивний – образ своїх якостей, здібностей, зовнішності, соціальної значимості ( самопізнання); емоційний – самоповага; оціночно – вольовий – прагнення підвищити самооцінку, мати повагу. Формується на основі  соціального досвіду людини і має складові: реальне Я ( уявлення про себе у теперішньому часі), ідеальне Я  - яким має бути суб’єкт згідно моральних норм), динамічне Я – яким суб’єкт прагне бути, фантастичне Я – яким має бажання бути, як би це було можливо та інш. Формування адекватної Я- концепції є одним з важливих умов виховання свідомої людини.  У працях  Л.С.Виготський визначав самоставлення як особистісне утворення, де його будова може бути розкрита у реальних життєвих відносинах суб’єкта, </w:t>
      </w:r>
      <w:r>
        <w:rPr>
          <w:rFonts w:ascii="Times New Roman" w:hAnsi="Times New Roman"/>
          <w:sz w:val="28"/>
          <w:szCs w:val="28"/>
          <w:lang w:val="uk-UA"/>
        </w:rPr>
        <w:t>“</w:t>
      </w:r>
      <w:r w:rsidRPr="001F4A8D">
        <w:rPr>
          <w:rFonts w:ascii="Times New Roman" w:hAnsi="Times New Roman"/>
          <w:sz w:val="28"/>
          <w:szCs w:val="28"/>
          <w:lang w:val="uk-UA"/>
        </w:rPr>
        <w:t>соціальних ситуацій його розвитку ” та ді</w:t>
      </w:r>
      <w:r>
        <w:rPr>
          <w:rFonts w:ascii="Times New Roman" w:hAnsi="Times New Roman"/>
          <w:sz w:val="28"/>
          <w:szCs w:val="28"/>
          <w:lang w:val="uk-UA"/>
        </w:rPr>
        <w:t>яльності за якими стоять мотиви</w:t>
      </w:r>
      <w:r w:rsidRPr="001F4A8D">
        <w:rPr>
          <w:rFonts w:ascii="Times New Roman" w:hAnsi="Times New Roman"/>
          <w:sz w:val="28"/>
          <w:szCs w:val="28"/>
          <w:lang w:val="uk-UA"/>
        </w:rPr>
        <w:t>, пов’язані з самореалізацією суб’єкта як особистості.[1</w:t>
      </w:r>
      <w:r w:rsidRPr="001F4A8D">
        <w:rPr>
          <w:rFonts w:ascii="Times New Roman" w:hAnsi="Times New Roman"/>
          <w:sz w:val="28"/>
          <w:szCs w:val="28"/>
        </w:rPr>
        <w:t>, с.220]</w:t>
      </w:r>
      <w:r w:rsidRPr="001F4A8D">
        <w:rPr>
          <w:rFonts w:ascii="Times New Roman" w:hAnsi="Times New Roman"/>
          <w:sz w:val="28"/>
          <w:szCs w:val="28"/>
          <w:lang w:val="uk-UA"/>
        </w:rPr>
        <w:t xml:space="preserve"> Психологами визначались два процеси, які одночасно є в основі самоставлення – система самооцінки та система емоційно – ціннісного ставлення до себе.  У випадку оцінки самоставлення представляє собою самоповагу, почуття ефективності. У якості емоції самоставлення представляє як симпатія, самоприйняття, цінності. Оціночний компонент самоставлення  базується на оцінках досягнення власних результатів. Якщо людина недооцінює себе у порівнянні з тим, якою вона є в дійсності, незадоволена власними результатами це знижує її рівень самооцінки. У працях  відомих психологів Р.Бернса, І.Кона визначено, що позитивне самоставлення сприяє внутрішній стабільності особистості. Особливо важливо визначати самооцінку дитини у зв</w:t>
      </w:r>
      <w:r w:rsidRPr="001F4A8D">
        <w:rPr>
          <w:rFonts w:ascii="Times New Roman" w:hAnsi="Times New Roman"/>
          <w:sz w:val="28"/>
          <w:szCs w:val="28"/>
        </w:rPr>
        <w:t xml:space="preserve">’язку з </w:t>
      </w:r>
      <w:r w:rsidRPr="001F4A8D">
        <w:rPr>
          <w:rFonts w:ascii="Times New Roman" w:hAnsi="Times New Roman"/>
          <w:sz w:val="28"/>
          <w:szCs w:val="28"/>
          <w:lang w:val="uk-UA"/>
        </w:rPr>
        <w:t>її формуванням і можливістю корегування. У своїх роботах вітчизняний психолог Т.Титаре</w:t>
      </w:r>
      <w:r>
        <w:rPr>
          <w:rFonts w:ascii="Times New Roman" w:hAnsi="Times New Roman"/>
          <w:sz w:val="28"/>
          <w:szCs w:val="28"/>
          <w:lang w:val="uk-UA"/>
        </w:rPr>
        <w:t>нко визначає, що у кожному само</w:t>
      </w:r>
      <w:r w:rsidRPr="001F4A8D">
        <w:rPr>
          <w:rFonts w:ascii="Times New Roman" w:hAnsi="Times New Roman"/>
          <w:sz w:val="28"/>
          <w:szCs w:val="28"/>
          <w:lang w:val="uk-UA"/>
        </w:rPr>
        <w:t>оцінюванні є емоції та раціональний аргумент. Людина, яка відчуває себе досконалою, намагається працювати над собою, покращувати власні результати діяльності,  проектує позитивне ставлення на інших. Коли втрачає повагу до себе, провокує недовіру, негативні взаємовідносини. Це заважає особистісному зростанню. Важливо наближуватись до об</w:t>
      </w:r>
      <w:r w:rsidRPr="001D5E90">
        <w:rPr>
          <w:rFonts w:ascii="Times New Roman" w:hAnsi="Times New Roman"/>
          <w:sz w:val="28"/>
          <w:szCs w:val="28"/>
          <w:lang w:val="uk-UA"/>
        </w:rPr>
        <w:t>’</w:t>
      </w:r>
      <w:r w:rsidRPr="001F4A8D">
        <w:rPr>
          <w:rFonts w:ascii="Times New Roman" w:hAnsi="Times New Roman"/>
          <w:sz w:val="28"/>
          <w:szCs w:val="28"/>
          <w:lang w:val="uk-UA"/>
        </w:rPr>
        <w:t xml:space="preserve">єктивної </w:t>
      </w:r>
      <w:r>
        <w:rPr>
          <w:rFonts w:ascii="Times New Roman" w:hAnsi="Times New Roman"/>
          <w:sz w:val="28"/>
          <w:szCs w:val="28"/>
          <w:lang w:val="uk-UA"/>
        </w:rPr>
        <w:t xml:space="preserve">оцінки себе, своїх результатів. </w:t>
      </w:r>
      <w:r w:rsidRPr="001F4A8D">
        <w:rPr>
          <w:rFonts w:ascii="Times New Roman" w:hAnsi="Times New Roman"/>
          <w:sz w:val="28"/>
          <w:szCs w:val="28"/>
          <w:lang w:val="uk-UA"/>
        </w:rPr>
        <w:t>Відсутність життєвої перспективи провокує безнадійність, відчай. Потрапивши в такий психологічний дискомфорт, особистість  втрачає здатність до об’єктивної оцінки фактів життя, виявляє агресивність, роздратованість. Стан фрустрації може зумовлюватись завищеною самооцінкою особистості, коли вона виявляє схильність обирати у житті надто складні завдання. У випадку заниженої самооцінки людина обирає надто прості завдання, при цьому не реалізується психологічний потенціал особистості. При адекватній самооцінці людина обирає цілі, які відповідають її можливостям і успішно їх реалізує. Важливу роль у формуванні спрямованості особистості відіграє самосвідомість. Вона має різні форми прояву. Одна з них пов’язана з пізнавальним аспектом психічної діяльності виявляється у самоспостереженні, самооцінці, самоаналізі. З емоційною формою самосвідомості пов’язані почуття власної гідності, самовиховання і т.інш. Основні форми прояву самосвідомості пов’язані з усіма аспектами життя людини.Щоб сприяти своєчасному, гармонійному розвитку дитини на всіх вікових етапах, необхідно знати і враховувати вікові особливості фізичного та духовного розвитку дитини. З метою забезпечення умов розвитку особистісного потенціалу нового покоління суттєві зміни відбулись в системі освіти, вихованні. З перших днів навчання у школі вчитель навчає бути уважними, запам</w:t>
      </w:r>
      <w:r w:rsidRPr="001F4A8D">
        <w:rPr>
          <w:rFonts w:ascii="Times New Roman" w:hAnsi="Times New Roman"/>
          <w:sz w:val="28"/>
          <w:szCs w:val="28"/>
        </w:rPr>
        <w:t>’ятовувати мате</w:t>
      </w:r>
      <w:r w:rsidRPr="001F4A8D">
        <w:rPr>
          <w:rFonts w:ascii="Times New Roman" w:hAnsi="Times New Roman"/>
          <w:sz w:val="28"/>
          <w:szCs w:val="28"/>
          <w:lang w:val="uk-UA"/>
        </w:rPr>
        <w:t>ріал, спілкуватись з однолітками, розвивати свої здібності. Учні спостерігають за поведінкою один одного, намагаються наслідувати, чутливо сприймають зауваження та оцінку дорослих. Особливу увагу діти надають своїм результатам діяльності, спілкуванню, та як їх оцінюють. Для них є важливим, щоб позитив</w:t>
      </w:r>
      <w:r>
        <w:rPr>
          <w:rFonts w:ascii="Times New Roman" w:hAnsi="Times New Roman"/>
          <w:sz w:val="28"/>
          <w:szCs w:val="28"/>
          <w:lang w:val="uk-UA"/>
        </w:rPr>
        <w:t>на оцінка була загальновизнаною</w:t>
      </w:r>
      <w:r w:rsidRPr="001F4A8D">
        <w:rPr>
          <w:rFonts w:ascii="Times New Roman" w:hAnsi="Times New Roman"/>
          <w:sz w:val="28"/>
          <w:szCs w:val="28"/>
          <w:lang w:val="uk-UA"/>
        </w:rPr>
        <w:t>. Молодші школярі прагнуть бути найкращими, радіють успіхам і засмучуються при невдачах. У таких випадках важлива увага та підтримка дорослих, любов і розуміння. У формуванні самооцінки учнів важливу роль відіграють стосунки в учнівському колективі. Формується здатність керувати власною поведінкою, наполегливо  виконувати шкільні завдання при умові, що буде надано роз</w:t>
      </w:r>
      <w:r w:rsidRPr="001F4A8D">
        <w:rPr>
          <w:rFonts w:ascii="Times New Roman" w:hAnsi="Times New Roman"/>
          <w:sz w:val="28"/>
          <w:szCs w:val="28"/>
        </w:rPr>
        <w:t>’</w:t>
      </w:r>
      <w:r w:rsidRPr="001F4A8D">
        <w:rPr>
          <w:rFonts w:ascii="Times New Roman" w:hAnsi="Times New Roman"/>
          <w:sz w:val="28"/>
          <w:szCs w:val="28"/>
          <w:lang w:val="uk-UA"/>
        </w:rPr>
        <w:t>яснення, а самі завдання будуть цікавими. При взаємодії з однолітками дитина намагається об</w:t>
      </w:r>
      <w:r w:rsidRPr="001F4A8D">
        <w:rPr>
          <w:rFonts w:ascii="Times New Roman" w:hAnsi="Times New Roman"/>
          <w:sz w:val="28"/>
          <w:szCs w:val="28"/>
        </w:rPr>
        <w:t>’</w:t>
      </w:r>
      <w:r w:rsidRPr="001F4A8D">
        <w:rPr>
          <w:rFonts w:ascii="Times New Roman" w:hAnsi="Times New Roman"/>
          <w:sz w:val="28"/>
          <w:szCs w:val="28"/>
          <w:lang w:val="uk-UA"/>
        </w:rPr>
        <w:t>єктивно оцінювати свої фізичні, розумові сили,знаходить критерії для оцінки власних результатів діяльності. Такі висновки зробили при проведенні досліджень в своїх роботах психологи М.Й.Боришевський, І.М. Данилюк, Г.О. Карпова.</w:t>
      </w:r>
      <w:r w:rsidRPr="001F4A8D">
        <w:rPr>
          <w:rFonts w:ascii="Times New Roman" w:hAnsi="Times New Roman"/>
          <w:sz w:val="28"/>
          <w:szCs w:val="28"/>
        </w:rPr>
        <w:t>[ 1,</w:t>
      </w:r>
      <w:r w:rsidRPr="001F4A8D">
        <w:rPr>
          <w:rFonts w:ascii="Times New Roman" w:hAnsi="Times New Roman"/>
          <w:sz w:val="28"/>
          <w:szCs w:val="28"/>
          <w:lang w:val="uk-UA"/>
        </w:rPr>
        <w:t>с.118</w:t>
      </w:r>
      <w:r w:rsidRPr="003D2425">
        <w:rPr>
          <w:rFonts w:ascii="Times New Roman" w:hAnsi="Times New Roman"/>
          <w:sz w:val="28"/>
          <w:szCs w:val="28"/>
        </w:rPr>
        <w:t>]</w:t>
      </w:r>
      <w:r w:rsidRPr="001F4A8D">
        <w:rPr>
          <w:rFonts w:ascii="Times New Roman" w:hAnsi="Times New Roman"/>
          <w:sz w:val="28"/>
          <w:szCs w:val="28"/>
          <w:lang w:val="uk-UA"/>
        </w:rPr>
        <w:t xml:space="preserve"> При оволодінні знаннями  дитина вчиться узагальнювати, порівнювати, уявляти. Завдяки цим процесам вона починає формувати поняття про себе, свої можливості. Дитина прагне до самоствердження в таких видах діяльності, що підлягають суспільній оцінці, охоплюють сфери життя в яких раніше не було досвіду, щоб швидше наблизитись до дорослого. Формування самооцінки обумовлено емоційним враженням про себе. Уміння оцінювати себе та інших, ще не розвинене, тому важко зрозуміти критерії оцінки вчителя. Як визначав в своїх роботах  Л.І.Божович, криза  семи років – це період народження соціального </w:t>
      </w:r>
      <w:r>
        <w:rPr>
          <w:rFonts w:ascii="Times New Roman" w:hAnsi="Times New Roman"/>
          <w:sz w:val="28"/>
          <w:szCs w:val="28"/>
        </w:rPr>
        <w:t>“</w:t>
      </w:r>
      <w:r>
        <w:rPr>
          <w:rFonts w:ascii="Times New Roman" w:hAnsi="Times New Roman"/>
          <w:sz w:val="28"/>
          <w:szCs w:val="28"/>
          <w:lang w:val="uk-UA"/>
        </w:rPr>
        <w:t>Я</w:t>
      </w:r>
      <w:r w:rsidRPr="001F4A8D">
        <w:rPr>
          <w:rFonts w:ascii="Times New Roman" w:hAnsi="Times New Roman"/>
          <w:sz w:val="28"/>
          <w:szCs w:val="28"/>
        </w:rPr>
        <w:t>”</w:t>
      </w:r>
      <w:r w:rsidRPr="001F4A8D">
        <w:rPr>
          <w:rFonts w:ascii="Times New Roman" w:hAnsi="Times New Roman"/>
          <w:sz w:val="28"/>
          <w:szCs w:val="28"/>
          <w:lang w:val="uk-UA"/>
        </w:rPr>
        <w:t xml:space="preserve"> дитини. Зміна самосвідомості здійснює переоцінку цінностей.[1,с.223] Поступово навчальна діяльність виходить на перше місце, а гра перестає бути  основним видом діяльності. Байдужість, не обґрунтовані вимоги батьків не заохочують дитину визнавати і виправляти помилки, а провокують на образи, уникнення спілкування, приховування результатів. Своєчасна надана допомога забезпечує відвертість, щирість та зближення між батьками та дітьми. Дитина буде намагатись уважно виконувати поради дорослих, наслідувати їх прикладу. При проведенні дослідження на виявлення умов формування самооцінки Куперсміт  розглядав вплив сім</w:t>
      </w:r>
      <w:r w:rsidRPr="001F4A8D">
        <w:rPr>
          <w:rFonts w:ascii="Times New Roman" w:hAnsi="Times New Roman"/>
          <w:sz w:val="28"/>
          <w:szCs w:val="28"/>
        </w:rPr>
        <w:t>’</w:t>
      </w:r>
      <w:r>
        <w:rPr>
          <w:rFonts w:ascii="Times New Roman" w:hAnsi="Times New Roman"/>
          <w:sz w:val="28"/>
          <w:szCs w:val="28"/>
          <w:lang w:val="uk-UA"/>
        </w:rPr>
        <w:t>ї</w:t>
      </w:r>
      <w:r w:rsidRPr="001F4A8D">
        <w:rPr>
          <w:rFonts w:ascii="Times New Roman" w:hAnsi="Times New Roman"/>
          <w:sz w:val="28"/>
          <w:szCs w:val="28"/>
          <w:lang w:val="uk-UA"/>
        </w:rPr>
        <w:t>, як важливого фактору. Результати дослідження дозволили зробити певні висновки.  Низька самооцінка дитини була визначена в сім</w:t>
      </w:r>
      <w:r w:rsidRPr="001F4A8D">
        <w:rPr>
          <w:rFonts w:ascii="Times New Roman" w:hAnsi="Times New Roman"/>
          <w:sz w:val="28"/>
          <w:szCs w:val="28"/>
        </w:rPr>
        <w:t>’</w:t>
      </w:r>
      <w:r w:rsidRPr="001F4A8D">
        <w:rPr>
          <w:rFonts w:ascii="Times New Roman" w:hAnsi="Times New Roman"/>
          <w:sz w:val="28"/>
          <w:szCs w:val="28"/>
          <w:lang w:val="uk-UA"/>
        </w:rPr>
        <w:t>ях, де батьки прагнули сформувати поведінку підкорення, пристосування, без пояснення вимог. Більш орієнтованими на думку інших  є діти в сім’ях  з надмірною батьківською  опікою. Високий рівень самооцінки було визначено у дітей в сім</w:t>
      </w:r>
      <w:r w:rsidRPr="001F4A8D">
        <w:rPr>
          <w:rFonts w:ascii="Times New Roman" w:hAnsi="Times New Roman"/>
          <w:sz w:val="28"/>
          <w:szCs w:val="28"/>
        </w:rPr>
        <w:t>’</w:t>
      </w:r>
      <w:r w:rsidRPr="001F4A8D">
        <w:rPr>
          <w:rFonts w:ascii="Times New Roman" w:hAnsi="Times New Roman"/>
          <w:sz w:val="28"/>
          <w:szCs w:val="28"/>
          <w:lang w:val="uk-UA"/>
        </w:rPr>
        <w:t>ях  з традиціями, повагою, дотримання правил, обґрунтованими вимогами. Коли батьки є прикладом поведінки з повагою, підтримкою, дитина легко засвоює такий приклад поведінки по відношенню до себе та оточуючих. Встановлений взаємозв’язок між високою самооцінкою та рівнем вимог в сімейному вихованні пояснюється тим, що зовнішній контроль забезпечує формування у дитини здібності до внутрішнього самоконтролю. Коли дитина засвоює від батьків норми правильної поведінки, то отримує досвід у вирішенні задач. Соціальне оточення сприймається більш впорядкованим, знижується рівень тривожності, з’являється впевненість, що забезпечує ефективну взаємодію з оточуючими. Низька самооцінка виникає в наслідок того, що соціальне підтвердження поведінки дитини має непос</w:t>
      </w:r>
      <w:r>
        <w:rPr>
          <w:rFonts w:ascii="Times New Roman" w:hAnsi="Times New Roman"/>
          <w:sz w:val="28"/>
          <w:szCs w:val="28"/>
          <w:lang w:val="uk-UA"/>
        </w:rPr>
        <w:t>лідовний характер. Обгрунтовані</w:t>
      </w:r>
      <w:r w:rsidRPr="001F4A8D">
        <w:rPr>
          <w:rFonts w:ascii="Times New Roman" w:hAnsi="Times New Roman"/>
          <w:sz w:val="28"/>
          <w:szCs w:val="28"/>
          <w:lang w:val="uk-UA"/>
        </w:rPr>
        <w:t xml:space="preserve"> вимоги та  і правила поведінки сприяють більш чіткому формуванню у дитини образу Я. Він отримує можливість на ранніх етапах розвитку навчитись розрізняти між бажаним та реальним, усвідомлювати різницю між собою та іншими. Об’єктивна вимогливість батьків з демонстрацією власних прикладів, сприймається, як батьківська опіка та турбота про майбутнє дитини.</w:t>
      </w:r>
      <w:r>
        <w:rPr>
          <w:rFonts w:ascii="Times New Roman" w:hAnsi="Times New Roman"/>
          <w:sz w:val="28"/>
          <w:szCs w:val="28"/>
          <w:lang w:val="uk-UA"/>
        </w:rPr>
        <w:t xml:space="preserve"> </w:t>
      </w:r>
      <w:r w:rsidRPr="001F4A8D">
        <w:rPr>
          <w:rFonts w:ascii="Times New Roman" w:hAnsi="Times New Roman"/>
          <w:sz w:val="28"/>
          <w:szCs w:val="28"/>
          <w:lang w:val="uk-UA"/>
        </w:rPr>
        <w:t>У своїх роботах Куперсміт  визначає, що самооцінка не є результатом дії одного фактору в поведінці батьків, а об’єднує ряд позитивних умов і одночасно мінімізує негативні, що у сукупності складає сімейні взаємостосунки. Отримані результати необхідно враховувати, але водночас не дозволяють стверджувати про безпосередній в</w:t>
      </w:r>
      <w:r>
        <w:rPr>
          <w:rFonts w:ascii="Times New Roman" w:hAnsi="Times New Roman"/>
          <w:sz w:val="28"/>
          <w:szCs w:val="28"/>
          <w:lang w:val="uk-UA"/>
        </w:rPr>
        <w:t>п</w:t>
      </w:r>
      <w:r w:rsidRPr="001F4A8D">
        <w:rPr>
          <w:rFonts w:ascii="Times New Roman" w:hAnsi="Times New Roman"/>
          <w:sz w:val="28"/>
          <w:szCs w:val="28"/>
          <w:lang w:val="uk-UA"/>
        </w:rPr>
        <w:t>лив на формування самооцінки в цілому. При проведенні досліджень виникають нові чинники, які можуть впливати на самооцінку. Психічний розвиток особистості пов’язаний з самосвід</w:t>
      </w:r>
      <w:r>
        <w:rPr>
          <w:rFonts w:ascii="Times New Roman" w:hAnsi="Times New Roman"/>
          <w:sz w:val="28"/>
          <w:szCs w:val="28"/>
          <w:lang w:val="uk-UA"/>
        </w:rPr>
        <w:t>омістю, яка проявляється у само</w:t>
      </w:r>
      <w:r w:rsidRPr="001F4A8D">
        <w:rPr>
          <w:rFonts w:ascii="Times New Roman" w:hAnsi="Times New Roman"/>
          <w:sz w:val="28"/>
          <w:szCs w:val="28"/>
          <w:lang w:val="uk-UA"/>
        </w:rPr>
        <w:t xml:space="preserve">оцінюванні. Важливою стороною самосвідомості підліткає потреба у самоствердженні. Соціальна активність виявляється у збільшенні спрямованості на засвоєння норм. Оцінка своїх якостей залежить від системи цінностей, пріоритетів, які були засвоєні під впливом сім’ї, взаємодії з однолітками, </w:t>
      </w:r>
      <w:r>
        <w:rPr>
          <w:rFonts w:ascii="Times New Roman" w:hAnsi="Times New Roman"/>
          <w:sz w:val="28"/>
          <w:szCs w:val="28"/>
          <w:lang w:val="uk-UA"/>
        </w:rPr>
        <w:t xml:space="preserve">навчанні у </w:t>
      </w:r>
      <w:r w:rsidRPr="001F4A8D">
        <w:rPr>
          <w:rFonts w:ascii="Times New Roman" w:hAnsi="Times New Roman"/>
          <w:sz w:val="28"/>
          <w:szCs w:val="28"/>
          <w:lang w:val="uk-UA"/>
        </w:rPr>
        <w:t>школі.</w:t>
      </w:r>
      <w:r>
        <w:rPr>
          <w:rFonts w:ascii="Times New Roman" w:hAnsi="Times New Roman"/>
          <w:sz w:val="28"/>
          <w:szCs w:val="28"/>
          <w:lang w:val="uk-UA"/>
        </w:rPr>
        <w:t xml:space="preserve"> Самоствердження, це закономірний процес, що проявляється у спрямованості підлітка на виділення і реалізацію своєї </w:t>
      </w:r>
      <w:r w:rsidRPr="00137CED">
        <w:rPr>
          <w:rFonts w:ascii="Times New Roman" w:hAnsi="Times New Roman"/>
          <w:sz w:val="28"/>
          <w:szCs w:val="28"/>
          <w:lang w:val="uk-UA"/>
        </w:rPr>
        <w:t>“</w:t>
      </w:r>
      <w:r>
        <w:rPr>
          <w:rFonts w:ascii="Times New Roman" w:hAnsi="Times New Roman"/>
          <w:sz w:val="28"/>
          <w:szCs w:val="28"/>
          <w:lang w:val="uk-UA"/>
        </w:rPr>
        <w:t>самості</w:t>
      </w:r>
      <w:r w:rsidRPr="00137CED">
        <w:rPr>
          <w:rFonts w:ascii="Times New Roman" w:hAnsi="Times New Roman"/>
          <w:sz w:val="28"/>
          <w:szCs w:val="28"/>
          <w:lang w:val="uk-UA"/>
        </w:rPr>
        <w:t>”.</w:t>
      </w:r>
      <w:r>
        <w:rPr>
          <w:rFonts w:ascii="Times New Roman" w:hAnsi="Times New Roman"/>
          <w:sz w:val="28"/>
          <w:szCs w:val="28"/>
          <w:lang w:val="uk-UA"/>
        </w:rPr>
        <w:t xml:space="preserve"> Потребою у самоствердженні є і трансформація естетичної сторони </w:t>
      </w:r>
      <w:r w:rsidRPr="00137CED">
        <w:rPr>
          <w:rFonts w:ascii="Times New Roman" w:hAnsi="Times New Roman"/>
          <w:sz w:val="28"/>
          <w:szCs w:val="28"/>
          <w:lang w:val="uk-UA"/>
        </w:rPr>
        <w:t>“</w:t>
      </w:r>
      <w:r>
        <w:rPr>
          <w:rFonts w:ascii="Times New Roman" w:hAnsi="Times New Roman"/>
          <w:sz w:val="28"/>
          <w:szCs w:val="28"/>
          <w:lang w:val="uk-UA"/>
        </w:rPr>
        <w:t>Я</w:t>
      </w:r>
      <w:r w:rsidRPr="00137CED">
        <w:rPr>
          <w:rFonts w:ascii="Times New Roman" w:hAnsi="Times New Roman"/>
          <w:sz w:val="28"/>
          <w:szCs w:val="28"/>
          <w:lang w:val="uk-UA"/>
        </w:rPr>
        <w:t>”</w:t>
      </w:r>
      <w:r>
        <w:rPr>
          <w:rFonts w:ascii="Times New Roman" w:hAnsi="Times New Roman"/>
          <w:sz w:val="28"/>
          <w:szCs w:val="28"/>
          <w:lang w:val="uk-UA"/>
        </w:rPr>
        <w:t xml:space="preserve"> образу. Так характерним є увага до власної зовнішності, демонстративність. Але при цьому підліток наочно демонструє свою психологічну залежність до однолітків і водночас проявляти егоцентричну позицію. Полярні позиції свідчать про формування поглядів, цінностей, через оцінку себе та оцінку оточуючих. Різні  аспекти Я, які виникають у самосвідомості підлітка, відображають різні уявлення про себе – як реальні, так і ідеальні. Розуміння даного процесу трансформації, та своєчасно надана психологічна підтримка сприяє гармонійному розвитку особистості,  ефективній взаємодії з оточуючими, активній позиції та реалізації  власного потенціалу.</w:t>
      </w:r>
    </w:p>
    <w:p w:rsidR="005E0062" w:rsidRPr="0005495B" w:rsidRDefault="005E0062" w:rsidP="0005495B">
      <w:pPr>
        <w:spacing w:after="0" w:line="360" w:lineRule="auto"/>
        <w:jc w:val="both"/>
        <w:rPr>
          <w:rFonts w:ascii="Times New Roman" w:hAnsi="Times New Roman"/>
          <w:b/>
          <w:sz w:val="28"/>
          <w:szCs w:val="28"/>
          <w:lang w:val="uk-UA"/>
        </w:rPr>
      </w:pPr>
      <w:r w:rsidRPr="0005495B">
        <w:rPr>
          <w:rFonts w:ascii="Times New Roman" w:hAnsi="Times New Roman"/>
          <w:b/>
          <w:sz w:val="28"/>
          <w:szCs w:val="28"/>
          <w:lang w:val="uk-UA"/>
        </w:rPr>
        <w:t xml:space="preserve">Джерела:   </w:t>
      </w:r>
    </w:p>
    <w:p w:rsidR="005E0062" w:rsidRPr="001F4A8D" w:rsidRDefault="005E0062" w:rsidP="0005495B">
      <w:pPr>
        <w:pStyle w:val="ListParagraph"/>
        <w:numPr>
          <w:ilvl w:val="0"/>
          <w:numId w:val="1"/>
        </w:numPr>
        <w:spacing w:after="0" w:line="360" w:lineRule="auto"/>
        <w:ind w:left="0" w:firstLine="0"/>
        <w:jc w:val="both"/>
        <w:rPr>
          <w:rFonts w:ascii="Times New Roman" w:hAnsi="Times New Roman"/>
          <w:sz w:val="28"/>
          <w:szCs w:val="28"/>
          <w:lang w:val="uk-UA"/>
        </w:rPr>
      </w:pPr>
      <w:r w:rsidRPr="001F4A8D">
        <w:rPr>
          <w:rFonts w:ascii="Times New Roman" w:hAnsi="Times New Roman"/>
          <w:sz w:val="28"/>
          <w:szCs w:val="28"/>
          <w:lang w:val="uk-UA"/>
        </w:rPr>
        <w:t>Вікова та педагогічна психологія: Навч.посіб./ О.В. Скрипченко, Л.В. Долинська, З.В. Огороднійчук та ін. – К.:Просвіта, 2001. – 416 с.</w:t>
      </w:r>
    </w:p>
    <w:p w:rsidR="005E0062" w:rsidRPr="001F4A8D" w:rsidRDefault="005E0062" w:rsidP="0005495B">
      <w:pPr>
        <w:pStyle w:val="ListParagraph"/>
        <w:numPr>
          <w:ilvl w:val="0"/>
          <w:numId w:val="1"/>
        </w:numPr>
        <w:spacing w:after="0" w:line="360" w:lineRule="auto"/>
        <w:ind w:left="0" w:firstLine="0"/>
        <w:jc w:val="both"/>
        <w:rPr>
          <w:rFonts w:ascii="Times New Roman" w:hAnsi="Times New Roman"/>
          <w:sz w:val="28"/>
          <w:szCs w:val="28"/>
          <w:lang w:val="uk-UA"/>
        </w:rPr>
      </w:pPr>
      <w:r w:rsidRPr="001F4A8D">
        <w:rPr>
          <w:rFonts w:ascii="Times New Roman" w:hAnsi="Times New Roman"/>
          <w:sz w:val="28"/>
          <w:szCs w:val="28"/>
          <w:lang w:val="uk-UA"/>
        </w:rPr>
        <w:t>Максименко С.Д.,Соловієнко В.О.Загальна психологія</w:t>
      </w:r>
      <w:r w:rsidRPr="001F4A8D">
        <w:rPr>
          <w:rFonts w:ascii="Times New Roman" w:hAnsi="Times New Roman"/>
          <w:sz w:val="28"/>
          <w:szCs w:val="28"/>
        </w:rPr>
        <w:t>: Навч.пос</w:t>
      </w:r>
      <w:r w:rsidRPr="001F4A8D">
        <w:rPr>
          <w:rFonts w:ascii="Times New Roman" w:hAnsi="Times New Roman"/>
          <w:sz w:val="28"/>
          <w:szCs w:val="28"/>
          <w:lang w:val="uk-UA"/>
        </w:rPr>
        <w:t>і</w:t>
      </w:r>
      <w:r w:rsidRPr="001F4A8D">
        <w:rPr>
          <w:rFonts w:ascii="Times New Roman" w:hAnsi="Times New Roman"/>
          <w:sz w:val="28"/>
          <w:szCs w:val="28"/>
        </w:rPr>
        <w:t xml:space="preserve">б. – </w:t>
      </w:r>
    </w:p>
    <w:p w:rsidR="005E0062" w:rsidRPr="001F4A8D" w:rsidRDefault="005E0062" w:rsidP="0005495B">
      <w:pPr>
        <w:pStyle w:val="ListParagraph"/>
        <w:spacing w:after="0" w:line="360" w:lineRule="auto"/>
        <w:ind w:left="0"/>
        <w:jc w:val="both"/>
        <w:rPr>
          <w:rFonts w:ascii="Times New Roman" w:hAnsi="Times New Roman"/>
          <w:sz w:val="28"/>
          <w:szCs w:val="28"/>
        </w:rPr>
      </w:pPr>
      <w:r w:rsidRPr="001F4A8D">
        <w:rPr>
          <w:rFonts w:ascii="Times New Roman" w:hAnsi="Times New Roman"/>
          <w:sz w:val="28"/>
          <w:szCs w:val="28"/>
        </w:rPr>
        <w:t>2 – ге вид., - К: МАУП, 2001. – 256с.</w:t>
      </w:r>
    </w:p>
    <w:p w:rsidR="005E0062" w:rsidRPr="001F4A8D" w:rsidRDefault="005E0062" w:rsidP="0005495B">
      <w:pPr>
        <w:pStyle w:val="ListParagraph"/>
        <w:numPr>
          <w:ilvl w:val="0"/>
          <w:numId w:val="1"/>
        </w:numPr>
        <w:spacing w:after="0" w:line="360" w:lineRule="auto"/>
        <w:ind w:left="0" w:firstLine="0"/>
        <w:jc w:val="both"/>
        <w:rPr>
          <w:rFonts w:ascii="Times New Roman" w:hAnsi="Times New Roman"/>
          <w:sz w:val="28"/>
          <w:szCs w:val="28"/>
        </w:rPr>
      </w:pPr>
      <w:r w:rsidRPr="001F4A8D">
        <w:rPr>
          <w:rFonts w:ascii="Times New Roman" w:hAnsi="Times New Roman"/>
          <w:sz w:val="28"/>
          <w:szCs w:val="28"/>
        </w:rPr>
        <w:t>Психологические особенности самосознания подростка/ Под ред. М.Й.Боришевского. – К</w:t>
      </w:r>
      <w:r w:rsidRPr="0005495B">
        <w:rPr>
          <w:rFonts w:ascii="Times New Roman" w:hAnsi="Times New Roman"/>
          <w:sz w:val="28"/>
          <w:szCs w:val="28"/>
        </w:rPr>
        <w:t xml:space="preserve">: </w:t>
      </w:r>
      <w:r w:rsidRPr="001F4A8D">
        <w:rPr>
          <w:rFonts w:ascii="Times New Roman" w:hAnsi="Times New Roman"/>
          <w:sz w:val="28"/>
          <w:szCs w:val="28"/>
        </w:rPr>
        <w:t>Вища школа, 1980. – 168с.</w:t>
      </w:r>
    </w:p>
    <w:p w:rsidR="005E0062" w:rsidRPr="001F4A8D" w:rsidRDefault="005E0062" w:rsidP="0005495B">
      <w:pPr>
        <w:pStyle w:val="ListParagraph"/>
        <w:numPr>
          <w:ilvl w:val="0"/>
          <w:numId w:val="1"/>
        </w:numPr>
        <w:spacing w:after="0" w:line="360" w:lineRule="auto"/>
        <w:ind w:left="0" w:firstLine="0"/>
        <w:jc w:val="both"/>
        <w:rPr>
          <w:rFonts w:ascii="Times New Roman" w:hAnsi="Times New Roman"/>
          <w:sz w:val="28"/>
          <w:szCs w:val="28"/>
        </w:rPr>
      </w:pPr>
      <w:r w:rsidRPr="001F4A8D">
        <w:rPr>
          <w:rFonts w:ascii="Times New Roman" w:hAnsi="Times New Roman"/>
          <w:sz w:val="28"/>
          <w:szCs w:val="28"/>
        </w:rPr>
        <w:t xml:space="preserve">Психология самосознания. Хрестоматия. – Самара: Издательский Дом </w:t>
      </w:r>
    </w:p>
    <w:p w:rsidR="005E0062" w:rsidRPr="001F4A8D" w:rsidRDefault="005E0062" w:rsidP="0005495B">
      <w:pPr>
        <w:pStyle w:val="ListParagraph"/>
        <w:spacing w:after="0" w:line="360" w:lineRule="auto"/>
        <w:ind w:left="0"/>
        <w:jc w:val="both"/>
        <w:rPr>
          <w:rFonts w:ascii="Times New Roman" w:hAnsi="Times New Roman"/>
          <w:sz w:val="28"/>
          <w:szCs w:val="28"/>
        </w:rPr>
      </w:pPr>
      <w:r w:rsidRPr="001F4A8D">
        <w:rPr>
          <w:rFonts w:ascii="Times New Roman" w:hAnsi="Times New Roman"/>
          <w:sz w:val="28"/>
          <w:szCs w:val="28"/>
          <w:lang w:val="en-US"/>
        </w:rPr>
        <w:t>“</w:t>
      </w:r>
      <w:r w:rsidRPr="001F4A8D">
        <w:rPr>
          <w:rFonts w:ascii="Times New Roman" w:hAnsi="Times New Roman"/>
          <w:sz w:val="28"/>
          <w:szCs w:val="28"/>
        </w:rPr>
        <w:t xml:space="preserve">БАХРАХ – М </w:t>
      </w:r>
      <w:r w:rsidRPr="001F4A8D">
        <w:rPr>
          <w:rFonts w:ascii="Times New Roman" w:hAnsi="Times New Roman"/>
          <w:sz w:val="28"/>
          <w:szCs w:val="28"/>
          <w:lang w:val="en-US"/>
        </w:rPr>
        <w:t>”</w:t>
      </w:r>
      <w:r w:rsidRPr="001F4A8D">
        <w:rPr>
          <w:rFonts w:ascii="Times New Roman" w:hAnsi="Times New Roman"/>
          <w:sz w:val="28"/>
          <w:szCs w:val="28"/>
        </w:rPr>
        <w:t>, 2003 – 672.</w:t>
      </w:r>
    </w:p>
    <w:p w:rsidR="005E0062" w:rsidRPr="00D74FDC" w:rsidRDefault="005E0062" w:rsidP="0005495B">
      <w:pPr>
        <w:pStyle w:val="ListParagraph"/>
        <w:numPr>
          <w:ilvl w:val="0"/>
          <w:numId w:val="1"/>
        </w:numPr>
        <w:spacing w:after="0" w:line="360" w:lineRule="auto"/>
        <w:ind w:left="0" w:firstLine="0"/>
        <w:jc w:val="both"/>
        <w:rPr>
          <w:rFonts w:ascii="Times New Roman" w:hAnsi="Times New Roman"/>
          <w:sz w:val="28"/>
          <w:szCs w:val="28"/>
        </w:rPr>
      </w:pPr>
      <w:r w:rsidRPr="001F4A8D">
        <w:rPr>
          <w:rFonts w:ascii="Times New Roman" w:hAnsi="Times New Roman"/>
          <w:sz w:val="28"/>
          <w:szCs w:val="28"/>
        </w:rPr>
        <w:t>Самосознание и защитные механизмы личности. Хрестоматия. - Самара: Издательский Дом “ БАХРАХ – М ”, 2003 – 656.</w:t>
      </w:r>
    </w:p>
    <w:p w:rsidR="005E0062" w:rsidRDefault="005E0062" w:rsidP="0005495B">
      <w:pPr>
        <w:pStyle w:val="ListParagraph"/>
        <w:spacing w:after="0" w:line="360" w:lineRule="auto"/>
        <w:ind w:left="0"/>
        <w:jc w:val="both"/>
        <w:rPr>
          <w:rFonts w:ascii="Times New Roman" w:hAnsi="Times New Roman"/>
          <w:sz w:val="28"/>
          <w:szCs w:val="28"/>
          <w:lang w:val="uk-UA"/>
        </w:rPr>
      </w:pPr>
    </w:p>
    <w:p w:rsidR="005E0062" w:rsidRPr="00F52E17" w:rsidRDefault="005E0062" w:rsidP="0005495B">
      <w:pPr>
        <w:spacing w:after="0" w:line="360" w:lineRule="auto"/>
        <w:jc w:val="center"/>
        <w:rPr>
          <w:rFonts w:ascii="Times New Roman" w:hAnsi="Times New Roman"/>
          <w:sz w:val="28"/>
          <w:szCs w:val="28"/>
        </w:rPr>
      </w:pPr>
    </w:p>
    <w:p w:rsidR="005E0062" w:rsidRPr="003D2425" w:rsidRDefault="005E0062" w:rsidP="0005495B">
      <w:pPr>
        <w:spacing w:after="0" w:line="360" w:lineRule="auto"/>
        <w:ind w:left="-567" w:firstLine="567"/>
        <w:jc w:val="both"/>
        <w:rPr>
          <w:rFonts w:ascii="Times New Roman" w:hAnsi="Times New Roman"/>
          <w:sz w:val="28"/>
          <w:szCs w:val="28"/>
        </w:rPr>
      </w:pPr>
    </w:p>
    <w:p w:rsidR="005E0062" w:rsidRPr="00F9389E" w:rsidRDefault="005E0062" w:rsidP="0005495B">
      <w:pPr>
        <w:spacing w:after="0" w:line="360" w:lineRule="auto"/>
        <w:rPr>
          <w:rFonts w:ascii="Times New Roman" w:hAnsi="Times New Roman"/>
          <w:sz w:val="28"/>
          <w:szCs w:val="28"/>
        </w:rPr>
      </w:pPr>
    </w:p>
    <w:sectPr w:rsidR="005E0062" w:rsidRPr="00F9389E" w:rsidSect="00F52E1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A24B1"/>
    <w:multiLevelType w:val="hybridMultilevel"/>
    <w:tmpl w:val="FF4484B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2425"/>
    <w:rsid w:val="0005495B"/>
    <w:rsid w:val="0006358E"/>
    <w:rsid w:val="00137CED"/>
    <w:rsid w:val="001D5E90"/>
    <w:rsid w:val="001F4A8D"/>
    <w:rsid w:val="003163F9"/>
    <w:rsid w:val="003D2425"/>
    <w:rsid w:val="0042433C"/>
    <w:rsid w:val="005E0062"/>
    <w:rsid w:val="00686AE0"/>
    <w:rsid w:val="007D0A00"/>
    <w:rsid w:val="00856AA3"/>
    <w:rsid w:val="008F042D"/>
    <w:rsid w:val="00AC6464"/>
    <w:rsid w:val="00BB686C"/>
    <w:rsid w:val="00D74FDC"/>
    <w:rsid w:val="00E84A51"/>
    <w:rsid w:val="00F46195"/>
    <w:rsid w:val="00F52E17"/>
    <w:rsid w:val="00F9389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58E"/>
    <w:pPr>
      <w:spacing w:after="200" w:line="276" w:lineRule="auto"/>
    </w:pPr>
    <w:rPr>
      <w:lang w:val="ru-RU" w:eastAsia="ru-RU"/>
    </w:rPr>
  </w:style>
  <w:style w:type="paragraph" w:styleId="Heading1">
    <w:name w:val="heading 1"/>
    <w:basedOn w:val="Normal"/>
    <w:next w:val="Normal"/>
    <w:link w:val="Heading1Char"/>
    <w:uiPriority w:val="99"/>
    <w:qFormat/>
    <w:rsid w:val="00856AA3"/>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AA3"/>
    <w:rPr>
      <w:rFonts w:ascii="Cambria" w:hAnsi="Cambria" w:cs="Times New Roman"/>
      <w:b/>
      <w:bCs/>
      <w:color w:val="365F91"/>
      <w:sz w:val="28"/>
      <w:szCs w:val="28"/>
    </w:rPr>
  </w:style>
  <w:style w:type="paragraph" w:styleId="ListParagraph">
    <w:name w:val="List Paragraph"/>
    <w:basedOn w:val="Normal"/>
    <w:uiPriority w:val="99"/>
    <w:qFormat/>
    <w:rsid w:val="003D2425"/>
    <w:pPr>
      <w:ind w:left="720"/>
      <w:contextualSpacing/>
    </w:pPr>
  </w:style>
  <w:style w:type="paragraph" w:styleId="DocumentMap">
    <w:name w:val="Document Map"/>
    <w:basedOn w:val="Normal"/>
    <w:link w:val="DocumentMapChar"/>
    <w:uiPriority w:val="99"/>
    <w:semiHidden/>
    <w:rsid w:val="00856AA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856A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7270</Words>
  <Characters>4145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dc:creator>
  <cp:keywords/>
  <dc:description/>
  <cp:lastModifiedBy>Admin</cp:lastModifiedBy>
  <cp:revision>3</cp:revision>
  <dcterms:created xsi:type="dcterms:W3CDTF">2016-05-28T12:03:00Z</dcterms:created>
  <dcterms:modified xsi:type="dcterms:W3CDTF">2016-05-28T15:10:00Z</dcterms:modified>
</cp:coreProperties>
</file>