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FBA" w:rsidRPr="00DB5ED6" w:rsidRDefault="00974FBA" w:rsidP="00D30883">
      <w:pPr>
        <w:spacing w:after="0" w:line="360" w:lineRule="auto"/>
        <w:ind w:firstLine="709"/>
        <w:jc w:val="right"/>
        <w:rPr>
          <w:rFonts w:ascii="Times New Roman" w:hAnsi="Times New Roman"/>
          <w:b/>
          <w:sz w:val="28"/>
          <w:szCs w:val="28"/>
        </w:rPr>
      </w:pPr>
      <w:r w:rsidRPr="00DB5ED6">
        <w:rPr>
          <w:rFonts w:ascii="Times New Roman" w:hAnsi="Times New Roman"/>
          <w:b/>
          <w:sz w:val="28"/>
          <w:szCs w:val="28"/>
        </w:rPr>
        <w:t xml:space="preserve">Ганна Мартинюк </w:t>
      </w:r>
    </w:p>
    <w:p w:rsidR="00974FBA" w:rsidRPr="00DB5ED6" w:rsidRDefault="00974FBA" w:rsidP="00D30883">
      <w:pPr>
        <w:spacing w:after="0" w:line="360" w:lineRule="auto"/>
        <w:ind w:firstLine="709"/>
        <w:jc w:val="right"/>
        <w:rPr>
          <w:rFonts w:ascii="Times New Roman" w:hAnsi="Times New Roman"/>
          <w:b/>
          <w:sz w:val="28"/>
          <w:szCs w:val="28"/>
        </w:rPr>
      </w:pPr>
      <w:r w:rsidRPr="00DB5ED6">
        <w:rPr>
          <w:rFonts w:ascii="Times New Roman" w:hAnsi="Times New Roman"/>
          <w:b/>
          <w:sz w:val="28"/>
          <w:szCs w:val="28"/>
        </w:rPr>
        <w:t xml:space="preserve"> (Переяслав-Хмельницький, Україна)</w:t>
      </w:r>
    </w:p>
    <w:p w:rsidR="00974FBA" w:rsidRPr="002240C2" w:rsidRDefault="00974FBA" w:rsidP="00737761">
      <w:pPr>
        <w:tabs>
          <w:tab w:val="left" w:pos="709"/>
        </w:tabs>
        <w:spacing w:after="0" w:line="360" w:lineRule="auto"/>
        <w:ind w:firstLine="709"/>
        <w:jc w:val="right"/>
        <w:rPr>
          <w:rFonts w:ascii="Times New Roman" w:hAnsi="Times New Roman"/>
          <w:b/>
          <w:sz w:val="28"/>
          <w:szCs w:val="28"/>
        </w:rPr>
      </w:pPr>
      <w:bookmarkStart w:id="0" w:name="_GoBack"/>
      <w:bookmarkEnd w:id="0"/>
    </w:p>
    <w:p w:rsidR="00974FBA" w:rsidRPr="00DB5ED6" w:rsidRDefault="00974FBA" w:rsidP="007C782E">
      <w:pPr>
        <w:tabs>
          <w:tab w:val="left" w:pos="709"/>
        </w:tabs>
        <w:spacing w:after="0" w:line="360" w:lineRule="auto"/>
        <w:ind w:firstLine="709"/>
        <w:jc w:val="center"/>
        <w:rPr>
          <w:rFonts w:ascii="Times New Roman" w:hAnsi="Times New Roman"/>
          <w:b/>
          <w:sz w:val="28"/>
          <w:szCs w:val="28"/>
        </w:rPr>
      </w:pPr>
      <w:r w:rsidRPr="00DB5ED6">
        <w:rPr>
          <w:rFonts w:ascii="Times New Roman" w:hAnsi="Times New Roman"/>
          <w:b/>
          <w:sz w:val="28"/>
          <w:szCs w:val="28"/>
        </w:rPr>
        <w:t>АНАЛІЗ МЕТОДИЧНИХ ПРИЙОМІВ РОЗВ’ЯЗУВАННЯ КОМБІНАТОРНИХ ЗАДАЧ У 5-9 КЛАСАХ</w:t>
      </w:r>
    </w:p>
    <w:p w:rsidR="00974FBA" w:rsidRPr="002240C2" w:rsidRDefault="00974FBA" w:rsidP="007C782E">
      <w:pPr>
        <w:tabs>
          <w:tab w:val="left" w:pos="709"/>
        </w:tabs>
        <w:spacing w:after="0" w:line="360" w:lineRule="auto"/>
        <w:ind w:firstLine="709"/>
        <w:jc w:val="center"/>
        <w:rPr>
          <w:rFonts w:ascii="Times New Roman" w:hAnsi="Times New Roman"/>
          <w:sz w:val="28"/>
          <w:szCs w:val="28"/>
        </w:rPr>
      </w:pPr>
    </w:p>
    <w:p w:rsidR="00974FBA" w:rsidRPr="002240C2" w:rsidRDefault="00974FBA" w:rsidP="00832309">
      <w:pPr>
        <w:spacing w:after="0" w:line="360" w:lineRule="auto"/>
        <w:ind w:firstLine="709"/>
        <w:jc w:val="both"/>
        <w:rPr>
          <w:rFonts w:ascii="Times New Roman" w:eastAsia="Batang" w:hAnsi="Times New Roman"/>
          <w:sz w:val="28"/>
          <w:szCs w:val="28"/>
        </w:rPr>
      </w:pPr>
      <w:r w:rsidRPr="002240C2">
        <w:rPr>
          <w:rFonts w:ascii="Times New Roman" w:hAnsi="Times New Roman"/>
          <w:sz w:val="28"/>
          <w:szCs w:val="28"/>
        </w:rPr>
        <w:t xml:space="preserve">Комбінаторика – це розділ математики, в якому вивчаються операції над скінченними множинами та задачі, пов’язані з цими операціями. З комбінаторними задачами доводиться мати справу фізикам, хімікам, біологам, лінгвістам, шифрувальникам. Комбінаторні методи лежать в основі розв’язування багатьох задач теорії ймовірностей та її застосувань. </w:t>
      </w:r>
    </w:p>
    <w:p w:rsidR="00974FBA" w:rsidRPr="002240C2" w:rsidRDefault="00974FBA" w:rsidP="00832309">
      <w:pPr>
        <w:tabs>
          <w:tab w:val="left" w:pos="709"/>
        </w:tabs>
        <w:spacing w:after="0" w:line="360" w:lineRule="auto"/>
        <w:ind w:firstLine="709"/>
        <w:jc w:val="both"/>
        <w:rPr>
          <w:rFonts w:ascii="Times New Roman" w:hAnsi="Times New Roman"/>
          <w:sz w:val="28"/>
          <w:szCs w:val="28"/>
        </w:rPr>
      </w:pPr>
      <w:r w:rsidRPr="002240C2">
        <w:rPr>
          <w:rFonts w:ascii="Times New Roman" w:hAnsi="Times New Roman"/>
          <w:sz w:val="28"/>
          <w:szCs w:val="28"/>
        </w:rPr>
        <w:t>Задача називається «комбінаторною», якщо її розв’язання зводиться в перебір елементів із деякої множини.</w:t>
      </w:r>
      <w:r>
        <w:rPr>
          <w:rFonts w:ascii="Times New Roman" w:hAnsi="Times New Roman"/>
          <w:sz w:val="28"/>
          <w:szCs w:val="28"/>
        </w:rPr>
        <w:t xml:space="preserve"> </w:t>
      </w:r>
      <w:r w:rsidRPr="002240C2">
        <w:rPr>
          <w:rFonts w:ascii="Times New Roman" w:hAnsi="Times New Roman"/>
          <w:sz w:val="28"/>
          <w:szCs w:val="28"/>
        </w:rPr>
        <w:t>Особливою ознакою комбінаторних задач є питання, яке можна сформулювати, таким чином, що воно починалося б словами:</w:t>
      </w:r>
    </w:p>
    <w:p w:rsidR="00974FBA" w:rsidRPr="002240C2" w:rsidRDefault="00974FBA" w:rsidP="00832309">
      <w:pPr>
        <w:pStyle w:val="ListParagraph"/>
        <w:numPr>
          <w:ilvl w:val="0"/>
          <w:numId w:val="1"/>
        </w:numPr>
        <w:tabs>
          <w:tab w:val="left" w:pos="709"/>
        </w:tabs>
        <w:spacing w:after="0" w:line="360" w:lineRule="auto"/>
        <w:ind w:left="0" w:firstLine="709"/>
        <w:jc w:val="both"/>
        <w:rPr>
          <w:rFonts w:ascii="Times New Roman" w:hAnsi="Times New Roman"/>
          <w:sz w:val="28"/>
          <w:szCs w:val="28"/>
        </w:rPr>
      </w:pPr>
      <w:r w:rsidRPr="002240C2">
        <w:rPr>
          <w:rFonts w:ascii="Times New Roman" w:hAnsi="Times New Roman"/>
          <w:sz w:val="28"/>
          <w:szCs w:val="28"/>
        </w:rPr>
        <w:t>Скількома способами ...?</w:t>
      </w:r>
    </w:p>
    <w:p w:rsidR="00974FBA" w:rsidRPr="002240C2" w:rsidRDefault="00974FBA" w:rsidP="00832309">
      <w:pPr>
        <w:pStyle w:val="ListParagraph"/>
        <w:numPr>
          <w:ilvl w:val="0"/>
          <w:numId w:val="1"/>
        </w:numPr>
        <w:tabs>
          <w:tab w:val="left" w:pos="709"/>
        </w:tabs>
        <w:spacing w:after="0" w:line="360" w:lineRule="auto"/>
        <w:ind w:left="0" w:firstLine="709"/>
        <w:jc w:val="both"/>
        <w:rPr>
          <w:rFonts w:ascii="Times New Roman" w:hAnsi="Times New Roman"/>
          <w:sz w:val="28"/>
          <w:szCs w:val="28"/>
        </w:rPr>
      </w:pPr>
      <w:r w:rsidRPr="002240C2">
        <w:rPr>
          <w:rFonts w:ascii="Times New Roman" w:hAnsi="Times New Roman"/>
          <w:sz w:val="28"/>
          <w:szCs w:val="28"/>
        </w:rPr>
        <w:t>Скільки варіантів ...?</w:t>
      </w:r>
    </w:p>
    <w:p w:rsidR="00974FBA" w:rsidRPr="002240C2" w:rsidRDefault="00974FBA" w:rsidP="00832309">
      <w:pPr>
        <w:tabs>
          <w:tab w:val="left" w:pos="709"/>
        </w:tabs>
        <w:spacing w:after="0" w:line="360" w:lineRule="auto"/>
        <w:ind w:firstLine="709"/>
        <w:jc w:val="both"/>
        <w:rPr>
          <w:rFonts w:ascii="Times New Roman" w:hAnsi="Times New Roman"/>
          <w:sz w:val="28"/>
          <w:szCs w:val="28"/>
        </w:rPr>
      </w:pPr>
      <w:r w:rsidRPr="002240C2">
        <w:rPr>
          <w:rFonts w:ascii="Times New Roman" w:hAnsi="Times New Roman"/>
          <w:b/>
          <w:sz w:val="28"/>
          <w:szCs w:val="28"/>
        </w:rPr>
        <w:t xml:space="preserve">Метою статті є </w:t>
      </w:r>
      <w:r w:rsidRPr="002240C2">
        <w:rPr>
          <w:rFonts w:ascii="Times New Roman" w:hAnsi="Times New Roman"/>
          <w:sz w:val="28"/>
          <w:szCs w:val="28"/>
        </w:rPr>
        <w:t>дослідження основних прийомів розв’язання комбінаторних задач в основній школі.</w:t>
      </w:r>
    </w:p>
    <w:p w:rsidR="00974FBA" w:rsidRPr="002240C2" w:rsidRDefault="00974FBA" w:rsidP="00832309">
      <w:pPr>
        <w:tabs>
          <w:tab w:val="left" w:pos="709"/>
        </w:tabs>
        <w:spacing w:after="0" w:line="360" w:lineRule="auto"/>
        <w:ind w:firstLine="709"/>
        <w:jc w:val="both"/>
        <w:rPr>
          <w:rFonts w:ascii="Times New Roman" w:hAnsi="Times New Roman"/>
          <w:sz w:val="28"/>
          <w:szCs w:val="28"/>
        </w:rPr>
      </w:pPr>
      <w:r w:rsidRPr="002240C2">
        <w:rPr>
          <w:rFonts w:ascii="Times New Roman" w:hAnsi="Times New Roman"/>
          <w:sz w:val="28"/>
          <w:szCs w:val="28"/>
        </w:rPr>
        <w:t>Розв’язання комбінаторних задач вимагає активного використання прийомів розумової діяльності як аналіз і синтез, порівняння, класифікація, узагальнення. Адже щоб розв’язати задачу з комбінаторики, необхідно спочатку зрозуміти її сенс, тобто, уявити процес або дію, описані в задачі, визначити тип зв’язку та відношень, скласти кілька різних комбінацій, перевірити чи повторюються елементи, як змінюється їх склад, чи важливий порядок елементів.</w:t>
      </w:r>
    </w:p>
    <w:p w:rsidR="00974FBA" w:rsidRPr="002240C2" w:rsidRDefault="00974FBA" w:rsidP="00832309">
      <w:pPr>
        <w:tabs>
          <w:tab w:val="left" w:pos="709"/>
        </w:tabs>
        <w:spacing w:after="0" w:line="360" w:lineRule="auto"/>
        <w:ind w:firstLine="709"/>
        <w:jc w:val="both"/>
        <w:rPr>
          <w:rFonts w:ascii="Times New Roman" w:hAnsi="Times New Roman"/>
          <w:sz w:val="28"/>
          <w:szCs w:val="28"/>
        </w:rPr>
      </w:pPr>
      <w:r w:rsidRPr="002240C2">
        <w:rPr>
          <w:rFonts w:ascii="Times New Roman" w:hAnsi="Times New Roman"/>
          <w:sz w:val="28"/>
          <w:szCs w:val="28"/>
        </w:rPr>
        <w:t xml:space="preserve">Отримати розв’язок комбінаторної задачі, можна використовуючи основні методи: «формальний» та «неформальний». Під «формальним» методом розуміють розв’язання задачі за допомогою формул комбінаторики і правил суми та множення. </w:t>
      </w:r>
    </w:p>
    <w:p w:rsidR="00974FBA" w:rsidRPr="002240C2" w:rsidRDefault="00974FBA" w:rsidP="00832309">
      <w:pPr>
        <w:tabs>
          <w:tab w:val="left" w:pos="709"/>
        </w:tabs>
        <w:spacing w:after="0" w:line="360" w:lineRule="auto"/>
        <w:ind w:firstLine="709"/>
        <w:jc w:val="both"/>
        <w:rPr>
          <w:rFonts w:ascii="Times New Roman" w:hAnsi="Times New Roman"/>
          <w:sz w:val="28"/>
          <w:szCs w:val="28"/>
        </w:rPr>
      </w:pPr>
      <w:r w:rsidRPr="002240C2">
        <w:rPr>
          <w:rFonts w:ascii="Times New Roman" w:hAnsi="Times New Roman"/>
          <w:sz w:val="28"/>
          <w:szCs w:val="28"/>
        </w:rPr>
        <w:t>«Неформальний» метод розв’язання задач полягає у складанні різних варіантів процесу [1, c. 34-38].</w:t>
      </w:r>
    </w:p>
    <w:p w:rsidR="00974FBA" w:rsidRPr="002240C2" w:rsidRDefault="00974FBA" w:rsidP="00832309">
      <w:pPr>
        <w:tabs>
          <w:tab w:val="left" w:pos="709"/>
        </w:tabs>
        <w:spacing w:after="0" w:line="360" w:lineRule="auto"/>
        <w:ind w:firstLine="709"/>
        <w:jc w:val="both"/>
        <w:rPr>
          <w:rFonts w:ascii="Times New Roman" w:hAnsi="Times New Roman"/>
          <w:sz w:val="28"/>
          <w:szCs w:val="28"/>
        </w:rPr>
      </w:pPr>
      <w:r w:rsidRPr="002240C2">
        <w:rPr>
          <w:rFonts w:ascii="Times New Roman" w:hAnsi="Times New Roman"/>
          <w:sz w:val="28"/>
          <w:szCs w:val="28"/>
        </w:rPr>
        <w:t xml:space="preserve">Основним методом розв’язання задач із комбінаторики у 5-6 класах є «неформальний» метод, оскільки його застосування відповідає особливостяммислення, їх досвіду і не перенавантажує школярів додатковою інформацією, пов’язаною із введенням нових понять і формул. Одним із під видів «неформального» методу є метод перебору варіантів. </w:t>
      </w:r>
    </w:p>
    <w:p w:rsidR="00974FBA" w:rsidRPr="002240C2" w:rsidRDefault="00974FBA" w:rsidP="00832309">
      <w:pPr>
        <w:tabs>
          <w:tab w:val="left" w:pos="709"/>
        </w:tabs>
        <w:spacing w:after="0" w:line="360" w:lineRule="auto"/>
        <w:ind w:firstLine="709"/>
        <w:jc w:val="both"/>
        <w:rPr>
          <w:rFonts w:ascii="Times New Roman" w:hAnsi="Times New Roman"/>
          <w:sz w:val="28"/>
          <w:szCs w:val="28"/>
        </w:rPr>
      </w:pPr>
      <w:r w:rsidRPr="002240C2">
        <w:rPr>
          <w:rFonts w:ascii="Times New Roman" w:hAnsi="Times New Roman"/>
          <w:sz w:val="28"/>
          <w:szCs w:val="28"/>
        </w:rPr>
        <w:t>Навчання розв’язуванню комбінаторних задач даним способом дозволяє розширити уявлення школярів про способи розв’язання задачі без застосування арифметичних дій і формул.</w:t>
      </w:r>
    </w:p>
    <w:p w:rsidR="00974FBA" w:rsidRPr="002240C2" w:rsidRDefault="00974FBA" w:rsidP="00832309">
      <w:pPr>
        <w:tabs>
          <w:tab w:val="left" w:pos="709"/>
        </w:tabs>
        <w:spacing w:after="0" w:line="360" w:lineRule="auto"/>
        <w:ind w:firstLine="709"/>
        <w:jc w:val="both"/>
        <w:rPr>
          <w:rFonts w:ascii="Times New Roman" w:hAnsi="Times New Roman"/>
          <w:sz w:val="28"/>
          <w:szCs w:val="28"/>
        </w:rPr>
      </w:pPr>
      <w:r w:rsidRPr="002240C2">
        <w:rPr>
          <w:rFonts w:ascii="Times New Roman" w:hAnsi="Times New Roman"/>
          <w:b/>
          <w:sz w:val="28"/>
          <w:szCs w:val="28"/>
        </w:rPr>
        <w:t xml:space="preserve">Задача 1. </w:t>
      </w:r>
      <w:r w:rsidRPr="002240C2">
        <w:rPr>
          <w:rFonts w:ascii="Times New Roman" w:hAnsi="Times New Roman"/>
          <w:sz w:val="28"/>
          <w:szCs w:val="28"/>
        </w:rPr>
        <w:t>В алфавіті племені «АБ» міститься лише дві букви – «а» і «б». Скільки різних слів по 3 літери можна скласти використовуючи алфавіт цього племені?</w:t>
      </w:r>
    </w:p>
    <w:p w:rsidR="00974FBA" w:rsidRPr="002240C2" w:rsidRDefault="00974FBA" w:rsidP="00832309">
      <w:pPr>
        <w:tabs>
          <w:tab w:val="left" w:pos="709"/>
        </w:tabs>
        <w:spacing w:after="0" w:line="360" w:lineRule="auto"/>
        <w:ind w:firstLine="709"/>
        <w:jc w:val="both"/>
        <w:rPr>
          <w:rFonts w:ascii="Times New Roman" w:hAnsi="Times New Roman"/>
          <w:iCs/>
          <w:sz w:val="28"/>
          <w:szCs w:val="28"/>
        </w:rPr>
      </w:pPr>
      <w:r w:rsidRPr="002240C2">
        <w:rPr>
          <w:rFonts w:ascii="Times New Roman" w:hAnsi="Times New Roman"/>
          <w:i/>
          <w:iCs/>
          <w:sz w:val="28"/>
          <w:szCs w:val="28"/>
        </w:rPr>
        <w:t>Розв</w:t>
      </w:r>
      <w:r w:rsidRPr="002240C2">
        <w:rPr>
          <w:rFonts w:ascii="Times New Roman" w:hAnsi="Times New Roman"/>
          <w:sz w:val="28"/>
          <w:szCs w:val="28"/>
        </w:rPr>
        <w:t>’</w:t>
      </w:r>
      <w:r w:rsidRPr="002240C2">
        <w:rPr>
          <w:rFonts w:ascii="Times New Roman" w:hAnsi="Times New Roman"/>
          <w:i/>
          <w:iCs/>
          <w:sz w:val="28"/>
          <w:szCs w:val="28"/>
        </w:rPr>
        <w:t xml:space="preserve">язання. </w:t>
      </w:r>
      <w:r w:rsidRPr="002240C2">
        <w:rPr>
          <w:rFonts w:ascii="Times New Roman" w:hAnsi="Times New Roman"/>
          <w:iCs/>
          <w:sz w:val="28"/>
          <w:szCs w:val="28"/>
        </w:rPr>
        <w:t>Заважимо, що слово довільний набір букв. Тоді, використавши метод перебору – випишемо слова в алфавітному порядку.</w:t>
      </w:r>
    </w:p>
    <w:p w:rsidR="00974FBA" w:rsidRPr="002240C2" w:rsidRDefault="00974FBA" w:rsidP="007C782E">
      <w:pPr>
        <w:tabs>
          <w:tab w:val="left" w:pos="709"/>
        </w:tabs>
        <w:spacing w:after="0" w:line="360" w:lineRule="auto"/>
        <w:ind w:firstLine="709"/>
        <w:jc w:val="center"/>
        <w:rPr>
          <w:rFonts w:ascii="Times New Roman" w:hAnsi="Times New Roman"/>
          <w:iCs/>
          <w:sz w:val="28"/>
          <w:szCs w:val="28"/>
        </w:rPr>
      </w:pPr>
      <w:r w:rsidRPr="002240C2">
        <w:rPr>
          <w:rFonts w:ascii="Times New Roman" w:hAnsi="Times New Roman"/>
          <w:iCs/>
          <w:sz w:val="28"/>
          <w:szCs w:val="28"/>
        </w:rPr>
        <w:t>ааа, ааб, аба, абб,</w:t>
      </w:r>
    </w:p>
    <w:p w:rsidR="00974FBA" w:rsidRPr="002240C2" w:rsidRDefault="00974FBA" w:rsidP="007C782E">
      <w:pPr>
        <w:tabs>
          <w:tab w:val="left" w:pos="709"/>
        </w:tabs>
        <w:spacing w:after="0" w:line="360" w:lineRule="auto"/>
        <w:ind w:firstLine="709"/>
        <w:jc w:val="center"/>
        <w:rPr>
          <w:rFonts w:ascii="Times New Roman" w:hAnsi="Times New Roman"/>
          <w:iCs/>
          <w:sz w:val="28"/>
          <w:szCs w:val="28"/>
        </w:rPr>
      </w:pPr>
      <w:r w:rsidRPr="002240C2">
        <w:rPr>
          <w:rFonts w:ascii="Times New Roman" w:hAnsi="Times New Roman"/>
          <w:iCs/>
          <w:sz w:val="28"/>
          <w:szCs w:val="28"/>
        </w:rPr>
        <w:t>ббб, бба, баб, баа.</w:t>
      </w:r>
    </w:p>
    <w:p w:rsidR="00974FBA" w:rsidRPr="002240C2" w:rsidRDefault="00974FBA" w:rsidP="00832309">
      <w:pPr>
        <w:tabs>
          <w:tab w:val="left" w:pos="709"/>
        </w:tabs>
        <w:spacing w:after="0" w:line="360" w:lineRule="auto"/>
        <w:ind w:firstLine="709"/>
        <w:jc w:val="both"/>
        <w:rPr>
          <w:rFonts w:ascii="Times New Roman" w:hAnsi="Times New Roman"/>
          <w:iCs/>
          <w:sz w:val="28"/>
          <w:szCs w:val="28"/>
        </w:rPr>
      </w:pPr>
      <w:r w:rsidRPr="002240C2">
        <w:rPr>
          <w:rFonts w:ascii="Times New Roman" w:hAnsi="Times New Roman"/>
          <w:iCs/>
          <w:sz w:val="28"/>
          <w:szCs w:val="28"/>
        </w:rPr>
        <w:t>Отримуємо 8 різних слів.</w:t>
      </w:r>
    </w:p>
    <w:p w:rsidR="00974FBA" w:rsidRPr="002240C2" w:rsidRDefault="00974FBA" w:rsidP="00832309">
      <w:pPr>
        <w:tabs>
          <w:tab w:val="left" w:pos="709"/>
        </w:tabs>
        <w:spacing w:after="0" w:line="360" w:lineRule="auto"/>
        <w:ind w:firstLine="709"/>
        <w:jc w:val="both"/>
        <w:rPr>
          <w:rFonts w:ascii="Times New Roman" w:hAnsi="Times New Roman"/>
          <w:iCs/>
          <w:sz w:val="28"/>
          <w:szCs w:val="28"/>
        </w:rPr>
      </w:pPr>
      <w:r w:rsidRPr="002240C2">
        <w:rPr>
          <w:rFonts w:ascii="Times New Roman" w:hAnsi="Times New Roman"/>
          <w:i/>
          <w:iCs/>
          <w:sz w:val="28"/>
          <w:szCs w:val="28"/>
        </w:rPr>
        <w:t xml:space="preserve">Відповідь: </w:t>
      </w:r>
      <w:r w:rsidRPr="002240C2">
        <w:rPr>
          <w:rFonts w:ascii="Times New Roman" w:hAnsi="Times New Roman"/>
          <w:iCs/>
          <w:sz w:val="28"/>
          <w:szCs w:val="28"/>
        </w:rPr>
        <w:t>8 слів.</w:t>
      </w:r>
    </w:p>
    <w:p w:rsidR="00974FBA" w:rsidRPr="002240C2" w:rsidRDefault="00974FBA" w:rsidP="00832309">
      <w:pPr>
        <w:shd w:val="clear" w:color="auto" w:fill="FFFFFF"/>
        <w:spacing w:after="0" w:line="360" w:lineRule="auto"/>
        <w:ind w:firstLine="709"/>
        <w:jc w:val="both"/>
        <w:textAlignment w:val="top"/>
        <w:rPr>
          <w:rFonts w:ascii="Times New Roman" w:hAnsi="Times New Roman"/>
          <w:color w:val="000000"/>
          <w:sz w:val="28"/>
          <w:szCs w:val="28"/>
          <w:lang w:eastAsia="uk-UA"/>
        </w:rPr>
      </w:pPr>
      <w:r w:rsidRPr="002240C2">
        <w:rPr>
          <w:rFonts w:ascii="Times New Roman" w:hAnsi="Times New Roman"/>
          <w:b/>
          <w:iCs/>
          <w:sz w:val="28"/>
          <w:szCs w:val="28"/>
        </w:rPr>
        <w:t>Задача 2</w:t>
      </w:r>
      <w:r w:rsidRPr="002240C2">
        <w:rPr>
          <w:rFonts w:ascii="Times New Roman" w:hAnsi="Times New Roman"/>
          <w:b/>
          <w:iCs/>
          <w:color w:val="000000"/>
          <w:sz w:val="28"/>
          <w:szCs w:val="28"/>
        </w:rPr>
        <w:t>.</w:t>
      </w:r>
      <w:r w:rsidRPr="002240C2">
        <w:rPr>
          <w:rFonts w:ascii="Times New Roman" w:hAnsi="Times New Roman"/>
          <w:color w:val="000000"/>
          <w:sz w:val="28"/>
          <w:szCs w:val="28"/>
          <w:bdr w:val="none" w:sz="0" w:space="0" w:color="auto" w:frame="1"/>
          <w:lang w:eastAsia="uk-UA"/>
        </w:rPr>
        <w:t>Скільки двоцифрових чисел можна записати, використовуючи цифри 1, 2, 3?</w:t>
      </w:r>
    </w:p>
    <w:p w:rsidR="00974FBA" w:rsidRPr="002240C2" w:rsidRDefault="00974FBA" w:rsidP="00832309">
      <w:pPr>
        <w:shd w:val="clear" w:color="auto" w:fill="FFFFFF"/>
        <w:spacing w:after="0" w:line="360" w:lineRule="auto"/>
        <w:ind w:firstLine="709"/>
        <w:jc w:val="both"/>
        <w:textAlignment w:val="top"/>
        <w:rPr>
          <w:rFonts w:ascii="Times New Roman" w:hAnsi="Times New Roman"/>
          <w:color w:val="000000"/>
          <w:sz w:val="28"/>
          <w:szCs w:val="28"/>
          <w:lang w:eastAsia="uk-UA"/>
        </w:rPr>
      </w:pPr>
      <w:r w:rsidRPr="002240C2">
        <w:rPr>
          <w:rFonts w:ascii="Times New Roman" w:hAnsi="Times New Roman"/>
          <w:i/>
          <w:iCs/>
          <w:sz w:val="28"/>
          <w:szCs w:val="28"/>
        </w:rPr>
        <w:t>Розв</w:t>
      </w:r>
      <w:r w:rsidRPr="002240C2">
        <w:rPr>
          <w:rFonts w:ascii="Times New Roman" w:hAnsi="Times New Roman"/>
          <w:sz w:val="28"/>
          <w:szCs w:val="28"/>
        </w:rPr>
        <w:t>’</w:t>
      </w:r>
      <w:r w:rsidRPr="002240C2">
        <w:rPr>
          <w:rFonts w:ascii="Times New Roman" w:hAnsi="Times New Roman"/>
          <w:i/>
          <w:iCs/>
          <w:sz w:val="28"/>
          <w:szCs w:val="28"/>
        </w:rPr>
        <w:t xml:space="preserve">язання. </w:t>
      </w:r>
      <w:r w:rsidRPr="002240C2">
        <w:rPr>
          <w:rFonts w:ascii="Times New Roman" w:hAnsi="Times New Roman"/>
          <w:color w:val="000000"/>
          <w:sz w:val="28"/>
          <w:szCs w:val="28"/>
          <w:bdr w:val="none" w:sz="0" w:space="0" w:color="auto" w:frame="1"/>
          <w:lang w:eastAsia="uk-UA"/>
        </w:rPr>
        <w:t>Цифри можуть повторюватись, тож використавши метод перебору варіантів отримаємо такі числа:</w:t>
      </w:r>
    </w:p>
    <w:p w:rsidR="00974FBA" w:rsidRPr="002240C2" w:rsidRDefault="00974FBA" w:rsidP="007C782E">
      <w:pPr>
        <w:shd w:val="clear" w:color="auto" w:fill="FFFFFF"/>
        <w:spacing w:after="0" w:line="360" w:lineRule="auto"/>
        <w:ind w:firstLine="709"/>
        <w:jc w:val="center"/>
        <w:textAlignment w:val="top"/>
        <w:rPr>
          <w:rFonts w:ascii="Times New Roman" w:hAnsi="Times New Roman"/>
          <w:color w:val="000000"/>
          <w:sz w:val="28"/>
          <w:szCs w:val="28"/>
          <w:lang w:eastAsia="uk-UA"/>
        </w:rPr>
      </w:pPr>
      <w:r w:rsidRPr="002240C2">
        <w:rPr>
          <w:rFonts w:ascii="Times New Roman" w:hAnsi="Times New Roman"/>
          <w:color w:val="000000"/>
          <w:sz w:val="28"/>
          <w:szCs w:val="28"/>
          <w:bdr w:val="none" w:sz="0" w:space="0" w:color="auto" w:frame="1"/>
          <w:lang w:eastAsia="uk-UA"/>
        </w:rPr>
        <w:t>11; 12; 13; 21; 22; 23; 31; 32; 33.</w:t>
      </w:r>
    </w:p>
    <w:p w:rsidR="00974FBA" w:rsidRPr="002240C2" w:rsidRDefault="00974FBA" w:rsidP="00832309">
      <w:pPr>
        <w:shd w:val="clear" w:color="auto" w:fill="FFFFFF"/>
        <w:spacing w:after="0" w:line="360" w:lineRule="auto"/>
        <w:ind w:firstLine="709"/>
        <w:jc w:val="both"/>
        <w:textAlignment w:val="top"/>
        <w:rPr>
          <w:rFonts w:ascii="Times New Roman" w:hAnsi="Times New Roman"/>
          <w:color w:val="000000"/>
          <w:sz w:val="28"/>
          <w:szCs w:val="28"/>
          <w:lang w:eastAsia="uk-UA"/>
        </w:rPr>
      </w:pPr>
      <w:r w:rsidRPr="002240C2">
        <w:rPr>
          <w:rFonts w:ascii="Times New Roman" w:hAnsi="Times New Roman"/>
          <w:i/>
          <w:color w:val="000000"/>
          <w:sz w:val="28"/>
          <w:szCs w:val="28"/>
          <w:bdr w:val="none" w:sz="0" w:space="0" w:color="auto" w:frame="1"/>
          <w:lang w:eastAsia="uk-UA"/>
        </w:rPr>
        <w:t>Відповідь:</w:t>
      </w:r>
      <w:r w:rsidRPr="002240C2">
        <w:rPr>
          <w:rFonts w:ascii="Times New Roman" w:hAnsi="Times New Roman"/>
          <w:color w:val="000000"/>
          <w:sz w:val="28"/>
          <w:szCs w:val="28"/>
          <w:bdr w:val="none" w:sz="0" w:space="0" w:color="auto" w:frame="1"/>
          <w:lang w:eastAsia="uk-UA"/>
        </w:rPr>
        <w:t xml:space="preserve"> 9 двоцифрових чисел.</w:t>
      </w:r>
    </w:p>
    <w:p w:rsidR="00974FBA" w:rsidRPr="002240C2" w:rsidRDefault="00974FBA" w:rsidP="00832309">
      <w:pPr>
        <w:pStyle w:val="NormalWeb"/>
        <w:spacing w:before="0" w:beforeAutospacing="0" w:after="0" w:afterAutospacing="0" w:line="360" w:lineRule="auto"/>
        <w:ind w:firstLine="709"/>
        <w:jc w:val="both"/>
        <w:rPr>
          <w:sz w:val="28"/>
          <w:szCs w:val="28"/>
        </w:rPr>
      </w:pPr>
      <w:r w:rsidRPr="002240C2">
        <w:rPr>
          <w:sz w:val="28"/>
          <w:szCs w:val="28"/>
        </w:rPr>
        <w:t>Використовуючи даний спосіб для розв’язування комбінаторних задач, потрібно звернути увагу на те, як організований процес перебору, оскільки безсистемний, хаотичний метод не дає цілісне уявлення про всі можливі комбінації. Тому застосовуючи метод перебору, доцільно використовуватитаблиці, матриці, графи. Розглядаючи таблицю учні відкривають принцип її складання, знаходять способи заповнення: по рядках, стовпцях. Для того щоб учні не витрачали багато часу на креслення таблиці доцільно скористатися  спеціальними трафаретами [2, c. 45-47].</w:t>
      </w:r>
    </w:p>
    <w:p w:rsidR="00974FBA" w:rsidRPr="002240C2" w:rsidRDefault="00974FBA" w:rsidP="00832309">
      <w:pPr>
        <w:tabs>
          <w:tab w:val="left" w:pos="709"/>
        </w:tabs>
        <w:spacing w:after="0" w:line="360" w:lineRule="auto"/>
        <w:ind w:firstLine="709"/>
        <w:jc w:val="both"/>
        <w:rPr>
          <w:rFonts w:ascii="Times New Roman" w:hAnsi="Times New Roman"/>
          <w:sz w:val="28"/>
          <w:szCs w:val="28"/>
        </w:rPr>
      </w:pPr>
      <w:r w:rsidRPr="002240C2">
        <w:rPr>
          <w:rFonts w:ascii="Times New Roman" w:hAnsi="Times New Roman"/>
          <w:sz w:val="28"/>
          <w:szCs w:val="28"/>
        </w:rPr>
        <w:t>Так, наприклад, щоб розв’язати задачу 2доцільно побудувати комбінаторну таблицю. Нехай цифри, розміщені в головному стовпці, будуть позначати число десятків, а цифри в головному рядку – число одиниць. Пари, що утворилися на перетині стовпців і рядків, - шукані двоцифрові числа [5, c. 119-124].</w:t>
      </w:r>
    </w:p>
    <w:p w:rsidR="00974FBA" w:rsidRPr="002240C2" w:rsidRDefault="00974FBA" w:rsidP="007C782E">
      <w:pPr>
        <w:tabs>
          <w:tab w:val="left" w:pos="709"/>
        </w:tabs>
        <w:spacing w:after="0" w:line="360" w:lineRule="auto"/>
        <w:ind w:firstLine="709"/>
        <w:jc w:val="both"/>
        <w:rPr>
          <w:rFonts w:ascii="Times New Roman" w:hAnsi="Times New Roman"/>
          <w:color w:val="FF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63"/>
        <w:gridCol w:w="764"/>
        <w:gridCol w:w="709"/>
        <w:gridCol w:w="708"/>
      </w:tblGrid>
      <w:tr w:rsidR="00974FBA" w:rsidRPr="00D123CE" w:rsidTr="00D123CE">
        <w:trPr>
          <w:jc w:val="center"/>
        </w:trPr>
        <w:tc>
          <w:tcPr>
            <w:tcW w:w="2463" w:type="dxa"/>
          </w:tcPr>
          <w:p w:rsidR="00974FBA" w:rsidRPr="00D123CE" w:rsidRDefault="00974FBA" w:rsidP="00D123CE">
            <w:pPr>
              <w:tabs>
                <w:tab w:val="left" w:pos="709"/>
              </w:tabs>
              <w:spacing w:after="0" w:line="360" w:lineRule="auto"/>
              <w:jc w:val="center"/>
              <w:rPr>
                <w:rFonts w:ascii="Times New Roman" w:hAnsi="Times New Roman"/>
                <w:sz w:val="28"/>
                <w:szCs w:val="28"/>
              </w:rPr>
            </w:pPr>
            <w:r w:rsidRPr="00D123CE">
              <w:rPr>
                <w:rFonts w:ascii="Times New Roman" w:hAnsi="Times New Roman"/>
                <w:sz w:val="28"/>
                <w:szCs w:val="28"/>
              </w:rPr>
              <w:t>Десятки / одиниці</w:t>
            </w:r>
          </w:p>
        </w:tc>
        <w:tc>
          <w:tcPr>
            <w:tcW w:w="764" w:type="dxa"/>
          </w:tcPr>
          <w:p w:rsidR="00974FBA" w:rsidRPr="00D123CE" w:rsidRDefault="00974FBA" w:rsidP="00D123CE">
            <w:pPr>
              <w:tabs>
                <w:tab w:val="left" w:pos="709"/>
              </w:tabs>
              <w:spacing w:after="0" w:line="360" w:lineRule="auto"/>
              <w:jc w:val="center"/>
              <w:rPr>
                <w:rFonts w:ascii="Times New Roman" w:hAnsi="Times New Roman"/>
                <w:sz w:val="28"/>
                <w:szCs w:val="28"/>
              </w:rPr>
            </w:pPr>
            <w:r w:rsidRPr="00D123CE">
              <w:rPr>
                <w:rFonts w:ascii="Times New Roman" w:hAnsi="Times New Roman"/>
                <w:sz w:val="28"/>
                <w:szCs w:val="28"/>
              </w:rPr>
              <w:t>1</w:t>
            </w:r>
          </w:p>
        </w:tc>
        <w:tc>
          <w:tcPr>
            <w:tcW w:w="709" w:type="dxa"/>
          </w:tcPr>
          <w:p w:rsidR="00974FBA" w:rsidRPr="00D123CE" w:rsidRDefault="00974FBA" w:rsidP="00D123CE">
            <w:pPr>
              <w:tabs>
                <w:tab w:val="left" w:pos="709"/>
              </w:tabs>
              <w:spacing w:after="0" w:line="360" w:lineRule="auto"/>
              <w:jc w:val="center"/>
              <w:rPr>
                <w:rFonts w:ascii="Times New Roman" w:hAnsi="Times New Roman"/>
                <w:sz w:val="28"/>
                <w:szCs w:val="28"/>
              </w:rPr>
            </w:pPr>
            <w:r w:rsidRPr="00D123CE">
              <w:rPr>
                <w:rFonts w:ascii="Times New Roman" w:hAnsi="Times New Roman"/>
                <w:sz w:val="28"/>
                <w:szCs w:val="28"/>
              </w:rPr>
              <w:t>2</w:t>
            </w:r>
          </w:p>
        </w:tc>
        <w:tc>
          <w:tcPr>
            <w:tcW w:w="708" w:type="dxa"/>
          </w:tcPr>
          <w:p w:rsidR="00974FBA" w:rsidRPr="00D123CE" w:rsidRDefault="00974FBA" w:rsidP="00D123CE">
            <w:pPr>
              <w:tabs>
                <w:tab w:val="left" w:pos="709"/>
              </w:tabs>
              <w:spacing w:after="0" w:line="360" w:lineRule="auto"/>
              <w:jc w:val="center"/>
              <w:rPr>
                <w:rFonts w:ascii="Times New Roman" w:hAnsi="Times New Roman"/>
                <w:sz w:val="28"/>
                <w:szCs w:val="28"/>
              </w:rPr>
            </w:pPr>
            <w:r w:rsidRPr="00D123CE">
              <w:rPr>
                <w:rFonts w:ascii="Times New Roman" w:hAnsi="Times New Roman"/>
                <w:sz w:val="28"/>
                <w:szCs w:val="28"/>
              </w:rPr>
              <w:t>3</w:t>
            </w:r>
          </w:p>
        </w:tc>
      </w:tr>
      <w:tr w:rsidR="00974FBA" w:rsidRPr="00D123CE" w:rsidTr="00D123CE">
        <w:trPr>
          <w:jc w:val="center"/>
        </w:trPr>
        <w:tc>
          <w:tcPr>
            <w:tcW w:w="2463" w:type="dxa"/>
          </w:tcPr>
          <w:p w:rsidR="00974FBA" w:rsidRPr="00D123CE" w:rsidRDefault="00974FBA" w:rsidP="00D123CE">
            <w:pPr>
              <w:tabs>
                <w:tab w:val="left" w:pos="709"/>
              </w:tabs>
              <w:spacing w:after="0" w:line="360" w:lineRule="auto"/>
              <w:jc w:val="center"/>
              <w:rPr>
                <w:rFonts w:ascii="Times New Roman" w:hAnsi="Times New Roman"/>
                <w:sz w:val="28"/>
                <w:szCs w:val="28"/>
              </w:rPr>
            </w:pPr>
            <w:r w:rsidRPr="00D123CE">
              <w:rPr>
                <w:rFonts w:ascii="Times New Roman" w:hAnsi="Times New Roman"/>
                <w:sz w:val="28"/>
                <w:szCs w:val="28"/>
              </w:rPr>
              <w:t>1</w:t>
            </w:r>
          </w:p>
        </w:tc>
        <w:tc>
          <w:tcPr>
            <w:tcW w:w="764" w:type="dxa"/>
          </w:tcPr>
          <w:p w:rsidR="00974FBA" w:rsidRPr="00D123CE" w:rsidRDefault="00974FBA" w:rsidP="00D123CE">
            <w:pPr>
              <w:tabs>
                <w:tab w:val="left" w:pos="709"/>
              </w:tabs>
              <w:spacing w:after="0" w:line="360" w:lineRule="auto"/>
              <w:jc w:val="center"/>
              <w:rPr>
                <w:rFonts w:ascii="Times New Roman" w:hAnsi="Times New Roman"/>
                <w:sz w:val="28"/>
                <w:szCs w:val="28"/>
              </w:rPr>
            </w:pPr>
            <w:r w:rsidRPr="00D123CE">
              <w:rPr>
                <w:rFonts w:ascii="Times New Roman" w:hAnsi="Times New Roman"/>
                <w:sz w:val="28"/>
                <w:szCs w:val="28"/>
              </w:rPr>
              <w:t>11</w:t>
            </w:r>
          </w:p>
        </w:tc>
        <w:tc>
          <w:tcPr>
            <w:tcW w:w="709" w:type="dxa"/>
          </w:tcPr>
          <w:p w:rsidR="00974FBA" w:rsidRPr="00D123CE" w:rsidRDefault="00974FBA" w:rsidP="00D123CE">
            <w:pPr>
              <w:tabs>
                <w:tab w:val="left" w:pos="709"/>
              </w:tabs>
              <w:spacing w:after="0" w:line="360" w:lineRule="auto"/>
              <w:jc w:val="center"/>
              <w:rPr>
                <w:rFonts w:ascii="Times New Roman" w:hAnsi="Times New Roman"/>
                <w:sz w:val="28"/>
                <w:szCs w:val="28"/>
              </w:rPr>
            </w:pPr>
            <w:r w:rsidRPr="00D123CE">
              <w:rPr>
                <w:rFonts w:ascii="Times New Roman" w:hAnsi="Times New Roman"/>
                <w:sz w:val="28"/>
                <w:szCs w:val="28"/>
              </w:rPr>
              <w:t>12</w:t>
            </w:r>
          </w:p>
        </w:tc>
        <w:tc>
          <w:tcPr>
            <w:tcW w:w="708" w:type="dxa"/>
          </w:tcPr>
          <w:p w:rsidR="00974FBA" w:rsidRPr="00D123CE" w:rsidRDefault="00974FBA" w:rsidP="00D123CE">
            <w:pPr>
              <w:tabs>
                <w:tab w:val="left" w:pos="709"/>
              </w:tabs>
              <w:spacing w:after="0" w:line="360" w:lineRule="auto"/>
              <w:jc w:val="center"/>
              <w:rPr>
                <w:rFonts w:ascii="Times New Roman" w:hAnsi="Times New Roman"/>
                <w:sz w:val="28"/>
                <w:szCs w:val="28"/>
              </w:rPr>
            </w:pPr>
            <w:r w:rsidRPr="00D123CE">
              <w:rPr>
                <w:rFonts w:ascii="Times New Roman" w:hAnsi="Times New Roman"/>
                <w:sz w:val="28"/>
                <w:szCs w:val="28"/>
              </w:rPr>
              <w:t>13</w:t>
            </w:r>
          </w:p>
        </w:tc>
      </w:tr>
      <w:tr w:rsidR="00974FBA" w:rsidRPr="00D123CE" w:rsidTr="00D123CE">
        <w:trPr>
          <w:jc w:val="center"/>
        </w:trPr>
        <w:tc>
          <w:tcPr>
            <w:tcW w:w="2463" w:type="dxa"/>
          </w:tcPr>
          <w:p w:rsidR="00974FBA" w:rsidRPr="00D123CE" w:rsidRDefault="00974FBA" w:rsidP="00D123CE">
            <w:pPr>
              <w:tabs>
                <w:tab w:val="left" w:pos="709"/>
              </w:tabs>
              <w:spacing w:after="0" w:line="360" w:lineRule="auto"/>
              <w:jc w:val="center"/>
              <w:rPr>
                <w:rFonts w:ascii="Times New Roman" w:hAnsi="Times New Roman"/>
                <w:sz w:val="28"/>
                <w:szCs w:val="28"/>
              </w:rPr>
            </w:pPr>
            <w:r w:rsidRPr="00D123CE">
              <w:rPr>
                <w:rFonts w:ascii="Times New Roman" w:hAnsi="Times New Roman"/>
                <w:sz w:val="28"/>
                <w:szCs w:val="28"/>
              </w:rPr>
              <w:t>2</w:t>
            </w:r>
          </w:p>
        </w:tc>
        <w:tc>
          <w:tcPr>
            <w:tcW w:w="764" w:type="dxa"/>
          </w:tcPr>
          <w:p w:rsidR="00974FBA" w:rsidRPr="00D123CE" w:rsidRDefault="00974FBA" w:rsidP="00D123CE">
            <w:pPr>
              <w:tabs>
                <w:tab w:val="left" w:pos="709"/>
              </w:tabs>
              <w:spacing w:after="0" w:line="360" w:lineRule="auto"/>
              <w:jc w:val="center"/>
              <w:rPr>
                <w:rFonts w:ascii="Times New Roman" w:hAnsi="Times New Roman"/>
                <w:sz w:val="28"/>
                <w:szCs w:val="28"/>
              </w:rPr>
            </w:pPr>
            <w:r w:rsidRPr="00D123CE">
              <w:rPr>
                <w:rFonts w:ascii="Times New Roman" w:hAnsi="Times New Roman"/>
                <w:sz w:val="28"/>
                <w:szCs w:val="28"/>
              </w:rPr>
              <w:t>21</w:t>
            </w:r>
          </w:p>
        </w:tc>
        <w:tc>
          <w:tcPr>
            <w:tcW w:w="709" w:type="dxa"/>
          </w:tcPr>
          <w:p w:rsidR="00974FBA" w:rsidRPr="00D123CE" w:rsidRDefault="00974FBA" w:rsidP="00D123CE">
            <w:pPr>
              <w:tabs>
                <w:tab w:val="left" w:pos="709"/>
              </w:tabs>
              <w:spacing w:after="0" w:line="360" w:lineRule="auto"/>
              <w:jc w:val="center"/>
              <w:rPr>
                <w:rFonts w:ascii="Times New Roman" w:hAnsi="Times New Roman"/>
                <w:sz w:val="28"/>
                <w:szCs w:val="28"/>
              </w:rPr>
            </w:pPr>
            <w:r w:rsidRPr="00D123CE">
              <w:rPr>
                <w:rFonts w:ascii="Times New Roman" w:hAnsi="Times New Roman"/>
                <w:sz w:val="28"/>
                <w:szCs w:val="28"/>
              </w:rPr>
              <w:t>22</w:t>
            </w:r>
          </w:p>
        </w:tc>
        <w:tc>
          <w:tcPr>
            <w:tcW w:w="708" w:type="dxa"/>
          </w:tcPr>
          <w:p w:rsidR="00974FBA" w:rsidRPr="00D123CE" w:rsidRDefault="00974FBA" w:rsidP="00D123CE">
            <w:pPr>
              <w:tabs>
                <w:tab w:val="left" w:pos="709"/>
              </w:tabs>
              <w:spacing w:after="0" w:line="360" w:lineRule="auto"/>
              <w:jc w:val="center"/>
              <w:rPr>
                <w:rFonts w:ascii="Times New Roman" w:hAnsi="Times New Roman"/>
                <w:sz w:val="28"/>
                <w:szCs w:val="28"/>
              </w:rPr>
            </w:pPr>
            <w:r w:rsidRPr="00D123CE">
              <w:rPr>
                <w:rFonts w:ascii="Times New Roman" w:hAnsi="Times New Roman"/>
                <w:sz w:val="28"/>
                <w:szCs w:val="28"/>
              </w:rPr>
              <w:t>23</w:t>
            </w:r>
          </w:p>
        </w:tc>
      </w:tr>
      <w:tr w:rsidR="00974FBA" w:rsidRPr="00D123CE" w:rsidTr="00D123CE">
        <w:trPr>
          <w:jc w:val="center"/>
        </w:trPr>
        <w:tc>
          <w:tcPr>
            <w:tcW w:w="2463" w:type="dxa"/>
          </w:tcPr>
          <w:p w:rsidR="00974FBA" w:rsidRPr="00D123CE" w:rsidRDefault="00974FBA" w:rsidP="00D123CE">
            <w:pPr>
              <w:tabs>
                <w:tab w:val="left" w:pos="709"/>
              </w:tabs>
              <w:spacing w:after="0" w:line="360" w:lineRule="auto"/>
              <w:jc w:val="center"/>
              <w:rPr>
                <w:rFonts w:ascii="Times New Roman" w:hAnsi="Times New Roman"/>
                <w:sz w:val="28"/>
                <w:szCs w:val="28"/>
              </w:rPr>
            </w:pPr>
            <w:r w:rsidRPr="00D123CE">
              <w:rPr>
                <w:rFonts w:ascii="Times New Roman" w:hAnsi="Times New Roman"/>
                <w:sz w:val="28"/>
                <w:szCs w:val="28"/>
              </w:rPr>
              <w:t>3</w:t>
            </w:r>
          </w:p>
        </w:tc>
        <w:tc>
          <w:tcPr>
            <w:tcW w:w="764" w:type="dxa"/>
          </w:tcPr>
          <w:p w:rsidR="00974FBA" w:rsidRPr="00D123CE" w:rsidRDefault="00974FBA" w:rsidP="00D123CE">
            <w:pPr>
              <w:tabs>
                <w:tab w:val="left" w:pos="709"/>
              </w:tabs>
              <w:spacing w:after="0" w:line="360" w:lineRule="auto"/>
              <w:jc w:val="center"/>
              <w:rPr>
                <w:rFonts w:ascii="Times New Roman" w:hAnsi="Times New Roman"/>
                <w:sz w:val="28"/>
                <w:szCs w:val="28"/>
              </w:rPr>
            </w:pPr>
            <w:r w:rsidRPr="00D123CE">
              <w:rPr>
                <w:rFonts w:ascii="Times New Roman" w:hAnsi="Times New Roman"/>
                <w:sz w:val="28"/>
                <w:szCs w:val="28"/>
              </w:rPr>
              <w:t>31</w:t>
            </w:r>
          </w:p>
        </w:tc>
        <w:tc>
          <w:tcPr>
            <w:tcW w:w="709" w:type="dxa"/>
          </w:tcPr>
          <w:p w:rsidR="00974FBA" w:rsidRPr="00D123CE" w:rsidRDefault="00974FBA" w:rsidP="00D123CE">
            <w:pPr>
              <w:tabs>
                <w:tab w:val="left" w:pos="709"/>
              </w:tabs>
              <w:spacing w:after="0" w:line="360" w:lineRule="auto"/>
              <w:jc w:val="center"/>
              <w:rPr>
                <w:rFonts w:ascii="Times New Roman" w:hAnsi="Times New Roman"/>
                <w:sz w:val="28"/>
                <w:szCs w:val="28"/>
              </w:rPr>
            </w:pPr>
            <w:r w:rsidRPr="00D123CE">
              <w:rPr>
                <w:rFonts w:ascii="Times New Roman" w:hAnsi="Times New Roman"/>
                <w:sz w:val="28"/>
                <w:szCs w:val="28"/>
              </w:rPr>
              <w:t>32</w:t>
            </w:r>
          </w:p>
        </w:tc>
        <w:tc>
          <w:tcPr>
            <w:tcW w:w="708" w:type="dxa"/>
          </w:tcPr>
          <w:p w:rsidR="00974FBA" w:rsidRPr="00D123CE" w:rsidRDefault="00974FBA" w:rsidP="00D123CE">
            <w:pPr>
              <w:tabs>
                <w:tab w:val="left" w:pos="709"/>
              </w:tabs>
              <w:spacing w:after="0" w:line="360" w:lineRule="auto"/>
              <w:jc w:val="center"/>
              <w:rPr>
                <w:rFonts w:ascii="Times New Roman" w:hAnsi="Times New Roman"/>
                <w:sz w:val="28"/>
                <w:szCs w:val="28"/>
              </w:rPr>
            </w:pPr>
            <w:r w:rsidRPr="00D123CE">
              <w:rPr>
                <w:rFonts w:ascii="Times New Roman" w:hAnsi="Times New Roman"/>
                <w:sz w:val="28"/>
                <w:szCs w:val="28"/>
              </w:rPr>
              <w:t>33</w:t>
            </w:r>
          </w:p>
        </w:tc>
      </w:tr>
    </w:tbl>
    <w:p w:rsidR="00974FBA" w:rsidRPr="002240C2" w:rsidRDefault="00974FBA" w:rsidP="007C782E">
      <w:pPr>
        <w:tabs>
          <w:tab w:val="left" w:pos="709"/>
        </w:tabs>
        <w:spacing w:after="0" w:line="360" w:lineRule="auto"/>
        <w:ind w:firstLine="709"/>
        <w:jc w:val="both"/>
        <w:rPr>
          <w:rFonts w:ascii="Times New Roman" w:hAnsi="Times New Roman"/>
          <w:sz w:val="28"/>
          <w:szCs w:val="28"/>
        </w:rPr>
      </w:pPr>
    </w:p>
    <w:p w:rsidR="00974FBA" w:rsidRPr="002240C2" w:rsidRDefault="00974FBA" w:rsidP="007C782E">
      <w:pPr>
        <w:tabs>
          <w:tab w:val="left" w:pos="709"/>
        </w:tabs>
        <w:spacing w:after="0" w:line="360" w:lineRule="auto"/>
        <w:ind w:firstLine="709"/>
        <w:jc w:val="both"/>
        <w:rPr>
          <w:rFonts w:ascii="Times New Roman" w:hAnsi="Times New Roman"/>
          <w:color w:val="000000"/>
          <w:sz w:val="28"/>
          <w:szCs w:val="28"/>
        </w:rPr>
      </w:pPr>
      <w:r w:rsidRPr="002240C2">
        <w:rPr>
          <w:rFonts w:ascii="Times New Roman" w:hAnsi="Times New Roman"/>
          <w:color w:val="000000"/>
          <w:sz w:val="28"/>
          <w:szCs w:val="28"/>
        </w:rPr>
        <w:t>У багатьох підручниках та посібниках зустрічаються задачі з комбінаторики, що розв’язуються за допомогою графа</w:t>
      </w:r>
      <w:r w:rsidRPr="002240C2">
        <w:rPr>
          <w:rFonts w:ascii="Times New Roman" w:hAnsi="Times New Roman"/>
          <w:sz w:val="28"/>
          <w:szCs w:val="28"/>
        </w:rPr>
        <w:t xml:space="preserve">. </w:t>
      </w:r>
      <w:r w:rsidRPr="002240C2">
        <w:rPr>
          <w:rFonts w:ascii="Times New Roman" w:hAnsi="Times New Roman"/>
          <w:color w:val="000000"/>
          <w:sz w:val="28"/>
          <w:szCs w:val="28"/>
        </w:rPr>
        <w:t xml:space="preserve">Граф – це схема, на якій елементи позначаютьсяточками, а відношення між ними – стрілками. </w:t>
      </w:r>
    </w:p>
    <w:p w:rsidR="00974FBA" w:rsidRPr="002240C2" w:rsidRDefault="00974FBA" w:rsidP="007C782E">
      <w:pPr>
        <w:tabs>
          <w:tab w:val="left" w:pos="709"/>
        </w:tabs>
        <w:spacing w:after="0" w:line="360" w:lineRule="auto"/>
        <w:ind w:firstLine="709"/>
        <w:jc w:val="both"/>
        <w:rPr>
          <w:rFonts w:ascii="Times New Roman" w:hAnsi="Times New Roman"/>
          <w:color w:val="000000"/>
          <w:sz w:val="28"/>
          <w:szCs w:val="28"/>
        </w:rPr>
      </w:pPr>
      <w:r w:rsidRPr="002240C2">
        <w:rPr>
          <w:rFonts w:ascii="Times New Roman" w:hAnsi="Times New Roman"/>
          <w:b/>
          <w:color w:val="000000"/>
          <w:sz w:val="28"/>
          <w:szCs w:val="28"/>
        </w:rPr>
        <w:t xml:space="preserve">Задача 3. </w:t>
      </w:r>
      <w:r w:rsidRPr="002240C2">
        <w:rPr>
          <w:rFonts w:ascii="Times New Roman" w:hAnsi="Times New Roman"/>
          <w:color w:val="000000"/>
          <w:sz w:val="28"/>
          <w:szCs w:val="28"/>
        </w:rPr>
        <w:t>Після канікул шестеро друзів обмінялися телефонними дзвінками. Скільки дзвінків було зроблено?</w:t>
      </w:r>
    </w:p>
    <w:p w:rsidR="00974FBA" w:rsidRPr="002240C2" w:rsidRDefault="00974FBA" w:rsidP="007C782E">
      <w:pPr>
        <w:tabs>
          <w:tab w:val="left" w:pos="709"/>
        </w:tabs>
        <w:spacing w:after="0" w:line="360" w:lineRule="auto"/>
        <w:ind w:firstLine="709"/>
        <w:jc w:val="both"/>
        <w:rPr>
          <w:rFonts w:ascii="Times New Roman" w:hAnsi="Times New Roman"/>
          <w:iCs/>
          <w:sz w:val="28"/>
          <w:szCs w:val="28"/>
        </w:rPr>
      </w:pPr>
      <w:r w:rsidRPr="002240C2">
        <w:rPr>
          <w:rFonts w:ascii="Times New Roman" w:hAnsi="Times New Roman"/>
          <w:i/>
          <w:iCs/>
          <w:sz w:val="28"/>
          <w:szCs w:val="28"/>
        </w:rPr>
        <w:t>Розв</w:t>
      </w:r>
      <w:r w:rsidRPr="002240C2">
        <w:rPr>
          <w:rFonts w:ascii="Times New Roman" w:hAnsi="Times New Roman"/>
          <w:sz w:val="28"/>
          <w:szCs w:val="28"/>
        </w:rPr>
        <w:t>’</w:t>
      </w:r>
      <w:r w:rsidRPr="002240C2">
        <w:rPr>
          <w:rFonts w:ascii="Times New Roman" w:hAnsi="Times New Roman"/>
          <w:i/>
          <w:iCs/>
          <w:sz w:val="28"/>
          <w:szCs w:val="28"/>
        </w:rPr>
        <w:t>язання.</w:t>
      </w:r>
      <w:r w:rsidRPr="002240C2">
        <w:rPr>
          <w:rFonts w:ascii="Times New Roman" w:hAnsi="Times New Roman"/>
          <w:iCs/>
          <w:sz w:val="28"/>
          <w:szCs w:val="28"/>
        </w:rPr>
        <w:t xml:space="preserve"> Для розв’язання даної задачі скористаємося методом побудови графа</w:t>
      </w:r>
      <w:r w:rsidRPr="002240C2">
        <w:rPr>
          <w:rFonts w:ascii="Times New Roman" w:hAnsi="Times New Roman"/>
          <w:i/>
          <w:iCs/>
          <w:sz w:val="28"/>
          <w:szCs w:val="28"/>
        </w:rPr>
        <w:t>.</w:t>
      </w:r>
      <w:r w:rsidRPr="002240C2">
        <w:rPr>
          <w:rFonts w:ascii="Times New Roman" w:hAnsi="Times New Roman"/>
          <w:iCs/>
          <w:sz w:val="28"/>
          <w:szCs w:val="28"/>
        </w:rPr>
        <w:t xml:space="preserve"> Так, точками (1-6) позначимо друзів, а лініями з’єднаємо можливі варіанти дзвінків (рис.1.).</w:t>
      </w:r>
    </w:p>
    <w:p w:rsidR="00974FBA" w:rsidRPr="002240C2" w:rsidRDefault="00974FBA" w:rsidP="007C782E">
      <w:pPr>
        <w:tabs>
          <w:tab w:val="left" w:pos="709"/>
        </w:tabs>
        <w:spacing w:after="0" w:line="360" w:lineRule="auto"/>
        <w:ind w:firstLine="709"/>
        <w:jc w:val="center"/>
        <w:rPr>
          <w:rFonts w:ascii="Times New Roman" w:hAnsi="Times New Roman"/>
          <w:iCs/>
          <w:sz w:val="28"/>
          <w:szCs w:val="28"/>
        </w:rPr>
      </w:pPr>
      <w:r w:rsidRPr="00D123CE">
        <w:rPr>
          <w:rFonts w:ascii="Times New Roman" w:hAnsi="Times New Roman"/>
          <w:noProof/>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68pt;height:131.25pt;visibility:visible">
            <v:imagedata r:id="rId5" o:title=""/>
          </v:shape>
        </w:pict>
      </w:r>
    </w:p>
    <w:p w:rsidR="00974FBA" w:rsidRPr="002240C2" w:rsidRDefault="00974FBA" w:rsidP="007C782E">
      <w:pPr>
        <w:tabs>
          <w:tab w:val="left" w:pos="709"/>
        </w:tabs>
        <w:spacing w:after="0" w:line="360" w:lineRule="auto"/>
        <w:ind w:firstLine="709"/>
        <w:jc w:val="center"/>
        <w:rPr>
          <w:rFonts w:ascii="Times New Roman" w:hAnsi="Times New Roman"/>
          <w:iCs/>
          <w:sz w:val="28"/>
          <w:szCs w:val="28"/>
        </w:rPr>
      </w:pPr>
      <w:r w:rsidRPr="002240C2">
        <w:rPr>
          <w:rFonts w:ascii="Times New Roman" w:hAnsi="Times New Roman"/>
          <w:iCs/>
          <w:sz w:val="28"/>
          <w:szCs w:val="28"/>
        </w:rPr>
        <w:t>Рис.1. Граф знайомств</w:t>
      </w:r>
      <w:r>
        <w:rPr>
          <w:rFonts w:ascii="Times New Roman" w:hAnsi="Times New Roman"/>
          <w:iCs/>
          <w:sz w:val="28"/>
          <w:szCs w:val="28"/>
        </w:rPr>
        <w:t>а</w:t>
      </w:r>
    </w:p>
    <w:p w:rsidR="00974FBA" w:rsidRPr="00832309" w:rsidRDefault="00974FBA" w:rsidP="007C782E">
      <w:pPr>
        <w:tabs>
          <w:tab w:val="left" w:pos="709"/>
        </w:tabs>
        <w:spacing w:after="0" w:line="360" w:lineRule="auto"/>
        <w:ind w:firstLine="709"/>
        <w:jc w:val="both"/>
        <w:rPr>
          <w:rFonts w:ascii="Times New Roman" w:hAnsi="Times New Roman"/>
          <w:iCs/>
          <w:sz w:val="28"/>
          <w:szCs w:val="28"/>
        </w:rPr>
      </w:pPr>
      <w:r w:rsidRPr="00832309">
        <w:rPr>
          <w:rFonts w:ascii="Times New Roman" w:hAnsi="Times New Roman"/>
          <w:iCs/>
          <w:sz w:val="28"/>
          <w:szCs w:val="28"/>
        </w:rPr>
        <w:t xml:space="preserve">Щоб відповістина запитання, яке було поставлене в умові задачі, достатньо підрахувати кількість відрізків, що з’єднують точки 1-6. Так, першій людині необхідно зробити 5 дзвінків, другій – 4, третій – 3, четвертій – 2, п’ятій – 1. Разом дзвінків буде </w:t>
      </w:r>
      <w:r w:rsidRPr="00D123CE">
        <w:rPr>
          <w:rFonts w:ascii="Times New Roman" w:hAnsi="Times New Roman"/>
          <w:iCs/>
          <w:sz w:val="28"/>
          <w:szCs w:val="28"/>
        </w:rPr>
        <w:fldChar w:fldCharType="begin"/>
      </w:r>
      <w:r w:rsidRPr="00D123CE">
        <w:rPr>
          <w:rFonts w:ascii="Times New Roman" w:hAnsi="Times New Roman"/>
          <w:iCs/>
          <w:sz w:val="28"/>
          <w:szCs w:val="28"/>
        </w:rPr>
        <w:instrText xml:space="preserve"> QUOTE </w:instrText>
      </w:r>
      <w:r w:rsidRPr="00D123CE">
        <w:pict>
          <v:shape id="_x0000_i1026" type="#_x0000_t75" style="width:2in;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5781&quot;/&gt;&lt;wsp:rsid wsp:val=&quot;00006BD1&quot;/&gt;&lt;wsp:rsid wsp:val=&quot;00054C9D&quot;/&gt;&lt;wsp:rsid wsp:val=&quot;00077B1F&quot;/&gt;&lt;wsp:rsid wsp:val=&quot;000909D5&quot;/&gt;&lt;wsp:rsid wsp:val=&quot;002208AB&quot;/&gt;&lt;wsp:rsid wsp:val=&quot;002240C2&quot;/&gt;&lt;wsp:rsid wsp:val=&quot;00243ADC&quot;/&gt;&lt;wsp:rsid wsp:val=&quot;00245771&quot;/&gt;&lt;wsp:rsid wsp:val=&quot;00277211&quot;/&gt;&lt;wsp:rsid wsp:val=&quot;002A6B80&quot;/&gt;&lt;wsp:rsid wsp:val=&quot;0031445B&quot;/&gt;&lt;wsp:rsid wsp:val=&quot;00323A8E&quot;/&gt;&lt;wsp:rsid wsp:val=&quot;00385781&quot;/&gt;&lt;wsp:rsid wsp:val=&quot;003A1CA9&quot;/&gt;&lt;wsp:rsid wsp:val=&quot;003B72F5&quot;/&gt;&lt;wsp:rsid wsp:val=&quot;004B48FA&quot;/&gt;&lt;wsp:rsid wsp:val=&quot;00571E99&quot;/&gt;&lt;wsp:rsid wsp:val=&quot;005901E8&quot;/&gt;&lt;wsp:rsid wsp:val=&quot;0063346C&quot;/&gt;&lt;wsp:rsid wsp:val=&quot;00737761&quot;/&gt;&lt;wsp:rsid wsp:val=&quot;00771FE6&quot;/&gt;&lt;wsp:rsid wsp:val=&quot;007931D6&quot;/&gt;&lt;wsp:rsid wsp:val=&quot;007C782E&quot;/&gt;&lt;wsp:rsid wsp:val=&quot;00832309&quot;/&gt;&lt;wsp:rsid wsp:val=&quot;0083490B&quot;/&gt;&lt;wsp:rsid wsp:val=&quot;00AC202C&quot;/&gt;&lt;wsp:rsid wsp:val=&quot;00B12708&quot;/&gt;&lt;wsp:rsid wsp:val=&quot;00D123CE&quot;/&gt;&lt;wsp:rsid wsp:val=&quot;00D235EF&quot;/&gt;&lt;wsp:rsid wsp:val=&quot;00D30883&quot;/&gt;&lt;wsp:rsid wsp:val=&quot;00D40D4E&quot;/&gt;&lt;wsp:rsid wsp:val=&quot;00E76541&quot;/&gt;&lt;wsp:rsid wsp:val=&quot;00ED3A08&quot;/&gt;&lt;wsp:rsid wsp:val=&quot;00F516A2&quot;/&gt;&lt;wsp:rsid wsp:val=&quot;00F8114F&quot;/&gt;&lt;/wsp:rsids&gt;&lt;/w:docPr&gt;&lt;w:body&gt;&lt;w:p wsp:rsidR=&quot;00000000&quot; wsp:rsidRDefault=&quot;00006BD1&quot;&gt;&lt;m:oMathPara&gt;&lt;m:oMath&gt;&lt;m:r&gt;&lt;w:rPr&gt;&lt;w:rFonts w:ascii=&quot;Cambria Math&quot; w:h-ansi=&quot;Cambria Math&quot;/&gt;&lt;wx:font wx:val=&quot;Cambria Math&quot;/&gt;&lt;w:i/&gt;&lt;w:sz w:val=&quot;28&quot;/&gt;&lt;w:sz-cs w:val=&quot;28&quot;/&gt;&lt;/w:rPr&gt;&lt;m:t&gt;5+4+3+2+1=15&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6" o:title="" chromakey="white"/>
          </v:shape>
        </w:pict>
      </w:r>
      <w:r w:rsidRPr="00D123CE">
        <w:rPr>
          <w:rFonts w:ascii="Times New Roman" w:hAnsi="Times New Roman"/>
          <w:iCs/>
          <w:sz w:val="28"/>
          <w:szCs w:val="28"/>
        </w:rPr>
        <w:instrText xml:space="preserve"> </w:instrText>
      </w:r>
      <w:r w:rsidRPr="00D123CE">
        <w:rPr>
          <w:rFonts w:ascii="Times New Roman" w:hAnsi="Times New Roman"/>
          <w:iCs/>
          <w:sz w:val="28"/>
          <w:szCs w:val="28"/>
        </w:rPr>
        <w:fldChar w:fldCharType="separate"/>
      </w:r>
      <w:r w:rsidRPr="00D123CE">
        <w:pict>
          <v:shape id="_x0000_i1027" type="#_x0000_t75" style="width:2in;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5781&quot;/&gt;&lt;wsp:rsid wsp:val=&quot;00006BD1&quot;/&gt;&lt;wsp:rsid wsp:val=&quot;00054C9D&quot;/&gt;&lt;wsp:rsid wsp:val=&quot;00077B1F&quot;/&gt;&lt;wsp:rsid wsp:val=&quot;000909D5&quot;/&gt;&lt;wsp:rsid wsp:val=&quot;002208AB&quot;/&gt;&lt;wsp:rsid wsp:val=&quot;002240C2&quot;/&gt;&lt;wsp:rsid wsp:val=&quot;00243ADC&quot;/&gt;&lt;wsp:rsid wsp:val=&quot;00245771&quot;/&gt;&lt;wsp:rsid wsp:val=&quot;00277211&quot;/&gt;&lt;wsp:rsid wsp:val=&quot;002A6B80&quot;/&gt;&lt;wsp:rsid wsp:val=&quot;0031445B&quot;/&gt;&lt;wsp:rsid wsp:val=&quot;00323A8E&quot;/&gt;&lt;wsp:rsid wsp:val=&quot;00385781&quot;/&gt;&lt;wsp:rsid wsp:val=&quot;003A1CA9&quot;/&gt;&lt;wsp:rsid wsp:val=&quot;003B72F5&quot;/&gt;&lt;wsp:rsid wsp:val=&quot;004B48FA&quot;/&gt;&lt;wsp:rsid wsp:val=&quot;00571E99&quot;/&gt;&lt;wsp:rsid wsp:val=&quot;005901E8&quot;/&gt;&lt;wsp:rsid wsp:val=&quot;0063346C&quot;/&gt;&lt;wsp:rsid wsp:val=&quot;00737761&quot;/&gt;&lt;wsp:rsid wsp:val=&quot;00771FE6&quot;/&gt;&lt;wsp:rsid wsp:val=&quot;007931D6&quot;/&gt;&lt;wsp:rsid wsp:val=&quot;007C782E&quot;/&gt;&lt;wsp:rsid wsp:val=&quot;00832309&quot;/&gt;&lt;wsp:rsid wsp:val=&quot;0083490B&quot;/&gt;&lt;wsp:rsid wsp:val=&quot;00AC202C&quot;/&gt;&lt;wsp:rsid wsp:val=&quot;00B12708&quot;/&gt;&lt;wsp:rsid wsp:val=&quot;00D123CE&quot;/&gt;&lt;wsp:rsid wsp:val=&quot;00D235EF&quot;/&gt;&lt;wsp:rsid wsp:val=&quot;00D30883&quot;/&gt;&lt;wsp:rsid wsp:val=&quot;00D40D4E&quot;/&gt;&lt;wsp:rsid wsp:val=&quot;00E76541&quot;/&gt;&lt;wsp:rsid wsp:val=&quot;00ED3A08&quot;/&gt;&lt;wsp:rsid wsp:val=&quot;00F516A2&quot;/&gt;&lt;wsp:rsid wsp:val=&quot;00F8114F&quot;/&gt;&lt;/wsp:rsids&gt;&lt;/w:docPr&gt;&lt;w:body&gt;&lt;w:p wsp:rsidR=&quot;00000000&quot; wsp:rsidRDefault=&quot;00006BD1&quot;&gt;&lt;m:oMathPara&gt;&lt;m:oMath&gt;&lt;m:r&gt;&lt;w:rPr&gt;&lt;w:rFonts w:ascii=&quot;Cambria Math&quot; w:h-ansi=&quot;Cambria Math&quot;/&gt;&lt;wx:font wx:val=&quot;Cambria Math&quot;/&gt;&lt;w:i/&gt;&lt;w:sz w:val=&quot;28&quot;/&gt;&lt;w:sz-cs w:val=&quot;28&quot;/&gt;&lt;/w:rPr&gt;&lt;m:t&gt;5+4+3+2+1=15&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6" o:title="" chromakey="white"/>
          </v:shape>
        </w:pict>
      </w:r>
      <w:r w:rsidRPr="00D123CE">
        <w:rPr>
          <w:rFonts w:ascii="Times New Roman" w:hAnsi="Times New Roman"/>
          <w:iCs/>
          <w:sz w:val="28"/>
          <w:szCs w:val="28"/>
        </w:rPr>
        <w:fldChar w:fldCharType="end"/>
      </w:r>
      <w:r w:rsidRPr="00832309">
        <w:rPr>
          <w:rFonts w:ascii="Times New Roman" w:hAnsi="Times New Roman"/>
          <w:iCs/>
          <w:sz w:val="28"/>
          <w:szCs w:val="28"/>
        </w:rPr>
        <w:t>.</w:t>
      </w:r>
    </w:p>
    <w:p w:rsidR="00974FBA" w:rsidRPr="00832309" w:rsidRDefault="00974FBA" w:rsidP="007C782E">
      <w:pPr>
        <w:tabs>
          <w:tab w:val="left" w:pos="709"/>
        </w:tabs>
        <w:spacing w:after="0" w:line="360" w:lineRule="auto"/>
        <w:ind w:firstLine="709"/>
        <w:jc w:val="both"/>
        <w:rPr>
          <w:rFonts w:ascii="Times New Roman" w:hAnsi="Times New Roman"/>
          <w:iCs/>
          <w:sz w:val="28"/>
          <w:szCs w:val="28"/>
        </w:rPr>
      </w:pPr>
      <w:r w:rsidRPr="00832309">
        <w:rPr>
          <w:rFonts w:ascii="Times New Roman" w:hAnsi="Times New Roman"/>
          <w:i/>
          <w:iCs/>
          <w:sz w:val="28"/>
          <w:szCs w:val="28"/>
        </w:rPr>
        <w:t xml:space="preserve">Відповідь: </w:t>
      </w:r>
      <w:r w:rsidRPr="00832309">
        <w:rPr>
          <w:rFonts w:ascii="Times New Roman" w:hAnsi="Times New Roman"/>
          <w:iCs/>
          <w:sz w:val="28"/>
          <w:szCs w:val="28"/>
        </w:rPr>
        <w:t>15 дзвінків.</w:t>
      </w:r>
    </w:p>
    <w:p w:rsidR="00974FBA" w:rsidRPr="00832309" w:rsidRDefault="00974FBA" w:rsidP="007C782E">
      <w:pPr>
        <w:tabs>
          <w:tab w:val="left" w:pos="709"/>
        </w:tabs>
        <w:spacing w:after="0" w:line="360" w:lineRule="auto"/>
        <w:ind w:firstLine="709"/>
        <w:jc w:val="both"/>
        <w:rPr>
          <w:rFonts w:ascii="Times New Roman" w:hAnsi="Times New Roman"/>
          <w:iCs/>
          <w:sz w:val="28"/>
          <w:szCs w:val="28"/>
        </w:rPr>
      </w:pPr>
      <w:r w:rsidRPr="00832309">
        <w:rPr>
          <w:rFonts w:ascii="Times New Roman" w:hAnsi="Times New Roman"/>
          <w:iCs/>
          <w:sz w:val="28"/>
          <w:szCs w:val="28"/>
        </w:rPr>
        <w:t>Якщо в задачі кількість можливих випадків на кожному кроці залежить від того, які елементи були вибрані раніше, зручно зобразити процес знаходження розв’язків у вигляді «дерева», що являється однією з модифікацій графа.</w:t>
      </w:r>
    </w:p>
    <w:p w:rsidR="00974FBA" w:rsidRPr="00832309" w:rsidRDefault="00974FBA" w:rsidP="007C782E">
      <w:pPr>
        <w:tabs>
          <w:tab w:val="left" w:pos="709"/>
        </w:tabs>
        <w:spacing w:after="0" w:line="360" w:lineRule="auto"/>
        <w:ind w:firstLine="709"/>
        <w:jc w:val="both"/>
        <w:rPr>
          <w:rFonts w:ascii="Times New Roman" w:hAnsi="Times New Roman"/>
          <w:iCs/>
          <w:sz w:val="28"/>
          <w:szCs w:val="28"/>
        </w:rPr>
      </w:pPr>
      <w:r w:rsidRPr="00832309">
        <w:rPr>
          <w:rFonts w:ascii="Times New Roman" w:hAnsi="Times New Roman"/>
          <w:iCs/>
          <w:sz w:val="28"/>
          <w:szCs w:val="28"/>
        </w:rPr>
        <w:t>Розглянемо задачу, що розв’язується методом побудови дерева.</w:t>
      </w:r>
    </w:p>
    <w:p w:rsidR="00974FBA" w:rsidRPr="00832309" w:rsidRDefault="00974FBA" w:rsidP="007C782E">
      <w:pPr>
        <w:tabs>
          <w:tab w:val="left" w:pos="709"/>
        </w:tabs>
        <w:spacing w:after="0" w:line="360" w:lineRule="auto"/>
        <w:ind w:firstLine="709"/>
        <w:jc w:val="both"/>
        <w:rPr>
          <w:rFonts w:ascii="Times New Roman" w:hAnsi="Times New Roman"/>
          <w:sz w:val="28"/>
          <w:szCs w:val="28"/>
        </w:rPr>
      </w:pPr>
      <w:r w:rsidRPr="00832309">
        <w:rPr>
          <w:rFonts w:ascii="Times New Roman" w:hAnsi="Times New Roman"/>
          <w:b/>
          <w:iCs/>
          <w:sz w:val="28"/>
          <w:szCs w:val="28"/>
        </w:rPr>
        <w:t xml:space="preserve">Задача 4. </w:t>
      </w:r>
      <w:r w:rsidRPr="00832309">
        <w:rPr>
          <w:rFonts w:ascii="Times New Roman" w:hAnsi="Times New Roman"/>
          <w:sz w:val="28"/>
          <w:szCs w:val="28"/>
        </w:rPr>
        <w:t>У шкільній їдальні на обід було приготовлено дві перших страви: суп і борщ; три других страви – голубці,  плов і млинці; і чотири третіх – чай, сік, компот, молоко. Склади всі можливі варіанти обіду.</w:t>
      </w:r>
    </w:p>
    <w:p w:rsidR="00974FBA" w:rsidRPr="00832309" w:rsidRDefault="00974FBA" w:rsidP="007C782E">
      <w:pPr>
        <w:tabs>
          <w:tab w:val="left" w:pos="709"/>
        </w:tabs>
        <w:spacing w:after="0" w:line="360" w:lineRule="auto"/>
        <w:ind w:firstLine="709"/>
        <w:jc w:val="both"/>
        <w:rPr>
          <w:rFonts w:ascii="Times New Roman" w:hAnsi="Times New Roman"/>
          <w:color w:val="000000"/>
          <w:sz w:val="28"/>
          <w:szCs w:val="28"/>
        </w:rPr>
      </w:pPr>
      <w:r w:rsidRPr="00832309">
        <w:rPr>
          <w:rFonts w:ascii="Times New Roman" w:hAnsi="Times New Roman"/>
          <w:i/>
          <w:iCs/>
          <w:sz w:val="28"/>
          <w:szCs w:val="28"/>
        </w:rPr>
        <w:t>Розв</w:t>
      </w:r>
      <w:r w:rsidRPr="00832309">
        <w:rPr>
          <w:rFonts w:ascii="Times New Roman" w:hAnsi="Times New Roman"/>
          <w:sz w:val="28"/>
          <w:szCs w:val="28"/>
        </w:rPr>
        <w:t>’</w:t>
      </w:r>
      <w:r w:rsidRPr="00832309">
        <w:rPr>
          <w:rFonts w:ascii="Times New Roman" w:hAnsi="Times New Roman"/>
          <w:i/>
          <w:iCs/>
          <w:sz w:val="28"/>
          <w:szCs w:val="28"/>
        </w:rPr>
        <w:t xml:space="preserve">язання. </w:t>
      </w:r>
      <w:r w:rsidRPr="00832309">
        <w:rPr>
          <w:rFonts w:ascii="Times New Roman" w:hAnsi="Times New Roman"/>
          <w:iCs/>
          <w:sz w:val="28"/>
          <w:szCs w:val="28"/>
        </w:rPr>
        <w:t xml:space="preserve">Побудуємо перше «дерево» роблячи такі міркування: до супу </w:t>
      </w:r>
      <w:r w:rsidRPr="00832309">
        <w:rPr>
          <w:rFonts w:ascii="Times New Roman" w:hAnsi="Times New Roman"/>
          <w:color w:val="000000"/>
          <w:sz w:val="28"/>
          <w:szCs w:val="28"/>
        </w:rPr>
        <w:t>(С) можна вибрати три других страви – голубці(Г), плов(П) і млинці(М). Для кожного з трьох отриманих наборів можна додати один із чотирьох напоїв – чай(Ч), сік(С) компот(К), молоко(М). Аналогічно будуємо «дерево», з початком в точці Б(борщ) (рис. 2).</w:t>
      </w:r>
    </w:p>
    <w:p w:rsidR="00974FBA" w:rsidRPr="002240C2" w:rsidRDefault="00974FBA" w:rsidP="007C782E">
      <w:pPr>
        <w:tabs>
          <w:tab w:val="left" w:pos="709"/>
        </w:tabs>
        <w:spacing w:after="0" w:line="360" w:lineRule="auto"/>
        <w:ind w:firstLine="709"/>
        <w:jc w:val="both"/>
        <w:rPr>
          <w:rFonts w:ascii="Times New Roman" w:hAnsi="Times New Roman"/>
          <w:color w:val="000000"/>
          <w:sz w:val="28"/>
          <w:szCs w:val="28"/>
        </w:rPr>
      </w:pPr>
    </w:p>
    <w:p w:rsidR="00974FBA" w:rsidRPr="002240C2" w:rsidRDefault="00974FBA" w:rsidP="007C782E">
      <w:pPr>
        <w:tabs>
          <w:tab w:val="left" w:pos="709"/>
        </w:tabs>
        <w:spacing w:after="0" w:line="360" w:lineRule="auto"/>
        <w:ind w:firstLine="709"/>
        <w:jc w:val="center"/>
        <w:rPr>
          <w:rFonts w:ascii="Times New Roman" w:hAnsi="Times New Roman"/>
          <w:iCs/>
          <w:sz w:val="28"/>
          <w:szCs w:val="28"/>
        </w:rPr>
      </w:pPr>
      <w:r w:rsidRPr="00D123CE">
        <w:rPr>
          <w:rFonts w:ascii="Times New Roman" w:hAnsi="Times New Roman"/>
          <w:noProof/>
          <w:sz w:val="28"/>
          <w:szCs w:val="28"/>
          <w:lang w:eastAsia="uk-UA"/>
        </w:rPr>
        <w:pict>
          <v:shape id="Рисунок 2" o:spid="_x0000_i1028" type="#_x0000_t75" style="width:399.75pt;height:126pt;visibility:visible">
            <v:imagedata r:id="rId7" o:title=""/>
          </v:shape>
        </w:pict>
      </w:r>
    </w:p>
    <w:p w:rsidR="00974FBA" w:rsidRPr="002240C2" w:rsidRDefault="00974FBA" w:rsidP="007C782E">
      <w:pPr>
        <w:tabs>
          <w:tab w:val="left" w:pos="709"/>
        </w:tabs>
        <w:spacing w:after="0" w:line="360" w:lineRule="auto"/>
        <w:ind w:firstLine="709"/>
        <w:jc w:val="center"/>
        <w:rPr>
          <w:rFonts w:ascii="Times New Roman" w:hAnsi="Times New Roman"/>
          <w:iCs/>
          <w:sz w:val="28"/>
          <w:szCs w:val="28"/>
        </w:rPr>
      </w:pPr>
      <w:r w:rsidRPr="002240C2">
        <w:rPr>
          <w:rFonts w:ascii="Times New Roman" w:hAnsi="Times New Roman"/>
          <w:iCs/>
          <w:sz w:val="28"/>
          <w:szCs w:val="28"/>
        </w:rPr>
        <w:t>Рис.2. Дерево розв’язків задачі 4.</w:t>
      </w:r>
    </w:p>
    <w:p w:rsidR="00974FBA" w:rsidRPr="00832309" w:rsidRDefault="00974FBA" w:rsidP="00832309">
      <w:pPr>
        <w:tabs>
          <w:tab w:val="left" w:pos="709"/>
        </w:tabs>
        <w:spacing w:after="0" w:line="360" w:lineRule="auto"/>
        <w:ind w:firstLine="709"/>
        <w:jc w:val="both"/>
        <w:rPr>
          <w:rFonts w:ascii="Times New Roman" w:hAnsi="Times New Roman"/>
          <w:iCs/>
          <w:sz w:val="28"/>
          <w:szCs w:val="28"/>
        </w:rPr>
      </w:pPr>
      <w:r w:rsidRPr="00832309">
        <w:rPr>
          <w:rFonts w:ascii="Times New Roman" w:hAnsi="Times New Roman"/>
          <w:iCs/>
          <w:sz w:val="28"/>
          <w:szCs w:val="28"/>
        </w:rPr>
        <w:t>Підрахувавши усі гілки «дерева» розв’язків, отримуємо відповідь, що можна скласти 24 варіанти обідів.</w:t>
      </w:r>
    </w:p>
    <w:p w:rsidR="00974FBA" w:rsidRPr="00832309" w:rsidRDefault="00974FBA" w:rsidP="00832309">
      <w:pPr>
        <w:tabs>
          <w:tab w:val="left" w:pos="709"/>
        </w:tabs>
        <w:spacing w:after="0" w:line="360" w:lineRule="auto"/>
        <w:ind w:firstLine="709"/>
        <w:jc w:val="both"/>
        <w:rPr>
          <w:rFonts w:ascii="Times New Roman" w:hAnsi="Times New Roman"/>
          <w:iCs/>
          <w:sz w:val="28"/>
          <w:szCs w:val="28"/>
        </w:rPr>
      </w:pPr>
      <w:r w:rsidRPr="00832309">
        <w:rPr>
          <w:rFonts w:ascii="Times New Roman" w:hAnsi="Times New Roman"/>
          <w:i/>
          <w:iCs/>
          <w:sz w:val="28"/>
          <w:szCs w:val="28"/>
        </w:rPr>
        <w:t xml:space="preserve">Відповідь: </w:t>
      </w:r>
      <w:r w:rsidRPr="00832309">
        <w:rPr>
          <w:rFonts w:ascii="Times New Roman" w:hAnsi="Times New Roman"/>
          <w:iCs/>
          <w:sz w:val="28"/>
          <w:szCs w:val="28"/>
        </w:rPr>
        <w:t>24 обіди.</w:t>
      </w:r>
    </w:p>
    <w:p w:rsidR="00974FBA" w:rsidRPr="00832309" w:rsidRDefault="00974FBA" w:rsidP="00832309">
      <w:pPr>
        <w:tabs>
          <w:tab w:val="left" w:pos="709"/>
        </w:tabs>
        <w:spacing w:after="0" w:line="360" w:lineRule="auto"/>
        <w:ind w:firstLine="709"/>
        <w:jc w:val="both"/>
        <w:rPr>
          <w:rFonts w:ascii="Times New Roman" w:hAnsi="Times New Roman"/>
          <w:color w:val="000000"/>
          <w:sz w:val="28"/>
          <w:szCs w:val="28"/>
        </w:rPr>
      </w:pPr>
      <w:r w:rsidRPr="00832309">
        <w:rPr>
          <w:rFonts w:ascii="Times New Roman" w:hAnsi="Times New Roman"/>
          <w:color w:val="000000"/>
          <w:sz w:val="28"/>
          <w:szCs w:val="28"/>
        </w:rPr>
        <w:t>Поряд із задачами, які розв’язуються методом перебору, існує низка задач при розв’язанні яких використовуються комбінаторні правила добутку та суми.</w:t>
      </w:r>
    </w:p>
    <w:p w:rsidR="00974FBA" w:rsidRPr="00832309" w:rsidRDefault="00974FBA" w:rsidP="00832309">
      <w:pPr>
        <w:tabs>
          <w:tab w:val="left" w:pos="709"/>
        </w:tabs>
        <w:spacing w:after="0" w:line="360" w:lineRule="auto"/>
        <w:ind w:firstLine="709"/>
        <w:jc w:val="both"/>
        <w:rPr>
          <w:rFonts w:ascii="Times New Roman" w:hAnsi="Times New Roman"/>
          <w:color w:val="000000"/>
          <w:sz w:val="28"/>
          <w:szCs w:val="28"/>
        </w:rPr>
      </w:pPr>
      <w:r w:rsidRPr="00832309">
        <w:rPr>
          <w:rFonts w:ascii="Times New Roman" w:hAnsi="Times New Roman"/>
          <w:b/>
          <w:color w:val="000000"/>
          <w:sz w:val="28"/>
          <w:szCs w:val="28"/>
        </w:rPr>
        <w:t xml:space="preserve">Задача 5. </w:t>
      </w:r>
      <w:r w:rsidRPr="00832309">
        <w:rPr>
          <w:rFonts w:ascii="Times New Roman" w:hAnsi="Times New Roman"/>
          <w:color w:val="000000"/>
          <w:sz w:val="28"/>
          <w:szCs w:val="28"/>
        </w:rPr>
        <w:t xml:space="preserve">На тарілці лежать 3 яблука і 5 груш. Скількома способами можна взяти одне яблуко і одну грушу? </w:t>
      </w:r>
    </w:p>
    <w:p w:rsidR="00974FBA" w:rsidRPr="00832309" w:rsidRDefault="00974FBA" w:rsidP="00832309">
      <w:pPr>
        <w:tabs>
          <w:tab w:val="left" w:pos="709"/>
        </w:tabs>
        <w:spacing w:after="0" w:line="360" w:lineRule="auto"/>
        <w:ind w:firstLine="709"/>
        <w:jc w:val="both"/>
        <w:rPr>
          <w:rFonts w:ascii="Times New Roman" w:hAnsi="Times New Roman"/>
          <w:color w:val="000000"/>
          <w:sz w:val="28"/>
          <w:szCs w:val="28"/>
        </w:rPr>
      </w:pPr>
      <w:r w:rsidRPr="00832309">
        <w:rPr>
          <w:rFonts w:ascii="Times New Roman" w:hAnsi="Times New Roman"/>
          <w:i/>
          <w:color w:val="000000"/>
          <w:sz w:val="28"/>
          <w:szCs w:val="28"/>
        </w:rPr>
        <w:t>Роз’вязання.</w:t>
      </w:r>
      <w:r w:rsidRPr="00832309">
        <w:rPr>
          <w:rFonts w:ascii="Times New Roman" w:hAnsi="Times New Roman"/>
          <w:color w:val="000000"/>
          <w:sz w:val="28"/>
          <w:szCs w:val="28"/>
        </w:rPr>
        <w:t xml:space="preserve"> Щоб відповісти на це запитання, перенумеруємо окремо яблука і груші. Ми можемо взяти перше яблуко з будь-якою з п’яти груш; це дає п’ять способів. Так само можна взяти друге або третє яблуко з будь якою з п’яти груш, і для кожного з яблук дістанемо по п’ять способів. Отже, </w:t>
      </w:r>
      <w:r w:rsidRPr="00D123CE">
        <w:rPr>
          <w:rFonts w:ascii="Times New Roman" w:hAnsi="Times New Roman"/>
          <w:color w:val="000000"/>
          <w:sz w:val="28"/>
          <w:szCs w:val="28"/>
        </w:rPr>
        <w:fldChar w:fldCharType="begin"/>
      </w:r>
      <w:r w:rsidRPr="00D123CE">
        <w:rPr>
          <w:rFonts w:ascii="Times New Roman" w:hAnsi="Times New Roman"/>
          <w:color w:val="000000"/>
          <w:sz w:val="28"/>
          <w:szCs w:val="28"/>
        </w:rPr>
        <w:instrText xml:space="preserve"> QUOTE </w:instrText>
      </w:r>
      <w:r w:rsidRPr="00D123CE">
        <w:pict>
          <v:shape id="_x0000_i1029" type="#_x0000_t75" style="width:63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5781&quot;/&gt;&lt;wsp:rsid wsp:val=&quot;00054C9D&quot;/&gt;&lt;wsp:rsid wsp:val=&quot;00077B1F&quot;/&gt;&lt;wsp:rsid wsp:val=&quot;000909D5&quot;/&gt;&lt;wsp:rsid wsp:val=&quot;002208AB&quot;/&gt;&lt;wsp:rsid wsp:val=&quot;002240C2&quot;/&gt;&lt;wsp:rsid wsp:val=&quot;00243ADC&quot;/&gt;&lt;wsp:rsid wsp:val=&quot;00245771&quot;/&gt;&lt;wsp:rsid wsp:val=&quot;00277211&quot;/&gt;&lt;wsp:rsid wsp:val=&quot;002A6B80&quot;/&gt;&lt;wsp:rsid wsp:val=&quot;0031445B&quot;/&gt;&lt;wsp:rsid wsp:val=&quot;00323A8E&quot;/&gt;&lt;wsp:rsid wsp:val=&quot;00385781&quot;/&gt;&lt;wsp:rsid wsp:val=&quot;003A1CA9&quot;/&gt;&lt;wsp:rsid wsp:val=&quot;003B72F5&quot;/&gt;&lt;wsp:rsid wsp:val=&quot;004B48FA&quot;/&gt;&lt;wsp:rsid wsp:val=&quot;00571E99&quot;/&gt;&lt;wsp:rsid wsp:val=&quot;005901E8&quot;/&gt;&lt;wsp:rsid wsp:val=&quot;0063346C&quot;/&gt;&lt;wsp:rsid wsp:val=&quot;006C24D0&quot;/&gt;&lt;wsp:rsid wsp:val=&quot;00737761&quot;/&gt;&lt;wsp:rsid wsp:val=&quot;00771FE6&quot;/&gt;&lt;wsp:rsid wsp:val=&quot;007931D6&quot;/&gt;&lt;wsp:rsid wsp:val=&quot;007C782E&quot;/&gt;&lt;wsp:rsid wsp:val=&quot;00832309&quot;/&gt;&lt;wsp:rsid wsp:val=&quot;0083490B&quot;/&gt;&lt;wsp:rsid wsp:val=&quot;00AC202C&quot;/&gt;&lt;wsp:rsid wsp:val=&quot;00B12708&quot;/&gt;&lt;wsp:rsid wsp:val=&quot;00D123CE&quot;/&gt;&lt;wsp:rsid wsp:val=&quot;00D235EF&quot;/&gt;&lt;wsp:rsid wsp:val=&quot;00D30883&quot;/&gt;&lt;wsp:rsid wsp:val=&quot;00D40D4E&quot;/&gt;&lt;wsp:rsid wsp:val=&quot;00E76541&quot;/&gt;&lt;wsp:rsid wsp:val=&quot;00ED3A08&quot;/&gt;&lt;wsp:rsid wsp:val=&quot;00F516A2&quot;/&gt;&lt;wsp:rsid wsp:val=&quot;00F8114F&quot;/&gt;&lt;/wsp:rsids&gt;&lt;/w:docPr&gt;&lt;w:body&gt;&lt;w:p wsp:rsidR=&quot;00000000&quot; wsp:rsidRDefault=&quot;006C24D0&quot;&gt;&lt;m:oMathPara&gt;&lt;m:oMath&gt;&lt;m:r&gt;&lt;w:rPr&gt;&lt;w:rFonts w:ascii=&quot;Cambria Math&quot; w:h-ansi=&quot;Cambria Math&quot;/&gt;&lt;wx:font wx:val=&quot;Cambria Math&quot;/&gt;&lt;w:i/&gt;&lt;w:color w:val=&quot;000000&quot;/&gt;&lt;w:sz w:val=&quot;28&quot;/&gt;&lt;w:sz-cs w:val=&quot;28&quot;/&gt;&lt;/w:rPr&gt;&lt;m:t&gt;3в€™5=15&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8" o:title="" chromakey="white"/>
          </v:shape>
        </w:pict>
      </w:r>
      <w:r w:rsidRPr="00D123CE">
        <w:rPr>
          <w:rFonts w:ascii="Times New Roman" w:hAnsi="Times New Roman"/>
          <w:color w:val="000000"/>
          <w:sz w:val="28"/>
          <w:szCs w:val="28"/>
        </w:rPr>
        <w:instrText xml:space="preserve"> </w:instrText>
      </w:r>
      <w:r w:rsidRPr="00D123CE">
        <w:rPr>
          <w:rFonts w:ascii="Times New Roman" w:hAnsi="Times New Roman"/>
          <w:color w:val="000000"/>
          <w:sz w:val="28"/>
          <w:szCs w:val="28"/>
        </w:rPr>
        <w:fldChar w:fldCharType="separate"/>
      </w:r>
      <w:r w:rsidRPr="00D123CE">
        <w:pict>
          <v:shape id="_x0000_i1030" type="#_x0000_t75" style="width:63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5781&quot;/&gt;&lt;wsp:rsid wsp:val=&quot;00054C9D&quot;/&gt;&lt;wsp:rsid wsp:val=&quot;00077B1F&quot;/&gt;&lt;wsp:rsid wsp:val=&quot;000909D5&quot;/&gt;&lt;wsp:rsid wsp:val=&quot;002208AB&quot;/&gt;&lt;wsp:rsid wsp:val=&quot;002240C2&quot;/&gt;&lt;wsp:rsid wsp:val=&quot;00243ADC&quot;/&gt;&lt;wsp:rsid wsp:val=&quot;00245771&quot;/&gt;&lt;wsp:rsid wsp:val=&quot;00277211&quot;/&gt;&lt;wsp:rsid wsp:val=&quot;002A6B80&quot;/&gt;&lt;wsp:rsid wsp:val=&quot;0031445B&quot;/&gt;&lt;wsp:rsid wsp:val=&quot;00323A8E&quot;/&gt;&lt;wsp:rsid wsp:val=&quot;00385781&quot;/&gt;&lt;wsp:rsid wsp:val=&quot;003A1CA9&quot;/&gt;&lt;wsp:rsid wsp:val=&quot;003B72F5&quot;/&gt;&lt;wsp:rsid wsp:val=&quot;004B48FA&quot;/&gt;&lt;wsp:rsid wsp:val=&quot;00571E99&quot;/&gt;&lt;wsp:rsid wsp:val=&quot;005901E8&quot;/&gt;&lt;wsp:rsid wsp:val=&quot;0063346C&quot;/&gt;&lt;wsp:rsid wsp:val=&quot;006C24D0&quot;/&gt;&lt;wsp:rsid wsp:val=&quot;00737761&quot;/&gt;&lt;wsp:rsid wsp:val=&quot;00771FE6&quot;/&gt;&lt;wsp:rsid wsp:val=&quot;007931D6&quot;/&gt;&lt;wsp:rsid wsp:val=&quot;007C782E&quot;/&gt;&lt;wsp:rsid wsp:val=&quot;00832309&quot;/&gt;&lt;wsp:rsid wsp:val=&quot;0083490B&quot;/&gt;&lt;wsp:rsid wsp:val=&quot;00AC202C&quot;/&gt;&lt;wsp:rsid wsp:val=&quot;00B12708&quot;/&gt;&lt;wsp:rsid wsp:val=&quot;00D123CE&quot;/&gt;&lt;wsp:rsid wsp:val=&quot;00D235EF&quot;/&gt;&lt;wsp:rsid wsp:val=&quot;00D30883&quot;/&gt;&lt;wsp:rsid wsp:val=&quot;00D40D4E&quot;/&gt;&lt;wsp:rsid wsp:val=&quot;00E76541&quot;/&gt;&lt;wsp:rsid wsp:val=&quot;00ED3A08&quot;/&gt;&lt;wsp:rsid wsp:val=&quot;00F516A2&quot;/&gt;&lt;wsp:rsid wsp:val=&quot;00F8114F&quot;/&gt;&lt;/wsp:rsids&gt;&lt;/w:docPr&gt;&lt;w:body&gt;&lt;w:p wsp:rsidR=&quot;00000000&quot; wsp:rsidRDefault=&quot;006C24D0&quot;&gt;&lt;m:oMathPara&gt;&lt;m:oMath&gt;&lt;m:r&gt;&lt;w:rPr&gt;&lt;w:rFonts w:ascii=&quot;Cambria Math&quot; w:h-ansi=&quot;Cambria Math&quot;/&gt;&lt;wx:font wx:val=&quot;Cambria Math&quot;/&gt;&lt;w:i/&gt;&lt;w:color w:val=&quot;000000&quot;/&gt;&lt;w:sz w:val=&quot;28&quot;/&gt;&lt;w:sz-cs w:val=&quot;28&quot;/&gt;&lt;/w:rPr&gt;&lt;m:t&gt;3в€™5=15&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8" o:title="" chromakey="white"/>
          </v:shape>
        </w:pict>
      </w:r>
      <w:r w:rsidRPr="00D123CE">
        <w:rPr>
          <w:rFonts w:ascii="Times New Roman" w:hAnsi="Times New Roman"/>
          <w:color w:val="000000"/>
          <w:sz w:val="28"/>
          <w:szCs w:val="28"/>
        </w:rPr>
        <w:fldChar w:fldCharType="end"/>
      </w:r>
      <w:r w:rsidRPr="00832309">
        <w:rPr>
          <w:rFonts w:ascii="Times New Roman" w:hAnsi="Times New Roman"/>
          <w:color w:val="000000"/>
          <w:sz w:val="28"/>
          <w:szCs w:val="28"/>
        </w:rPr>
        <w:t xml:space="preserve"> загальна кількість способів вибору дорівнює [3, c 185]. </w:t>
      </w:r>
    </w:p>
    <w:p w:rsidR="00974FBA" w:rsidRPr="00832309" w:rsidRDefault="00974FBA" w:rsidP="00832309">
      <w:pPr>
        <w:tabs>
          <w:tab w:val="left" w:pos="709"/>
        </w:tabs>
        <w:spacing w:after="0" w:line="360" w:lineRule="auto"/>
        <w:ind w:firstLine="709"/>
        <w:jc w:val="both"/>
        <w:rPr>
          <w:rFonts w:ascii="Times New Roman" w:hAnsi="Times New Roman"/>
          <w:b/>
          <w:color w:val="000000"/>
          <w:sz w:val="28"/>
          <w:szCs w:val="28"/>
        </w:rPr>
      </w:pPr>
      <w:r w:rsidRPr="00832309">
        <w:rPr>
          <w:rFonts w:ascii="Times New Roman" w:hAnsi="Times New Roman"/>
          <w:i/>
          <w:color w:val="000000"/>
          <w:sz w:val="28"/>
          <w:szCs w:val="28"/>
        </w:rPr>
        <w:t>Відповідь:</w:t>
      </w:r>
      <w:r w:rsidRPr="00832309">
        <w:rPr>
          <w:rFonts w:ascii="Times New Roman" w:hAnsi="Times New Roman"/>
          <w:color w:val="000000"/>
          <w:sz w:val="28"/>
          <w:szCs w:val="28"/>
        </w:rPr>
        <w:t xml:space="preserve"> 15 способів.</w:t>
      </w:r>
    </w:p>
    <w:p w:rsidR="00974FBA" w:rsidRPr="00832309" w:rsidRDefault="00974FBA" w:rsidP="00832309">
      <w:pPr>
        <w:tabs>
          <w:tab w:val="left" w:pos="709"/>
        </w:tabs>
        <w:spacing w:after="0" w:line="360" w:lineRule="auto"/>
        <w:ind w:firstLine="709"/>
        <w:jc w:val="both"/>
        <w:rPr>
          <w:rFonts w:ascii="Times New Roman" w:hAnsi="Times New Roman"/>
          <w:sz w:val="28"/>
          <w:szCs w:val="28"/>
        </w:rPr>
      </w:pPr>
      <w:r w:rsidRPr="00832309">
        <w:rPr>
          <w:rFonts w:ascii="Times New Roman" w:hAnsi="Times New Roman"/>
          <w:b/>
          <w:sz w:val="28"/>
          <w:szCs w:val="28"/>
        </w:rPr>
        <w:t xml:space="preserve">Задача 6. </w:t>
      </w:r>
      <w:r w:rsidRPr="00832309">
        <w:rPr>
          <w:rFonts w:ascii="Times New Roman" w:hAnsi="Times New Roman"/>
          <w:sz w:val="28"/>
          <w:szCs w:val="28"/>
        </w:rPr>
        <w:t xml:space="preserve">Студент має вибрати тему реферату зі списку, розміщеного на трьох аркушах. Аркуші містять відповідно 20, 15 і 17 тем. З якої кількості можливих тем студент робить свій вибір? </w:t>
      </w:r>
    </w:p>
    <w:p w:rsidR="00974FBA" w:rsidRPr="00832309" w:rsidRDefault="00974FBA" w:rsidP="00832309">
      <w:pPr>
        <w:tabs>
          <w:tab w:val="left" w:pos="709"/>
        </w:tabs>
        <w:spacing w:after="0" w:line="360" w:lineRule="auto"/>
        <w:ind w:firstLine="709"/>
        <w:jc w:val="both"/>
        <w:rPr>
          <w:rFonts w:ascii="Times New Roman" w:hAnsi="Times New Roman"/>
          <w:sz w:val="28"/>
          <w:szCs w:val="28"/>
        </w:rPr>
      </w:pPr>
      <w:r w:rsidRPr="00832309">
        <w:rPr>
          <w:rFonts w:ascii="Times New Roman" w:hAnsi="Times New Roman"/>
          <w:i/>
          <w:sz w:val="28"/>
          <w:szCs w:val="28"/>
        </w:rPr>
        <w:t xml:space="preserve">Розв’язання. </w:t>
      </w:r>
      <w:r w:rsidRPr="00832309">
        <w:rPr>
          <w:rFonts w:ascii="Times New Roman" w:hAnsi="Times New Roman"/>
          <w:sz w:val="28"/>
          <w:szCs w:val="28"/>
        </w:rPr>
        <w:t>За правилом суми кількість тем для вибору становить 20 + 15 + 17 = 52.</w:t>
      </w:r>
    </w:p>
    <w:p w:rsidR="00974FBA" w:rsidRPr="00832309" w:rsidRDefault="00974FBA" w:rsidP="00832309">
      <w:pPr>
        <w:tabs>
          <w:tab w:val="left" w:pos="709"/>
        </w:tabs>
        <w:spacing w:after="0" w:line="360" w:lineRule="auto"/>
        <w:ind w:firstLine="709"/>
        <w:jc w:val="both"/>
        <w:rPr>
          <w:rFonts w:ascii="Times New Roman" w:hAnsi="Times New Roman"/>
          <w:sz w:val="28"/>
          <w:szCs w:val="28"/>
        </w:rPr>
      </w:pPr>
      <w:r w:rsidRPr="00832309">
        <w:rPr>
          <w:rFonts w:ascii="Times New Roman" w:hAnsi="Times New Roman"/>
          <w:i/>
          <w:sz w:val="28"/>
          <w:szCs w:val="28"/>
        </w:rPr>
        <w:t xml:space="preserve">Відповідь: </w:t>
      </w:r>
      <w:r w:rsidRPr="00832309">
        <w:rPr>
          <w:rFonts w:ascii="Times New Roman" w:hAnsi="Times New Roman"/>
          <w:sz w:val="28"/>
          <w:szCs w:val="28"/>
        </w:rPr>
        <w:t>52 теми.</w:t>
      </w:r>
    </w:p>
    <w:p w:rsidR="00974FBA" w:rsidRPr="00832309" w:rsidRDefault="00974FBA" w:rsidP="00832309">
      <w:pPr>
        <w:pStyle w:val="Style44"/>
        <w:widowControl/>
        <w:spacing w:line="360" w:lineRule="auto"/>
        <w:ind w:firstLine="709"/>
        <w:jc w:val="both"/>
        <w:rPr>
          <w:rStyle w:val="FontStyle69"/>
          <w:sz w:val="28"/>
          <w:szCs w:val="28"/>
          <w:lang w:eastAsia="uk-UA"/>
        </w:rPr>
      </w:pPr>
      <w:r w:rsidRPr="00832309">
        <w:rPr>
          <w:rStyle w:val="FontStyle69"/>
          <w:b/>
          <w:sz w:val="28"/>
          <w:szCs w:val="28"/>
          <w:lang w:eastAsia="uk-UA"/>
        </w:rPr>
        <w:t xml:space="preserve">Задача 7. </w:t>
      </w:r>
      <w:r w:rsidRPr="00832309">
        <w:rPr>
          <w:rStyle w:val="FontStyle69"/>
          <w:sz w:val="28"/>
          <w:szCs w:val="28"/>
          <w:lang w:eastAsia="uk-UA"/>
        </w:rPr>
        <w:t>Скількома способами із 5 конвертів, 4 марок і 6 листівок можна вибрати два предмети з різними назвами?</w:t>
      </w:r>
    </w:p>
    <w:p w:rsidR="00974FBA" w:rsidRPr="00832309" w:rsidRDefault="00974FBA" w:rsidP="00832309">
      <w:pPr>
        <w:pStyle w:val="Style44"/>
        <w:widowControl/>
        <w:spacing w:line="360" w:lineRule="auto"/>
        <w:ind w:firstLine="709"/>
        <w:jc w:val="both"/>
        <w:rPr>
          <w:rFonts w:ascii="Times New Roman" w:hAnsi="Times New Roman"/>
          <w:sz w:val="28"/>
          <w:szCs w:val="28"/>
        </w:rPr>
      </w:pPr>
      <w:r w:rsidRPr="00832309">
        <w:rPr>
          <w:rFonts w:ascii="Times New Roman" w:hAnsi="Times New Roman"/>
          <w:i/>
          <w:sz w:val="28"/>
          <w:szCs w:val="28"/>
        </w:rPr>
        <w:t>Розв’язання.</w:t>
      </w:r>
      <w:r w:rsidRPr="00832309">
        <w:rPr>
          <w:rFonts w:ascii="Times New Roman" w:hAnsi="Times New Roman"/>
          <w:sz w:val="28"/>
          <w:szCs w:val="28"/>
        </w:rPr>
        <w:t xml:space="preserve"> Марку і конверт можна вибрати </w:t>
      </w:r>
      <w:r w:rsidRPr="00D123CE">
        <w:rPr>
          <w:rFonts w:ascii="Times New Roman" w:hAnsi="Times New Roman"/>
          <w:sz w:val="28"/>
          <w:szCs w:val="28"/>
        </w:rPr>
        <w:fldChar w:fldCharType="begin"/>
      </w:r>
      <w:r w:rsidRPr="00D123CE">
        <w:rPr>
          <w:rFonts w:ascii="Times New Roman" w:hAnsi="Times New Roman"/>
          <w:sz w:val="28"/>
          <w:szCs w:val="28"/>
        </w:rPr>
        <w:instrText xml:space="preserve"> QUOTE </w:instrText>
      </w:r>
      <w:r w:rsidRPr="00D123CE">
        <w:pict>
          <v:shape id="_x0000_i1031" type="#_x0000_t75" style="width:63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5781&quot;/&gt;&lt;wsp:rsid wsp:val=&quot;00054C9D&quot;/&gt;&lt;wsp:rsid wsp:val=&quot;00077B1F&quot;/&gt;&lt;wsp:rsid wsp:val=&quot;000909D5&quot;/&gt;&lt;wsp:rsid wsp:val=&quot;002208AB&quot;/&gt;&lt;wsp:rsid wsp:val=&quot;002240C2&quot;/&gt;&lt;wsp:rsid wsp:val=&quot;00243ADC&quot;/&gt;&lt;wsp:rsid wsp:val=&quot;00245771&quot;/&gt;&lt;wsp:rsid wsp:val=&quot;00277211&quot;/&gt;&lt;wsp:rsid wsp:val=&quot;002A6B80&quot;/&gt;&lt;wsp:rsid wsp:val=&quot;0031445B&quot;/&gt;&lt;wsp:rsid wsp:val=&quot;00323A8E&quot;/&gt;&lt;wsp:rsid wsp:val=&quot;00385781&quot;/&gt;&lt;wsp:rsid wsp:val=&quot;003A1CA9&quot;/&gt;&lt;wsp:rsid wsp:val=&quot;003B72F5&quot;/&gt;&lt;wsp:rsid wsp:val=&quot;004B48FA&quot;/&gt;&lt;wsp:rsid wsp:val=&quot;00571E99&quot;/&gt;&lt;wsp:rsid wsp:val=&quot;005901E8&quot;/&gt;&lt;wsp:rsid wsp:val=&quot;00601D49&quot;/&gt;&lt;wsp:rsid wsp:val=&quot;0063346C&quot;/&gt;&lt;wsp:rsid wsp:val=&quot;00737761&quot;/&gt;&lt;wsp:rsid wsp:val=&quot;00771FE6&quot;/&gt;&lt;wsp:rsid wsp:val=&quot;007931D6&quot;/&gt;&lt;wsp:rsid wsp:val=&quot;007C782E&quot;/&gt;&lt;wsp:rsid wsp:val=&quot;00832309&quot;/&gt;&lt;wsp:rsid wsp:val=&quot;0083490B&quot;/&gt;&lt;wsp:rsid wsp:val=&quot;00AC202C&quot;/&gt;&lt;wsp:rsid wsp:val=&quot;00B12708&quot;/&gt;&lt;wsp:rsid wsp:val=&quot;00D123CE&quot;/&gt;&lt;wsp:rsid wsp:val=&quot;00D235EF&quot;/&gt;&lt;wsp:rsid wsp:val=&quot;00D30883&quot;/&gt;&lt;wsp:rsid wsp:val=&quot;00D40D4E&quot;/&gt;&lt;wsp:rsid wsp:val=&quot;00E76541&quot;/&gt;&lt;wsp:rsid wsp:val=&quot;00ED3A08&quot;/&gt;&lt;wsp:rsid wsp:val=&quot;00F516A2&quot;/&gt;&lt;wsp:rsid wsp:val=&quot;00F8114F&quot;/&gt;&lt;/wsp:rsids&gt;&lt;/w:docPr&gt;&lt;w:body&gt;&lt;w:p wsp:rsidR=&quot;00000000&quot; wsp:rsidRDefault=&quot;00601D49&quot;&gt;&lt;m:oMathPara&gt;&lt;m:oMath&gt;&lt;m:r&gt;&lt;w:rPr&gt;&lt;w:rFonts w:ascii=&quot;Cambria Math&quot; w:h-ansi=&quot;Cambria Math&quot;/&gt;&lt;wx:font wx:val=&quot;Cambria Math&quot;/&gt;&lt;w:i/&gt;&lt;w:sz w:val=&quot;28&quot;/&gt;&lt;w:sz-cs w:val=&quot;28&quot;/&gt;&lt;/w:rPr&gt;&lt;m:t&gt;5в€™4=20&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9" o:title="" chromakey="white"/>
          </v:shape>
        </w:pict>
      </w:r>
      <w:r w:rsidRPr="00D123CE">
        <w:rPr>
          <w:rFonts w:ascii="Times New Roman" w:hAnsi="Times New Roman"/>
          <w:sz w:val="28"/>
          <w:szCs w:val="28"/>
        </w:rPr>
        <w:instrText xml:space="preserve"> </w:instrText>
      </w:r>
      <w:r w:rsidRPr="00D123CE">
        <w:rPr>
          <w:rFonts w:ascii="Times New Roman" w:hAnsi="Times New Roman"/>
          <w:sz w:val="28"/>
          <w:szCs w:val="28"/>
        </w:rPr>
        <w:fldChar w:fldCharType="separate"/>
      </w:r>
      <w:r w:rsidRPr="00D123CE">
        <w:pict>
          <v:shape id="_x0000_i1032" type="#_x0000_t75" style="width:63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5781&quot;/&gt;&lt;wsp:rsid wsp:val=&quot;00054C9D&quot;/&gt;&lt;wsp:rsid wsp:val=&quot;00077B1F&quot;/&gt;&lt;wsp:rsid wsp:val=&quot;000909D5&quot;/&gt;&lt;wsp:rsid wsp:val=&quot;002208AB&quot;/&gt;&lt;wsp:rsid wsp:val=&quot;002240C2&quot;/&gt;&lt;wsp:rsid wsp:val=&quot;00243ADC&quot;/&gt;&lt;wsp:rsid wsp:val=&quot;00245771&quot;/&gt;&lt;wsp:rsid wsp:val=&quot;00277211&quot;/&gt;&lt;wsp:rsid wsp:val=&quot;002A6B80&quot;/&gt;&lt;wsp:rsid wsp:val=&quot;0031445B&quot;/&gt;&lt;wsp:rsid wsp:val=&quot;00323A8E&quot;/&gt;&lt;wsp:rsid wsp:val=&quot;00385781&quot;/&gt;&lt;wsp:rsid wsp:val=&quot;003A1CA9&quot;/&gt;&lt;wsp:rsid wsp:val=&quot;003B72F5&quot;/&gt;&lt;wsp:rsid wsp:val=&quot;004B48FA&quot;/&gt;&lt;wsp:rsid wsp:val=&quot;00571E99&quot;/&gt;&lt;wsp:rsid wsp:val=&quot;005901E8&quot;/&gt;&lt;wsp:rsid wsp:val=&quot;00601D49&quot;/&gt;&lt;wsp:rsid wsp:val=&quot;0063346C&quot;/&gt;&lt;wsp:rsid wsp:val=&quot;00737761&quot;/&gt;&lt;wsp:rsid wsp:val=&quot;00771FE6&quot;/&gt;&lt;wsp:rsid wsp:val=&quot;007931D6&quot;/&gt;&lt;wsp:rsid wsp:val=&quot;007C782E&quot;/&gt;&lt;wsp:rsid wsp:val=&quot;00832309&quot;/&gt;&lt;wsp:rsid wsp:val=&quot;0083490B&quot;/&gt;&lt;wsp:rsid wsp:val=&quot;00AC202C&quot;/&gt;&lt;wsp:rsid wsp:val=&quot;00B12708&quot;/&gt;&lt;wsp:rsid wsp:val=&quot;00D123CE&quot;/&gt;&lt;wsp:rsid wsp:val=&quot;00D235EF&quot;/&gt;&lt;wsp:rsid wsp:val=&quot;00D30883&quot;/&gt;&lt;wsp:rsid wsp:val=&quot;00D40D4E&quot;/&gt;&lt;wsp:rsid wsp:val=&quot;00E76541&quot;/&gt;&lt;wsp:rsid wsp:val=&quot;00ED3A08&quot;/&gt;&lt;wsp:rsid wsp:val=&quot;00F516A2&quot;/&gt;&lt;wsp:rsid wsp:val=&quot;00F8114F&quot;/&gt;&lt;/wsp:rsids&gt;&lt;/w:docPr&gt;&lt;w:body&gt;&lt;w:p wsp:rsidR=&quot;00000000&quot; wsp:rsidRDefault=&quot;00601D49&quot;&gt;&lt;m:oMathPara&gt;&lt;m:oMath&gt;&lt;m:r&gt;&lt;w:rPr&gt;&lt;w:rFonts w:ascii=&quot;Cambria Math&quot; w:h-ansi=&quot;Cambria Math&quot;/&gt;&lt;wx:font wx:val=&quot;Cambria Math&quot;/&gt;&lt;w:i/&gt;&lt;w:sz w:val=&quot;28&quot;/&gt;&lt;w:sz-cs w:val=&quot;28&quot;/&gt;&lt;/w:rPr&gt;&lt;m:t&gt;5в€™4=20&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9" o:title="" chromakey="white"/>
          </v:shape>
        </w:pict>
      </w:r>
      <w:r w:rsidRPr="00D123CE">
        <w:rPr>
          <w:rFonts w:ascii="Times New Roman" w:hAnsi="Times New Roman"/>
          <w:sz w:val="28"/>
          <w:szCs w:val="28"/>
        </w:rPr>
        <w:fldChar w:fldCharType="end"/>
      </w:r>
      <w:r w:rsidRPr="00832309">
        <w:rPr>
          <w:rFonts w:ascii="Times New Roman" w:hAnsi="Times New Roman"/>
          <w:sz w:val="28"/>
          <w:szCs w:val="28"/>
        </w:rPr>
        <w:t xml:space="preserve"> способами, марку і листівку – </w:t>
      </w:r>
      <w:r w:rsidRPr="00D123CE">
        <w:rPr>
          <w:rFonts w:ascii="Times New Roman" w:hAnsi="Times New Roman"/>
          <w:sz w:val="28"/>
          <w:szCs w:val="28"/>
        </w:rPr>
        <w:fldChar w:fldCharType="begin"/>
      </w:r>
      <w:r w:rsidRPr="00D123CE">
        <w:rPr>
          <w:rFonts w:ascii="Times New Roman" w:hAnsi="Times New Roman"/>
          <w:sz w:val="28"/>
          <w:szCs w:val="28"/>
        </w:rPr>
        <w:instrText xml:space="preserve"> QUOTE </w:instrText>
      </w:r>
      <w:r w:rsidRPr="00D123CE">
        <w:pict>
          <v:shape id="_x0000_i1033" type="#_x0000_t75" style="width:63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5781&quot;/&gt;&lt;wsp:rsid wsp:val=&quot;00054C9D&quot;/&gt;&lt;wsp:rsid wsp:val=&quot;00077B1F&quot;/&gt;&lt;wsp:rsid wsp:val=&quot;000909D5&quot;/&gt;&lt;wsp:rsid wsp:val=&quot;002208AB&quot;/&gt;&lt;wsp:rsid wsp:val=&quot;002240C2&quot;/&gt;&lt;wsp:rsid wsp:val=&quot;00243ADC&quot;/&gt;&lt;wsp:rsid wsp:val=&quot;00245771&quot;/&gt;&lt;wsp:rsid wsp:val=&quot;00277211&quot;/&gt;&lt;wsp:rsid wsp:val=&quot;002A6B80&quot;/&gt;&lt;wsp:rsid wsp:val=&quot;0031445B&quot;/&gt;&lt;wsp:rsid wsp:val=&quot;00323A8E&quot;/&gt;&lt;wsp:rsid wsp:val=&quot;00385781&quot;/&gt;&lt;wsp:rsid wsp:val=&quot;003A1CA9&quot;/&gt;&lt;wsp:rsid wsp:val=&quot;003B72F5&quot;/&gt;&lt;wsp:rsid wsp:val=&quot;004B48FA&quot;/&gt;&lt;wsp:rsid wsp:val=&quot;00571E99&quot;/&gt;&lt;wsp:rsid wsp:val=&quot;005901E8&quot;/&gt;&lt;wsp:rsid wsp:val=&quot;0063346C&quot;/&gt;&lt;wsp:rsid wsp:val=&quot;00737761&quot;/&gt;&lt;wsp:rsid wsp:val=&quot;00771FE6&quot;/&gt;&lt;wsp:rsid wsp:val=&quot;007931D6&quot;/&gt;&lt;wsp:rsid wsp:val=&quot;007C782E&quot;/&gt;&lt;wsp:rsid wsp:val=&quot;00832309&quot;/&gt;&lt;wsp:rsid wsp:val=&quot;0083490B&quot;/&gt;&lt;wsp:rsid wsp:val=&quot;009971B2&quot;/&gt;&lt;wsp:rsid wsp:val=&quot;00AC202C&quot;/&gt;&lt;wsp:rsid wsp:val=&quot;00B12708&quot;/&gt;&lt;wsp:rsid wsp:val=&quot;00D123CE&quot;/&gt;&lt;wsp:rsid wsp:val=&quot;00D235EF&quot;/&gt;&lt;wsp:rsid wsp:val=&quot;00D30883&quot;/&gt;&lt;wsp:rsid wsp:val=&quot;00D40D4E&quot;/&gt;&lt;wsp:rsid wsp:val=&quot;00E76541&quot;/&gt;&lt;wsp:rsid wsp:val=&quot;00ED3A08&quot;/&gt;&lt;wsp:rsid wsp:val=&quot;00F516A2&quot;/&gt;&lt;wsp:rsid wsp:val=&quot;00F8114F&quot;/&gt;&lt;/wsp:rsids&gt;&lt;/w:docPr&gt;&lt;w:body&gt;&lt;w:p wsp:rsidR=&quot;00000000&quot; wsp:rsidRDefault=&quot;009971B2&quot;&gt;&lt;m:oMathPara&gt;&lt;m:oMath&gt;&lt;m:r&gt;&lt;w:rPr&gt;&lt;w:rFonts w:ascii=&quot;Cambria Math&quot; w:h-ansi=&quot;Cambria Math&quot;/&gt;&lt;wx:font wx:val=&quot;Cambria Math&quot;/&gt;&lt;w:i/&gt;&lt;w:sz w:val=&quot;28&quot;/&gt;&lt;w:sz-cs w:val=&quot;28&quot;/&gt;&lt;/w:rPr&gt;&lt;m:t&gt;4в€™6=24&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0" o:title="" chromakey="white"/>
          </v:shape>
        </w:pict>
      </w:r>
      <w:r w:rsidRPr="00D123CE">
        <w:rPr>
          <w:rFonts w:ascii="Times New Roman" w:hAnsi="Times New Roman"/>
          <w:sz w:val="28"/>
          <w:szCs w:val="28"/>
        </w:rPr>
        <w:instrText xml:space="preserve"> </w:instrText>
      </w:r>
      <w:r w:rsidRPr="00D123CE">
        <w:rPr>
          <w:rFonts w:ascii="Times New Roman" w:hAnsi="Times New Roman"/>
          <w:sz w:val="28"/>
          <w:szCs w:val="28"/>
        </w:rPr>
        <w:fldChar w:fldCharType="separate"/>
      </w:r>
      <w:r w:rsidRPr="00D123CE">
        <w:pict>
          <v:shape id="_x0000_i1034" type="#_x0000_t75" style="width:63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5781&quot;/&gt;&lt;wsp:rsid wsp:val=&quot;00054C9D&quot;/&gt;&lt;wsp:rsid wsp:val=&quot;00077B1F&quot;/&gt;&lt;wsp:rsid wsp:val=&quot;000909D5&quot;/&gt;&lt;wsp:rsid wsp:val=&quot;002208AB&quot;/&gt;&lt;wsp:rsid wsp:val=&quot;002240C2&quot;/&gt;&lt;wsp:rsid wsp:val=&quot;00243ADC&quot;/&gt;&lt;wsp:rsid wsp:val=&quot;00245771&quot;/&gt;&lt;wsp:rsid wsp:val=&quot;00277211&quot;/&gt;&lt;wsp:rsid wsp:val=&quot;002A6B80&quot;/&gt;&lt;wsp:rsid wsp:val=&quot;0031445B&quot;/&gt;&lt;wsp:rsid wsp:val=&quot;00323A8E&quot;/&gt;&lt;wsp:rsid wsp:val=&quot;00385781&quot;/&gt;&lt;wsp:rsid wsp:val=&quot;003A1CA9&quot;/&gt;&lt;wsp:rsid wsp:val=&quot;003B72F5&quot;/&gt;&lt;wsp:rsid wsp:val=&quot;004B48FA&quot;/&gt;&lt;wsp:rsid wsp:val=&quot;00571E99&quot;/&gt;&lt;wsp:rsid wsp:val=&quot;005901E8&quot;/&gt;&lt;wsp:rsid wsp:val=&quot;0063346C&quot;/&gt;&lt;wsp:rsid wsp:val=&quot;00737761&quot;/&gt;&lt;wsp:rsid wsp:val=&quot;00771FE6&quot;/&gt;&lt;wsp:rsid wsp:val=&quot;007931D6&quot;/&gt;&lt;wsp:rsid wsp:val=&quot;007C782E&quot;/&gt;&lt;wsp:rsid wsp:val=&quot;00832309&quot;/&gt;&lt;wsp:rsid wsp:val=&quot;0083490B&quot;/&gt;&lt;wsp:rsid wsp:val=&quot;009971B2&quot;/&gt;&lt;wsp:rsid wsp:val=&quot;00AC202C&quot;/&gt;&lt;wsp:rsid wsp:val=&quot;00B12708&quot;/&gt;&lt;wsp:rsid wsp:val=&quot;00D123CE&quot;/&gt;&lt;wsp:rsid wsp:val=&quot;00D235EF&quot;/&gt;&lt;wsp:rsid wsp:val=&quot;00D30883&quot;/&gt;&lt;wsp:rsid wsp:val=&quot;00D40D4E&quot;/&gt;&lt;wsp:rsid wsp:val=&quot;00E76541&quot;/&gt;&lt;wsp:rsid wsp:val=&quot;00ED3A08&quot;/&gt;&lt;wsp:rsid wsp:val=&quot;00F516A2&quot;/&gt;&lt;wsp:rsid wsp:val=&quot;00F8114F&quot;/&gt;&lt;/wsp:rsids&gt;&lt;/w:docPr&gt;&lt;w:body&gt;&lt;w:p wsp:rsidR=&quot;00000000&quot; wsp:rsidRDefault=&quot;009971B2&quot;&gt;&lt;m:oMathPara&gt;&lt;m:oMath&gt;&lt;m:r&gt;&lt;w:rPr&gt;&lt;w:rFonts w:ascii=&quot;Cambria Math&quot; w:h-ansi=&quot;Cambria Math&quot;/&gt;&lt;wx:font wx:val=&quot;Cambria Math&quot;/&gt;&lt;w:i/&gt;&lt;w:sz w:val=&quot;28&quot;/&gt;&lt;w:sz-cs w:val=&quot;28&quot;/&gt;&lt;/w:rPr&gt;&lt;m:t&gt;4в€™6=24&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0" o:title="" chromakey="white"/>
          </v:shape>
        </w:pict>
      </w:r>
      <w:r w:rsidRPr="00D123CE">
        <w:rPr>
          <w:rFonts w:ascii="Times New Roman" w:hAnsi="Times New Roman"/>
          <w:sz w:val="28"/>
          <w:szCs w:val="28"/>
        </w:rPr>
        <w:fldChar w:fldCharType="end"/>
      </w:r>
      <w:r w:rsidRPr="00832309">
        <w:rPr>
          <w:rFonts w:ascii="Times New Roman" w:hAnsi="Times New Roman"/>
          <w:sz w:val="28"/>
          <w:szCs w:val="28"/>
        </w:rPr>
        <w:t xml:space="preserve">.способами, конверт і листівку – </w:t>
      </w:r>
      <w:r w:rsidRPr="00D123CE">
        <w:rPr>
          <w:rFonts w:ascii="Times New Roman" w:hAnsi="Times New Roman"/>
          <w:sz w:val="28"/>
          <w:szCs w:val="28"/>
        </w:rPr>
        <w:fldChar w:fldCharType="begin"/>
      </w:r>
      <w:r w:rsidRPr="00D123CE">
        <w:rPr>
          <w:rFonts w:ascii="Times New Roman" w:hAnsi="Times New Roman"/>
          <w:sz w:val="28"/>
          <w:szCs w:val="28"/>
        </w:rPr>
        <w:instrText xml:space="preserve"> QUOTE </w:instrText>
      </w:r>
      <w:r w:rsidRPr="00D123CE">
        <w:pict>
          <v:shape id="_x0000_i1035" type="#_x0000_t75" style="width:63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5781&quot;/&gt;&lt;wsp:rsid wsp:val=&quot;00054C9D&quot;/&gt;&lt;wsp:rsid wsp:val=&quot;00077B1F&quot;/&gt;&lt;wsp:rsid wsp:val=&quot;000909D5&quot;/&gt;&lt;wsp:rsid wsp:val=&quot;002208AB&quot;/&gt;&lt;wsp:rsid wsp:val=&quot;002240C2&quot;/&gt;&lt;wsp:rsid wsp:val=&quot;00243ADC&quot;/&gt;&lt;wsp:rsid wsp:val=&quot;00245771&quot;/&gt;&lt;wsp:rsid wsp:val=&quot;00277211&quot;/&gt;&lt;wsp:rsid wsp:val=&quot;002A6B80&quot;/&gt;&lt;wsp:rsid wsp:val=&quot;0031445B&quot;/&gt;&lt;wsp:rsid wsp:val=&quot;00323A8E&quot;/&gt;&lt;wsp:rsid wsp:val=&quot;00385781&quot;/&gt;&lt;wsp:rsid wsp:val=&quot;003A1CA9&quot;/&gt;&lt;wsp:rsid wsp:val=&quot;003B72F5&quot;/&gt;&lt;wsp:rsid wsp:val=&quot;004B48FA&quot;/&gt;&lt;wsp:rsid wsp:val=&quot;00571E99&quot;/&gt;&lt;wsp:rsid wsp:val=&quot;005901E8&quot;/&gt;&lt;wsp:rsid wsp:val=&quot;0063346C&quot;/&gt;&lt;wsp:rsid wsp:val=&quot;00737761&quot;/&gt;&lt;wsp:rsid wsp:val=&quot;00771FE6&quot;/&gt;&lt;wsp:rsid wsp:val=&quot;007931D6&quot;/&gt;&lt;wsp:rsid wsp:val=&quot;007C782E&quot;/&gt;&lt;wsp:rsid wsp:val=&quot;00832309&quot;/&gt;&lt;wsp:rsid wsp:val=&quot;0083490B&quot;/&gt;&lt;wsp:rsid wsp:val=&quot;00A2339E&quot;/&gt;&lt;wsp:rsid wsp:val=&quot;00AC202C&quot;/&gt;&lt;wsp:rsid wsp:val=&quot;00B12708&quot;/&gt;&lt;wsp:rsid wsp:val=&quot;00D123CE&quot;/&gt;&lt;wsp:rsid wsp:val=&quot;00D235EF&quot;/&gt;&lt;wsp:rsid wsp:val=&quot;00D30883&quot;/&gt;&lt;wsp:rsid wsp:val=&quot;00D40D4E&quot;/&gt;&lt;wsp:rsid wsp:val=&quot;00E76541&quot;/&gt;&lt;wsp:rsid wsp:val=&quot;00ED3A08&quot;/&gt;&lt;wsp:rsid wsp:val=&quot;00F516A2&quot;/&gt;&lt;wsp:rsid wsp:val=&quot;00F8114F&quot;/&gt;&lt;/wsp:rsids&gt;&lt;/w:docPr&gt;&lt;w:body&gt;&lt;w:p wsp:rsidR=&quot;00000000&quot; wsp:rsidRDefault=&quot;00A2339E&quot;&gt;&lt;m:oMathPara&gt;&lt;m:oMath&gt;&lt;m:r&gt;&lt;w:rPr&gt;&lt;w:rFonts w:ascii=&quot;Cambria Math&quot; w:h-ansi=&quot;Cambria Math&quot;/&gt;&lt;wx:font wx:val=&quot;Cambria Math&quot;/&gt;&lt;w:i/&gt;&lt;w:sz w:val=&quot;28&quot;/&gt;&lt;w:sz-cs w:val=&quot;28&quot;/&gt;&lt;/w:rPr&gt;&lt;m:t&gt;5в€™6=30&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1" o:title="" chromakey="white"/>
          </v:shape>
        </w:pict>
      </w:r>
      <w:r w:rsidRPr="00D123CE">
        <w:rPr>
          <w:rFonts w:ascii="Times New Roman" w:hAnsi="Times New Roman"/>
          <w:sz w:val="28"/>
          <w:szCs w:val="28"/>
        </w:rPr>
        <w:instrText xml:space="preserve"> </w:instrText>
      </w:r>
      <w:r w:rsidRPr="00D123CE">
        <w:rPr>
          <w:rFonts w:ascii="Times New Roman" w:hAnsi="Times New Roman"/>
          <w:sz w:val="28"/>
          <w:szCs w:val="28"/>
        </w:rPr>
        <w:fldChar w:fldCharType="separate"/>
      </w:r>
      <w:r w:rsidRPr="00D123CE">
        <w:pict>
          <v:shape id="_x0000_i1036" type="#_x0000_t75" style="width:63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5781&quot;/&gt;&lt;wsp:rsid wsp:val=&quot;00054C9D&quot;/&gt;&lt;wsp:rsid wsp:val=&quot;00077B1F&quot;/&gt;&lt;wsp:rsid wsp:val=&quot;000909D5&quot;/&gt;&lt;wsp:rsid wsp:val=&quot;002208AB&quot;/&gt;&lt;wsp:rsid wsp:val=&quot;002240C2&quot;/&gt;&lt;wsp:rsid wsp:val=&quot;00243ADC&quot;/&gt;&lt;wsp:rsid wsp:val=&quot;00245771&quot;/&gt;&lt;wsp:rsid wsp:val=&quot;00277211&quot;/&gt;&lt;wsp:rsid wsp:val=&quot;002A6B80&quot;/&gt;&lt;wsp:rsid wsp:val=&quot;0031445B&quot;/&gt;&lt;wsp:rsid wsp:val=&quot;00323A8E&quot;/&gt;&lt;wsp:rsid wsp:val=&quot;00385781&quot;/&gt;&lt;wsp:rsid wsp:val=&quot;003A1CA9&quot;/&gt;&lt;wsp:rsid wsp:val=&quot;003B72F5&quot;/&gt;&lt;wsp:rsid wsp:val=&quot;004B48FA&quot;/&gt;&lt;wsp:rsid wsp:val=&quot;00571E99&quot;/&gt;&lt;wsp:rsid wsp:val=&quot;005901E8&quot;/&gt;&lt;wsp:rsid wsp:val=&quot;0063346C&quot;/&gt;&lt;wsp:rsid wsp:val=&quot;00737761&quot;/&gt;&lt;wsp:rsid wsp:val=&quot;00771FE6&quot;/&gt;&lt;wsp:rsid wsp:val=&quot;007931D6&quot;/&gt;&lt;wsp:rsid wsp:val=&quot;007C782E&quot;/&gt;&lt;wsp:rsid wsp:val=&quot;00832309&quot;/&gt;&lt;wsp:rsid wsp:val=&quot;0083490B&quot;/&gt;&lt;wsp:rsid wsp:val=&quot;00A2339E&quot;/&gt;&lt;wsp:rsid wsp:val=&quot;00AC202C&quot;/&gt;&lt;wsp:rsid wsp:val=&quot;00B12708&quot;/&gt;&lt;wsp:rsid wsp:val=&quot;00D123CE&quot;/&gt;&lt;wsp:rsid wsp:val=&quot;00D235EF&quot;/&gt;&lt;wsp:rsid wsp:val=&quot;00D30883&quot;/&gt;&lt;wsp:rsid wsp:val=&quot;00D40D4E&quot;/&gt;&lt;wsp:rsid wsp:val=&quot;00E76541&quot;/&gt;&lt;wsp:rsid wsp:val=&quot;00ED3A08&quot;/&gt;&lt;wsp:rsid wsp:val=&quot;00F516A2&quot;/&gt;&lt;wsp:rsid wsp:val=&quot;00F8114F&quot;/&gt;&lt;/wsp:rsids&gt;&lt;/w:docPr&gt;&lt;w:body&gt;&lt;w:p wsp:rsidR=&quot;00000000&quot; wsp:rsidRDefault=&quot;00A2339E&quot;&gt;&lt;m:oMathPara&gt;&lt;m:oMath&gt;&lt;m:r&gt;&lt;w:rPr&gt;&lt;w:rFonts w:ascii=&quot;Cambria Math&quot; w:h-ansi=&quot;Cambria Math&quot;/&gt;&lt;wx:font wx:val=&quot;Cambria Math&quot;/&gt;&lt;w:i/&gt;&lt;w:sz w:val=&quot;28&quot;/&gt;&lt;w:sz-cs w:val=&quot;28&quot;/&gt;&lt;/w:rPr&gt;&lt;m:t&gt;5в€™6=30&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1" o:title="" chromakey="white"/>
          </v:shape>
        </w:pict>
      </w:r>
      <w:r w:rsidRPr="00D123CE">
        <w:rPr>
          <w:rFonts w:ascii="Times New Roman" w:hAnsi="Times New Roman"/>
          <w:sz w:val="28"/>
          <w:szCs w:val="28"/>
        </w:rPr>
        <w:fldChar w:fldCharType="end"/>
      </w:r>
      <w:r w:rsidRPr="00832309">
        <w:rPr>
          <w:rFonts w:ascii="Times New Roman" w:hAnsi="Times New Roman"/>
          <w:sz w:val="28"/>
          <w:szCs w:val="28"/>
        </w:rPr>
        <w:t xml:space="preserve"> способами. Одну пару – або другу, або третю – за правилом суми можна вибрати </w:t>
      </w:r>
      <w:r w:rsidRPr="00D123CE">
        <w:rPr>
          <w:rFonts w:ascii="Times New Roman" w:hAnsi="Times New Roman"/>
          <w:sz w:val="28"/>
          <w:szCs w:val="28"/>
        </w:rPr>
        <w:fldChar w:fldCharType="begin"/>
      </w:r>
      <w:r w:rsidRPr="00D123CE">
        <w:rPr>
          <w:rFonts w:ascii="Times New Roman" w:hAnsi="Times New Roman"/>
          <w:sz w:val="28"/>
          <w:szCs w:val="28"/>
        </w:rPr>
        <w:instrText xml:space="preserve"> QUOTE </w:instrText>
      </w:r>
      <w:r w:rsidRPr="00D123CE">
        <w:pict>
          <v:shape id="_x0000_i1037" type="#_x0000_t75" style="width:119.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5781&quot;/&gt;&lt;wsp:rsid wsp:val=&quot;00054C9D&quot;/&gt;&lt;wsp:rsid wsp:val=&quot;00077B1F&quot;/&gt;&lt;wsp:rsid wsp:val=&quot;000909D5&quot;/&gt;&lt;wsp:rsid wsp:val=&quot;002208AB&quot;/&gt;&lt;wsp:rsid wsp:val=&quot;002240C2&quot;/&gt;&lt;wsp:rsid wsp:val=&quot;00243ADC&quot;/&gt;&lt;wsp:rsid wsp:val=&quot;00245771&quot;/&gt;&lt;wsp:rsid wsp:val=&quot;00277211&quot;/&gt;&lt;wsp:rsid wsp:val=&quot;002A6B80&quot;/&gt;&lt;wsp:rsid wsp:val=&quot;0031445B&quot;/&gt;&lt;wsp:rsid wsp:val=&quot;00323A8E&quot;/&gt;&lt;wsp:rsid wsp:val=&quot;00385781&quot;/&gt;&lt;wsp:rsid wsp:val=&quot;003A1CA9&quot;/&gt;&lt;wsp:rsid wsp:val=&quot;003B72F5&quot;/&gt;&lt;wsp:rsid wsp:val=&quot;004B48FA&quot;/&gt;&lt;wsp:rsid wsp:val=&quot;00571E99&quot;/&gt;&lt;wsp:rsid wsp:val=&quot;005901E8&quot;/&gt;&lt;wsp:rsid wsp:val=&quot;0063346C&quot;/&gt;&lt;wsp:rsid wsp:val=&quot;00737761&quot;/&gt;&lt;wsp:rsid wsp:val=&quot;00771FE6&quot;/&gt;&lt;wsp:rsid wsp:val=&quot;007931D6&quot;/&gt;&lt;wsp:rsid wsp:val=&quot;007C782E&quot;/&gt;&lt;wsp:rsid wsp:val=&quot;00832309&quot;/&gt;&lt;wsp:rsid wsp:val=&quot;0083490B&quot;/&gt;&lt;wsp:rsid wsp:val=&quot;00A703DF&quot;/&gt;&lt;wsp:rsid wsp:val=&quot;00AC202C&quot;/&gt;&lt;wsp:rsid wsp:val=&quot;00B12708&quot;/&gt;&lt;wsp:rsid wsp:val=&quot;00D123CE&quot;/&gt;&lt;wsp:rsid wsp:val=&quot;00D235EF&quot;/&gt;&lt;wsp:rsid wsp:val=&quot;00D30883&quot;/&gt;&lt;wsp:rsid wsp:val=&quot;00D40D4E&quot;/&gt;&lt;wsp:rsid wsp:val=&quot;00E76541&quot;/&gt;&lt;wsp:rsid wsp:val=&quot;00ED3A08&quot;/&gt;&lt;wsp:rsid wsp:val=&quot;00F516A2&quot;/&gt;&lt;wsp:rsid wsp:val=&quot;00F8114F&quot;/&gt;&lt;/wsp:rsids&gt;&lt;/w:docPr&gt;&lt;w:body&gt;&lt;w:p wsp:rsidR=&quot;00000000&quot; wsp:rsidRDefault=&quot;00A703DF&quot;&gt;&lt;m:oMathPara&gt;&lt;m:oMath&gt;&lt;m:r&gt;&lt;w:rPr&gt;&lt;w:rFonts w:ascii=&quot;Cambria Math&quot; w:h-ansi=&quot;Cambria Math&quot;/&gt;&lt;wx:font wx:val=&quot;Cambria Math&quot;/&gt;&lt;w:i/&gt;&lt;w:sz w:val=&quot;28&quot;/&gt;&lt;w:sz-cs w:val=&quot;28&quot;/&gt;&lt;/w:rPr&gt;&lt;m:t&gt;20+24+30=74&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2" o:title="" chromakey="white"/>
          </v:shape>
        </w:pict>
      </w:r>
      <w:r w:rsidRPr="00D123CE">
        <w:rPr>
          <w:rFonts w:ascii="Times New Roman" w:hAnsi="Times New Roman"/>
          <w:sz w:val="28"/>
          <w:szCs w:val="28"/>
        </w:rPr>
        <w:instrText xml:space="preserve"> </w:instrText>
      </w:r>
      <w:r w:rsidRPr="00D123CE">
        <w:rPr>
          <w:rFonts w:ascii="Times New Roman" w:hAnsi="Times New Roman"/>
          <w:sz w:val="28"/>
          <w:szCs w:val="28"/>
        </w:rPr>
        <w:fldChar w:fldCharType="separate"/>
      </w:r>
      <w:r w:rsidRPr="00D123CE">
        <w:pict>
          <v:shape id="_x0000_i1038" type="#_x0000_t75" style="width:119.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5781&quot;/&gt;&lt;wsp:rsid wsp:val=&quot;00054C9D&quot;/&gt;&lt;wsp:rsid wsp:val=&quot;00077B1F&quot;/&gt;&lt;wsp:rsid wsp:val=&quot;000909D5&quot;/&gt;&lt;wsp:rsid wsp:val=&quot;002208AB&quot;/&gt;&lt;wsp:rsid wsp:val=&quot;002240C2&quot;/&gt;&lt;wsp:rsid wsp:val=&quot;00243ADC&quot;/&gt;&lt;wsp:rsid wsp:val=&quot;00245771&quot;/&gt;&lt;wsp:rsid wsp:val=&quot;00277211&quot;/&gt;&lt;wsp:rsid wsp:val=&quot;002A6B80&quot;/&gt;&lt;wsp:rsid wsp:val=&quot;0031445B&quot;/&gt;&lt;wsp:rsid wsp:val=&quot;00323A8E&quot;/&gt;&lt;wsp:rsid wsp:val=&quot;00385781&quot;/&gt;&lt;wsp:rsid wsp:val=&quot;003A1CA9&quot;/&gt;&lt;wsp:rsid wsp:val=&quot;003B72F5&quot;/&gt;&lt;wsp:rsid wsp:val=&quot;004B48FA&quot;/&gt;&lt;wsp:rsid wsp:val=&quot;00571E99&quot;/&gt;&lt;wsp:rsid wsp:val=&quot;005901E8&quot;/&gt;&lt;wsp:rsid wsp:val=&quot;0063346C&quot;/&gt;&lt;wsp:rsid wsp:val=&quot;00737761&quot;/&gt;&lt;wsp:rsid wsp:val=&quot;00771FE6&quot;/&gt;&lt;wsp:rsid wsp:val=&quot;007931D6&quot;/&gt;&lt;wsp:rsid wsp:val=&quot;007C782E&quot;/&gt;&lt;wsp:rsid wsp:val=&quot;00832309&quot;/&gt;&lt;wsp:rsid wsp:val=&quot;0083490B&quot;/&gt;&lt;wsp:rsid wsp:val=&quot;00A703DF&quot;/&gt;&lt;wsp:rsid wsp:val=&quot;00AC202C&quot;/&gt;&lt;wsp:rsid wsp:val=&quot;00B12708&quot;/&gt;&lt;wsp:rsid wsp:val=&quot;00D123CE&quot;/&gt;&lt;wsp:rsid wsp:val=&quot;00D235EF&quot;/&gt;&lt;wsp:rsid wsp:val=&quot;00D30883&quot;/&gt;&lt;wsp:rsid wsp:val=&quot;00D40D4E&quot;/&gt;&lt;wsp:rsid wsp:val=&quot;00E76541&quot;/&gt;&lt;wsp:rsid wsp:val=&quot;00ED3A08&quot;/&gt;&lt;wsp:rsid wsp:val=&quot;00F516A2&quot;/&gt;&lt;wsp:rsid wsp:val=&quot;00F8114F&quot;/&gt;&lt;/wsp:rsids&gt;&lt;/w:docPr&gt;&lt;w:body&gt;&lt;w:p wsp:rsidR=&quot;00000000&quot; wsp:rsidRDefault=&quot;00A703DF&quot;&gt;&lt;m:oMathPara&gt;&lt;m:oMath&gt;&lt;m:r&gt;&lt;w:rPr&gt;&lt;w:rFonts w:ascii=&quot;Cambria Math&quot; w:h-ansi=&quot;Cambria Math&quot;/&gt;&lt;wx:font wx:val=&quot;Cambria Math&quot;/&gt;&lt;w:i/&gt;&lt;w:sz w:val=&quot;28&quot;/&gt;&lt;w:sz-cs w:val=&quot;28&quot;/&gt;&lt;/w:rPr&gt;&lt;m:t&gt;20+24+30=74&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2" o:title="" chromakey="white"/>
          </v:shape>
        </w:pict>
      </w:r>
      <w:r w:rsidRPr="00D123CE">
        <w:rPr>
          <w:rFonts w:ascii="Times New Roman" w:hAnsi="Times New Roman"/>
          <w:sz w:val="28"/>
          <w:szCs w:val="28"/>
        </w:rPr>
        <w:fldChar w:fldCharType="end"/>
      </w:r>
      <w:r w:rsidRPr="00832309">
        <w:rPr>
          <w:rFonts w:ascii="Times New Roman" w:hAnsi="Times New Roman"/>
          <w:sz w:val="28"/>
          <w:szCs w:val="28"/>
        </w:rPr>
        <w:t xml:space="preserve"> способами.</w:t>
      </w:r>
    </w:p>
    <w:p w:rsidR="00974FBA" w:rsidRPr="00832309" w:rsidRDefault="00974FBA" w:rsidP="00832309">
      <w:pPr>
        <w:pStyle w:val="Style44"/>
        <w:widowControl/>
        <w:spacing w:line="360" w:lineRule="auto"/>
        <w:ind w:firstLine="709"/>
        <w:jc w:val="both"/>
        <w:rPr>
          <w:rFonts w:ascii="Times New Roman" w:hAnsi="Times New Roman"/>
          <w:sz w:val="28"/>
          <w:szCs w:val="28"/>
          <w:lang w:eastAsia="uk-UA"/>
        </w:rPr>
      </w:pPr>
      <w:r w:rsidRPr="00832309">
        <w:rPr>
          <w:rFonts w:ascii="Times New Roman" w:hAnsi="Times New Roman"/>
          <w:i/>
          <w:sz w:val="28"/>
          <w:szCs w:val="28"/>
        </w:rPr>
        <w:t>Відповідь:</w:t>
      </w:r>
      <w:r w:rsidRPr="00832309">
        <w:rPr>
          <w:rFonts w:ascii="Times New Roman" w:hAnsi="Times New Roman"/>
          <w:sz w:val="28"/>
          <w:szCs w:val="28"/>
        </w:rPr>
        <w:t xml:space="preserve"> 74.</w:t>
      </w:r>
    </w:p>
    <w:p w:rsidR="00974FBA" w:rsidRPr="00832309" w:rsidRDefault="00974FBA" w:rsidP="00832309">
      <w:pPr>
        <w:tabs>
          <w:tab w:val="left" w:pos="709"/>
        </w:tabs>
        <w:spacing w:after="0" w:line="360" w:lineRule="auto"/>
        <w:ind w:firstLine="709"/>
        <w:jc w:val="both"/>
        <w:rPr>
          <w:rFonts w:ascii="Times New Roman" w:hAnsi="Times New Roman"/>
          <w:sz w:val="28"/>
          <w:szCs w:val="28"/>
          <w:lang w:eastAsia="uk-UA"/>
        </w:rPr>
      </w:pPr>
      <w:r w:rsidRPr="00832309">
        <w:rPr>
          <w:rFonts w:ascii="Times New Roman" w:hAnsi="Times New Roman"/>
          <w:color w:val="000000"/>
          <w:sz w:val="28"/>
          <w:szCs w:val="28"/>
        </w:rPr>
        <w:t xml:space="preserve">Проте, більшість комбінаторних задач викликають певні труднощі при розв’язання, адже їх досить складно вирішити звичайним методом перебору або ж за допомогою правил добутку чи суми. </w:t>
      </w:r>
      <w:r w:rsidRPr="00832309">
        <w:rPr>
          <w:rFonts w:ascii="Times New Roman" w:hAnsi="Times New Roman"/>
          <w:color w:val="000000"/>
          <w:sz w:val="28"/>
          <w:szCs w:val="28"/>
          <w:lang w:eastAsia="uk-UA"/>
        </w:rPr>
        <w:t xml:space="preserve">Найбільшу складність в учнів у процесі розв’язання даних задач є визначення типу сполуки, про яку </w:t>
      </w:r>
      <w:r w:rsidRPr="00832309">
        <w:rPr>
          <w:rStyle w:val="FontStyle82"/>
          <w:sz w:val="28"/>
          <w:szCs w:val="28"/>
          <w:lang w:eastAsia="uk-UA"/>
        </w:rPr>
        <w:t>йдеться в задачі, і застосування відповідної формули для обчислення кількості цих сполук.Тому перед розв'язуванням задач учням потрібно запропонувати таку систему запитань, яка сприятиме правильному визначенню виду сполуки у задачі (рис.3.).</w:t>
      </w:r>
    </w:p>
    <w:p w:rsidR="00974FBA" w:rsidRPr="002240C2" w:rsidRDefault="00974FBA" w:rsidP="007C782E">
      <w:pPr>
        <w:tabs>
          <w:tab w:val="left" w:pos="3434"/>
        </w:tabs>
        <w:jc w:val="center"/>
        <w:rPr>
          <w:rFonts w:ascii="Times New Roman" w:hAnsi="Times New Roman"/>
          <w:sz w:val="28"/>
          <w:szCs w:val="28"/>
          <w:lang w:eastAsia="uk-UA"/>
        </w:rPr>
      </w:pPr>
    </w:p>
    <w:p w:rsidR="00974FBA" w:rsidRPr="002240C2" w:rsidRDefault="00974FBA" w:rsidP="007C782E">
      <w:pPr>
        <w:tabs>
          <w:tab w:val="left" w:pos="3434"/>
        </w:tabs>
        <w:jc w:val="center"/>
        <w:rPr>
          <w:rFonts w:ascii="Times New Roman" w:hAnsi="Times New Roman"/>
          <w:sz w:val="28"/>
          <w:szCs w:val="28"/>
          <w:lang w:eastAsia="uk-UA"/>
        </w:rPr>
      </w:pPr>
    </w:p>
    <w:p w:rsidR="00974FBA" w:rsidRPr="002240C2" w:rsidRDefault="00974FBA" w:rsidP="007C782E">
      <w:pPr>
        <w:tabs>
          <w:tab w:val="left" w:pos="3434"/>
        </w:tabs>
        <w:jc w:val="center"/>
        <w:rPr>
          <w:rFonts w:ascii="Times New Roman" w:hAnsi="Times New Roman"/>
          <w:sz w:val="28"/>
          <w:szCs w:val="28"/>
          <w:lang w:eastAsia="uk-UA"/>
        </w:rPr>
      </w:pPr>
    </w:p>
    <w:p w:rsidR="00974FBA" w:rsidRPr="002240C2" w:rsidRDefault="00974FBA" w:rsidP="007C782E">
      <w:pPr>
        <w:tabs>
          <w:tab w:val="left" w:pos="3434"/>
        </w:tabs>
        <w:jc w:val="center"/>
        <w:rPr>
          <w:rFonts w:ascii="Times New Roman" w:hAnsi="Times New Roman"/>
          <w:sz w:val="28"/>
          <w:szCs w:val="28"/>
          <w:lang w:eastAsia="uk-UA"/>
        </w:rPr>
      </w:pPr>
      <w:r w:rsidRPr="00D123CE">
        <w:rPr>
          <w:rFonts w:ascii="Times New Roman" w:hAnsi="Times New Roman"/>
          <w:noProof/>
          <w:sz w:val="28"/>
          <w:szCs w:val="28"/>
          <w:lang w:eastAsia="uk-UA"/>
        </w:rPr>
        <w:pict>
          <v:shape id="Рисунок 3" o:spid="_x0000_i1039" type="#_x0000_t75" style="width:358.5pt;height:255pt;visibility:visible">
            <v:imagedata r:id="rId13" o:title=""/>
          </v:shape>
        </w:pict>
      </w:r>
    </w:p>
    <w:p w:rsidR="00974FBA" w:rsidRPr="002240C2" w:rsidRDefault="00974FBA" w:rsidP="007C782E">
      <w:pPr>
        <w:tabs>
          <w:tab w:val="left" w:pos="3434"/>
        </w:tabs>
        <w:jc w:val="center"/>
        <w:rPr>
          <w:rFonts w:ascii="Times New Roman" w:hAnsi="Times New Roman"/>
          <w:sz w:val="28"/>
          <w:szCs w:val="28"/>
          <w:lang w:eastAsia="uk-UA"/>
        </w:rPr>
      </w:pPr>
      <w:r w:rsidRPr="002240C2">
        <w:rPr>
          <w:rFonts w:ascii="Times New Roman" w:hAnsi="Times New Roman"/>
          <w:sz w:val="28"/>
          <w:szCs w:val="28"/>
          <w:lang w:eastAsia="uk-UA"/>
        </w:rPr>
        <w:t>Рис.3. Система запитань.</w:t>
      </w:r>
    </w:p>
    <w:p w:rsidR="00974FBA" w:rsidRPr="00832309" w:rsidRDefault="00974FBA" w:rsidP="000909D5">
      <w:pPr>
        <w:tabs>
          <w:tab w:val="left" w:pos="3434"/>
        </w:tabs>
        <w:spacing w:after="0" w:line="360" w:lineRule="auto"/>
        <w:ind w:firstLine="709"/>
        <w:jc w:val="both"/>
        <w:rPr>
          <w:rFonts w:ascii="Times New Roman" w:hAnsi="Times New Roman"/>
          <w:sz w:val="28"/>
          <w:szCs w:val="28"/>
          <w:lang w:eastAsia="uk-UA"/>
        </w:rPr>
      </w:pPr>
      <w:r w:rsidRPr="00832309">
        <w:rPr>
          <w:rFonts w:ascii="Times New Roman" w:hAnsi="Times New Roman"/>
          <w:sz w:val="28"/>
          <w:szCs w:val="28"/>
          <w:lang w:eastAsia="uk-UA"/>
        </w:rPr>
        <w:t xml:space="preserve">При цьому потрібно враховувати характеристичні властивості кожного типусполуки. [6, c. 498]. </w:t>
      </w:r>
    </w:p>
    <w:p w:rsidR="00974FBA" w:rsidRPr="00832309" w:rsidRDefault="00974FBA" w:rsidP="000909D5">
      <w:pPr>
        <w:pStyle w:val="Style28"/>
        <w:widowControl/>
        <w:spacing w:line="360" w:lineRule="auto"/>
        <w:ind w:firstLine="709"/>
        <w:jc w:val="both"/>
        <w:rPr>
          <w:rStyle w:val="FontStyle82"/>
          <w:sz w:val="28"/>
          <w:szCs w:val="28"/>
        </w:rPr>
      </w:pPr>
      <w:r w:rsidRPr="00832309">
        <w:rPr>
          <w:rStyle w:val="FontStyle82"/>
          <w:sz w:val="28"/>
          <w:szCs w:val="28"/>
        </w:rPr>
        <w:t>Однак, за чинною програмою з математики для загальноосвітніх шкіл [4] не передбачається вивчення сполук в основній школі академічного рівня. Тому, задачі які доцільно було б розв’язувати, використовуючи формули сполук, в основній школі розв’язують методами, що передбачають застосування комбінаторних правил суми та множення.</w:t>
      </w:r>
    </w:p>
    <w:p w:rsidR="00974FBA" w:rsidRPr="00832309" w:rsidRDefault="00974FBA" w:rsidP="000909D5">
      <w:pPr>
        <w:spacing w:after="0" w:line="360" w:lineRule="auto"/>
        <w:ind w:firstLine="709"/>
        <w:jc w:val="both"/>
        <w:rPr>
          <w:rStyle w:val="apple-converted-space"/>
          <w:rFonts w:ascii="Times New Roman" w:hAnsi="Times New Roman"/>
          <w:sz w:val="28"/>
          <w:szCs w:val="28"/>
        </w:rPr>
      </w:pPr>
      <w:r w:rsidRPr="00832309">
        <w:rPr>
          <w:rFonts w:ascii="Times New Roman" w:hAnsi="Times New Roman"/>
          <w:sz w:val="28"/>
          <w:szCs w:val="28"/>
        </w:rPr>
        <w:t xml:space="preserve">На основі аналізу було виявлено, що розв’язання комбінаторних задач у 5класі здійснюється методом звичайного перебору варіантів. Цей метод ілюструється за допомогою побудови таблиці, матриці, графа або дерева можливих варіантів. Приклади і задачі, що подаються учням, дуже прості і дозволяють на етапі знайомства з </w:t>
      </w:r>
      <w:hyperlink r:id="rId14" w:tooltip="Комбінаторіка" w:history="1">
        <w:r w:rsidRPr="00832309">
          <w:rPr>
            <w:rStyle w:val="Hyperlink"/>
            <w:rFonts w:ascii="Times New Roman" w:hAnsi="Times New Roman"/>
            <w:color w:val="auto"/>
            <w:sz w:val="28"/>
            <w:szCs w:val="28"/>
            <w:u w:val="none"/>
          </w:rPr>
          <w:t>комбінаторними</w:t>
        </w:r>
      </w:hyperlink>
      <w:r w:rsidRPr="00832309">
        <w:rPr>
          <w:rFonts w:ascii="Times New Roman" w:hAnsi="Times New Roman"/>
          <w:sz w:val="28"/>
          <w:szCs w:val="28"/>
        </w:rPr>
        <w:t>задачами, засвоїти принцип впорядкованого перебору можливих варіантів.</w:t>
      </w:r>
      <w:r w:rsidRPr="00832309">
        <w:rPr>
          <w:rStyle w:val="apple-converted-space"/>
          <w:rFonts w:ascii="Times New Roman" w:hAnsi="Times New Roman"/>
          <w:sz w:val="28"/>
          <w:szCs w:val="28"/>
        </w:rPr>
        <w:t xml:space="preserve"> У 6 класах крім цього методу, вводиться ще новий спосіб розв’язання комбінаторних задач, за допомогою правила множення та суми. Що стосується 7-9 класів, то розв’язання задач комбінаторного типу здійснюється за допомогою вище згаданих методів, а також окремих комбінаторних формул.</w:t>
      </w:r>
    </w:p>
    <w:p w:rsidR="00974FBA" w:rsidRPr="002240C2" w:rsidRDefault="00974FBA" w:rsidP="00B12708">
      <w:pPr>
        <w:pStyle w:val="Style28"/>
        <w:widowControl/>
        <w:spacing w:line="360" w:lineRule="auto"/>
        <w:ind w:firstLine="709"/>
        <w:jc w:val="center"/>
        <w:rPr>
          <w:rStyle w:val="FontStyle82"/>
          <w:b/>
          <w:i/>
          <w:sz w:val="28"/>
          <w:szCs w:val="28"/>
        </w:rPr>
      </w:pPr>
    </w:p>
    <w:p w:rsidR="00974FBA" w:rsidRPr="00DB5ED6" w:rsidRDefault="00974FBA" w:rsidP="00DB5ED6">
      <w:pPr>
        <w:pStyle w:val="Style28"/>
        <w:widowControl/>
        <w:spacing w:line="360" w:lineRule="auto"/>
        <w:ind w:firstLine="709"/>
        <w:jc w:val="left"/>
        <w:rPr>
          <w:rStyle w:val="FontStyle82"/>
          <w:b/>
          <w:sz w:val="28"/>
          <w:szCs w:val="28"/>
        </w:rPr>
      </w:pPr>
      <w:r w:rsidRPr="00DB5ED6">
        <w:rPr>
          <w:rStyle w:val="FontStyle82"/>
          <w:b/>
          <w:sz w:val="28"/>
          <w:szCs w:val="28"/>
        </w:rPr>
        <w:t>Література:</w:t>
      </w:r>
    </w:p>
    <w:p w:rsidR="00974FBA" w:rsidRPr="002240C2" w:rsidRDefault="00974FBA" w:rsidP="007931D6">
      <w:pPr>
        <w:pStyle w:val="ListParagraph"/>
        <w:numPr>
          <w:ilvl w:val="0"/>
          <w:numId w:val="6"/>
        </w:numPr>
        <w:spacing w:after="0" w:line="360" w:lineRule="auto"/>
        <w:ind w:left="0" w:firstLine="709"/>
        <w:jc w:val="both"/>
        <w:rPr>
          <w:rFonts w:ascii="Times New Roman" w:hAnsi="Times New Roman"/>
          <w:sz w:val="28"/>
          <w:szCs w:val="28"/>
        </w:rPr>
      </w:pPr>
      <w:r w:rsidRPr="002240C2">
        <w:rPr>
          <w:rFonts w:ascii="Times New Roman" w:hAnsi="Times New Roman"/>
          <w:sz w:val="28"/>
          <w:szCs w:val="28"/>
        </w:rPr>
        <w:t>Белокурова Е. Е. Характеристика комбинаторных задач / Е. Е. Белокурова // Начальная школа. – 1994. – №1. – C. 34 – 38</w:t>
      </w:r>
    </w:p>
    <w:p w:rsidR="00974FBA" w:rsidRPr="002240C2" w:rsidRDefault="00974FBA" w:rsidP="007931D6">
      <w:pPr>
        <w:pStyle w:val="ListParagraph"/>
        <w:numPr>
          <w:ilvl w:val="0"/>
          <w:numId w:val="6"/>
        </w:numPr>
        <w:spacing w:after="0" w:line="360" w:lineRule="auto"/>
        <w:ind w:left="0" w:firstLine="709"/>
        <w:jc w:val="both"/>
        <w:rPr>
          <w:rFonts w:ascii="Times New Roman" w:hAnsi="Times New Roman"/>
          <w:sz w:val="28"/>
          <w:szCs w:val="28"/>
        </w:rPr>
      </w:pPr>
      <w:r w:rsidRPr="002240C2">
        <w:rPr>
          <w:rFonts w:ascii="Times New Roman" w:hAnsi="Times New Roman"/>
          <w:sz w:val="28"/>
          <w:szCs w:val="28"/>
        </w:rPr>
        <w:t>Белокурова Е. Е. Характеристика комбинаторных задач / Е. Е. Белокурова // Начальная школа. – 1994. – №12. – C 45 – 47.</w:t>
      </w:r>
    </w:p>
    <w:p w:rsidR="00974FBA" w:rsidRPr="002240C2" w:rsidRDefault="00974FBA" w:rsidP="00323A8E">
      <w:pPr>
        <w:numPr>
          <w:ilvl w:val="0"/>
          <w:numId w:val="6"/>
        </w:numPr>
        <w:spacing w:after="0" w:line="360" w:lineRule="auto"/>
        <w:ind w:left="0" w:firstLine="709"/>
        <w:jc w:val="both"/>
        <w:rPr>
          <w:rFonts w:ascii="Times New Roman" w:hAnsi="Times New Roman"/>
          <w:sz w:val="28"/>
          <w:szCs w:val="28"/>
        </w:rPr>
      </w:pPr>
      <w:r w:rsidRPr="002240C2">
        <w:rPr>
          <w:rFonts w:ascii="Times New Roman" w:hAnsi="Times New Roman"/>
          <w:sz w:val="28"/>
          <w:szCs w:val="28"/>
        </w:rPr>
        <w:t xml:space="preserve">Вивальнюк Л.М. Математика. Посібник для шк.. та кл. з поглибленим вивченням математики. / Л.М. Вивальнюк, М.М. Мурач, О.І. Соколенко та інші. – Київ: Освіта, 1998.-301с. </w:t>
      </w:r>
    </w:p>
    <w:p w:rsidR="00974FBA" w:rsidRPr="002240C2" w:rsidRDefault="00974FBA" w:rsidP="00323A8E">
      <w:pPr>
        <w:numPr>
          <w:ilvl w:val="0"/>
          <w:numId w:val="6"/>
        </w:numPr>
        <w:spacing w:after="0" w:line="360" w:lineRule="auto"/>
        <w:ind w:left="0" w:firstLine="709"/>
        <w:jc w:val="both"/>
        <w:rPr>
          <w:rFonts w:ascii="Times New Roman" w:hAnsi="Times New Roman"/>
          <w:sz w:val="28"/>
          <w:szCs w:val="28"/>
        </w:rPr>
      </w:pPr>
      <w:r w:rsidRPr="002240C2">
        <w:rPr>
          <w:rFonts w:ascii="Times New Roman" w:hAnsi="Times New Roman"/>
          <w:sz w:val="28"/>
          <w:szCs w:val="28"/>
        </w:rPr>
        <w:t>Програми для загальноосвітніх навчальних закладів. Навчальні програми для професійного навчання. Програми факультативів, спецкурсів, гуртків: Математика / М-во освіти і науки України. Упр. змісту освіти. Наук-метод. центр серед. освіти. – Київ: Навч. кн. – 2015. – 203 с.</w:t>
      </w:r>
    </w:p>
    <w:p w:rsidR="00974FBA" w:rsidRPr="002240C2" w:rsidRDefault="00974FBA" w:rsidP="007931D6">
      <w:pPr>
        <w:pStyle w:val="ListParagraph"/>
        <w:numPr>
          <w:ilvl w:val="0"/>
          <w:numId w:val="6"/>
        </w:numPr>
        <w:spacing w:after="0" w:line="360" w:lineRule="auto"/>
        <w:ind w:left="0" w:firstLine="709"/>
        <w:jc w:val="both"/>
        <w:rPr>
          <w:rFonts w:ascii="Times New Roman" w:hAnsi="Times New Roman"/>
          <w:sz w:val="28"/>
          <w:szCs w:val="28"/>
        </w:rPr>
      </w:pPr>
      <w:r w:rsidRPr="002240C2">
        <w:rPr>
          <w:rFonts w:ascii="Times New Roman" w:hAnsi="Times New Roman"/>
          <w:color w:val="000000"/>
          <w:sz w:val="28"/>
          <w:szCs w:val="28"/>
          <w:shd w:val="clear" w:color="auto" w:fill="FFFFFF"/>
        </w:rPr>
        <w:t xml:space="preserve">Саган О. В. Комбінаторні задачі як засіб формування математичного мислення молодших школярів / О. В. Саган // Збірник наукових праць. Педагогічні науки. – Херсон: ХДУ, 2014. – С. 119-124. </w:t>
      </w:r>
    </w:p>
    <w:p w:rsidR="00974FBA" w:rsidRPr="002240C2" w:rsidRDefault="00974FBA" w:rsidP="00323A8E">
      <w:pPr>
        <w:pStyle w:val="ListParagraph"/>
        <w:numPr>
          <w:ilvl w:val="0"/>
          <w:numId w:val="6"/>
        </w:numPr>
        <w:spacing w:after="0" w:line="360" w:lineRule="auto"/>
        <w:ind w:left="0" w:firstLine="709"/>
        <w:jc w:val="both"/>
        <w:rPr>
          <w:rFonts w:ascii="Times New Roman" w:hAnsi="Times New Roman"/>
          <w:sz w:val="28"/>
          <w:szCs w:val="28"/>
        </w:rPr>
      </w:pPr>
      <w:r w:rsidRPr="002240C2">
        <w:rPr>
          <w:rFonts w:ascii="Times New Roman" w:hAnsi="Times New Roman"/>
          <w:color w:val="000000"/>
          <w:sz w:val="28"/>
          <w:szCs w:val="28"/>
          <w:shd w:val="clear" w:color="auto" w:fill="FFFFFF"/>
        </w:rPr>
        <w:t>Слєпкань З. І. Методика навчання математики: Підручник / З. І. Слєпкань. – Київ: Вища школа, 2006. – 582 с.</w:t>
      </w:r>
    </w:p>
    <w:p w:rsidR="00974FBA" w:rsidRPr="002240C2" w:rsidRDefault="00974FBA" w:rsidP="0083490B">
      <w:pPr>
        <w:pStyle w:val="Style28"/>
        <w:widowControl/>
        <w:spacing w:line="360" w:lineRule="auto"/>
        <w:ind w:firstLine="709"/>
        <w:jc w:val="both"/>
        <w:rPr>
          <w:rStyle w:val="FontStyle82"/>
          <w:sz w:val="28"/>
          <w:szCs w:val="28"/>
        </w:rPr>
      </w:pPr>
    </w:p>
    <w:p w:rsidR="00974FBA" w:rsidRDefault="00974FBA" w:rsidP="00B12708">
      <w:pPr>
        <w:pStyle w:val="ListParagraph"/>
        <w:widowControl w:val="0"/>
        <w:spacing w:line="360" w:lineRule="auto"/>
        <w:jc w:val="right"/>
        <w:rPr>
          <w:rFonts w:ascii="Times New Roman" w:hAnsi="Times New Roman"/>
          <w:color w:val="000000"/>
          <w:spacing w:val="-3"/>
          <w:sz w:val="28"/>
          <w:szCs w:val="28"/>
        </w:rPr>
      </w:pPr>
      <w:r w:rsidRPr="002240C2">
        <w:rPr>
          <w:rFonts w:ascii="Times New Roman" w:hAnsi="Times New Roman"/>
          <w:b/>
          <w:color w:val="000000"/>
          <w:spacing w:val="-3"/>
          <w:sz w:val="28"/>
          <w:szCs w:val="28"/>
        </w:rPr>
        <w:t>Науковий керівник:</w:t>
      </w:r>
      <w:r w:rsidRPr="002240C2">
        <w:rPr>
          <w:rFonts w:ascii="Times New Roman" w:hAnsi="Times New Roman"/>
          <w:color w:val="000000"/>
          <w:spacing w:val="-3"/>
          <w:sz w:val="28"/>
          <w:szCs w:val="28"/>
        </w:rPr>
        <w:t xml:space="preserve"> </w:t>
      </w:r>
    </w:p>
    <w:p w:rsidR="00974FBA" w:rsidRPr="002240C2" w:rsidRDefault="00974FBA" w:rsidP="00B12708">
      <w:pPr>
        <w:pStyle w:val="ListParagraph"/>
        <w:widowControl w:val="0"/>
        <w:spacing w:line="360" w:lineRule="auto"/>
        <w:jc w:val="right"/>
        <w:rPr>
          <w:rFonts w:ascii="Times New Roman" w:hAnsi="Times New Roman"/>
          <w:color w:val="000000"/>
          <w:spacing w:val="-3"/>
          <w:sz w:val="28"/>
          <w:szCs w:val="28"/>
        </w:rPr>
      </w:pPr>
      <w:r w:rsidRPr="002240C2">
        <w:rPr>
          <w:rFonts w:ascii="Times New Roman" w:hAnsi="Times New Roman"/>
          <w:color w:val="000000"/>
          <w:spacing w:val="-3"/>
          <w:sz w:val="28"/>
          <w:szCs w:val="28"/>
        </w:rPr>
        <w:t>кандидат педагогічних наук, доцент Довбня Петро Іванович</w:t>
      </w:r>
      <w:r>
        <w:rPr>
          <w:rFonts w:ascii="Times New Roman" w:hAnsi="Times New Roman"/>
          <w:color w:val="000000"/>
          <w:spacing w:val="-3"/>
          <w:sz w:val="28"/>
          <w:szCs w:val="28"/>
        </w:rPr>
        <w:t>.</w:t>
      </w:r>
    </w:p>
    <w:p w:rsidR="00974FBA" w:rsidRPr="002240C2" w:rsidRDefault="00974FBA" w:rsidP="00B12708">
      <w:pPr>
        <w:pStyle w:val="ListParagraph"/>
        <w:widowControl w:val="0"/>
        <w:spacing w:line="360" w:lineRule="auto"/>
        <w:jc w:val="right"/>
        <w:rPr>
          <w:rFonts w:ascii="Times New Roman" w:hAnsi="Times New Roman"/>
          <w:color w:val="000000"/>
          <w:spacing w:val="-3"/>
          <w:sz w:val="28"/>
          <w:szCs w:val="28"/>
        </w:rPr>
      </w:pPr>
    </w:p>
    <w:sectPr w:rsidR="00974FBA" w:rsidRPr="002240C2" w:rsidSect="00F8114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anklin Gothic Heavy">
    <w:panose1 w:val="020B09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30776"/>
    <w:multiLevelType w:val="hybridMultilevel"/>
    <w:tmpl w:val="6354034E"/>
    <w:lvl w:ilvl="0" w:tplc="3C82A6B2">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
    <w:nsid w:val="2A2D435D"/>
    <w:multiLevelType w:val="hybridMultilevel"/>
    <w:tmpl w:val="C4DC9F40"/>
    <w:lvl w:ilvl="0" w:tplc="A43E81EC">
      <w:start w:val="1"/>
      <w:numFmt w:val="decimal"/>
      <w:lvlText w:val="%1)"/>
      <w:lvlJc w:val="left"/>
      <w:pPr>
        <w:ind w:left="1211" w:hanging="360"/>
      </w:pPr>
      <w:rPr>
        <w:rFonts w:cs="Times New Roman" w:hint="default"/>
      </w:rPr>
    </w:lvl>
    <w:lvl w:ilvl="1" w:tplc="04220019" w:tentative="1">
      <w:start w:val="1"/>
      <w:numFmt w:val="lowerLetter"/>
      <w:lvlText w:val="%2."/>
      <w:lvlJc w:val="left"/>
      <w:pPr>
        <w:ind w:left="1931" w:hanging="360"/>
      </w:pPr>
      <w:rPr>
        <w:rFonts w:cs="Times New Roman"/>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2">
    <w:nsid w:val="2F993083"/>
    <w:multiLevelType w:val="hybridMultilevel"/>
    <w:tmpl w:val="79D45E40"/>
    <w:lvl w:ilvl="0" w:tplc="04220001">
      <w:start w:val="1"/>
      <w:numFmt w:val="bullet"/>
      <w:lvlText w:val=""/>
      <w:lvlJc w:val="left"/>
      <w:pPr>
        <w:ind w:left="1490" w:hanging="360"/>
      </w:pPr>
      <w:rPr>
        <w:rFonts w:ascii="Symbol" w:hAnsi="Symbol" w:hint="default"/>
      </w:rPr>
    </w:lvl>
    <w:lvl w:ilvl="1" w:tplc="04220003" w:tentative="1">
      <w:start w:val="1"/>
      <w:numFmt w:val="bullet"/>
      <w:lvlText w:val="o"/>
      <w:lvlJc w:val="left"/>
      <w:pPr>
        <w:ind w:left="2210" w:hanging="360"/>
      </w:pPr>
      <w:rPr>
        <w:rFonts w:ascii="Courier New" w:hAnsi="Courier New" w:hint="default"/>
      </w:rPr>
    </w:lvl>
    <w:lvl w:ilvl="2" w:tplc="04220005" w:tentative="1">
      <w:start w:val="1"/>
      <w:numFmt w:val="bullet"/>
      <w:lvlText w:val=""/>
      <w:lvlJc w:val="left"/>
      <w:pPr>
        <w:ind w:left="2930" w:hanging="360"/>
      </w:pPr>
      <w:rPr>
        <w:rFonts w:ascii="Wingdings" w:hAnsi="Wingdings" w:hint="default"/>
      </w:rPr>
    </w:lvl>
    <w:lvl w:ilvl="3" w:tplc="04220001" w:tentative="1">
      <w:start w:val="1"/>
      <w:numFmt w:val="bullet"/>
      <w:lvlText w:val=""/>
      <w:lvlJc w:val="left"/>
      <w:pPr>
        <w:ind w:left="3650" w:hanging="360"/>
      </w:pPr>
      <w:rPr>
        <w:rFonts w:ascii="Symbol" w:hAnsi="Symbol" w:hint="default"/>
      </w:rPr>
    </w:lvl>
    <w:lvl w:ilvl="4" w:tplc="04220003" w:tentative="1">
      <w:start w:val="1"/>
      <w:numFmt w:val="bullet"/>
      <w:lvlText w:val="o"/>
      <w:lvlJc w:val="left"/>
      <w:pPr>
        <w:ind w:left="4370" w:hanging="360"/>
      </w:pPr>
      <w:rPr>
        <w:rFonts w:ascii="Courier New" w:hAnsi="Courier New" w:hint="default"/>
      </w:rPr>
    </w:lvl>
    <w:lvl w:ilvl="5" w:tplc="04220005" w:tentative="1">
      <w:start w:val="1"/>
      <w:numFmt w:val="bullet"/>
      <w:lvlText w:val=""/>
      <w:lvlJc w:val="left"/>
      <w:pPr>
        <w:ind w:left="5090" w:hanging="360"/>
      </w:pPr>
      <w:rPr>
        <w:rFonts w:ascii="Wingdings" w:hAnsi="Wingdings" w:hint="default"/>
      </w:rPr>
    </w:lvl>
    <w:lvl w:ilvl="6" w:tplc="04220001" w:tentative="1">
      <w:start w:val="1"/>
      <w:numFmt w:val="bullet"/>
      <w:lvlText w:val=""/>
      <w:lvlJc w:val="left"/>
      <w:pPr>
        <w:ind w:left="5810" w:hanging="360"/>
      </w:pPr>
      <w:rPr>
        <w:rFonts w:ascii="Symbol" w:hAnsi="Symbol" w:hint="default"/>
      </w:rPr>
    </w:lvl>
    <w:lvl w:ilvl="7" w:tplc="04220003" w:tentative="1">
      <w:start w:val="1"/>
      <w:numFmt w:val="bullet"/>
      <w:lvlText w:val="o"/>
      <w:lvlJc w:val="left"/>
      <w:pPr>
        <w:ind w:left="6530" w:hanging="360"/>
      </w:pPr>
      <w:rPr>
        <w:rFonts w:ascii="Courier New" w:hAnsi="Courier New" w:hint="default"/>
      </w:rPr>
    </w:lvl>
    <w:lvl w:ilvl="8" w:tplc="04220005" w:tentative="1">
      <w:start w:val="1"/>
      <w:numFmt w:val="bullet"/>
      <w:lvlText w:val=""/>
      <w:lvlJc w:val="left"/>
      <w:pPr>
        <w:ind w:left="7250" w:hanging="360"/>
      </w:pPr>
      <w:rPr>
        <w:rFonts w:ascii="Wingdings" w:hAnsi="Wingdings" w:hint="default"/>
      </w:rPr>
    </w:lvl>
  </w:abstractNum>
  <w:abstractNum w:abstractNumId="3">
    <w:nsid w:val="3B9C0BEA"/>
    <w:multiLevelType w:val="hybridMultilevel"/>
    <w:tmpl w:val="2500C734"/>
    <w:lvl w:ilvl="0" w:tplc="74A44680">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4">
    <w:nsid w:val="57F81FE6"/>
    <w:multiLevelType w:val="hybridMultilevel"/>
    <w:tmpl w:val="BFD2725A"/>
    <w:lvl w:ilvl="0" w:tplc="C3588AC8">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5">
    <w:nsid w:val="5E275779"/>
    <w:multiLevelType w:val="hybridMultilevel"/>
    <w:tmpl w:val="087CCA2A"/>
    <w:lvl w:ilvl="0" w:tplc="677692F4">
      <w:start w:val="1"/>
      <w:numFmt w:val="decimal"/>
      <w:lvlText w:val="%1)"/>
      <w:lvlJc w:val="left"/>
      <w:pPr>
        <w:ind w:left="1211" w:hanging="360"/>
      </w:pPr>
      <w:rPr>
        <w:rFonts w:cs="Times New Roman" w:hint="default"/>
      </w:rPr>
    </w:lvl>
    <w:lvl w:ilvl="1" w:tplc="04220019" w:tentative="1">
      <w:start w:val="1"/>
      <w:numFmt w:val="lowerLetter"/>
      <w:lvlText w:val="%2."/>
      <w:lvlJc w:val="left"/>
      <w:pPr>
        <w:ind w:left="1931" w:hanging="360"/>
      </w:pPr>
      <w:rPr>
        <w:rFonts w:cs="Times New Roman"/>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num w:numId="1">
    <w:abstractNumId w:val="2"/>
  </w:num>
  <w:num w:numId="2">
    <w:abstractNumId w:val="5"/>
  </w:num>
  <w:num w:numId="3">
    <w:abstractNumId w:val="4"/>
  </w:num>
  <w:num w:numId="4">
    <w:abstractNumId w:val="1"/>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5781"/>
    <w:rsid w:val="00054C9D"/>
    <w:rsid w:val="00077B1F"/>
    <w:rsid w:val="000909D5"/>
    <w:rsid w:val="002208AB"/>
    <w:rsid w:val="002240C2"/>
    <w:rsid w:val="00243ADC"/>
    <w:rsid w:val="00245771"/>
    <w:rsid w:val="00277211"/>
    <w:rsid w:val="002A6B80"/>
    <w:rsid w:val="0031445B"/>
    <w:rsid w:val="00323A8E"/>
    <w:rsid w:val="00385781"/>
    <w:rsid w:val="003A1CA9"/>
    <w:rsid w:val="003B72F5"/>
    <w:rsid w:val="004B48FA"/>
    <w:rsid w:val="004E5922"/>
    <w:rsid w:val="00571E99"/>
    <w:rsid w:val="005901E8"/>
    <w:rsid w:val="0063346C"/>
    <w:rsid w:val="00737761"/>
    <w:rsid w:val="00771FE6"/>
    <w:rsid w:val="007931D6"/>
    <w:rsid w:val="007C782E"/>
    <w:rsid w:val="00832309"/>
    <w:rsid w:val="0083490B"/>
    <w:rsid w:val="00974FBA"/>
    <w:rsid w:val="009D663C"/>
    <w:rsid w:val="00AC202C"/>
    <w:rsid w:val="00B12708"/>
    <w:rsid w:val="00D123CE"/>
    <w:rsid w:val="00D235EF"/>
    <w:rsid w:val="00D30883"/>
    <w:rsid w:val="00D40D4E"/>
    <w:rsid w:val="00D6273A"/>
    <w:rsid w:val="00DB5ED6"/>
    <w:rsid w:val="00E76541"/>
    <w:rsid w:val="00ED3A08"/>
    <w:rsid w:val="00F516A2"/>
    <w:rsid w:val="00F8114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82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C782E"/>
    <w:pPr>
      <w:ind w:left="720"/>
      <w:contextualSpacing/>
    </w:pPr>
  </w:style>
  <w:style w:type="paragraph" w:styleId="NormalWeb">
    <w:name w:val="Normal (Web)"/>
    <w:basedOn w:val="Normal"/>
    <w:uiPriority w:val="99"/>
    <w:rsid w:val="007C782E"/>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FontStyle76">
    <w:name w:val="Font Style76"/>
    <w:basedOn w:val="DefaultParagraphFont"/>
    <w:uiPriority w:val="99"/>
    <w:rsid w:val="007C782E"/>
    <w:rPr>
      <w:rFonts w:ascii="Times New Roman" w:hAnsi="Times New Roman" w:cs="Times New Roman"/>
      <w:sz w:val="18"/>
      <w:szCs w:val="18"/>
    </w:rPr>
  </w:style>
  <w:style w:type="character" w:customStyle="1" w:styleId="FontStyle82">
    <w:name w:val="Font Style82"/>
    <w:basedOn w:val="DefaultParagraphFont"/>
    <w:uiPriority w:val="99"/>
    <w:rsid w:val="007C782E"/>
    <w:rPr>
      <w:rFonts w:ascii="Times New Roman" w:hAnsi="Times New Roman" w:cs="Times New Roman"/>
      <w:sz w:val="18"/>
      <w:szCs w:val="18"/>
    </w:rPr>
  </w:style>
  <w:style w:type="character" w:customStyle="1" w:styleId="FontStyle74">
    <w:name w:val="Font Style74"/>
    <w:basedOn w:val="DefaultParagraphFont"/>
    <w:uiPriority w:val="99"/>
    <w:rsid w:val="007C782E"/>
    <w:rPr>
      <w:rFonts w:ascii="Times New Roman" w:hAnsi="Times New Roman" w:cs="Times New Roman"/>
      <w:i/>
      <w:iCs/>
      <w:sz w:val="16"/>
      <w:szCs w:val="16"/>
    </w:rPr>
  </w:style>
  <w:style w:type="table" w:styleId="TableGrid">
    <w:name w:val="Table Grid"/>
    <w:basedOn w:val="TableNormal"/>
    <w:uiPriority w:val="99"/>
    <w:rsid w:val="007C782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Normal"/>
    <w:uiPriority w:val="99"/>
    <w:rsid w:val="007C782E"/>
    <w:pPr>
      <w:widowControl w:val="0"/>
      <w:autoSpaceDE w:val="0"/>
      <w:autoSpaceDN w:val="0"/>
      <w:adjustRightInd w:val="0"/>
      <w:spacing w:after="0" w:line="205" w:lineRule="exact"/>
      <w:ind w:firstLine="283"/>
    </w:pPr>
    <w:rPr>
      <w:rFonts w:ascii="Franklin Gothic Heavy" w:eastAsia="Times New Roman" w:hAnsi="Franklin Gothic Heavy"/>
      <w:sz w:val="24"/>
      <w:szCs w:val="24"/>
      <w:lang w:eastAsia="ru-RU"/>
    </w:rPr>
  </w:style>
  <w:style w:type="paragraph" w:customStyle="1" w:styleId="Style28">
    <w:name w:val="Style28"/>
    <w:basedOn w:val="Normal"/>
    <w:uiPriority w:val="99"/>
    <w:rsid w:val="007C782E"/>
    <w:pPr>
      <w:widowControl w:val="0"/>
      <w:autoSpaceDE w:val="0"/>
      <w:autoSpaceDN w:val="0"/>
      <w:adjustRightInd w:val="0"/>
      <w:spacing w:after="0" w:line="226" w:lineRule="exact"/>
      <w:jc w:val="right"/>
    </w:pPr>
    <w:rPr>
      <w:rFonts w:ascii="Franklin Gothic Heavy" w:eastAsia="Times New Roman" w:hAnsi="Franklin Gothic Heavy"/>
      <w:sz w:val="24"/>
      <w:szCs w:val="24"/>
      <w:lang w:eastAsia="ru-RU"/>
    </w:rPr>
  </w:style>
  <w:style w:type="paragraph" w:customStyle="1" w:styleId="Style38">
    <w:name w:val="Style38"/>
    <w:basedOn w:val="Normal"/>
    <w:uiPriority w:val="99"/>
    <w:rsid w:val="007C782E"/>
    <w:pPr>
      <w:widowControl w:val="0"/>
      <w:autoSpaceDE w:val="0"/>
      <w:autoSpaceDN w:val="0"/>
      <w:adjustRightInd w:val="0"/>
      <w:spacing w:after="0" w:line="242" w:lineRule="exact"/>
      <w:ind w:firstLine="149"/>
      <w:jc w:val="both"/>
    </w:pPr>
    <w:rPr>
      <w:rFonts w:ascii="Franklin Gothic Heavy" w:eastAsia="Times New Roman" w:hAnsi="Franklin Gothic Heavy"/>
      <w:sz w:val="24"/>
      <w:szCs w:val="24"/>
      <w:lang w:eastAsia="ru-RU"/>
    </w:rPr>
  </w:style>
  <w:style w:type="character" w:customStyle="1" w:styleId="FontStyle59">
    <w:name w:val="Font Style59"/>
    <w:basedOn w:val="DefaultParagraphFont"/>
    <w:uiPriority w:val="99"/>
    <w:rsid w:val="007C782E"/>
    <w:rPr>
      <w:rFonts w:ascii="Franklin Gothic Heavy" w:hAnsi="Franklin Gothic Heavy" w:cs="Franklin Gothic Heavy"/>
      <w:sz w:val="28"/>
      <w:szCs w:val="28"/>
    </w:rPr>
  </w:style>
  <w:style w:type="character" w:customStyle="1" w:styleId="FontStyle70">
    <w:name w:val="Font Style70"/>
    <w:basedOn w:val="DefaultParagraphFont"/>
    <w:uiPriority w:val="99"/>
    <w:rsid w:val="007C782E"/>
    <w:rPr>
      <w:rFonts w:ascii="Times New Roman" w:hAnsi="Times New Roman" w:cs="Times New Roman"/>
      <w:b/>
      <w:bCs/>
      <w:sz w:val="18"/>
      <w:szCs w:val="18"/>
    </w:rPr>
  </w:style>
  <w:style w:type="character" w:customStyle="1" w:styleId="FontStyle67">
    <w:name w:val="Font Style67"/>
    <w:basedOn w:val="DefaultParagraphFont"/>
    <w:uiPriority w:val="99"/>
    <w:rsid w:val="007C782E"/>
    <w:rPr>
      <w:rFonts w:ascii="Times New Roman" w:hAnsi="Times New Roman" w:cs="Times New Roman"/>
      <w:sz w:val="16"/>
      <w:szCs w:val="16"/>
    </w:rPr>
  </w:style>
  <w:style w:type="character" w:customStyle="1" w:styleId="FontStyle69">
    <w:name w:val="Font Style69"/>
    <w:basedOn w:val="DefaultParagraphFont"/>
    <w:uiPriority w:val="99"/>
    <w:rsid w:val="007C782E"/>
    <w:rPr>
      <w:rFonts w:ascii="Times New Roman" w:hAnsi="Times New Roman" w:cs="Times New Roman"/>
      <w:sz w:val="16"/>
      <w:szCs w:val="16"/>
    </w:rPr>
  </w:style>
  <w:style w:type="character" w:customStyle="1" w:styleId="FontStyle73">
    <w:name w:val="Font Style73"/>
    <w:basedOn w:val="DefaultParagraphFont"/>
    <w:uiPriority w:val="99"/>
    <w:rsid w:val="007C782E"/>
    <w:rPr>
      <w:rFonts w:ascii="Times New Roman" w:hAnsi="Times New Roman" w:cs="Times New Roman"/>
      <w:b/>
      <w:bCs/>
      <w:spacing w:val="20"/>
      <w:sz w:val="18"/>
      <w:szCs w:val="18"/>
    </w:rPr>
  </w:style>
  <w:style w:type="paragraph" w:customStyle="1" w:styleId="Style34">
    <w:name w:val="Style34"/>
    <w:basedOn w:val="Normal"/>
    <w:uiPriority w:val="99"/>
    <w:rsid w:val="007C782E"/>
    <w:pPr>
      <w:widowControl w:val="0"/>
      <w:autoSpaceDE w:val="0"/>
      <w:autoSpaceDN w:val="0"/>
      <w:adjustRightInd w:val="0"/>
      <w:spacing w:after="0" w:line="206" w:lineRule="exact"/>
      <w:jc w:val="right"/>
    </w:pPr>
    <w:rPr>
      <w:rFonts w:ascii="Franklin Gothic Heavy" w:eastAsia="Times New Roman" w:hAnsi="Franklin Gothic Heavy"/>
      <w:sz w:val="24"/>
      <w:szCs w:val="24"/>
      <w:lang w:eastAsia="ru-RU"/>
    </w:rPr>
  </w:style>
  <w:style w:type="paragraph" w:customStyle="1" w:styleId="Style44">
    <w:name w:val="Style44"/>
    <w:basedOn w:val="Normal"/>
    <w:uiPriority w:val="99"/>
    <w:rsid w:val="007C782E"/>
    <w:pPr>
      <w:widowControl w:val="0"/>
      <w:autoSpaceDE w:val="0"/>
      <w:autoSpaceDN w:val="0"/>
      <w:adjustRightInd w:val="0"/>
      <w:spacing w:after="0" w:line="211" w:lineRule="exact"/>
      <w:ind w:firstLine="149"/>
    </w:pPr>
    <w:rPr>
      <w:rFonts w:ascii="Franklin Gothic Heavy" w:eastAsia="Times New Roman" w:hAnsi="Franklin Gothic Heavy"/>
      <w:sz w:val="24"/>
      <w:szCs w:val="24"/>
      <w:lang w:eastAsia="ru-RU"/>
    </w:rPr>
  </w:style>
  <w:style w:type="paragraph" w:customStyle="1" w:styleId="Style47">
    <w:name w:val="Style47"/>
    <w:basedOn w:val="Normal"/>
    <w:uiPriority w:val="99"/>
    <w:rsid w:val="007C782E"/>
    <w:pPr>
      <w:widowControl w:val="0"/>
      <w:autoSpaceDE w:val="0"/>
      <w:autoSpaceDN w:val="0"/>
      <w:adjustRightInd w:val="0"/>
      <w:spacing w:after="0" w:line="230" w:lineRule="exact"/>
      <w:ind w:firstLine="192"/>
    </w:pPr>
    <w:rPr>
      <w:rFonts w:ascii="Franklin Gothic Heavy" w:eastAsia="Times New Roman" w:hAnsi="Franklin Gothic Heavy"/>
      <w:sz w:val="24"/>
      <w:szCs w:val="24"/>
      <w:lang w:eastAsia="ru-RU"/>
    </w:rPr>
  </w:style>
  <w:style w:type="character" w:customStyle="1" w:styleId="FontStyle86">
    <w:name w:val="Font Style86"/>
    <w:basedOn w:val="DefaultParagraphFont"/>
    <w:uiPriority w:val="99"/>
    <w:rsid w:val="007C782E"/>
    <w:rPr>
      <w:rFonts w:ascii="Times New Roman" w:hAnsi="Times New Roman" w:cs="Times New Roman"/>
      <w:b/>
      <w:bCs/>
      <w:sz w:val="16"/>
      <w:szCs w:val="16"/>
    </w:rPr>
  </w:style>
  <w:style w:type="paragraph" w:styleId="BalloonText">
    <w:name w:val="Balloon Text"/>
    <w:basedOn w:val="Normal"/>
    <w:link w:val="BalloonTextChar"/>
    <w:uiPriority w:val="99"/>
    <w:semiHidden/>
    <w:rsid w:val="007C78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782E"/>
    <w:rPr>
      <w:rFonts w:ascii="Tahoma" w:hAnsi="Tahoma" w:cs="Tahoma"/>
      <w:sz w:val="16"/>
      <w:szCs w:val="16"/>
    </w:rPr>
  </w:style>
  <w:style w:type="character" w:customStyle="1" w:styleId="apple-converted-space">
    <w:name w:val="apple-converted-space"/>
    <w:basedOn w:val="DefaultParagraphFont"/>
    <w:uiPriority w:val="99"/>
    <w:rsid w:val="002208AB"/>
    <w:rPr>
      <w:rFonts w:cs="Times New Roman"/>
    </w:rPr>
  </w:style>
  <w:style w:type="character" w:styleId="Hyperlink">
    <w:name w:val="Hyperlink"/>
    <w:basedOn w:val="DefaultParagraphFont"/>
    <w:uiPriority w:val="99"/>
    <w:rsid w:val="002208AB"/>
    <w:rPr>
      <w:rFonts w:cs="Times New Roman"/>
      <w:color w:val="0000FF"/>
      <w:u w:val="single"/>
    </w:rPr>
  </w:style>
  <w:style w:type="character" w:customStyle="1" w:styleId="header-user-name">
    <w:name w:val="header-user-name"/>
    <w:basedOn w:val="DefaultParagraphFont"/>
    <w:uiPriority w:val="99"/>
    <w:rsid w:val="00B12708"/>
    <w:rPr>
      <w:rFonts w:cs="Times New Roman"/>
    </w:rPr>
  </w:style>
</w:styles>
</file>

<file path=word/webSettings.xml><?xml version="1.0" encoding="utf-8"?>
<w:webSettings xmlns:r="http://schemas.openxmlformats.org/officeDocument/2006/relationships" xmlns:w="http://schemas.openxmlformats.org/wordprocessingml/2006/main">
  <w:divs>
    <w:div w:id="21420689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ua-referat.com/%D0%9A%D0%BE%D0%BC%D0%B1%D1%96%D0%BD%D0%B0%D1%82%D0%BE%D1%80%D1%96%D0%BA%D0%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136</TotalTime>
  <Pages>7</Pages>
  <Words>6089</Words>
  <Characters>3471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Аня</dc:creator>
  <cp:keywords/>
  <dc:description/>
  <cp:lastModifiedBy>Admin</cp:lastModifiedBy>
  <cp:revision>7</cp:revision>
  <dcterms:created xsi:type="dcterms:W3CDTF">2016-06-15T06:26:00Z</dcterms:created>
  <dcterms:modified xsi:type="dcterms:W3CDTF">2016-06-16T13:47:00Z</dcterms:modified>
</cp:coreProperties>
</file>