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E86" w:rsidRPr="002539B0" w:rsidRDefault="00DC5E86" w:rsidP="002953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Айгерим Дюсембина</w:t>
      </w:r>
      <w:r w:rsidRPr="002539B0">
        <w:rPr>
          <w:rFonts w:ascii="Times New Roman" w:hAnsi="Times New Roman"/>
          <w:b/>
          <w:sz w:val="28"/>
          <w:szCs w:val="28"/>
        </w:rPr>
        <w:t xml:space="preserve">, Вера Омарова </w:t>
      </w:r>
    </w:p>
    <w:p w:rsidR="00DC5E86" w:rsidRPr="004A1770" w:rsidRDefault="00DC5E86" w:rsidP="002953C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539B0">
        <w:rPr>
          <w:rFonts w:ascii="Times New Roman" w:hAnsi="Times New Roman"/>
          <w:b/>
          <w:sz w:val="28"/>
          <w:szCs w:val="28"/>
        </w:rPr>
        <w:t>(Павлодар, Казахстан</w:t>
      </w:r>
      <w:r w:rsidRPr="004A1770">
        <w:rPr>
          <w:rFonts w:ascii="Times New Roman" w:hAnsi="Times New Roman"/>
          <w:sz w:val="28"/>
          <w:szCs w:val="28"/>
        </w:rPr>
        <w:t>)</w:t>
      </w:r>
    </w:p>
    <w:p w:rsidR="00DC5E86" w:rsidRDefault="00DC5E86" w:rsidP="002953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DC5E86" w:rsidRPr="004A1770" w:rsidRDefault="00DC5E86" w:rsidP="002953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4A1770">
        <w:rPr>
          <w:rFonts w:ascii="Times New Roman" w:hAnsi="Times New Roman"/>
          <w:b/>
          <w:sz w:val="28"/>
          <w:szCs w:val="28"/>
        </w:rPr>
        <w:t>Секция</w:t>
      </w:r>
      <w:r>
        <w:rPr>
          <w:rFonts w:ascii="Times New Roman" w:hAnsi="Times New Roman"/>
          <w:b/>
          <w:sz w:val="28"/>
          <w:szCs w:val="28"/>
        </w:rPr>
        <w:t>,</w:t>
      </w:r>
      <w:r w:rsidRPr="004A1770">
        <w:rPr>
          <w:rFonts w:ascii="Times New Roman" w:hAnsi="Times New Roman"/>
          <w:b/>
          <w:sz w:val="28"/>
          <w:szCs w:val="28"/>
        </w:rPr>
        <w:t xml:space="preserve"> подсекция </w:t>
      </w:r>
      <w:r>
        <w:rPr>
          <w:rFonts w:ascii="Times New Roman" w:hAnsi="Times New Roman"/>
          <w:b/>
          <w:sz w:val="28"/>
          <w:szCs w:val="28"/>
        </w:rPr>
        <w:t>(</w:t>
      </w:r>
      <w:r w:rsidRPr="004A1770">
        <w:rPr>
          <w:rFonts w:ascii="Times New Roman" w:hAnsi="Times New Roman"/>
          <w:b/>
          <w:sz w:val="28"/>
          <w:szCs w:val="28"/>
        </w:rPr>
        <w:t>«Педагогика»,</w:t>
      </w:r>
    </w:p>
    <w:p w:rsidR="00DC5E86" w:rsidRDefault="00DC5E86" w:rsidP="002953C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A1770">
        <w:rPr>
          <w:rFonts w:ascii="Times New Roman" w:hAnsi="Times New Roman"/>
          <w:b/>
          <w:sz w:val="28"/>
          <w:szCs w:val="28"/>
        </w:rPr>
        <w:t>«</w:t>
      </w:r>
      <w:r w:rsidRPr="002953C8">
        <w:rPr>
          <w:rFonts w:ascii="Times New Roman" w:hAnsi="Times New Roman"/>
          <w:b/>
          <w:sz w:val="28"/>
          <w:szCs w:val="28"/>
        </w:rPr>
        <w:t>Социальная педагогика</w:t>
      </w:r>
      <w:r w:rsidRPr="004A177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)</w:t>
      </w:r>
    </w:p>
    <w:p w:rsidR="00DC5E86" w:rsidRDefault="00DC5E86" w:rsidP="002953C8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</w:p>
    <w:p w:rsidR="00DC5E86" w:rsidRDefault="00DC5E86" w:rsidP="002953C8">
      <w:pPr>
        <w:widowControl w:val="0"/>
        <w:autoSpaceDE w:val="0"/>
        <w:autoSpaceDN w:val="0"/>
        <w:adjustRightInd w:val="0"/>
        <w:spacing w:after="0" w:line="240" w:lineRule="auto"/>
        <w:ind w:right="-425" w:firstLine="426"/>
        <w:jc w:val="center"/>
        <w:rPr>
          <w:rFonts w:ascii="Times New Roman" w:hAnsi="Times New Roman"/>
          <w:b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b/>
          <w:kern w:val="1"/>
          <w:sz w:val="28"/>
          <w:szCs w:val="28"/>
          <w:lang w:eastAsia="en-US"/>
        </w:rPr>
        <w:t>ИССЛЕДОВАНИ</w:t>
      </w:r>
      <w:r>
        <w:rPr>
          <w:rFonts w:ascii="Times New Roman" w:hAnsi="Times New Roman"/>
          <w:b/>
          <w:kern w:val="1"/>
          <w:sz w:val="28"/>
          <w:szCs w:val="28"/>
          <w:lang w:eastAsia="en-US"/>
        </w:rPr>
        <w:t>Е ПРЕДСТАВЛЕНИЙ СТАРШЕКЛАССНИКОВ</w:t>
      </w:r>
    </w:p>
    <w:p w:rsidR="00DC5E86" w:rsidRDefault="00DC5E86" w:rsidP="009652A7">
      <w:pPr>
        <w:widowControl w:val="0"/>
        <w:autoSpaceDE w:val="0"/>
        <w:autoSpaceDN w:val="0"/>
        <w:adjustRightInd w:val="0"/>
        <w:spacing w:after="0" w:line="240" w:lineRule="auto"/>
        <w:ind w:right="-425" w:firstLine="426"/>
        <w:jc w:val="center"/>
        <w:rPr>
          <w:rFonts w:ascii="Times New Roman" w:hAnsi="Times New Roman"/>
          <w:b/>
          <w:kern w:val="1"/>
          <w:sz w:val="28"/>
          <w:szCs w:val="28"/>
          <w:lang w:eastAsia="en-US"/>
        </w:rPr>
      </w:pPr>
      <w:r>
        <w:rPr>
          <w:rFonts w:ascii="Times New Roman" w:hAnsi="Times New Roman"/>
          <w:b/>
          <w:kern w:val="1"/>
          <w:sz w:val="28"/>
          <w:szCs w:val="28"/>
          <w:lang w:eastAsia="en-US"/>
        </w:rPr>
        <w:t xml:space="preserve">О </w:t>
      </w:r>
      <w:r w:rsidRPr="002953C8">
        <w:rPr>
          <w:rFonts w:ascii="Times New Roman" w:hAnsi="Times New Roman"/>
          <w:b/>
          <w:kern w:val="1"/>
          <w:sz w:val="28"/>
          <w:szCs w:val="28"/>
          <w:lang w:eastAsia="en-US"/>
        </w:rPr>
        <w:t>ДЕСТРУКТИВНЫХ РЕЛИГИОЗНЫХ ОРГАНИЗАЦИ</w:t>
      </w:r>
      <w:r>
        <w:rPr>
          <w:rFonts w:ascii="Times New Roman" w:hAnsi="Times New Roman"/>
          <w:b/>
          <w:kern w:val="1"/>
          <w:sz w:val="28"/>
          <w:szCs w:val="28"/>
          <w:lang w:eastAsia="en-US"/>
        </w:rPr>
        <w:t>ЯХ И ЭКСТРЕМИЗМЕ</w:t>
      </w:r>
    </w:p>
    <w:p w:rsidR="00DC5E86" w:rsidRDefault="00DC5E86" w:rsidP="009652A7">
      <w:pPr>
        <w:widowControl w:val="0"/>
        <w:autoSpaceDE w:val="0"/>
        <w:autoSpaceDN w:val="0"/>
        <w:adjustRightInd w:val="0"/>
        <w:spacing w:after="0" w:line="240" w:lineRule="auto"/>
        <w:ind w:right="-425" w:firstLine="426"/>
        <w:jc w:val="center"/>
        <w:rPr>
          <w:rFonts w:ascii="Times New Roman" w:hAnsi="Times New Roman"/>
          <w:b/>
          <w:kern w:val="1"/>
          <w:sz w:val="28"/>
          <w:szCs w:val="28"/>
          <w:lang w:eastAsia="en-US"/>
        </w:rPr>
      </w:pPr>
    </w:p>
    <w:p w:rsidR="00DC5E86" w:rsidRDefault="00DC5E86" w:rsidP="009652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D1BDB">
        <w:rPr>
          <w:rFonts w:ascii="Times New Roman" w:hAnsi="Times New Roman"/>
          <w:color w:val="000000"/>
          <w:sz w:val="28"/>
          <w:szCs w:val="28"/>
        </w:rPr>
        <w:t>Для современной религиозной ситуации в Казахстане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как отмечает ряд авторов, </w:t>
      </w:r>
      <w:r w:rsidRPr="005D1BDB">
        <w:rPr>
          <w:rFonts w:ascii="Times New Roman" w:hAnsi="Times New Roman"/>
          <w:color w:val="000000"/>
          <w:sz w:val="28"/>
          <w:szCs w:val="28"/>
        </w:rPr>
        <w:t>характерны возникновение и усиление радикальных религиозных сообществ, активизация деятельности центров нетрадиционных верований, повышение влияния иностранного миссионерского движения и расширение социальной базы сектантских организаций, особенно за счет молодежи. При этом наибольшую озабоченность вызывает усиление деятельности деструктивных сект и культов нового поколения. Опасность заключается в том, что казахстанская молодежь, для которой религия все больше становится ценностной ориентацией, регулирующей социальное поведение, психологию общения и философское отношение к жизни, весьма смутно представляет, где проходит грань между традиционной религией и псевдорелигиозностью</w:t>
      </w:r>
      <w:r>
        <w:rPr>
          <w:rFonts w:ascii="Times New Roman" w:hAnsi="Times New Roman"/>
          <w:color w:val="000000"/>
          <w:sz w:val="28"/>
          <w:szCs w:val="28"/>
        </w:rPr>
        <w:t xml:space="preserve"> [1, с. 47]</w:t>
      </w:r>
      <w:r w:rsidRPr="005D1BDB">
        <w:rPr>
          <w:rFonts w:ascii="Times New Roman" w:hAnsi="Times New Roman"/>
          <w:color w:val="000000"/>
          <w:sz w:val="28"/>
          <w:szCs w:val="28"/>
        </w:rPr>
        <w:t>.</w:t>
      </w:r>
    </w:p>
    <w:p w:rsidR="00DC5E86" w:rsidRDefault="00DC5E86" w:rsidP="00C858E8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C858E8">
        <w:rPr>
          <w:rFonts w:ascii="Times New Roman" w:hAnsi="Times New Roman"/>
          <w:color w:val="000000"/>
          <w:sz w:val="28"/>
          <w:szCs w:val="28"/>
        </w:rPr>
        <w:t xml:space="preserve">Деструктивное религиозное объединение — это авторитарная иерархическая организация любой ориентации, разрушительная по отношению к естественному гармоническому духовному, психическому и физическому состоянию личности, а также к созидательным традициям и нормам, сложившимся социальным структурам, культуре, порядку и обществу в целом, практикующая скрытое психологическое насилие, выражающееся в целенаправленном установлении отдельным лицом или группой лиц в своих узкоэгоистических целях незаконного контроля над сознанием, поведением и жизнью других личностей без их добровольного и осознанного согласия для формирования и поддержания у них состояния неестественной и противозаконной зависимости </w:t>
      </w:r>
      <w:r>
        <w:rPr>
          <w:rFonts w:ascii="Times New Roman" w:hAnsi="Times New Roman"/>
          <w:color w:val="000000"/>
          <w:sz w:val="28"/>
          <w:szCs w:val="28"/>
        </w:rPr>
        <w:t>и покорности доктрине и лидерам [2].</w:t>
      </w:r>
    </w:p>
    <w:p w:rsidR="00DC5E86" w:rsidRDefault="00DC5E86" w:rsidP="009652A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</w:t>
      </w:r>
      <w:r w:rsidRPr="00310C5D">
        <w:rPr>
          <w:rFonts w:ascii="Times New Roman" w:hAnsi="Times New Roman"/>
          <w:color w:val="000000"/>
          <w:sz w:val="28"/>
          <w:szCs w:val="28"/>
        </w:rPr>
        <w:t>еструктивные секты и культы наносят психологический вред, особенно воздействуя на неокрепшее сознание молодежи</w:t>
      </w:r>
      <w:r>
        <w:rPr>
          <w:rFonts w:ascii="Times New Roman" w:hAnsi="Times New Roman"/>
          <w:color w:val="000000"/>
          <w:sz w:val="28"/>
          <w:szCs w:val="28"/>
        </w:rPr>
        <w:t>. Д</w:t>
      </w:r>
      <w:r w:rsidRPr="00310C5D">
        <w:rPr>
          <w:rFonts w:ascii="Times New Roman" w:hAnsi="Times New Roman"/>
          <w:color w:val="000000"/>
          <w:sz w:val="28"/>
          <w:szCs w:val="28"/>
        </w:rPr>
        <w:t>еятельност</w:t>
      </w:r>
      <w:r>
        <w:rPr>
          <w:rFonts w:ascii="Times New Roman" w:hAnsi="Times New Roman"/>
          <w:color w:val="000000"/>
          <w:sz w:val="28"/>
          <w:szCs w:val="28"/>
        </w:rPr>
        <w:t xml:space="preserve">ь, осуществляемая этими организациями, </w:t>
      </w:r>
      <w:r w:rsidRPr="00310C5D">
        <w:rPr>
          <w:rFonts w:ascii="Times New Roman" w:hAnsi="Times New Roman"/>
          <w:color w:val="000000"/>
          <w:sz w:val="28"/>
          <w:szCs w:val="28"/>
        </w:rPr>
        <w:t>вед</w:t>
      </w:r>
      <w:r>
        <w:rPr>
          <w:rFonts w:ascii="Times New Roman" w:hAnsi="Times New Roman"/>
          <w:color w:val="000000"/>
          <w:sz w:val="28"/>
          <w:szCs w:val="28"/>
        </w:rPr>
        <w:t>ет</w:t>
      </w:r>
      <w:r w:rsidRPr="00310C5D">
        <w:rPr>
          <w:rFonts w:ascii="Times New Roman" w:hAnsi="Times New Roman"/>
          <w:color w:val="000000"/>
          <w:sz w:val="28"/>
          <w:szCs w:val="28"/>
        </w:rPr>
        <w:t xml:space="preserve"> к дестабилизации религиозной ситуации и к опасным для любого государства и его коренного населения последствиям.</w:t>
      </w:r>
    </w:p>
    <w:p w:rsidR="00DC5E86" w:rsidRDefault="00DC5E86" w:rsidP="009F71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</w:t>
      </w:r>
      <w:r w:rsidRPr="009F71CE">
        <w:rPr>
          <w:rFonts w:ascii="Times New Roman" w:hAnsi="Times New Roman"/>
          <w:color w:val="000000"/>
          <w:sz w:val="28"/>
          <w:szCs w:val="28"/>
        </w:rPr>
        <w:t>ногие религиозные организации лишь прикрываются своей принадлежностью к мировым религиям, а на самом деле пропагандируют свои политические интересы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F71CE">
        <w:rPr>
          <w:rFonts w:ascii="Times New Roman" w:hAnsi="Times New Roman"/>
          <w:color w:val="000000"/>
          <w:sz w:val="28"/>
          <w:szCs w:val="28"/>
        </w:rPr>
        <w:t>экстремизм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DC5E86" w:rsidRDefault="00DC5E86" w:rsidP="009F71C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Анализ существующей школьной практики свидетельствует, что в школах отсутствует система работы по профилактике негативного влияния деструктивных религиозных организаций на молодежь.</w:t>
      </w:r>
    </w:p>
    <w:p w:rsidR="00DC5E86" w:rsidRDefault="00DC5E86" w:rsidP="00833AC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Прежде чем приступить к разработке социально-педагогической деятельности по предупреждению данных негативных влияний на старшеклассников, мы предприняли попытку выявить </w:t>
      </w:r>
      <w:r w:rsidRPr="00833AC6">
        <w:rPr>
          <w:rFonts w:ascii="Times New Roman" w:hAnsi="Times New Roman"/>
          <w:kern w:val="1"/>
          <w:sz w:val="28"/>
          <w:szCs w:val="28"/>
          <w:lang w:eastAsia="en-US"/>
        </w:rPr>
        <w:t>представлени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я школьников о</w:t>
      </w:r>
      <w:r w:rsidRPr="00833AC6">
        <w:rPr>
          <w:rFonts w:ascii="Times New Roman" w:hAnsi="Times New Roman"/>
          <w:kern w:val="1"/>
          <w:sz w:val="28"/>
          <w:szCs w:val="28"/>
          <w:lang w:eastAsia="en-US"/>
        </w:rPr>
        <w:t xml:space="preserve"> деструктивных религиозных организациях и экстремизме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 xml:space="preserve">С этой целью нами было проведено 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анонимно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е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анкетировани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е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учащиеся 10-11 классов 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одной из школ г. Павлодара (Казахстан)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. Возраст опрашиваемых 16-18 лет.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Всего в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анкетировании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принял участие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1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61 ученик.</w:t>
      </w:r>
    </w:p>
    <w:p w:rsidR="00DC5E86" w:rsidRDefault="00DC5E86" w:rsidP="00833AC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Анкета содержала следующие вопросы и варианты ответов:</w:t>
      </w:r>
    </w:p>
    <w:p w:rsidR="00DC5E86" w:rsidRPr="00870C80" w:rsidRDefault="00DC5E86" w:rsidP="00870C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1.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ab/>
        <w:t xml:space="preserve">Знакомы ли 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В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ы с понятиями «экстремизм», «секта», «религиозный культ»?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Ответ: а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) да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; б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) нет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; в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) затрудняюсь ответить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;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г) не вижу состава опасного деяния данных организаций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.</w:t>
      </w:r>
    </w:p>
    <w:p w:rsidR="00DC5E86" w:rsidRPr="00870C80" w:rsidRDefault="00DC5E86" w:rsidP="00870C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2.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ab/>
        <w:t>Приходилось ли Вам сталкиваться с проявлениями экстремизма, сектантства в повседневной жизни?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BC5DB1">
        <w:rPr>
          <w:rFonts w:ascii="Times New Roman" w:hAnsi="Times New Roman"/>
          <w:kern w:val="1"/>
          <w:sz w:val="28"/>
          <w:szCs w:val="28"/>
          <w:lang w:eastAsia="en-US"/>
        </w:rPr>
        <w:t>Ответ: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а) сталкиваюсь достаточно часто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 xml:space="preserve"> б) сталкивался несколько раз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 xml:space="preserve"> в) сталкивался однажды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;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г) не приходилось сталкиваться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.</w:t>
      </w:r>
    </w:p>
    <w:p w:rsidR="00DC5E86" w:rsidRPr="00870C80" w:rsidRDefault="00DC5E86" w:rsidP="00870C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3.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ab/>
        <w:t xml:space="preserve">Участвовали ли вы когда-нибудь в конфликтах на 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религиозной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почве?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BC5DB1">
        <w:rPr>
          <w:rFonts w:ascii="Times New Roman" w:hAnsi="Times New Roman"/>
          <w:kern w:val="1"/>
          <w:sz w:val="28"/>
          <w:szCs w:val="28"/>
          <w:lang w:eastAsia="en-US"/>
        </w:rPr>
        <w:t>Ответ: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а) приходилось участвовать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б) не приходилось участвовать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.</w:t>
      </w:r>
    </w:p>
    <w:p w:rsidR="00DC5E86" w:rsidRPr="00870C80" w:rsidRDefault="00DC5E86" w:rsidP="00870C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4.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ab/>
        <w:t>Имеются ли у вас знакомые, разделяющие экстремистские взгляды?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BC5DB1">
        <w:rPr>
          <w:rFonts w:ascii="Times New Roman" w:hAnsi="Times New Roman"/>
          <w:kern w:val="1"/>
          <w:sz w:val="28"/>
          <w:szCs w:val="28"/>
          <w:lang w:eastAsia="en-US"/>
        </w:rPr>
        <w:t>Ответ: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а)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 xml:space="preserve"> да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б) нет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. </w:t>
      </w:r>
    </w:p>
    <w:p w:rsidR="00DC5E86" w:rsidRPr="00870C80" w:rsidRDefault="00DC5E86" w:rsidP="00870C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5.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ab/>
        <w:t>Знаете ли Вы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,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 xml:space="preserve"> куда необходимо обратиться в случае обнаружения фактов проявления экстремизма либо сектантства?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BC5DB1">
        <w:rPr>
          <w:rFonts w:ascii="Times New Roman" w:hAnsi="Times New Roman"/>
          <w:kern w:val="1"/>
          <w:sz w:val="28"/>
          <w:szCs w:val="28"/>
          <w:lang w:eastAsia="en-US"/>
        </w:rPr>
        <w:t>Ответ: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а) знаю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б) не знаю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.</w:t>
      </w:r>
    </w:p>
    <w:p w:rsidR="00DC5E86" w:rsidRPr="00870C80" w:rsidRDefault="00DC5E86" w:rsidP="00870C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6.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ab/>
        <w:t>В какой обстановке Вам чаще всего приходится встречаться с экстремистскими проявлениями в окружающей среде?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BC5DB1">
        <w:rPr>
          <w:rFonts w:ascii="Times New Roman" w:hAnsi="Times New Roman"/>
          <w:kern w:val="1"/>
          <w:sz w:val="28"/>
          <w:szCs w:val="28"/>
          <w:lang w:eastAsia="en-US"/>
        </w:rPr>
        <w:t>Ответ: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а) в сети «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И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нтернет»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;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б) на улице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в) в школе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г) в компании друзей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д) не встречал подобные случаи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.</w:t>
      </w:r>
    </w:p>
    <w:p w:rsidR="00DC5E86" w:rsidRPr="00870C80" w:rsidRDefault="00DC5E86" w:rsidP="00870C8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7.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ab/>
        <w:t>Как Вы относитесь к деструктивным организациям (секты, культы)?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BC5DB1">
        <w:rPr>
          <w:rFonts w:ascii="Times New Roman" w:hAnsi="Times New Roman"/>
          <w:kern w:val="1"/>
          <w:sz w:val="28"/>
          <w:szCs w:val="28"/>
          <w:lang w:eastAsia="en-US"/>
        </w:rPr>
        <w:t>Ответ: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а) отрицательно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б) положительно</w:t>
      </w:r>
      <w:r w:rsidRPr="00331AB3">
        <w:rPr>
          <w:rFonts w:ascii="Times New Roman" w:hAnsi="Times New Roman"/>
          <w:kern w:val="1"/>
          <w:sz w:val="28"/>
          <w:szCs w:val="28"/>
          <w:lang w:eastAsia="en-US"/>
        </w:rPr>
        <w:t>;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</w:t>
      </w:r>
      <w:r w:rsidRPr="00870C80">
        <w:rPr>
          <w:rFonts w:ascii="Times New Roman" w:hAnsi="Times New Roman"/>
          <w:kern w:val="1"/>
          <w:sz w:val="28"/>
          <w:szCs w:val="28"/>
          <w:lang w:eastAsia="en-US"/>
        </w:rPr>
        <w:t>в) нейтрально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.</w:t>
      </w:r>
    </w:p>
    <w:p w:rsidR="00DC5E86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Анализ результатов анкетирования показывает, что 7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2,0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% школьников знакомы с понятиями «экстремизм», «секта», «религиозный культ»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;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для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16,1 %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респондентов эта проблема является за «гранью понимания» или идет смешение понятий, т.е. в действиях данного направления школьники не видят состава уголовно-наказуемого или общественно опасного деяния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; 11,9%старшеклассников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указали на то, что данное понятие им не знакомо. 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Иерархия ответов респондентов на вопрос «Приходилось ли Вам сталкиваться с проявлениями экстремизма, сектантства в повседневной жизни?» выглядит следующим образом: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kern w:val="1"/>
          <w:sz w:val="28"/>
          <w:szCs w:val="28"/>
          <w:lang w:eastAsia="en-US"/>
        </w:rPr>
        <w:t>–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сталкиваюсь достаточно часто – 5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,6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%;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kern w:val="1"/>
          <w:sz w:val="28"/>
          <w:szCs w:val="28"/>
          <w:lang w:eastAsia="en-US"/>
        </w:rPr>
        <w:t>–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сталкивался несколько раз –10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,6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%;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kern w:val="1"/>
          <w:sz w:val="28"/>
          <w:szCs w:val="28"/>
          <w:lang w:eastAsia="en-US"/>
        </w:rPr>
        <w:t>–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сталкивался однажды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–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20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,5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%;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kern w:val="1"/>
          <w:sz w:val="28"/>
          <w:szCs w:val="28"/>
          <w:lang w:eastAsia="en-US"/>
        </w:rPr>
        <w:t>–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не приходилось сталкиваться – 6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3.3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%.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Названные факторы свидетельствуют о том, что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только третья часть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учащихся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(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3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6,7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%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) не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сталкивал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а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сь с проявлениями экстремизма и сектантства в повседневной жизни. Данные показатели позволяют говорить о необходимости усиления в школьной среде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соответствующей воспитательной и социально-педагогической работы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.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Участие школьников в конфликтах на 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религиозной основе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представлено в следующих показателях: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kern w:val="1"/>
          <w:sz w:val="28"/>
          <w:szCs w:val="28"/>
          <w:lang w:eastAsia="en-US"/>
        </w:rPr>
        <w:t>–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приходилось участвовать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– 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20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,5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%;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– 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не приходилось участвовать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–79,5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%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старшеклассников.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20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,5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%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–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это тот процент опрошенных респондентов, который указывает на определенную сопричастность к экстремистским взглядам и свидетельствует о существовании потенциальной возможности развития экстремизма на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религиозн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ой почве.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У 30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,4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% опрошенных респондентов есть знакомые, разделяющие экстремистские взгляды,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69,6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% школьников не имеют в своём окружении знакомых, сопричастных с данной проблемой. Окружающий социум является важным вектором при определении ребенком выбора его друзей, увлечений, взглядов. В связи с эт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им 30,4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%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старшеклассников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из числа опрошенных, ответивших положительно на представленный вопрос, потенциально могут способствовать появлению и активации экстремистских и сектантских проявлений в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молодежной и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подростковой среде.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</w:pPr>
      <w:r>
        <w:rPr>
          <w:rFonts w:ascii="Times New Roman" w:hAnsi="Times New Roman"/>
          <w:kern w:val="1"/>
          <w:sz w:val="28"/>
          <w:szCs w:val="28"/>
          <w:lang w:eastAsia="en-US"/>
        </w:rPr>
        <w:t>На вопрос «</w:t>
      </w:r>
      <w:r w:rsidRPr="00392FC8">
        <w:rPr>
          <w:rFonts w:ascii="Times New Roman" w:hAnsi="Times New Roman"/>
          <w:kern w:val="1"/>
          <w:sz w:val="28"/>
          <w:szCs w:val="28"/>
          <w:lang w:eastAsia="en-US"/>
        </w:rPr>
        <w:t>Знаете ли Вы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,</w:t>
      </w:r>
      <w:r w:rsidRPr="00392FC8">
        <w:rPr>
          <w:rFonts w:ascii="Times New Roman" w:hAnsi="Times New Roman"/>
          <w:kern w:val="1"/>
          <w:sz w:val="28"/>
          <w:szCs w:val="28"/>
          <w:lang w:eastAsia="en-US"/>
        </w:rPr>
        <w:t xml:space="preserve"> куда необходимо обратиться в случае обнаружения фактов проявления экстремизма либо сектантства?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»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5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4,6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% школьников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ответили, что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знают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;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при этом 4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6,4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% респондентов не владеют данной информацией.</w:t>
      </w:r>
    </w:p>
    <w:p w:rsidR="00DC5E86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Влияние организаций экстремистского толка на молодежь можно пока считать незначительным. Тем не менее, такие организации и их деятельность привлекают внимание учащихся, о чем свидетельствуют приведенные данные. Так, в повседневной жизни в большинстве случаев учащиеся сталкиваются с проявлениями экстремистской направленности в сети Интернет –7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8,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>9%, на улице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 xml:space="preserve"> –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16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,1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%. В школе с подобной проблемой сталкиваются 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3,1%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 опрошенных 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респондентов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, в компании друзей </w:t>
      </w:r>
      <w:r>
        <w:rPr>
          <w:rFonts w:ascii="Times New Roman" w:hAnsi="Times New Roman"/>
          <w:kern w:val="1"/>
          <w:sz w:val="28"/>
          <w:szCs w:val="28"/>
          <w:lang w:eastAsia="en-US"/>
        </w:rPr>
        <w:t>–1,9</w:t>
      </w:r>
      <w:r w:rsidRPr="002953C8">
        <w:rPr>
          <w:rFonts w:ascii="Times New Roman" w:hAnsi="Times New Roman"/>
          <w:kern w:val="1"/>
          <w:sz w:val="28"/>
          <w:szCs w:val="28"/>
          <w:lang w:eastAsia="en-US"/>
        </w:rPr>
        <w:t xml:space="preserve">%. </w:t>
      </w:r>
    </w:p>
    <w:p w:rsidR="00DC5E86" w:rsidRPr="002953C8" w:rsidRDefault="00DC5E86" w:rsidP="002953C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</w:pP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Основная масса респондентов (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69,6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%) нейтрально относится к проявлениям деструктивной направленности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религиозных организаций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, при этом 27,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3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% школьников осуждают подобные проявления в обществе, поддерживают 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3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,1% участников опроса Отношение школьников к проблем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е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деструктивной направленности</w:t>
      </w:r>
      <w:r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 xml:space="preserve"> религиозных организаций </w:t>
      </w:r>
      <w:r w:rsidRPr="002953C8">
        <w:rPr>
          <w:rFonts w:ascii="Times New Roman" w:hAnsi="Times New Roman"/>
          <w:color w:val="000000"/>
          <w:kern w:val="1"/>
          <w:sz w:val="28"/>
          <w:szCs w:val="28"/>
          <w:lang w:eastAsia="en-US"/>
        </w:rPr>
        <w:t>неоднородно. Данная аналитическая информация указывает на то, что определенная часть респондентов, возможно, имеет потенциал недовольства, что также может способствовать появлению и активизации подобных проявлений.</w:t>
      </w:r>
    </w:p>
    <w:p w:rsidR="00DC5E86" w:rsidRPr="002953C8" w:rsidRDefault="00DC5E86" w:rsidP="002953C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53C8">
        <w:rPr>
          <w:rFonts w:ascii="Times New Roman" w:hAnsi="Times New Roman"/>
          <w:sz w:val="28"/>
          <w:szCs w:val="28"/>
        </w:rPr>
        <w:t xml:space="preserve">Еще один анонимный опрос о том, сколько наименований деструктивных религиозных организаций знает респондент. </w:t>
      </w:r>
      <w:r>
        <w:rPr>
          <w:rFonts w:ascii="Times New Roman" w:hAnsi="Times New Roman"/>
          <w:sz w:val="28"/>
          <w:szCs w:val="28"/>
        </w:rPr>
        <w:t>40,4%указалидве</w:t>
      </w:r>
      <w:r w:rsidRPr="002953C8">
        <w:rPr>
          <w:rFonts w:ascii="Times New Roman" w:hAnsi="Times New Roman"/>
          <w:sz w:val="28"/>
          <w:szCs w:val="28"/>
        </w:rPr>
        <w:t xml:space="preserve"> организации, </w:t>
      </w:r>
      <w:r>
        <w:rPr>
          <w:rFonts w:ascii="Times New Roman" w:hAnsi="Times New Roman"/>
          <w:sz w:val="28"/>
          <w:szCs w:val="28"/>
        </w:rPr>
        <w:t>50,3%</w:t>
      </w:r>
      <w:r w:rsidRPr="002953C8">
        <w:rPr>
          <w:rFonts w:ascii="Times New Roman" w:hAnsi="Times New Roman"/>
          <w:sz w:val="28"/>
          <w:szCs w:val="28"/>
        </w:rPr>
        <w:t xml:space="preserve"> учеников</w:t>
      </w:r>
      <w:r>
        <w:rPr>
          <w:rFonts w:ascii="Times New Roman" w:hAnsi="Times New Roman"/>
          <w:sz w:val="28"/>
          <w:szCs w:val="28"/>
        </w:rPr>
        <w:t xml:space="preserve"> –одну и 9,3% учащихся отметили</w:t>
      </w:r>
      <w:r w:rsidRPr="002953C8">
        <w:rPr>
          <w:rFonts w:ascii="Times New Roman" w:hAnsi="Times New Roman"/>
          <w:sz w:val="28"/>
          <w:szCs w:val="28"/>
        </w:rPr>
        <w:t>, что не знают ни одной религиозной секты</w:t>
      </w:r>
      <w:r>
        <w:rPr>
          <w:rFonts w:ascii="Times New Roman" w:hAnsi="Times New Roman"/>
          <w:sz w:val="28"/>
          <w:szCs w:val="28"/>
        </w:rPr>
        <w:t xml:space="preserve"> или организации</w:t>
      </w:r>
      <w:r w:rsidRPr="002953C8">
        <w:rPr>
          <w:rFonts w:ascii="Times New Roman" w:hAnsi="Times New Roman"/>
          <w:sz w:val="28"/>
          <w:szCs w:val="28"/>
        </w:rPr>
        <w:t>.</w:t>
      </w:r>
    </w:p>
    <w:p w:rsidR="00DC5E86" w:rsidRDefault="00DC5E86" w:rsidP="002953C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2953C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Кроме того, было проведено анонимное анкетирование родителей на общешкольном родительском собрании, организованном для выявления профилактики вовлечения школьников в деструктивные религиозные организации на уровне семьи. </w:t>
      </w:r>
    </w:p>
    <w:p w:rsidR="00DC5E86" w:rsidRDefault="00DC5E86" w:rsidP="0092739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927398">
        <w:rPr>
          <w:rFonts w:ascii="Times New Roman" w:hAnsi="Times New Roman"/>
          <w:bCs/>
          <w:sz w:val="28"/>
          <w:szCs w:val="28"/>
          <w:shd w:val="clear" w:color="auto" w:fill="FFFFFF"/>
        </w:rPr>
        <w:t>Представленная аналитика свидетельствует о необходимости актуализации внимания со стороны различных институтов образования и воспитания, объединения усилий всех структур для повышения эффективности профилактики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негативного влияния деструктивных религиозных организаций на молодежь.</w:t>
      </w:r>
    </w:p>
    <w:p w:rsidR="00DC5E86" w:rsidRDefault="00DC5E86" w:rsidP="002953C8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92739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Противостоять реализации данного потенциала может интенсификация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системы социально-педагогической</w:t>
      </w:r>
      <w:r w:rsidRPr="0092739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профилактической работы в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организациях образования</w:t>
      </w:r>
      <w:r w:rsidRPr="00927398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 </w:t>
      </w:r>
    </w:p>
    <w:p w:rsidR="00DC5E86" w:rsidRDefault="00DC5E86" w:rsidP="002953C8">
      <w:pPr>
        <w:spacing w:after="0" w:line="360" w:lineRule="auto"/>
        <w:ind w:firstLine="709"/>
      </w:pPr>
    </w:p>
    <w:p w:rsidR="00DC5E86" w:rsidRPr="00331AB3" w:rsidRDefault="00DC5E86" w:rsidP="006B5E60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331AB3">
        <w:rPr>
          <w:rFonts w:ascii="Times New Roman" w:hAnsi="Times New Roman"/>
          <w:b/>
          <w:color w:val="000000"/>
          <w:sz w:val="28"/>
          <w:szCs w:val="28"/>
        </w:rPr>
        <w:t>Литература:</w:t>
      </w:r>
    </w:p>
    <w:p w:rsidR="00DC5E86" w:rsidRDefault="00DC5E86" w:rsidP="009652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DC5E86" w:rsidRDefault="00DC5E86" w:rsidP="009652A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9652A7">
        <w:rPr>
          <w:rFonts w:ascii="Times New Roman" w:hAnsi="Times New Roman"/>
          <w:sz w:val="28"/>
          <w:szCs w:val="28"/>
          <w:shd w:val="clear" w:color="auto" w:fill="FFFFFF"/>
        </w:rPr>
        <w:t>Асанбаев М., Умирзакова Л. Новая форма религиозного экстремизма в Казахстане: деструктивные секты и культы // Религия и общество. – 2009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– </w:t>
      </w:r>
      <w:r w:rsidRPr="009652A7">
        <w:rPr>
          <w:rFonts w:ascii="Times New Roman" w:hAnsi="Times New Roman"/>
          <w:sz w:val="28"/>
          <w:szCs w:val="28"/>
          <w:shd w:val="clear" w:color="auto" w:fill="FFFFFF"/>
        </w:rPr>
        <w:t>№ 1(61)</w:t>
      </w:r>
      <w:r>
        <w:rPr>
          <w:rFonts w:ascii="Times New Roman" w:hAnsi="Times New Roman"/>
          <w:sz w:val="28"/>
          <w:szCs w:val="28"/>
          <w:shd w:val="clear" w:color="auto" w:fill="FFFFFF"/>
        </w:rPr>
        <w:t>. –</w:t>
      </w:r>
      <w:r w:rsidRPr="009652A7">
        <w:rPr>
          <w:rFonts w:ascii="Times New Roman" w:hAnsi="Times New Roman"/>
          <w:sz w:val="28"/>
          <w:szCs w:val="28"/>
          <w:shd w:val="clear" w:color="auto" w:fill="FFFFFF"/>
        </w:rPr>
        <w:t xml:space="preserve"> С. 47-54.</w:t>
      </w:r>
    </w:p>
    <w:p w:rsidR="00DC5E86" w:rsidRPr="009652A7" w:rsidRDefault="00DC5E86" w:rsidP="00C858E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2. П</w:t>
      </w:r>
      <w:r w:rsidRPr="00C858E8">
        <w:rPr>
          <w:rFonts w:ascii="Times New Roman" w:hAnsi="Times New Roman"/>
          <w:sz w:val="28"/>
          <w:szCs w:val="28"/>
          <w:shd w:val="clear" w:color="auto" w:fill="FFFFFF"/>
        </w:rPr>
        <w:t>рофилактика вовлечения молодежи в деструктивныесекты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// </w:t>
      </w:r>
      <w:r w:rsidRPr="00C858E8">
        <w:rPr>
          <w:rFonts w:ascii="Times New Roman" w:hAnsi="Times New Roman"/>
          <w:sz w:val="28"/>
          <w:szCs w:val="28"/>
          <w:shd w:val="clear" w:color="auto" w:fill="FFFFFF"/>
        </w:rPr>
        <w:t>[Электронный ресурс] // Режим доступа: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C858E8">
        <w:rPr>
          <w:rFonts w:ascii="Times New Roman" w:hAnsi="Times New Roman"/>
          <w:sz w:val="28"/>
          <w:szCs w:val="28"/>
          <w:shd w:val="clear" w:color="auto" w:fill="FFFFFF"/>
        </w:rPr>
        <w:t>http://medlec.org/lek-162941.html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sectPr w:rsidR="00DC5E86" w:rsidRPr="009652A7" w:rsidSect="005D1BDB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30EF"/>
    <w:rsid w:val="00097AAA"/>
    <w:rsid w:val="00126F38"/>
    <w:rsid w:val="002443B7"/>
    <w:rsid w:val="002539B0"/>
    <w:rsid w:val="002953C8"/>
    <w:rsid w:val="00310C5D"/>
    <w:rsid w:val="00331AB3"/>
    <w:rsid w:val="00340E05"/>
    <w:rsid w:val="00392FC8"/>
    <w:rsid w:val="003C5770"/>
    <w:rsid w:val="003E7967"/>
    <w:rsid w:val="00472909"/>
    <w:rsid w:val="00473BD1"/>
    <w:rsid w:val="004A1770"/>
    <w:rsid w:val="004F30EF"/>
    <w:rsid w:val="0059473E"/>
    <w:rsid w:val="005D1BDB"/>
    <w:rsid w:val="00620938"/>
    <w:rsid w:val="00664391"/>
    <w:rsid w:val="0069350E"/>
    <w:rsid w:val="006B5E60"/>
    <w:rsid w:val="00833AC6"/>
    <w:rsid w:val="00870C80"/>
    <w:rsid w:val="008C453A"/>
    <w:rsid w:val="008E78A1"/>
    <w:rsid w:val="00927398"/>
    <w:rsid w:val="009652A7"/>
    <w:rsid w:val="009F71CE"/>
    <w:rsid w:val="00BC54F5"/>
    <w:rsid w:val="00BC5DB1"/>
    <w:rsid w:val="00C858E8"/>
    <w:rsid w:val="00D73DF5"/>
    <w:rsid w:val="00DC5E86"/>
    <w:rsid w:val="00E15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3C8"/>
    <w:pPr>
      <w:spacing w:after="200" w:line="276" w:lineRule="auto"/>
    </w:pPr>
    <w:rPr>
      <w:rFonts w:eastAsia="Times New Roman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95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953C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5</Pages>
  <Words>5313</Words>
  <Characters>3029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2016-06-22T09:53:00Z</dcterms:created>
  <dcterms:modified xsi:type="dcterms:W3CDTF">2016-06-23T08:28:00Z</dcterms:modified>
</cp:coreProperties>
</file>