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C5C" w:rsidRPr="00B06E39" w:rsidRDefault="009C6C5C" w:rsidP="003533A6">
      <w:pPr>
        <w:spacing w:line="360" w:lineRule="auto"/>
        <w:jc w:val="right"/>
        <w:rPr>
          <w:b/>
          <w:sz w:val="28"/>
          <w:szCs w:val="28"/>
          <w:lang w:val="uk-UA"/>
        </w:rPr>
      </w:pPr>
      <w:r w:rsidRPr="00B06E39">
        <w:rPr>
          <w:b/>
          <w:sz w:val="28"/>
          <w:szCs w:val="28"/>
        </w:rPr>
        <w:t xml:space="preserve">Галина Агапова </w:t>
      </w:r>
    </w:p>
    <w:p w:rsidR="009C6C5C" w:rsidRPr="00B06E39" w:rsidRDefault="009C6C5C" w:rsidP="003533A6">
      <w:pPr>
        <w:spacing w:line="360" w:lineRule="auto"/>
        <w:jc w:val="right"/>
        <w:rPr>
          <w:b/>
          <w:sz w:val="28"/>
          <w:szCs w:val="28"/>
        </w:rPr>
      </w:pPr>
      <w:r w:rsidRPr="00B06E39">
        <w:rPr>
          <w:b/>
          <w:sz w:val="28"/>
          <w:szCs w:val="28"/>
        </w:rPr>
        <w:t xml:space="preserve"> (Астана, Казахстан)</w:t>
      </w:r>
    </w:p>
    <w:p w:rsidR="009C6C5C" w:rsidRPr="00B06E39" w:rsidRDefault="009C6C5C" w:rsidP="003533A6">
      <w:pPr>
        <w:spacing w:line="360" w:lineRule="auto"/>
        <w:jc w:val="both"/>
        <w:rPr>
          <w:b/>
          <w:sz w:val="28"/>
          <w:szCs w:val="28"/>
          <w:lang w:val="uk-UA"/>
        </w:rPr>
      </w:pPr>
    </w:p>
    <w:p w:rsidR="009C6C5C" w:rsidRPr="005F01D7" w:rsidRDefault="009C6C5C" w:rsidP="0095319D">
      <w:pPr>
        <w:spacing w:line="360" w:lineRule="auto"/>
        <w:jc w:val="center"/>
        <w:rPr>
          <w:b/>
          <w:sz w:val="28"/>
          <w:szCs w:val="28"/>
        </w:rPr>
      </w:pPr>
      <w:r w:rsidRPr="005F01D7">
        <w:rPr>
          <w:b/>
          <w:sz w:val="28"/>
          <w:szCs w:val="28"/>
        </w:rPr>
        <w:t xml:space="preserve">ПРИКЛАДНЫЕ УПРАЖНЕНИЯ </w:t>
      </w:r>
    </w:p>
    <w:p w:rsidR="009C6C5C" w:rsidRDefault="009C6C5C" w:rsidP="00B50664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F01D7">
        <w:rPr>
          <w:b/>
          <w:sz w:val="28"/>
          <w:szCs w:val="28"/>
        </w:rPr>
        <w:t>В ПРОГРАММЕ ДИСЦИПЛИНЫ «ФИЗИЧЕСКАЯ КУЛЬТУРА» СТУДЕНТОВ ЕНУ ИМ. Л.Н. ГУМИЛЕВА</w:t>
      </w:r>
    </w:p>
    <w:p w:rsidR="009C6C5C" w:rsidRPr="00B06E39" w:rsidRDefault="009C6C5C" w:rsidP="00B50664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9C6C5C" w:rsidRPr="005F01D7" w:rsidRDefault="009C6C5C" w:rsidP="005E4E1E">
      <w:pPr>
        <w:spacing w:line="360" w:lineRule="auto"/>
        <w:ind w:firstLine="708"/>
        <w:jc w:val="both"/>
        <w:rPr>
          <w:sz w:val="28"/>
          <w:szCs w:val="28"/>
        </w:rPr>
      </w:pPr>
      <w:r w:rsidRPr="005F01D7">
        <w:rPr>
          <w:sz w:val="28"/>
          <w:szCs w:val="28"/>
        </w:rPr>
        <w:t>Целью дисциплины «Физическая культура» является овладение системой знаний, практических умений и навыков, обеспечивающих физическое совершенствование, укрепление здоровья, подготовку к высокой творческой профессиональной активности [</w:t>
      </w:r>
      <w:r>
        <w:rPr>
          <w:sz w:val="28"/>
          <w:szCs w:val="28"/>
        </w:rPr>
        <w:t>3, с. 4</w:t>
      </w:r>
      <w:r w:rsidRPr="005F01D7">
        <w:rPr>
          <w:sz w:val="28"/>
          <w:szCs w:val="28"/>
        </w:rPr>
        <w:t xml:space="preserve">]. На наш взгляд, эту цель можно достичь  с помощью широкого использования прикладных упражнений в рамках дисциплины «Физическая культура». </w:t>
      </w:r>
    </w:p>
    <w:p w:rsidR="009C6C5C" w:rsidRPr="005F01D7" w:rsidRDefault="009C6C5C" w:rsidP="005E4E1E">
      <w:pPr>
        <w:spacing w:line="360" w:lineRule="auto"/>
        <w:ind w:firstLine="708"/>
        <w:jc w:val="both"/>
        <w:rPr>
          <w:sz w:val="28"/>
          <w:szCs w:val="28"/>
        </w:rPr>
      </w:pPr>
      <w:r w:rsidRPr="005F01D7">
        <w:rPr>
          <w:sz w:val="28"/>
          <w:szCs w:val="28"/>
        </w:rPr>
        <w:t xml:space="preserve">Прикладной характер упражнений заключается в том, что они находят применение в повседневной жизни, а также различных областях физической деятельности студентов (спортивной, профессиональной, военной). </w:t>
      </w:r>
    </w:p>
    <w:p w:rsidR="009C6C5C" w:rsidRPr="005F01D7" w:rsidRDefault="009C6C5C" w:rsidP="00B248AF">
      <w:pPr>
        <w:spacing w:line="360" w:lineRule="auto"/>
        <w:ind w:firstLine="708"/>
        <w:jc w:val="both"/>
        <w:rPr>
          <w:sz w:val="28"/>
          <w:szCs w:val="28"/>
        </w:rPr>
      </w:pPr>
      <w:r w:rsidRPr="005F01D7">
        <w:rPr>
          <w:sz w:val="28"/>
          <w:szCs w:val="28"/>
        </w:rPr>
        <w:t xml:space="preserve">Прикладные упражнения имеют относительно простую двигательную структуру и доступны любому контингенту. Они оказывают всестороннее воздействие на организм занимающихся и являются универсальным средством развития двигательных качеств. Благодаря выполнению  прикладных упражнений совершенствуется сила, скоростные качества, ловкость, выносливость, гибкость, координация движений. Являются важным средством общей, физической и технической подготовки студентов, прикладные упражнения формируют навыки, жизненно необходимые будущим специалистам в их профессиональной, спортивной и военной деятельности. </w:t>
      </w:r>
    </w:p>
    <w:p w:rsidR="009C6C5C" w:rsidRPr="005F01D7" w:rsidRDefault="009C6C5C" w:rsidP="00003E3E">
      <w:pPr>
        <w:spacing w:line="360" w:lineRule="auto"/>
        <w:ind w:firstLine="708"/>
        <w:jc w:val="both"/>
        <w:rPr>
          <w:sz w:val="28"/>
          <w:szCs w:val="28"/>
        </w:rPr>
      </w:pPr>
      <w:r w:rsidRPr="005F01D7">
        <w:rPr>
          <w:sz w:val="28"/>
          <w:szCs w:val="28"/>
        </w:rPr>
        <w:t xml:space="preserve">Программа дисциплины «Физическая культура» студентов ЕНУ им. Л.Н. Гумилева первого и второго года обучения представлена следующей группой прикладных упражнений. </w:t>
      </w:r>
    </w:p>
    <w:p w:rsidR="009C6C5C" w:rsidRPr="005F01D7" w:rsidRDefault="009C6C5C" w:rsidP="004C2F84">
      <w:pPr>
        <w:spacing w:line="360" w:lineRule="auto"/>
        <w:ind w:firstLine="708"/>
        <w:jc w:val="both"/>
        <w:rPr>
          <w:sz w:val="28"/>
          <w:szCs w:val="28"/>
        </w:rPr>
      </w:pPr>
      <w:r w:rsidRPr="005F01D7">
        <w:rPr>
          <w:i/>
          <w:sz w:val="28"/>
          <w:szCs w:val="28"/>
        </w:rPr>
        <w:t>Ходьба</w:t>
      </w:r>
      <w:r w:rsidRPr="005F01D7">
        <w:rPr>
          <w:sz w:val="28"/>
          <w:szCs w:val="28"/>
        </w:rPr>
        <w:t xml:space="preserve">: обычным и строевым шагом; приставными шагами; на носках; на пятках; на наружных и внутренних сводах стоп; перекатом с пятки на носок; в полуприседе и приседе; с хлопками; с различными положениями прямых и согнутых рук; скрестными шагами вперед и в сторону; высоко поднимая бедро согнутой ноги; спиной вперед. </w:t>
      </w:r>
    </w:p>
    <w:p w:rsidR="009C6C5C" w:rsidRPr="005F01D7" w:rsidRDefault="009C6C5C" w:rsidP="004C2F84">
      <w:pPr>
        <w:spacing w:line="360" w:lineRule="auto"/>
        <w:ind w:firstLine="708"/>
        <w:jc w:val="both"/>
        <w:rPr>
          <w:sz w:val="28"/>
          <w:szCs w:val="28"/>
        </w:rPr>
      </w:pPr>
      <w:r w:rsidRPr="005F01D7">
        <w:rPr>
          <w:i/>
          <w:sz w:val="28"/>
          <w:szCs w:val="28"/>
        </w:rPr>
        <w:t>Бег</w:t>
      </w:r>
      <w:r w:rsidRPr="005F01D7">
        <w:rPr>
          <w:sz w:val="28"/>
          <w:szCs w:val="28"/>
        </w:rPr>
        <w:t xml:space="preserve">: простой; с высоким подниманием бедра согнутой ноги; скрестными шагами; в сцеплении за руки; спиной вперед. </w:t>
      </w:r>
    </w:p>
    <w:p w:rsidR="009C6C5C" w:rsidRPr="005F01D7" w:rsidRDefault="009C6C5C" w:rsidP="004C2F84">
      <w:pPr>
        <w:spacing w:line="360" w:lineRule="auto"/>
        <w:ind w:firstLine="708"/>
        <w:jc w:val="both"/>
        <w:rPr>
          <w:sz w:val="28"/>
          <w:szCs w:val="28"/>
        </w:rPr>
      </w:pPr>
      <w:r w:rsidRPr="005F01D7">
        <w:rPr>
          <w:i/>
          <w:sz w:val="28"/>
          <w:szCs w:val="28"/>
        </w:rPr>
        <w:t>Упражнения в равновесии</w:t>
      </w:r>
      <w:r w:rsidRPr="005F01D7">
        <w:rPr>
          <w:sz w:val="28"/>
          <w:szCs w:val="28"/>
        </w:rPr>
        <w:t xml:space="preserve"> на полу и на повышенной опоре на месте и в движении, ходьба различными способами (вперед, назад, в сторону, в сцеплении за руки, с хлопками, выпадами и т.д.). Опускание в упор присев и на колене. </w:t>
      </w:r>
    </w:p>
    <w:p w:rsidR="009C6C5C" w:rsidRPr="005F01D7" w:rsidRDefault="009C6C5C" w:rsidP="004C2F84">
      <w:pPr>
        <w:spacing w:line="360" w:lineRule="auto"/>
        <w:ind w:firstLine="708"/>
        <w:jc w:val="both"/>
        <w:rPr>
          <w:sz w:val="28"/>
          <w:szCs w:val="28"/>
        </w:rPr>
      </w:pPr>
      <w:r w:rsidRPr="005F01D7">
        <w:rPr>
          <w:i/>
          <w:sz w:val="28"/>
          <w:szCs w:val="28"/>
        </w:rPr>
        <w:t>Упражнения в лазании</w:t>
      </w:r>
      <w:r w:rsidRPr="005F01D7">
        <w:rPr>
          <w:sz w:val="28"/>
          <w:szCs w:val="28"/>
        </w:rPr>
        <w:t xml:space="preserve">: </w:t>
      </w:r>
    </w:p>
    <w:p w:rsidR="009C6C5C" w:rsidRPr="005F01D7" w:rsidRDefault="009C6C5C" w:rsidP="00B34611">
      <w:pPr>
        <w:spacing w:line="360" w:lineRule="auto"/>
        <w:jc w:val="both"/>
        <w:rPr>
          <w:sz w:val="28"/>
          <w:szCs w:val="28"/>
        </w:rPr>
      </w:pPr>
      <w:r w:rsidRPr="005F01D7">
        <w:rPr>
          <w:sz w:val="28"/>
          <w:szCs w:val="28"/>
        </w:rPr>
        <w:t xml:space="preserve">- Лазание по гимнастической стенке: в простых и смешанных висах и упорах в вертикальном, горизонтальном и косом (наклонном) направлениях, выполняемое индивидуально и вдвоем. </w:t>
      </w:r>
    </w:p>
    <w:p w:rsidR="009C6C5C" w:rsidRPr="005F01D7" w:rsidRDefault="009C6C5C" w:rsidP="00B34611">
      <w:pPr>
        <w:spacing w:line="360" w:lineRule="auto"/>
        <w:jc w:val="both"/>
        <w:rPr>
          <w:sz w:val="28"/>
          <w:szCs w:val="28"/>
        </w:rPr>
      </w:pPr>
      <w:r w:rsidRPr="005F01D7">
        <w:rPr>
          <w:sz w:val="28"/>
          <w:szCs w:val="28"/>
        </w:rPr>
        <w:t xml:space="preserve">- Лазание по гимнастической скамейке, установленной в горизонтальном и наклонном положении: в простом и смешанном висах, в упоре стоя на коленях, в упоре присев и в упоре лежа на согнутых руках. </w:t>
      </w:r>
    </w:p>
    <w:p w:rsidR="009C6C5C" w:rsidRPr="005F01D7" w:rsidRDefault="009C6C5C" w:rsidP="00B34611">
      <w:pPr>
        <w:spacing w:line="360" w:lineRule="auto"/>
        <w:jc w:val="both"/>
        <w:rPr>
          <w:sz w:val="28"/>
          <w:szCs w:val="28"/>
        </w:rPr>
      </w:pPr>
      <w:r w:rsidRPr="005F01D7">
        <w:rPr>
          <w:sz w:val="28"/>
          <w:szCs w:val="28"/>
        </w:rPr>
        <w:t xml:space="preserve">- Лазание по гимнастической лестнице, установленной в горизонтальной и наклонном положении: по верхней стороне в простых и смешанных упорах и по нижней стороне в простых и смешанных висах; перелезания и пролезания. </w:t>
      </w:r>
    </w:p>
    <w:p w:rsidR="009C6C5C" w:rsidRPr="005F01D7" w:rsidRDefault="009C6C5C" w:rsidP="00B34611">
      <w:pPr>
        <w:spacing w:line="360" w:lineRule="auto"/>
        <w:jc w:val="both"/>
        <w:rPr>
          <w:sz w:val="28"/>
          <w:szCs w:val="28"/>
        </w:rPr>
      </w:pPr>
      <w:r w:rsidRPr="005F01D7">
        <w:rPr>
          <w:sz w:val="28"/>
          <w:szCs w:val="28"/>
        </w:rPr>
        <w:t xml:space="preserve">- Лазание по канату: по одному и двум вертикальным канатам в висе поочередными и одновременными перехватами (для мужчин); в смешанном висе с перелезанием на другой канат (для женщин); в три приема. </w:t>
      </w:r>
    </w:p>
    <w:p w:rsidR="009C6C5C" w:rsidRPr="005F01D7" w:rsidRDefault="009C6C5C" w:rsidP="004C2F84">
      <w:pPr>
        <w:spacing w:line="360" w:lineRule="auto"/>
        <w:ind w:firstLine="708"/>
        <w:jc w:val="both"/>
        <w:rPr>
          <w:sz w:val="28"/>
          <w:szCs w:val="28"/>
        </w:rPr>
      </w:pPr>
      <w:r w:rsidRPr="005F01D7">
        <w:rPr>
          <w:i/>
          <w:sz w:val="28"/>
          <w:szCs w:val="28"/>
        </w:rPr>
        <w:t>Упражнения в метании и ловле</w:t>
      </w:r>
      <w:r w:rsidRPr="005F01D7">
        <w:rPr>
          <w:sz w:val="28"/>
          <w:szCs w:val="28"/>
        </w:rPr>
        <w:t xml:space="preserve">: </w:t>
      </w:r>
    </w:p>
    <w:p w:rsidR="009C6C5C" w:rsidRPr="005F01D7" w:rsidRDefault="009C6C5C" w:rsidP="00F24F8A">
      <w:pPr>
        <w:spacing w:line="360" w:lineRule="auto"/>
        <w:jc w:val="both"/>
        <w:rPr>
          <w:sz w:val="28"/>
          <w:szCs w:val="28"/>
        </w:rPr>
      </w:pPr>
      <w:r w:rsidRPr="005F01D7">
        <w:rPr>
          <w:sz w:val="28"/>
          <w:szCs w:val="28"/>
        </w:rPr>
        <w:t xml:space="preserve">- Метание малого мяча, «школа мяча» П.Ф. Лесгафта. </w:t>
      </w:r>
    </w:p>
    <w:p w:rsidR="009C6C5C" w:rsidRPr="005F01D7" w:rsidRDefault="009C6C5C" w:rsidP="00F24F8A">
      <w:pPr>
        <w:spacing w:line="360" w:lineRule="auto"/>
        <w:jc w:val="both"/>
        <w:rPr>
          <w:sz w:val="28"/>
          <w:szCs w:val="28"/>
        </w:rPr>
      </w:pPr>
      <w:r w:rsidRPr="005F01D7">
        <w:rPr>
          <w:sz w:val="28"/>
          <w:szCs w:val="28"/>
        </w:rPr>
        <w:t xml:space="preserve">- Метание по неподвижной и движущейся цели различной формы и объема. </w:t>
      </w:r>
    </w:p>
    <w:p w:rsidR="009C6C5C" w:rsidRPr="005F01D7" w:rsidRDefault="009C6C5C" w:rsidP="00F24F8A">
      <w:pPr>
        <w:spacing w:line="360" w:lineRule="auto"/>
        <w:jc w:val="both"/>
        <w:rPr>
          <w:sz w:val="28"/>
          <w:szCs w:val="28"/>
        </w:rPr>
      </w:pPr>
      <w:r w:rsidRPr="005F01D7">
        <w:rPr>
          <w:sz w:val="28"/>
          <w:szCs w:val="28"/>
        </w:rPr>
        <w:t xml:space="preserve">- Метание больших мячей (волейбольных, баскетбольных, набивных различного веса) из различных исходных положений одной и двумя руками. </w:t>
      </w:r>
    </w:p>
    <w:p w:rsidR="009C6C5C" w:rsidRPr="005F01D7" w:rsidRDefault="009C6C5C" w:rsidP="00F24F8A">
      <w:pPr>
        <w:spacing w:line="360" w:lineRule="auto"/>
        <w:jc w:val="both"/>
        <w:rPr>
          <w:sz w:val="28"/>
          <w:szCs w:val="28"/>
        </w:rPr>
      </w:pPr>
      <w:r w:rsidRPr="005F01D7">
        <w:rPr>
          <w:sz w:val="28"/>
          <w:szCs w:val="28"/>
        </w:rPr>
        <w:t>- Метание гимнастической палки из различных исходных положений.</w:t>
      </w:r>
    </w:p>
    <w:p w:rsidR="009C6C5C" w:rsidRPr="005F01D7" w:rsidRDefault="009C6C5C" w:rsidP="004C2F84">
      <w:pPr>
        <w:spacing w:line="360" w:lineRule="auto"/>
        <w:ind w:firstLine="708"/>
        <w:jc w:val="both"/>
        <w:rPr>
          <w:sz w:val="28"/>
          <w:szCs w:val="28"/>
        </w:rPr>
      </w:pPr>
      <w:r w:rsidRPr="005F01D7">
        <w:rPr>
          <w:i/>
          <w:sz w:val="28"/>
          <w:szCs w:val="28"/>
        </w:rPr>
        <w:t>Упражнения в поднимании и переноске груза</w:t>
      </w:r>
      <w:r w:rsidRPr="005F01D7">
        <w:rPr>
          <w:sz w:val="28"/>
          <w:szCs w:val="28"/>
        </w:rPr>
        <w:t xml:space="preserve">: </w:t>
      </w:r>
    </w:p>
    <w:p w:rsidR="009C6C5C" w:rsidRPr="005F01D7" w:rsidRDefault="009C6C5C" w:rsidP="00F24F8A">
      <w:pPr>
        <w:spacing w:line="360" w:lineRule="auto"/>
        <w:jc w:val="both"/>
        <w:rPr>
          <w:sz w:val="28"/>
          <w:szCs w:val="28"/>
        </w:rPr>
      </w:pPr>
      <w:r w:rsidRPr="005F01D7">
        <w:rPr>
          <w:sz w:val="28"/>
          <w:szCs w:val="28"/>
        </w:rPr>
        <w:t xml:space="preserve">- Приемы переноски партнера: одним, двумя, тремя и четырьмя товарищами одного различными способами. </w:t>
      </w:r>
    </w:p>
    <w:p w:rsidR="009C6C5C" w:rsidRPr="005F01D7" w:rsidRDefault="009C6C5C" w:rsidP="00C22E50">
      <w:pPr>
        <w:spacing w:line="360" w:lineRule="auto"/>
        <w:jc w:val="both"/>
        <w:rPr>
          <w:sz w:val="28"/>
          <w:szCs w:val="28"/>
        </w:rPr>
      </w:pPr>
      <w:r w:rsidRPr="005F01D7">
        <w:rPr>
          <w:sz w:val="28"/>
          <w:szCs w:val="28"/>
        </w:rPr>
        <w:t>- Приемы переноски груза: переноска груза различного веса, переноска гимнастических снарядов, инвентаря и оборудования.</w:t>
      </w:r>
    </w:p>
    <w:p w:rsidR="009C6C5C" w:rsidRPr="005F01D7" w:rsidRDefault="009C6C5C" w:rsidP="00C22E50">
      <w:pPr>
        <w:spacing w:line="360" w:lineRule="auto"/>
        <w:ind w:firstLine="708"/>
        <w:jc w:val="both"/>
        <w:rPr>
          <w:sz w:val="28"/>
          <w:szCs w:val="28"/>
        </w:rPr>
      </w:pPr>
      <w:r w:rsidRPr="005F01D7">
        <w:rPr>
          <w:i/>
          <w:sz w:val="28"/>
          <w:szCs w:val="28"/>
        </w:rPr>
        <w:t>Упражнения в переползании</w:t>
      </w:r>
      <w:r w:rsidRPr="005F01D7">
        <w:rPr>
          <w:sz w:val="28"/>
          <w:szCs w:val="28"/>
        </w:rPr>
        <w:t>: на четвереньках, на получетвереньках, на боку, по-пластунски, отползание в сторону, переползание с партнером и грузом.</w:t>
      </w:r>
    </w:p>
    <w:p w:rsidR="009C6C5C" w:rsidRPr="005F01D7" w:rsidRDefault="009C6C5C" w:rsidP="00F44B00">
      <w:pPr>
        <w:spacing w:line="360" w:lineRule="auto"/>
        <w:ind w:firstLine="708"/>
        <w:jc w:val="both"/>
        <w:rPr>
          <w:sz w:val="28"/>
          <w:szCs w:val="28"/>
        </w:rPr>
      </w:pPr>
      <w:r w:rsidRPr="005F01D7">
        <w:rPr>
          <w:i/>
          <w:sz w:val="28"/>
          <w:szCs w:val="28"/>
        </w:rPr>
        <w:t>Простые прыжки</w:t>
      </w:r>
      <w:r w:rsidRPr="005F01D7">
        <w:rPr>
          <w:sz w:val="28"/>
          <w:szCs w:val="28"/>
        </w:rPr>
        <w:t xml:space="preserve">: </w:t>
      </w:r>
    </w:p>
    <w:p w:rsidR="009C6C5C" w:rsidRPr="005F01D7" w:rsidRDefault="009C6C5C" w:rsidP="001E378A">
      <w:pPr>
        <w:spacing w:line="360" w:lineRule="auto"/>
        <w:jc w:val="both"/>
        <w:rPr>
          <w:sz w:val="28"/>
          <w:szCs w:val="28"/>
        </w:rPr>
      </w:pPr>
      <w:r w:rsidRPr="005F01D7">
        <w:rPr>
          <w:sz w:val="28"/>
          <w:szCs w:val="28"/>
        </w:rPr>
        <w:t xml:space="preserve">- Прыжки в глубину: из упоров и смешанных упоров, из стойки толчком двух ног и шагом вперед (махом одной) с различными положениями рук, с поворотами и без них; из виса махом ног вперед и назад с поворотами и без них. </w:t>
      </w:r>
    </w:p>
    <w:p w:rsidR="009C6C5C" w:rsidRPr="005F01D7" w:rsidRDefault="009C6C5C" w:rsidP="001E378A">
      <w:pPr>
        <w:spacing w:line="360" w:lineRule="auto"/>
        <w:jc w:val="both"/>
        <w:rPr>
          <w:sz w:val="28"/>
          <w:szCs w:val="28"/>
        </w:rPr>
      </w:pPr>
      <w:r w:rsidRPr="005F01D7">
        <w:rPr>
          <w:sz w:val="28"/>
          <w:szCs w:val="28"/>
        </w:rPr>
        <w:t xml:space="preserve">- С длинной скакалкой: пробегание, вбегание, перепрыгивание и прыжки с междускоками; прыжки группой с поочередными и одновременными вбеганиями и выбеганиями; через две скакалки, вращающимися навстречу друг другу. </w:t>
      </w:r>
    </w:p>
    <w:p w:rsidR="009C6C5C" w:rsidRPr="005F01D7" w:rsidRDefault="009C6C5C" w:rsidP="001E378A">
      <w:pPr>
        <w:spacing w:line="360" w:lineRule="auto"/>
        <w:jc w:val="both"/>
        <w:rPr>
          <w:sz w:val="28"/>
          <w:szCs w:val="28"/>
        </w:rPr>
      </w:pPr>
      <w:r w:rsidRPr="005F01D7">
        <w:rPr>
          <w:sz w:val="28"/>
          <w:szCs w:val="28"/>
        </w:rPr>
        <w:t xml:space="preserve">- Прыжки с пружинного мостика: с различными положениями рук и ног (согнув ноги, согнув ноги назад, ноги врозь, прогибаясь, сгибаясь и разгибаясь и т.п.) с поворотами и без поворотов. </w:t>
      </w:r>
    </w:p>
    <w:p w:rsidR="009C6C5C" w:rsidRPr="005F01D7" w:rsidRDefault="009C6C5C" w:rsidP="001E378A">
      <w:pPr>
        <w:spacing w:line="360" w:lineRule="auto"/>
        <w:jc w:val="both"/>
        <w:rPr>
          <w:i/>
          <w:sz w:val="28"/>
          <w:szCs w:val="28"/>
        </w:rPr>
      </w:pPr>
      <w:r w:rsidRPr="005F01D7">
        <w:rPr>
          <w:sz w:val="28"/>
          <w:szCs w:val="28"/>
        </w:rPr>
        <w:t>- Прыжки в высоту: через веревочку или планку согнув ноги индивидуально и в сцеплении за руки; гимнастический прыжок; прыжок в «окно».</w:t>
      </w:r>
      <w:r w:rsidRPr="005F01D7">
        <w:rPr>
          <w:i/>
          <w:sz w:val="28"/>
          <w:szCs w:val="28"/>
        </w:rPr>
        <w:t xml:space="preserve"> </w:t>
      </w:r>
    </w:p>
    <w:p w:rsidR="009C6C5C" w:rsidRPr="005F01D7" w:rsidRDefault="009C6C5C" w:rsidP="0060451A">
      <w:pPr>
        <w:spacing w:line="360" w:lineRule="auto"/>
        <w:ind w:firstLine="708"/>
        <w:jc w:val="both"/>
        <w:rPr>
          <w:sz w:val="28"/>
          <w:szCs w:val="28"/>
        </w:rPr>
      </w:pPr>
      <w:r w:rsidRPr="005F01D7">
        <w:rPr>
          <w:sz w:val="28"/>
          <w:szCs w:val="28"/>
        </w:rPr>
        <w:t xml:space="preserve">Освоить технику ходьбы, бега, простых прыжков, сохранения равновесия на уменьшенной площади опоры, метания и ловли, поднимания и переноски груза, научиться лазать, перелезать, преодолевать препятствия, переползать – одна из основных задач, стоящая перед студентами на занятиях физической культурой. </w:t>
      </w:r>
    </w:p>
    <w:p w:rsidR="009C6C5C" w:rsidRDefault="009C6C5C" w:rsidP="007A7D55">
      <w:pPr>
        <w:spacing w:line="360" w:lineRule="auto"/>
        <w:ind w:firstLine="708"/>
        <w:jc w:val="both"/>
        <w:rPr>
          <w:sz w:val="28"/>
          <w:szCs w:val="28"/>
          <w:lang w:val="uk-UA"/>
        </w:rPr>
      </w:pPr>
      <w:r w:rsidRPr="005F01D7">
        <w:rPr>
          <w:sz w:val="28"/>
          <w:szCs w:val="28"/>
        </w:rPr>
        <w:t xml:space="preserve">Занятия с использованием прикладных упражнений можно проводить как в крытых, так и в открытых спортивных сооружениях, а так же в естественных условиях с использованием особенностей рельефа местности. </w:t>
      </w:r>
    </w:p>
    <w:p w:rsidR="009C6C5C" w:rsidRPr="00B06E39" w:rsidRDefault="009C6C5C" w:rsidP="007A7D55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9C6C5C" w:rsidRPr="005F01D7" w:rsidRDefault="009C6C5C" w:rsidP="003533A6">
      <w:pPr>
        <w:spacing w:line="360" w:lineRule="auto"/>
        <w:jc w:val="both"/>
        <w:rPr>
          <w:sz w:val="28"/>
          <w:szCs w:val="28"/>
        </w:rPr>
      </w:pPr>
      <w:r w:rsidRPr="005F01D7">
        <w:rPr>
          <w:b/>
          <w:sz w:val="28"/>
          <w:szCs w:val="28"/>
        </w:rPr>
        <w:t>Литература:</w:t>
      </w:r>
      <w:r w:rsidRPr="005F01D7">
        <w:rPr>
          <w:sz w:val="28"/>
          <w:szCs w:val="28"/>
        </w:rPr>
        <w:t xml:space="preserve"> </w:t>
      </w:r>
    </w:p>
    <w:p w:rsidR="009C6C5C" w:rsidRPr="005F01D7" w:rsidRDefault="009C6C5C" w:rsidP="003533A6">
      <w:pPr>
        <w:pStyle w:val="ListParagraph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F01D7">
        <w:rPr>
          <w:sz w:val="28"/>
          <w:szCs w:val="28"/>
        </w:rPr>
        <w:t xml:space="preserve">Гимнастика. Под ред. М.Л. Журавина, Н.К. Меньшикова. М.: Издательский центр «Академия», 2002. – 448с. </w:t>
      </w:r>
    </w:p>
    <w:p w:rsidR="009C6C5C" w:rsidRPr="005F01D7" w:rsidRDefault="009C6C5C" w:rsidP="003533A6">
      <w:pPr>
        <w:pStyle w:val="ListParagraph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F01D7">
        <w:rPr>
          <w:sz w:val="28"/>
          <w:szCs w:val="28"/>
        </w:rPr>
        <w:t xml:space="preserve">Менхин Ю.В., Менхин А.В.Оздоровительная гимнастика: теория и методика. Ростов н/Д: Феникс, 2002. – 384с. </w:t>
      </w:r>
    </w:p>
    <w:p w:rsidR="009C6C5C" w:rsidRPr="005F01D7" w:rsidRDefault="009C6C5C" w:rsidP="003533A6">
      <w:pPr>
        <w:pStyle w:val="ListParagraph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5F01D7">
        <w:rPr>
          <w:sz w:val="28"/>
          <w:szCs w:val="28"/>
        </w:rPr>
        <w:t xml:space="preserve">ТУП. Образование высшее и профессиональное. Физическая культура (включая валеологию). Министерство образования и науки Республики Казахстан. Астана </w:t>
      </w:r>
      <w:smartTag w:uri="urn:schemas-microsoft-com:office:smarttags" w:element="metricconverter">
        <w:smartTagPr>
          <w:attr w:name="ProductID" w:val="2002 г"/>
        </w:smartTagPr>
        <w:r w:rsidRPr="005F01D7">
          <w:rPr>
            <w:sz w:val="28"/>
            <w:szCs w:val="28"/>
          </w:rPr>
          <w:t>2002 г</w:t>
        </w:r>
      </w:smartTag>
      <w:r w:rsidRPr="005F01D7">
        <w:rPr>
          <w:sz w:val="28"/>
          <w:szCs w:val="28"/>
        </w:rPr>
        <w:t xml:space="preserve">. </w:t>
      </w:r>
    </w:p>
    <w:p w:rsidR="009C6C5C" w:rsidRPr="005F01D7" w:rsidRDefault="009C6C5C" w:rsidP="003533A6">
      <w:pPr>
        <w:spacing w:line="360" w:lineRule="auto"/>
        <w:jc w:val="both"/>
        <w:rPr>
          <w:sz w:val="28"/>
          <w:szCs w:val="28"/>
        </w:rPr>
      </w:pPr>
    </w:p>
    <w:sectPr w:rsidR="009C6C5C" w:rsidRPr="005F01D7" w:rsidSect="003533A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574A6"/>
    <w:multiLevelType w:val="hybridMultilevel"/>
    <w:tmpl w:val="4F8C0E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5BC2E91"/>
    <w:multiLevelType w:val="hybridMultilevel"/>
    <w:tmpl w:val="14902A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0B2E"/>
    <w:rsid w:val="00001C12"/>
    <w:rsid w:val="000032A7"/>
    <w:rsid w:val="00003E3E"/>
    <w:rsid w:val="0002581E"/>
    <w:rsid w:val="0003199E"/>
    <w:rsid w:val="00055FCD"/>
    <w:rsid w:val="00057569"/>
    <w:rsid w:val="00064106"/>
    <w:rsid w:val="0006659F"/>
    <w:rsid w:val="00072830"/>
    <w:rsid w:val="00096400"/>
    <w:rsid w:val="0009784B"/>
    <w:rsid w:val="000A0881"/>
    <w:rsid w:val="000B345A"/>
    <w:rsid w:val="000C228E"/>
    <w:rsid w:val="000C2699"/>
    <w:rsid w:val="000C4F11"/>
    <w:rsid w:val="000E0977"/>
    <w:rsid w:val="000E197C"/>
    <w:rsid w:val="000F13B9"/>
    <w:rsid w:val="000F2FE0"/>
    <w:rsid w:val="000F5EDD"/>
    <w:rsid w:val="0010162C"/>
    <w:rsid w:val="00103284"/>
    <w:rsid w:val="00104D04"/>
    <w:rsid w:val="00106F29"/>
    <w:rsid w:val="00122B27"/>
    <w:rsid w:val="00123843"/>
    <w:rsid w:val="0014472C"/>
    <w:rsid w:val="0015269E"/>
    <w:rsid w:val="00163B57"/>
    <w:rsid w:val="00167B84"/>
    <w:rsid w:val="00185520"/>
    <w:rsid w:val="001A0842"/>
    <w:rsid w:val="001A2624"/>
    <w:rsid w:val="001A7978"/>
    <w:rsid w:val="001B036D"/>
    <w:rsid w:val="001C3286"/>
    <w:rsid w:val="001C45EA"/>
    <w:rsid w:val="001C7EAC"/>
    <w:rsid w:val="001D1AA9"/>
    <w:rsid w:val="001D4DB6"/>
    <w:rsid w:val="001E378A"/>
    <w:rsid w:val="001F7EFC"/>
    <w:rsid w:val="0020168D"/>
    <w:rsid w:val="00203134"/>
    <w:rsid w:val="0021394B"/>
    <w:rsid w:val="00217BE6"/>
    <w:rsid w:val="00225D85"/>
    <w:rsid w:val="00227E9F"/>
    <w:rsid w:val="002340EF"/>
    <w:rsid w:val="00244FEC"/>
    <w:rsid w:val="00260ECC"/>
    <w:rsid w:val="00261E9B"/>
    <w:rsid w:val="0028034F"/>
    <w:rsid w:val="002B41F6"/>
    <w:rsid w:val="002B61EA"/>
    <w:rsid w:val="002C1FCE"/>
    <w:rsid w:val="002C23E6"/>
    <w:rsid w:val="002C4BCE"/>
    <w:rsid w:val="002D48B2"/>
    <w:rsid w:val="002D4FB6"/>
    <w:rsid w:val="002E27BA"/>
    <w:rsid w:val="002E32B9"/>
    <w:rsid w:val="002E7CCF"/>
    <w:rsid w:val="002F0C32"/>
    <w:rsid w:val="00300381"/>
    <w:rsid w:val="00315F10"/>
    <w:rsid w:val="00325936"/>
    <w:rsid w:val="00340483"/>
    <w:rsid w:val="003533A6"/>
    <w:rsid w:val="0036305C"/>
    <w:rsid w:val="0037212D"/>
    <w:rsid w:val="00374ECB"/>
    <w:rsid w:val="0038049C"/>
    <w:rsid w:val="00385978"/>
    <w:rsid w:val="003911A4"/>
    <w:rsid w:val="003B0515"/>
    <w:rsid w:val="003D475D"/>
    <w:rsid w:val="003E5DBF"/>
    <w:rsid w:val="003F562E"/>
    <w:rsid w:val="00400445"/>
    <w:rsid w:val="00412E68"/>
    <w:rsid w:val="00435E11"/>
    <w:rsid w:val="004413C7"/>
    <w:rsid w:val="00443DF1"/>
    <w:rsid w:val="0045047D"/>
    <w:rsid w:val="00451DB2"/>
    <w:rsid w:val="00485C29"/>
    <w:rsid w:val="004B063D"/>
    <w:rsid w:val="004B59B9"/>
    <w:rsid w:val="004C2F84"/>
    <w:rsid w:val="004D14EA"/>
    <w:rsid w:val="004E1CAF"/>
    <w:rsid w:val="004E5E09"/>
    <w:rsid w:val="004F09D6"/>
    <w:rsid w:val="004F48FD"/>
    <w:rsid w:val="005079B5"/>
    <w:rsid w:val="005203F2"/>
    <w:rsid w:val="00531F9A"/>
    <w:rsid w:val="0054236E"/>
    <w:rsid w:val="0055097E"/>
    <w:rsid w:val="00563456"/>
    <w:rsid w:val="00563ED9"/>
    <w:rsid w:val="0059368D"/>
    <w:rsid w:val="005D21FD"/>
    <w:rsid w:val="005E0038"/>
    <w:rsid w:val="005E4E1E"/>
    <w:rsid w:val="005F01D7"/>
    <w:rsid w:val="005F0A86"/>
    <w:rsid w:val="0060451A"/>
    <w:rsid w:val="006045BD"/>
    <w:rsid w:val="00621848"/>
    <w:rsid w:val="00624CCF"/>
    <w:rsid w:val="00630ECE"/>
    <w:rsid w:val="00631004"/>
    <w:rsid w:val="006330F2"/>
    <w:rsid w:val="0063381F"/>
    <w:rsid w:val="00633C85"/>
    <w:rsid w:val="0064005C"/>
    <w:rsid w:val="006403B5"/>
    <w:rsid w:val="0064654F"/>
    <w:rsid w:val="00653985"/>
    <w:rsid w:val="00656ECE"/>
    <w:rsid w:val="006755F8"/>
    <w:rsid w:val="006A1F0B"/>
    <w:rsid w:val="006A407C"/>
    <w:rsid w:val="006A5202"/>
    <w:rsid w:val="006B3D6A"/>
    <w:rsid w:val="006C62EF"/>
    <w:rsid w:val="006D3532"/>
    <w:rsid w:val="006D3E5D"/>
    <w:rsid w:val="00707BBD"/>
    <w:rsid w:val="00711B8B"/>
    <w:rsid w:val="007134C1"/>
    <w:rsid w:val="007370EB"/>
    <w:rsid w:val="0076263B"/>
    <w:rsid w:val="0076622B"/>
    <w:rsid w:val="00783D1A"/>
    <w:rsid w:val="007A1720"/>
    <w:rsid w:val="007A7D55"/>
    <w:rsid w:val="007B6350"/>
    <w:rsid w:val="007B7E3B"/>
    <w:rsid w:val="007D08BB"/>
    <w:rsid w:val="007D2E61"/>
    <w:rsid w:val="007D4BC0"/>
    <w:rsid w:val="007D650B"/>
    <w:rsid w:val="007E2644"/>
    <w:rsid w:val="007E3F89"/>
    <w:rsid w:val="007F0591"/>
    <w:rsid w:val="007F48C4"/>
    <w:rsid w:val="0080778C"/>
    <w:rsid w:val="00807E59"/>
    <w:rsid w:val="00810FB1"/>
    <w:rsid w:val="00827846"/>
    <w:rsid w:val="008412ED"/>
    <w:rsid w:val="008414CA"/>
    <w:rsid w:val="00844F5B"/>
    <w:rsid w:val="00851920"/>
    <w:rsid w:val="00861C0E"/>
    <w:rsid w:val="00863E3B"/>
    <w:rsid w:val="008709A2"/>
    <w:rsid w:val="00890B2E"/>
    <w:rsid w:val="008977FF"/>
    <w:rsid w:val="008B4E09"/>
    <w:rsid w:val="008C612D"/>
    <w:rsid w:val="008D544E"/>
    <w:rsid w:val="008E6A49"/>
    <w:rsid w:val="00905B44"/>
    <w:rsid w:val="00921523"/>
    <w:rsid w:val="00924057"/>
    <w:rsid w:val="00930D3B"/>
    <w:rsid w:val="00930D42"/>
    <w:rsid w:val="00942924"/>
    <w:rsid w:val="00942D91"/>
    <w:rsid w:val="009471E5"/>
    <w:rsid w:val="009473ED"/>
    <w:rsid w:val="0095319D"/>
    <w:rsid w:val="00961E06"/>
    <w:rsid w:val="00971E9C"/>
    <w:rsid w:val="009731AA"/>
    <w:rsid w:val="00976833"/>
    <w:rsid w:val="00983453"/>
    <w:rsid w:val="009872ED"/>
    <w:rsid w:val="00987731"/>
    <w:rsid w:val="009C6C5C"/>
    <w:rsid w:val="009D3DED"/>
    <w:rsid w:val="009E0652"/>
    <w:rsid w:val="009E13BD"/>
    <w:rsid w:val="009F6771"/>
    <w:rsid w:val="00A0130D"/>
    <w:rsid w:val="00A021F3"/>
    <w:rsid w:val="00A15DD6"/>
    <w:rsid w:val="00A2570B"/>
    <w:rsid w:val="00A3461B"/>
    <w:rsid w:val="00A40C0F"/>
    <w:rsid w:val="00A42C59"/>
    <w:rsid w:val="00A52F68"/>
    <w:rsid w:val="00A655D2"/>
    <w:rsid w:val="00A73AB1"/>
    <w:rsid w:val="00A81C4E"/>
    <w:rsid w:val="00A91F8C"/>
    <w:rsid w:val="00A94022"/>
    <w:rsid w:val="00AA2F24"/>
    <w:rsid w:val="00AA5B44"/>
    <w:rsid w:val="00AA7136"/>
    <w:rsid w:val="00AC35EB"/>
    <w:rsid w:val="00AC4F45"/>
    <w:rsid w:val="00AC6CFF"/>
    <w:rsid w:val="00AE3F28"/>
    <w:rsid w:val="00B06E39"/>
    <w:rsid w:val="00B21A42"/>
    <w:rsid w:val="00B236E5"/>
    <w:rsid w:val="00B248AF"/>
    <w:rsid w:val="00B34611"/>
    <w:rsid w:val="00B37C99"/>
    <w:rsid w:val="00B446A6"/>
    <w:rsid w:val="00B44A3A"/>
    <w:rsid w:val="00B50664"/>
    <w:rsid w:val="00B5511F"/>
    <w:rsid w:val="00B6073A"/>
    <w:rsid w:val="00B646AE"/>
    <w:rsid w:val="00B75399"/>
    <w:rsid w:val="00B7726A"/>
    <w:rsid w:val="00B84468"/>
    <w:rsid w:val="00B859F5"/>
    <w:rsid w:val="00B92540"/>
    <w:rsid w:val="00BA13AE"/>
    <w:rsid w:val="00BA596D"/>
    <w:rsid w:val="00BB0C95"/>
    <w:rsid w:val="00BB43FA"/>
    <w:rsid w:val="00BC2890"/>
    <w:rsid w:val="00BC685F"/>
    <w:rsid w:val="00BD5EB3"/>
    <w:rsid w:val="00BE0C40"/>
    <w:rsid w:val="00BE6488"/>
    <w:rsid w:val="00BF07F6"/>
    <w:rsid w:val="00C04756"/>
    <w:rsid w:val="00C22722"/>
    <w:rsid w:val="00C22E50"/>
    <w:rsid w:val="00C24584"/>
    <w:rsid w:val="00C27ADC"/>
    <w:rsid w:val="00C36C74"/>
    <w:rsid w:val="00C520BF"/>
    <w:rsid w:val="00C53DF6"/>
    <w:rsid w:val="00C557A7"/>
    <w:rsid w:val="00C55A1E"/>
    <w:rsid w:val="00C6486F"/>
    <w:rsid w:val="00C75F4B"/>
    <w:rsid w:val="00C806B2"/>
    <w:rsid w:val="00C9546B"/>
    <w:rsid w:val="00CA739A"/>
    <w:rsid w:val="00CB15A9"/>
    <w:rsid w:val="00CD3AC6"/>
    <w:rsid w:val="00CD429B"/>
    <w:rsid w:val="00CF4EC8"/>
    <w:rsid w:val="00D00950"/>
    <w:rsid w:val="00D0740C"/>
    <w:rsid w:val="00D35F53"/>
    <w:rsid w:val="00D70461"/>
    <w:rsid w:val="00D83BE8"/>
    <w:rsid w:val="00D92418"/>
    <w:rsid w:val="00D9519A"/>
    <w:rsid w:val="00DB050B"/>
    <w:rsid w:val="00DB3B33"/>
    <w:rsid w:val="00DC139B"/>
    <w:rsid w:val="00DC456E"/>
    <w:rsid w:val="00DD3DB8"/>
    <w:rsid w:val="00DE6EE8"/>
    <w:rsid w:val="00E039E4"/>
    <w:rsid w:val="00E13480"/>
    <w:rsid w:val="00E21859"/>
    <w:rsid w:val="00E36617"/>
    <w:rsid w:val="00E37B2D"/>
    <w:rsid w:val="00E52518"/>
    <w:rsid w:val="00E54C65"/>
    <w:rsid w:val="00E7249A"/>
    <w:rsid w:val="00E82188"/>
    <w:rsid w:val="00E82A87"/>
    <w:rsid w:val="00E83FDD"/>
    <w:rsid w:val="00E86C2E"/>
    <w:rsid w:val="00E87D55"/>
    <w:rsid w:val="00E926D2"/>
    <w:rsid w:val="00E929E7"/>
    <w:rsid w:val="00E936A1"/>
    <w:rsid w:val="00EA43A3"/>
    <w:rsid w:val="00EA4C4D"/>
    <w:rsid w:val="00EA5C20"/>
    <w:rsid w:val="00EB4CE9"/>
    <w:rsid w:val="00EB7C2B"/>
    <w:rsid w:val="00ED2B43"/>
    <w:rsid w:val="00EE2D1A"/>
    <w:rsid w:val="00EE442F"/>
    <w:rsid w:val="00EF4423"/>
    <w:rsid w:val="00EF54DD"/>
    <w:rsid w:val="00F24F8A"/>
    <w:rsid w:val="00F25C4D"/>
    <w:rsid w:val="00F26571"/>
    <w:rsid w:val="00F30332"/>
    <w:rsid w:val="00F31368"/>
    <w:rsid w:val="00F34C64"/>
    <w:rsid w:val="00F44B00"/>
    <w:rsid w:val="00F57EC9"/>
    <w:rsid w:val="00F60F95"/>
    <w:rsid w:val="00F64387"/>
    <w:rsid w:val="00F7123A"/>
    <w:rsid w:val="00F75A0B"/>
    <w:rsid w:val="00F8136C"/>
    <w:rsid w:val="00F81D58"/>
    <w:rsid w:val="00F9659F"/>
    <w:rsid w:val="00FA13EF"/>
    <w:rsid w:val="00FB054D"/>
    <w:rsid w:val="00FB0F52"/>
    <w:rsid w:val="00FB7CAA"/>
    <w:rsid w:val="00FC2846"/>
    <w:rsid w:val="00FC45DE"/>
    <w:rsid w:val="00FC6F47"/>
    <w:rsid w:val="00FC7579"/>
    <w:rsid w:val="00FD01BE"/>
    <w:rsid w:val="00FE1974"/>
    <w:rsid w:val="00FE48C1"/>
    <w:rsid w:val="00FE5B6B"/>
    <w:rsid w:val="00FF5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B2E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890B2E"/>
    <w:pPr>
      <w:suppressAutoHyphens/>
      <w:jc w:val="center"/>
    </w:pPr>
    <w:rPr>
      <w:b/>
      <w:sz w:val="28"/>
      <w:szCs w:val="20"/>
      <w:u w:val="single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90B2E"/>
    <w:rPr>
      <w:rFonts w:ascii="Times New Roman" w:hAnsi="Times New Roman" w:cs="Times New Roman"/>
      <w:b/>
      <w:sz w:val="20"/>
      <w:szCs w:val="20"/>
      <w:u w:val="single"/>
      <w:lang w:eastAsia="ar-SA" w:bidi="ar-SA"/>
    </w:rPr>
  </w:style>
  <w:style w:type="paragraph" w:styleId="ListParagraph">
    <w:name w:val="List Paragraph"/>
    <w:basedOn w:val="Normal"/>
    <w:uiPriority w:val="99"/>
    <w:qFormat/>
    <w:rsid w:val="00B236E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rsid w:val="005079B5"/>
    <w:rPr>
      <w:rFonts w:ascii="Times New Roman" w:hAnsi="Times New Roman"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C806B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80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2723</TotalTime>
  <Pages>4</Pages>
  <Words>3412</Words>
  <Characters>1945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ENU</dc:creator>
  <cp:keywords/>
  <dc:description/>
  <cp:lastModifiedBy>Admin</cp:lastModifiedBy>
  <cp:revision>64</cp:revision>
  <cp:lastPrinted>2016-06-24T07:18:00Z</cp:lastPrinted>
  <dcterms:created xsi:type="dcterms:W3CDTF">2015-02-23T08:01:00Z</dcterms:created>
  <dcterms:modified xsi:type="dcterms:W3CDTF">2016-06-30T20:41:00Z</dcterms:modified>
</cp:coreProperties>
</file>