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166" w:rsidRPr="00810E57" w:rsidRDefault="00B17166" w:rsidP="00F815C2">
      <w:pPr>
        <w:spacing w:after="120"/>
        <w:jc w:val="right"/>
        <w:rPr>
          <w:rFonts w:ascii="Times New Roman" w:hAnsi="Times New Roman"/>
          <w:b/>
          <w:sz w:val="28"/>
          <w:szCs w:val="28"/>
        </w:rPr>
      </w:pPr>
      <w:r w:rsidRPr="00810E57">
        <w:rPr>
          <w:rFonts w:ascii="Times New Roman" w:hAnsi="Times New Roman"/>
          <w:b/>
          <w:sz w:val="28"/>
          <w:szCs w:val="28"/>
        </w:rPr>
        <w:t xml:space="preserve">Владислав Ткачик, </w:t>
      </w:r>
      <w:r w:rsidRPr="00810E57">
        <w:rPr>
          <w:rFonts w:ascii="Times New Roman" w:hAnsi="Times New Roman"/>
          <w:b/>
          <w:sz w:val="28"/>
          <w:szCs w:val="28"/>
          <w:lang w:val="uk-UA"/>
        </w:rPr>
        <w:t>Марина Вольвач</w:t>
      </w:r>
    </w:p>
    <w:p w:rsidR="00B17166" w:rsidRPr="00810E57" w:rsidRDefault="00B17166" w:rsidP="00F815C2">
      <w:pPr>
        <w:spacing w:after="120"/>
        <w:ind w:firstLine="567"/>
        <w:jc w:val="right"/>
        <w:rPr>
          <w:rFonts w:ascii="Times New Roman" w:hAnsi="Times New Roman"/>
          <w:b/>
          <w:sz w:val="28"/>
          <w:szCs w:val="28"/>
          <w:lang w:val="uk-UA"/>
        </w:rPr>
      </w:pPr>
      <w:r w:rsidRPr="00810E57">
        <w:rPr>
          <w:rFonts w:ascii="Times New Roman" w:hAnsi="Times New Roman"/>
          <w:b/>
          <w:sz w:val="28"/>
          <w:szCs w:val="28"/>
        </w:rPr>
        <w:t xml:space="preserve">(Пирятин, </w:t>
      </w:r>
      <w:r w:rsidRPr="00810E57">
        <w:rPr>
          <w:rFonts w:ascii="Times New Roman" w:hAnsi="Times New Roman"/>
          <w:b/>
          <w:sz w:val="28"/>
          <w:szCs w:val="28"/>
          <w:lang w:val="uk-UA"/>
        </w:rPr>
        <w:t>Україна</w:t>
      </w:r>
      <w:r w:rsidRPr="00810E57">
        <w:rPr>
          <w:rFonts w:ascii="Times New Roman" w:hAnsi="Times New Roman"/>
          <w:b/>
          <w:sz w:val="28"/>
          <w:szCs w:val="28"/>
        </w:rPr>
        <w:t>)</w:t>
      </w:r>
    </w:p>
    <w:p w:rsidR="00B17166" w:rsidRDefault="00B17166" w:rsidP="00F815C2">
      <w:pPr>
        <w:spacing w:after="120"/>
        <w:ind w:firstLine="567"/>
        <w:jc w:val="right"/>
        <w:rPr>
          <w:rFonts w:ascii="Times New Roman" w:hAnsi="Times New Roman"/>
          <w:sz w:val="28"/>
          <w:szCs w:val="28"/>
          <w:lang w:val="uk-UA"/>
        </w:rPr>
      </w:pPr>
    </w:p>
    <w:p w:rsidR="00B17166" w:rsidRPr="00333A3C" w:rsidRDefault="00B17166" w:rsidP="00763EEA">
      <w:pPr>
        <w:spacing w:after="120" w:line="360" w:lineRule="auto"/>
        <w:ind w:firstLine="567"/>
        <w:jc w:val="center"/>
        <w:rPr>
          <w:rFonts w:ascii="Times New Roman" w:hAnsi="Times New Roman"/>
          <w:b/>
          <w:sz w:val="28"/>
          <w:szCs w:val="28"/>
        </w:rPr>
      </w:pPr>
      <w:r>
        <w:rPr>
          <w:rFonts w:ascii="Times New Roman" w:hAnsi="Times New Roman"/>
          <w:b/>
          <w:sz w:val="28"/>
          <w:szCs w:val="28"/>
          <w:lang w:val="uk-UA"/>
        </w:rPr>
        <w:t>ДИСТАНЦІЙНА ОСВІТА У ВИЩІЙ ШКОЛІ</w:t>
      </w:r>
    </w:p>
    <w:p w:rsidR="00B17166" w:rsidRDefault="00B17166" w:rsidP="00763EEA">
      <w:pPr>
        <w:spacing w:after="120" w:line="360" w:lineRule="auto"/>
        <w:ind w:firstLine="567"/>
        <w:jc w:val="center"/>
        <w:rPr>
          <w:rFonts w:ascii="Times New Roman" w:hAnsi="Times New Roman"/>
          <w:b/>
          <w:sz w:val="28"/>
          <w:szCs w:val="28"/>
          <w:lang w:val="uk-UA"/>
        </w:rPr>
      </w:pPr>
      <w:r w:rsidRPr="00763EEA">
        <w:rPr>
          <w:rFonts w:ascii="Times New Roman" w:hAnsi="Times New Roman"/>
          <w:b/>
          <w:sz w:val="28"/>
          <w:szCs w:val="28"/>
          <w:lang w:val="uk-UA"/>
        </w:rPr>
        <w:t>ПЕРЕВАГИ ТА</w:t>
      </w:r>
      <w:r>
        <w:rPr>
          <w:rFonts w:ascii="Times New Roman" w:hAnsi="Times New Roman"/>
          <w:b/>
          <w:sz w:val="28"/>
          <w:szCs w:val="28"/>
          <w:lang w:val="uk-UA"/>
        </w:rPr>
        <w:t xml:space="preserve"> НЕДОЛІКИ </w:t>
      </w:r>
      <w:r w:rsidRPr="00763EEA">
        <w:rPr>
          <w:rFonts w:ascii="Times New Roman" w:hAnsi="Times New Roman"/>
          <w:b/>
          <w:sz w:val="28"/>
          <w:szCs w:val="28"/>
          <w:lang w:val="uk-UA"/>
        </w:rPr>
        <w:t xml:space="preserve"> </w:t>
      </w:r>
    </w:p>
    <w:p w:rsidR="00B17166" w:rsidRPr="00763EEA" w:rsidRDefault="00B17166" w:rsidP="00763EEA">
      <w:pPr>
        <w:spacing w:after="120" w:line="360" w:lineRule="auto"/>
        <w:ind w:firstLine="567"/>
        <w:jc w:val="center"/>
        <w:rPr>
          <w:rFonts w:ascii="Times New Roman" w:hAnsi="Times New Roman"/>
          <w:b/>
          <w:sz w:val="28"/>
          <w:szCs w:val="28"/>
          <w:lang w:val="uk-UA"/>
        </w:rPr>
      </w:pPr>
    </w:p>
    <w:p w:rsidR="00B17166" w:rsidRPr="004A0D18" w:rsidRDefault="00B17166" w:rsidP="00F815C2">
      <w:pPr>
        <w:spacing w:line="360" w:lineRule="auto"/>
        <w:ind w:firstLine="567"/>
        <w:jc w:val="both"/>
        <w:rPr>
          <w:rFonts w:ascii="Times New Roman" w:hAnsi="Times New Roman"/>
          <w:sz w:val="28"/>
          <w:szCs w:val="28"/>
        </w:rPr>
      </w:pPr>
      <w:r w:rsidRPr="00A023A9">
        <w:rPr>
          <w:rFonts w:ascii="Times New Roman" w:hAnsi="Times New Roman"/>
          <w:sz w:val="28"/>
          <w:szCs w:val="28"/>
          <w:lang w:val="uk-UA"/>
        </w:rPr>
        <w:t xml:space="preserve">Питання «бути чи не бути» дистанційній освіті вже не є актуальним для пересічної людини. У всьому світі дистанційна освіта існує, займає своє соціально-значуще місце в освітній сфері. </w:t>
      </w:r>
      <w:r w:rsidRPr="00A023A9">
        <w:rPr>
          <w:rFonts w:ascii="Times New Roman" w:hAnsi="Times New Roman"/>
          <w:sz w:val="28"/>
          <w:szCs w:val="28"/>
        </w:rPr>
        <w:t>У</w:t>
      </w:r>
      <w:r w:rsidRPr="004A0D18">
        <w:rPr>
          <w:rFonts w:ascii="Times New Roman" w:hAnsi="Times New Roman"/>
          <w:sz w:val="28"/>
          <w:szCs w:val="28"/>
          <w:lang w:val="uk-UA"/>
        </w:rPr>
        <w:t xml:space="preserve"> кінці</w:t>
      </w:r>
      <w:r w:rsidRPr="00A023A9">
        <w:rPr>
          <w:rFonts w:ascii="Times New Roman" w:hAnsi="Times New Roman"/>
          <w:sz w:val="28"/>
          <w:szCs w:val="28"/>
        </w:rPr>
        <w:t xml:space="preserve"> 1997 року в 107</w:t>
      </w:r>
      <w:r w:rsidRPr="004A0D18">
        <w:rPr>
          <w:rFonts w:ascii="Times New Roman" w:hAnsi="Times New Roman"/>
          <w:sz w:val="28"/>
          <w:szCs w:val="28"/>
          <w:lang w:val="uk-UA"/>
        </w:rPr>
        <w:t xml:space="preserve"> країнах діяло близько</w:t>
      </w:r>
      <w:r w:rsidRPr="00A023A9">
        <w:rPr>
          <w:rFonts w:ascii="Times New Roman" w:hAnsi="Times New Roman"/>
          <w:sz w:val="28"/>
          <w:szCs w:val="28"/>
        </w:rPr>
        <w:t xml:space="preserve"> 1000</w:t>
      </w:r>
      <w:r w:rsidRPr="004A0D18">
        <w:rPr>
          <w:rFonts w:ascii="Times New Roman" w:hAnsi="Times New Roman"/>
          <w:sz w:val="28"/>
          <w:szCs w:val="28"/>
          <w:lang w:val="uk-UA"/>
        </w:rPr>
        <w:t xml:space="preserve"> навчальних закладів дистанційного</w:t>
      </w:r>
      <w:r w:rsidRPr="00A023A9">
        <w:rPr>
          <w:rFonts w:ascii="Times New Roman" w:hAnsi="Times New Roman"/>
          <w:sz w:val="28"/>
          <w:szCs w:val="28"/>
        </w:rPr>
        <w:t xml:space="preserve"> типу.</w:t>
      </w:r>
      <w:r w:rsidRPr="004A0D18">
        <w:rPr>
          <w:rFonts w:ascii="Times New Roman" w:hAnsi="Times New Roman"/>
          <w:sz w:val="28"/>
          <w:szCs w:val="28"/>
          <w:lang w:val="uk-UA"/>
        </w:rPr>
        <w:t xml:space="preserve"> Кількість</w:t>
      </w:r>
      <w:r w:rsidRPr="00A023A9">
        <w:rPr>
          <w:rFonts w:ascii="Times New Roman" w:hAnsi="Times New Roman"/>
          <w:sz w:val="28"/>
          <w:szCs w:val="28"/>
        </w:rPr>
        <w:t xml:space="preserve"> тих,</w:t>
      </w:r>
      <w:r w:rsidRPr="004A0D18">
        <w:rPr>
          <w:rFonts w:ascii="Times New Roman" w:hAnsi="Times New Roman"/>
          <w:sz w:val="28"/>
          <w:szCs w:val="28"/>
          <w:lang w:val="uk-UA"/>
        </w:rPr>
        <w:t xml:space="preserve"> хто здобув вищу освіту</w:t>
      </w:r>
      <w:r w:rsidRPr="00A023A9">
        <w:rPr>
          <w:rFonts w:ascii="Times New Roman" w:hAnsi="Times New Roman"/>
          <w:sz w:val="28"/>
          <w:szCs w:val="28"/>
        </w:rPr>
        <w:t xml:space="preserve"> в</w:t>
      </w:r>
      <w:r w:rsidRPr="004A0D18">
        <w:rPr>
          <w:rFonts w:ascii="Times New Roman" w:hAnsi="Times New Roman"/>
          <w:sz w:val="28"/>
          <w:szCs w:val="28"/>
          <w:lang w:val="uk-UA"/>
        </w:rPr>
        <w:t xml:space="preserve"> системі дистанційної освіти</w:t>
      </w:r>
      <w:r w:rsidRPr="00A023A9">
        <w:rPr>
          <w:rFonts w:ascii="Times New Roman" w:hAnsi="Times New Roman"/>
          <w:sz w:val="28"/>
          <w:szCs w:val="28"/>
        </w:rPr>
        <w:t>, в 1997 р. становила</w:t>
      </w:r>
      <w:r w:rsidRPr="004A0D18">
        <w:rPr>
          <w:rFonts w:ascii="Times New Roman" w:hAnsi="Times New Roman"/>
          <w:sz w:val="28"/>
          <w:szCs w:val="28"/>
          <w:lang w:val="uk-UA"/>
        </w:rPr>
        <w:t xml:space="preserve"> близько</w:t>
      </w:r>
      <w:r w:rsidRPr="00A023A9">
        <w:rPr>
          <w:rFonts w:ascii="Times New Roman" w:hAnsi="Times New Roman"/>
          <w:sz w:val="28"/>
          <w:szCs w:val="28"/>
        </w:rPr>
        <w:t xml:space="preserve"> 50 млн</w:t>
      </w:r>
      <w:r w:rsidRPr="00BC767B">
        <w:rPr>
          <w:rFonts w:ascii="Times New Roman" w:hAnsi="Times New Roman"/>
          <w:sz w:val="28"/>
          <w:szCs w:val="28"/>
        </w:rPr>
        <w:t>.</w:t>
      </w:r>
      <w:r w:rsidRPr="004A0D18">
        <w:rPr>
          <w:rFonts w:ascii="Times New Roman" w:hAnsi="Times New Roman"/>
          <w:sz w:val="28"/>
          <w:szCs w:val="28"/>
          <w:lang w:val="uk-UA"/>
        </w:rPr>
        <w:t xml:space="preserve"> чоловік</w:t>
      </w:r>
      <w:r w:rsidRPr="00A023A9">
        <w:rPr>
          <w:rFonts w:ascii="Times New Roman" w:hAnsi="Times New Roman"/>
          <w:sz w:val="28"/>
          <w:szCs w:val="28"/>
        </w:rPr>
        <w:t>, у 2000 р. – 90</w:t>
      </w:r>
      <w:r w:rsidRPr="004A0D18">
        <w:rPr>
          <w:rFonts w:ascii="Times New Roman" w:hAnsi="Times New Roman"/>
          <w:sz w:val="28"/>
          <w:szCs w:val="28"/>
          <w:lang w:val="uk-UA"/>
        </w:rPr>
        <w:t xml:space="preserve"> млн</w:t>
      </w:r>
      <w:r w:rsidRPr="00075032">
        <w:rPr>
          <w:rFonts w:ascii="Times New Roman" w:hAnsi="Times New Roman"/>
          <w:sz w:val="28"/>
          <w:szCs w:val="28"/>
        </w:rPr>
        <w:t>.</w:t>
      </w:r>
      <w:r w:rsidRPr="00A023A9">
        <w:rPr>
          <w:rFonts w:ascii="Times New Roman" w:hAnsi="Times New Roman"/>
          <w:sz w:val="28"/>
          <w:szCs w:val="28"/>
        </w:rPr>
        <w:t>, за прогнозами у</w:t>
      </w:r>
      <w:r w:rsidRPr="00A023A9">
        <w:rPr>
          <w:rFonts w:ascii="Times New Roman" w:hAnsi="Times New Roman"/>
          <w:sz w:val="28"/>
          <w:szCs w:val="28"/>
          <w:lang w:val="uk-UA"/>
        </w:rPr>
        <w:t xml:space="preserve"> 2017р. 110 млн</w:t>
      </w:r>
      <w:r w:rsidRPr="004A0D18">
        <w:rPr>
          <w:rFonts w:ascii="Times New Roman" w:hAnsi="Times New Roman"/>
          <w:sz w:val="28"/>
          <w:szCs w:val="28"/>
        </w:rPr>
        <w:t>.</w:t>
      </w:r>
      <w:r w:rsidRPr="00A023A9">
        <w:rPr>
          <w:rFonts w:ascii="Times New Roman" w:hAnsi="Times New Roman"/>
          <w:sz w:val="28"/>
          <w:szCs w:val="28"/>
          <w:lang w:val="uk-UA"/>
        </w:rPr>
        <w:t xml:space="preserve"> а у </w:t>
      </w:r>
      <w:r w:rsidRPr="00A023A9">
        <w:rPr>
          <w:rFonts w:ascii="Times New Roman" w:hAnsi="Times New Roman"/>
          <w:sz w:val="28"/>
          <w:szCs w:val="28"/>
        </w:rPr>
        <w:t xml:space="preserve"> 2023 р.</w:t>
      </w:r>
      <w:r w:rsidRPr="004A0D18">
        <w:rPr>
          <w:rFonts w:ascii="Times New Roman" w:hAnsi="Times New Roman"/>
          <w:sz w:val="28"/>
          <w:szCs w:val="28"/>
          <w:lang w:val="uk-UA"/>
        </w:rPr>
        <w:t xml:space="preserve"> становитиме</w:t>
      </w:r>
      <w:r w:rsidRPr="00A023A9">
        <w:rPr>
          <w:rFonts w:ascii="Times New Roman" w:hAnsi="Times New Roman"/>
          <w:sz w:val="28"/>
          <w:szCs w:val="28"/>
        </w:rPr>
        <w:t xml:space="preserve"> 12</w:t>
      </w:r>
      <w:r w:rsidRPr="00A023A9">
        <w:rPr>
          <w:rFonts w:ascii="Times New Roman" w:hAnsi="Times New Roman"/>
          <w:sz w:val="28"/>
          <w:szCs w:val="28"/>
          <w:lang w:val="uk-UA"/>
        </w:rPr>
        <w:t>5</w:t>
      </w:r>
      <w:r w:rsidRPr="00A023A9">
        <w:rPr>
          <w:rFonts w:ascii="Times New Roman" w:hAnsi="Times New Roman"/>
          <w:sz w:val="28"/>
          <w:szCs w:val="28"/>
        </w:rPr>
        <w:t xml:space="preserve"> млн</w:t>
      </w:r>
      <w:r w:rsidRPr="004A0D18">
        <w:rPr>
          <w:rFonts w:ascii="Times New Roman" w:hAnsi="Times New Roman"/>
          <w:sz w:val="28"/>
          <w:szCs w:val="28"/>
        </w:rPr>
        <w:t>.</w:t>
      </w:r>
      <w:r w:rsidRPr="004A0D18">
        <w:rPr>
          <w:rFonts w:ascii="Times New Roman" w:hAnsi="Times New Roman"/>
          <w:sz w:val="28"/>
          <w:szCs w:val="28"/>
          <w:lang w:val="uk-UA"/>
        </w:rPr>
        <w:t xml:space="preserve"> чоловік</w:t>
      </w:r>
      <w:r w:rsidRPr="00810E57">
        <w:rPr>
          <w:rFonts w:ascii="Times New Roman" w:hAnsi="Times New Roman"/>
          <w:sz w:val="28"/>
          <w:szCs w:val="28"/>
        </w:rPr>
        <w:t xml:space="preserve"> </w:t>
      </w:r>
      <w:r>
        <w:rPr>
          <w:rFonts w:ascii="Times New Roman" w:hAnsi="Times New Roman"/>
          <w:sz w:val="28"/>
          <w:szCs w:val="28"/>
        </w:rPr>
        <w:t>[2</w:t>
      </w:r>
      <w:r>
        <w:rPr>
          <w:rFonts w:ascii="Times New Roman" w:hAnsi="Times New Roman"/>
          <w:sz w:val="28"/>
          <w:szCs w:val="28"/>
          <w:lang w:val="uk-UA"/>
        </w:rPr>
        <w:t>,</w:t>
      </w:r>
      <w:r w:rsidRPr="004A0D18">
        <w:rPr>
          <w:rFonts w:ascii="Times New Roman" w:hAnsi="Times New Roman"/>
          <w:sz w:val="28"/>
          <w:szCs w:val="28"/>
        </w:rPr>
        <w:t xml:space="preserve"> </w:t>
      </w:r>
      <w:r>
        <w:rPr>
          <w:rFonts w:ascii="Times New Roman" w:hAnsi="Times New Roman"/>
          <w:sz w:val="28"/>
          <w:szCs w:val="28"/>
          <w:lang w:val="en-US"/>
        </w:rPr>
        <w:t>c</w:t>
      </w:r>
      <w:r w:rsidRPr="00075032">
        <w:rPr>
          <w:rFonts w:ascii="Times New Roman" w:hAnsi="Times New Roman"/>
          <w:sz w:val="28"/>
          <w:szCs w:val="28"/>
        </w:rPr>
        <w:t>. 53</w:t>
      </w:r>
      <w:r w:rsidRPr="004A0D18">
        <w:rPr>
          <w:rFonts w:ascii="Times New Roman" w:hAnsi="Times New Roman"/>
          <w:sz w:val="28"/>
          <w:szCs w:val="28"/>
        </w:rPr>
        <w:t>]</w:t>
      </w:r>
      <w:r w:rsidRPr="00A023A9">
        <w:rPr>
          <w:rFonts w:ascii="Times New Roman" w:hAnsi="Times New Roman"/>
          <w:sz w:val="28"/>
          <w:szCs w:val="28"/>
          <w:lang w:val="uk-UA"/>
        </w:rPr>
        <w:t>.</w:t>
      </w:r>
      <w:r w:rsidRPr="00A023A9">
        <w:rPr>
          <w:rFonts w:ascii="Times New Roman" w:hAnsi="Times New Roman"/>
          <w:sz w:val="28"/>
          <w:szCs w:val="28"/>
        </w:rPr>
        <w:t xml:space="preserve"> </w:t>
      </w:r>
    </w:p>
    <w:p w:rsidR="00B17166" w:rsidRPr="00A023A9" w:rsidRDefault="00B17166" w:rsidP="00F815C2">
      <w:pPr>
        <w:spacing w:line="360" w:lineRule="auto"/>
        <w:ind w:firstLine="567"/>
        <w:jc w:val="both"/>
        <w:rPr>
          <w:rFonts w:ascii="Times New Roman" w:hAnsi="Times New Roman"/>
          <w:i/>
          <w:sz w:val="28"/>
          <w:szCs w:val="28"/>
          <w:lang w:val="uk-UA"/>
        </w:rPr>
      </w:pPr>
      <w:r w:rsidRPr="00A023A9">
        <w:rPr>
          <w:rFonts w:ascii="Times New Roman" w:hAnsi="Times New Roman"/>
          <w:i/>
          <w:sz w:val="28"/>
          <w:szCs w:val="28"/>
          <w:lang w:val="uk-UA"/>
        </w:rPr>
        <w:t xml:space="preserve">Виділяють три типи технологій, які застосовуються при дистанційній освіті: </w:t>
      </w:r>
    </w:p>
    <w:p w:rsidR="00B17166" w:rsidRPr="003C6EC4" w:rsidRDefault="00B17166" w:rsidP="00130D69">
      <w:pPr>
        <w:numPr>
          <w:ilvl w:val="0"/>
          <w:numId w:val="11"/>
        </w:numPr>
        <w:spacing w:line="360" w:lineRule="auto"/>
        <w:ind w:left="0" w:firstLine="426"/>
        <w:jc w:val="both"/>
        <w:rPr>
          <w:rFonts w:ascii="Times New Roman" w:hAnsi="Times New Roman"/>
          <w:sz w:val="28"/>
          <w:szCs w:val="28"/>
        </w:rPr>
      </w:pPr>
      <w:r>
        <w:rPr>
          <w:rFonts w:ascii="Times New Roman" w:hAnsi="Times New Roman"/>
          <w:sz w:val="28"/>
          <w:szCs w:val="28"/>
          <w:lang w:val="uk-UA"/>
        </w:rPr>
        <w:t>П</w:t>
      </w:r>
      <w:r w:rsidRPr="00A023A9">
        <w:rPr>
          <w:rFonts w:ascii="Times New Roman" w:hAnsi="Times New Roman"/>
          <w:sz w:val="28"/>
          <w:szCs w:val="28"/>
          <w:lang w:val="uk-UA"/>
        </w:rPr>
        <w:t xml:space="preserve">ерша технологія - навчання на основі паперових і </w:t>
      </w:r>
      <w:r>
        <w:rPr>
          <w:rFonts w:ascii="Times New Roman" w:hAnsi="Times New Roman"/>
          <w:sz w:val="28"/>
          <w:szCs w:val="28"/>
          <w:lang w:val="uk-UA"/>
        </w:rPr>
        <w:t>аудіо-</w:t>
      </w:r>
      <w:r w:rsidRPr="00A023A9">
        <w:rPr>
          <w:rFonts w:ascii="Times New Roman" w:hAnsi="Times New Roman"/>
          <w:sz w:val="28"/>
          <w:szCs w:val="28"/>
          <w:lang w:val="uk-UA"/>
        </w:rPr>
        <w:t xml:space="preserve">носіїв (навчально-методичні посібники, </w:t>
      </w:r>
      <w:r w:rsidRPr="00A023A9">
        <w:rPr>
          <w:rFonts w:ascii="Times New Roman" w:hAnsi="Times New Roman"/>
          <w:sz w:val="28"/>
          <w:szCs w:val="28"/>
          <w:lang w:val="en-US"/>
        </w:rPr>
        <w:t>CD</w:t>
      </w:r>
      <w:r>
        <w:rPr>
          <w:rFonts w:ascii="Times New Roman" w:hAnsi="Times New Roman"/>
          <w:sz w:val="28"/>
          <w:szCs w:val="28"/>
          <w:lang w:val="uk-UA"/>
        </w:rPr>
        <w:t>-</w:t>
      </w:r>
      <w:r w:rsidRPr="00A023A9">
        <w:rPr>
          <w:rFonts w:ascii="Times New Roman" w:hAnsi="Times New Roman"/>
          <w:sz w:val="28"/>
          <w:szCs w:val="28"/>
          <w:lang w:val="uk-UA"/>
        </w:rPr>
        <w:t>диски, аудіовізуальні уроки та підручники). Зі студентом працює викладач, який перевіряє виконання завдань, які надсилаються поштою, і готовий відповісти на питання студентів по телефону, або ж провести консультацію у спеціальних навчальних центрах.</w:t>
      </w:r>
      <w:r w:rsidRPr="00A023A9">
        <w:t xml:space="preserve"> </w:t>
      </w:r>
      <w:r w:rsidRPr="00A023A9">
        <w:rPr>
          <w:rFonts w:ascii="Times New Roman" w:hAnsi="Times New Roman"/>
          <w:sz w:val="28"/>
          <w:szCs w:val="28"/>
          <w:lang w:val="uk-UA"/>
        </w:rPr>
        <w:t xml:space="preserve">До даної групи може бути віднесена традиційна технологія заочного навчання. </w:t>
      </w:r>
    </w:p>
    <w:p w:rsidR="00B17166" w:rsidRPr="00A023A9" w:rsidRDefault="00B17166" w:rsidP="00130D69">
      <w:pPr>
        <w:numPr>
          <w:ilvl w:val="0"/>
          <w:numId w:val="11"/>
        </w:numPr>
        <w:spacing w:line="360" w:lineRule="auto"/>
        <w:ind w:left="0" w:firstLine="426"/>
        <w:jc w:val="both"/>
        <w:rPr>
          <w:rFonts w:ascii="Times New Roman" w:hAnsi="Times New Roman"/>
          <w:sz w:val="28"/>
          <w:szCs w:val="28"/>
          <w:lang w:val="uk-UA"/>
        </w:rPr>
      </w:pPr>
      <w:r w:rsidRPr="00A023A9">
        <w:rPr>
          <w:rFonts w:ascii="Times New Roman" w:hAnsi="Times New Roman"/>
          <w:sz w:val="28"/>
          <w:szCs w:val="28"/>
          <w:lang w:val="uk-UA"/>
        </w:rPr>
        <w:t>Друга технологія - телевізійно-супутникова. Заснована на використанні телевізійних лекцій і передбачає трансляцію лекцій чи семінарів одночасно декількох аудиторіях. Це найдорожча з технологій, і тому вона поки мало використовується.</w:t>
      </w:r>
    </w:p>
    <w:p w:rsidR="00B17166" w:rsidRPr="00F815C2" w:rsidRDefault="00B17166" w:rsidP="00130D69">
      <w:pPr>
        <w:numPr>
          <w:ilvl w:val="0"/>
          <w:numId w:val="11"/>
        </w:numPr>
        <w:spacing w:line="360" w:lineRule="auto"/>
        <w:ind w:left="0" w:firstLine="426"/>
        <w:jc w:val="both"/>
        <w:rPr>
          <w:rFonts w:ascii="Times New Roman" w:hAnsi="Times New Roman"/>
          <w:sz w:val="28"/>
          <w:szCs w:val="28"/>
          <w:lang w:val="uk-UA"/>
        </w:rPr>
      </w:pPr>
      <w:r w:rsidRPr="00A023A9">
        <w:rPr>
          <w:rFonts w:ascii="Times New Roman" w:hAnsi="Times New Roman"/>
          <w:sz w:val="28"/>
          <w:szCs w:val="28"/>
          <w:lang w:val="uk-UA"/>
        </w:rPr>
        <w:t>Третя технологія - Інтернет-на</w:t>
      </w:r>
      <w:r>
        <w:rPr>
          <w:rFonts w:ascii="Times New Roman" w:hAnsi="Times New Roman"/>
          <w:sz w:val="28"/>
          <w:szCs w:val="28"/>
          <w:lang w:val="uk-UA"/>
        </w:rPr>
        <w:t>вчання, або мережева технологія, яка</w:t>
      </w:r>
      <w:r w:rsidRPr="00A023A9">
        <w:rPr>
          <w:rFonts w:ascii="Times New Roman" w:hAnsi="Times New Roman"/>
          <w:sz w:val="28"/>
          <w:szCs w:val="28"/>
          <w:lang w:val="uk-UA"/>
        </w:rPr>
        <w:t xml:space="preserve"> використовує можливості локальних і глобальних обчислювальних мереж. Інтернет використовується для забезпечення учнів нав</w:t>
      </w:r>
      <w:r>
        <w:rPr>
          <w:rFonts w:ascii="Times New Roman" w:hAnsi="Times New Roman"/>
          <w:sz w:val="28"/>
          <w:szCs w:val="28"/>
          <w:lang w:val="uk-UA"/>
        </w:rPr>
        <w:t>ч</w:t>
      </w:r>
      <w:r w:rsidRPr="00A023A9">
        <w:rPr>
          <w:rFonts w:ascii="Times New Roman" w:hAnsi="Times New Roman"/>
          <w:sz w:val="28"/>
          <w:szCs w:val="28"/>
          <w:lang w:val="uk-UA"/>
        </w:rPr>
        <w:t>ально</w:t>
      </w:r>
      <w:r w:rsidRPr="00A023A9">
        <w:rPr>
          <w:rFonts w:ascii="MS Mincho" w:eastAsia="MS Mincho" w:hAnsi="MS Mincho" w:cs="MS Mincho" w:hint="eastAsia"/>
          <w:sz w:val="28"/>
          <w:szCs w:val="28"/>
          <w:lang w:val="uk-UA"/>
        </w:rPr>
        <w:t>‑</w:t>
      </w:r>
      <w:r>
        <w:rPr>
          <w:rFonts w:ascii="Times New Roman" w:hAnsi="Times New Roman"/>
          <w:sz w:val="28"/>
          <w:szCs w:val="28"/>
          <w:lang w:val="uk-UA"/>
        </w:rPr>
        <w:t xml:space="preserve">методичним </w:t>
      </w:r>
      <w:r w:rsidRPr="00A023A9">
        <w:rPr>
          <w:rFonts w:ascii="Times New Roman" w:hAnsi="Times New Roman"/>
          <w:sz w:val="28"/>
          <w:szCs w:val="28"/>
          <w:lang w:val="uk-UA"/>
        </w:rPr>
        <w:t>матеріалом, а також для інтерактивної взаємодії між викладачем і студентами. Дана технологія має ряд істотних переваг перед іншими, оскільки вона дозволяє проходити дистанційне навчання за індивідуальним розкладом, маючи постійний контакт з викладачем і іншими студентами</w:t>
      </w:r>
      <w:r w:rsidRPr="00333A3C">
        <w:rPr>
          <w:rFonts w:ascii="Times New Roman" w:hAnsi="Times New Roman"/>
          <w:sz w:val="28"/>
          <w:szCs w:val="28"/>
        </w:rPr>
        <w:t xml:space="preserve"> </w:t>
      </w:r>
      <w:r>
        <w:rPr>
          <w:rFonts w:ascii="Times New Roman" w:hAnsi="Times New Roman"/>
          <w:sz w:val="28"/>
          <w:szCs w:val="28"/>
        </w:rPr>
        <w:t>[3</w:t>
      </w:r>
      <w:r w:rsidRPr="003C6EC4">
        <w:rPr>
          <w:rFonts w:ascii="Times New Roman" w:hAnsi="Times New Roman"/>
          <w:sz w:val="28"/>
          <w:szCs w:val="28"/>
        </w:rPr>
        <w:t>]</w:t>
      </w:r>
      <w:r w:rsidRPr="00A023A9">
        <w:rPr>
          <w:rFonts w:ascii="Times New Roman" w:hAnsi="Times New Roman"/>
          <w:sz w:val="28"/>
          <w:szCs w:val="28"/>
          <w:lang w:val="uk-UA"/>
        </w:rPr>
        <w:t>.</w:t>
      </w:r>
      <w:r w:rsidRPr="00CB69E0">
        <w:rPr>
          <w:rFonts w:ascii="Times New Roman" w:hAnsi="Times New Roman"/>
          <w:sz w:val="28"/>
          <w:szCs w:val="28"/>
        </w:rPr>
        <w:t xml:space="preserve"> </w:t>
      </w:r>
    </w:p>
    <w:p w:rsidR="00B17166" w:rsidRPr="00A023A9" w:rsidRDefault="00B17166" w:rsidP="00F815C2">
      <w:pPr>
        <w:spacing w:line="360" w:lineRule="auto"/>
        <w:ind w:firstLine="567"/>
        <w:jc w:val="both"/>
        <w:rPr>
          <w:rFonts w:ascii="Times New Roman" w:hAnsi="Times New Roman"/>
          <w:i/>
          <w:sz w:val="28"/>
          <w:szCs w:val="28"/>
          <w:lang w:val="uk-UA"/>
        </w:rPr>
      </w:pPr>
      <w:r w:rsidRPr="00A023A9">
        <w:rPr>
          <w:rFonts w:ascii="Times New Roman" w:hAnsi="Times New Roman"/>
          <w:i/>
          <w:sz w:val="28"/>
          <w:szCs w:val="28"/>
          <w:lang w:val="uk-UA"/>
        </w:rPr>
        <w:t>Крім цього є інструменти спілкування у дистанційному навчанні, що значно полегшують сприйняття інформації студентом.</w:t>
      </w:r>
    </w:p>
    <w:p w:rsidR="00B17166" w:rsidRPr="00A023A9" w:rsidRDefault="00B17166" w:rsidP="00F815C2">
      <w:pPr>
        <w:spacing w:line="360" w:lineRule="auto"/>
        <w:ind w:firstLine="567"/>
        <w:jc w:val="both"/>
        <w:rPr>
          <w:rFonts w:ascii="Times New Roman" w:hAnsi="Times New Roman"/>
          <w:sz w:val="28"/>
          <w:szCs w:val="28"/>
          <w:lang w:val="uk-UA"/>
        </w:rPr>
      </w:pPr>
      <w:r w:rsidRPr="00A023A9">
        <w:rPr>
          <w:rFonts w:ascii="Times New Roman" w:hAnsi="Times New Roman"/>
          <w:sz w:val="28"/>
          <w:szCs w:val="28"/>
          <w:lang w:val="uk-UA"/>
        </w:rPr>
        <w:t>Електронна пошта – це стандартний сервіс Інтернету, що забезпечує передавання повідомлень, як у формі звичайних текстів, які в інших формах (програмах, графіці, звуках, відео) у відкритому чи зашифрованому вигляді. У системі освіти електронна пошта використовується для організації спілкування викладача й учня, а також учнів між собою.</w:t>
      </w:r>
    </w:p>
    <w:p w:rsidR="00B17166" w:rsidRPr="00A023A9" w:rsidRDefault="00B17166" w:rsidP="00F815C2">
      <w:pPr>
        <w:spacing w:line="360" w:lineRule="auto"/>
        <w:ind w:firstLine="567"/>
        <w:jc w:val="both"/>
        <w:rPr>
          <w:rFonts w:ascii="Times New Roman" w:hAnsi="Times New Roman"/>
          <w:sz w:val="28"/>
          <w:szCs w:val="28"/>
          <w:lang w:val="uk-UA"/>
        </w:rPr>
      </w:pPr>
      <w:r w:rsidRPr="00A023A9">
        <w:rPr>
          <w:rFonts w:ascii="Times New Roman" w:hAnsi="Times New Roman"/>
          <w:sz w:val="28"/>
          <w:szCs w:val="28"/>
          <w:lang w:val="uk-UA"/>
        </w:rPr>
        <w:t>Форум – найпоширеніша форма спілкування викладача й учнів у дистанційному навчанні. Кожний форум присвячений будь-якій проблемі або темі. Модератор форуму (мережевий викладач) реалізує дискусію чи обговорення, стимулюючи питаннями, повідомленнями, новою цікавою інформацією. Програмне забезпечення форумів дозволяє приєднати різні файли певного розміру. Кілька форумів можна об’єднати в один великий. Наприклад, під час роботи малої групи учнів над проектом, створюються форуми для кожної окремої групи з метою спілкування під час проведення дослідження над вирішенням поставленого для даної групи завдання, потім – обговорення загальної проблеми проекту усіма учасниками навчального процесу (веб-конференція).</w:t>
      </w:r>
    </w:p>
    <w:p w:rsidR="00B17166" w:rsidRPr="00A023A9" w:rsidRDefault="00B17166" w:rsidP="00F815C2">
      <w:pPr>
        <w:spacing w:line="360" w:lineRule="auto"/>
        <w:ind w:firstLine="567"/>
        <w:jc w:val="both"/>
        <w:rPr>
          <w:rFonts w:ascii="Times New Roman" w:hAnsi="Times New Roman"/>
          <w:sz w:val="28"/>
          <w:szCs w:val="28"/>
          <w:lang w:val="uk-UA"/>
        </w:rPr>
      </w:pPr>
      <w:r w:rsidRPr="00A023A9">
        <w:rPr>
          <w:rFonts w:ascii="Times New Roman" w:hAnsi="Times New Roman"/>
          <w:sz w:val="28"/>
          <w:szCs w:val="28"/>
          <w:lang w:val="uk-UA"/>
        </w:rPr>
        <w:t>Чат – спілкування користувачів мережі в режимі реального часу, засіб оперативного спілкування людей через Інтернет. Є кілька різновидів чатів: текстовий, голосовий, аудіо</w:t>
      </w:r>
      <w:r w:rsidRPr="00075032">
        <w:rPr>
          <w:rFonts w:ascii="Times New Roman" w:hAnsi="Times New Roman"/>
          <w:sz w:val="28"/>
          <w:szCs w:val="28"/>
        </w:rPr>
        <w:t>-</w:t>
      </w:r>
      <w:r w:rsidRPr="00A023A9">
        <w:rPr>
          <w:rFonts w:ascii="Times New Roman" w:hAnsi="Times New Roman"/>
          <w:sz w:val="28"/>
          <w:szCs w:val="28"/>
          <w:lang w:val="uk-UA"/>
        </w:rPr>
        <w:t xml:space="preserve">відео чат. Найбільш поширений текстовий чат. Голосовий чат дозволяє спілкуватися за допомогою голосу, що під час вивчення іноземної мови у дистанційній формі є важливим моментом. </w:t>
      </w:r>
      <w:r>
        <w:rPr>
          <w:rFonts w:ascii="Times New Roman" w:hAnsi="Times New Roman"/>
          <w:sz w:val="28"/>
          <w:szCs w:val="28"/>
          <w:lang w:val="uk-UA"/>
        </w:rPr>
        <w:t>З освітньою метою</w:t>
      </w:r>
      <w:r w:rsidRPr="00A023A9">
        <w:rPr>
          <w:rFonts w:ascii="Times New Roman" w:hAnsi="Times New Roman"/>
          <w:sz w:val="28"/>
          <w:szCs w:val="28"/>
          <w:lang w:val="uk-UA"/>
        </w:rPr>
        <w:t xml:space="preserve"> за необхідності можна організувати спілкування в чатах з носіями мови. Це реальна можливість мовної практики, яка проводиться у рамках запропонованої для дискусії проблеми, сумісної проектної діяльності, обміну інформацією.</w:t>
      </w:r>
    </w:p>
    <w:p w:rsidR="00B17166" w:rsidRPr="003C6EC4" w:rsidRDefault="00B17166" w:rsidP="00F815C2">
      <w:pPr>
        <w:spacing w:line="360" w:lineRule="auto"/>
        <w:ind w:firstLine="567"/>
        <w:jc w:val="both"/>
        <w:rPr>
          <w:rFonts w:ascii="Times New Roman" w:hAnsi="Times New Roman"/>
          <w:sz w:val="28"/>
          <w:szCs w:val="28"/>
        </w:rPr>
      </w:pPr>
      <w:r w:rsidRPr="00A023A9">
        <w:rPr>
          <w:rFonts w:ascii="Times New Roman" w:hAnsi="Times New Roman"/>
          <w:sz w:val="28"/>
          <w:szCs w:val="28"/>
          <w:lang w:val="uk-UA"/>
        </w:rPr>
        <w:t xml:space="preserve">Відеоконференція – це конференція реального часу в on-line режимі. Вона проводиться у визначений день і в призначений час. Для якісного проведення відеоконференції, як і телеконференції, необхідна її чітка підготовка: створення програм (цим займається мережевий викладач), своєчасна інформація на сайті і розсилка за списком (виконує педагог-куратор). Відеоконференція – один із сучасних способів зв’язку, що дозволяє проводити заняття у «віддалених класах», коли учні і викладач знаходяться на відстані. </w:t>
      </w:r>
    </w:p>
    <w:p w:rsidR="00B17166" w:rsidRPr="003C6EC4" w:rsidRDefault="00B17166" w:rsidP="00F815C2">
      <w:pPr>
        <w:spacing w:line="360" w:lineRule="auto"/>
        <w:ind w:firstLine="567"/>
        <w:jc w:val="both"/>
        <w:rPr>
          <w:rFonts w:ascii="Times New Roman" w:hAnsi="Times New Roman"/>
          <w:sz w:val="28"/>
          <w:szCs w:val="28"/>
          <w:lang w:val="uk-UA"/>
        </w:rPr>
      </w:pPr>
      <w:r w:rsidRPr="00A023A9">
        <w:rPr>
          <w:rFonts w:ascii="Times New Roman" w:hAnsi="Times New Roman"/>
          <w:sz w:val="28"/>
          <w:szCs w:val="28"/>
          <w:lang w:val="uk-UA"/>
        </w:rPr>
        <w:t xml:space="preserve">Блог – це форма спілкування, яка нагадує форум, де право на публікацію належить одній особі чи групі людей. В Інтернет-курсі з мови технології блогу можна використовувати під час навчання у колективі. Наприклад, автор (один учень чи їх група) виконав певне завдання (твір, есе), яке розміщується на сайті свого мережевого щоденника (блогу), потім автор блогу дає можливість іншим учням прочитати і прокоментувати розміщений матеріал. </w:t>
      </w:r>
    </w:p>
    <w:p w:rsidR="00B17166" w:rsidRPr="003C6EC4" w:rsidRDefault="00B17166" w:rsidP="00F815C2">
      <w:pPr>
        <w:spacing w:line="360" w:lineRule="auto"/>
        <w:ind w:firstLine="567"/>
        <w:jc w:val="both"/>
        <w:rPr>
          <w:rFonts w:ascii="Times New Roman" w:hAnsi="Times New Roman"/>
          <w:sz w:val="28"/>
          <w:szCs w:val="28"/>
        </w:rPr>
      </w:pPr>
      <w:r w:rsidRPr="00A023A9">
        <w:rPr>
          <w:rFonts w:ascii="Times New Roman" w:hAnsi="Times New Roman"/>
          <w:sz w:val="28"/>
          <w:szCs w:val="28"/>
          <w:lang w:val="uk-UA"/>
        </w:rPr>
        <w:t>Технології Wi-Fi забезпечують можливість колективної роботи з документами, це енциклопедії колективного авторства. Ці технології можливі в організації колективної роботи у мережевому навчальному товаристві, де відбувається навчання з використанням проектного методу. В Інтернет-курсі з іноземної мови технології Wi-Fi можна використовувати для роботи з матеріалом, який належить редакції будь-яких учасників навчально</w:t>
      </w:r>
      <w:r>
        <w:rPr>
          <w:rFonts w:ascii="Times New Roman" w:hAnsi="Times New Roman"/>
          <w:sz w:val="28"/>
          <w:szCs w:val="28"/>
          <w:lang w:val="uk-UA"/>
        </w:rPr>
        <w:t>го процесу</w:t>
      </w:r>
      <w:r w:rsidRPr="00333A3C">
        <w:rPr>
          <w:rFonts w:ascii="Times New Roman" w:hAnsi="Times New Roman"/>
          <w:sz w:val="28"/>
          <w:szCs w:val="28"/>
        </w:rPr>
        <w:t xml:space="preserve"> </w:t>
      </w:r>
      <w:r w:rsidRPr="002A45ED">
        <w:rPr>
          <w:rFonts w:ascii="Times New Roman" w:hAnsi="Times New Roman"/>
          <w:sz w:val="28"/>
          <w:szCs w:val="28"/>
        </w:rPr>
        <w:t>[</w:t>
      </w:r>
      <w:r>
        <w:rPr>
          <w:rFonts w:ascii="Times New Roman" w:hAnsi="Times New Roman"/>
          <w:sz w:val="28"/>
          <w:szCs w:val="28"/>
        </w:rPr>
        <w:t>1</w:t>
      </w:r>
      <w:r w:rsidRPr="003C6EC4">
        <w:rPr>
          <w:rFonts w:ascii="Times New Roman" w:hAnsi="Times New Roman"/>
          <w:sz w:val="28"/>
          <w:szCs w:val="28"/>
        </w:rPr>
        <w:t>]</w:t>
      </w:r>
      <w:r>
        <w:rPr>
          <w:rFonts w:ascii="Times New Roman" w:hAnsi="Times New Roman"/>
          <w:sz w:val="28"/>
          <w:szCs w:val="28"/>
          <w:lang w:val="uk-UA"/>
        </w:rPr>
        <w:t>.</w:t>
      </w:r>
      <w:r w:rsidRPr="005C2436">
        <w:rPr>
          <w:rFonts w:ascii="Times New Roman" w:hAnsi="Times New Roman"/>
          <w:sz w:val="28"/>
          <w:szCs w:val="28"/>
        </w:rPr>
        <w:t xml:space="preserve"> </w:t>
      </w:r>
    </w:p>
    <w:p w:rsidR="00B17166" w:rsidRPr="00F815C2" w:rsidRDefault="00B17166" w:rsidP="00F815C2">
      <w:pPr>
        <w:spacing w:line="360" w:lineRule="auto"/>
        <w:ind w:firstLine="567"/>
        <w:jc w:val="both"/>
        <w:rPr>
          <w:rFonts w:ascii="Times New Roman" w:hAnsi="Times New Roman"/>
          <w:sz w:val="28"/>
          <w:szCs w:val="28"/>
          <w:lang w:val="uk-UA"/>
        </w:rPr>
      </w:pPr>
      <w:r w:rsidRPr="00F815C2">
        <w:rPr>
          <w:rFonts w:ascii="Times New Roman" w:hAnsi="Times New Roman"/>
          <w:sz w:val="28"/>
          <w:szCs w:val="28"/>
          <w:lang w:val="uk-UA"/>
        </w:rPr>
        <w:t>В процесі дистанційного навчання використовуються всі вищеназвані технології в різних пропорціях.</w:t>
      </w:r>
    </w:p>
    <w:p w:rsidR="00B17166" w:rsidRPr="00F815C2" w:rsidRDefault="00B17166" w:rsidP="00F815C2">
      <w:pPr>
        <w:spacing w:line="360" w:lineRule="auto"/>
        <w:ind w:firstLine="709"/>
        <w:jc w:val="both"/>
        <w:rPr>
          <w:rFonts w:ascii="Times New Roman" w:hAnsi="Times New Roman"/>
          <w:i/>
          <w:sz w:val="28"/>
          <w:szCs w:val="28"/>
          <w:lang w:val="uk-UA"/>
        </w:rPr>
      </w:pPr>
      <w:r w:rsidRPr="00F815C2">
        <w:rPr>
          <w:rFonts w:ascii="Times New Roman" w:hAnsi="Times New Roman"/>
          <w:i/>
          <w:sz w:val="28"/>
          <w:szCs w:val="28"/>
          <w:lang w:val="uk-UA"/>
        </w:rPr>
        <w:t>Серед суттєвих переваг дистанційної форми навчання можна відзначити наступні:</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Pr>
          <w:rFonts w:ascii="Times New Roman" w:hAnsi="Times New Roman"/>
          <w:sz w:val="28"/>
          <w:szCs w:val="28"/>
          <w:lang w:val="uk-UA"/>
        </w:rPr>
        <w:t>М</w:t>
      </w:r>
      <w:r w:rsidRPr="00F815C2">
        <w:rPr>
          <w:rFonts w:ascii="Times New Roman" w:hAnsi="Times New Roman"/>
          <w:sz w:val="28"/>
          <w:szCs w:val="28"/>
          <w:lang w:val="uk-UA"/>
        </w:rPr>
        <w:t xml:space="preserve">ожливість навчатися у будь-який час. Студент, який навчається дистанційно, може самостійно вирішувати, коли і скільки часу упродовж семестру йому приділяти на вивчення матеріалу. Він будує для себе індивідуальний графік навчання.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Можливість навчатися в будь-якому місці. Студенти можуть вчитися, не виходячи з дому чи офісу, перебуваючи у будь-якій точці планети. Щоб приступити до навчання, необхідний лише комп'ютер з доступом в Інтернет. Відсутність необхідності щодня відвідувати навчальний заклад - безсумнівний плюс для людей з обмеженими можливостями здоров'я, для проживаючих у важкодоступних місцевостях, батьків з маленькими дітьми.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Навчання без відриву від основної діяльності. Для навчання зовсім не обов'язково брати відпустку на основному місці роботи, виїжджати у відрядження. Також дистанційно можна навчатися на декількох курсах чи у декількох навчальних закладах одночасно.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Можливість навчатися у своєму темпі. Не обов’язково навчатися у тому ж темпі, що й інші студенти. Студент завжди може повернутися до вивчення більш складних питань, кілька разів подивитися відео-лекції, перечитати переписку з викладачем, а вже відомі йому теми може пропустити. Головне, успішно проходити проміжні та підсумкові атестації.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Доступність навчальних матеріалів. Доступ до всієї необхідної літературі відкривається студенту після реєстрації в системі дистанційного навчання, або він отримує навчальні матеріали електронною поштою. Зникає проблема нестачі чи відсутності підручників, навчальних посібників чи методичок.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Навчання в спокійній обстановці. Проміжна атестація студентів дистанційних курсів проходить у формі on-line тестів. Тому в студентів менше причин для хвилювань. Виключається можливість суб'єктивної оцінки: на систему, яка перевіряє правильність відповідей на питання тесту, не вплине успішність студента з інших предметів, його соціальний статус та інші чинники.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Індивідуальний підхід. При традиційному навчанні викладачеві досить важко приділити необхідну кількість уваги всім студентам групи, підлаштуватися під темп роботи кожного. Використання дистанційних технологій підходить для організації індивідуального підходу. Крім того, що студент сам обирає собі темп навчання, він може оперативно отримати у викладача</w:t>
      </w:r>
      <w:r w:rsidRPr="004A0D18">
        <w:rPr>
          <w:rFonts w:ascii="Times New Roman" w:hAnsi="Times New Roman"/>
          <w:sz w:val="28"/>
          <w:szCs w:val="28"/>
        </w:rPr>
        <w:t xml:space="preserve"> </w:t>
      </w:r>
      <w:r w:rsidRPr="00F815C2">
        <w:rPr>
          <w:rFonts w:ascii="Times New Roman" w:hAnsi="Times New Roman"/>
          <w:sz w:val="28"/>
          <w:szCs w:val="28"/>
          <w:lang w:val="uk-UA"/>
        </w:rPr>
        <w:t xml:space="preserve">відповіді на виникаючі питання.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Дистанційна освіта дешевша. Якщо порівнювати вартість навчання на заочній і дистанційній формах навчання, то дистанційна скоріш за все буде дешевшою. Студенту не доводиться оплачувати дорогу, проживання, а у випадку з зарубіжними вузами не потрібно витрачатися на візу і закордонний паспорт. </w:t>
      </w:r>
    </w:p>
    <w:p w:rsidR="00B17166" w:rsidRPr="00F815C2" w:rsidRDefault="00B17166" w:rsidP="00075032">
      <w:pPr>
        <w:numPr>
          <w:ilvl w:val="0"/>
          <w:numId w:val="9"/>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Зручність для викладача. Вчителі, репетитори, викладачі, що займаються педагогічною діяльністю дистанційно, можуть приділяти увагу більшій кількості студентів і працювати, навіть перебуваючи у відрядженні чи на конференції за кордоном.. </w:t>
      </w:r>
    </w:p>
    <w:p w:rsidR="00B17166" w:rsidRPr="00F815C2" w:rsidRDefault="00B17166" w:rsidP="00F815C2">
      <w:pPr>
        <w:spacing w:line="360" w:lineRule="auto"/>
        <w:ind w:firstLine="709"/>
        <w:jc w:val="both"/>
        <w:rPr>
          <w:rFonts w:ascii="Times New Roman" w:hAnsi="Times New Roman"/>
          <w:i/>
          <w:sz w:val="28"/>
          <w:szCs w:val="28"/>
          <w:lang w:val="uk-UA"/>
        </w:rPr>
      </w:pPr>
      <w:r w:rsidRPr="00F815C2">
        <w:rPr>
          <w:rFonts w:ascii="Times New Roman" w:hAnsi="Times New Roman"/>
          <w:i/>
          <w:sz w:val="28"/>
          <w:szCs w:val="28"/>
          <w:lang w:val="uk-UA"/>
        </w:rPr>
        <w:t>Разом з тим, дистанційне навчання не позбавлене і ряду недоліків:</w:t>
      </w:r>
    </w:p>
    <w:p w:rsidR="00B17166" w:rsidRPr="00F815C2" w:rsidRDefault="00B17166" w:rsidP="00075032">
      <w:pPr>
        <w:numPr>
          <w:ilvl w:val="0"/>
          <w:numId w:val="10"/>
        </w:numPr>
        <w:spacing w:line="360" w:lineRule="auto"/>
        <w:ind w:left="0" w:firstLine="426"/>
        <w:jc w:val="both"/>
        <w:rPr>
          <w:rFonts w:ascii="Times New Roman" w:hAnsi="Times New Roman"/>
          <w:sz w:val="28"/>
          <w:szCs w:val="28"/>
          <w:lang w:val="uk-UA"/>
        </w:rPr>
      </w:pPr>
      <w:r>
        <w:rPr>
          <w:rFonts w:ascii="Times New Roman" w:hAnsi="Times New Roman"/>
          <w:sz w:val="28"/>
          <w:szCs w:val="28"/>
          <w:lang w:val="uk-UA"/>
        </w:rPr>
        <w:t>Н</w:t>
      </w:r>
      <w:r w:rsidRPr="00F815C2">
        <w:rPr>
          <w:rFonts w:ascii="Times New Roman" w:hAnsi="Times New Roman"/>
          <w:sz w:val="28"/>
          <w:szCs w:val="28"/>
          <w:lang w:val="uk-UA"/>
        </w:rPr>
        <w:t xml:space="preserve">еобхідна сильна мотивація. Практично весь навчальний матеріал студент-дистанційник освоює самостійно. Це вимагає достатньої сили волі, відповідальності і самоконтролю. Швидше за все, ніхто його підганяти чи заохочувати до навчання не стане. Підтримувати потрібний темп навчання без контролю з боку вдається не всім. </w:t>
      </w:r>
    </w:p>
    <w:p w:rsidR="00B17166" w:rsidRPr="00F815C2" w:rsidRDefault="00B17166" w:rsidP="00075032">
      <w:pPr>
        <w:numPr>
          <w:ilvl w:val="0"/>
          <w:numId w:val="10"/>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Нестача практичних вмінь та навиків. Досить проблемно якісно організувати дистанційне навчання за напрямами підготовки та спеціальностями, на яких передбачена велика кількість практичних занять. Навіть найсучасніші комп’ютерні тренажери не замінять майбутнім менеджерам «живої» практики. </w:t>
      </w:r>
    </w:p>
    <w:p w:rsidR="00B17166" w:rsidRPr="00F815C2" w:rsidRDefault="00B17166" w:rsidP="00075032">
      <w:pPr>
        <w:numPr>
          <w:ilvl w:val="0"/>
          <w:numId w:val="10"/>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 xml:space="preserve">Дистанційна освіта не підходить для розвитку комунікабельності. При дистанційному навчанні особистий контакт студентів один з одним і з викладачами мінімальний, а то і цілком відсутній. Тому така форма навчання не підходить для розвитку комунікабельності, впевненості, навичок роботи у команді. </w:t>
      </w:r>
    </w:p>
    <w:p w:rsidR="00B17166" w:rsidRPr="00F815C2" w:rsidRDefault="00B17166" w:rsidP="00075032">
      <w:pPr>
        <w:numPr>
          <w:ilvl w:val="0"/>
          <w:numId w:val="10"/>
        </w:numPr>
        <w:spacing w:line="360" w:lineRule="auto"/>
        <w:ind w:left="0" w:firstLine="426"/>
        <w:jc w:val="both"/>
        <w:rPr>
          <w:rFonts w:ascii="Times New Roman" w:hAnsi="Times New Roman"/>
          <w:sz w:val="28"/>
          <w:szCs w:val="28"/>
          <w:lang w:val="uk-UA"/>
        </w:rPr>
      </w:pPr>
      <w:r w:rsidRPr="00F815C2">
        <w:rPr>
          <w:rFonts w:ascii="Times New Roman" w:hAnsi="Times New Roman"/>
          <w:sz w:val="28"/>
          <w:szCs w:val="28"/>
          <w:lang w:val="uk-UA"/>
        </w:rPr>
        <w:t>Проблема ідентифікації студента. Поки найефективніший спосіб простежити за тим, чи студент самостійно здавав іспити чи заліки, - це відео спостереження, що не завжди можливо. Тому на підсумкову атестацію студентам доводиться особисто приїжд</w:t>
      </w:r>
      <w:r>
        <w:rPr>
          <w:rFonts w:ascii="Times New Roman" w:hAnsi="Times New Roman"/>
          <w:sz w:val="28"/>
          <w:szCs w:val="28"/>
          <w:lang w:val="uk-UA"/>
        </w:rPr>
        <w:t>жати до вузу або його філії</w:t>
      </w:r>
      <w:r w:rsidRPr="00333A3C">
        <w:rPr>
          <w:rFonts w:ascii="Times New Roman" w:hAnsi="Times New Roman"/>
          <w:sz w:val="28"/>
          <w:szCs w:val="28"/>
        </w:rPr>
        <w:t xml:space="preserve"> </w:t>
      </w:r>
      <w:r>
        <w:rPr>
          <w:rFonts w:ascii="Times New Roman" w:hAnsi="Times New Roman"/>
          <w:sz w:val="28"/>
          <w:szCs w:val="28"/>
          <w:lang w:val="uk-UA"/>
        </w:rPr>
        <w:t>[4</w:t>
      </w:r>
      <w:r w:rsidRPr="00F815C2">
        <w:rPr>
          <w:rFonts w:ascii="Times New Roman" w:hAnsi="Times New Roman"/>
          <w:sz w:val="28"/>
          <w:szCs w:val="28"/>
          <w:lang w:val="uk-UA"/>
        </w:rPr>
        <w:t>]</w:t>
      </w:r>
      <w:r>
        <w:rPr>
          <w:rFonts w:ascii="Times New Roman" w:hAnsi="Times New Roman"/>
          <w:sz w:val="28"/>
          <w:szCs w:val="28"/>
          <w:lang w:val="uk-UA"/>
        </w:rPr>
        <w:t xml:space="preserve">. </w:t>
      </w:r>
    </w:p>
    <w:p w:rsidR="00B17166" w:rsidRPr="00F815C2" w:rsidRDefault="00B17166" w:rsidP="00F815C2">
      <w:pPr>
        <w:spacing w:line="360" w:lineRule="auto"/>
        <w:ind w:firstLine="709"/>
        <w:jc w:val="both"/>
        <w:rPr>
          <w:rFonts w:ascii="Times New Roman" w:hAnsi="Times New Roman"/>
          <w:sz w:val="28"/>
          <w:szCs w:val="28"/>
          <w:lang w:val="uk-UA"/>
        </w:rPr>
      </w:pPr>
      <w:r w:rsidRPr="00F815C2">
        <w:rPr>
          <w:rFonts w:ascii="Times New Roman" w:hAnsi="Times New Roman"/>
          <w:sz w:val="28"/>
          <w:szCs w:val="28"/>
          <w:lang w:val="uk-UA" w:eastAsia="ru-RU"/>
        </w:rPr>
        <w:t>В даній статті було показано та проаналізовано, переваги та недоліки дистанційного навчання для людей, що здобувають освіту у вищих та середніх навчальних закладах. Реалізація в освіті дистанційного навчання, дозволить розв’язати низку завдань, які можна сформулювати так:</w:t>
      </w:r>
    </w:p>
    <w:p w:rsidR="00B17166" w:rsidRPr="00F815C2" w:rsidRDefault="00B17166" w:rsidP="00F815C2">
      <w:pPr>
        <w:pStyle w:val="ListParagraph"/>
        <w:numPr>
          <w:ilvl w:val="0"/>
          <w:numId w:val="8"/>
        </w:numPr>
        <w:spacing w:line="360" w:lineRule="auto"/>
        <w:ind w:left="1260" w:hanging="540"/>
        <w:jc w:val="both"/>
        <w:rPr>
          <w:rFonts w:ascii="Times New Roman" w:hAnsi="Times New Roman"/>
          <w:sz w:val="28"/>
          <w:szCs w:val="28"/>
          <w:lang w:val="uk-UA" w:eastAsia="ru-RU"/>
        </w:rPr>
      </w:pPr>
      <w:r w:rsidRPr="004A0D18">
        <w:rPr>
          <w:rFonts w:ascii="Times New Roman" w:hAnsi="Times New Roman"/>
          <w:sz w:val="28"/>
          <w:szCs w:val="28"/>
          <w:lang w:eastAsia="ru-RU"/>
        </w:rPr>
        <w:t>з</w:t>
      </w:r>
      <w:r w:rsidRPr="00F815C2">
        <w:rPr>
          <w:rFonts w:ascii="Times New Roman" w:hAnsi="Times New Roman"/>
          <w:sz w:val="28"/>
          <w:szCs w:val="28"/>
          <w:lang w:val="uk-UA" w:eastAsia="ru-RU"/>
        </w:rPr>
        <w:t>абезпечення доступності різноманітних навчальних ресурсів;</w:t>
      </w:r>
    </w:p>
    <w:p w:rsidR="00B17166" w:rsidRPr="00F815C2" w:rsidRDefault="00B17166" w:rsidP="00F815C2">
      <w:pPr>
        <w:pStyle w:val="ListParagraph"/>
        <w:numPr>
          <w:ilvl w:val="0"/>
          <w:numId w:val="8"/>
        </w:numPr>
        <w:spacing w:line="360" w:lineRule="auto"/>
        <w:ind w:left="1260" w:hanging="540"/>
        <w:jc w:val="both"/>
        <w:rPr>
          <w:rFonts w:ascii="Times New Roman" w:hAnsi="Times New Roman"/>
          <w:sz w:val="28"/>
          <w:szCs w:val="28"/>
          <w:lang w:val="uk-UA" w:eastAsia="ru-RU"/>
        </w:rPr>
      </w:pPr>
      <w:r>
        <w:rPr>
          <w:rFonts w:ascii="Times New Roman" w:hAnsi="Times New Roman"/>
          <w:sz w:val="28"/>
          <w:szCs w:val="28"/>
          <w:lang w:val="uk-UA" w:eastAsia="ru-RU"/>
        </w:rPr>
        <w:t>з</w:t>
      </w:r>
      <w:r w:rsidRPr="00F815C2">
        <w:rPr>
          <w:rFonts w:ascii="Times New Roman" w:hAnsi="Times New Roman"/>
          <w:sz w:val="28"/>
          <w:szCs w:val="28"/>
          <w:lang w:val="uk-UA" w:eastAsia="ru-RU"/>
        </w:rPr>
        <w:t xml:space="preserve">добування загальної і професійної </w:t>
      </w:r>
      <w:r>
        <w:rPr>
          <w:rFonts w:ascii="Times New Roman" w:hAnsi="Times New Roman"/>
          <w:sz w:val="28"/>
          <w:szCs w:val="28"/>
          <w:lang w:val="uk-UA" w:eastAsia="ru-RU"/>
        </w:rPr>
        <w:t>освіти в зручній, адекватній і в</w:t>
      </w:r>
      <w:r w:rsidRPr="00F815C2">
        <w:rPr>
          <w:rFonts w:ascii="Times New Roman" w:hAnsi="Times New Roman"/>
          <w:sz w:val="28"/>
          <w:szCs w:val="28"/>
          <w:lang w:val="uk-UA" w:eastAsia="ru-RU"/>
        </w:rPr>
        <w:t>ідповідній формі для того, хто навчається;</w:t>
      </w:r>
    </w:p>
    <w:p w:rsidR="00B17166" w:rsidRPr="00F815C2" w:rsidRDefault="00B17166" w:rsidP="00F815C2">
      <w:pPr>
        <w:pStyle w:val="ListParagraph"/>
        <w:numPr>
          <w:ilvl w:val="0"/>
          <w:numId w:val="8"/>
        </w:numPr>
        <w:spacing w:line="360" w:lineRule="auto"/>
        <w:ind w:left="1260" w:hanging="540"/>
        <w:jc w:val="both"/>
        <w:rPr>
          <w:rFonts w:ascii="Times New Roman" w:hAnsi="Times New Roman"/>
          <w:sz w:val="28"/>
          <w:szCs w:val="28"/>
          <w:lang w:val="uk-UA" w:eastAsia="ru-RU"/>
        </w:rPr>
      </w:pPr>
      <w:r>
        <w:rPr>
          <w:rFonts w:ascii="Times New Roman" w:hAnsi="Times New Roman"/>
          <w:sz w:val="28"/>
          <w:szCs w:val="28"/>
          <w:lang w:val="uk-UA" w:eastAsia="ru-RU"/>
        </w:rPr>
        <w:t>о</w:t>
      </w:r>
      <w:r w:rsidRPr="00F815C2">
        <w:rPr>
          <w:rFonts w:ascii="Times New Roman" w:hAnsi="Times New Roman"/>
          <w:sz w:val="28"/>
          <w:szCs w:val="28"/>
          <w:lang w:val="uk-UA" w:eastAsia="ru-RU"/>
        </w:rPr>
        <w:t>бмін даними, комунікативна діяльність на базі спільних інтересів, перш за все професійних і освітніх;</w:t>
      </w:r>
    </w:p>
    <w:p w:rsidR="00B17166" w:rsidRPr="00F815C2" w:rsidRDefault="00B17166" w:rsidP="00F815C2">
      <w:pPr>
        <w:pStyle w:val="ListParagraph"/>
        <w:numPr>
          <w:ilvl w:val="0"/>
          <w:numId w:val="8"/>
        </w:numPr>
        <w:spacing w:line="360" w:lineRule="auto"/>
        <w:ind w:left="1260" w:hanging="540"/>
        <w:jc w:val="both"/>
        <w:rPr>
          <w:rFonts w:ascii="Times New Roman" w:hAnsi="Times New Roman"/>
          <w:sz w:val="28"/>
          <w:szCs w:val="28"/>
          <w:lang w:val="uk-UA" w:eastAsia="ru-RU"/>
        </w:rPr>
      </w:pPr>
      <w:r>
        <w:rPr>
          <w:rFonts w:ascii="Times New Roman" w:hAnsi="Times New Roman"/>
          <w:sz w:val="28"/>
          <w:szCs w:val="28"/>
          <w:lang w:val="uk-UA" w:eastAsia="ru-RU"/>
        </w:rPr>
        <w:t>с</w:t>
      </w:r>
      <w:r w:rsidRPr="00F815C2">
        <w:rPr>
          <w:rFonts w:ascii="Times New Roman" w:hAnsi="Times New Roman"/>
          <w:sz w:val="28"/>
          <w:szCs w:val="28"/>
          <w:lang w:val="uk-UA" w:eastAsia="ru-RU"/>
        </w:rPr>
        <w:t>прияння розвитку профільної освіти у школі;</w:t>
      </w:r>
    </w:p>
    <w:p w:rsidR="00B17166" w:rsidRPr="00F815C2" w:rsidRDefault="00B17166" w:rsidP="00F815C2">
      <w:pPr>
        <w:pStyle w:val="ListParagraph"/>
        <w:numPr>
          <w:ilvl w:val="0"/>
          <w:numId w:val="8"/>
        </w:numPr>
        <w:spacing w:line="360" w:lineRule="auto"/>
        <w:ind w:left="1260" w:hanging="540"/>
        <w:jc w:val="both"/>
        <w:rPr>
          <w:rFonts w:ascii="Times New Roman" w:hAnsi="Times New Roman"/>
          <w:sz w:val="28"/>
          <w:szCs w:val="28"/>
          <w:lang w:val="uk-UA" w:eastAsia="ru-RU"/>
        </w:rPr>
      </w:pPr>
      <w:r>
        <w:rPr>
          <w:rFonts w:ascii="Times New Roman" w:hAnsi="Times New Roman"/>
          <w:sz w:val="28"/>
          <w:szCs w:val="28"/>
          <w:lang w:val="uk-UA" w:eastAsia="ru-RU"/>
        </w:rPr>
        <w:t>о</w:t>
      </w:r>
      <w:r w:rsidRPr="00F815C2">
        <w:rPr>
          <w:rFonts w:ascii="Times New Roman" w:hAnsi="Times New Roman"/>
          <w:sz w:val="28"/>
          <w:szCs w:val="28"/>
          <w:lang w:val="uk-UA" w:eastAsia="ru-RU"/>
        </w:rPr>
        <w:t>рганізація дозвілля, відпочинку і розвитку;</w:t>
      </w:r>
    </w:p>
    <w:p w:rsidR="00B17166" w:rsidRPr="00F815C2" w:rsidRDefault="00B17166" w:rsidP="00F815C2">
      <w:pPr>
        <w:pStyle w:val="ListParagraph"/>
        <w:numPr>
          <w:ilvl w:val="0"/>
          <w:numId w:val="8"/>
        </w:numPr>
        <w:spacing w:line="360" w:lineRule="auto"/>
        <w:ind w:left="1260" w:hanging="540"/>
        <w:jc w:val="both"/>
        <w:rPr>
          <w:rFonts w:ascii="Times New Roman" w:hAnsi="Times New Roman"/>
          <w:sz w:val="28"/>
          <w:szCs w:val="28"/>
          <w:lang w:val="uk-UA" w:eastAsia="ru-RU"/>
        </w:rPr>
      </w:pPr>
      <w:r>
        <w:rPr>
          <w:rFonts w:ascii="Times New Roman" w:hAnsi="Times New Roman"/>
          <w:sz w:val="28"/>
          <w:szCs w:val="28"/>
          <w:lang w:val="uk-UA" w:eastAsia="ru-RU"/>
        </w:rPr>
        <w:t>п</w:t>
      </w:r>
      <w:r w:rsidRPr="00F815C2">
        <w:rPr>
          <w:rFonts w:ascii="Times New Roman" w:hAnsi="Times New Roman"/>
          <w:sz w:val="28"/>
          <w:szCs w:val="28"/>
          <w:lang w:val="uk-UA" w:eastAsia="ru-RU"/>
        </w:rPr>
        <w:t>ідвищення кваліфікації, перепідготовка або зміна професійної діяльності.</w:t>
      </w:r>
    </w:p>
    <w:p w:rsidR="00B17166" w:rsidRDefault="00B17166" w:rsidP="00F815C2">
      <w:pPr>
        <w:spacing w:line="360" w:lineRule="auto"/>
        <w:ind w:firstLine="720"/>
        <w:jc w:val="both"/>
        <w:rPr>
          <w:rFonts w:ascii="Times New Roman" w:hAnsi="Times New Roman"/>
          <w:sz w:val="28"/>
          <w:szCs w:val="28"/>
          <w:lang w:val="uk-UA" w:eastAsia="ru-RU"/>
        </w:rPr>
      </w:pPr>
      <w:r w:rsidRPr="00075032">
        <w:rPr>
          <w:rFonts w:ascii="Times New Roman" w:hAnsi="Times New Roman"/>
          <w:sz w:val="28"/>
          <w:szCs w:val="28"/>
          <w:lang w:val="uk-UA" w:eastAsia="ru-RU"/>
        </w:rPr>
        <w:t>Н</w:t>
      </w:r>
      <w:r w:rsidRPr="00F815C2">
        <w:rPr>
          <w:rFonts w:ascii="Times New Roman" w:hAnsi="Times New Roman"/>
          <w:sz w:val="28"/>
          <w:szCs w:val="28"/>
          <w:lang w:val="uk-UA" w:eastAsia="ru-RU"/>
        </w:rPr>
        <w:t>езважаючи на всі свої недоліки дана система освіти є і буде найбільш затребувана у сучасному мінливому світі високих технологій, коли людина повинна постійно підвищувати свій науковий і загальний рівень знань, для можливості інтеграції у сучасне суспільство і наукову діяльність</w:t>
      </w:r>
      <w:r>
        <w:rPr>
          <w:rFonts w:ascii="Times New Roman" w:hAnsi="Times New Roman"/>
          <w:sz w:val="28"/>
          <w:szCs w:val="28"/>
          <w:lang w:val="uk-UA" w:eastAsia="ru-RU"/>
        </w:rPr>
        <w:t>.</w:t>
      </w:r>
    </w:p>
    <w:p w:rsidR="00B17166" w:rsidRPr="00F815C2" w:rsidRDefault="00B17166" w:rsidP="00F815C2">
      <w:pPr>
        <w:spacing w:line="360" w:lineRule="auto"/>
        <w:ind w:firstLine="720"/>
        <w:jc w:val="both"/>
        <w:rPr>
          <w:rFonts w:ascii="Times New Roman" w:hAnsi="Times New Roman"/>
          <w:sz w:val="28"/>
          <w:szCs w:val="28"/>
          <w:lang w:val="uk-UA" w:eastAsia="ru-RU"/>
        </w:rPr>
      </w:pPr>
    </w:p>
    <w:p w:rsidR="00B17166" w:rsidRPr="00F815C2" w:rsidRDefault="00B17166" w:rsidP="00810E57">
      <w:pPr>
        <w:rPr>
          <w:rFonts w:ascii="Times New Roman" w:hAnsi="Times New Roman"/>
          <w:b/>
          <w:sz w:val="28"/>
          <w:szCs w:val="28"/>
          <w:lang w:val="uk-UA"/>
        </w:rPr>
      </w:pPr>
      <w:r w:rsidRPr="00F815C2">
        <w:rPr>
          <w:rFonts w:ascii="Times New Roman" w:hAnsi="Times New Roman"/>
          <w:b/>
          <w:sz w:val="28"/>
          <w:szCs w:val="28"/>
          <w:lang w:val="uk-UA"/>
        </w:rPr>
        <w:t>Література:</w:t>
      </w:r>
    </w:p>
    <w:p w:rsidR="00B17166" w:rsidRDefault="00B17166" w:rsidP="00075032">
      <w:pPr>
        <w:pStyle w:val="ListParagraph"/>
        <w:numPr>
          <w:ilvl w:val="0"/>
          <w:numId w:val="7"/>
        </w:numPr>
        <w:tabs>
          <w:tab w:val="left" w:pos="540"/>
        </w:tabs>
        <w:spacing w:after="120"/>
        <w:ind w:left="567" w:hanging="425"/>
        <w:jc w:val="both"/>
        <w:rPr>
          <w:rFonts w:ascii="Times New Roman" w:hAnsi="Times New Roman"/>
          <w:sz w:val="28"/>
          <w:szCs w:val="28"/>
          <w:lang w:val="uk-UA"/>
        </w:rPr>
      </w:pPr>
      <w:r w:rsidRPr="00F52ABE">
        <w:rPr>
          <w:rFonts w:ascii="Times New Roman" w:hAnsi="Times New Roman"/>
          <w:sz w:val="28"/>
          <w:szCs w:val="28"/>
        </w:rPr>
        <w:t>Методичні рекомендації щодо впровадження дистанційного навчання у навчальних закладах [Електронний ресурс] //</w:t>
      </w:r>
      <w:r w:rsidRPr="00F52ABE">
        <w:rPr>
          <w:rFonts w:ascii="Times New Roman" w:hAnsi="Times New Roman"/>
          <w:sz w:val="28"/>
          <w:szCs w:val="28"/>
          <w:lang w:val="uk-UA"/>
        </w:rPr>
        <w:t xml:space="preserve"> </w:t>
      </w:r>
      <w:r w:rsidRPr="00F52ABE">
        <w:rPr>
          <w:rFonts w:ascii="Times New Roman" w:hAnsi="Times New Roman"/>
          <w:sz w:val="28"/>
          <w:szCs w:val="28"/>
        </w:rPr>
        <w:t>УПРАВЛІННЯ ОСВІТИ виконавчого комітету Обухівської міської ради – Режим доступу до ресурсу: http://www.ouo.gov.ua/.</w:t>
      </w:r>
    </w:p>
    <w:p w:rsidR="00B17166" w:rsidRPr="00F52ABE" w:rsidRDefault="00B17166" w:rsidP="00075032">
      <w:pPr>
        <w:pStyle w:val="ListParagraph"/>
        <w:numPr>
          <w:ilvl w:val="0"/>
          <w:numId w:val="7"/>
        </w:numPr>
        <w:tabs>
          <w:tab w:val="left" w:pos="540"/>
        </w:tabs>
        <w:spacing w:after="120"/>
        <w:ind w:left="567" w:hanging="425"/>
        <w:jc w:val="both"/>
        <w:rPr>
          <w:rFonts w:ascii="Times New Roman" w:hAnsi="Times New Roman"/>
          <w:sz w:val="28"/>
          <w:szCs w:val="28"/>
          <w:lang w:val="uk-UA"/>
        </w:rPr>
      </w:pPr>
      <w:r w:rsidRPr="00EB08AF">
        <w:rPr>
          <w:rFonts w:ascii="Times New Roman" w:hAnsi="Times New Roman"/>
          <w:sz w:val="28"/>
          <w:szCs w:val="28"/>
          <w:lang w:val="uk-UA"/>
        </w:rPr>
        <w:t>Нормативні документи з дистанційного навчання: зб. док. / уклад. : М. А. Семенов. – Луган</w:t>
      </w:r>
      <w:r>
        <w:rPr>
          <w:rFonts w:ascii="Times New Roman" w:hAnsi="Times New Roman"/>
          <w:sz w:val="28"/>
          <w:szCs w:val="28"/>
          <w:lang w:val="uk-UA"/>
        </w:rPr>
        <w:t>ськ : Альма-матер, 2005. – 53 с</w:t>
      </w:r>
      <w:r w:rsidRPr="00DF2FEF">
        <w:rPr>
          <w:rFonts w:ascii="Times New Roman" w:hAnsi="Times New Roman"/>
          <w:sz w:val="28"/>
          <w:szCs w:val="28"/>
          <w:lang w:val="uk-UA"/>
        </w:rPr>
        <w:t>.</w:t>
      </w:r>
    </w:p>
    <w:p w:rsidR="00B17166" w:rsidRPr="00F52ABE" w:rsidRDefault="00B17166" w:rsidP="00075032">
      <w:pPr>
        <w:pStyle w:val="ListParagraph"/>
        <w:numPr>
          <w:ilvl w:val="0"/>
          <w:numId w:val="7"/>
        </w:numPr>
        <w:tabs>
          <w:tab w:val="left" w:pos="540"/>
        </w:tabs>
        <w:spacing w:after="120"/>
        <w:ind w:left="567" w:hanging="425"/>
        <w:jc w:val="both"/>
        <w:rPr>
          <w:rFonts w:ascii="Times New Roman" w:hAnsi="Times New Roman"/>
          <w:sz w:val="28"/>
          <w:szCs w:val="28"/>
          <w:lang w:val="uk-UA"/>
        </w:rPr>
      </w:pPr>
      <w:r w:rsidRPr="00F52ABE">
        <w:rPr>
          <w:rFonts w:ascii="Times New Roman" w:hAnsi="Times New Roman"/>
          <w:sz w:val="28"/>
          <w:szCs w:val="28"/>
        </w:rPr>
        <w:t>Проблемні аспекти дистанційної форми освіти та можливості її використання в Україні [Електронний ресурс] // ПРОВИЗОР – Режим доступу до ресурсу: http://www.provisor.com.ua/.</w:t>
      </w:r>
    </w:p>
    <w:p w:rsidR="00B17166" w:rsidRDefault="00B17166" w:rsidP="00075032">
      <w:pPr>
        <w:pStyle w:val="ListParagraph"/>
        <w:numPr>
          <w:ilvl w:val="0"/>
          <w:numId w:val="7"/>
        </w:numPr>
        <w:tabs>
          <w:tab w:val="left" w:pos="540"/>
        </w:tabs>
        <w:spacing w:after="120"/>
        <w:ind w:left="567" w:hanging="425"/>
        <w:jc w:val="both"/>
        <w:rPr>
          <w:rFonts w:ascii="Times New Roman" w:hAnsi="Times New Roman"/>
          <w:sz w:val="28"/>
          <w:szCs w:val="28"/>
          <w:lang w:val="uk-UA"/>
        </w:rPr>
      </w:pPr>
      <w:r w:rsidRPr="00F52ABE">
        <w:rPr>
          <w:rFonts w:ascii="Times New Roman" w:hAnsi="Times New Roman"/>
          <w:sz w:val="28"/>
          <w:szCs w:val="28"/>
          <w:lang w:val="uk-UA"/>
        </w:rPr>
        <w:t>Переваги та недоліки дистанційного навчання [Електронний ресурс] // Кафедра менеджменту – Режим доступу до ресурсу: http://kerivnyk.info.</w:t>
      </w:r>
    </w:p>
    <w:p w:rsidR="00B17166" w:rsidRPr="003C6EC4" w:rsidRDefault="00B17166" w:rsidP="00C929B7">
      <w:pPr>
        <w:pStyle w:val="ListParagraph"/>
        <w:tabs>
          <w:tab w:val="left" w:pos="1560"/>
        </w:tabs>
        <w:spacing w:after="120" w:line="360" w:lineRule="auto"/>
        <w:ind w:left="567"/>
        <w:jc w:val="right"/>
        <w:rPr>
          <w:rFonts w:ascii="Times New Roman" w:hAnsi="Times New Roman"/>
          <w:sz w:val="28"/>
          <w:szCs w:val="28"/>
        </w:rPr>
      </w:pPr>
    </w:p>
    <w:p w:rsidR="00B17166" w:rsidRDefault="00B17166" w:rsidP="00810E57">
      <w:pPr>
        <w:pStyle w:val="ListParagraph"/>
        <w:tabs>
          <w:tab w:val="left" w:pos="1560"/>
        </w:tabs>
        <w:spacing w:after="120" w:line="360" w:lineRule="auto"/>
        <w:ind w:left="567"/>
        <w:jc w:val="right"/>
        <w:rPr>
          <w:rFonts w:ascii="Times New Roman" w:hAnsi="Times New Roman"/>
          <w:b/>
          <w:sz w:val="28"/>
          <w:szCs w:val="28"/>
          <w:lang w:val="uk-UA"/>
        </w:rPr>
      </w:pPr>
      <w:r w:rsidRPr="004A0D18">
        <w:rPr>
          <w:rFonts w:ascii="Times New Roman" w:hAnsi="Times New Roman"/>
          <w:b/>
          <w:sz w:val="28"/>
          <w:szCs w:val="28"/>
          <w:lang w:val="uk-UA"/>
        </w:rPr>
        <w:t>Науковий керівник:</w:t>
      </w:r>
      <w:r>
        <w:rPr>
          <w:rFonts w:ascii="Times New Roman" w:hAnsi="Times New Roman"/>
          <w:b/>
          <w:sz w:val="28"/>
          <w:szCs w:val="28"/>
          <w:lang w:val="uk-UA"/>
        </w:rPr>
        <w:t xml:space="preserve"> </w:t>
      </w:r>
    </w:p>
    <w:p w:rsidR="00B17166" w:rsidRDefault="00B17166" w:rsidP="00810E57">
      <w:pPr>
        <w:pStyle w:val="ListParagraph"/>
        <w:tabs>
          <w:tab w:val="left" w:pos="1560"/>
        </w:tabs>
        <w:spacing w:after="120" w:line="360" w:lineRule="auto"/>
        <w:ind w:left="567"/>
        <w:jc w:val="right"/>
        <w:rPr>
          <w:rFonts w:ascii="Times New Roman" w:hAnsi="Times New Roman"/>
          <w:sz w:val="28"/>
          <w:szCs w:val="28"/>
          <w:lang w:val="uk-UA"/>
        </w:rPr>
      </w:pPr>
      <w:r w:rsidRPr="00F815C2">
        <w:rPr>
          <w:rFonts w:ascii="Times New Roman" w:hAnsi="Times New Roman"/>
          <w:sz w:val="28"/>
          <w:szCs w:val="28"/>
          <w:lang w:val="uk-UA"/>
        </w:rPr>
        <w:t>ст</w:t>
      </w:r>
      <w:r>
        <w:rPr>
          <w:rFonts w:ascii="Times New Roman" w:hAnsi="Times New Roman"/>
          <w:sz w:val="28"/>
          <w:szCs w:val="28"/>
        </w:rPr>
        <w:t>арший</w:t>
      </w:r>
      <w:r>
        <w:rPr>
          <w:rFonts w:ascii="Times New Roman" w:hAnsi="Times New Roman"/>
          <w:sz w:val="28"/>
          <w:szCs w:val="28"/>
          <w:lang w:val="uk-UA"/>
        </w:rPr>
        <w:t xml:space="preserve"> викладач  Вольвач Марина Василівна.</w:t>
      </w:r>
    </w:p>
    <w:sectPr w:rsidR="00B17166" w:rsidSect="00763EEA">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166" w:rsidRDefault="00B17166" w:rsidP="00976700">
      <w:r>
        <w:separator/>
      </w:r>
    </w:p>
  </w:endnote>
  <w:endnote w:type="continuationSeparator" w:id="1">
    <w:p w:rsidR="00B17166" w:rsidRDefault="00B17166" w:rsidP="009767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66" w:rsidRPr="00976700" w:rsidRDefault="00B17166" w:rsidP="00976700">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166" w:rsidRDefault="00B17166" w:rsidP="00976700">
      <w:r>
        <w:separator/>
      </w:r>
    </w:p>
  </w:footnote>
  <w:footnote w:type="continuationSeparator" w:id="1">
    <w:p w:rsidR="00B17166" w:rsidRDefault="00B17166" w:rsidP="009767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166" w:rsidRDefault="00B17166">
    <w:pPr>
      <w:pStyle w:val="Header"/>
      <w:jc w:val="right"/>
    </w:pPr>
  </w:p>
  <w:p w:rsidR="00B17166" w:rsidRDefault="00B171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7DE"/>
    <w:multiLevelType w:val="hybridMultilevel"/>
    <w:tmpl w:val="828234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BDE5165"/>
    <w:multiLevelType w:val="hybridMultilevel"/>
    <w:tmpl w:val="A10E0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30378D"/>
    <w:multiLevelType w:val="hybridMultilevel"/>
    <w:tmpl w:val="A2225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731D3E"/>
    <w:multiLevelType w:val="hybridMultilevel"/>
    <w:tmpl w:val="22849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87814EF"/>
    <w:multiLevelType w:val="multilevel"/>
    <w:tmpl w:val="8FD2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4A076A"/>
    <w:multiLevelType w:val="hybridMultilevel"/>
    <w:tmpl w:val="426A679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5AC0366F"/>
    <w:multiLevelType w:val="hybridMultilevel"/>
    <w:tmpl w:val="1F2E6F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FF92F7F"/>
    <w:multiLevelType w:val="hybridMultilevel"/>
    <w:tmpl w:val="9774D3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AF50F4C"/>
    <w:multiLevelType w:val="hybridMultilevel"/>
    <w:tmpl w:val="27EABE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F893C3C"/>
    <w:multiLevelType w:val="hybridMultilevel"/>
    <w:tmpl w:val="18DE78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AD16FD"/>
    <w:multiLevelType w:val="hybridMultilevel"/>
    <w:tmpl w:val="59E2B7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10"/>
  </w:num>
  <w:num w:numId="5">
    <w:abstractNumId w:val="1"/>
  </w:num>
  <w:num w:numId="6">
    <w:abstractNumId w:val="4"/>
  </w:num>
  <w:num w:numId="7">
    <w:abstractNumId w:val="5"/>
  </w:num>
  <w:num w:numId="8">
    <w:abstractNumId w:val="0"/>
  </w:num>
  <w:num w:numId="9">
    <w:abstractNumId w:val="7"/>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437C"/>
    <w:rsid w:val="00000553"/>
    <w:rsid w:val="00005F23"/>
    <w:rsid w:val="00006047"/>
    <w:rsid w:val="00006BC1"/>
    <w:rsid w:val="000108CE"/>
    <w:rsid w:val="00010F15"/>
    <w:rsid w:val="00011EDA"/>
    <w:rsid w:val="00013148"/>
    <w:rsid w:val="000132CB"/>
    <w:rsid w:val="0001611A"/>
    <w:rsid w:val="00016B5B"/>
    <w:rsid w:val="00017341"/>
    <w:rsid w:val="00017F9C"/>
    <w:rsid w:val="000200FB"/>
    <w:rsid w:val="0002646E"/>
    <w:rsid w:val="00030A3E"/>
    <w:rsid w:val="00031C76"/>
    <w:rsid w:val="0003232E"/>
    <w:rsid w:val="00033009"/>
    <w:rsid w:val="00033AB4"/>
    <w:rsid w:val="000346C7"/>
    <w:rsid w:val="0003664A"/>
    <w:rsid w:val="000366EE"/>
    <w:rsid w:val="00037030"/>
    <w:rsid w:val="000417F6"/>
    <w:rsid w:val="00044F4D"/>
    <w:rsid w:val="00046AB9"/>
    <w:rsid w:val="00046C80"/>
    <w:rsid w:val="00047DE0"/>
    <w:rsid w:val="00051A98"/>
    <w:rsid w:val="000521B6"/>
    <w:rsid w:val="00053FF2"/>
    <w:rsid w:val="00055D2A"/>
    <w:rsid w:val="000565FA"/>
    <w:rsid w:val="00056824"/>
    <w:rsid w:val="00056CDE"/>
    <w:rsid w:val="00056EB3"/>
    <w:rsid w:val="00057909"/>
    <w:rsid w:val="00060F0C"/>
    <w:rsid w:val="0006145D"/>
    <w:rsid w:val="00061804"/>
    <w:rsid w:val="00062421"/>
    <w:rsid w:val="00062E1C"/>
    <w:rsid w:val="0006449E"/>
    <w:rsid w:val="0006658D"/>
    <w:rsid w:val="0007016D"/>
    <w:rsid w:val="000705AF"/>
    <w:rsid w:val="000708B8"/>
    <w:rsid w:val="000708CB"/>
    <w:rsid w:val="00071DEA"/>
    <w:rsid w:val="00072CA8"/>
    <w:rsid w:val="00072DCA"/>
    <w:rsid w:val="00073CD7"/>
    <w:rsid w:val="00075032"/>
    <w:rsid w:val="00076067"/>
    <w:rsid w:val="00080E31"/>
    <w:rsid w:val="00081CC2"/>
    <w:rsid w:val="000852DD"/>
    <w:rsid w:val="00086597"/>
    <w:rsid w:val="000865E7"/>
    <w:rsid w:val="000866DE"/>
    <w:rsid w:val="00086CE3"/>
    <w:rsid w:val="000905F3"/>
    <w:rsid w:val="00092B81"/>
    <w:rsid w:val="00097BFB"/>
    <w:rsid w:val="000A0D26"/>
    <w:rsid w:val="000A1704"/>
    <w:rsid w:val="000A1FAC"/>
    <w:rsid w:val="000A2985"/>
    <w:rsid w:val="000A2EBE"/>
    <w:rsid w:val="000A5393"/>
    <w:rsid w:val="000A60DD"/>
    <w:rsid w:val="000B1D0C"/>
    <w:rsid w:val="000B4507"/>
    <w:rsid w:val="000B456E"/>
    <w:rsid w:val="000B555C"/>
    <w:rsid w:val="000B57E3"/>
    <w:rsid w:val="000C099E"/>
    <w:rsid w:val="000C1BC3"/>
    <w:rsid w:val="000E0A13"/>
    <w:rsid w:val="000E0A5A"/>
    <w:rsid w:val="000E3BF7"/>
    <w:rsid w:val="000E45A6"/>
    <w:rsid w:val="000F0333"/>
    <w:rsid w:val="000F1FB7"/>
    <w:rsid w:val="00101345"/>
    <w:rsid w:val="00102BD5"/>
    <w:rsid w:val="0010711B"/>
    <w:rsid w:val="00110C3F"/>
    <w:rsid w:val="0011136A"/>
    <w:rsid w:val="00113607"/>
    <w:rsid w:val="001170CF"/>
    <w:rsid w:val="001179F5"/>
    <w:rsid w:val="00120E13"/>
    <w:rsid w:val="001232DB"/>
    <w:rsid w:val="001236D3"/>
    <w:rsid w:val="00124970"/>
    <w:rsid w:val="00124E5E"/>
    <w:rsid w:val="00125A0B"/>
    <w:rsid w:val="00126535"/>
    <w:rsid w:val="00130D69"/>
    <w:rsid w:val="00131F41"/>
    <w:rsid w:val="001321A1"/>
    <w:rsid w:val="0013345A"/>
    <w:rsid w:val="00134D69"/>
    <w:rsid w:val="00135F62"/>
    <w:rsid w:val="00137BF1"/>
    <w:rsid w:val="00140207"/>
    <w:rsid w:val="00141DBA"/>
    <w:rsid w:val="00145678"/>
    <w:rsid w:val="00147917"/>
    <w:rsid w:val="0015072F"/>
    <w:rsid w:val="00150CCC"/>
    <w:rsid w:val="00151D7D"/>
    <w:rsid w:val="00154EF8"/>
    <w:rsid w:val="00157C05"/>
    <w:rsid w:val="00157FC5"/>
    <w:rsid w:val="00162B23"/>
    <w:rsid w:val="00163E5C"/>
    <w:rsid w:val="00166A32"/>
    <w:rsid w:val="00167CF2"/>
    <w:rsid w:val="00171CFB"/>
    <w:rsid w:val="001740BA"/>
    <w:rsid w:val="00175122"/>
    <w:rsid w:val="00176EE5"/>
    <w:rsid w:val="00180C17"/>
    <w:rsid w:val="00181E81"/>
    <w:rsid w:val="00182D1D"/>
    <w:rsid w:val="0018597C"/>
    <w:rsid w:val="001910B7"/>
    <w:rsid w:val="00192F06"/>
    <w:rsid w:val="00196F26"/>
    <w:rsid w:val="001A0A53"/>
    <w:rsid w:val="001A267E"/>
    <w:rsid w:val="001A2DE8"/>
    <w:rsid w:val="001A370B"/>
    <w:rsid w:val="001B32DB"/>
    <w:rsid w:val="001B709C"/>
    <w:rsid w:val="001B7E96"/>
    <w:rsid w:val="001C0C39"/>
    <w:rsid w:val="001C176D"/>
    <w:rsid w:val="001C19E9"/>
    <w:rsid w:val="001C1C98"/>
    <w:rsid w:val="001C281F"/>
    <w:rsid w:val="001C4173"/>
    <w:rsid w:val="001C4BA3"/>
    <w:rsid w:val="001C5FFF"/>
    <w:rsid w:val="001C6F44"/>
    <w:rsid w:val="001D0137"/>
    <w:rsid w:val="001D1EF7"/>
    <w:rsid w:val="001D4364"/>
    <w:rsid w:val="001D58D9"/>
    <w:rsid w:val="001D5FAD"/>
    <w:rsid w:val="001D773E"/>
    <w:rsid w:val="001D7E72"/>
    <w:rsid w:val="001E2003"/>
    <w:rsid w:val="001E2319"/>
    <w:rsid w:val="001E48FA"/>
    <w:rsid w:val="001E4CF9"/>
    <w:rsid w:val="001E4FBA"/>
    <w:rsid w:val="001F262B"/>
    <w:rsid w:val="001F4162"/>
    <w:rsid w:val="0020066D"/>
    <w:rsid w:val="00201C55"/>
    <w:rsid w:val="00202FEE"/>
    <w:rsid w:val="00203947"/>
    <w:rsid w:val="00205C85"/>
    <w:rsid w:val="002101F2"/>
    <w:rsid w:val="00212E7C"/>
    <w:rsid w:val="00217E3F"/>
    <w:rsid w:val="00221711"/>
    <w:rsid w:val="00221C42"/>
    <w:rsid w:val="002249CA"/>
    <w:rsid w:val="00226B2C"/>
    <w:rsid w:val="00226ED5"/>
    <w:rsid w:val="002319AD"/>
    <w:rsid w:val="00234C61"/>
    <w:rsid w:val="00234D86"/>
    <w:rsid w:val="00235FAB"/>
    <w:rsid w:val="002374F4"/>
    <w:rsid w:val="00237F88"/>
    <w:rsid w:val="0024068C"/>
    <w:rsid w:val="00241789"/>
    <w:rsid w:val="002433FA"/>
    <w:rsid w:val="00247BF4"/>
    <w:rsid w:val="0025075D"/>
    <w:rsid w:val="002514C8"/>
    <w:rsid w:val="00252012"/>
    <w:rsid w:val="0025511B"/>
    <w:rsid w:val="00256B0D"/>
    <w:rsid w:val="002572E0"/>
    <w:rsid w:val="00263C0F"/>
    <w:rsid w:val="00264319"/>
    <w:rsid w:val="002644E5"/>
    <w:rsid w:val="0026629A"/>
    <w:rsid w:val="00270293"/>
    <w:rsid w:val="002716BF"/>
    <w:rsid w:val="0027460A"/>
    <w:rsid w:val="002751E6"/>
    <w:rsid w:val="00276400"/>
    <w:rsid w:val="00277A6D"/>
    <w:rsid w:val="0028242B"/>
    <w:rsid w:val="00283829"/>
    <w:rsid w:val="00286DB8"/>
    <w:rsid w:val="00287A20"/>
    <w:rsid w:val="00290C40"/>
    <w:rsid w:val="002969AC"/>
    <w:rsid w:val="0029710F"/>
    <w:rsid w:val="002A1DD0"/>
    <w:rsid w:val="002A1E4A"/>
    <w:rsid w:val="002A45ED"/>
    <w:rsid w:val="002A6369"/>
    <w:rsid w:val="002A770D"/>
    <w:rsid w:val="002B4C96"/>
    <w:rsid w:val="002C4648"/>
    <w:rsid w:val="002D09DA"/>
    <w:rsid w:val="002D6060"/>
    <w:rsid w:val="002E2283"/>
    <w:rsid w:val="002E5335"/>
    <w:rsid w:val="002E609C"/>
    <w:rsid w:val="002E7204"/>
    <w:rsid w:val="002F059B"/>
    <w:rsid w:val="002F1C75"/>
    <w:rsid w:val="002F69C3"/>
    <w:rsid w:val="00300EF2"/>
    <w:rsid w:val="0030407C"/>
    <w:rsid w:val="0030547C"/>
    <w:rsid w:val="003107A0"/>
    <w:rsid w:val="00315293"/>
    <w:rsid w:val="00315990"/>
    <w:rsid w:val="00317635"/>
    <w:rsid w:val="00317D01"/>
    <w:rsid w:val="0032085A"/>
    <w:rsid w:val="003317AF"/>
    <w:rsid w:val="00331CE8"/>
    <w:rsid w:val="00331E31"/>
    <w:rsid w:val="00333A31"/>
    <w:rsid w:val="00333A3C"/>
    <w:rsid w:val="003369B0"/>
    <w:rsid w:val="0034067C"/>
    <w:rsid w:val="00343AA7"/>
    <w:rsid w:val="0034551E"/>
    <w:rsid w:val="0034648C"/>
    <w:rsid w:val="00347562"/>
    <w:rsid w:val="00347613"/>
    <w:rsid w:val="00352A30"/>
    <w:rsid w:val="00355E06"/>
    <w:rsid w:val="00355E08"/>
    <w:rsid w:val="00355E46"/>
    <w:rsid w:val="00357012"/>
    <w:rsid w:val="003573E9"/>
    <w:rsid w:val="00360959"/>
    <w:rsid w:val="00364CC5"/>
    <w:rsid w:val="0036660D"/>
    <w:rsid w:val="00366D63"/>
    <w:rsid w:val="0037098F"/>
    <w:rsid w:val="00370AA8"/>
    <w:rsid w:val="00372187"/>
    <w:rsid w:val="00372682"/>
    <w:rsid w:val="00372E87"/>
    <w:rsid w:val="00374048"/>
    <w:rsid w:val="0037456A"/>
    <w:rsid w:val="00376425"/>
    <w:rsid w:val="00376963"/>
    <w:rsid w:val="00380190"/>
    <w:rsid w:val="00380BB1"/>
    <w:rsid w:val="00380D9B"/>
    <w:rsid w:val="00380EC8"/>
    <w:rsid w:val="00384285"/>
    <w:rsid w:val="00385F35"/>
    <w:rsid w:val="00387229"/>
    <w:rsid w:val="00387CB9"/>
    <w:rsid w:val="003919B7"/>
    <w:rsid w:val="00395886"/>
    <w:rsid w:val="003974C1"/>
    <w:rsid w:val="003A3307"/>
    <w:rsid w:val="003A3830"/>
    <w:rsid w:val="003A487E"/>
    <w:rsid w:val="003A6BF6"/>
    <w:rsid w:val="003B0B95"/>
    <w:rsid w:val="003B0E05"/>
    <w:rsid w:val="003B1922"/>
    <w:rsid w:val="003C1AA7"/>
    <w:rsid w:val="003C3E5B"/>
    <w:rsid w:val="003C53DD"/>
    <w:rsid w:val="003C6EC4"/>
    <w:rsid w:val="003C7179"/>
    <w:rsid w:val="003D0C1A"/>
    <w:rsid w:val="003D2ACA"/>
    <w:rsid w:val="003D3271"/>
    <w:rsid w:val="003D35E9"/>
    <w:rsid w:val="003E009E"/>
    <w:rsid w:val="003E517C"/>
    <w:rsid w:val="003E5A0D"/>
    <w:rsid w:val="003F1AFE"/>
    <w:rsid w:val="003F2A5C"/>
    <w:rsid w:val="003F4734"/>
    <w:rsid w:val="0040515F"/>
    <w:rsid w:val="00407F90"/>
    <w:rsid w:val="00410762"/>
    <w:rsid w:val="00420D3D"/>
    <w:rsid w:val="00422472"/>
    <w:rsid w:val="0042412A"/>
    <w:rsid w:val="00426304"/>
    <w:rsid w:val="00426986"/>
    <w:rsid w:val="00426F85"/>
    <w:rsid w:val="00431B1F"/>
    <w:rsid w:val="00433B36"/>
    <w:rsid w:val="0043404C"/>
    <w:rsid w:val="004344C0"/>
    <w:rsid w:val="004362E9"/>
    <w:rsid w:val="00436C9C"/>
    <w:rsid w:val="00441522"/>
    <w:rsid w:val="004455A9"/>
    <w:rsid w:val="00445AFD"/>
    <w:rsid w:val="00447923"/>
    <w:rsid w:val="0045069F"/>
    <w:rsid w:val="00450B57"/>
    <w:rsid w:val="004604C7"/>
    <w:rsid w:val="00461E46"/>
    <w:rsid w:val="00464582"/>
    <w:rsid w:val="0047060B"/>
    <w:rsid w:val="00473302"/>
    <w:rsid w:val="004747B9"/>
    <w:rsid w:val="00474DBC"/>
    <w:rsid w:val="00474F08"/>
    <w:rsid w:val="00475499"/>
    <w:rsid w:val="00476F7B"/>
    <w:rsid w:val="00477866"/>
    <w:rsid w:val="0048155C"/>
    <w:rsid w:val="00483E77"/>
    <w:rsid w:val="004857B0"/>
    <w:rsid w:val="004859E8"/>
    <w:rsid w:val="00495314"/>
    <w:rsid w:val="004A0D18"/>
    <w:rsid w:val="004A1627"/>
    <w:rsid w:val="004A3B2B"/>
    <w:rsid w:val="004A485A"/>
    <w:rsid w:val="004A5F1E"/>
    <w:rsid w:val="004B04EE"/>
    <w:rsid w:val="004B11CA"/>
    <w:rsid w:val="004B3A2E"/>
    <w:rsid w:val="004B6B2B"/>
    <w:rsid w:val="004B6C87"/>
    <w:rsid w:val="004C0025"/>
    <w:rsid w:val="004C01A3"/>
    <w:rsid w:val="004C612F"/>
    <w:rsid w:val="004C79EC"/>
    <w:rsid w:val="004C7BBC"/>
    <w:rsid w:val="004D2602"/>
    <w:rsid w:val="004D38B1"/>
    <w:rsid w:val="004D3B01"/>
    <w:rsid w:val="004D40A3"/>
    <w:rsid w:val="004D6082"/>
    <w:rsid w:val="004D6515"/>
    <w:rsid w:val="004D7D81"/>
    <w:rsid w:val="004D7DED"/>
    <w:rsid w:val="004F1858"/>
    <w:rsid w:val="004F4942"/>
    <w:rsid w:val="004F5742"/>
    <w:rsid w:val="00501EC7"/>
    <w:rsid w:val="00504FF0"/>
    <w:rsid w:val="00507021"/>
    <w:rsid w:val="005121A0"/>
    <w:rsid w:val="00512C89"/>
    <w:rsid w:val="0051389F"/>
    <w:rsid w:val="00513B28"/>
    <w:rsid w:val="0051647D"/>
    <w:rsid w:val="0051682D"/>
    <w:rsid w:val="00516A0C"/>
    <w:rsid w:val="005205A1"/>
    <w:rsid w:val="00520E69"/>
    <w:rsid w:val="005211DF"/>
    <w:rsid w:val="005216A7"/>
    <w:rsid w:val="005243FB"/>
    <w:rsid w:val="00527ABC"/>
    <w:rsid w:val="00530113"/>
    <w:rsid w:val="005303CA"/>
    <w:rsid w:val="005304BE"/>
    <w:rsid w:val="005308A1"/>
    <w:rsid w:val="0053302E"/>
    <w:rsid w:val="00533C66"/>
    <w:rsid w:val="005411C7"/>
    <w:rsid w:val="0054391D"/>
    <w:rsid w:val="00543C49"/>
    <w:rsid w:val="00545547"/>
    <w:rsid w:val="0055233B"/>
    <w:rsid w:val="005538A7"/>
    <w:rsid w:val="00554345"/>
    <w:rsid w:val="0055543C"/>
    <w:rsid w:val="00556123"/>
    <w:rsid w:val="00557E00"/>
    <w:rsid w:val="00561891"/>
    <w:rsid w:val="00563556"/>
    <w:rsid w:val="00566043"/>
    <w:rsid w:val="00567359"/>
    <w:rsid w:val="005678F3"/>
    <w:rsid w:val="00571CD1"/>
    <w:rsid w:val="005723C7"/>
    <w:rsid w:val="00572554"/>
    <w:rsid w:val="00574716"/>
    <w:rsid w:val="00575C5E"/>
    <w:rsid w:val="00580402"/>
    <w:rsid w:val="00580AE3"/>
    <w:rsid w:val="005818F9"/>
    <w:rsid w:val="00582EEA"/>
    <w:rsid w:val="0058437C"/>
    <w:rsid w:val="00587792"/>
    <w:rsid w:val="0058790F"/>
    <w:rsid w:val="0059007F"/>
    <w:rsid w:val="005913A6"/>
    <w:rsid w:val="00595B54"/>
    <w:rsid w:val="0059600F"/>
    <w:rsid w:val="005970E3"/>
    <w:rsid w:val="005A0B4F"/>
    <w:rsid w:val="005A16BA"/>
    <w:rsid w:val="005A2BFD"/>
    <w:rsid w:val="005A3F63"/>
    <w:rsid w:val="005A760A"/>
    <w:rsid w:val="005A7A28"/>
    <w:rsid w:val="005B2E10"/>
    <w:rsid w:val="005B3DCE"/>
    <w:rsid w:val="005B40A0"/>
    <w:rsid w:val="005B4BB9"/>
    <w:rsid w:val="005B7166"/>
    <w:rsid w:val="005C02BF"/>
    <w:rsid w:val="005C2436"/>
    <w:rsid w:val="005C30C6"/>
    <w:rsid w:val="005C595A"/>
    <w:rsid w:val="005D1766"/>
    <w:rsid w:val="005D21BB"/>
    <w:rsid w:val="005D21FD"/>
    <w:rsid w:val="005D3CE6"/>
    <w:rsid w:val="005D6489"/>
    <w:rsid w:val="005D6E6E"/>
    <w:rsid w:val="005E242B"/>
    <w:rsid w:val="005E273D"/>
    <w:rsid w:val="005E2825"/>
    <w:rsid w:val="005E29A1"/>
    <w:rsid w:val="005E765D"/>
    <w:rsid w:val="005F3CEA"/>
    <w:rsid w:val="005F3E90"/>
    <w:rsid w:val="005F5ADE"/>
    <w:rsid w:val="005F6D82"/>
    <w:rsid w:val="00600A7F"/>
    <w:rsid w:val="006013CE"/>
    <w:rsid w:val="006018D6"/>
    <w:rsid w:val="0060487F"/>
    <w:rsid w:val="006128EC"/>
    <w:rsid w:val="006146B8"/>
    <w:rsid w:val="00615F54"/>
    <w:rsid w:val="0062093A"/>
    <w:rsid w:val="0062505A"/>
    <w:rsid w:val="00625105"/>
    <w:rsid w:val="00627FD5"/>
    <w:rsid w:val="00632736"/>
    <w:rsid w:val="006338B2"/>
    <w:rsid w:val="00634461"/>
    <w:rsid w:val="006362A7"/>
    <w:rsid w:val="006370A8"/>
    <w:rsid w:val="006408A2"/>
    <w:rsid w:val="00641835"/>
    <w:rsid w:val="00644715"/>
    <w:rsid w:val="006468BA"/>
    <w:rsid w:val="00647D20"/>
    <w:rsid w:val="0065343C"/>
    <w:rsid w:val="00654D21"/>
    <w:rsid w:val="00655C50"/>
    <w:rsid w:val="00661024"/>
    <w:rsid w:val="00661452"/>
    <w:rsid w:val="0066206B"/>
    <w:rsid w:val="00670B3B"/>
    <w:rsid w:val="0067202A"/>
    <w:rsid w:val="00673FAD"/>
    <w:rsid w:val="006760B7"/>
    <w:rsid w:val="006769E0"/>
    <w:rsid w:val="00676EFF"/>
    <w:rsid w:val="006776FD"/>
    <w:rsid w:val="00677AB2"/>
    <w:rsid w:val="00680647"/>
    <w:rsid w:val="00684DCE"/>
    <w:rsid w:val="0068501B"/>
    <w:rsid w:val="0068625D"/>
    <w:rsid w:val="00686DC9"/>
    <w:rsid w:val="00690BC6"/>
    <w:rsid w:val="00691133"/>
    <w:rsid w:val="00692DF0"/>
    <w:rsid w:val="006945EB"/>
    <w:rsid w:val="00696BB5"/>
    <w:rsid w:val="006970B6"/>
    <w:rsid w:val="006A5FC8"/>
    <w:rsid w:val="006A795D"/>
    <w:rsid w:val="006B0203"/>
    <w:rsid w:val="006B21A2"/>
    <w:rsid w:val="006B35C8"/>
    <w:rsid w:val="006B3F2E"/>
    <w:rsid w:val="006B45E2"/>
    <w:rsid w:val="006B47EA"/>
    <w:rsid w:val="006B52DB"/>
    <w:rsid w:val="006B5660"/>
    <w:rsid w:val="006B6592"/>
    <w:rsid w:val="006B6EFE"/>
    <w:rsid w:val="006C119E"/>
    <w:rsid w:val="006C1F85"/>
    <w:rsid w:val="006C2C09"/>
    <w:rsid w:val="006C74A8"/>
    <w:rsid w:val="006D0B70"/>
    <w:rsid w:val="006D14BF"/>
    <w:rsid w:val="006D2D72"/>
    <w:rsid w:val="006D2F87"/>
    <w:rsid w:val="006D4FDD"/>
    <w:rsid w:val="006D56E1"/>
    <w:rsid w:val="006D57E0"/>
    <w:rsid w:val="006D5CCE"/>
    <w:rsid w:val="006D5F02"/>
    <w:rsid w:val="006D5FA2"/>
    <w:rsid w:val="006D7665"/>
    <w:rsid w:val="006E1575"/>
    <w:rsid w:val="006E2F93"/>
    <w:rsid w:val="006E6E3A"/>
    <w:rsid w:val="006F249D"/>
    <w:rsid w:val="006F3513"/>
    <w:rsid w:val="006F352A"/>
    <w:rsid w:val="006F4484"/>
    <w:rsid w:val="006F618E"/>
    <w:rsid w:val="006F7271"/>
    <w:rsid w:val="0070310E"/>
    <w:rsid w:val="007078CA"/>
    <w:rsid w:val="00712740"/>
    <w:rsid w:val="00714361"/>
    <w:rsid w:val="007146B6"/>
    <w:rsid w:val="00716B41"/>
    <w:rsid w:val="00720962"/>
    <w:rsid w:val="00720F01"/>
    <w:rsid w:val="007227A4"/>
    <w:rsid w:val="007276B0"/>
    <w:rsid w:val="007303C6"/>
    <w:rsid w:val="00731178"/>
    <w:rsid w:val="007350F0"/>
    <w:rsid w:val="00736665"/>
    <w:rsid w:val="0073679D"/>
    <w:rsid w:val="00736C6D"/>
    <w:rsid w:val="007423EE"/>
    <w:rsid w:val="00743126"/>
    <w:rsid w:val="007431D3"/>
    <w:rsid w:val="00743DE1"/>
    <w:rsid w:val="00745CF7"/>
    <w:rsid w:val="007509A8"/>
    <w:rsid w:val="0075180C"/>
    <w:rsid w:val="00752DD6"/>
    <w:rsid w:val="00753B76"/>
    <w:rsid w:val="007558BB"/>
    <w:rsid w:val="00755F61"/>
    <w:rsid w:val="0075716A"/>
    <w:rsid w:val="00762CAB"/>
    <w:rsid w:val="00763EEA"/>
    <w:rsid w:val="007662A1"/>
    <w:rsid w:val="007666C6"/>
    <w:rsid w:val="0076781A"/>
    <w:rsid w:val="007721B1"/>
    <w:rsid w:val="00775062"/>
    <w:rsid w:val="00775650"/>
    <w:rsid w:val="00776201"/>
    <w:rsid w:val="007775C6"/>
    <w:rsid w:val="00781586"/>
    <w:rsid w:val="0078223C"/>
    <w:rsid w:val="00782CB2"/>
    <w:rsid w:val="007835A4"/>
    <w:rsid w:val="00786F10"/>
    <w:rsid w:val="007875BD"/>
    <w:rsid w:val="007879A2"/>
    <w:rsid w:val="00790390"/>
    <w:rsid w:val="007907BD"/>
    <w:rsid w:val="00790A68"/>
    <w:rsid w:val="007916F7"/>
    <w:rsid w:val="00792C0E"/>
    <w:rsid w:val="007962FF"/>
    <w:rsid w:val="00796BE7"/>
    <w:rsid w:val="00796EF5"/>
    <w:rsid w:val="00797022"/>
    <w:rsid w:val="00797AE4"/>
    <w:rsid w:val="007A2673"/>
    <w:rsid w:val="007A7264"/>
    <w:rsid w:val="007A7458"/>
    <w:rsid w:val="007B0492"/>
    <w:rsid w:val="007B692C"/>
    <w:rsid w:val="007B6977"/>
    <w:rsid w:val="007B6F61"/>
    <w:rsid w:val="007C1F45"/>
    <w:rsid w:val="007C40CC"/>
    <w:rsid w:val="007C5C11"/>
    <w:rsid w:val="007C64E7"/>
    <w:rsid w:val="007D0725"/>
    <w:rsid w:val="007D500E"/>
    <w:rsid w:val="007D6745"/>
    <w:rsid w:val="007E3EF8"/>
    <w:rsid w:val="007E5DFE"/>
    <w:rsid w:val="007E7846"/>
    <w:rsid w:val="007F1C61"/>
    <w:rsid w:val="007F4DAB"/>
    <w:rsid w:val="007F7810"/>
    <w:rsid w:val="008012AD"/>
    <w:rsid w:val="00802432"/>
    <w:rsid w:val="00802CB7"/>
    <w:rsid w:val="00805349"/>
    <w:rsid w:val="00810D5A"/>
    <w:rsid w:val="00810E57"/>
    <w:rsid w:val="00811ECF"/>
    <w:rsid w:val="00813B1F"/>
    <w:rsid w:val="00813BA2"/>
    <w:rsid w:val="0081522F"/>
    <w:rsid w:val="00816218"/>
    <w:rsid w:val="00816CB9"/>
    <w:rsid w:val="00816E91"/>
    <w:rsid w:val="00820015"/>
    <w:rsid w:val="00822AFB"/>
    <w:rsid w:val="00823202"/>
    <w:rsid w:val="00823DB0"/>
    <w:rsid w:val="0082457C"/>
    <w:rsid w:val="00826D47"/>
    <w:rsid w:val="00827D87"/>
    <w:rsid w:val="00832127"/>
    <w:rsid w:val="00832221"/>
    <w:rsid w:val="00840965"/>
    <w:rsid w:val="00841395"/>
    <w:rsid w:val="00842FD8"/>
    <w:rsid w:val="00846642"/>
    <w:rsid w:val="0084680C"/>
    <w:rsid w:val="00846D53"/>
    <w:rsid w:val="00853694"/>
    <w:rsid w:val="00853EAB"/>
    <w:rsid w:val="008564C4"/>
    <w:rsid w:val="00856A92"/>
    <w:rsid w:val="00856FC2"/>
    <w:rsid w:val="008572DD"/>
    <w:rsid w:val="00860D07"/>
    <w:rsid w:val="00861C74"/>
    <w:rsid w:val="0086390E"/>
    <w:rsid w:val="00866772"/>
    <w:rsid w:val="00870704"/>
    <w:rsid w:val="00874720"/>
    <w:rsid w:val="00875F0B"/>
    <w:rsid w:val="00876CD7"/>
    <w:rsid w:val="00876DC5"/>
    <w:rsid w:val="008810F4"/>
    <w:rsid w:val="00883118"/>
    <w:rsid w:val="008849D3"/>
    <w:rsid w:val="00887598"/>
    <w:rsid w:val="00887599"/>
    <w:rsid w:val="00887FB5"/>
    <w:rsid w:val="0089528E"/>
    <w:rsid w:val="00895E49"/>
    <w:rsid w:val="00897B06"/>
    <w:rsid w:val="00897D9A"/>
    <w:rsid w:val="008A18D4"/>
    <w:rsid w:val="008A2EFB"/>
    <w:rsid w:val="008A4C7F"/>
    <w:rsid w:val="008A5945"/>
    <w:rsid w:val="008A6D79"/>
    <w:rsid w:val="008A7616"/>
    <w:rsid w:val="008B0E85"/>
    <w:rsid w:val="008B13ED"/>
    <w:rsid w:val="008B1B40"/>
    <w:rsid w:val="008B1CAA"/>
    <w:rsid w:val="008B1E77"/>
    <w:rsid w:val="008B211B"/>
    <w:rsid w:val="008B2ECF"/>
    <w:rsid w:val="008B3DAB"/>
    <w:rsid w:val="008B60DE"/>
    <w:rsid w:val="008B6FD0"/>
    <w:rsid w:val="008B767E"/>
    <w:rsid w:val="008C0215"/>
    <w:rsid w:val="008C1AEF"/>
    <w:rsid w:val="008C57E4"/>
    <w:rsid w:val="008C5832"/>
    <w:rsid w:val="008C5B01"/>
    <w:rsid w:val="008D218F"/>
    <w:rsid w:val="008D2B2C"/>
    <w:rsid w:val="008D2CC3"/>
    <w:rsid w:val="008D3A2A"/>
    <w:rsid w:val="008D729E"/>
    <w:rsid w:val="008E5FFA"/>
    <w:rsid w:val="008E7917"/>
    <w:rsid w:val="008F0006"/>
    <w:rsid w:val="008F4AC0"/>
    <w:rsid w:val="00900368"/>
    <w:rsid w:val="00903263"/>
    <w:rsid w:val="00903E39"/>
    <w:rsid w:val="00904D32"/>
    <w:rsid w:val="009114B9"/>
    <w:rsid w:val="009114EC"/>
    <w:rsid w:val="00911ABD"/>
    <w:rsid w:val="0091650B"/>
    <w:rsid w:val="00917013"/>
    <w:rsid w:val="00920102"/>
    <w:rsid w:val="009239B0"/>
    <w:rsid w:val="00923E7E"/>
    <w:rsid w:val="009262AB"/>
    <w:rsid w:val="009336CD"/>
    <w:rsid w:val="00935F33"/>
    <w:rsid w:val="009368AC"/>
    <w:rsid w:val="00940B5F"/>
    <w:rsid w:val="00941425"/>
    <w:rsid w:val="009444EC"/>
    <w:rsid w:val="009466EF"/>
    <w:rsid w:val="00950C85"/>
    <w:rsid w:val="00954033"/>
    <w:rsid w:val="00954911"/>
    <w:rsid w:val="0095506D"/>
    <w:rsid w:val="00957AB3"/>
    <w:rsid w:val="00961483"/>
    <w:rsid w:val="00961961"/>
    <w:rsid w:val="00962F0F"/>
    <w:rsid w:val="009645CA"/>
    <w:rsid w:val="00964C3D"/>
    <w:rsid w:val="00964CCC"/>
    <w:rsid w:val="00970AE0"/>
    <w:rsid w:val="009750C4"/>
    <w:rsid w:val="00975DCC"/>
    <w:rsid w:val="009760FD"/>
    <w:rsid w:val="00976700"/>
    <w:rsid w:val="009775DA"/>
    <w:rsid w:val="009777AD"/>
    <w:rsid w:val="00991D0C"/>
    <w:rsid w:val="00991FA9"/>
    <w:rsid w:val="00993C93"/>
    <w:rsid w:val="009955E3"/>
    <w:rsid w:val="00997444"/>
    <w:rsid w:val="009A1FC9"/>
    <w:rsid w:val="009A3DEC"/>
    <w:rsid w:val="009A66AD"/>
    <w:rsid w:val="009B051E"/>
    <w:rsid w:val="009B0665"/>
    <w:rsid w:val="009B40E6"/>
    <w:rsid w:val="009B48DE"/>
    <w:rsid w:val="009B620F"/>
    <w:rsid w:val="009B6A08"/>
    <w:rsid w:val="009C0D34"/>
    <w:rsid w:val="009C241D"/>
    <w:rsid w:val="009C5DEF"/>
    <w:rsid w:val="009C7FE9"/>
    <w:rsid w:val="009D084F"/>
    <w:rsid w:val="009D5C1D"/>
    <w:rsid w:val="009D63A4"/>
    <w:rsid w:val="009D685F"/>
    <w:rsid w:val="009E0E94"/>
    <w:rsid w:val="009E2851"/>
    <w:rsid w:val="009E2FC1"/>
    <w:rsid w:val="009E36B5"/>
    <w:rsid w:val="009F26C8"/>
    <w:rsid w:val="009F3B41"/>
    <w:rsid w:val="009F459C"/>
    <w:rsid w:val="009F632C"/>
    <w:rsid w:val="009F6EA0"/>
    <w:rsid w:val="009F7812"/>
    <w:rsid w:val="00A014E3"/>
    <w:rsid w:val="00A023A9"/>
    <w:rsid w:val="00A0282B"/>
    <w:rsid w:val="00A05F7F"/>
    <w:rsid w:val="00A07B97"/>
    <w:rsid w:val="00A07BEE"/>
    <w:rsid w:val="00A107CA"/>
    <w:rsid w:val="00A122FF"/>
    <w:rsid w:val="00A13B47"/>
    <w:rsid w:val="00A15FD5"/>
    <w:rsid w:val="00A175ED"/>
    <w:rsid w:val="00A21098"/>
    <w:rsid w:val="00A21150"/>
    <w:rsid w:val="00A22B77"/>
    <w:rsid w:val="00A22C74"/>
    <w:rsid w:val="00A23784"/>
    <w:rsid w:val="00A23A96"/>
    <w:rsid w:val="00A263CF"/>
    <w:rsid w:val="00A267F9"/>
    <w:rsid w:val="00A3068A"/>
    <w:rsid w:val="00A30883"/>
    <w:rsid w:val="00A33056"/>
    <w:rsid w:val="00A3397E"/>
    <w:rsid w:val="00A34411"/>
    <w:rsid w:val="00A4209D"/>
    <w:rsid w:val="00A4264B"/>
    <w:rsid w:val="00A503F4"/>
    <w:rsid w:val="00A5188A"/>
    <w:rsid w:val="00A51DAA"/>
    <w:rsid w:val="00A526DE"/>
    <w:rsid w:val="00A53707"/>
    <w:rsid w:val="00A56840"/>
    <w:rsid w:val="00A57732"/>
    <w:rsid w:val="00A57883"/>
    <w:rsid w:val="00A57BFF"/>
    <w:rsid w:val="00A57C10"/>
    <w:rsid w:val="00A6206C"/>
    <w:rsid w:val="00A64734"/>
    <w:rsid w:val="00A721BD"/>
    <w:rsid w:val="00A747A3"/>
    <w:rsid w:val="00A75478"/>
    <w:rsid w:val="00A75542"/>
    <w:rsid w:val="00A8165F"/>
    <w:rsid w:val="00A828B1"/>
    <w:rsid w:val="00A84549"/>
    <w:rsid w:val="00A86D55"/>
    <w:rsid w:val="00A8743F"/>
    <w:rsid w:val="00A93CE1"/>
    <w:rsid w:val="00A957DA"/>
    <w:rsid w:val="00AA5A92"/>
    <w:rsid w:val="00AA6CE5"/>
    <w:rsid w:val="00AB1347"/>
    <w:rsid w:val="00AB20E0"/>
    <w:rsid w:val="00AB2988"/>
    <w:rsid w:val="00AB2EFB"/>
    <w:rsid w:val="00AB4D1C"/>
    <w:rsid w:val="00AB5DC9"/>
    <w:rsid w:val="00AB6777"/>
    <w:rsid w:val="00AB7B0C"/>
    <w:rsid w:val="00AB7BC4"/>
    <w:rsid w:val="00AC11EF"/>
    <w:rsid w:val="00AC244A"/>
    <w:rsid w:val="00AC29C6"/>
    <w:rsid w:val="00AC3B65"/>
    <w:rsid w:val="00AC4C0F"/>
    <w:rsid w:val="00AC6D0D"/>
    <w:rsid w:val="00AD0238"/>
    <w:rsid w:val="00AD03AA"/>
    <w:rsid w:val="00AD143A"/>
    <w:rsid w:val="00AD16EB"/>
    <w:rsid w:val="00AD2A42"/>
    <w:rsid w:val="00AD67A9"/>
    <w:rsid w:val="00AD6CCE"/>
    <w:rsid w:val="00AD76A9"/>
    <w:rsid w:val="00AE1B0C"/>
    <w:rsid w:val="00AE3FA1"/>
    <w:rsid w:val="00AE6219"/>
    <w:rsid w:val="00AE6AD3"/>
    <w:rsid w:val="00AF000B"/>
    <w:rsid w:val="00AF2B7B"/>
    <w:rsid w:val="00AF685F"/>
    <w:rsid w:val="00B0119A"/>
    <w:rsid w:val="00B01493"/>
    <w:rsid w:val="00B01E28"/>
    <w:rsid w:val="00B06BBD"/>
    <w:rsid w:val="00B074D2"/>
    <w:rsid w:val="00B13348"/>
    <w:rsid w:val="00B13C6D"/>
    <w:rsid w:val="00B15019"/>
    <w:rsid w:val="00B15C1E"/>
    <w:rsid w:val="00B17166"/>
    <w:rsid w:val="00B17CE6"/>
    <w:rsid w:val="00B205FC"/>
    <w:rsid w:val="00B20DD1"/>
    <w:rsid w:val="00B234E9"/>
    <w:rsid w:val="00B30AE6"/>
    <w:rsid w:val="00B310A2"/>
    <w:rsid w:val="00B34EE2"/>
    <w:rsid w:val="00B3509F"/>
    <w:rsid w:val="00B35B7F"/>
    <w:rsid w:val="00B35FD8"/>
    <w:rsid w:val="00B37098"/>
    <w:rsid w:val="00B37648"/>
    <w:rsid w:val="00B40CCE"/>
    <w:rsid w:val="00B413B5"/>
    <w:rsid w:val="00B427C1"/>
    <w:rsid w:val="00B45B95"/>
    <w:rsid w:val="00B55B3E"/>
    <w:rsid w:val="00B60A22"/>
    <w:rsid w:val="00B6304B"/>
    <w:rsid w:val="00B6344F"/>
    <w:rsid w:val="00B64DC4"/>
    <w:rsid w:val="00B65284"/>
    <w:rsid w:val="00B66169"/>
    <w:rsid w:val="00B70315"/>
    <w:rsid w:val="00B705F9"/>
    <w:rsid w:val="00B728EB"/>
    <w:rsid w:val="00B7508B"/>
    <w:rsid w:val="00B81638"/>
    <w:rsid w:val="00B8184D"/>
    <w:rsid w:val="00B93347"/>
    <w:rsid w:val="00B93D4E"/>
    <w:rsid w:val="00B95E04"/>
    <w:rsid w:val="00B9608A"/>
    <w:rsid w:val="00B968D0"/>
    <w:rsid w:val="00B971E3"/>
    <w:rsid w:val="00BA0306"/>
    <w:rsid w:val="00BA176F"/>
    <w:rsid w:val="00BA1DB2"/>
    <w:rsid w:val="00BA38BC"/>
    <w:rsid w:val="00BA52B6"/>
    <w:rsid w:val="00BA6A0F"/>
    <w:rsid w:val="00BB0D77"/>
    <w:rsid w:val="00BB1464"/>
    <w:rsid w:val="00BB3449"/>
    <w:rsid w:val="00BB3741"/>
    <w:rsid w:val="00BB4DF3"/>
    <w:rsid w:val="00BC0136"/>
    <w:rsid w:val="00BC12C4"/>
    <w:rsid w:val="00BC138E"/>
    <w:rsid w:val="00BC518E"/>
    <w:rsid w:val="00BC5444"/>
    <w:rsid w:val="00BC59F5"/>
    <w:rsid w:val="00BC5FA0"/>
    <w:rsid w:val="00BC767B"/>
    <w:rsid w:val="00BD1C9B"/>
    <w:rsid w:val="00BD3151"/>
    <w:rsid w:val="00BD4650"/>
    <w:rsid w:val="00BD666B"/>
    <w:rsid w:val="00BD728E"/>
    <w:rsid w:val="00BD7925"/>
    <w:rsid w:val="00BD7D2D"/>
    <w:rsid w:val="00BE00FB"/>
    <w:rsid w:val="00BE0815"/>
    <w:rsid w:val="00BE419E"/>
    <w:rsid w:val="00BE4A79"/>
    <w:rsid w:val="00BE4FF0"/>
    <w:rsid w:val="00BF3158"/>
    <w:rsid w:val="00BF3F8B"/>
    <w:rsid w:val="00BF4172"/>
    <w:rsid w:val="00BF44EA"/>
    <w:rsid w:val="00BF5CD0"/>
    <w:rsid w:val="00BF787E"/>
    <w:rsid w:val="00BF7D69"/>
    <w:rsid w:val="00C01CAB"/>
    <w:rsid w:val="00C03DC6"/>
    <w:rsid w:val="00C0494A"/>
    <w:rsid w:val="00C04C86"/>
    <w:rsid w:val="00C06957"/>
    <w:rsid w:val="00C102E8"/>
    <w:rsid w:val="00C13A3A"/>
    <w:rsid w:val="00C13F08"/>
    <w:rsid w:val="00C16550"/>
    <w:rsid w:val="00C23C9D"/>
    <w:rsid w:val="00C275E9"/>
    <w:rsid w:val="00C31160"/>
    <w:rsid w:val="00C31488"/>
    <w:rsid w:val="00C334E6"/>
    <w:rsid w:val="00C36E66"/>
    <w:rsid w:val="00C37D27"/>
    <w:rsid w:val="00C40753"/>
    <w:rsid w:val="00C41846"/>
    <w:rsid w:val="00C43A86"/>
    <w:rsid w:val="00C4483F"/>
    <w:rsid w:val="00C455B0"/>
    <w:rsid w:val="00C47D21"/>
    <w:rsid w:val="00C524E9"/>
    <w:rsid w:val="00C54BF9"/>
    <w:rsid w:val="00C5732C"/>
    <w:rsid w:val="00C6099C"/>
    <w:rsid w:val="00C60B76"/>
    <w:rsid w:val="00C636ED"/>
    <w:rsid w:val="00C6548E"/>
    <w:rsid w:val="00C65F2D"/>
    <w:rsid w:val="00C662DE"/>
    <w:rsid w:val="00C75419"/>
    <w:rsid w:val="00C76376"/>
    <w:rsid w:val="00C76B11"/>
    <w:rsid w:val="00C779E8"/>
    <w:rsid w:val="00C77EAB"/>
    <w:rsid w:val="00C80037"/>
    <w:rsid w:val="00C81C9E"/>
    <w:rsid w:val="00C84994"/>
    <w:rsid w:val="00C85F84"/>
    <w:rsid w:val="00C87DED"/>
    <w:rsid w:val="00C87F49"/>
    <w:rsid w:val="00C90F80"/>
    <w:rsid w:val="00C9139D"/>
    <w:rsid w:val="00C921FD"/>
    <w:rsid w:val="00C929B7"/>
    <w:rsid w:val="00C9735F"/>
    <w:rsid w:val="00C977A0"/>
    <w:rsid w:val="00C97D0D"/>
    <w:rsid w:val="00CA073F"/>
    <w:rsid w:val="00CA10E7"/>
    <w:rsid w:val="00CA5728"/>
    <w:rsid w:val="00CB07F3"/>
    <w:rsid w:val="00CB0C9D"/>
    <w:rsid w:val="00CB423D"/>
    <w:rsid w:val="00CB69E0"/>
    <w:rsid w:val="00CB6E86"/>
    <w:rsid w:val="00CC130B"/>
    <w:rsid w:val="00CC1819"/>
    <w:rsid w:val="00CD0D3C"/>
    <w:rsid w:val="00CD5039"/>
    <w:rsid w:val="00CD7FC6"/>
    <w:rsid w:val="00CE4BC7"/>
    <w:rsid w:val="00CE7FD4"/>
    <w:rsid w:val="00CF092C"/>
    <w:rsid w:val="00CF24CD"/>
    <w:rsid w:val="00CF3323"/>
    <w:rsid w:val="00CF687A"/>
    <w:rsid w:val="00D027FE"/>
    <w:rsid w:val="00D0280B"/>
    <w:rsid w:val="00D042F0"/>
    <w:rsid w:val="00D0492E"/>
    <w:rsid w:val="00D05707"/>
    <w:rsid w:val="00D061AC"/>
    <w:rsid w:val="00D11136"/>
    <w:rsid w:val="00D115DD"/>
    <w:rsid w:val="00D13AF3"/>
    <w:rsid w:val="00D149AF"/>
    <w:rsid w:val="00D154FA"/>
    <w:rsid w:val="00D21146"/>
    <w:rsid w:val="00D213F0"/>
    <w:rsid w:val="00D228A1"/>
    <w:rsid w:val="00D23456"/>
    <w:rsid w:val="00D26130"/>
    <w:rsid w:val="00D31423"/>
    <w:rsid w:val="00D31901"/>
    <w:rsid w:val="00D321D1"/>
    <w:rsid w:val="00D36C05"/>
    <w:rsid w:val="00D37B20"/>
    <w:rsid w:val="00D4087D"/>
    <w:rsid w:val="00D41F10"/>
    <w:rsid w:val="00D424BD"/>
    <w:rsid w:val="00D43FA9"/>
    <w:rsid w:val="00D44439"/>
    <w:rsid w:val="00D46B7A"/>
    <w:rsid w:val="00D479CF"/>
    <w:rsid w:val="00D51B81"/>
    <w:rsid w:val="00D521AC"/>
    <w:rsid w:val="00D53130"/>
    <w:rsid w:val="00D5793D"/>
    <w:rsid w:val="00D616B8"/>
    <w:rsid w:val="00D63C75"/>
    <w:rsid w:val="00D64551"/>
    <w:rsid w:val="00D64618"/>
    <w:rsid w:val="00D650F1"/>
    <w:rsid w:val="00D66A69"/>
    <w:rsid w:val="00D72052"/>
    <w:rsid w:val="00D74DAB"/>
    <w:rsid w:val="00D75E71"/>
    <w:rsid w:val="00D81CD9"/>
    <w:rsid w:val="00D82A08"/>
    <w:rsid w:val="00D82D62"/>
    <w:rsid w:val="00D83693"/>
    <w:rsid w:val="00D84308"/>
    <w:rsid w:val="00D84846"/>
    <w:rsid w:val="00D85C6C"/>
    <w:rsid w:val="00D91056"/>
    <w:rsid w:val="00D91719"/>
    <w:rsid w:val="00D925D5"/>
    <w:rsid w:val="00D93B0C"/>
    <w:rsid w:val="00D97C9E"/>
    <w:rsid w:val="00D97D72"/>
    <w:rsid w:val="00DA066B"/>
    <w:rsid w:val="00DA099E"/>
    <w:rsid w:val="00DA09AA"/>
    <w:rsid w:val="00DA61FC"/>
    <w:rsid w:val="00DB1F2A"/>
    <w:rsid w:val="00DB444E"/>
    <w:rsid w:val="00DB6B95"/>
    <w:rsid w:val="00DB7E37"/>
    <w:rsid w:val="00DC2A95"/>
    <w:rsid w:val="00DC30F1"/>
    <w:rsid w:val="00DC4AAF"/>
    <w:rsid w:val="00DC606C"/>
    <w:rsid w:val="00DD3A39"/>
    <w:rsid w:val="00DD4351"/>
    <w:rsid w:val="00DD5050"/>
    <w:rsid w:val="00DD62CB"/>
    <w:rsid w:val="00DD6D03"/>
    <w:rsid w:val="00DE035E"/>
    <w:rsid w:val="00DE466E"/>
    <w:rsid w:val="00DE4BE8"/>
    <w:rsid w:val="00DE4D07"/>
    <w:rsid w:val="00DE6A58"/>
    <w:rsid w:val="00DF2FEF"/>
    <w:rsid w:val="00DF3225"/>
    <w:rsid w:val="00DF3DAE"/>
    <w:rsid w:val="00DF4144"/>
    <w:rsid w:val="00DF74D9"/>
    <w:rsid w:val="00E02BA9"/>
    <w:rsid w:val="00E05354"/>
    <w:rsid w:val="00E063AE"/>
    <w:rsid w:val="00E064E9"/>
    <w:rsid w:val="00E07C33"/>
    <w:rsid w:val="00E07FE4"/>
    <w:rsid w:val="00E10131"/>
    <w:rsid w:val="00E13DB9"/>
    <w:rsid w:val="00E15194"/>
    <w:rsid w:val="00E16B05"/>
    <w:rsid w:val="00E1787A"/>
    <w:rsid w:val="00E17985"/>
    <w:rsid w:val="00E22414"/>
    <w:rsid w:val="00E224B0"/>
    <w:rsid w:val="00E26734"/>
    <w:rsid w:val="00E3049B"/>
    <w:rsid w:val="00E30AB4"/>
    <w:rsid w:val="00E30CF8"/>
    <w:rsid w:val="00E33075"/>
    <w:rsid w:val="00E34AD9"/>
    <w:rsid w:val="00E3519F"/>
    <w:rsid w:val="00E370DC"/>
    <w:rsid w:val="00E37189"/>
    <w:rsid w:val="00E400D3"/>
    <w:rsid w:val="00E413CC"/>
    <w:rsid w:val="00E418BB"/>
    <w:rsid w:val="00E42711"/>
    <w:rsid w:val="00E47FF7"/>
    <w:rsid w:val="00E53122"/>
    <w:rsid w:val="00E55FC3"/>
    <w:rsid w:val="00E5634F"/>
    <w:rsid w:val="00E62FFF"/>
    <w:rsid w:val="00E64593"/>
    <w:rsid w:val="00E649C0"/>
    <w:rsid w:val="00E65132"/>
    <w:rsid w:val="00E66060"/>
    <w:rsid w:val="00E66577"/>
    <w:rsid w:val="00E66A13"/>
    <w:rsid w:val="00E71E19"/>
    <w:rsid w:val="00E7489B"/>
    <w:rsid w:val="00E74E54"/>
    <w:rsid w:val="00E75BD5"/>
    <w:rsid w:val="00E76413"/>
    <w:rsid w:val="00E76E68"/>
    <w:rsid w:val="00E7725B"/>
    <w:rsid w:val="00E82E90"/>
    <w:rsid w:val="00E86626"/>
    <w:rsid w:val="00E96434"/>
    <w:rsid w:val="00E96ECE"/>
    <w:rsid w:val="00EA26CD"/>
    <w:rsid w:val="00EA3A70"/>
    <w:rsid w:val="00EA3F59"/>
    <w:rsid w:val="00EB0333"/>
    <w:rsid w:val="00EB08AF"/>
    <w:rsid w:val="00EB0B08"/>
    <w:rsid w:val="00EB22CF"/>
    <w:rsid w:val="00EB3423"/>
    <w:rsid w:val="00EB4A16"/>
    <w:rsid w:val="00EB4E22"/>
    <w:rsid w:val="00EB6F69"/>
    <w:rsid w:val="00EC07DC"/>
    <w:rsid w:val="00EC56E1"/>
    <w:rsid w:val="00EC6CF0"/>
    <w:rsid w:val="00ED2F53"/>
    <w:rsid w:val="00ED361C"/>
    <w:rsid w:val="00ED4E97"/>
    <w:rsid w:val="00ED516F"/>
    <w:rsid w:val="00EE07CF"/>
    <w:rsid w:val="00EE3ADF"/>
    <w:rsid w:val="00EE78AA"/>
    <w:rsid w:val="00EF1676"/>
    <w:rsid w:val="00EF495A"/>
    <w:rsid w:val="00EF4F5C"/>
    <w:rsid w:val="00EF55DA"/>
    <w:rsid w:val="00EF6233"/>
    <w:rsid w:val="00EF6E9A"/>
    <w:rsid w:val="00EF7B58"/>
    <w:rsid w:val="00F01D7E"/>
    <w:rsid w:val="00F0708E"/>
    <w:rsid w:val="00F14205"/>
    <w:rsid w:val="00F1456B"/>
    <w:rsid w:val="00F221B3"/>
    <w:rsid w:val="00F23156"/>
    <w:rsid w:val="00F24453"/>
    <w:rsid w:val="00F24A28"/>
    <w:rsid w:val="00F24F8F"/>
    <w:rsid w:val="00F25B5E"/>
    <w:rsid w:val="00F2714F"/>
    <w:rsid w:val="00F271D9"/>
    <w:rsid w:val="00F2799D"/>
    <w:rsid w:val="00F3412E"/>
    <w:rsid w:val="00F34B31"/>
    <w:rsid w:val="00F363B3"/>
    <w:rsid w:val="00F4043E"/>
    <w:rsid w:val="00F408CA"/>
    <w:rsid w:val="00F414C2"/>
    <w:rsid w:val="00F423A1"/>
    <w:rsid w:val="00F42AB6"/>
    <w:rsid w:val="00F43DE9"/>
    <w:rsid w:val="00F46B30"/>
    <w:rsid w:val="00F507DB"/>
    <w:rsid w:val="00F52ABE"/>
    <w:rsid w:val="00F53272"/>
    <w:rsid w:val="00F549FF"/>
    <w:rsid w:val="00F54DB0"/>
    <w:rsid w:val="00F57D6F"/>
    <w:rsid w:val="00F60A53"/>
    <w:rsid w:val="00F64A54"/>
    <w:rsid w:val="00F650E0"/>
    <w:rsid w:val="00F65EC6"/>
    <w:rsid w:val="00F674FC"/>
    <w:rsid w:val="00F7256C"/>
    <w:rsid w:val="00F72B9E"/>
    <w:rsid w:val="00F75866"/>
    <w:rsid w:val="00F815C2"/>
    <w:rsid w:val="00F81F2A"/>
    <w:rsid w:val="00F839C3"/>
    <w:rsid w:val="00F84A16"/>
    <w:rsid w:val="00F84DBB"/>
    <w:rsid w:val="00F8764B"/>
    <w:rsid w:val="00F91C71"/>
    <w:rsid w:val="00F92100"/>
    <w:rsid w:val="00F9306A"/>
    <w:rsid w:val="00F93593"/>
    <w:rsid w:val="00FA2658"/>
    <w:rsid w:val="00FA2C3B"/>
    <w:rsid w:val="00FA7CC8"/>
    <w:rsid w:val="00FB63FF"/>
    <w:rsid w:val="00FB7BDA"/>
    <w:rsid w:val="00FC20B3"/>
    <w:rsid w:val="00FC54FD"/>
    <w:rsid w:val="00FC67A4"/>
    <w:rsid w:val="00FD3374"/>
    <w:rsid w:val="00FD3E1D"/>
    <w:rsid w:val="00FD5CAA"/>
    <w:rsid w:val="00FD5E1C"/>
    <w:rsid w:val="00FD6036"/>
    <w:rsid w:val="00FE1A12"/>
    <w:rsid w:val="00FE5DF3"/>
    <w:rsid w:val="00FE7266"/>
    <w:rsid w:val="00FF077F"/>
    <w:rsid w:val="00FF0FB7"/>
    <w:rsid w:val="00FF150B"/>
    <w:rsid w:val="00FF674D"/>
    <w:rsid w:val="00FF76A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F10"/>
    <w:rPr>
      <w:lang w:val="ru-RU" w:eastAsia="en-US"/>
    </w:rPr>
  </w:style>
  <w:style w:type="paragraph" w:styleId="Heading1">
    <w:name w:val="heading 1"/>
    <w:basedOn w:val="Normal"/>
    <w:next w:val="Normal"/>
    <w:link w:val="Heading1Char"/>
    <w:uiPriority w:val="99"/>
    <w:qFormat/>
    <w:rsid w:val="00786F10"/>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6F10"/>
    <w:rPr>
      <w:rFonts w:ascii="Cambria" w:hAnsi="Cambria" w:cs="Times New Roman"/>
      <w:b/>
      <w:bCs/>
      <w:color w:val="365F91"/>
      <w:sz w:val="28"/>
      <w:szCs w:val="28"/>
    </w:rPr>
  </w:style>
  <w:style w:type="paragraph" w:styleId="Title">
    <w:name w:val="Title"/>
    <w:basedOn w:val="Normal"/>
    <w:next w:val="Normal"/>
    <w:link w:val="TitleChar"/>
    <w:uiPriority w:val="99"/>
    <w:qFormat/>
    <w:rsid w:val="00786F10"/>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786F10"/>
    <w:rPr>
      <w:rFonts w:ascii="Cambria" w:hAnsi="Cambria" w:cs="Times New Roman"/>
      <w:color w:val="17365D"/>
      <w:spacing w:val="5"/>
      <w:kern w:val="28"/>
      <w:sz w:val="52"/>
      <w:szCs w:val="52"/>
    </w:rPr>
  </w:style>
  <w:style w:type="paragraph" w:styleId="ListParagraph">
    <w:name w:val="List Paragraph"/>
    <w:basedOn w:val="Normal"/>
    <w:uiPriority w:val="99"/>
    <w:qFormat/>
    <w:rsid w:val="00786F10"/>
    <w:pPr>
      <w:ind w:left="720"/>
      <w:contextualSpacing/>
    </w:pPr>
  </w:style>
  <w:style w:type="paragraph" w:styleId="Header">
    <w:name w:val="header"/>
    <w:basedOn w:val="Normal"/>
    <w:link w:val="HeaderChar"/>
    <w:uiPriority w:val="99"/>
    <w:rsid w:val="00976700"/>
    <w:pPr>
      <w:tabs>
        <w:tab w:val="center" w:pos="4677"/>
        <w:tab w:val="right" w:pos="9355"/>
      </w:tabs>
    </w:pPr>
  </w:style>
  <w:style w:type="character" w:customStyle="1" w:styleId="HeaderChar">
    <w:name w:val="Header Char"/>
    <w:basedOn w:val="DefaultParagraphFont"/>
    <w:link w:val="Header"/>
    <w:uiPriority w:val="99"/>
    <w:locked/>
    <w:rsid w:val="00976700"/>
    <w:rPr>
      <w:rFonts w:cs="Times New Roman"/>
    </w:rPr>
  </w:style>
  <w:style w:type="paragraph" w:styleId="Footer">
    <w:name w:val="footer"/>
    <w:basedOn w:val="Normal"/>
    <w:link w:val="FooterChar"/>
    <w:uiPriority w:val="99"/>
    <w:rsid w:val="00976700"/>
    <w:pPr>
      <w:tabs>
        <w:tab w:val="center" w:pos="4677"/>
        <w:tab w:val="right" w:pos="9355"/>
      </w:tabs>
    </w:pPr>
  </w:style>
  <w:style w:type="character" w:customStyle="1" w:styleId="FooterChar">
    <w:name w:val="Footer Char"/>
    <w:basedOn w:val="DefaultParagraphFont"/>
    <w:link w:val="Footer"/>
    <w:uiPriority w:val="99"/>
    <w:locked/>
    <w:rsid w:val="00976700"/>
    <w:rPr>
      <w:rFonts w:cs="Times New Roman"/>
    </w:rPr>
  </w:style>
  <w:style w:type="paragraph" w:styleId="NormalWeb">
    <w:name w:val="Normal (Web)"/>
    <w:basedOn w:val="Normal"/>
    <w:uiPriority w:val="99"/>
    <w:semiHidden/>
    <w:rsid w:val="00E16B05"/>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74890586">
      <w:marLeft w:val="0"/>
      <w:marRight w:val="0"/>
      <w:marTop w:val="0"/>
      <w:marBottom w:val="0"/>
      <w:divBdr>
        <w:top w:val="none" w:sz="0" w:space="0" w:color="auto"/>
        <w:left w:val="none" w:sz="0" w:space="0" w:color="auto"/>
        <w:bottom w:val="none" w:sz="0" w:space="0" w:color="auto"/>
        <w:right w:val="none" w:sz="0" w:space="0" w:color="auto"/>
      </w:divBdr>
    </w:div>
    <w:div w:id="1374890587">
      <w:marLeft w:val="0"/>
      <w:marRight w:val="0"/>
      <w:marTop w:val="0"/>
      <w:marBottom w:val="0"/>
      <w:divBdr>
        <w:top w:val="none" w:sz="0" w:space="0" w:color="auto"/>
        <w:left w:val="none" w:sz="0" w:space="0" w:color="auto"/>
        <w:bottom w:val="none" w:sz="0" w:space="0" w:color="auto"/>
        <w:right w:val="none" w:sz="0" w:space="0" w:color="auto"/>
      </w:divBdr>
    </w:div>
    <w:div w:id="1374890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1109</Words>
  <Characters>9807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3</cp:revision>
  <dcterms:created xsi:type="dcterms:W3CDTF">2016-09-29T08:24:00Z</dcterms:created>
  <dcterms:modified xsi:type="dcterms:W3CDTF">2016-09-29T10:36:00Z</dcterms:modified>
</cp:coreProperties>
</file>