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C1C" w:rsidRPr="00C06EFA" w:rsidRDefault="00BB5C1C" w:rsidP="00F26123">
      <w:pPr>
        <w:spacing w:after="12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C06EFA">
        <w:rPr>
          <w:rFonts w:ascii="Times New Roman" w:hAnsi="Times New Roman"/>
          <w:b/>
          <w:sz w:val="28"/>
          <w:szCs w:val="28"/>
        </w:rPr>
        <w:t>Владислав Ткачик</w:t>
      </w:r>
      <w:r w:rsidRPr="00C06EFA">
        <w:rPr>
          <w:rFonts w:ascii="Times New Roman" w:hAnsi="Times New Roman"/>
          <w:b/>
          <w:sz w:val="28"/>
          <w:szCs w:val="28"/>
          <w:lang w:val="uk-UA"/>
        </w:rPr>
        <w:t>, Ірина Терещук</w:t>
      </w:r>
    </w:p>
    <w:p w:rsidR="00BB5C1C" w:rsidRPr="00C06EFA" w:rsidRDefault="00BB5C1C" w:rsidP="00F26123">
      <w:pPr>
        <w:spacing w:after="120"/>
        <w:ind w:firstLine="567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C06EFA">
        <w:rPr>
          <w:rFonts w:ascii="Times New Roman" w:hAnsi="Times New Roman"/>
          <w:b/>
          <w:sz w:val="28"/>
          <w:szCs w:val="28"/>
        </w:rPr>
        <w:t xml:space="preserve">(Пирятин, </w:t>
      </w:r>
      <w:r w:rsidRPr="00C06EFA">
        <w:rPr>
          <w:rFonts w:ascii="Times New Roman" w:hAnsi="Times New Roman"/>
          <w:b/>
          <w:sz w:val="28"/>
          <w:szCs w:val="28"/>
          <w:lang w:val="uk-UA"/>
        </w:rPr>
        <w:t>Україна</w:t>
      </w:r>
      <w:r w:rsidRPr="00C06EFA">
        <w:rPr>
          <w:rFonts w:ascii="Times New Roman" w:hAnsi="Times New Roman"/>
          <w:b/>
          <w:sz w:val="28"/>
          <w:szCs w:val="28"/>
        </w:rPr>
        <w:t>)</w:t>
      </w:r>
    </w:p>
    <w:p w:rsidR="00BB5C1C" w:rsidRPr="00F26123" w:rsidRDefault="00BB5C1C">
      <w:pPr>
        <w:rPr>
          <w:lang w:val="uk-UA"/>
        </w:rPr>
      </w:pPr>
    </w:p>
    <w:p w:rsidR="00BB5C1C" w:rsidRDefault="00BB5C1C" w:rsidP="005937FA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WEB</w:t>
      </w:r>
      <w:r>
        <w:rPr>
          <w:rFonts w:ascii="Times New Roman" w:hAnsi="Times New Roman"/>
          <w:b/>
          <w:sz w:val="28"/>
          <w:szCs w:val="28"/>
        </w:rPr>
        <w:t xml:space="preserve"> ТЕХНОЛОГІЇ </w:t>
      </w:r>
      <w:r w:rsidRPr="00B47EB0">
        <w:rPr>
          <w:rFonts w:ascii="Times New Roman" w:hAnsi="Times New Roman"/>
          <w:b/>
          <w:sz w:val="28"/>
          <w:szCs w:val="28"/>
        </w:rPr>
        <w:t>В</w:t>
      </w:r>
      <w:r w:rsidRPr="005937FA">
        <w:rPr>
          <w:rFonts w:ascii="Times New Roman" w:hAnsi="Times New Roman"/>
          <w:b/>
          <w:sz w:val="28"/>
          <w:szCs w:val="28"/>
        </w:rPr>
        <w:t xml:space="preserve"> НАВЧАННІ МАТЕМАТИЧНИХ ДИСЦИПЛІН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У ВИЩИХ НАВЧАЛЬНИХ ЗАКЛАДАХ</w:t>
      </w:r>
    </w:p>
    <w:p w:rsidR="00BB5C1C" w:rsidRPr="00B47EB0" w:rsidRDefault="00BB5C1C" w:rsidP="005937FA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B5C1C" w:rsidRPr="005937FA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619AC">
        <w:rPr>
          <w:rFonts w:ascii="Times New Roman" w:hAnsi="Times New Roman"/>
          <w:i/>
          <w:sz w:val="28"/>
          <w:szCs w:val="28"/>
          <w:lang w:val="uk-UA"/>
        </w:rPr>
        <w:t>Актуальність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даного аналізу засобів </w:t>
      </w:r>
      <w:r w:rsidRPr="00F619AC">
        <w:rPr>
          <w:rFonts w:ascii="Times New Roman" w:hAnsi="Times New Roman"/>
          <w:sz w:val="28"/>
          <w:szCs w:val="28"/>
          <w:lang w:val="uk-UA"/>
        </w:rPr>
        <w:t xml:space="preserve">інформаційно-комунікаційних технологій </w:t>
      </w:r>
      <w:r>
        <w:rPr>
          <w:rFonts w:ascii="Times New Roman" w:hAnsi="Times New Roman"/>
          <w:sz w:val="28"/>
          <w:szCs w:val="28"/>
          <w:lang w:val="uk-UA"/>
        </w:rPr>
        <w:t>зумовлена сучасним</w:t>
      </w:r>
      <w:r w:rsidRPr="005937FA">
        <w:rPr>
          <w:rFonts w:ascii="Times New Roman" w:hAnsi="Times New Roman"/>
          <w:sz w:val="28"/>
          <w:szCs w:val="28"/>
          <w:lang w:val="uk-UA"/>
        </w:rPr>
        <w:t xml:space="preserve"> етап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5937FA">
        <w:rPr>
          <w:rFonts w:ascii="Times New Roman" w:hAnsi="Times New Roman"/>
          <w:sz w:val="28"/>
          <w:szCs w:val="28"/>
          <w:lang w:val="uk-UA"/>
        </w:rPr>
        <w:t xml:space="preserve"> розвитку освіти</w:t>
      </w:r>
      <w:r>
        <w:rPr>
          <w:rFonts w:ascii="Times New Roman" w:hAnsi="Times New Roman"/>
          <w:sz w:val="28"/>
          <w:szCs w:val="28"/>
          <w:lang w:val="uk-UA"/>
        </w:rPr>
        <w:t>, що</w:t>
      </w:r>
      <w:r w:rsidRPr="005937FA">
        <w:rPr>
          <w:rFonts w:ascii="Times New Roman" w:hAnsi="Times New Roman"/>
          <w:sz w:val="28"/>
          <w:szCs w:val="28"/>
          <w:lang w:val="uk-UA"/>
        </w:rPr>
        <w:t xml:space="preserve"> характеризується її глибинною трансформацією</w:t>
      </w:r>
      <w:r>
        <w:rPr>
          <w:rFonts w:ascii="Times New Roman" w:hAnsi="Times New Roman"/>
          <w:sz w:val="28"/>
          <w:szCs w:val="28"/>
          <w:lang w:val="uk-UA"/>
        </w:rPr>
        <w:t xml:space="preserve"> й інтенсивним пошуком нових шляхів підвищення ефективності навчального процесу. Дана риса, зумовлена</w:t>
      </w:r>
      <w:r w:rsidRPr="005937FA">
        <w:rPr>
          <w:rFonts w:ascii="Times New Roman" w:hAnsi="Times New Roman"/>
          <w:sz w:val="28"/>
          <w:szCs w:val="28"/>
          <w:lang w:val="uk-UA"/>
        </w:rPr>
        <w:t xml:space="preserve"> особливостям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5937FA">
        <w:rPr>
          <w:rFonts w:ascii="Times New Roman" w:hAnsi="Times New Roman"/>
          <w:sz w:val="28"/>
          <w:szCs w:val="28"/>
          <w:lang w:val="uk-UA"/>
        </w:rPr>
        <w:t>інформаційного суспільства, вия</w:t>
      </w:r>
      <w:r>
        <w:rPr>
          <w:rFonts w:ascii="Times New Roman" w:hAnsi="Times New Roman"/>
          <w:sz w:val="28"/>
          <w:szCs w:val="28"/>
          <w:lang w:val="uk-UA"/>
        </w:rPr>
        <w:t>вляється у закономірному виникн</w:t>
      </w:r>
      <w:r w:rsidRPr="005937FA">
        <w:rPr>
          <w:rFonts w:ascii="Times New Roman" w:hAnsi="Times New Roman"/>
          <w:sz w:val="28"/>
          <w:szCs w:val="28"/>
          <w:lang w:val="uk-UA"/>
        </w:rPr>
        <w:t>енн</w:t>
      </w:r>
      <w:r>
        <w:rPr>
          <w:rFonts w:ascii="Times New Roman" w:hAnsi="Times New Roman"/>
          <w:sz w:val="28"/>
          <w:szCs w:val="28"/>
          <w:lang w:val="uk-UA"/>
        </w:rPr>
        <w:t>і, поглибленні і загостренні протиріч, зокрема, між загальним визнанням Інтернету, як глобального інформаційного середовища, і досить</w:t>
      </w:r>
      <w:r w:rsidRPr="005937FA">
        <w:rPr>
          <w:rFonts w:ascii="Times New Roman" w:hAnsi="Times New Roman"/>
          <w:sz w:val="28"/>
          <w:szCs w:val="28"/>
          <w:lang w:val="uk-UA"/>
        </w:rPr>
        <w:t xml:space="preserve"> обмеженим використанн</w:t>
      </w:r>
      <w:r>
        <w:rPr>
          <w:rFonts w:ascii="Times New Roman" w:hAnsi="Times New Roman"/>
          <w:sz w:val="28"/>
          <w:szCs w:val="28"/>
          <w:lang w:val="uk-UA"/>
        </w:rPr>
        <w:t>я його можливостей у навчанні [3</w:t>
      </w:r>
      <w:r w:rsidRPr="005937F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5937FA">
        <w:rPr>
          <w:rFonts w:ascii="Times New Roman" w:hAnsi="Times New Roman"/>
          <w:sz w:val="28"/>
          <w:szCs w:val="28"/>
          <w:lang w:val="uk-UA"/>
        </w:rPr>
        <w:t xml:space="preserve">. 624]. </w:t>
      </w:r>
    </w:p>
    <w:p w:rsidR="00BB5C1C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937FA">
        <w:rPr>
          <w:rFonts w:ascii="Times New Roman" w:hAnsi="Times New Roman"/>
          <w:sz w:val="28"/>
          <w:szCs w:val="28"/>
          <w:lang w:val="uk-UA"/>
        </w:rPr>
        <w:t>Незважаючи</w:t>
      </w:r>
      <w:r>
        <w:rPr>
          <w:rFonts w:ascii="Times New Roman" w:hAnsi="Times New Roman"/>
          <w:sz w:val="28"/>
          <w:szCs w:val="28"/>
          <w:lang w:val="uk-UA"/>
        </w:rPr>
        <w:t xml:space="preserve"> на те, що мережа Інтернет </w:t>
      </w:r>
      <w:r w:rsidRPr="005937FA">
        <w:rPr>
          <w:rFonts w:ascii="Times New Roman" w:hAnsi="Times New Roman"/>
          <w:sz w:val="28"/>
          <w:szCs w:val="28"/>
          <w:lang w:val="uk-UA"/>
        </w:rPr>
        <w:t>пропону</w:t>
      </w:r>
      <w:r>
        <w:rPr>
          <w:rFonts w:ascii="Times New Roman" w:hAnsi="Times New Roman"/>
          <w:sz w:val="28"/>
          <w:szCs w:val="28"/>
          <w:lang w:val="uk-UA"/>
        </w:rPr>
        <w:t>є величезну кількість вільних математичних</w:t>
      </w:r>
      <w:r w:rsidRPr="005937F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веб-</w:t>
      </w:r>
      <w:r w:rsidRPr="005937FA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ервісів, переважна більшість викладачів</w:t>
      </w:r>
      <w:r w:rsidRPr="005937FA">
        <w:rPr>
          <w:rFonts w:ascii="Times New Roman" w:hAnsi="Times New Roman"/>
          <w:sz w:val="28"/>
          <w:szCs w:val="28"/>
          <w:lang w:val="uk-UA"/>
        </w:rPr>
        <w:t xml:space="preserve"> математичних дисциплін мають лише приблизн</w:t>
      </w:r>
      <w:r>
        <w:rPr>
          <w:rFonts w:ascii="Times New Roman" w:hAnsi="Times New Roman"/>
          <w:sz w:val="28"/>
          <w:szCs w:val="28"/>
          <w:lang w:val="uk-UA"/>
        </w:rPr>
        <w:t xml:space="preserve">е уявлення про їх існування. </w:t>
      </w:r>
    </w:p>
    <w:p w:rsidR="00BB5C1C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F3DF0">
        <w:rPr>
          <w:rFonts w:ascii="Times New Roman" w:hAnsi="Times New Roman"/>
          <w:i/>
          <w:sz w:val="28"/>
          <w:szCs w:val="28"/>
          <w:lang w:val="uk-UA"/>
        </w:rPr>
        <w:t>Мобільне математичне середовище (ММС)</w:t>
      </w:r>
      <w:r>
        <w:rPr>
          <w:rFonts w:ascii="Times New Roman" w:hAnsi="Times New Roman"/>
          <w:sz w:val="28"/>
          <w:szCs w:val="28"/>
          <w:lang w:val="uk-UA"/>
        </w:rPr>
        <w:t xml:space="preserve">  –  відкрите  модульне м</w:t>
      </w:r>
      <w:r w:rsidRPr="00B91E04"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режне мобільне інформаційно-</w:t>
      </w:r>
      <w:r w:rsidRPr="00B91E04">
        <w:rPr>
          <w:rFonts w:ascii="Times New Roman" w:hAnsi="Times New Roman"/>
          <w:sz w:val="28"/>
          <w:szCs w:val="28"/>
          <w:lang w:val="uk-UA"/>
        </w:rPr>
        <w:t>обчислювальне програмне забезпечення,  що надає користувачу (викладачу, ст</w:t>
      </w:r>
      <w:r>
        <w:rPr>
          <w:rFonts w:ascii="Times New Roman" w:hAnsi="Times New Roman"/>
          <w:sz w:val="28"/>
          <w:szCs w:val="28"/>
          <w:lang w:val="uk-UA"/>
        </w:rPr>
        <w:t>уденту) можливість мобільного до</w:t>
      </w:r>
      <w:r w:rsidRPr="00B91E04">
        <w:rPr>
          <w:rFonts w:ascii="Times New Roman" w:hAnsi="Times New Roman"/>
          <w:sz w:val="28"/>
          <w:szCs w:val="28"/>
          <w:lang w:val="uk-UA"/>
        </w:rPr>
        <w:t>ступу до інформаційних ресурсів матем</w:t>
      </w:r>
      <w:r>
        <w:rPr>
          <w:rFonts w:ascii="Times New Roman" w:hAnsi="Times New Roman"/>
          <w:sz w:val="28"/>
          <w:szCs w:val="28"/>
          <w:lang w:val="uk-UA"/>
        </w:rPr>
        <w:t>атичного і навчального призна</w:t>
      </w:r>
      <w:r w:rsidRPr="00B91E04">
        <w:rPr>
          <w:rFonts w:ascii="Times New Roman" w:hAnsi="Times New Roman"/>
          <w:sz w:val="28"/>
          <w:szCs w:val="28"/>
          <w:lang w:val="uk-UA"/>
        </w:rPr>
        <w:t>чення, створююч</w:t>
      </w:r>
      <w:r>
        <w:rPr>
          <w:rFonts w:ascii="Times New Roman" w:hAnsi="Times New Roman"/>
          <w:sz w:val="28"/>
          <w:szCs w:val="28"/>
          <w:lang w:val="uk-UA"/>
        </w:rPr>
        <w:t>и умови для ефективної організа</w:t>
      </w:r>
      <w:r w:rsidRPr="00B91E04">
        <w:rPr>
          <w:rFonts w:ascii="Times New Roman" w:hAnsi="Times New Roman"/>
          <w:sz w:val="28"/>
          <w:szCs w:val="28"/>
          <w:lang w:val="uk-UA"/>
        </w:rPr>
        <w:t>ції процесу навчання  та інтеграції аудиторної і поза</w:t>
      </w:r>
      <w:r>
        <w:rPr>
          <w:rFonts w:ascii="Times New Roman" w:hAnsi="Times New Roman"/>
          <w:sz w:val="28"/>
          <w:szCs w:val="28"/>
          <w:lang w:val="uk-UA"/>
        </w:rPr>
        <w:t xml:space="preserve"> аудиторної роботи [2. с. 102-109</w:t>
      </w:r>
      <w:r w:rsidRPr="00B91E04">
        <w:rPr>
          <w:rFonts w:ascii="Times New Roman" w:hAnsi="Times New Roman"/>
          <w:sz w:val="28"/>
          <w:szCs w:val="28"/>
          <w:lang w:val="uk-UA"/>
        </w:rPr>
        <w:t xml:space="preserve">]. </w:t>
      </w:r>
    </w:p>
    <w:p w:rsidR="00BB5C1C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E04">
        <w:rPr>
          <w:rFonts w:ascii="Times New Roman" w:hAnsi="Times New Roman"/>
          <w:sz w:val="28"/>
          <w:szCs w:val="28"/>
          <w:lang w:val="uk-UA"/>
        </w:rPr>
        <w:t>Основними складовими ММС є обчислювальне ядро (математични</w:t>
      </w:r>
      <w:r>
        <w:rPr>
          <w:rFonts w:ascii="Times New Roman" w:hAnsi="Times New Roman"/>
          <w:sz w:val="28"/>
          <w:szCs w:val="28"/>
          <w:lang w:val="uk-UA"/>
        </w:rPr>
        <w:t>й  пакет - інтегратор СКМ) та інформаційне</w:t>
      </w:r>
      <w:r w:rsidRPr="00B91E04">
        <w:rPr>
          <w:rFonts w:ascii="Times New Roman" w:hAnsi="Times New Roman"/>
          <w:sz w:val="28"/>
          <w:szCs w:val="28"/>
          <w:lang w:val="uk-UA"/>
        </w:rPr>
        <w:t xml:space="preserve"> з</w:t>
      </w:r>
      <w:r>
        <w:rPr>
          <w:rFonts w:ascii="Times New Roman" w:hAnsi="Times New Roman"/>
          <w:sz w:val="28"/>
          <w:szCs w:val="28"/>
          <w:lang w:val="uk-UA"/>
        </w:rPr>
        <w:t>абезпечення, що містить навчально-</w:t>
      </w:r>
      <w:r w:rsidRPr="00B91E04">
        <w:rPr>
          <w:rFonts w:ascii="Times New Roman" w:hAnsi="Times New Roman"/>
          <w:sz w:val="28"/>
          <w:szCs w:val="28"/>
          <w:lang w:val="uk-UA"/>
        </w:rPr>
        <w:t xml:space="preserve">методичні та допоміжні інформаційні матеріали. </w:t>
      </w:r>
    </w:p>
    <w:p w:rsidR="00BB5C1C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E04">
        <w:rPr>
          <w:rFonts w:ascii="Times New Roman" w:hAnsi="Times New Roman"/>
          <w:sz w:val="28"/>
          <w:szCs w:val="28"/>
          <w:lang w:val="uk-UA"/>
        </w:rPr>
        <w:t>В  якості обчислювального ядра ММ</w:t>
      </w:r>
      <w:r>
        <w:rPr>
          <w:rFonts w:ascii="Times New Roman" w:hAnsi="Times New Roman"/>
          <w:sz w:val="28"/>
          <w:szCs w:val="28"/>
          <w:lang w:val="uk-UA"/>
        </w:rPr>
        <w:t>С «Вища математика» обрано Web-</w:t>
      </w:r>
      <w:r w:rsidRPr="00B91E04">
        <w:rPr>
          <w:rFonts w:ascii="Times New Roman" w:hAnsi="Times New Roman"/>
          <w:sz w:val="28"/>
          <w:szCs w:val="28"/>
          <w:lang w:val="uk-UA"/>
        </w:rPr>
        <w:t xml:space="preserve">СКМ Sage, що задовольняє наступні критерії: </w:t>
      </w:r>
    </w:p>
    <w:p w:rsidR="00BB5C1C" w:rsidRPr="008E1CA3" w:rsidRDefault="00BB5C1C" w:rsidP="008E1CA3">
      <w:pPr>
        <w:pStyle w:val="ListParagraph"/>
        <w:numPr>
          <w:ilvl w:val="0"/>
          <w:numId w:val="3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8E1CA3">
        <w:rPr>
          <w:rFonts w:ascii="Times New Roman" w:hAnsi="Times New Roman"/>
          <w:sz w:val="28"/>
          <w:szCs w:val="28"/>
          <w:lang w:val="uk-UA"/>
        </w:rPr>
        <w:t>розширюваність (система повинна надавати можливість користувачеві доповнювати її для розв’язання нових класів задач);</w:t>
      </w:r>
    </w:p>
    <w:p w:rsidR="00BB5C1C" w:rsidRPr="008E1CA3" w:rsidRDefault="00BB5C1C" w:rsidP="008E1CA3">
      <w:pPr>
        <w:pStyle w:val="ListParagraph"/>
        <w:numPr>
          <w:ilvl w:val="0"/>
          <w:numId w:val="3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8E1CA3">
        <w:rPr>
          <w:rFonts w:ascii="Times New Roman" w:hAnsi="Times New Roman"/>
          <w:sz w:val="28"/>
          <w:szCs w:val="28"/>
          <w:lang w:val="uk-UA"/>
        </w:rPr>
        <w:t xml:space="preserve">наявність різних інтерфейсі в та підтримка web-сервісів (для забезпечення мобільного доступу); </w:t>
      </w:r>
    </w:p>
    <w:p w:rsidR="00BB5C1C" w:rsidRPr="008E1CA3" w:rsidRDefault="00BB5C1C" w:rsidP="008E1CA3">
      <w:pPr>
        <w:pStyle w:val="ListParagraph"/>
        <w:numPr>
          <w:ilvl w:val="0"/>
          <w:numId w:val="3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8E1CA3">
        <w:rPr>
          <w:rFonts w:ascii="Times New Roman" w:hAnsi="Times New Roman"/>
          <w:sz w:val="28"/>
          <w:szCs w:val="28"/>
          <w:lang w:val="uk-UA"/>
        </w:rPr>
        <w:t xml:space="preserve">кросплатформеність (мобільність програмного забезпечення); </w:t>
      </w:r>
    </w:p>
    <w:p w:rsidR="00BB5C1C" w:rsidRPr="008E1CA3" w:rsidRDefault="00BB5C1C" w:rsidP="008E1CA3">
      <w:pPr>
        <w:pStyle w:val="ListParagraph"/>
        <w:numPr>
          <w:ilvl w:val="0"/>
          <w:numId w:val="3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можливість створення  програм із</w:t>
      </w:r>
      <w:r w:rsidRPr="008E1CA3">
        <w:rPr>
          <w:rFonts w:ascii="Times New Roman" w:hAnsi="Times New Roman"/>
          <w:sz w:val="28"/>
          <w:szCs w:val="28"/>
          <w:lang w:val="uk-UA"/>
        </w:rPr>
        <w:t xml:space="preserve"> стандартними  елементами  управління (лекційних демонстрацій, динамічних моделей, тренажерів,  навчальних експертних систем); </w:t>
      </w:r>
    </w:p>
    <w:p w:rsidR="00BB5C1C" w:rsidRPr="008E1CA3" w:rsidRDefault="00BB5C1C" w:rsidP="008E1CA3">
      <w:pPr>
        <w:pStyle w:val="ListParagraph"/>
        <w:numPr>
          <w:ilvl w:val="0"/>
          <w:numId w:val="3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можливість інтегрувати у себе  різноманітне</w:t>
      </w:r>
      <w:r w:rsidRPr="008E1CA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програмне</w:t>
      </w:r>
      <w:r w:rsidRPr="008E1CA3">
        <w:rPr>
          <w:rFonts w:ascii="Times New Roman" w:hAnsi="Times New Roman"/>
          <w:sz w:val="28"/>
          <w:szCs w:val="28"/>
          <w:lang w:val="uk-UA"/>
        </w:rPr>
        <w:t xml:space="preserve"> забезпечення (на основі відкритих програмних інтерфейсів);</w:t>
      </w:r>
    </w:p>
    <w:p w:rsidR="00BB5C1C" w:rsidRPr="008E1CA3" w:rsidRDefault="00BB5C1C" w:rsidP="008E1CA3">
      <w:pPr>
        <w:pStyle w:val="ListParagraph"/>
        <w:numPr>
          <w:ilvl w:val="0"/>
          <w:numId w:val="3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8E1CA3">
        <w:rPr>
          <w:rFonts w:ascii="Times New Roman" w:hAnsi="Times New Roman"/>
          <w:sz w:val="28"/>
          <w:szCs w:val="28"/>
          <w:lang w:val="uk-UA"/>
        </w:rPr>
        <w:t xml:space="preserve">підтримка технології Wiki; </w:t>
      </w:r>
    </w:p>
    <w:p w:rsidR="00BB5C1C" w:rsidRPr="008E1CA3" w:rsidRDefault="00BB5C1C" w:rsidP="008E1CA3">
      <w:pPr>
        <w:pStyle w:val="ListParagraph"/>
        <w:numPr>
          <w:ilvl w:val="0"/>
          <w:numId w:val="3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8E1CA3">
        <w:rPr>
          <w:rFonts w:ascii="Times New Roman" w:hAnsi="Times New Roman"/>
          <w:sz w:val="28"/>
          <w:szCs w:val="28"/>
          <w:lang w:val="uk-UA"/>
        </w:rPr>
        <w:t xml:space="preserve">можливість локалізації та вільне поширення. </w:t>
      </w:r>
    </w:p>
    <w:p w:rsidR="00BB5C1C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E04">
        <w:rPr>
          <w:rFonts w:ascii="Times New Roman" w:hAnsi="Times New Roman"/>
          <w:sz w:val="28"/>
          <w:szCs w:val="28"/>
          <w:lang w:val="uk-UA"/>
        </w:rPr>
        <w:t xml:space="preserve">Таким чином, </w:t>
      </w:r>
      <w:r>
        <w:rPr>
          <w:rFonts w:ascii="Times New Roman" w:hAnsi="Times New Roman"/>
          <w:sz w:val="28"/>
          <w:szCs w:val="28"/>
          <w:lang w:val="uk-UA"/>
        </w:rPr>
        <w:t xml:space="preserve">можна сказати, що </w:t>
      </w:r>
      <w:r w:rsidRPr="00B91E04">
        <w:rPr>
          <w:rFonts w:ascii="Times New Roman" w:hAnsi="Times New Roman"/>
          <w:sz w:val="28"/>
          <w:szCs w:val="28"/>
          <w:lang w:val="uk-UA"/>
        </w:rPr>
        <w:t>ММС «Вища математик</w:t>
      </w:r>
      <w:r>
        <w:rPr>
          <w:rFonts w:ascii="Times New Roman" w:hAnsi="Times New Roman"/>
          <w:sz w:val="28"/>
          <w:szCs w:val="28"/>
          <w:lang w:val="uk-UA"/>
        </w:rPr>
        <w:t>а» є одним із прикладів інформаційно-комунікаційного освітньо-наукового середовища, побудовано</w:t>
      </w:r>
      <w:r w:rsidRPr="00B91E04">
        <w:rPr>
          <w:rFonts w:ascii="Times New Roman" w:hAnsi="Times New Roman"/>
          <w:sz w:val="28"/>
          <w:szCs w:val="28"/>
          <w:lang w:val="uk-UA"/>
        </w:rPr>
        <w:t>го на основі хмарних технологій.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B5C1C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Перспективи розвитку методики використання ММС є: розробка ММС з інших математичних дисциплін для студентів ВНЗ з урахуванням професійної спрямованості навчання; розробка методики використання засобів ММС у процесі навчально-дослідницької роботи студентів; підготовка конкурсних, курсових, кваліфікаційних робіт молодшого спеціаліста, бакалавра, спеціаліста, магістра; розробка методик використання засобів ММС у процесі навчання математичних спецкурсів за різними напрямами підготовки.</w:t>
      </w:r>
    </w:p>
    <w:p w:rsidR="00BB5C1C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3F3DF0">
        <w:rPr>
          <w:rFonts w:ascii="Times New Roman" w:hAnsi="Times New Roman"/>
          <w:i/>
          <w:sz w:val="28"/>
          <w:szCs w:val="28"/>
          <w:lang w:val="uk-UA"/>
        </w:rPr>
        <w:t>інноваційних web-орієнтованих інформаційно-комунікаційних технологій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CF5486">
        <w:rPr>
          <w:rFonts w:ascii="Times New Roman" w:hAnsi="Times New Roman"/>
          <w:sz w:val="28"/>
          <w:szCs w:val="28"/>
          <w:lang w:val="uk-UA"/>
        </w:rPr>
        <w:t xml:space="preserve"> навчання математики можна віднести систему Wolfram|Alpha  –  база знань та набір об</w:t>
      </w:r>
      <w:r>
        <w:rPr>
          <w:rFonts w:ascii="Times New Roman" w:hAnsi="Times New Roman"/>
          <w:sz w:val="28"/>
          <w:szCs w:val="28"/>
          <w:lang w:val="uk-UA"/>
        </w:rPr>
        <w:t xml:space="preserve">числювальних алгоритмів (англ. computational knowledge engine (CKE)). </w:t>
      </w:r>
      <w:r w:rsidRPr="00CF5486">
        <w:rPr>
          <w:rFonts w:ascii="Times New Roman" w:hAnsi="Times New Roman"/>
          <w:sz w:val="28"/>
          <w:szCs w:val="28"/>
          <w:lang w:val="uk-UA"/>
        </w:rPr>
        <w:t>Wolfram|Alpha  заснована на обробц</w:t>
      </w:r>
      <w:r>
        <w:rPr>
          <w:rFonts w:ascii="Times New Roman" w:hAnsi="Times New Roman"/>
          <w:sz w:val="28"/>
          <w:szCs w:val="28"/>
          <w:lang w:val="uk-UA"/>
        </w:rPr>
        <w:t xml:space="preserve">і природної мови  (зараз–англійської), </w:t>
      </w:r>
      <w:r w:rsidRPr="00CF5486">
        <w:rPr>
          <w:rFonts w:ascii="Times New Roman" w:hAnsi="Times New Roman"/>
          <w:sz w:val="28"/>
          <w:szCs w:val="28"/>
          <w:lang w:val="uk-UA"/>
        </w:rPr>
        <w:t xml:space="preserve">величезній бібліотеці алгоритмів </w:t>
      </w:r>
      <w:r>
        <w:rPr>
          <w:rFonts w:ascii="Times New Roman" w:hAnsi="Times New Roman"/>
          <w:sz w:val="28"/>
          <w:szCs w:val="28"/>
          <w:lang w:val="uk-UA"/>
        </w:rPr>
        <w:t xml:space="preserve">і  NKS (New Kind of Science) – </w:t>
      </w:r>
      <w:r w:rsidRPr="00CF5486">
        <w:rPr>
          <w:rFonts w:ascii="Times New Roman" w:hAnsi="Times New Roman"/>
          <w:sz w:val="28"/>
          <w:szCs w:val="28"/>
          <w:lang w:val="uk-UA"/>
        </w:rPr>
        <w:t>підході для з</w:t>
      </w:r>
      <w:r>
        <w:rPr>
          <w:rFonts w:ascii="Times New Roman" w:hAnsi="Times New Roman"/>
          <w:sz w:val="28"/>
          <w:szCs w:val="28"/>
          <w:lang w:val="uk-UA"/>
        </w:rPr>
        <w:t xml:space="preserve">находження відповідей на запити. Система написана мовою Mathematica </w:t>
      </w:r>
      <w:r w:rsidRPr="00CF5486">
        <w:rPr>
          <w:rFonts w:ascii="Times New Roman" w:hAnsi="Times New Roman"/>
          <w:sz w:val="28"/>
          <w:szCs w:val="28"/>
          <w:lang w:val="uk-UA"/>
        </w:rPr>
        <w:t>і станов</w:t>
      </w:r>
      <w:r>
        <w:rPr>
          <w:rFonts w:ascii="Times New Roman" w:hAnsi="Times New Roman"/>
          <w:sz w:val="28"/>
          <w:szCs w:val="28"/>
          <w:lang w:val="uk-UA"/>
        </w:rPr>
        <w:t>ить близько 8  міліонів рядків</w:t>
      </w:r>
      <w:r w:rsidRPr="00CF5486">
        <w:rPr>
          <w:rFonts w:ascii="Times New Roman" w:hAnsi="Times New Roman"/>
          <w:sz w:val="28"/>
          <w:szCs w:val="28"/>
          <w:lang w:val="uk-UA"/>
        </w:rPr>
        <w:t>,  що зараз виконуют</w:t>
      </w:r>
      <w:r>
        <w:rPr>
          <w:rFonts w:ascii="Times New Roman" w:hAnsi="Times New Roman"/>
          <w:sz w:val="28"/>
          <w:szCs w:val="28"/>
          <w:lang w:val="uk-UA"/>
        </w:rPr>
        <w:t xml:space="preserve">ься приблизно на </w:t>
      </w:r>
      <w:r w:rsidRPr="00CF5486">
        <w:rPr>
          <w:rFonts w:ascii="Times New Roman" w:hAnsi="Times New Roman"/>
          <w:sz w:val="28"/>
          <w:szCs w:val="28"/>
          <w:lang w:val="uk-UA"/>
        </w:rPr>
        <w:t xml:space="preserve">10000  процесорах . </w:t>
      </w:r>
      <w:r w:rsidRPr="00A65581">
        <w:rPr>
          <w:rFonts w:ascii="Times New Roman" w:hAnsi="Times New Roman"/>
          <w:sz w:val="28"/>
          <w:szCs w:val="28"/>
          <w:lang w:val="uk-UA"/>
        </w:rPr>
        <w:t>WolframAlpha не видає перелік посилань, що ґрунтується на результатах запиту, а обчислює відповідь, ґрунтуючись на власній базі знань, яка містить дані з математики, фізики, астрономії, хімії, біології, медицини, історії, географії, політики, музики, кінематографії, а також інформацію про в</w:t>
      </w:r>
      <w:r>
        <w:rPr>
          <w:rFonts w:ascii="Times New Roman" w:hAnsi="Times New Roman"/>
          <w:sz w:val="28"/>
          <w:szCs w:val="28"/>
          <w:lang w:val="uk-UA"/>
        </w:rPr>
        <w:t>ідомих людей та інтернет-сайти.</w:t>
      </w:r>
    </w:p>
    <w:p w:rsidR="00BB5C1C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5581">
        <w:rPr>
          <w:rFonts w:ascii="Times New Roman" w:hAnsi="Times New Roman"/>
          <w:sz w:val="28"/>
          <w:szCs w:val="28"/>
          <w:lang w:val="uk-UA"/>
        </w:rPr>
        <w:t>Він здатний переводити дані між різними одиницями вимірювання, системами числення, підбирати загальну формулу послідовності, знаходити можливі замкнуті форми для наближених дробових чисел, обчислювати суми, границі, інтеграли, розв'язувати рівняння і системи рівнянь, проводити операції з матрицями, визначати властив</w:t>
      </w:r>
      <w:r>
        <w:rPr>
          <w:rFonts w:ascii="Times New Roman" w:hAnsi="Times New Roman"/>
          <w:sz w:val="28"/>
          <w:szCs w:val="28"/>
          <w:lang w:val="uk-UA"/>
        </w:rPr>
        <w:t xml:space="preserve">ості чисел і геометричних фігур,  виконувати логічні операції, </w:t>
      </w:r>
      <w:r w:rsidRPr="00CF5486">
        <w:rPr>
          <w:rFonts w:ascii="Times New Roman" w:hAnsi="Times New Roman"/>
          <w:sz w:val="28"/>
          <w:szCs w:val="28"/>
          <w:lang w:val="uk-UA"/>
        </w:rPr>
        <w:t>будувати нормальні фор</w:t>
      </w:r>
      <w:r>
        <w:rPr>
          <w:rFonts w:ascii="Times New Roman" w:hAnsi="Times New Roman"/>
          <w:sz w:val="28"/>
          <w:szCs w:val="28"/>
          <w:lang w:val="uk-UA"/>
        </w:rPr>
        <w:t>ми для формул логіки предикатів,</w:t>
      </w:r>
      <w:r w:rsidRPr="00CF5486">
        <w:rPr>
          <w:rFonts w:ascii="Times New Roman" w:hAnsi="Times New Roman"/>
          <w:sz w:val="28"/>
          <w:szCs w:val="28"/>
          <w:lang w:val="uk-UA"/>
        </w:rPr>
        <w:t xml:space="preserve"> виконувати і візуа</w:t>
      </w:r>
      <w:r>
        <w:rPr>
          <w:rFonts w:ascii="Times New Roman" w:hAnsi="Times New Roman"/>
          <w:sz w:val="28"/>
          <w:szCs w:val="28"/>
          <w:lang w:val="uk-UA"/>
        </w:rPr>
        <w:t>лізувати операції над множинами,</w:t>
      </w:r>
      <w:r w:rsidRPr="00CF5486">
        <w:rPr>
          <w:rFonts w:ascii="Times New Roman" w:hAnsi="Times New Roman"/>
          <w:sz w:val="28"/>
          <w:szCs w:val="28"/>
          <w:lang w:val="uk-UA"/>
        </w:rPr>
        <w:t xml:space="preserve"> шукати екстремуми фун</w:t>
      </w:r>
      <w:r>
        <w:rPr>
          <w:rFonts w:ascii="Times New Roman" w:hAnsi="Times New Roman"/>
          <w:sz w:val="28"/>
          <w:szCs w:val="28"/>
          <w:lang w:val="uk-UA"/>
        </w:rPr>
        <w:t xml:space="preserve">кцій однієї і багатьоїх змінних, </w:t>
      </w:r>
      <w:r w:rsidRPr="00CF5486">
        <w:rPr>
          <w:rFonts w:ascii="Times New Roman" w:hAnsi="Times New Roman"/>
          <w:sz w:val="28"/>
          <w:szCs w:val="28"/>
          <w:lang w:val="uk-UA"/>
        </w:rPr>
        <w:t xml:space="preserve">будувати графіки </w:t>
      </w:r>
      <w:r>
        <w:rPr>
          <w:rFonts w:ascii="Times New Roman" w:hAnsi="Times New Roman"/>
          <w:sz w:val="28"/>
          <w:szCs w:val="28"/>
          <w:lang w:val="uk-UA"/>
        </w:rPr>
        <w:t>функцій</w:t>
      </w:r>
      <w:r w:rsidRPr="00CF5486">
        <w:rPr>
          <w:rFonts w:ascii="Times New Roman" w:hAnsi="Times New Roman"/>
          <w:sz w:val="28"/>
          <w:szCs w:val="28"/>
          <w:lang w:val="uk-UA"/>
        </w:rPr>
        <w:t>,  заданих у різн</w:t>
      </w:r>
      <w:r>
        <w:rPr>
          <w:rFonts w:ascii="Times New Roman" w:hAnsi="Times New Roman"/>
          <w:sz w:val="28"/>
          <w:szCs w:val="28"/>
          <w:lang w:val="uk-UA"/>
        </w:rPr>
        <w:t xml:space="preserve">их формах і координатах і т.д. </w:t>
      </w:r>
    </w:p>
    <w:p w:rsidR="00BB5C1C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жовтні 2009  р . </w:t>
      </w:r>
      <w:r w:rsidRPr="00CF5486">
        <w:rPr>
          <w:rFonts w:ascii="Times New Roman" w:hAnsi="Times New Roman"/>
          <w:sz w:val="28"/>
          <w:szCs w:val="28"/>
          <w:lang w:val="uk-UA"/>
        </w:rPr>
        <w:t>було випущено програмний п</w:t>
      </w:r>
      <w:r>
        <w:rPr>
          <w:rFonts w:ascii="Times New Roman" w:hAnsi="Times New Roman"/>
          <w:sz w:val="28"/>
          <w:szCs w:val="28"/>
          <w:lang w:val="uk-UA"/>
        </w:rPr>
        <w:t xml:space="preserve">родукт для iPhone ( пізніше – для  iPad), а у жовтні 2010 р. – для </w:t>
      </w:r>
      <w:r w:rsidRPr="00CF5486">
        <w:rPr>
          <w:rFonts w:ascii="Times New Roman" w:hAnsi="Times New Roman"/>
          <w:sz w:val="28"/>
          <w:szCs w:val="28"/>
          <w:lang w:val="uk-UA"/>
        </w:rPr>
        <w:t>A</w:t>
      </w:r>
      <w:r>
        <w:rPr>
          <w:rFonts w:ascii="Times New Roman" w:hAnsi="Times New Roman"/>
          <w:sz w:val="28"/>
          <w:szCs w:val="28"/>
          <w:lang w:val="uk-UA"/>
        </w:rPr>
        <w:t xml:space="preserve">ndroid, що являє собою браузер, </w:t>
      </w:r>
      <w:r w:rsidRPr="00CF5486">
        <w:rPr>
          <w:rFonts w:ascii="Times New Roman" w:hAnsi="Times New Roman"/>
          <w:sz w:val="28"/>
          <w:szCs w:val="28"/>
          <w:lang w:val="uk-UA"/>
        </w:rPr>
        <w:t>здатний показувати лише одну сторінку  –  m.wolframalpha.com  з розширеною клавіатурою д</w:t>
      </w:r>
      <w:r>
        <w:rPr>
          <w:rFonts w:ascii="Times New Roman" w:hAnsi="Times New Roman"/>
          <w:sz w:val="28"/>
          <w:szCs w:val="28"/>
          <w:lang w:val="uk-UA"/>
        </w:rPr>
        <w:t xml:space="preserve">ля введення математичних формул. </w:t>
      </w:r>
      <w:r w:rsidRPr="00CF5486">
        <w:rPr>
          <w:rFonts w:ascii="Times New Roman" w:hAnsi="Times New Roman"/>
          <w:sz w:val="28"/>
          <w:szCs w:val="28"/>
          <w:lang w:val="uk-UA"/>
        </w:rPr>
        <w:t xml:space="preserve">Це </w:t>
      </w:r>
      <w:r>
        <w:rPr>
          <w:rFonts w:ascii="Times New Roman" w:hAnsi="Times New Roman"/>
          <w:sz w:val="28"/>
          <w:szCs w:val="28"/>
          <w:lang w:val="uk-UA"/>
        </w:rPr>
        <w:t xml:space="preserve">дає можливість використовувати </w:t>
      </w:r>
      <w:r w:rsidRPr="00CF5486">
        <w:rPr>
          <w:rFonts w:ascii="Times New Roman" w:hAnsi="Times New Roman"/>
          <w:sz w:val="28"/>
          <w:szCs w:val="28"/>
          <w:lang w:val="uk-UA"/>
        </w:rPr>
        <w:t>Wolfram|Alpha  як програмний засіб</w:t>
      </w:r>
      <w:r>
        <w:rPr>
          <w:rFonts w:ascii="Times New Roman" w:hAnsi="Times New Roman"/>
          <w:sz w:val="28"/>
          <w:szCs w:val="28"/>
          <w:lang w:val="uk-UA"/>
        </w:rPr>
        <w:t xml:space="preserve"> мобільного навчання математики</w:t>
      </w:r>
      <w:r w:rsidRPr="000F58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[4]</w:t>
      </w:r>
      <w:r w:rsidRPr="00CF5486">
        <w:rPr>
          <w:rFonts w:ascii="Times New Roman" w:hAnsi="Times New Roman"/>
          <w:sz w:val="28"/>
          <w:szCs w:val="28"/>
          <w:lang w:val="uk-UA"/>
        </w:rPr>
        <w:t>.</w:t>
      </w:r>
    </w:p>
    <w:p w:rsidR="00BB5C1C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F3DF0">
        <w:rPr>
          <w:rFonts w:ascii="Times New Roman" w:hAnsi="Times New Roman"/>
          <w:i/>
          <w:sz w:val="28"/>
          <w:szCs w:val="28"/>
          <w:lang w:val="uk-UA"/>
        </w:rPr>
        <w:t>Мобільні інформаційно-комунікаційні технології</w:t>
      </w:r>
      <w:r>
        <w:rPr>
          <w:rFonts w:ascii="Times New Roman" w:hAnsi="Times New Roman"/>
          <w:sz w:val="28"/>
          <w:szCs w:val="28"/>
          <w:lang w:val="uk-UA"/>
        </w:rPr>
        <w:t xml:space="preserve"> навчання математики</w:t>
      </w:r>
      <w:r w:rsidRPr="00F445EB">
        <w:rPr>
          <w:rFonts w:ascii="Times New Roman" w:hAnsi="Times New Roman"/>
          <w:sz w:val="28"/>
          <w:szCs w:val="28"/>
          <w:lang w:val="uk-UA"/>
        </w:rPr>
        <w:t>. Серед існуючих ІКТ та засобів навчання найсприятливішими для реалізації навчання вищій математиці за змішаною моделлю є мобільні інформац</w:t>
      </w:r>
      <w:r>
        <w:rPr>
          <w:rFonts w:ascii="Times New Roman" w:hAnsi="Times New Roman"/>
          <w:sz w:val="28"/>
          <w:szCs w:val="28"/>
          <w:lang w:val="uk-UA"/>
        </w:rPr>
        <w:t>ійно-комунікаційні технології.</w:t>
      </w:r>
    </w:p>
    <w:p w:rsidR="00BB5C1C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Мобільними інформаційно-</w:t>
      </w:r>
      <w:r w:rsidRPr="00F445EB">
        <w:rPr>
          <w:rFonts w:ascii="Times New Roman" w:hAnsi="Times New Roman"/>
          <w:sz w:val="28"/>
          <w:szCs w:val="28"/>
          <w:lang w:val="uk-UA"/>
        </w:rPr>
        <w:t xml:space="preserve">комунікаційними технологіями навчання називатимемо сукупність мобільних </w:t>
      </w:r>
      <w:r>
        <w:rPr>
          <w:rFonts w:ascii="Times New Roman" w:hAnsi="Times New Roman"/>
          <w:sz w:val="28"/>
          <w:szCs w:val="28"/>
          <w:lang w:val="uk-UA"/>
        </w:rPr>
        <w:t xml:space="preserve">апаратних та програмних засобів, </w:t>
      </w:r>
      <w:r w:rsidRPr="00F445EB">
        <w:rPr>
          <w:rFonts w:ascii="Times New Roman" w:hAnsi="Times New Roman"/>
          <w:sz w:val="28"/>
          <w:szCs w:val="28"/>
          <w:lang w:val="uk-UA"/>
        </w:rPr>
        <w:t>а також систему методів та форм використання таких засобів у навчальному процесі з м</w:t>
      </w:r>
      <w:r>
        <w:rPr>
          <w:rFonts w:ascii="Times New Roman" w:hAnsi="Times New Roman"/>
          <w:sz w:val="28"/>
          <w:szCs w:val="28"/>
          <w:lang w:val="uk-UA"/>
        </w:rPr>
        <w:t xml:space="preserve">етою отримання , збереження , </w:t>
      </w:r>
      <w:r w:rsidRPr="00F445EB">
        <w:rPr>
          <w:rFonts w:ascii="Times New Roman" w:hAnsi="Times New Roman"/>
          <w:sz w:val="28"/>
          <w:szCs w:val="28"/>
          <w:lang w:val="uk-UA"/>
        </w:rPr>
        <w:t>опрацювання та відтворенн</w:t>
      </w:r>
      <w:r>
        <w:rPr>
          <w:rFonts w:ascii="Times New Roman" w:hAnsi="Times New Roman"/>
          <w:sz w:val="28"/>
          <w:szCs w:val="28"/>
          <w:lang w:val="uk-UA"/>
        </w:rPr>
        <w:t>я аудіо, відео, текстових</w:t>
      </w:r>
      <w:r w:rsidRPr="00F445EB">
        <w:rPr>
          <w:rFonts w:ascii="Times New Roman" w:hAnsi="Times New Roman"/>
          <w:sz w:val="28"/>
          <w:szCs w:val="28"/>
          <w:lang w:val="uk-UA"/>
        </w:rPr>
        <w:t>,  графічних та мультимедіа даних в умовах оперативної комунікації з глоба</w:t>
      </w:r>
      <w:r>
        <w:rPr>
          <w:rFonts w:ascii="Times New Roman" w:hAnsi="Times New Roman"/>
          <w:sz w:val="28"/>
          <w:szCs w:val="28"/>
          <w:lang w:val="uk-UA"/>
        </w:rPr>
        <w:t>льними та локальними ресурсами [1</w:t>
      </w:r>
      <w:r w:rsidRPr="00B770EF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B770EF">
        <w:rPr>
          <w:rFonts w:ascii="Times New Roman" w:hAnsi="Times New Roman"/>
          <w:sz w:val="28"/>
          <w:szCs w:val="28"/>
          <w:lang w:val="uk-UA"/>
        </w:rPr>
        <w:t>. 24</w:t>
      </w:r>
      <w:r w:rsidRPr="00F445EB">
        <w:rPr>
          <w:rFonts w:ascii="Times New Roman" w:hAnsi="Times New Roman"/>
          <w:sz w:val="28"/>
          <w:szCs w:val="28"/>
          <w:lang w:val="uk-UA"/>
        </w:rPr>
        <w:t>].</w:t>
      </w:r>
    </w:p>
    <w:p w:rsidR="00BB5C1C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445EB">
        <w:rPr>
          <w:rFonts w:ascii="Times New Roman" w:hAnsi="Times New Roman"/>
          <w:sz w:val="28"/>
          <w:szCs w:val="28"/>
          <w:lang w:val="uk-UA"/>
        </w:rPr>
        <w:t xml:space="preserve">  Введення мобільних ІКТ до складу методичних систем навчання математичних дисципл</w:t>
      </w:r>
      <w:r>
        <w:rPr>
          <w:rFonts w:ascii="Times New Roman" w:hAnsi="Times New Roman"/>
          <w:sz w:val="28"/>
          <w:szCs w:val="28"/>
          <w:lang w:val="uk-UA"/>
        </w:rPr>
        <w:t xml:space="preserve">ін у ВНЗ змінює усі її складові, проте найбільшою мірою  – </w:t>
      </w:r>
      <w:r w:rsidRPr="00F445EB">
        <w:rPr>
          <w:rFonts w:ascii="Times New Roman" w:hAnsi="Times New Roman"/>
          <w:sz w:val="28"/>
          <w:szCs w:val="28"/>
          <w:lang w:val="uk-UA"/>
        </w:rPr>
        <w:t>технологічну підсистему методи</w:t>
      </w:r>
      <w:r>
        <w:rPr>
          <w:rFonts w:ascii="Times New Roman" w:hAnsi="Times New Roman"/>
          <w:sz w:val="28"/>
          <w:szCs w:val="28"/>
          <w:lang w:val="uk-UA"/>
        </w:rPr>
        <w:t>чної системи навчання (засоби, методи форми навчання).</w:t>
      </w:r>
    </w:p>
    <w:p w:rsidR="00BB5C1C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445EB">
        <w:rPr>
          <w:rFonts w:ascii="Times New Roman" w:hAnsi="Times New Roman"/>
          <w:sz w:val="28"/>
          <w:szCs w:val="28"/>
          <w:lang w:val="uk-UA"/>
        </w:rPr>
        <w:t>Провідними засобами навчання математичних дисциплін стають мобільні засоби загальн</w:t>
      </w:r>
      <w:r>
        <w:rPr>
          <w:rFonts w:ascii="Times New Roman" w:hAnsi="Times New Roman"/>
          <w:sz w:val="28"/>
          <w:szCs w:val="28"/>
          <w:lang w:val="uk-UA"/>
        </w:rPr>
        <w:t>ого та спеціального призначення</w:t>
      </w:r>
      <w:r w:rsidRPr="00F445EB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апаратні (мобільні телефони, смартфони, електронні книжки, Lviv Polytechnic  National University  Institutional </w:t>
      </w:r>
      <w:r w:rsidRPr="00F445EB">
        <w:rPr>
          <w:rFonts w:ascii="Times New Roman" w:hAnsi="Times New Roman"/>
          <w:sz w:val="28"/>
          <w:szCs w:val="28"/>
          <w:lang w:val="uk-UA"/>
        </w:rPr>
        <w:t>Repository  http://ena.lp.</w:t>
      </w:r>
      <w:r>
        <w:rPr>
          <w:rFonts w:ascii="Times New Roman" w:hAnsi="Times New Roman"/>
          <w:sz w:val="28"/>
          <w:szCs w:val="28"/>
          <w:lang w:val="uk-UA"/>
        </w:rPr>
        <w:t>edu.ua 79 ноутбуки і нетбуки , кишенькові ПК ,</w:t>
      </w:r>
      <w:r w:rsidRPr="00F445EB">
        <w:rPr>
          <w:rFonts w:ascii="Times New Roman" w:hAnsi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  <w:lang w:val="uk-UA"/>
        </w:rPr>
        <w:t>ланшети тощо) та програмні (</w:t>
      </w:r>
      <w:r w:rsidRPr="00F445EB">
        <w:rPr>
          <w:rFonts w:ascii="Times New Roman" w:hAnsi="Times New Roman"/>
          <w:sz w:val="28"/>
          <w:szCs w:val="28"/>
          <w:lang w:val="uk-UA"/>
        </w:rPr>
        <w:t>мобі</w:t>
      </w:r>
      <w:r>
        <w:rPr>
          <w:rFonts w:ascii="Times New Roman" w:hAnsi="Times New Roman"/>
          <w:sz w:val="28"/>
          <w:szCs w:val="28"/>
          <w:lang w:val="uk-UA"/>
        </w:rPr>
        <w:t xml:space="preserve">льні системи підтримки навчання, </w:t>
      </w:r>
      <w:r w:rsidRPr="00F445EB">
        <w:rPr>
          <w:rFonts w:ascii="Times New Roman" w:hAnsi="Times New Roman"/>
          <w:sz w:val="28"/>
          <w:szCs w:val="28"/>
          <w:lang w:val="uk-UA"/>
        </w:rPr>
        <w:t>мобіль</w:t>
      </w:r>
      <w:r>
        <w:rPr>
          <w:rFonts w:ascii="Times New Roman" w:hAnsi="Times New Roman"/>
          <w:sz w:val="28"/>
          <w:szCs w:val="28"/>
          <w:lang w:val="uk-UA"/>
        </w:rPr>
        <w:t xml:space="preserve">ні педагогічні програмні засоби, </w:t>
      </w:r>
      <w:r w:rsidRPr="00F445EB">
        <w:rPr>
          <w:rFonts w:ascii="Times New Roman" w:hAnsi="Times New Roman"/>
          <w:sz w:val="28"/>
          <w:szCs w:val="28"/>
          <w:lang w:val="uk-UA"/>
        </w:rPr>
        <w:t xml:space="preserve">системи </w:t>
      </w:r>
      <w:r>
        <w:rPr>
          <w:rFonts w:ascii="Times New Roman" w:hAnsi="Times New Roman"/>
          <w:sz w:val="28"/>
          <w:szCs w:val="28"/>
          <w:lang w:val="uk-UA"/>
        </w:rPr>
        <w:t>зворотного зв’язку, мобільні системи комп’</w:t>
      </w:r>
      <w:r w:rsidRPr="00F445EB">
        <w:rPr>
          <w:rFonts w:ascii="Times New Roman" w:hAnsi="Times New Roman"/>
          <w:sz w:val="28"/>
          <w:szCs w:val="28"/>
          <w:lang w:val="uk-UA"/>
        </w:rPr>
        <w:t>ютерної алге</w:t>
      </w:r>
      <w:r>
        <w:rPr>
          <w:rFonts w:ascii="Times New Roman" w:hAnsi="Times New Roman"/>
          <w:sz w:val="28"/>
          <w:szCs w:val="28"/>
          <w:lang w:val="uk-UA"/>
        </w:rPr>
        <w:t>бри та динамічної геометрії).</w:t>
      </w:r>
    </w:p>
    <w:p w:rsidR="00BB5C1C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445EB">
        <w:rPr>
          <w:rFonts w:ascii="Times New Roman" w:hAnsi="Times New Roman"/>
          <w:sz w:val="28"/>
          <w:szCs w:val="28"/>
          <w:lang w:val="uk-UA"/>
        </w:rPr>
        <w:t>Як мобільний програмний засіб навчання вищої математики можн</w:t>
      </w:r>
      <w:r>
        <w:rPr>
          <w:rFonts w:ascii="Times New Roman" w:hAnsi="Times New Roman"/>
          <w:sz w:val="28"/>
          <w:szCs w:val="28"/>
          <w:lang w:val="uk-UA"/>
        </w:rPr>
        <w:t>а використовувати нову систему MathPiper [1</w:t>
      </w:r>
      <w:r w:rsidRPr="00B770EF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B770EF">
        <w:rPr>
          <w:rFonts w:ascii="Times New Roman" w:hAnsi="Times New Roman"/>
          <w:sz w:val="28"/>
          <w:szCs w:val="28"/>
          <w:lang w:val="uk-UA"/>
        </w:rPr>
        <w:t>. 21</w:t>
      </w:r>
      <w:r>
        <w:rPr>
          <w:rFonts w:ascii="Times New Roman" w:hAnsi="Times New Roman"/>
          <w:sz w:val="28"/>
          <w:szCs w:val="28"/>
          <w:lang w:val="uk-UA"/>
        </w:rPr>
        <w:t xml:space="preserve">], що інтегрує в собі систему комп’ютерної алгебри Yacas </w:t>
      </w:r>
      <w:r w:rsidRPr="00F445EB">
        <w:rPr>
          <w:rFonts w:ascii="Times New Roman" w:hAnsi="Times New Roman"/>
          <w:sz w:val="28"/>
          <w:szCs w:val="28"/>
          <w:lang w:val="uk-UA"/>
        </w:rPr>
        <w:t xml:space="preserve">та систему </w:t>
      </w:r>
      <w:r>
        <w:rPr>
          <w:rFonts w:ascii="Times New Roman" w:hAnsi="Times New Roman"/>
          <w:sz w:val="28"/>
          <w:szCs w:val="28"/>
          <w:lang w:val="uk-UA"/>
        </w:rPr>
        <w:t>динамічної геометрії GeoGebra.</w:t>
      </w:r>
    </w:p>
    <w:p w:rsidR="00BB5C1C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MathPiper – </w:t>
      </w:r>
      <w:r w:rsidRPr="00F445EB">
        <w:rPr>
          <w:rFonts w:ascii="Times New Roman" w:hAnsi="Times New Roman"/>
          <w:sz w:val="28"/>
          <w:szCs w:val="28"/>
          <w:lang w:val="uk-UA"/>
        </w:rPr>
        <w:t>це нова математично - орієнт</w:t>
      </w:r>
      <w:r>
        <w:rPr>
          <w:rFonts w:ascii="Times New Roman" w:hAnsi="Times New Roman"/>
          <w:sz w:val="28"/>
          <w:szCs w:val="28"/>
          <w:lang w:val="uk-UA"/>
        </w:rPr>
        <w:t xml:space="preserve">ована мова програмування , яка, </w:t>
      </w:r>
      <w:r w:rsidRPr="00F445EB">
        <w:rPr>
          <w:rFonts w:ascii="Times New Roman" w:hAnsi="Times New Roman"/>
          <w:sz w:val="28"/>
          <w:szCs w:val="28"/>
          <w:lang w:val="uk-UA"/>
        </w:rPr>
        <w:t>з одного бо</w:t>
      </w:r>
      <w:r>
        <w:rPr>
          <w:rFonts w:ascii="Times New Roman" w:hAnsi="Times New Roman"/>
          <w:sz w:val="28"/>
          <w:szCs w:val="28"/>
          <w:lang w:val="uk-UA"/>
        </w:rPr>
        <w:t xml:space="preserve">ку, </w:t>
      </w:r>
      <w:r w:rsidRPr="00F445EB">
        <w:rPr>
          <w:rFonts w:ascii="Times New Roman" w:hAnsi="Times New Roman"/>
          <w:sz w:val="28"/>
          <w:szCs w:val="28"/>
          <w:lang w:val="uk-UA"/>
        </w:rPr>
        <w:t>доволі проста</w:t>
      </w:r>
      <w:r>
        <w:rPr>
          <w:rFonts w:ascii="Times New Roman" w:hAnsi="Times New Roman"/>
          <w:sz w:val="28"/>
          <w:szCs w:val="28"/>
          <w:lang w:val="uk-UA"/>
        </w:rPr>
        <w:t xml:space="preserve">,  з іншого боку – </w:t>
      </w:r>
      <w:r w:rsidRPr="00F445EB">
        <w:rPr>
          <w:rFonts w:ascii="Times New Roman" w:hAnsi="Times New Roman"/>
          <w:sz w:val="28"/>
          <w:szCs w:val="28"/>
          <w:lang w:val="uk-UA"/>
        </w:rPr>
        <w:t>доволі потужн</w:t>
      </w:r>
      <w:r>
        <w:rPr>
          <w:rFonts w:ascii="Times New Roman" w:hAnsi="Times New Roman"/>
          <w:sz w:val="28"/>
          <w:szCs w:val="28"/>
          <w:lang w:val="uk-UA"/>
        </w:rPr>
        <w:t>а, щоб бути корисною для розв’</w:t>
      </w:r>
      <w:r w:rsidRPr="00F445EB">
        <w:rPr>
          <w:rFonts w:ascii="Times New Roman" w:hAnsi="Times New Roman"/>
          <w:sz w:val="28"/>
          <w:szCs w:val="28"/>
          <w:lang w:val="uk-UA"/>
        </w:rPr>
        <w:t>язання широкого класу ма</w:t>
      </w:r>
      <w:r>
        <w:rPr>
          <w:rFonts w:ascii="Times New Roman" w:hAnsi="Times New Roman"/>
          <w:sz w:val="28"/>
          <w:szCs w:val="28"/>
          <w:lang w:val="uk-UA"/>
        </w:rPr>
        <w:t xml:space="preserve">тематичних та інженерних задач </w:t>
      </w:r>
      <w:r w:rsidRPr="00F445EB">
        <w:rPr>
          <w:rFonts w:ascii="Times New Roman" w:hAnsi="Times New Roman"/>
          <w:sz w:val="28"/>
          <w:szCs w:val="28"/>
          <w:lang w:val="uk-UA"/>
        </w:rPr>
        <w:t>(www.mathpiper.org). M</w:t>
      </w:r>
      <w:r>
        <w:rPr>
          <w:rFonts w:ascii="Times New Roman" w:hAnsi="Times New Roman"/>
          <w:sz w:val="28"/>
          <w:szCs w:val="28"/>
          <w:lang w:val="uk-UA"/>
        </w:rPr>
        <w:t>athPiper  також є системою комп’</w:t>
      </w:r>
      <w:r w:rsidRPr="00F445EB">
        <w:rPr>
          <w:rFonts w:ascii="Times New Roman" w:hAnsi="Times New Roman"/>
          <w:sz w:val="28"/>
          <w:szCs w:val="28"/>
          <w:lang w:val="uk-UA"/>
        </w:rPr>
        <w:t>юте</w:t>
      </w:r>
      <w:r>
        <w:rPr>
          <w:rFonts w:ascii="Times New Roman" w:hAnsi="Times New Roman"/>
          <w:sz w:val="28"/>
          <w:szCs w:val="28"/>
          <w:lang w:val="uk-UA"/>
        </w:rPr>
        <w:t xml:space="preserve">рної алгебри (CAS). Крім того, </w:t>
      </w:r>
      <w:r w:rsidRPr="00F445EB">
        <w:rPr>
          <w:rFonts w:ascii="Times New Roman" w:hAnsi="Times New Roman"/>
          <w:sz w:val="28"/>
          <w:szCs w:val="28"/>
          <w:lang w:val="uk-UA"/>
        </w:rPr>
        <w:t xml:space="preserve">для програмування </w:t>
      </w:r>
      <w:r>
        <w:rPr>
          <w:rFonts w:ascii="Times New Roman" w:hAnsi="Times New Roman"/>
          <w:sz w:val="28"/>
          <w:szCs w:val="28"/>
          <w:lang w:val="uk-UA"/>
        </w:rPr>
        <w:t xml:space="preserve">під MathPiper </w:t>
      </w:r>
      <w:r w:rsidRPr="00F445EB">
        <w:rPr>
          <w:rFonts w:ascii="Times New Roman" w:hAnsi="Times New Roman"/>
          <w:sz w:val="28"/>
          <w:szCs w:val="28"/>
          <w:lang w:val="uk-UA"/>
        </w:rPr>
        <w:t>використовується і</w:t>
      </w:r>
      <w:r>
        <w:rPr>
          <w:rFonts w:ascii="Times New Roman" w:hAnsi="Times New Roman"/>
          <w:sz w:val="28"/>
          <w:szCs w:val="28"/>
          <w:lang w:val="uk-UA"/>
        </w:rPr>
        <w:t xml:space="preserve">нтегроване середовище розробки </w:t>
      </w:r>
      <w:r w:rsidRPr="00F445EB">
        <w:rPr>
          <w:rFonts w:ascii="Times New Roman" w:hAnsi="Times New Roman"/>
          <w:sz w:val="28"/>
          <w:szCs w:val="28"/>
          <w:lang w:val="uk-UA"/>
        </w:rPr>
        <w:t>(IDE)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B5C1C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Таким чином, в даній роботі розглянуто основні засоби </w:t>
      </w:r>
      <w:r w:rsidRPr="00C65A73">
        <w:rPr>
          <w:rFonts w:ascii="Times New Roman" w:hAnsi="Times New Roman"/>
          <w:sz w:val="28"/>
          <w:szCs w:val="28"/>
          <w:lang w:val="uk-UA"/>
        </w:rPr>
        <w:t>інформаційно-комунікаційних технологій</w:t>
      </w:r>
      <w:r>
        <w:rPr>
          <w:rFonts w:ascii="Times New Roman" w:hAnsi="Times New Roman"/>
          <w:sz w:val="28"/>
          <w:szCs w:val="28"/>
          <w:lang w:val="uk-UA"/>
        </w:rPr>
        <w:t xml:space="preserve">. Існує необхідність впровадження </w:t>
      </w:r>
      <w:r w:rsidRPr="00C65A73">
        <w:rPr>
          <w:rFonts w:ascii="Times New Roman" w:hAnsi="Times New Roman"/>
          <w:sz w:val="28"/>
          <w:szCs w:val="28"/>
          <w:lang w:val="uk-UA"/>
        </w:rPr>
        <w:t>інноваційних інформаційно-комунікаційних технологій навчання в процес викладання математичних дисциплінах у вищих навчальних закладах.</w:t>
      </w:r>
    </w:p>
    <w:p w:rsidR="00BB5C1C" w:rsidRPr="00B91E04" w:rsidRDefault="00BB5C1C" w:rsidP="00BC13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Аналіз подальших досліджень вбачається в розкритті детального використання </w:t>
      </w:r>
      <w:r w:rsidRPr="00CF5486">
        <w:rPr>
          <w:rFonts w:ascii="Times New Roman" w:hAnsi="Times New Roman"/>
          <w:sz w:val="28"/>
          <w:szCs w:val="28"/>
          <w:lang w:val="uk-UA"/>
        </w:rPr>
        <w:t xml:space="preserve">Wolfram|Alpha  </w:t>
      </w:r>
      <w:r>
        <w:rPr>
          <w:rFonts w:ascii="Times New Roman" w:hAnsi="Times New Roman"/>
          <w:sz w:val="28"/>
          <w:szCs w:val="28"/>
          <w:lang w:val="uk-UA"/>
        </w:rPr>
        <w:t>і MathPiper для вузів.</w:t>
      </w:r>
    </w:p>
    <w:p w:rsidR="00BB5C1C" w:rsidRDefault="00BB5C1C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BB5C1C" w:rsidRDefault="00BB5C1C" w:rsidP="00AF49C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815C2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BB5C1C" w:rsidRPr="00F643F5" w:rsidRDefault="00BB5C1C" w:rsidP="00F643F5">
      <w:pPr>
        <w:pStyle w:val="ListParagraph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CF763D">
        <w:rPr>
          <w:rFonts w:ascii="Times New Roman" w:hAnsi="Times New Roman"/>
          <w:sz w:val="28"/>
          <w:szCs w:val="28"/>
          <w:lang w:val="uk-UA"/>
        </w:rPr>
        <w:t xml:space="preserve">Рашевська Н. В. Мобільні інформаційно-комунікаційні технології навчання вищої математики студентів вищих технічних навчальних закладів : автореф. дис. на здобуття наук. ступеня канд. пед. наук : спец. 13.00.10 "інформаційно-комунікаційні технології в освіт" / Рашевська Н. В. – Інституті інформаційних технологій і засобів навча, 2011. – </w:t>
      </w: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r w:rsidRPr="00CF763D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 xml:space="preserve">–24. </w:t>
      </w:r>
      <w:r w:rsidRPr="00CF763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B5C1C" w:rsidRDefault="00BB5C1C" w:rsidP="000F58EA">
      <w:pPr>
        <w:pStyle w:val="ListParagraph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A6117A">
        <w:rPr>
          <w:rFonts w:ascii="Times New Roman" w:hAnsi="Times New Roman"/>
          <w:sz w:val="28"/>
          <w:szCs w:val="28"/>
          <w:lang w:val="uk-UA"/>
        </w:rPr>
        <w:t>Словак К. І. Мобільні математичні середовища: сучасний стан та перспективи розвитку / К. І. Словак, С. О. Семеріков, Ю. В. Триус // Науковий часопис НПУ імені М. П. Драгоманова / К. І. Словак, С. О. Семеріков, Ю. В. Триус</w:t>
      </w:r>
      <w:r>
        <w:rPr>
          <w:rFonts w:ascii="Times New Roman" w:hAnsi="Times New Roman"/>
          <w:sz w:val="28"/>
          <w:szCs w:val="28"/>
          <w:lang w:val="uk-UA"/>
        </w:rPr>
        <w:t>., 2012. – (2; 12). – С. 102–109</w:t>
      </w:r>
      <w:r w:rsidRPr="00A6117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5C1C" w:rsidRDefault="00BB5C1C" w:rsidP="000F58EA">
      <w:pPr>
        <w:pStyle w:val="ListParagraph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144D97">
        <w:rPr>
          <w:rFonts w:ascii="Times New Roman" w:hAnsi="Times New Roman"/>
          <w:sz w:val="28"/>
          <w:szCs w:val="28"/>
          <w:lang w:val="uk-UA"/>
        </w:rPr>
        <w:t xml:space="preserve">Триус Ю. В. Комп’ютерно - орієнтовані методичні системи навчання математичних дисциплін у вищих навчальних закладах : автореф. дис. на здобуття наук. ступеня докт. пед. наук : спец. 13.00.02 "теорія i методика навчання інформатики" / Триус Юрій Васильович – Черкаси, 2005. – 649 с. </w:t>
      </w:r>
    </w:p>
    <w:p w:rsidR="00BB5C1C" w:rsidRPr="000F58EA" w:rsidRDefault="00BB5C1C" w:rsidP="00F643F5">
      <w:pPr>
        <w:pStyle w:val="ListParagraph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0F58EA">
        <w:rPr>
          <w:rFonts w:ascii="Times New Roman" w:hAnsi="Times New Roman"/>
          <w:sz w:val="28"/>
          <w:szCs w:val="28"/>
          <w:lang w:val="uk-UA"/>
        </w:rPr>
        <w:t>WolframAlpha [Електронний ресурс] – Режим доступу до ресурсу: https://uk.wikipedia.org/wiki/WolframAlpha.</w:t>
      </w:r>
    </w:p>
    <w:p w:rsidR="00BB5C1C" w:rsidRDefault="00BB5C1C" w:rsidP="00F643F5">
      <w:pPr>
        <w:pStyle w:val="ListParagraph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5C1C" w:rsidRDefault="00BB5C1C" w:rsidP="00930D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BB5C1C" w:rsidRDefault="00BB5C1C" w:rsidP="00F445EB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A0D18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B5C1C" w:rsidRDefault="00BB5C1C" w:rsidP="00F445EB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викладач Терещук  Ірина Вікторівна.</w:t>
      </w:r>
    </w:p>
    <w:sectPr w:rsidR="00BB5C1C" w:rsidSect="003452A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0438"/>
    <w:multiLevelType w:val="hybridMultilevel"/>
    <w:tmpl w:val="199CF14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1D6A3454"/>
    <w:multiLevelType w:val="hybridMultilevel"/>
    <w:tmpl w:val="8C2CE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30C3DB6"/>
    <w:multiLevelType w:val="hybridMultilevel"/>
    <w:tmpl w:val="6C462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6923C5"/>
    <w:multiLevelType w:val="hybridMultilevel"/>
    <w:tmpl w:val="D6EC9CB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5ADA31DF"/>
    <w:multiLevelType w:val="hybridMultilevel"/>
    <w:tmpl w:val="04EC18E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6123"/>
    <w:rsid w:val="00000553"/>
    <w:rsid w:val="00005F23"/>
    <w:rsid w:val="00006047"/>
    <w:rsid w:val="00006BC1"/>
    <w:rsid w:val="000108CE"/>
    <w:rsid w:val="00011EDA"/>
    <w:rsid w:val="00013148"/>
    <w:rsid w:val="000132CB"/>
    <w:rsid w:val="00015E97"/>
    <w:rsid w:val="0001611A"/>
    <w:rsid w:val="00016B5B"/>
    <w:rsid w:val="00017341"/>
    <w:rsid w:val="00017F9C"/>
    <w:rsid w:val="000200FB"/>
    <w:rsid w:val="0002646E"/>
    <w:rsid w:val="00030A3E"/>
    <w:rsid w:val="00031C76"/>
    <w:rsid w:val="0003232E"/>
    <w:rsid w:val="00033009"/>
    <w:rsid w:val="00033AB4"/>
    <w:rsid w:val="000346C7"/>
    <w:rsid w:val="0003664A"/>
    <w:rsid w:val="000366EE"/>
    <w:rsid w:val="00037030"/>
    <w:rsid w:val="000417F6"/>
    <w:rsid w:val="00044F4D"/>
    <w:rsid w:val="00046AB9"/>
    <w:rsid w:val="00046C80"/>
    <w:rsid w:val="00047DE0"/>
    <w:rsid w:val="00051A98"/>
    <w:rsid w:val="000521B6"/>
    <w:rsid w:val="00053FF2"/>
    <w:rsid w:val="00054DFE"/>
    <w:rsid w:val="000565FA"/>
    <w:rsid w:val="00056824"/>
    <w:rsid w:val="00056CDE"/>
    <w:rsid w:val="00056EB3"/>
    <w:rsid w:val="00057909"/>
    <w:rsid w:val="00057F06"/>
    <w:rsid w:val="00060F0C"/>
    <w:rsid w:val="0006145D"/>
    <w:rsid w:val="00061804"/>
    <w:rsid w:val="00062421"/>
    <w:rsid w:val="00062E1C"/>
    <w:rsid w:val="0006449E"/>
    <w:rsid w:val="0006658D"/>
    <w:rsid w:val="000705AF"/>
    <w:rsid w:val="000708B8"/>
    <w:rsid w:val="000708CB"/>
    <w:rsid w:val="00071DEA"/>
    <w:rsid w:val="00072CA8"/>
    <w:rsid w:val="00072DCA"/>
    <w:rsid w:val="00073CD7"/>
    <w:rsid w:val="00075032"/>
    <w:rsid w:val="00076067"/>
    <w:rsid w:val="00080E31"/>
    <w:rsid w:val="00081CC2"/>
    <w:rsid w:val="000852DD"/>
    <w:rsid w:val="00086597"/>
    <w:rsid w:val="000865E7"/>
    <w:rsid w:val="00086CE3"/>
    <w:rsid w:val="000905F3"/>
    <w:rsid w:val="00092B81"/>
    <w:rsid w:val="00097BFB"/>
    <w:rsid w:val="000A0D26"/>
    <w:rsid w:val="000A1704"/>
    <w:rsid w:val="000A1FAC"/>
    <w:rsid w:val="000A2985"/>
    <w:rsid w:val="000A2EBE"/>
    <w:rsid w:val="000A5393"/>
    <w:rsid w:val="000A60DD"/>
    <w:rsid w:val="000B1D0C"/>
    <w:rsid w:val="000B4507"/>
    <w:rsid w:val="000B456E"/>
    <w:rsid w:val="000B555C"/>
    <w:rsid w:val="000B57E3"/>
    <w:rsid w:val="000C099E"/>
    <w:rsid w:val="000C1BC3"/>
    <w:rsid w:val="000E0A13"/>
    <w:rsid w:val="000E0A5A"/>
    <w:rsid w:val="000E3BF7"/>
    <w:rsid w:val="000E45A6"/>
    <w:rsid w:val="000F0333"/>
    <w:rsid w:val="000F1DFC"/>
    <w:rsid w:val="000F1FB7"/>
    <w:rsid w:val="000F58EA"/>
    <w:rsid w:val="00101345"/>
    <w:rsid w:val="00102BD5"/>
    <w:rsid w:val="0010711B"/>
    <w:rsid w:val="00110C3F"/>
    <w:rsid w:val="0011136A"/>
    <w:rsid w:val="00113607"/>
    <w:rsid w:val="001170CF"/>
    <w:rsid w:val="001179F5"/>
    <w:rsid w:val="00120E13"/>
    <w:rsid w:val="001232DB"/>
    <w:rsid w:val="001236D3"/>
    <w:rsid w:val="00124970"/>
    <w:rsid w:val="00124E5E"/>
    <w:rsid w:val="00125A0B"/>
    <w:rsid w:val="00126535"/>
    <w:rsid w:val="00131F41"/>
    <w:rsid w:val="001321A1"/>
    <w:rsid w:val="00132F85"/>
    <w:rsid w:val="0013345A"/>
    <w:rsid w:val="001339B4"/>
    <w:rsid w:val="00134D69"/>
    <w:rsid w:val="00135F62"/>
    <w:rsid w:val="00137BF1"/>
    <w:rsid w:val="00140207"/>
    <w:rsid w:val="00141DBA"/>
    <w:rsid w:val="00144D97"/>
    <w:rsid w:val="00145678"/>
    <w:rsid w:val="00147917"/>
    <w:rsid w:val="0015072F"/>
    <w:rsid w:val="00150CCC"/>
    <w:rsid w:val="00151D7D"/>
    <w:rsid w:val="00154EF8"/>
    <w:rsid w:val="00157C05"/>
    <w:rsid w:val="00162B23"/>
    <w:rsid w:val="00163E5C"/>
    <w:rsid w:val="00166A32"/>
    <w:rsid w:val="00167CF2"/>
    <w:rsid w:val="00171CFB"/>
    <w:rsid w:val="001740BA"/>
    <w:rsid w:val="00175122"/>
    <w:rsid w:val="00176EE5"/>
    <w:rsid w:val="00180C17"/>
    <w:rsid w:val="00181E81"/>
    <w:rsid w:val="001824BE"/>
    <w:rsid w:val="00182D1D"/>
    <w:rsid w:val="0018597C"/>
    <w:rsid w:val="00190D97"/>
    <w:rsid w:val="001910B7"/>
    <w:rsid w:val="00192F06"/>
    <w:rsid w:val="00196A90"/>
    <w:rsid w:val="00196F26"/>
    <w:rsid w:val="001A0A53"/>
    <w:rsid w:val="001A267E"/>
    <w:rsid w:val="001A2DE8"/>
    <w:rsid w:val="001A370B"/>
    <w:rsid w:val="001B32DB"/>
    <w:rsid w:val="001B709C"/>
    <w:rsid w:val="001B7E96"/>
    <w:rsid w:val="001C0C39"/>
    <w:rsid w:val="001C176D"/>
    <w:rsid w:val="001C19E9"/>
    <w:rsid w:val="001C1C98"/>
    <w:rsid w:val="001C281F"/>
    <w:rsid w:val="001C4173"/>
    <w:rsid w:val="001C4BA3"/>
    <w:rsid w:val="001C5FFF"/>
    <w:rsid w:val="001C6F44"/>
    <w:rsid w:val="001D0137"/>
    <w:rsid w:val="001D1EF7"/>
    <w:rsid w:val="001D297B"/>
    <w:rsid w:val="001D4364"/>
    <w:rsid w:val="001D58D9"/>
    <w:rsid w:val="001D5FAD"/>
    <w:rsid w:val="001D773E"/>
    <w:rsid w:val="001D7E72"/>
    <w:rsid w:val="001E2003"/>
    <w:rsid w:val="001E2319"/>
    <w:rsid w:val="001E48FA"/>
    <w:rsid w:val="001E4CF9"/>
    <w:rsid w:val="001F262B"/>
    <w:rsid w:val="001F4162"/>
    <w:rsid w:val="0020066D"/>
    <w:rsid w:val="00201C55"/>
    <w:rsid w:val="00202FEE"/>
    <w:rsid w:val="00203947"/>
    <w:rsid w:val="00205C85"/>
    <w:rsid w:val="002101F2"/>
    <w:rsid w:val="00212E7C"/>
    <w:rsid w:val="00217E3F"/>
    <w:rsid w:val="00221711"/>
    <w:rsid w:val="00221C42"/>
    <w:rsid w:val="002249CA"/>
    <w:rsid w:val="00226B2C"/>
    <w:rsid w:val="00226ED5"/>
    <w:rsid w:val="002319AD"/>
    <w:rsid w:val="00234C61"/>
    <w:rsid w:val="00234D86"/>
    <w:rsid w:val="00235FAB"/>
    <w:rsid w:val="002374F4"/>
    <w:rsid w:val="00237F88"/>
    <w:rsid w:val="0024068C"/>
    <w:rsid w:val="00241789"/>
    <w:rsid w:val="002433FA"/>
    <w:rsid w:val="00247BF4"/>
    <w:rsid w:val="0025075D"/>
    <w:rsid w:val="002514C8"/>
    <w:rsid w:val="00252012"/>
    <w:rsid w:val="0025511B"/>
    <w:rsid w:val="00256B0D"/>
    <w:rsid w:val="002572E0"/>
    <w:rsid w:val="00263C0F"/>
    <w:rsid w:val="00264319"/>
    <w:rsid w:val="002644E5"/>
    <w:rsid w:val="0026629A"/>
    <w:rsid w:val="00270293"/>
    <w:rsid w:val="002716BF"/>
    <w:rsid w:val="0027460A"/>
    <w:rsid w:val="002751E6"/>
    <w:rsid w:val="00276400"/>
    <w:rsid w:val="00277A6D"/>
    <w:rsid w:val="0028242B"/>
    <w:rsid w:val="00283829"/>
    <w:rsid w:val="00286DB8"/>
    <w:rsid w:val="00287A20"/>
    <w:rsid w:val="00290C40"/>
    <w:rsid w:val="002969AC"/>
    <w:rsid w:val="0029710F"/>
    <w:rsid w:val="002A1DD0"/>
    <w:rsid w:val="002A1E4A"/>
    <w:rsid w:val="002A6369"/>
    <w:rsid w:val="002A770D"/>
    <w:rsid w:val="002B4C96"/>
    <w:rsid w:val="002C4648"/>
    <w:rsid w:val="002D0229"/>
    <w:rsid w:val="002D09DA"/>
    <w:rsid w:val="002D1EA7"/>
    <w:rsid w:val="002D6060"/>
    <w:rsid w:val="002E2283"/>
    <w:rsid w:val="002E5335"/>
    <w:rsid w:val="002E609C"/>
    <w:rsid w:val="002E6977"/>
    <w:rsid w:val="002E7204"/>
    <w:rsid w:val="002F059B"/>
    <w:rsid w:val="002F1C75"/>
    <w:rsid w:val="002F69C3"/>
    <w:rsid w:val="00300EF2"/>
    <w:rsid w:val="00302AB5"/>
    <w:rsid w:val="0030407C"/>
    <w:rsid w:val="0030547C"/>
    <w:rsid w:val="003107A0"/>
    <w:rsid w:val="00315293"/>
    <w:rsid w:val="00315990"/>
    <w:rsid w:val="00317635"/>
    <w:rsid w:val="00317D01"/>
    <w:rsid w:val="0032085A"/>
    <w:rsid w:val="003317AF"/>
    <w:rsid w:val="00331CE8"/>
    <w:rsid w:val="00331E31"/>
    <w:rsid w:val="00333A31"/>
    <w:rsid w:val="003369B0"/>
    <w:rsid w:val="0034067C"/>
    <w:rsid w:val="00343AA7"/>
    <w:rsid w:val="003452A6"/>
    <w:rsid w:val="0034551E"/>
    <w:rsid w:val="0034648C"/>
    <w:rsid w:val="00347562"/>
    <w:rsid w:val="00347613"/>
    <w:rsid w:val="00352A30"/>
    <w:rsid w:val="00355BD5"/>
    <w:rsid w:val="00355E06"/>
    <w:rsid w:val="00355E08"/>
    <w:rsid w:val="00355E46"/>
    <w:rsid w:val="00357012"/>
    <w:rsid w:val="003573E9"/>
    <w:rsid w:val="00360959"/>
    <w:rsid w:val="00364CC5"/>
    <w:rsid w:val="0036660D"/>
    <w:rsid w:val="00366D63"/>
    <w:rsid w:val="0037098F"/>
    <w:rsid w:val="00370AA8"/>
    <w:rsid w:val="00372187"/>
    <w:rsid w:val="00372682"/>
    <w:rsid w:val="00372E87"/>
    <w:rsid w:val="00374048"/>
    <w:rsid w:val="0037456A"/>
    <w:rsid w:val="00376425"/>
    <w:rsid w:val="00376963"/>
    <w:rsid w:val="00380190"/>
    <w:rsid w:val="00380BB1"/>
    <w:rsid w:val="00380D9B"/>
    <w:rsid w:val="00380EC8"/>
    <w:rsid w:val="00381EBB"/>
    <w:rsid w:val="00384285"/>
    <w:rsid w:val="00385F35"/>
    <w:rsid w:val="00387229"/>
    <w:rsid w:val="00387CB9"/>
    <w:rsid w:val="003919B7"/>
    <w:rsid w:val="0039319B"/>
    <w:rsid w:val="00395886"/>
    <w:rsid w:val="003974C1"/>
    <w:rsid w:val="003A3307"/>
    <w:rsid w:val="003A3830"/>
    <w:rsid w:val="003A487E"/>
    <w:rsid w:val="003A6BF6"/>
    <w:rsid w:val="003B0B95"/>
    <w:rsid w:val="003B1922"/>
    <w:rsid w:val="003C1AA7"/>
    <w:rsid w:val="003C3E5B"/>
    <w:rsid w:val="003C53DD"/>
    <w:rsid w:val="003C6EC4"/>
    <w:rsid w:val="003C7179"/>
    <w:rsid w:val="003D2ACA"/>
    <w:rsid w:val="003D3271"/>
    <w:rsid w:val="003D35E9"/>
    <w:rsid w:val="003E009E"/>
    <w:rsid w:val="003E517C"/>
    <w:rsid w:val="003E5A0D"/>
    <w:rsid w:val="003F1AFE"/>
    <w:rsid w:val="003F2A5C"/>
    <w:rsid w:val="003F3DF0"/>
    <w:rsid w:val="003F4734"/>
    <w:rsid w:val="00402883"/>
    <w:rsid w:val="0040515F"/>
    <w:rsid w:val="00407F90"/>
    <w:rsid w:val="00410762"/>
    <w:rsid w:val="00420D3D"/>
    <w:rsid w:val="00422472"/>
    <w:rsid w:val="00426304"/>
    <w:rsid w:val="00426986"/>
    <w:rsid w:val="00426F85"/>
    <w:rsid w:val="00431B1F"/>
    <w:rsid w:val="00433B36"/>
    <w:rsid w:val="0043404C"/>
    <w:rsid w:val="004344C0"/>
    <w:rsid w:val="004362E9"/>
    <w:rsid w:val="00436C9C"/>
    <w:rsid w:val="00441522"/>
    <w:rsid w:val="004455A9"/>
    <w:rsid w:val="00445AFD"/>
    <w:rsid w:val="00447923"/>
    <w:rsid w:val="0045069F"/>
    <w:rsid w:val="00450B57"/>
    <w:rsid w:val="004604C7"/>
    <w:rsid w:val="00461E46"/>
    <w:rsid w:val="0047060B"/>
    <w:rsid w:val="00473302"/>
    <w:rsid w:val="004747B9"/>
    <w:rsid w:val="00474DBC"/>
    <w:rsid w:val="00474F08"/>
    <w:rsid w:val="00475499"/>
    <w:rsid w:val="00476F7B"/>
    <w:rsid w:val="00477866"/>
    <w:rsid w:val="0048155C"/>
    <w:rsid w:val="00483E77"/>
    <w:rsid w:val="004857B0"/>
    <w:rsid w:val="004859E8"/>
    <w:rsid w:val="0049530B"/>
    <w:rsid w:val="00495314"/>
    <w:rsid w:val="004A0D18"/>
    <w:rsid w:val="004A1627"/>
    <w:rsid w:val="004A3B2B"/>
    <w:rsid w:val="004A485A"/>
    <w:rsid w:val="004A5F1E"/>
    <w:rsid w:val="004B04EE"/>
    <w:rsid w:val="004B11CA"/>
    <w:rsid w:val="004B3A2E"/>
    <w:rsid w:val="004B6B2B"/>
    <w:rsid w:val="004B6C87"/>
    <w:rsid w:val="004C0025"/>
    <w:rsid w:val="004C01A3"/>
    <w:rsid w:val="004C612F"/>
    <w:rsid w:val="004C79EC"/>
    <w:rsid w:val="004C7BBC"/>
    <w:rsid w:val="004D38B1"/>
    <w:rsid w:val="004D3B01"/>
    <w:rsid w:val="004D3EAA"/>
    <w:rsid w:val="004D40A3"/>
    <w:rsid w:val="004D6082"/>
    <w:rsid w:val="004D6515"/>
    <w:rsid w:val="004D7D81"/>
    <w:rsid w:val="004D7DED"/>
    <w:rsid w:val="004F1858"/>
    <w:rsid w:val="004F4942"/>
    <w:rsid w:val="004F5742"/>
    <w:rsid w:val="00501EC7"/>
    <w:rsid w:val="00504FF0"/>
    <w:rsid w:val="00507021"/>
    <w:rsid w:val="005121A0"/>
    <w:rsid w:val="00512C89"/>
    <w:rsid w:val="0051389F"/>
    <w:rsid w:val="00513B28"/>
    <w:rsid w:val="0051647D"/>
    <w:rsid w:val="0051682D"/>
    <w:rsid w:val="00516A0C"/>
    <w:rsid w:val="005205A1"/>
    <w:rsid w:val="00520E69"/>
    <w:rsid w:val="005211DF"/>
    <w:rsid w:val="005216A7"/>
    <w:rsid w:val="005243FB"/>
    <w:rsid w:val="00527ABC"/>
    <w:rsid w:val="00530113"/>
    <w:rsid w:val="005302AE"/>
    <w:rsid w:val="005303CA"/>
    <w:rsid w:val="005304BE"/>
    <w:rsid w:val="005308A1"/>
    <w:rsid w:val="0053302E"/>
    <w:rsid w:val="00533C66"/>
    <w:rsid w:val="005411C7"/>
    <w:rsid w:val="0054391D"/>
    <w:rsid w:val="00543C49"/>
    <w:rsid w:val="00545547"/>
    <w:rsid w:val="0055233B"/>
    <w:rsid w:val="005538A7"/>
    <w:rsid w:val="00554345"/>
    <w:rsid w:val="0055543C"/>
    <w:rsid w:val="00556123"/>
    <w:rsid w:val="00557E00"/>
    <w:rsid w:val="00561891"/>
    <w:rsid w:val="00563556"/>
    <w:rsid w:val="00566043"/>
    <w:rsid w:val="00567359"/>
    <w:rsid w:val="005678F3"/>
    <w:rsid w:val="00571CD1"/>
    <w:rsid w:val="005723C7"/>
    <w:rsid w:val="00572554"/>
    <w:rsid w:val="00574716"/>
    <w:rsid w:val="00575C5E"/>
    <w:rsid w:val="00580402"/>
    <w:rsid w:val="00580AE3"/>
    <w:rsid w:val="005818F9"/>
    <w:rsid w:val="00582EEA"/>
    <w:rsid w:val="00587792"/>
    <w:rsid w:val="0058790F"/>
    <w:rsid w:val="0059007F"/>
    <w:rsid w:val="005913A6"/>
    <w:rsid w:val="005937FA"/>
    <w:rsid w:val="00595B54"/>
    <w:rsid w:val="0059600F"/>
    <w:rsid w:val="005970E3"/>
    <w:rsid w:val="00597F9A"/>
    <w:rsid w:val="005A0B4F"/>
    <w:rsid w:val="005A16BA"/>
    <w:rsid w:val="005A2BFD"/>
    <w:rsid w:val="005A3F63"/>
    <w:rsid w:val="005A760A"/>
    <w:rsid w:val="005A7A28"/>
    <w:rsid w:val="005B2E10"/>
    <w:rsid w:val="005B3DCE"/>
    <w:rsid w:val="005B40A0"/>
    <w:rsid w:val="005B4BB9"/>
    <w:rsid w:val="005B7166"/>
    <w:rsid w:val="005C02BF"/>
    <w:rsid w:val="005C30C6"/>
    <w:rsid w:val="005C595A"/>
    <w:rsid w:val="005D1766"/>
    <w:rsid w:val="005D21BB"/>
    <w:rsid w:val="005D21FD"/>
    <w:rsid w:val="005D3CE6"/>
    <w:rsid w:val="005D6489"/>
    <w:rsid w:val="005D6E6E"/>
    <w:rsid w:val="005E242B"/>
    <w:rsid w:val="005E273D"/>
    <w:rsid w:val="005E2825"/>
    <w:rsid w:val="005E29A1"/>
    <w:rsid w:val="005E765D"/>
    <w:rsid w:val="005F3CEA"/>
    <w:rsid w:val="005F3E90"/>
    <w:rsid w:val="005F5ADE"/>
    <w:rsid w:val="005F6D82"/>
    <w:rsid w:val="006013CE"/>
    <w:rsid w:val="006018D6"/>
    <w:rsid w:val="0060487F"/>
    <w:rsid w:val="006128EC"/>
    <w:rsid w:val="006146B8"/>
    <w:rsid w:val="00615F54"/>
    <w:rsid w:val="0062093A"/>
    <w:rsid w:val="0062505A"/>
    <w:rsid w:val="00625105"/>
    <w:rsid w:val="00627FD5"/>
    <w:rsid w:val="00632736"/>
    <w:rsid w:val="006338B2"/>
    <w:rsid w:val="00634461"/>
    <w:rsid w:val="006362A7"/>
    <w:rsid w:val="006370A8"/>
    <w:rsid w:val="006408A2"/>
    <w:rsid w:val="00641835"/>
    <w:rsid w:val="00644715"/>
    <w:rsid w:val="006468BA"/>
    <w:rsid w:val="00647D20"/>
    <w:rsid w:val="0065343C"/>
    <w:rsid w:val="00654D21"/>
    <w:rsid w:val="00655C50"/>
    <w:rsid w:val="00661024"/>
    <w:rsid w:val="00661452"/>
    <w:rsid w:val="0066206B"/>
    <w:rsid w:val="00670B3B"/>
    <w:rsid w:val="0067202A"/>
    <w:rsid w:val="00673FAD"/>
    <w:rsid w:val="006760B7"/>
    <w:rsid w:val="006769E0"/>
    <w:rsid w:val="00676EFF"/>
    <w:rsid w:val="006776FD"/>
    <w:rsid w:val="00677AB2"/>
    <w:rsid w:val="00680647"/>
    <w:rsid w:val="00684DCE"/>
    <w:rsid w:val="0068501B"/>
    <w:rsid w:val="0068625D"/>
    <w:rsid w:val="00690BC6"/>
    <w:rsid w:val="00691133"/>
    <w:rsid w:val="00692DF0"/>
    <w:rsid w:val="006945EB"/>
    <w:rsid w:val="00696BB5"/>
    <w:rsid w:val="006970B6"/>
    <w:rsid w:val="006A5FC8"/>
    <w:rsid w:val="006A795D"/>
    <w:rsid w:val="006B0203"/>
    <w:rsid w:val="006B21A2"/>
    <w:rsid w:val="006B35C8"/>
    <w:rsid w:val="006B3763"/>
    <w:rsid w:val="006B3F2E"/>
    <w:rsid w:val="006B45E2"/>
    <w:rsid w:val="006B47EA"/>
    <w:rsid w:val="006B52DB"/>
    <w:rsid w:val="006B5660"/>
    <w:rsid w:val="006B6592"/>
    <w:rsid w:val="006B6EFE"/>
    <w:rsid w:val="006C119E"/>
    <w:rsid w:val="006C1F85"/>
    <w:rsid w:val="006C2C09"/>
    <w:rsid w:val="006C74A8"/>
    <w:rsid w:val="006D0B70"/>
    <w:rsid w:val="006D14BF"/>
    <w:rsid w:val="006D2D72"/>
    <w:rsid w:val="006D2F87"/>
    <w:rsid w:val="006D4FDD"/>
    <w:rsid w:val="006D56E1"/>
    <w:rsid w:val="006D57E0"/>
    <w:rsid w:val="006D5CCE"/>
    <w:rsid w:val="006D5F02"/>
    <w:rsid w:val="006D5FA2"/>
    <w:rsid w:val="006D7665"/>
    <w:rsid w:val="006E1575"/>
    <w:rsid w:val="006E2F93"/>
    <w:rsid w:val="006E4EF6"/>
    <w:rsid w:val="006E6E3A"/>
    <w:rsid w:val="006F249D"/>
    <w:rsid w:val="006F3513"/>
    <w:rsid w:val="006F352A"/>
    <w:rsid w:val="006F4484"/>
    <w:rsid w:val="006F618E"/>
    <w:rsid w:val="006F7271"/>
    <w:rsid w:val="0070310E"/>
    <w:rsid w:val="007078CA"/>
    <w:rsid w:val="00712740"/>
    <w:rsid w:val="00714361"/>
    <w:rsid w:val="007146B6"/>
    <w:rsid w:val="00716B41"/>
    <w:rsid w:val="00720962"/>
    <w:rsid w:val="00720F01"/>
    <w:rsid w:val="007227A4"/>
    <w:rsid w:val="007276B0"/>
    <w:rsid w:val="007303C6"/>
    <w:rsid w:val="00731178"/>
    <w:rsid w:val="007350F0"/>
    <w:rsid w:val="00736665"/>
    <w:rsid w:val="0073679D"/>
    <w:rsid w:val="00736C6D"/>
    <w:rsid w:val="007423EE"/>
    <w:rsid w:val="00743126"/>
    <w:rsid w:val="007431D3"/>
    <w:rsid w:val="00743DE1"/>
    <w:rsid w:val="00745CF7"/>
    <w:rsid w:val="007509A8"/>
    <w:rsid w:val="00751268"/>
    <w:rsid w:val="0075180C"/>
    <w:rsid w:val="00752DD6"/>
    <w:rsid w:val="00753B76"/>
    <w:rsid w:val="007558BB"/>
    <w:rsid w:val="00755F61"/>
    <w:rsid w:val="0075716A"/>
    <w:rsid w:val="00762CAB"/>
    <w:rsid w:val="00763EEA"/>
    <w:rsid w:val="007662A1"/>
    <w:rsid w:val="007666C6"/>
    <w:rsid w:val="0076781A"/>
    <w:rsid w:val="007721B1"/>
    <w:rsid w:val="00775062"/>
    <w:rsid w:val="00775650"/>
    <w:rsid w:val="00776201"/>
    <w:rsid w:val="007775C6"/>
    <w:rsid w:val="00781586"/>
    <w:rsid w:val="0078223C"/>
    <w:rsid w:val="00782CB2"/>
    <w:rsid w:val="007835A4"/>
    <w:rsid w:val="0078454B"/>
    <w:rsid w:val="00786F10"/>
    <w:rsid w:val="007875BD"/>
    <w:rsid w:val="00790390"/>
    <w:rsid w:val="007907BD"/>
    <w:rsid w:val="00790A68"/>
    <w:rsid w:val="007916F7"/>
    <w:rsid w:val="00792C0E"/>
    <w:rsid w:val="007962FF"/>
    <w:rsid w:val="00796EF5"/>
    <w:rsid w:val="00797022"/>
    <w:rsid w:val="00797AE4"/>
    <w:rsid w:val="007A2673"/>
    <w:rsid w:val="007A7264"/>
    <w:rsid w:val="007A7458"/>
    <w:rsid w:val="007B0492"/>
    <w:rsid w:val="007B692C"/>
    <w:rsid w:val="007B6977"/>
    <w:rsid w:val="007B6F61"/>
    <w:rsid w:val="007C1F45"/>
    <w:rsid w:val="007C40CC"/>
    <w:rsid w:val="007C5C11"/>
    <w:rsid w:val="007C64E7"/>
    <w:rsid w:val="007D0725"/>
    <w:rsid w:val="007D500E"/>
    <w:rsid w:val="007D6745"/>
    <w:rsid w:val="007E3916"/>
    <w:rsid w:val="007E5DFE"/>
    <w:rsid w:val="007E7846"/>
    <w:rsid w:val="007F1C61"/>
    <w:rsid w:val="007F4DAB"/>
    <w:rsid w:val="007F7810"/>
    <w:rsid w:val="008012AD"/>
    <w:rsid w:val="00802432"/>
    <w:rsid w:val="00802CB7"/>
    <w:rsid w:val="00805349"/>
    <w:rsid w:val="00810D5A"/>
    <w:rsid w:val="00811ECF"/>
    <w:rsid w:val="00813B1F"/>
    <w:rsid w:val="00813BA2"/>
    <w:rsid w:val="0081522F"/>
    <w:rsid w:val="00816218"/>
    <w:rsid w:val="00816CB9"/>
    <w:rsid w:val="00816E91"/>
    <w:rsid w:val="00820474"/>
    <w:rsid w:val="00822AFB"/>
    <w:rsid w:val="00823202"/>
    <w:rsid w:val="00823DB0"/>
    <w:rsid w:val="0082457C"/>
    <w:rsid w:val="00826D47"/>
    <w:rsid w:val="00827D87"/>
    <w:rsid w:val="00832127"/>
    <w:rsid w:val="00840965"/>
    <w:rsid w:val="00841395"/>
    <w:rsid w:val="00842FD8"/>
    <w:rsid w:val="00846642"/>
    <w:rsid w:val="0084680C"/>
    <w:rsid w:val="00846D53"/>
    <w:rsid w:val="00853694"/>
    <w:rsid w:val="00853EAB"/>
    <w:rsid w:val="008564C4"/>
    <w:rsid w:val="00856A92"/>
    <w:rsid w:val="00856FC2"/>
    <w:rsid w:val="008572DD"/>
    <w:rsid w:val="00861C74"/>
    <w:rsid w:val="0086390E"/>
    <w:rsid w:val="00866772"/>
    <w:rsid w:val="00870704"/>
    <w:rsid w:val="00874720"/>
    <w:rsid w:val="00875F0B"/>
    <w:rsid w:val="00876CD7"/>
    <w:rsid w:val="00876DC5"/>
    <w:rsid w:val="008810F4"/>
    <w:rsid w:val="00883118"/>
    <w:rsid w:val="008849D3"/>
    <w:rsid w:val="00887598"/>
    <w:rsid w:val="00887FB5"/>
    <w:rsid w:val="0089528E"/>
    <w:rsid w:val="00895E49"/>
    <w:rsid w:val="00897B06"/>
    <w:rsid w:val="00897D9A"/>
    <w:rsid w:val="008A18D4"/>
    <w:rsid w:val="008A2EFB"/>
    <w:rsid w:val="008A4C7F"/>
    <w:rsid w:val="008A5945"/>
    <w:rsid w:val="008A6D79"/>
    <w:rsid w:val="008A7616"/>
    <w:rsid w:val="008B0E85"/>
    <w:rsid w:val="008B13ED"/>
    <w:rsid w:val="008B1B40"/>
    <w:rsid w:val="008B1CAA"/>
    <w:rsid w:val="008B1E77"/>
    <w:rsid w:val="008B211B"/>
    <w:rsid w:val="008B2ECF"/>
    <w:rsid w:val="008B3DAB"/>
    <w:rsid w:val="008B60DE"/>
    <w:rsid w:val="008B6FD0"/>
    <w:rsid w:val="008B767E"/>
    <w:rsid w:val="008C0215"/>
    <w:rsid w:val="008C1AEF"/>
    <w:rsid w:val="008C57E4"/>
    <w:rsid w:val="008C5832"/>
    <w:rsid w:val="008C5B01"/>
    <w:rsid w:val="008D218F"/>
    <w:rsid w:val="008D2B2C"/>
    <w:rsid w:val="008D2CC3"/>
    <w:rsid w:val="008D3A2A"/>
    <w:rsid w:val="008D729E"/>
    <w:rsid w:val="008E1CA3"/>
    <w:rsid w:val="008E5FFA"/>
    <w:rsid w:val="008E6983"/>
    <w:rsid w:val="008E7917"/>
    <w:rsid w:val="008F0006"/>
    <w:rsid w:val="008F4AC0"/>
    <w:rsid w:val="00900368"/>
    <w:rsid w:val="00903263"/>
    <w:rsid w:val="00903E39"/>
    <w:rsid w:val="00904D32"/>
    <w:rsid w:val="009114B9"/>
    <w:rsid w:val="009114EC"/>
    <w:rsid w:val="00911ABD"/>
    <w:rsid w:val="0091650B"/>
    <w:rsid w:val="00917013"/>
    <w:rsid w:val="00920102"/>
    <w:rsid w:val="009239B0"/>
    <w:rsid w:val="00923E7E"/>
    <w:rsid w:val="009262AB"/>
    <w:rsid w:val="00930D8F"/>
    <w:rsid w:val="009336CD"/>
    <w:rsid w:val="00935F33"/>
    <w:rsid w:val="009368AC"/>
    <w:rsid w:val="00937C7F"/>
    <w:rsid w:val="00940B5F"/>
    <w:rsid w:val="00941425"/>
    <w:rsid w:val="009444EC"/>
    <w:rsid w:val="009466EF"/>
    <w:rsid w:val="00950C85"/>
    <w:rsid w:val="00954033"/>
    <w:rsid w:val="00954911"/>
    <w:rsid w:val="0095506D"/>
    <w:rsid w:val="00961483"/>
    <w:rsid w:val="00961961"/>
    <w:rsid w:val="00962F0F"/>
    <w:rsid w:val="009645CA"/>
    <w:rsid w:val="00964C3D"/>
    <w:rsid w:val="00964CCC"/>
    <w:rsid w:val="00966B52"/>
    <w:rsid w:val="009750C4"/>
    <w:rsid w:val="00975DCC"/>
    <w:rsid w:val="009760FD"/>
    <w:rsid w:val="009775DA"/>
    <w:rsid w:val="009777AD"/>
    <w:rsid w:val="00991D0C"/>
    <w:rsid w:val="00991FA9"/>
    <w:rsid w:val="00993C93"/>
    <w:rsid w:val="009955E3"/>
    <w:rsid w:val="00997444"/>
    <w:rsid w:val="009A1FC9"/>
    <w:rsid w:val="009A3DEC"/>
    <w:rsid w:val="009A66AD"/>
    <w:rsid w:val="009B051E"/>
    <w:rsid w:val="009B0665"/>
    <w:rsid w:val="009B40E6"/>
    <w:rsid w:val="009B48DE"/>
    <w:rsid w:val="009B620F"/>
    <w:rsid w:val="009B6A08"/>
    <w:rsid w:val="009C0D34"/>
    <w:rsid w:val="009C241D"/>
    <w:rsid w:val="009C5DEF"/>
    <w:rsid w:val="009D084F"/>
    <w:rsid w:val="009D5C1D"/>
    <w:rsid w:val="009D63A4"/>
    <w:rsid w:val="009D685F"/>
    <w:rsid w:val="009D6966"/>
    <w:rsid w:val="009E0E94"/>
    <w:rsid w:val="009E2851"/>
    <w:rsid w:val="009E36B5"/>
    <w:rsid w:val="009F26C8"/>
    <w:rsid w:val="009F3B41"/>
    <w:rsid w:val="009F459C"/>
    <w:rsid w:val="009F632C"/>
    <w:rsid w:val="009F6EA0"/>
    <w:rsid w:val="009F7812"/>
    <w:rsid w:val="00A014E3"/>
    <w:rsid w:val="00A015E4"/>
    <w:rsid w:val="00A0282B"/>
    <w:rsid w:val="00A05F7F"/>
    <w:rsid w:val="00A07B97"/>
    <w:rsid w:val="00A07BEE"/>
    <w:rsid w:val="00A107CA"/>
    <w:rsid w:val="00A122FF"/>
    <w:rsid w:val="00A13B47"/>
    <w:rsid w:val="00A15FD5"/>
    <w:rsid w:val="00A175ED"/>
    <w:rsid w:val="00A21098"/>
    <w:rsid w:val="00A21150"/>
    <w:rsid w:val="00A214AE"/>
    <w:rsid w:val="00A22B77"/>
    <w:rsid w:val="00A22C74"/>
    <w:rsid w:val="00A23784"/>
    <w:rsid w:val="00A23A96"/>
    <w:rsid w:val="00A263CF"/>
    <w:rsid w:val="00A267F9"/>
    <w:rsid w:val="00A3068A"/>
    <w:rsid w:val="00A30883"/>
    <w:rsid w:val="00A33056"/>
    <w:rsid w:val="00A3397E"/>
    <w:rsid w:val="00A34411"/>
    <w:rsid w:val="00A4209D"/>
    <w:rsid w:val="00A4264B"/>
    <w:rsid w:val="00A503F4"/>
    <w:rsid w:val="00A5188A"/>
    <w:rsid w:val="00A51DAA"/>
    <w:rsid w:val="00A526DE"/>
    <w:rsid w:val="00A53707"/>
    <w:rsid w:val="00A56840"/>
    <w:rsid w:val="00A57732"/>
    <w:rsid w:val="00A57883"/>
    <w:rsid w:val="00A57BFF"/>
    <w:rsid w:val="00A57C10"/>
    <w:rsid w:val="00A57E15"/>
    <w:rsid w:val="00A6117A"/>
    <w:rsid w:val="00A6206C"/>
    <w:rsid w:val="00A64734"/>
    <w:rsid w:val="00A65581"/>
    <w:rsid w:val="00A721BD"/>
    <w:rsid w:val="00A747A3"/>
    <w:rsid w:val="00A75478"/>
    <w:rsid w:val="00A75542"/>
    <w:rsid w:val="00A8165F"/>
    <w:rsid w:val="00A828B1"/>
    <w:rsid w:val="00A84549"/>
    <w:rsid w:val="00A8743F"/>
    <w:rsid w:val="00A93CE1"/>
    <w:rsid w:val="00A957DA"/>
    <w:rsid w:val="00AA5A92"/>
    <w:rsid w:val="00AA6CE5"/>
    <w:rsid w:val="00AB1347"/>
    <w:rsid w:val="00AB20E0"/>
    <w:rsid w:val="00AB2988"/>
    <w:rsid w:val="00AB2EFB"/>
    <w:rsid w:val="00AB4D1C"/>
    <w:rsid w:val="00AB5DC9"/>
    <w:rsid w:val="00AB6777"/>
    <w:rsid w:val="00AB7B0C"/>
    <w:rsid w:val="00AB7BC4"/>
    <w:rsid w:val="00AC11EF"/>
    <w:rsid w:val="00AC244A"/>
    <w:rsid w:val="00AC29C6"/>
    <w:rsid w:val="00AC3B65"/>
    <w:rsid w:val="00AC4C0F"/>
    <w:rsid w:val="00AC6D0D"/>
    <w:rsid w:val="00AD0238"/>
    <w:rsid w:val="00AD03AA"/>
    <w:rsid w:val="00AD143A"/>
    <w:rsid w:val="00AD16EB"/>
    <w:rsid w:val="00AD2A42"/>
    <w:rsid w:val="00AD67A9"/>
    <w:rsid w:val="00AD6CCE"/>
    <w:rsid w:val="00AD76A9"/>
    <w:rsid w:val="00AE1B0C"/>
    <w:rsid w:val="00AE3708"/>
    <w:rsid w:val="00AE3FA1"/>
    <w:rsid w:val="00AE6219"/>
    <w:rsid w:val="00AE6AD3"/>
    <w:rsid w:val="00AF000B"/>
    <w:rsid w:val="00AF2B7B"/>
    <w:rsid w:val="00AF49C1"/>
    <w:rsid w:val="00AF685F"/>
    <w:rsid w:val="00AF7ACB"/>
    <w:rsid w:val="00B0119A"/>
    <w:rsid w:val="00B01493"/>
    <w:rsid w:val="00B01E28"/>
    <w:rsid w:val="00B06BBD"/>
    <w:rsid w:val="00B074D2"/>
    <w:rsid w:val="00B13348"/>
    <w:rsid w:val="00B13C6D"/>
    <w:rsid w:val="00B15019"/>
    <w:rsid w:val="00B15C1E"/>
    <w:rsid w:val="00B17CE6"/>
    <w:rsid w:val="00B205FC"/>
    <w:rsid w:val="00B20DD1"/>
    <w:rsid w:val="00B234E9"/>
    <w:rsid w:val="00B23CD6"/>
    <w:rsid w:val="00B30AE6"/>
    <w:rsid w:val="00B310A2"/>
    <w:rsid w:val="00B34EE2"/>
    <w:rsid w:val="00B3509F"/>
    <w:rsid w:val="00B35B7F"/>
    <w:rsid w:val="00B35FD8"/>
    <w:rsid w:val="00B37098"/>
    <w:rsid w:val="00B37648"/>
    <w:rsid w:val="00B40CCE"/>
    <w:rsid w:val="00B413B5"/>
    <w:rsid w:val="00B427C1"/>
    <w:rsid w:val="00B45B95"/>
    <w:rsid w:val="00B47EB0"/>
    <w:rsid w:val="00B55B3E"/>
    <w:rsid w:val="00B60A22"/>
    <w:rsid w:val="00B6304B"/>
    <w:rsid w:val="00B6344F"/>
    <w:rsid w:val="00B64DC4"/>
    <w:rsid w:val="00B65284"/>
    <w:rsid w:val="00B66169"/>
    <w:rsid w:val="00B70315"/>
    <w:rsid w:val="00B705F9"/>
    <w:rsid w:val="00B728EB"/>
    <w:rsid w:val="00B7508B"/>
    <w:rsid w:val="00B75E8C"/>
    <w:rsid w:val="00B770EF"/>
    <w:rsid w:val="00B81638"/>
    <w:rsid w:val="00B8184D"/>
    <w:rsid w:val="00B91E04"/>
    <w:rsid w:val="00B93347"/>
    <w:rsid w:val="00B93D4E"/>
    <w:rsid w:val="00B968D0"/>
    <w:rsid w:val="00B971E3"/>
    <w:rsid w:val="00BA0306"/>
    <w:rsid w:val="00BA176F"/>
    <w:rsid w:val="00BA1DB2"/>
    <w:rsid w:val="00BA38BC"/>
    <w:rsid w:val="00BA52B6"/>
    <w:rsid w:val="00BA6A0F"/>
    <w:rsid w:val="00BB0D77"/>
    <w:rsid w:val="00BB1464"/>
    <w:rsid w:val="00BB3449"/>
    <w:rsid w:val="00BB4DF3"/>
    <w:rsid w:val="00BB5C1C"/>
    <w:rsid w:val="00BB7F3D"/>
    <w:rsid w:val="00BC0136"/>
    <w:rsid w:val="00BC12C4"/>
    <w:rsid w:val="00BC138E"/>
    <w:rsid w:val="00BC1396"/>
    <w:rsid w:val="00BC518E"/>
    <w:rsid w:val="00BC5444"/>
    <w:rsid w:val="00BC59F5"/>
    <w:rsid w:val="00BC5FA0"/>
    <w:rsid w:val="00BD1C9B"/>
    <w:rsid w:val="00BD3151"/>
    <w:rsid w:val="00BD4650"/>
    <w:rsid w:val="00BD666B"/>
    <w:rsid w:val="00BD728E"/>
    <w:rsid w:val="00BD7925"/>
    <w:rsid w:val="00BD7D2D"/>
    <w:rsid w:val="00BE00FB"/>
    <w:rsid w:val="00BE0815"/>
    <w:rsid w:val="00BE419E"/>
    <w:rsid w:val="00BE4A79"/>
    <w:rsid w:val="00BE4FF0"/>
    <w:rsid w:val="00BF3158"/>
    <w:rsid w:val="00BF3F8B"/>
    <w:rsid w:val="00BF4172"/>
    <w:rsid w:val="00BF44EA"/>
    <w:rsid w:val="00BF4847"/>
    <w:rsid w:val="00BF5CD0"/>
    <w:rsid w:val="00BF787E"/>
    <w:rsid w:val="00BF7D69"/>
    <w:rsid w:val="00C01CAB"/>
    <w:rsid w:val="00C03DC6"/>
    <w:rsid w:val="00C0494A"/>
    <w:rsid w:val="00C04C86"/>
    <w:rsid w:val="00C06957"/>
    <w:rsid w:val="00C06EFA"/>
    <w:rsid w:val="00C102E8"/>
    <w:rsid w:val="00C13A3A"/>
    <w:rsid w:val="00C13F08"/>
    <w:rsid w:val="00C16550"/>
    <w:rsid w:val="00C23C9D"/>
    <w:rsid w:val="00C275E9"/>
    <w:rsid w:val="00C31160"/>
    <w:rsid w:val="00C31488"/>
    <w:rsid w:val="00C334E6"/>
    <w:rsid w:val="00C33B7F"/>
    <w:rsid w:val="00C36E66"/>
    <w:rsid w:val="00C37D27"/>
    <w:rsid w:val="00C40753"/>
    <w:rsid w:val="00C41846"/>
    <w:rsid w:val="00C43A86"/>
    <w:rsid w:val="00C4483F"/>
    <w:rsid w:val="00C455B0"/>
    <w:rsid w:val="00C47D21"/>
    <w:rsid w:val="00C524E9"/>
    <w:rsid w:val="00C54BF9"/>
    <w:rsid w:val="00C6099C"/>
    <w:rsid w:val="00C60B76"/>
    <w:rsid w:val="00C636ED"/>
    <w:rsid w:val="00C6548E"/>
    <w:rsid w:val="00C65A73"/>
    <w:rsid w:val="00C65F2D"/>
    <w:rsid w:val="00C662DE"/>
    <w:rsid w:val="00C75419"/>
    <w:rsid w:val="00C76376"/>
    <w:rsid w:val="00C76B11"/>
    <w:rsid w:val="00C779E8"/>
    <w:rsid w:val="00C77EAB"/>
    <w:rsid w:val="00C80037"/>
    <w:rsid w:val="00C81C9E"/>
    <w:rsid w:val="00C84994"/>
    <w:rsid w:val="00C85F84"/>
    <w:rsid w:val="00C87DED"/>
    <w:rsid w:val="00C87F49"/>
    <w:rsid w:val="00C90F80"/>
    <w:rsid w:val="00C9139D"/>
    <w:rsid w:val="00C921FD"/>
    <w:rsid w:val="00C9735F"/>
    <w:rsid w:val="00C977A0"/>
    <w:rsid w:val="00C97D0D"/>
    <w:rsid w:val="00CA073F"/>
    <w:rsid w:val="00CA10E7"/>
    <w:rsid w:val="00CA4711"/>
    <w:rsid w:val="00CA5728"/>
    <w:rsid w:val="00CB07F3"/>
    <w:rsid w:val="00CB0C9D"/>
    <w:rsid w:val="00CB423D"/>
    <w:rsid w:val="00CB4E84"/>
    <w:rsid w:val="00CB6E86"/>
    <w:rsid w:val="00CC130B"/>
    <w:rsid w:val="00CC1819"/>
    <w:rsid w:val="00CD0D3C"/>
    <w:rsid w:val="00CD5039"/>
    <w:rsid w:val="00CD7FC6"/>
    <w:rsid w:val="00CE4BC7"/>
    <w:rsid w:val="00CE5144"/>
    <w:rsid w:val="00CF092C"/>
    <w:rsid w:val="00CF24CD"/>
    <w:rsid w:val="00CF3323"/>
    <w:rsid w:val="00CF5486"/>
    <w:rsid w:val="00CF687A"/>
    <w:rsid w:val="00CF763D"/>
    <w:rsid w:val="00D027FE"/>
    <w:rsid w:val="00D0280B"/>
    <w:rsid w:val="00D042F0"/>
    <w:rsid w:val="00D0492E"/>
    <w:rsid w:val="00D05707"/>
    <w:rsid w:val="00D061AC"/>
    <w:rsid w:val="00D11136"/>
    <w:rsid w:val="00D115DD"/>
    <w:rsid w:val="00D13AF3"/>
    <w:rsid w:val="00D149AF"/>
    <w:rsid w:val="00D154FA"/>
    <w:rsid w:val="00D21146"/>
    <w:rsid w:val="00D228A1"/>
    <w:rsid w:val="00D26130"/>
    <w:rsid w:val="00D31423"/>
    <w:rsid w:val="00D31901"/>
    <w:rsid w:val="00D321D1"/>
    <w:rsid w:val="00D36C05"/>
    <w:rsid w:val="00D37B20"/>
    <w:rsid w:val="00D4087D"/>
    <w:rsid w:val="00D41F10"/>
    <w:rsid w:val="00D424BD"/>
    <w:rsid w:val="00D43FA9"/>
    <w:rsid w:val="00D44439"/>
    <w:rsid w:val="00D46B7A"/>
    <w:rsid w:val="00D51B81"/>
    <w:rsid w:val="00D521AC"/>
    <w:rsid w:val="00D53130"/>
    <w:rsid w:val="00D5793D"/>
    <w:rsid w:val="00D616B8"/>
    <w:rsid w:val="00D63C75"/>
    <w:rsid w:val="00D64551"/>
    <w:rsid w:val="00D64618"/>
    <w:rsid w:val="00D650F1"/>
    <w:rsid w:val="00D66A69"/>
    <w:rsid w:val="00D72052"/>
    <w:rsid w:val="00D74DAB"/>
    <w:rsid w:val="00D75E71"/>
    <w:rsid w:val="00D81CD9"/>
    <w:rsid w:val="00D82A08"/>
    <w:rsid w:val="00D82D62"/>
    <w:rsid w:val="00D83693"/>
    <w:rsid w:val="00D84308"/>
    <w:rsid w:val="00D84846"/>
    <w:rsid w:val="00D85C6C"/>
    <w:rsid w:val="00D91056"/>
    <w:rsid w:val="00D91719"/>
    <w:rsid w:val="00D925D5"/>
    <w:rsid w:val="00D93B0C"/>
    <w:rsid w:val="00D97C9E"/>
    <w:rsid w:val="00D97D72"/>
    <w:rsid w:val="00DA066B"/>
    <w:rsid w:val="00DA099E"/>
    <w:rsid w:val="00DA09AA"/>
    <w:rsid w:val="00DA5E35"/>
    <w:rsid w:val="00DA61FC"/>
    <w:rsid w:val="00DB1F2A"/>
    <w:rsid w:val="00DB6B95"/>
    <w:rsid w:val="00DB7E37"/>
    <w:rsid w:val="00DC2A95"/>
    <w:rsid w:val="00DC30F1"/>
    <w:rsid w:val="00DC4AAF"/>
    <w:rsid w:val="00DC606C"/>
    <w:rsid w:val="00DD3A39"/>
    <w:rsid w:val="00DD4351"/>
    <w:rsid w:val="00DD5050"/>
    <w:rsid w:val="00DD62CB"/>
    <w:rsid w:val="00DD6D03"/>
    <w:rsid w:val="00DE035E"/>
    <w:rsid w:val="00DE466E"/>
    <w:rsid w:val="00DE4BE8"/>
    <w:rsid w:val="00DE4D07"/>
    <w:rsid w:val="00DE6A58"/>
    <w:rsid w:val="00DF3225"/>
    <w:rsid w:val="00DF3DAE"/>
    <w:rsid w:val="00DF4144"/>
    <w:rsid w:val="00DF74D9"/>
    <w:rsid w:val="00E02BA9"/>
    <w:rsid w:val="00E05354"/>
    <w:rsid w:val="00E063AE"/>
    <w:rsid w:val="00E064E9"/>
    <w:rsid w:val="00E07C33"/>
    <w:rsid w:val="00E07FE4"/>
    <w:rsid w:val="00E10131"/>
    <w:rsid w:val="00E13DB9"/>
    <w:rsid w:val="00E15194"/>
    <w:rsid w:val="00E1787A"/>
    <w:rsid w:val="00E17985"/>
    <w:rsid w:val="00E22414"/>
    <w:rsid w:val="00E224B0"/>
    <w:rsid w:val="00E26734"/>
    <w:rsid w:val="00E3049B"/>
    <w:rsid w:val="00E30AB4"/>
    <w:rsid w:val="00E33075"/>
    <w:rsid w:val="00E34AD9"/>
    <w:rsid w:val="00E3519F"/>
    <w:rsid w:val="00E36DFD"/>
    <w:rsid w:val="00E370DC"/>
    <w:rsid w:val="00E37189"/>
    <w:rsid w:val="00E400D3"/>
    <w:rsid w:val="00E413CC"/>
    <w:rsid w:val="00E418BB"/>
    <w:rsid w:val="00E42711"/>
    <w:rsid w:val="00E47FF7"/>
    <w:rsid w:val="00E50D47"/>
    <w:rsid w:val="00E53122"/>
    <w:rsid w:val="00E55FC3"/>
    <w:rsid w:val="00E5634F"/>
    <w:rsid w:val="00E62FFF"/>
    <w:rsid w:val="00E64593"/>
    <w:rsid w:val="00E649C0"/>
    <w:rsid w:val="00E65132"/>
    <w:rsid w:val="00E66060"/>
    <w:rsid w:val="00E66577"/>
    <w:rsid w:val="00E66A13"/>
    <w:rsid w:val="00E71E19"/>
    <w:rsid w:val="00E7489B"/>
    <w:rsid w:val="00E74E54"/>
    <w:rsid w:val="00E75BD5"/>
    <w:rsid w:val="00E76413"/>
    <w:rsid w:val="00E76E68"/>
    <w:rsid w:val="00E7725B"/>
    <w:rsid w:val="00E82E90"/>
    <w:rsid w:val="00E86626"/>
    <w:rsid w:val="00E96434"/>
    <w:rsid w:val="00E96ECE"/>
    <w:rsid w:val="00EA26CD"/>
    <w:rsid w:val="00EA3A70"/>
    <w:rsid w:val="00EA3F59"/>
    <w:rsid w:val="00EB0B08"/>
    <w:rsid w:val="00EB22CF"/>
    <w:rsid w:val="00EB3423"/>
    <w:rsid w:val="00EB4E22"/>
    <w:rsid w:val="00EB6F69"/>
    <w:rsid w:val="00EC56E1"/>
    <w:rsid w:val="00EC6CF0"/>
    <w:rsid w:val="00ED2F53"/>
    <w:rsid w:val="00ED361C"/>
    <w:rsid w:val="00ED4E97"/>
    <w:rsid w:val="00EE07CF"/>
    <w:rsid w:val="00EE3ADF"/>
    <w:rsid w:val="00EE78AA"/>
    <w:rsid w:val="00EF1676"/>
    <w:rsid w:val="00EF495A"/>
    <w:rsid w:val="00EF4F5C"/>
    <w:rsid w:val="00EF55DA"/>
    <w:rsid w:val="00EF7B58"/>
    <w:rsid w:val="00F01D7E"/>
    <w:rsid w:val="00F0708E"/>
    <w:rsid w:val="00F1456B"/>
    <w:rsid w:val="00F221B3"/>
    <w:rsid w:val="00F23156"/>
    <w:rsid w:val="00F24453"/>
    <w:rsid w:val="00F24A28"/>
    <w:rsid w:val="00F24F8F"/>
    <w:rsid w:val="00F25B5E"/>
    <w:rsid w:val="00F26123"/>
    <w:rsid w:val="00F2714F"/>
    <w:rsid w:val="00F271D9"/>
    <w:rsid w:val="00F2799D"/>
    <w:rsid w:val="00F3412E"/>
    <w:rsid w:val="00F34B31"/>
    <w:rsid w:val="00F363B3"/>
    <w:rsid w:val="00F4043E"/>
    <w:rsid w:val="00F408CA"/>
    <w:rsid w:val="00F414C2"/>
    <w:rsid w:val="00F423A1"/>
    <w:rsid w:val="00F42AB6"/>
    <w:rsid w:val="00F43DE9"/>
    <w:rsid w:val="00F445EB"/>
    <w:rsid w:val="00F46B30"/>
    <w:rsid w:val="00F507DB"/>
    <w:rsid w:val="00F53272"/>
    <w:rsid w:val="00F549FF"/>
    <w:rsid w:val="00F54DB0"/>
    <w:rsid w:val="00F57D6F"/>
    <w:rsid w:val="00F60A53"/>
    <w:rsid w:val="00F619AC"/>
    <w:rsid w:val="00F643F5"/>
    <w:rsid w:val="00F64A54"/>
    <w:rsid w:val="00F650E0"/>
    <w:rsid w:val="00F65EC6"/>
    <w:rsid w:val="00F674FC"/>
    <w:rsid w:val="00F7256C"/>
    <w:rsid w:val="00F72B9E"/>
    <w:rsid w:val="00F75866"/>
    <w:rsid w:val="00F815C2"/>
    <w:rsid w:val="00F81F2A"/>
    <w:rsid w:val="00F839C3"/>
    <w:rsid w:val="00F84A16"/>
    <w:rsid w:val="00F84DBB"/>
    <w:rsid w:val="00F8764B"/>
    <w:rsid w:val="00F91C71"/>
    <w:rsid w:val="00F92100"/>
    <w:rsid w:val="00F9306A"/>
    <w:rsid w:val="00F93593"/>
    <w:rsid w:val="00FA2658"/>
    <w:rsid w:val="00FA2C3B"/>
    <w:rsid w:val="00FA7CC8"/>
    <w:rsid w:val="00FB7BDA"/>
    <w:rsid w:val="00FC20B3"/>
    <w:rsid w:val="00FC3FE4"/>
    <w:rsid w:val="00FC54FD"/>
    <w:rsid w:val="00FC67A4"/>
    <w:rsid w:val="00FD3374"/>
    <w:rsid w:val="00FD3E1D"/>
    <w:rsid w:val="00FD5CAA"/>
    <w:rsid w:val="00FD5E1C"/>
    <w:rsid w:val="00FD6036"/>
    <w:rsid w:val="00FE1A12"/>
    <w:rsid w:val="00FE5DF3"/>
    <w:rsid w:val="00FE7266"/>
    <w:rsid w:val="00FF077F"/>
    <w:rsid w:val="00FF0FB7"/>
    <w:rsid w:val="00FF150B"/>
    <w:rsid w:val="00FF674D"/>
    <w:rsid w:val="00FF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123"/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86F1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6F10"/>
    <w:rPr>
      <w:rFonts w:ascii="Cambria" w:hAnsi="Cambria" w:cs="Times New Roman"/>
      <w:b/>
      <w:bCs/>
      <w:color w:val="365F91"/>
      <w:sz w:val="28"/>
      <w:szCs w:val="28"/>
    </w:rPr>
  </w:style>
  <w:style w:type="paragraph" w:styleId="Title">
    <w:name w:val="Title"/>
    <w:basedOn w:val="Normal"/>
    <w:next w:val="Normal"/>
    <w:link w:val="TitleChar"/>
    <w:uiPriority w:val="99"/>
    <w:qFormat/>
    <w:rsid w:val="00786F10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86F10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99"/>
    <w:qFormat/>
    <w:rsid w:val="00786F1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3708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AE37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37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82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2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2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2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2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2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2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2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2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202</TotalTime>
  <Pages>5</Pages>
  <Words>824</Words>
  <Characters>7291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Admin</cp:lastModifiedBy>
  <cp:revision>9</cp:revision>
  <dcterms:created xsi:type="dcterms:W3CDTF">2016-09-27T15:12:00Z</dcterms:created>
  <dcterms:modified xsi:type="dcterms:W3CDTF">2016-09-29T10:49:00Z</dcterms:modified>
</cp:coreProperties>
</file>