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8E" w:rsidRPr="008D382A" w:rsidRDefault="00052B8E" w:rsidP="00702D56">
      <w:pPr>
        <w:shd w:val="clear" w:color="auto" w:fill="FFFFFF"/>
        <w:spacing w:line="360" w:lineRule="auto"/>
        <w:ind w:firstLine="567"/>
        <w:jc w:val="right"/>
        <w:rPr>
          <w:b/>
          <w:szCs w:val="28"/>
          <w:lang w:val="uk-UA"/>
        </w:rPr>
      </w:pPr>
      <w:r w:rsidRPr="008D382A">
        <w:rPr>
          <w:b/>
          <w:szCs w:val="28"/>
          <w:lang w:val="uk-UA"/>
        </w:rPr>
        <w:t>Марина Мартиненко</w:t>
      </w:r>
    </w:p>
    <w:p w:rsidR="00052B8E" w:rsidRPr="008D382A" w:rsidRDefault="00052B8E" w:rsidP="00702D56">
      <w:pPr>
        <w:shd w:val="clear" w:color="auto" w:fill="FFFFFF"/>
        <w:spacing w:line="360" w:lineRule="auto"/>
        <w:ind w:firstLine="567"/>
        <w:jc w:val="right"/>
        <w:rPr>
          <w:b/>
          <w:szCs w:val="28"/>
          <w:lang w:val="uk-UA"/>
        </w:rPr>
      </w:pPr>
      <w:r w:rsidRPr="008D382A">
        <w:rPr>
          <w:b/>
          <w:szCs w:val="28"/>
          <w:lang w:val="uk-UA"/>
        </w:rPr>
        <w:t>(Ірпінь, Україна)</w:t>
      </w:r>
    </w:p>
    <w:p w:rsidR="00052B8E" w:rsidRPr="00DF63DE" w:rsidRDefault="00052B8E" w:rsidP="00702D56">
      <w:pPr>
        <w:shd w:val="clear" w:color="auto" w:fill="FFFFFF"/>
        <w:spacing w:line="360" w:lineRule="auto"/>
        <w:ind w:firstLine="567"/>
        <w:jc w:val="center"/>
        <w:rPr>
          <w:i/>
          <w:szCs w:val="28"/>
          <w:lang w:val="uk-UA"/>
        </w:rPr>
      </w:pPr>
    </w:p>
    <w:p w:rsidR="00052B8E" w:rsidRPr="00DF63DE" w:rsidRDefault="00052B8E" w:rsidP="00702D56">
      <w:pPr>
        <w:shd w:val="clear" w:color="auto" w:fill="FFFFFF"/>
        <w:spacing w:line="360" w:lineRule="auto"/>
        <w:ind w:firstLine="567"/>
        <w:jc w:val="center"/>
        <w:rPr>
          <w:b/>
          <w:szCs w:val="28"/>
          <w:lang w:val="uk-UA"/>
        </w:rPr>
      </w:pPr>
      <w:r w:rsidRPr="00DF63DE">
        <w:rPr>
          <w:b/>
          <w:szCs w:val="28"/>
          <w:lang w:val="uk-UA"/>
        </w:rPr>
        <w:t>БУТИ ШВИДКИМ ОЗНАЧАЄ БУТИ ПЕРШИМ</w:t>
      </w:r>
    </w:p>
    <w:p w:rsidR="00052B8E" w:rsidRPr="00DF63DE" w:rsidRDefault="00052B8E" w:rsidP="00002268">
      <w:pPr>
        <w:shd w:val="clear" w:color="auto" w:fill="FFFFFF"/>
        <w:spacing w:line="360" w:lineRule="auto"/>
        <w:ind w:firstLine="567"/>
        <w:jc w:val="both"/>
        <w:rPr>
          <w:i/>
          <w:szCs w:val="28"/>
          <w:lang w:val="uk-UA"/>
        </w:rPr>
      </w:pPr>
    </w:p>
    <w:p w:rsidR="00052B8E" w:rsidRPr="00DF63DE" w:rsidRDefault="00052B8E" w:rsidP="00002268">
      <w:pPr>
        <w:pStyle w:val="NormalWeb"/>
        <w:shd w:val="clear" w:color="auto" w:fill="FFFFFF"/>
        <w:spacing w:before="48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Будь-який бізнес - це, впершу чергу, взаємини між організацією, її партнерами, контрагентами та клієнтами. Висококонкурентне середовище змушує приділяти велику увагу цьому аспекту, а ефективне управління партнерськими відносинами стає стратегічно важливим процесом.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Полегшити завдання допоможуть технології. Управління взаємовідносинами в логістиці за допомогою систем автоматизації дає певні переваги. При цьому слід розуміти, що автоматизація надає інструменти підвищення ефективності, але далі все залежить від вас.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Бути швидким значить бути першим. Швидкий в логістиці - це синонім автоматизації процесів. Цифрові технології можуть кардинально змінити сферу вантажоперевезень, яка, до слова, станови</w:t>
      </w:r>
      <w:r>
        <w:rPr>
          <w:sz w:val="28"/>
          <w:szCs w:val="28"/>
        </w:rPr>
        <w:t>ть 14% ВВП Європейського союзу.</w:t>
      </w:r>
      <w:r w:rsidRPr="00DF63DE">
        <w:rPr>
          <w:sz w:val="28"/>
          <w:szCs w:val="28"/>
        </w:rPr>
        <w:t>[1]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Унаш час складно говорити про ефективність логістики та ланцюга поставок без застосування спеціалізованих технологій. Для сучасного бізнесу є велика кількість різноманітних ІТ-рішень для логістики, що відповідає різним цілям: від планування поставки і управління складськими запасами до спільного управління і відстеження поставки усіма учасниками процесу.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Логістична галузь постійно адаптується до нових способів транспортування вантажів і до впровадження технологій. Сучасний глобальний ринок транспортних послуг активно використовує новітні ІТ-рішення, що сприяють оптимізації процесів і забезпечення безперебійної та своєчасної поставки. Інноваційні програмні продукти для логістики з Інтернетом і хмарними технологіями дозволяють досягти прозорості процесу поставки, більшою мірою взаємодії партнерів і спрощення основних операцій, а поєднання можливостей інформаційних і мобільних технологій дозволяє відслідковувати поставку від початку до кінця.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Експерти стверджують, що до 2020 року до мережі Інтернет буде підключено близько 50 мільярдів пристроїв. Об'єднання пристроїв в одному інформаційному просторі за допомогою «розумних» систем утворює величезне сховище інформації і відкриває масу можливостей для управління логістичними процесами. Хмарні технології стають найпомітнішим IT-трендом.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Обмін інформацією, відстеження транспортування вантажів, дистанційне керування і контроль над операціями і персоналом, аналіз і автоматизація за допомогою стаціонарних і мобільних пристроїв стають вимогою часу в транспортній сфері. Автоматизація дозволяє оптимізувати витрати і процеси, а також дає перевагу над конкурентами.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Наприклад, клас систем CRM (система управління взаємовідносинами з клієнтами) допомагає зафіксувати і прогнозувати певні заходи і зустрічі з бізнес-партнерами. CRM-системи допомагають поліпшити обслуговування клієнтів шляхом збереження інформації про клієнтів і історію взаємин з ними.</w:t>
      </w:r>
    </w:p>
    <w:p w:rsidR="00052B8E" w:rsidRPr="00DF63DE" w:rsidRDefault="00052B8E" w:rsidP="00002268">
      <w:pPr>
        <w:pStyle w:val="NormalWeb"/>
        <w:shd w:val="clear" w:color="auto" w:fill="FFFFFF"/>
        <w:spacing w:before="48" w:beforeAutospacing="0" w:after="0" w:afterAutospacing="0" w:line="360" w:lineRule="auto"/>
        <w:ind w:firstLine="567"/>
        <w:jc w:val="both"/>
        <w:rPr>
          <w:szCs w:val="28"/>
        </w:rPr>
      </w:pPr>
      <w:r w:rsidRPr="00DF63DE">
        <w:rPr>
          <w:sz w:val="28"/>
          <w:szCs w:val="28"/>
        </w:rPr>
        <w:t>Але однієї фіксації подій мало. Варто визнати, що не завжди події відбуваються за планом, оскільки управління ланцюгом поставок - досить динамічний і непередбачуваний процес. Показник ефективної системи автоматизації транспортної логістики - прозора взаємодія контрагентів в реальному часі в одному інформаційному полі, а також здатність швидко реагувати на імпульс, що виходить від зовнішніх джерел. На допомогу прийдуть системи автоматизації транспортної логістики (TMS).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Хмарна система TMS дозволить не тільки моніторити статус доставки вантажу і відстежувати в режимі онлайн появу пов'язаних з відвантаженням проблем, а й негайно проінформує інших учасників процесу про виниклі труднощі. Це стає можливим завдяки головній перевазі хмарних TMS-систем - об'єднання на одному майданчику в реальному часі всіх учасників ланцюга постачання. Іншими словами, використання можливостей TMS-систем полегшить управління партнерськими взаємовідносинами і дозволить підвищити оперативність спільних дій.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63DE">
        <w:rPr>
          <w:sz w:val="28"/>
          <w:szCs w:val="28"/>
        </w:rPr>
        <w:t>Окремо варто зауважити, що TMS-системи можна налаштувати під свої потреби. Наприклад, при скасуванні поставки одним з перевізників, система автоматично сповістить інших перевізників, що беруть участь в тендері, про наявність даного вантажу. Це дозволить зберегти дорогоцінний час і позбавити від необхідності вибачень перед клієнтом по телефону через затримку поставки. Хоча не варто виключати, що замовник не захоче, щоб його вантаж переходив до іншого перевізника на автоматичній основі. [2]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F63DE">
        <w:rPr>
          <w:sz w:val="28"/>
          <w:szCs w:val="28"/>
        </w:rPr>
        <w:t>Згідно з результатами щорічного зарубіжного дослідження «The 2016 20th Annual Third Party Logistics Study» (аналіз стану логістичного аутсорсингу), замовники логістичних операторів виділили основний ІТ-функціонал, як</w:t>
      </w:r>
      <w:r w:rsidRPr="00DF63DE">
        <w:rPr>
          <w:sz w:val="28"/>
          <w:szCs w:val="28"/>
          <w:lang w:val="uk-UA"/>
        </w:rPr>
        <w:t>і</w:t>
      </w:r>
      <w:r w:rsidRPr="00DF63DE">
        <w:rPr>
          <w:sz w:val="28"/>
          <w:szCs w:val="28"/>
        </w:rPr>
        <w:t xml:space="preserve"> повинн</w:t>
      </w:r>
      <w:r w:rsidRPr="00DF63DE">
        <w:rPr>
          <w:sz w:val="28"/>
          <w:szCs w:val="28"/>
          <w:lang w:val="uk-UA"/>
        </w:rPr>
        <w:t>і</w:t>
      </w:r>
      <w:r w:rsidRPr="00DF63DE">
        <w:rPr>
          <w:sz w:val="28"/>
          <w:szCs w:val="28"/>
        </w:rPr>
        <w:t xml:space="preserve"> їм надати провайдери логістичних послуг. У переліку топових інструментів названі транспортно-логістичні системи (TMS), системи планування часовими інтервалами ланцюга поставки (YMS / TSM), системи управління складом (WMS), електронний обмін інформацією, веб-портали бронювання і моніторингу поставки, си</w:t>
      </w:r>
      <w:r>
        <w:rPr>
          <w:sz w:val="28"/>
          <w:szCs w:val="28"/>
        </w:rPr>
        <w:t>стеми управління запасами. [3</w:t>
      </w:r>
      <w:r w:rsidRPr="00DF63DE">
        <w:rPr>
          <w:sz w:val="28"/>
          <w:szCs w:val="28"/>
        </w:rPr>
        <w:t>]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F63DE">
        <w:rPr>
          <w:sz w:val="28"/>
          <w:szCs w:val="28"/>
          <w:lang w:val="uk-UA"/>
        </w:rPr>
        <w:t>Системи управління складом (</w:t>
      </w:r>
      <w:r w:rsidRPr="00DF63DE">
        <w:rPr>
          <w:sz w:val="28"/>
          <w:szCs w:val="28"/>
        </w:rPr>
        <w:t>WMS</w:t>
      </w:r>
      <w:r w:rsidRPr="00DF63DE">
        <w:rPr>
          <w:sz w:val="28"/>
          <w:szCs w:val="28"/>
          <w:lang w:val="uk-UA"/>
        </w:rPr>
        <w:t>) дозволяють планувати і управляти складськими операціями і запасами, підвищуючи ефективність складської діяльності.</w:t>
      </w:r>
    </w:p>
    <w:p w:rsidR="00052B8E" w:rsidRPr="00DF63DE" w:rsidRDefault="00052B8E" w:rsidP="00702D5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F63DE">
        <w:rPr>
          <w:sz w:val="28"/>
          <w:szCs w:val="28"/>
          <w:lang w:val="uk-UA"/>
        </w:rPr>
        <w:t>Системи управління складом (</w:t>
      </w:r>
      <w:r w:rsidRPr="00DF63DE">
        <w:rPr>
          <w:sz w:val="28"/>
          <w:szCs w:val="28"/>
        </w:rPr>
        <w:t>YMS</w:t>
      </w:r>
      <w:r w:rsidRPr="00DF63DE">
        <w:rPr>
          <w:sz w:val="28"/>
          <w:szCs w:val="28"/>
          <w:lang w:val="uk-UA"/>
        </w:rPr>
        <w:t xml:space="preserve"> / </w:t>
      </w:r>
      <w:r w:rsidRPr="00DF63DE">
        <w:rPr>
          <w:sz w:val="28"/>
          <w:szCs w:val="28"/>
        </w:rPr>
        <w:t>TSM</w:t>
      </w:r>
      <w:r w:rsidRPr="00DF63DE">
        <w:rPr>
          <w:sz w:val="28"/>
          <w:szCs w:val="28"/>
          <w:lang w:val="uk-UA"/>
        </w:rPr>
        <w:t xml:space="preserve">). Служить доповненням до функціонала </w:t>
      </w:r>
      <w:r w:rsidRPr="00DF63DE">
        <w:rPr>
          <w:sz w:val="28"/>
          <w:szCs w:val="28"/>
        </w:rPr>
        <w:t>WMS</w:t>
      </w:r>
      <w:r w:rsidRPr="00DF63DE">
        <w:rPr>
          <w:sz w:val="28"/>
          <w:szCs w:val="28"/>
          <w:lang w:val="uk-UA"/>
        </w:rPr>
        <w:t xml:space="preserve"> і </w:t>
      </w:r>
      <w:r w:rsidRPr="00DF63DE">
        <w:rPr>
          <w:sz w:val="28"/>
          <w:szCs w:val="28"/>
        </w:rPr>
        <w:t>TMS</w:t>
      </w:r>
      <w:r w:rsidRPr="00DF63DE">
        <w:rPr>
          <w:sz w:val="28"/>
          <w:szCs w:val="28"/>
          <w:lang w:val="uk-UA"/>
        </w:rPr>
        <w:t xml:space="preserve"> і забезпечує своєчасність поставки. Так, системи для управління часовими інтервалами поставки </w:t>
      </w:r>
      <w:r w:rsidRPr="00DF63DE">
        <w:rPr>
          <w:sz w:val="28"/>
          <w:szCs w:val="28"/>
        </w:rPr>
        <w:t>TSM</w:t>
      </w:r>
      <w:r w:rsidRPr="00DF63DE">
        <w:rPr>
          <w:sz w:val="28"/>
          <w:szCs w:val="28"/>
          <w:lang w:val="uk-UA"/>
        </w:rPr>
        <w:t xml:space="preserve"> (</w:t>
      </w:r>
      <w:r w:rsidRPr="00DF63DE">
        <w:rPr>
          <w:sz w:val="28"/>
          <w:szCs w:val="28"/>
        </w:rPr>
        <w:t>timeslotmanagement</w:t>
      </w:r>
      <w:r w:rsidRPr="00DF63DE">
        <w:rPr>
          <w:sz w:val="28"/>
          <w:szCs w:val="28"/>
          <w:lang w:val="uk-UA"/>
        </w:rPr>
        <w:t>) дозволяють спільно з партнерами по ланцюгу поставки планувати і управляти графіком / часом прибуття автотранспорту на складський двір для завантаження і вивантаження.</w:t>
      </w:r>
    </w:p>
    <w:p w:rsidR="00052B8E" w:rsidRPr="00DF63DE" w:rsidRDefault="00052B8E" w:rsidP="00002268">
      <w:pPr>
        <w:pStyle w:val="NormalWeb"/>
        <w:shd w:val="clear" w:color="auto" w:fill="FFFFFF"/>
        <w:spacing w:before="48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F63DE">
        <w:rPr>
          <w:sz w:val="28"/>
          <w:szCs w:val="28"/>
          <w:lang w:val="uk-UA"/>
        </w:rPr>
        <w:t xml:space="preserve">Варто звернути увагу, які можливості для автоматизації логістики представляють логістичні  ІТ-рішення </w:t>
      </w:r>
      <w:r w:rsidRPr="00DF63DE">
        <w:rPr>
          <w:sz w:val="28"/>
          <w:szCs w:val="28"/>
        </w:rPr>
        <w:t>ROAD</w:t>
      </w:r>
      <w:r w:rsidRPr="00DF63DE">
        <w:rPr>
          <w:sz w:val="28"/>
          <w:szCs w:val="28"/>
          <w:lang w:val="uk-UA"/>
        </w:rPr>
        <w:t xml:space="preserve"> і </w:t>
      </w:r>
      <w:r w:rsidRPr="00DF63DE">
        <w:rPr>
          <w:sz w:val="28"/>
          <w:szCs w:val="28"/>
        </w:rPr>
        <w:t>LOGISTPro</w:t>
      </w:r>
      <w:r w:rsidRPr="00DF63DE">
        <w:rPr>
          <w:sz w:val="28"/>
          <w:szCs w:val="28"/>
          <w:lang w:val="uk-UA"/>
        </w:rPr>
        <w:t xml:space="preserve"> від </w:t>
      </w:r>
      <w:r w:rsidRPr="00DF63DE">
        <w:rPr>
          <w:sz w:val="28"/>
          <w:szCs w:val="28"/>
        </w:rPr>
        <w:t>S</w:t>
      </w:r>
      <w:r w:rsidRPr="00DF63DE">
        <w:rPr>
          <w:sz w:val="28"/>
          <w:szCs w:val="28"/>
          <w:lang w:val="uk-UA"/>
        </w:rPr>
        <w:t>2</w:t>
      </w:r>
      <w:r w:rsidRPr="00DF63DE">
        <w:rPr>
          <w:sz w:val="28"/>
          <w:szCs w:val="28"/>
        </w:rPr>
        <w:t>BGroup</w:t>
      </w:r>
      <w:r w:rsidRPr="00DF63DE">
        <w:rPr>
          <w:sz w:val="28"/>
          <w:szCs w:val="28"/>
          <w:lang w:val="uk-UA"/>
        </w:rPr>
        <w:t xml:space="preserve">. </w:t>
      </w:r>
      <w:r w:rsidRPr="00DF63DE">
        <w:rPr>
          <w:sz w:val="28"/>
          <w:szCs w:val="28"/>
        </w:rPr>
        <w:t>Дані системи розроблені спеціально для управління транспортно-логістичними операціями і об'єднують за допомогою мережі Інтернет на своїх платформах різні цільові групи. Нагадаємо, що ROAD - це хмарна система і мобільний додаток для автотранспортної логістики. Система об'єднує на своїй платформі вантажовласників, логістичних операторів, вантажоперевізників і водіїв, дозволяючи в режимі реального часу взаємодіяти і контролювати доставку вантажів. Є можливість коригувати маршрут, а онлайн-чат дозволить учасникам обмінюватися інформацією і документами, пов'язаними з постачанням. Платформа оснащена функцією онлайн-трекінгу, і спочатку в системі була передбачена можливість відстежувати постачання на базі мобільного додатку, який завантажується на смартфон водія. З недавнього часу в системі реалізовані інші варіанти трекінгу, включаючи відстеження на базі GPS-моніторингу. У цьому випадку в систему ROAD додається посилання на трекінгові пристрій. А з червня 2016р відстежувати постачання стало ще простіше, так - як з'явилася можливість дізнатися про місцезнаходження автомобілів по SIM-карті водія. Для цієї мети під</w:t>
      </w:r>
      <w:r w:rsidRPr="00DF63DE">
        <w:rPr>
          <w:sz w:val="28"/>
          <w:szCs w:val="28"/>
          <w:lang w:val="uk-UA"/>
        </w:rPr>
        <w:t>ходить</w:t>
      </w:r>
      <w:r w:rsidRPr="00DF63DE">
        <w:rPr>
          <w:sz w:val="28"/>
          <w:szCs w:val="28"/>
        </w:rPr>
        <w:t xml:space="preserve"> будь-який тип мобільного телефону</w:t>
      </w:r>
      <w:r w:rsidRPr="00DF63DE">
        <w:rPr>
          <w:sz w:val="28"/>
          <w:szCs w:val="28"/>
          <w:lang w:val="uk-UA"/>
        </w:rPr>
        <w:t>.</w:t>
      </w:r>
      <w:r w:rsidRPr="00DF63DE">
        <w:rPr>
          <w:sz w:val="28"/>
          <w:szCs w:val="28"/>
        </w:rPr>
        <w:t xml:space="preserve"> [4]</w:t>
      </w:r>
    </w:p>
    <w:p w:rsidR="00052B8E" w:rsidRPr="00DF63DE" w:rsidRDefault="00052B8E" w:rsidP="00002268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 w:rsidRPr="00DF63DE">
        <w:rPr>
          <w:szCs w:val="28"/>
        </w:rPr>
        <w:t>Рішення ROAD дозволяє проводити електронні тендери на закупівлю транспортних послуг і нада</w:t>
      </w:r>
      <w:r w:rsidRPr="00DF63DE">
        <w:rPr>
          <w:szCs w:val="28"/>
          <w:lang w:val="uk-UA"/>
        </w:rPr>
        <w:t>є</w:t>
      </w:r>
      <w:r w:rsidRPr="00DF63DE">
        <w:rPr>
          <w:szCs w:val="28"/>
        </w:rPr>
        <w:t xml:space="preserve"> всім учасникам ланцюга поставки оновлювану в режимі реального часу базу вантажів і транспорту c зазначенням рейтингу кожного учасника. Як результат, власнику вантажу не доведеться витрачати час на виснажливі «</w:t>
      </w:r>
      <w:r w:rsidRPr="00DF63DE">
        <w:rPr>
          <w:szCs w:val="28"/>
          <w:lang w:val="uk-UA"/>
        </w:rPr>
        <w:t>телефонування</w:t>
      </w:r>
      <w:r w:rsidRPr="00DF63DE">
        <w:rPr>
          <w:szCs w:val="28"/>
        </w:rPr>
        <w:t>» в пошуках транспорту. Система дає можливість отримати машину з перевіреними водіями від надійних перевізників, а транспортн</w:t>
      </w:r>
      <w:r w:rsidRPr="00DF63DE">
        <w:rPr>
          <w:szCs w:val="28"/>
          <w:lang w:val="uk-UA"/>
        </w:rPr>
        <w:t>им</w:t>
      </w:r>
      <w:r w:rsidRPr="00DF63DE">
        <w:rPr>
          <w:szCs w:val="28"/>
        </w:rPr>
        <w:t xml:space="preserve"> компані</w:t>
      </w:r>
      <w:r w:rsidRPr="00DF63DE">
        <w:rPr>
          <w:szCs w:val="28"/>
          <w:lang w:val="uk-UA"/>
        </w:rPr>
        <w:t>ям</w:t>
      </w:r>
      <w:r w:rsidRPr="00DF63DE">
        <w:rPr>
          <w:szCs w:val="28"/>
        </w:rPr>
        <w:t xml:space="preserve"> при цьому гарантовані постійні замовлення на перевезення вантажів. Додатково, система збільш</w:t>
      </w:r>
      <w:r w:rsidRPr="00DF63DE">
        <w:rPr>
          <w:szCs w:val="28"/>
          <w:lang w:val="uk-UA"/>
        </w:rPr>
        <w:t>ує</w:t>
      </w:r>
      <w:r w:rsidRPr="00DF63DE">
        <w:rPr>
          <w:szCs w:val="28"/>
        </w:rPr>
        <w:t xml:space="preserve"> контроль доставки за допомогою функції онлайн-трекінгу вантажів і безпосереднього чату з водіями таперевізниками, а також дозвол</w:t>
      </w:r>
      <w:r w:rsidRPr="00DF63DE">
        <w:rPr>
          <w:szCs w:val="28"/>
          <w:lang w:val="uk-UA"/>
        </w:rPr>
        <w:t>яє</w:t>
      </w:r>
      <w:r w:rsidRPr="00DF63DE">
        <w:rPr>
          <w:szCs w:val="28"/>
        </w:rPr>
        <w:t xml:space="preserve"> автоматизувати рутинні логістичні операції, обмінюватися інформацією, розподіляти рейси і зни</w:t>
      </w:r>
      <w:r w:rsidRPr="00DF63DE">
        <w:rPr>
          <w:szCs w:val="28"/>
          <w:lang w:val="uk-UA"/>
        </w:rPr>
        <w:t>жує</w:t>
      </w:r>
      <w:r w:rsidRPr="00DF63DE">
        <w:rPr>
          <w:szCs w:val="28"/>
        </w:rPr>
        <w:t>адміністративне навантаження на персонал.</w:t>
      </w:r>
    </w:p>
    <w:p w:rsidR="00052B8E" w:rsidRPr="00DF63DE" w:rsidRDefault="00052B8E" w:rsidP="00002268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 w:rsidRPr="00DF63DE">
        <w:rPr>
          <w:szCs w:val="28"/>
        </w:rPr>
        <w:t>Як</w:t>
      </w:r>
      <w:r w:rsidRPr="00DF63DE">
        <w:rPr>
          <w:szCs w:val="28"/>
          <w:lang w:val="uk-UA"/>
        </w:rPr>
        <w:t xml:space="preserve"> висновок</w:t>
      </w:r>
      <w:r w:rsidRPr="00DF63DE">
        <w:rPr>
          <w:szCs w:val="28"/>
        </w:rPr>
        <w:t>короткого огляду, орієнтовані на розвиток компанії в подальшому не зможуть перебувати в стороні від інновацій. Без автоматизації процесів компанія приречена на відставання. Бізнесу є над чим задуматися і, можливо, варто переглянути своє ставлення до звичних підходів і технологій в управлінні логістикою.</w:t>
      </w:r>
    </w:p>
    <w:p w:rsidR="00052B8E" w:rsidRDefault="00052B8E" w:rsidP="00002268">
      <w:pPr>
        <w:shd w:val="clear" w:color="auto" w:fill="FFFFFF"/>
        <w:spacing w:line="360" w:lineRule="auto"/>
        <w:ind w:firstLine="567"/>
        <w:jc w:val="both"/>
        <w:rPr>
          <w:szCs w:val="28"/>
          <w:lang w:val="en-US"/>
        </w:rPr>
      </w:pPr>
      <w:r w:rsidRPr="00DF63DE">
        <w:rPr>
          <w:szCs w:val="28"/>
        </w:rPr>
        <w:t>Треба розуміти, що побудова ефективних ділових взаємин - це не точна наука, де 2х</w:t>
      </w:r>
      <w:bookmarkStart w:id="0" w:name="_GoBack"/>
      <w:bookmarkEnd w:id="0"/>
      <w:r w:rsidRPr="00DF63DE">
        <w:rPr>
          <w:szCs w:val="28"/>
        </w:rPr>
        <w:t>2 = 4, як в рівнянні. Але з певністю можна сказати одне: при вмілому використанні, контроль і управління партнерськими взаємовідносинами з допомогою транспортно-логістичних систем дозволить не тільки оптимізувати ваші взаємини, а й вивести їх на новий якісний і взаємовигідний рівень.</w:t>
      </w:r>
    </w:p>
    <w:p w:rsidR="00052B8E" w:rsidRPr="008D382A" w:rsidRDefault="00052B8E" w:rsidP="00002268">
      <w:pPr>
        <w:shd w:val="clear" w:color="auto" w:fill="FFFFFF"/>
        <w:spacing w:line="360" w:lineRule="auto"/>
        <w:ind w:firstLine="567"/>
        <w:jc w:val="both"/>
        <w:rPr>
          <w:szCs w:val="28"/>
          <w:lang w:val="en-US"/>
        </w:rPr>
      </w:pPr>
    </w:p>
    <w:p w:rsidR="00052B8E" w:rsidRPr="00DF63DE" w:rsidRDefault="00052B8E" w:rsidP="00002268">
      <w:pPr>
        <w:shd w:val="clear" w:color="auto" w:fill="FFFFFF"/>
        <w:spacing w:line="360" w:lineRule="auto"/>
        <w:ind w:firstLine="567"/>
        <w:jc w:val="both"/>
        <w:rPr>
          <w:b/>
          <w:szCs w:val="28"/>
          <w:lang w:val="uk-UA"/>
        </w:rPr>
      </w:pPr>
      <w:r w:rsidRPr="00DF63DE">
        <w:rPr>
          <w:b/>
          <w:szCs w:val="28"/>
          <w:lang w:val="uk-UA"/>
        </w:rPr>
        <w:t>Література:</w:t>
      </w:r>
    </w:p>
    <w:p w:rsidR="00052B8E" w:rsidRPr="00DF63DE" w:rsidRDefault="00052B8E" w:rsidP="00002268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8"/>
          <w:lang w:val="uk-UA"/>
        </w:rPr>
      </w:pPr>
      <w:r w:rsidRPr="00DF63DE">
        <w:rPr>
          <w:szCs w:val="28"/>
          <w:lang w:val="en-US"/>
        </w:rPr>
        <w:t>http</w:t>
      </w:r>
      <w:r w:rsidRPr="00DF63DE">
        <w:rPr>
          <w:szCs w:val="28"/>
          <w:lang w:val="uk-UA"/>
        </w:rPr>
        <w:t>://</w:t>
      </w:r>
      <w:r w:rsidRPr="00DF63DE">
        <w:rPr>
          <w:szCs w:val="28"/>
          <w:lang w:val="en-US"/>
        </w:rPr>
        <w:t>logist</w:t>
      </w:r>
      <w:r w:rsidRPr="00DF63DE">
        <w:rPr>
          <w:szCs w:val="28"/>
          <w:lang w:val="uk-UA"/>
        </w:rPr>
        <w:t>.</w:t>
      </w:r>
      <w:r w:rsidRPr="00DF63DE">
        <w:rPr>
          <w:szCs w:val="28"/>
          <w:lang w:val="en-US"/>
        </w:rPr>
        <w:t>ru</w:t>
      </w:r>
      <w:r w:rsidRPr="00DF63DE">
        <w:rPr>
          <w:szCs w:val="28"/>
          <w:lang w:val="uk-UA"/>
        </w:rPr>
        <w:t>/</w:t>
      </w:r>
      <w:r w:rsidRPr="00DF63DE">
        <w:rPr>
          <w:szCs w:val="28"/>
          <w:lang w:val="en-US"/>
        </w:rPr>
        <w:t>articles</w:t>
      </w:r>
      <w:r w:rsidRPr="00DF63DE">
        <w:rPr>
          <w:szCs w:val="28"/>
          <w:lang w:val="uk-UA"/>
        </w:rPr>
        <w:t>/</w:t>
      </w:r>
      <w:r w:rsidRPr="00DF63DE">
        <w:rPr>
          <w:szCs w:val="28"/>
          <w:lang w:val="en-US"/>
        </w:rPr>
        <w:t>trendy</w:t>
      </w:r>
      <w:r w:rsidRPr="00DF63DE">
        <w:rPr>
          <w:szCs w:val="28"/>
          <w:lang w:val="uk-UA"/>
        </w:rPr>
        <w:t>-</w:t>
      </w:r>
      <w:r w:rsidRPr="00DF63DE">
        <w:rPr>
          <w:szCs w:val="28"/>
          <w:lang w:val="en-US"/>
        </w:rPr>
        <w:t>v</w:t>
      </w:r>
      <w:r w:rsidRPr="00DF63DE">
        <w:rPr>
          <w:szCs w:val="28"/>
          <w:lang w:val="uk-UA"/>
        </w:rPr>
        <w:t>-</w:t>
      </w:r>
      <w:r w:rsidRPr="00DF63DE">
        <w:rPr>
          <w:szCs w:val="28"/>
          <w:lang w:val="en-US"/>
        </w:rPr>
        <w:t>logistike</w:t>
      </w:r>
      <w:r w:rsidRPr="00DF63DE">
        <w:rPr>
          <w:szCs w:val="28"/>
          <w:lang w:val="uk-UA"/>
        </w:rPr>
        <w:t>-</w:t>
      </w:r>
      <w:r w:rsidRPr="00DF63DE">
        <w:rPr>
          <w:szCs w:val="28"/>
          <w:lang w:val="en-US"/>
        </w:rPr>
        <w:t>v</w:t>
      </w:r>
      <w:r w:rsidRPr="00DF63DE">
        <w:rPr>
          <w:szCs w:val="28"/>
          <w:lang w:val="uk-UA"/>
        </w:rPr>
        <w:t>-2016-</w:t>
      </w:r>
      <w:r w:rsidRPr="00DF63DE">
        <w:rPr>
          <w:szCs w:val="28"/>
          <w:lang w:val="en-US"/>
        </w:rPr>
        <w:t>godu</w:t>
      </w:r>
    </w:p>
    <w:p w:rsidR="00052B8E" w:rsidRPr="00DF63DE" w:rsidRDefault="00052B8E" w:rsidP="00002268">
      <w:pPr>
        <w:pStyle w:val="ListParagraph"/>
        <w:numPr>
          <w:ilvl w:val="0"/>
          <w:numId w:val="1"/>
        </w:numPr>
        <w:spacing w:line="360" w:lineRule="auto"/>
        <w:jc w:val="both"/>
        <w:rPr>
          <w:szCs w:val="28"/>
          <w:shd w:val="clear" w:color="auto" w:fill="FFFFFF"/>
        </w:rPr>
      </w:pPr>
      <w:r w:rsidRPr="00DF63DE">
        <w:rPr>
          <w:szCs w:val="28"/>
          <w:shd w:val="clear" w:color="auto" w:fill="FFFFFF"/>
        </w:rPr>
        <w:t xml:space="preserve">Совет профессионалов по цепям поставок </w:t>
      </w:r>
      <w:hyperlink r:id="rId5" w:history="1">
        <w:r w:rsidRPr="00DF63DE">
          <w:rPr>
            <w:rStyle w:val="Hyperlink"/>
            <w:szCs w:val="28"/>
            <w:shd w:val="clear" w:color="auto" w:fill="FFFFFF"/>
          </w:rPr>
          <w:t>https://www.facebook.com/</w:t>
        </w:r>
      </w:hyperlink>
    </w:p>
    <w:p w:rsidR="00052B8E" w:rsidRPr="00DF63DE" w:rsidRDefault="00052B8E" w:rsidP="00002268">
      <w:pPr>
        <w:pStyle w:val="ListParagraph"/>
        <w:numPr>
          <w:ilvl w:val="0"/>
          <w:numId w:val="1"/>
        </w:numPr>
        <w:spacing w:line="360" w:lineRule="auto"/>
        <w:jc w:val="both"/>
        <w:rPr>
          <w:szCs w:val="28"/>
          <w:shd w:val="clear" w:color="auto" w:fill="FFFFFF"/>
          <w:lang w:val="en-US"/>
        </w:rPr>
      </w:pPr>
      <w:r w:rsidRPr="00DF63DE">
        <w:rPr>
          <w:lang w:val="en-US"/>
        </w:rPr>
        <w:t xml:space="preserve">2016 Third-Party Logistics Study The State of Logistics Outsourcing </w:t>
      </w:r>
      <w:hyperlink r:id="rId6" w:history="1">
        <w:r w:rsidRPr="00DF63DE">
          <w:rPr>
            <w:rStyle w:val="Hyperlink"/>
            <w:lang w:val="en-US"/>
          </w:rPr>
          <w:t>https://www.kornferry.com/</w:t>
        </w:r>
      </w:hyperlink>
    </w:p>
    <w:p w:rsidR="00052B8E" w:rsidRPr="00DF63DE" w:rsidRDefault="00052B8E" w:rsidP="00002268">
      <w:pPr>
        <w:pStyle w:val="ListParagraph"/>
        <w:numPr>
          <w:ilvl w:val="0"/>
          <w:numId w:val="1"/>
        </w:numPr>
        <w:spacing w:line="360" w:lineRule="auto"/>
        <w:jc w:val="both"/>
        <w:rPr>
          <w:szCs w:val="28"/>
          <w:shd w:val="clear" w:color="auto" w:fill="FFFFFF"/>
          <w:lang w:val="en-US"/>
        </w:rPr>
      </w:pPr>
      <w:hyperlink r:id="rId7" w:history="1">
        <w:r w:rsidRPr="00DF63DE">
          <w:rPr>
            <w:rStyle w:val="Hyperlink"/>
            <w:szCs w:val="28"/>
            <w:shd w:val="clear" w:color="auto" w:fill="FFFFFF"/>
            <w:lang w:val="en-US"/>
          </w:rPr>
          <w:t>http://ua.s2b-group.net/</w:t>
        </w:r>
      </w:hyperlink>
    </w:p>
    <w:p w:rsidR="00052B8E" w:rsidRPr="00DF63DE" w:rsidRDefault="00052B8E" w:rsidP="00002268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Hyperlink"/>
          <w:color w:val="auto"/>
          <w:szCs w:val="28"/>
          <w:u w:val="none"/>
          <w:shd w:val="clear" w:color="auto" w:fill="FFFFFF"/>
        </w:rPr>
      </w:pPr>
      <w:r w:rsidRPr="00DF63DE">
        <w:rPr>
          <w:szCs w:val="28"/>
          <w:shd w:val="clear" w:color="auto" w:fill="FFFFFF"/>
        </w:rPr>
        <w:t xml:space="preserve">Платформа для автотранспортной логистики </w:t>
      </w:r>
      <w:hyperlink r:id="rId8" w:history="1">
        <w:r w:rsidRPr="00DF63DE">
          <w:rPr>
            <w:rStyle w:val="Hyperlink"/>
            <w:szCs w:val="28"/>
            <w:shd w:val="clear" w:color="auto" w:fill="FFFFFF"/>
            <w:lang w:val="en-US"/>
          </w:rPr>
          <w:t>http</w:t>
        </w:r>
        <w:r w:rsidRPr="00DF63DE">
          <w:rPr>
            <w:rStyle w:val="Hyperlink"/>
            <w:szCs w:val="28"/>
            <w:shd w:val="clear" w:color="auto" w:fill="FFFFFF"/>
          </w:rPr>
          <w:t>://</w:t>
        </w:r>
        <w:r w:rsidRPr="00DF63DE">
          <w:rPr>
            <w:rStyle w:val="Hyperlink"/>
            <w:szCs w:val="28"/>
            <w:shd w:val="clear" w:color="auto" w:fill="FFFFFF"/>
            <w:lang w:val="en-US"/>
          </w:rPr>
          <w:t>road</w:t>
        </w:r>
        <w:r w:rsidRPr="00DF63DE">
          <w:rPr>
            <w:rStyle w:val="Hyperlink"/>
            <w:szCs w:val="28"/>
            <w:shd w:val="clear" w:color="auto" w:fill="FFFFFF"/>
          </w:rPr>
          <w:t>-</w:t>
        </w:r>
        <w:r w:rsidRPr="00DF63DE">
          <w:rPr>
            <w:rStyle w:val="Hyperlink"/>
            <w:szCs w:val="28"/>
            <w:shd w:val="clear" w:color="auto" w:fill="FFFFFF"/>
            <w:lang w:val="en-US"/>
          </w:rPr>
          <w:t>test</w:t>
        </w:r>
        <w:r w:rsidRPr="00DF63DE">
          <w:rPr>
            <w:rStyle w:val="Hyperlink"/>
            <w:szCs w:val="28"/>
            <w:shd w:val="clear" w:color="auto" w:fill="FFFFFF"/>
          </w:rPr>
          <w:t>.</w:t>
        </w:r>
        <w:r w:rsidRPr="00DF63DE">
          <w:rPr>
            <w:rStyle w:val="Hyperlink"/>
            <w:szCs w:val="28"/>
            <w:shd w:val="clear" w:color="auto" w:fill="FFFFFF"/>
            <w:lang w:val="en-US"/>
          </w:rPr>
          <w:t>s</w:t>
        </w:r>
        <w:r w:rsidRPr="00DF63DE">
          <w:rPr>
            <w:rStyle w:val="Hyperlink"/>
            <w:szCs w:val="28"/>
            <w:shd w:val="clear" w:color="auto" w:fill="FFFFFF"/>
          </w:rPr>
          <w:t>2</w:t>
        </w:r>
        <w:r w:rsidRPr="00DF63DE">
          <w:rPr>
            <w:rStyle w:val="Hyperlink"/>
            <w:szCs w:val="28"/>
            <w:shd w:val="clear" w:color="auto" w:fill="FFFFFF"/>
            <w:lang w:val="en-US"/>
          </w:rPr>
          <w:t>b</w:t>
        </w:r>
        <w:r w:rsidRPr="00DF63DE">
          <w:rPr>
            <w:rStyle w:val="Hyperlink"/>
            <w:szCs w:val="28"/>
            <w:shd w:val="clear" w:color="auto" w:fill="FFFFFF"/>
          </w:rPr>
          <w:t>.</w:t>
        </w:r>
        <w:r w:rsidRPr="00DF63DE">
          <w:rPr>
            <w:rStyle w:val="Hyperlink"/>
            <w:szCs w:val="28"/>
            <w:shd w:val="clear" w:color="auto" w:fill="FFFFFF"/>
            <w:lang w:val="en-US"/>
          </w:rPr>
          <w:t>com</w:t>
        </w:r>
        <w:r w:rsidRPr="00DF63DE">
          <w:rPr>
            <w:rStyle w:val="Hyperlink"/>
            <w:szCs w:val="28"/>
            <w:shd w:val="clear" w:color="auto" w:fill="FFFFFF"/>
          </w:rPr>
          <w:t>.</w:t>
        </w:r>
        <w:r w:rsidRPr="00DF63DE">
          <w:rPr>
            <w:rStyle w:val="Hyperlink"/>
            <w:szCs w:val="28"/>
            <w:shd w:val="clear" w:color="auto" w:fill="FFFFFF"/>
            <w:lang w:val="en-US"/>
          </w:rPr>
          <w:t>ua</w:t>
        </w:r>
        <w:r w:rsidRPr="00DF63DE">
          <w:rPr>
            <w:rStyle w:val="Hyperlink"/>
            <w:szCs w:val="28"/>
            <w:shd w:val="clear" w:color="auto" w:fill="FFFFFF"/>
          </w:rPr>
          <w:t>/</w:t>
        </w:r>
        <w:r w:rsidRPr="00DF63DE">
          <w:rPr>
            <w:rStyle w:val="Hyperlink"/>
            <w:szCs w:val="28"/>
            <w:shd w:val="clear" w:color="auto" w:fill="FFFFFF"/>
            <w:lang w:val="en-US"/>
          </w:rPr>
          <w:t>ru</w:t>
        </w:r>
      </w:hyperlink>
    </w:p>
    <w:p w:rsidR="00052B8E" w:rsidRDefault="00052B8E" w:rsidP="00002268">
      <w:pPr>
        <w:pStyle w:val="ListParagraph"/>
        <w:spacing w:line="360" w:lineRule="auto"/>
        <w:ind w:left="927"/>
        <w:jc w:val="both"/>
        <w:rPr>
          <w:szCs w:val="28"/>
          <w:shd w:val="clear" w:color="auto" w:fill="FFFFFF"/>
          <w:lang w:val="uk-UA"/>
        </w:rPr>
      </w:pPr>
    </w:p>
    <w:p w:rsidR="00052B8E" w:rsidRPr="00002268" w:rsidRDefault="00052B8E" w:rsidP="00002268">
      <w:pPr>
        <w:spacing w:line="360" w:lineRule="auto"/>
        <w:jc w:val="both"/>
        <w:rPr>
          <w:szCs w:val="28"/>
          <w:shd w:val="clear" w:color="auto" w:fill="FFFFFF"/>
          <w:lang w:val="uk-UA"/>
        </w:rPr>
      </w:pPr>
    </w:p>
    <w:sectPr w:rsidR="00052B8E" w:rsidRPr="00002268" w:rsidSect="00702D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933D1"/>
    <w:multiLevelType w:val="hybridMultilevel"/>
    <w:tmpl w:val="B50C02D4"/>
    <w:lvl w:ilvl="0" w:tplc="975E6AF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D9E"/>
    <w:rsid w:val="00002268"/>
    <w:rsid w:val="00052B8E"/>
    <w:rsid w:val="00072F01"/>
    <w:rsid w:val="000E3FEB"/>
    <w:rsid w:val="000F0990"/>
    <w:rsid w:val="001D07C0"/>
    <w:rsid w:val="002F2D9E"/>
    <w:rsid w:val="003266F0"/>
    <w:rsid w:val="003550C2"/>
    <w:rsid w:val="004474AC"/>
    <w:rsid w:val="005814F7"/>
    <w:rsid w:val="00702D56"/>
    <w:rsid w:val="008016CC"/>
    <w:rsid w:val="008D382A"/>
    <w:rsid w:val="00A437FE"/>
    <w:rsid w:val="00A72E47"/>
    <w:rsid w:val="00B71029"/>
    <w:rsid w:val="00DF63DE"/>
    <w:rsid w:val="00E61EDC"/>
    <w:rsid w:val="00F7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990"/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F0990"/>
    <w:pPr>
      <w:spacing w:before="100" w:beforeAutospacing="1" w:after="100" w:afterAutospacing="1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0F09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0990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F764C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814F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3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ad-test.s2b.com.ua/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a.s2b-group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ornferry.com/" TargetMode="External"/><Relationship Id="rId5" Type="http://schemas.openxmlformats.org/officeDocument/2006/relationships/hyperlink" Target="https://www.facebook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5</Pages>
  <Words>5469</Words>
  <Characters>3118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2016-10-31T12:45:00Z</dcterms:created>
  <dcterms:modified xsi:type="dcterms:W3CDTF">2016-11-03T18:17:00Z</dcterms:modified>
</cp:coreProperties>
</file>