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986" w:rsidRPr="003A0C4C" w:rsidRDefault="00441986" w:rsidP="001B42BD">
      <w:pPr>
        <w:ind w:firstLine="709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3A0C4C">
        <w:rPr>
          <w:rFonts w:ascii="Times New Roman" w:hAnsi="Times New Roman"/>
          <w:b/>
          <w:sz w:val="24"/>
          <w:szCs w:val="24"/>
          <w:lang w:val="uk-UA"/>
        </w:rPr>
        <w:t xml:space="preserve">Лариса Зозуля </w:t>
      </w:r>
    </w:p>
    <w:p w:rsidR="00441986" w:rsidRPr="003A0C4C" w:rsidRDefault="00441986" w:rsidP="001B42BD">
      <w:pPr>
        <w:ind w:firstLine="709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3A0C4C">
        <w:rPr>
          <w:rFonts w:ascii="Times New Roman" w:hAnsi="Times New Roman"/>
          <w:b/>
          <w:sz w:val="24"/>
          <w:szCs w:val="24"/>
          <w:lang w:val="uk-UA"/>
        </w:rPr>
        <w:t>(Слов’янськ, Україна)</w:t>
      </w:r>
    </w:p>
    <w:p w:rsidR="00441986" w:rsidRDefault="00441986" w:rsidP="001B42BD">
      <w:pPr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41986" w:rsidRDefault="00441986" w:rsidP="007F7D74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42BD">
        <w:rPr>
          <w:rFonts w:ascii="Times New Roman" w:hAnsi="Times New Roman"/>
          <w:b/>
          <w:sz w:val="28"/>
          <w:szCs w:val="28"/>
          <w:lang w:val="uk-UA"/>
        </w:rPr>
        <w:t>СУЧАСНА МЕТОДИКА ВИКЛАДАННЯ СПЕЦІАЛЬНИХ ДИСЦИПЛІН</w:t>
      </w:r>
    </w:p>
    <w:p w:rsidR="00441986" w:rsidRDefault="00441986" w:rsidP="001B42BD">
      <w:pPr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441986" w:rsidRPr="007F7D74" w:rsidRDefault="00441986" w:rsidP="007F7D74">
      <w:pPr>
        <w:ind w:firstLine="709"/>
        <w:rPr>
          <w:rFonts w:ascii="Times New Roman" w:hAnsi="Times New Roman"/>
          <w:sz w:val="28"/>
          <w:szCs w:val="28"/>
          <w:lang w:val="uk-UA"/>
        </w:rPr>
      </w:pPr>
      <w:r w:rsidRPr="007F7D74">
        <w:rPr>
          <w:rFonts w:ascii="Times New Roman" w:hAnsi="Times New Roman"/>
          <w:sz w:val="28"/>
          <w:szCs w:val="28"/>
          <w:lang w:val="uk-UA"/>
        </w:rPr>
        <w:t xml:space="preserve">Методика викладання спеціальних дисциплін у системі вищої освіти поступово вдосконалюється і трансформується під впливом об’єктивних і суб’єктивних чинників. </w:t>
      </w:r>
    </w:p>
    <w:p w:rsidR="00441986" w:rsidRDefault="00441986" w:rsidP="007F7D74">
      <w:pPr>
        <w:ind w:firstLine="709"/>
        <w:rPr>
          <w:rFonts w:ascii="Times New Roman" w:hAnsi="Times New Roman"/>
          <w:sz w:val="28"/>
          <w:szCs w:val="28"/>
          <w:lang w:val="uk-UA"/>
        </w:rPr>
      </w:pPr>
      <w:r w:rsidRPr="007F7D74">
        <w:rPr>
          <w:rFonts w:ascii="Times New Roman" w:hAnsi="Times New Roman"/>
          <w:sz w:val="28"/>
          <w:szCs w:val="28"/>
          <w:lang w:val="uk-UA"/>
        </w:rPr>
        <w:t>Базуючись на класичних та інноваційних підходах до навчально-пізнавальної діяльності студентів, технологія викладання спеціальних дисциплін інтенсифікується, здійснюється процес її оптимізації з урахуванням економічних і соціальних змін в Україні.</w:t>
      </w:r>
    </w:p>
    <w:p w:rsidR="00441986" w:rsidRPr="007F7D74" w:rsidRDefault="00441986" w:rsidP="004B68AD">
      <w:pPr>
        <w:ind w:firstLine="709"/>
        <w:rPr>
          <w:rFonts w:ascii="Times New Roman" w:hAnsi="Times New Roman"/>
          <w:sz w:val="28"/>
          <w:szCs w:val="28"/>
          <w:lang w:val="uk-UA"/>
        </w:rPr>
      </w:pPr>
      <w:r w:rsidRPr="007F7D74">
        <w:rPr>
          <w:rFonts w:ascii="Times New Roman" w:hAnsi="Times New Roman"/>
          <w:sz w:val="28"/>
          <w:szCs w:val="28"/>
          <w:lang w:val="uk-UA"/>
        </w:rPr>
        <w:t>Як показує практика, якісна система підготовки фахівців забезпечується виконанням сучасних та прогресивних методів навчання. А саме ці фактори формують готовність фахівця до професійної діяльност</w:t>
      </w:r>
      <w:r>
        <w:rPr>
          <w:rFonts w:ascii="Times New Roman" w:hAnsi="Times New Roman"/>
          <w:sz w:val="28"/>
          <w:szCs w:val="28"/>
          <w:lang w:val="uk-UA"/>
        </w:rPr>
        <w:t>і і гарантують його успішність. При цьому у студентів</w:t>
      </w:r>
      <w:r w:rsidRPr="007F7D74">
        <w:rPr>
          <w:rFonts w:ascii="Times New Roman" w:hAnsi="Times New Roman"/>
          <w:sz w:val="28"/>
          <w:szCs w:val="28"/>
          <w:lang w:val="uk-UA"/>
        </w:rPr>
        <w:t xml:space="preserve"> формуються здібності орієнтуватися в сучасному виробництві, вміння вирішувати конкретні виробничі завдання, пов'язані з виконанням робіт, типових для відповідних професій або спеціальностей.</w:t>
      </w:r>
      <w:r>
        <w:rPr>
          <w:rFonts w:ascii="Times New Roman" w:hAnsi="Times New Roman"/>
          <w:sz w:val="28"/>
          <w:szCs w:val="28"/>
          <w:lang w:val="uk-UA"/>
        </w:rPr>
        <w:t xml:space="preserve"> [1, с. 9</w:t>
      </w:r>
      <w:r w:rsidRPr="00172934">
        <w:rPr>
          <w:rFonts w:ascii="Times New Roman" w:hAnsi="Times New Roman"/>
          <w:sz w:val="28"/>
          <w:szCs w:val="28"/>
          <w:lang w:val="uk-UA"/>
        </w:rPr>
        <w:t>].</w:t>
      </w:r>
    </w:p>
    <w:p w:rsidR="00441986" w:rsidRPr="007F7D74" w:rsidRDefault="00441986" w:rsidP="007F7D74">
      <w:pPr>
        <w:ind w:firstLine="709"/>
        <w:rPr>
          <w:rFonts w:ascii="Times New Roman" w:hAnsi="Times New Roman"/>
          <w:sz w:val="28"/>
          <w:szCs w:val="28"/>
          <w:lang w:val="uk-UA"/>
        </w:rPr>
      </w:pPr>
      <w:r w:rsidRPr="007F7D74">
        <w:rPr>
          <w:rFonts w:ascii="Times New Roman" w:hAnsi="Times New Roman"/>
          <w:sz w:val="28"/>
          <w:szCs w:val="28"/>
          <w:lang w:val="uk-UA"/>
        </w:rPr>
        <w:t xml:space="preserve">Отже, провідними функціями викладання спеціальних </w: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 </w:t>
      </w:r>
      <w:r w:rsidRPr="007F7D74">
        <w:rPr>
          <w:rFonts w:ascii="Times New Roman" w:hAnsi="Times New Roman"/>
          <w:sz w:val="28"/>
          <w:szCs w:val="28"/>
          <w:lang w:val="uk-UA"/>
        </w:rPr>
        <w:t xml:space="preserve"> можна вважати:</w:t>
      </w:r>
    </w:p>
    <w:p w:rsidR="00441986" w:rsidRPr="007F7D74" w:rsidRDefault="00441986" w:rsidP="007F7D74">
      <w:pPr>
        <w:ind w:firstLine="709"/>
        <w:rPr>
          <w:rFonts w:ascii="Times New Roman" w:hAnsi="Times New Roman"/>
          <w:sz w:val="28"/>
          <w:szCs w:val="28"/>
          <w:lang w:val="uk-UA"/>
        </w:rPr>
      </w:pPr>
      <w:r w:rsidRPr="007F7D74">
        <w:rPr>
          <w:rFonts w:ascii="Times New Roman" w:hAnsi="Times New Roman"/>
          <w:sz w:val="28"/>
          <w:szCs w:val="28"/>
          <w:lang w:val="uk-UA"/>
        </w:rPr>
        <w:t> Інтенсивний розвиток особистості студента і педагога;</w:t>
      </w:r>
    </w:p>
    <w:p w:rsidR="00441986" w:rsidRPr="007F7D74" w:rsidRDefault="00441986" w:rsidP="007F7D74">
      <w:pPr>
        <w:ind w:firstLine="709"/>
        <w:rPr>
          <w:rFonts w:ascii="Times New Roman" w:hAnsi="Times New Roman"/>
          <w:sz w:val="28"/>
          <w:szCs w:val="28"/>
          <w:lang w:val="uk-UA"/>
        </w:rPr>
      </w:pPr>
      <w:r w:rsidRPr="007F7D74">
        <w:rPr>
          <w:rFonts w:ascii="Times New Roman" w:hAnsi="Times New Roman"/>
          <w:sz w:val="28"/>
          <w:szCs w:val="28"/>
          <w:lang w:val="uk-UA"/>
        </w:rPr>
        <w:t> Демократизац</w:t>
      </w:r>
      <w:r>
        <w:rPr>
          <w:rFonts w:ascii="Times New Roman" w:hAnsi="Times New Roman"/>
          <w:sz w:val="28"/>
          <w:szCs w:val="28"/>
          <w:lang w:val="uk-UA"/>
        </w:rPr>
        <w:t>ія</w:t>
      </w:r>
      <w:r w:rsidRPr="007F7D74">
        <w:rPr>
          <w:rFonts w:ascii="Times New Roman" w:hAnsi="Times New Roman"/>
          <w:sz w:val="28"/>
          <w:szCs w:val="28"/>
          <w:lang w:val="uk-UA"/>
        </w:rPr>
        <w:t xml:space="preserve"> їх спільної діяльності та спілкування;</w:t>
      </w:r>
    </w:p>
    <w:p w:rsidR="00441986" w:rsidRPr="007F7D74" w:rsidRDefault="00441986" w:rsidP="007F7D74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 Орієнтація</w:t>
      </w:r>
      <w:r w:rsidRPr="007F7D74">
        <w:rPr>
          <w:rFonts w:ascii="Times New Roman" w:hAnsi="Times New Roman"/>
          <w:sz w:val="28"/>
          <w:szCs w:val="28"/>
          <w:lang w:val="uk-UA"/>
        </w:rPr>
        <w:t xml:space="preserve"> на творче викладанн</w:t>
      </w:r>
      <w:r>
        <w:rPr>
          <w:rFonts w:ascii="Times New Roman" w:hAnsi="Times New Roman"/>
          <w:sz w:val="28"/>
          <w:szCs w:val="28"/>
          <w:lang w:val="uk-UA"/>
        </w:rPr>
        <w:t>я і активне навчання, ініціатива</w:t>
      </w:r>
      <w:r w:rsidRPr="007F7D74">
        <w:rPr>
          <w:rFonts w:ascii="Times New Roman" w:hAnsi="Times New Roman"/>
          <w:sz w:val="28"/>
          <w:szCs w:val="28"/>
          <w:lang w:val="uk-UA"/>
        </w:rPr>
        <w:t xml:space="preserve"> студента у формуванні себе як майбутнього професіонала;</w:t>
      </w:r>
    </w:p>
    <w:p w:rsidR="00441986" w:rsidRPr="007F7D74" w:rsidRDefault="00441986" w:rsidP="007F7D74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 Модернізація</w:t>
      </w:r>
      <w:r w:rsidRPr="007F7D74">
        <w:rPr>
          <w:rFonts w:ascii="Times New Roman" w:hAnsi="Times New Roman"/>
          <w:sz w:val="28"/>
          <w:szCs w:val="28"/>
          <w:lang w:val="uk-UA"/>
        </w:rPr>
        <w:t xml:space="preserve"> засобів, методів, технологій і матеріальної бази навчання, що сприяють формуванню інноваційного мислення майбутнього професіонала.</w:t>
      </w:r>
    </w:p>
    <w:p w:rsidR="00441986" w:rsidRPr="003A0C4C" w:rsidRDefault="00441986" w:rsidP="004B68AD">
      <w:pPr>
        <w:ind w:firstLine="709"/>
        <w:rPr>
          <w:rFonts w:ascii="Times New Roman" w:hAnsi="Times New Roman"/>
          <w:sz w:val="28"/>
          <w:szCs w:val="28"/>
          <w:lang w:val="uk-UA"/>
        </w:rPr>
      </w:pPr>
      <w:r w:rsidRPr="007F7D74">
        <w:rPr>
          <w:rFonts w:ascii="Times New Roman" w:hAnsi="Times New Roman"/>
          <w:sz w:val="28"/>
          <w:szCs w:val="28"/>
          <w:lang w:val="uk-UA"/>
        </w:rPr>
        <w:t xml:space="preserve">Діяльність викладача спеціальних дисциплін багатогранна і пов’язана з постійною необхідністю передбачати, прогнозувати та планувати різноманітні аспекти своєї діяльності. </w:t>
      </w:r>
      <w:r w:rsidRPr="004B68AD">
        <w:rPr>
          <w:rFonts w:ascii="Times New Roman" w:hAnsi="Times New Roman"/>
          <w:sz w:val="28"/>
          <w:szCs w:val="28"/>
          <w:lang w:val="uk-UA"/>
        </w:rPr>
        <w:t>Очев</w:t>
      </w:r>
      <w:r>
        <w:rPr>
          <w:rFonts w:ascii="Times New Roman" w:hAnsi="Times New Roman"/>
          <w:sz w:val="28"/>
          <w:szCs w:val="28"/>
          <w:lang w:val="uk-UA"/>
        </w:rPr>
        <w:t xml:space="preserve">идно, щоб навчальний процес був </w:t>
      </w:r>
      <w:r w:rsidRPr="004B68AD">
        <w:rPr>
          <w:rFonts w:ascii="Times New Roman" w:hAnsi="Times New Roman"/>
          <w:sz w:val="28"/>
          <w:szCs w:val="28"/>
          <w:lang w:val="uk-UA"/>
        </w:rPr>
        <w:t>ефективним і успішним, треба зв</w:t>
      </w:r>
      <w:r>
        <w:rPr>
          <w:rFonts w:ascii="Times New Roman" w:hAnsi="Times New Roman"/>
          <w:sz w:val="28"/>
          <w:szCs w:val="28"/>
          <w:lang w:val="uk-UA"/>
        </w:rPr>
        <w:t xml:space="preserve">ернути увагу на форми та методи </w:t>
      </w:r>
      <w:r w:rsidRPr="004B68AD">
        <w:rPr>
          <w:rFonts w:ascii="Times New Roman" w:hAnsi="Times New Roman"/>
          <w:sz w:val="28"/>
          <w:szCs w:val="28"/>
          <w:lang w:val="uk-UA"/>
        </w:rPr>
        <w:t>роботи викладача зі студентами.То</w:t>
      </w:r>
      <w:r>
        <w:rPr>
          <w:rFonts w:ascii="Times New Roman" w:hAnsi="Times New Roman"/>
          <w:sz w:val="28"/>
          <w:szCs w:val="28"/>
          <w:lang w:val="uk-UA"/>
        </w:rPr>
        <w:t>му, постає питання вибору такої методики викладання спеціальних дисциплін</w:t>
      </w:r>
      <w:r w:rsidRPr="004B68AD">
        <w:rPr>
          <w:rFonts w:ascii="Times New Roman" w:hAnsi="Times New Roman"/>
          <w:sz w:val="28"/>
          <w:szCs w:val="28"/>
          <w:lang w:val="uk-UA"/>
        </w:rPr>
        <w:t>, яка зможе сут</w:t>
      </w:r>
      <w:r>
        <w:rPr>
          <w:rFonts w:ascii="Times New Roman" w:hAnsi="Times New Roman"/>
          <w:sz w:val="28"/>
          <w:szCs w:val="28"/>
          <w:lang w:val="uk-UA"/>
        </w:rPr>
        <w:t xml:space="preserve">тєво поліпшити якість засвоєння </w:t>
      </w:r>
      <w:r w:rsidRPr="004B68AD">
        <w:rPr>
          <w:rFonts w:ascii="Times New Roman" w:hAnsi="Times New Roman"/>
          <w:sz w:val="28"/>
          <w:szCs w:val="28"/>
          <w:lang w:val="uk-UA"/>
        </w:rPr>
        <w:t>студентами знань.</w:t>
      </w:r>
    </w:p>
    <w:p w:rsidR="00441986" w:rsidRDefault="00441986" w:rsidP="00BD726D">
      <w:pPr>
        <w:pStyle w:val="BodyText"/>
        <w:spacing w:line="360" w:lineRule="auto"/>
        <w:rPr>
          <w:sz w:val="28"/>
          <w:szCs w:val="28"/>
        </w:rPr>
      </w:pPr>
      <w:r w:rsidRPr="00822129">
        <w:rPr>
          <w:sz w:val="28"/>
          <w:szCs w:val="28"/>
        </w:rPr>
        <w:t>Серед великого числа інновацій, що застосовуються у сис</w:t>
      </w:r>
      <w:r w:rsidRPr="00822129">
        <w:rPr>
          <w:sz w:val="28"/>
          <w:szCs w:val="28"/>
        </w:rPr>
        <w:softHyphen/>
        <w:t>темі освіти,</w:t>
      </w:r>
      <w:r>
        <w:rPr>
          <w:sz w:val="28"/>
          <w:szCs w:val="28"/>
        </w:rPr>
        <w:t xml:space="preserve"> особлива увага приділяється т</w:t>
      </w:r>
      <w:r w:rsidRPr="00822129">
        <w:rPr>
          <w:sz w:val="28"/>
          <w:szCs w:val="28"/>
        </w:rPr>
        <w:t xml:space="preserve">им технологіям, де викладач виступає не </w:t>
      </w:r>
      <w:r>
        <w:rPr>
          <w:sz w:val="28"/>
          <w:szCs w:val="28"/>
        </w:rPr>
        <w:t xml:space="preserve">лише </w:t>
      </w:r>
      <w:r w:rsidRPr="00822129">
        <w:rPr>
          <w:sz w:val="28"/>
          <w:szCs w:val="28"/>
        </w:rPr>
        <w:t xml:space="preserve">джерелом навчальної інформації, а </w:t>
      </w:r>
      <w:r>
        <w:rPr>
          <w:sz w:val="28"/>
          <w:szCs w:val="28"/>
        </w:rPr>
        <w:t xml:space="preserve">й </w:t>
      </w:r>
      <w:r w:rsidRPr="00822129">
        <w:rPr>
          <w:sz w:val="28"/>
          <w:szCs w:val="28"/>
        </w:rPr>
        <w:t>є організатором і координатором творчого навчального процесу, с</w:t>
      </w:r>
      <w:r>
        <w:rPr>
          <w:sz w:val="28"/>
          <w:szCs w:val="28"/>
        </w:rPr>
        <w:t>прямовує діяльність кожного студента</w:t>
      </w:r>
      <w:r w:rsidRPr="00822129">
        <w:rPr>
          <w:sz w:val="28"/>
          <w:szCs w:val="28"/>
        </w:rPr>
        <w:t xml:space="preserve"> у потрібне русло, враховую</w:t>
      </w:r>
      <w:r w:rsidRPr="00822129">
        <w:rPr>
          <w:sz w:val="28"/>
          <w:szCs w:val="28"/>
        </w:rPr>
        <w:softHyphen/>
        <w:t>чи інди</w:t>
      </w:r>
      <w:r>
        <w:rPr>
          <w:sz w:val="28"/>
          <w:szCs w:val="28"/>
        </w:rPr>
        <w:t>відуальні здібності кожного</w:t>
      </w:r>
      <w:r w:rsidRPr="00822129">
        <w:rPr>
          <w:sz w:val="28"/>
          <w:szCs w:val="28"/>
        </w:rPr>
        <w:t xml:space="preserve">. </w:t>
      </w:r>
    </w:p>
    <w:p w:rsidR="00441986" w:rsidRPr="00F55F55" w:rsidRDefault="00441986" w:rsidP="00F55F55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проблем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а моєїпрофесійної діяльності — 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>зр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обити навчання цікавим. Д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 xml:space="preserve">ля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студента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 xml:space="preserve"> це означає посильн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 xml:space="preserve"> і успішн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 засвоєння матеріалу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507FB7">
        <w:rPr>
          <w:rFonts w:ascii="Times New Roman" w:hAnsi="Times New Roman"/>
          <w:color w:val="000000"/>
          <w:sz w:val="28"/>
          <w:szCs w:val="28"/>
          <w:lang w:val="uk-UA"/>
        </w:rPr>
        <w:t xml:space="preserve">а 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>для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икладача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 xml:space="preserve"> — результативн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ість по закінченню викладання спеціальної дисципліни</w:t>
      </w:r>
      <w:r w:rsidRPr="00CC529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441986" w:rsidRPr="00702B76" w:rsidRDefault="00441986" w:rsidP="00702B76">
      <w:pPr>
        <w:rPr>
          <w:rFonts w:ascii="Times New Roman" w:hAnsi="Times New Roman"/>
          <w:color w:val="000000"/>
          <w:sz w:val="28"/>
          <w:szCs w:val="28"/>
          <w:lang w:val="uk-UA"/>
        </w:rPr>
      </w:pPr>
      <w:r w:rsidRPr="00423B69">
        <w:rPr>
          <w:rFonts w:ascii="Times New Roman" w:hAnsi="Times New Roman"/>
          <w:color w:val="000000"/>
          <w:sz w:val="28"/>
          <w:szCs w:val="28"/>
        </w:rPr>
        <w:t>Одинична та і</w:t>
      </w:r>
      <w:r>
        <w:rPr>
          <w:rFonts w:ascii="Times New Roman" w:hAnsi="Times New Roman"/>
          <w:color w:val="000000"/>
          <w:sz w:val="28"/>
          <w:szCs w:val="28"/>
        </w:rPr>
        <w:t>зольована форма навчання (</w:t>
      </w:r>
      <w:r w:rsidRPr="00423B69">
        <w:rPr>
          <w:rFonts w:ascii="Times New Roman" w:hAnsi="Times New Roman"/>
          <w:color w:val="000000"/>
          <w:sz w:val="28"/>
          <w:szCs w:val="28"/>
        </w:rPr>
        <w:t xml:space="preserve">лекція,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практична, </w:t>
      </w:r>
      <w:r w:rsidRPr="00423B69">
        <w:rPr>
          <w:rFonts w:ascii="Times New Roman" w:hAnsi="Times New Roman"/>
          <w:color w:val="000000"/>
          <w:sz w:val="28"/>
          <w:szCs w:val="28"/>
        </w:rPr>
        <w:t>лабораторна робота,</w:t>
      </w:r>
      <w:r>
        <w:rPr>
          <w:rFonts w:ascii="Times New Roman" w:hAnsi="Times New Roman"/>
          <w:color w:val="000000"/>
          <w:sz w:val="28"/>
          <w:szCs w:val="28"/>
        </w:rPr>
        <w:t>семінарське занят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тя</w:t>
      </w:r>
      <w:r w:rsidRPr="00423B69">
        <w:rPr>
          <w:rFonts w:ascii="Times New Roman" w:hAnsi="Times New Roman"/>
          <w:color w:val="000000"/>
          <w:sz w:val="28"/>
          <w:szCs w:val="28"/>
        </w:rPr>
        <w:t>тощо) маєвласненавчально-виховнезначення</w:t>
      </w:r>
      <w:r>
        <w:rPr>
          <w:rFonts w:ascii="Times New Roman" w:hAnsi="Times New Roman"/>
          <w:color w:val="000000"/>
          <w:sz w:val="28"/>
          <w:szCs w:val="28"/>
        </w:rPr>
        <w:t>. Вона забезпечуєзасвоєння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студента</w:t>
      </w:r>
      <w:r w:rsidRPr="00423B69">
        <w:rPr>
          <w:rFonts w:ascii="Times New Roman" w:hAnsi="Times New Roman"/>
          <w:color w:val="000000"/>
          <w:sz w:val="28"/>
          <w:szCs w:val="28"/>
        </w:rPr>
        <w:t xml:space="preserve">ми конкретнихфактів, узагальнень, висновків, відпрацьовуванняокремихумінь і навичок. </w:t>
      </w:r>
      <w:r w:rsidRPr="00423B69">
        <w:rPr>
          <w:rFonts w:ascii="Times New Roman" w:hAnsi="Times New Roman"/>
          <w:color w:val="000000"/>
          <w:sz w:val="28"/>
          <w:szCs w:val="28"/>
          <w:lang w:val="uk-UA"/>
        </w:rPr>
        <w:t xml:space="preserve">Система ж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сучасних методів викладання </w:t>
      </w:r>
      <w:r w:rsidRPr="00423B69">
        <w:rPr>
          <w:rFonts w:ascii="Times New Roman" w:hAnsi="Times New Roman"/>
          <w:color w:val="000000"/>
          <w:sz w:val="28"/>
          <w:szCs w:val="28"/>
          <w:lang w:val="uk-UA"/>
        </w:rPr>
        <w:t>дозволяє розкрити цілісні розділи, теми, теорії, концепції, застосувати взаємозал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ежні вміння й навички, </w:t>
      </w:r>
      <w:r w:rsidRPr="00423B69">
        <w:rPr>
          <w:rFonts w:ascii="Times New Roman" w:hAnsi="Times New Roman"/>
          <w:color w:val="000000"/>
          <w:sz w:val="28"/>
          <w:szCs w:val="28"/>
          <w:lang w:val="uk-UA"/>
        </w:rPr>
        <w:t xml:space="preserve">формує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 студентів </w:t>
      </w:r>
      <w:r w:rsidRPr="00423B69">
        <w:rPr>
          <w:rFonts w:ascii="Times New Roman" w:hAnsi="Times New Roman"/>
          <w:color w:val="000000"/>
          <w:sz w:val="28"/>
          <w:szCs w:val="28"/>
          <w:lang w:val="uk-UA"/>
        </w:rPr>
        <w:t xml:space="preserve">системні знання й особистісні якості. </w:t>
      </w:r>
      <w:r w:rsidRPr="00172934">
        <w:rPr>
          <w:rFonts w:ascii="Times New Roman" w:hAnsi="Times New Roman"/>
          <w:sz w:val="28"/>
          <w:szCs w:val="28"/>
          <w:lang w:val="uk-UA"/>
        </w:rPr>
        <w:t>Застосування технологій інтеракт</w:t>
      </w:r>
      <w:r>
        <w:rPr>
          <w:rFonts w:ascii="Times New Roman" w:hAnsi="Times New Roman"/>
          <w:sz w:val="28"/>
          <w:szCs w:val="28"/>
          <w:lang w:val="uk-UA"/>
        </w:rPr>
        <w:t xml:space="preserve">ивного навчання 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є доцільним і ефективним у процесі викладання спеціальних </w:t>
      </w:r>
      <w:r>
        <w:rPr>
          <w:rFonts w:ascii="Times New Roman" w:hAnsi="Times New Roman"/>
          <w:sz w:val="28"/>
          <w:szCs w:val="28"/>
          <w:lang w:val="uk-UA"/>
        </w:rPr>
        <w:t>дисциплін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[4, с. 12].</w:t>
      </w:r>
    </w:p>
    <w:p w:rsidR="00441986" w:rsidRPr="005D67AB" w:rsidRDefault="00441986" w:rsidP="00B91496">
      <w:pPr>
        <w:pStyle w:val="BodyText"/>
        <w:spacing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Я, як викладач, при підготовці до заняття, використовую</w:t>
      </w:r>
      <w:r w:rsidRPr="00507FB7">
        <w:rPr>
          <w:sz w:val="28"/>
          <w:szCs w:val="28"/>
          <w:shd w:val="clear" w:color="auto" w:fill="FFFFFF"/>
        </w:rPr>
        <w:t xml:space="preserve"> як традиційні методи (</w:t>
      </w:r>
      <w:r>
        <w:rPr>
          <w:sz w:val="28"/>
          <w:szCs w:val="28"/>
          <w:shd w:val="clear" w:color="auto" w:fill="FFFFFF"/>
        </w:rPr>
        <w:t>мозковий штурм</w:t>
      </w:r>
      <w:r w:rsidRPr="00507FB7">
        <w:rPr>
          <w:sz w:val="28"/>
          <w:szCs w:val="28"/>
          <w:shd w:val="clear" w:color="auto" w:fill="FFFFFF"/>
        </w:rPr>
        <w:t>, запитання ланцюжком, бліц-опитування тощо) і засоби (обладнання</w:t>
      </w:r>
      <w:r>
        <w:rPr>
          <w:sz w:val="28"/>
          <w:szCs w:val="28"/>
          <w:shd w:val="clear" w:color="auto" w:fill="FFFFFF"/>
        </w:rPr>
        <w:t>, прилади, таблиці, схеми, наочні посібники</w:t>
      </w:r>
      <w:r w:rsidRPr="00507FB7">
        <w:rPr>
          <w:sz w:val="28"/>
          <w:szCs w:val="28"/>
          <w:shd w:val="clear" w:color="auto" w:fill="FFFFFF"/>
        </w:rPr>
        <w:t xml:space="preserve"> тощо), так </w:t>
      </w:r>
      <w:r>
        <w:rPr>
          <w:sz w:val="28"/>
          <w:szCs w:val="28"/>
          <w:shd w:val="clear" w:color="auto" w:fill="FFFFFF"/>
        </w:rPr>
        <w:t xml:space="preserve">і </w:t>
      </w:r>
      <w:r w:rsidRPr="00507FB7">
        <w:rPr>
          <w:sz w:val="28"/>
          <w:szCs w:val="28"/>
          <w:shd w:val="clear" w:color="auto" w:fill="FFFFFF"/>
        </w:rPr>
        <w:t xml:space="preserve">інноваційні – тренінги, </w:t>
      </w:r>
      <w:r w:rsidRPr="00507FB7">
        <w:rPr>
          <w:sz w:val="28"/>
          <w:szCs w:val="28"/>
          <w:shd w:val="clear" w:color="auto" w:fill="FFFFFF"/>
          <w:lang w:val="en-US"/>
        </w:rPr>
        <w:t>Web</w:t>
      </w:r>
      <w:r w:rsidRPr="00507FB7">
        <w:rPr>
          <w:sz w:val="28"/>
          <w:szCs w:val="28"/>
          <w:shd w:val="clear" w:color="auto" w:fill="FFFFFF"/>
        </w:rPr>
        <w:t>-квести, брифінги, брейн-ринги, електронні підручники, мультимедійн</w:t>
      </w:r>
      <w:r>
        <w:rPr>
          <w:sz w:val="28"/>
          <w:szCs w:val="28"/>
          <w:shd w:val="clear" w:color="auto" w:fill="FFFFFF"/>
        </w:rPr>
        <w:t>і презентації, відеоролики тощо</w:t>
      </w:r>
      <w:r w:rsidRPr="00507FB7">
        <w:rPr>
          <w:sz w:val="28"/>
          <w:szCs w:val="28"/>
          <w:shd w:val="clear" w:color="auto" w:fill="FFFFFF"/>
        </w:rPr>
        <w:t xml:space="preserve">. Як показує досвід, на абсолютній </w:t>
      </w:r>
      <w:r>
        <w:rPr>
          <w:sz w:val="28"/>
          <w:szCs w:val="28"/>
          <w:shd w:val="clear" w:color="auto" w:fill="FFFFFF"/>
        </w:rPr>
        <w:t>більшості занять</w:t>
      </w:r>
      <w:r w:rsidRPr="00507FB7">
        <w:rPr>
          <w:sz w:val="28"/>
          <w:szCs w:val="28"/>
          <w:shd w:val="clear" w:color="auto" w:fill="FFFFFF"/>
        </w:rPr>
        <w:t xml:space="preserve"> є потреба у використанні того чи іншого або декількох видів технічних засобів навчання. Підібравши інноваційні засоби і методи навчання і визнач</w:t>
      </w:r>
      <w:r>
        <w:rPr>
          <w:sz w:val="28"/>
          <w:szCs w:val="28"/>
          <w:shd w:val="clear" w:color="auto" w:fill="FFFFFF"/>
        </w:rPr>
        <w:t>ивши їх відповідність темі заняття</w:t>
      </w:r>
      <w:r w:rsidRPr="00507FB7">
        <w:rPr>
          <w:sz w:val="28"/>
          <w:szCs w:val="28"/>
          <w:shd w:val="clear" w:color="auto" w:fill="FFFFFF"/>
        </w:rPr>
        <w:t>, а також</w:t>
      </w:r>
      <w:r>
        <w:rPr>
          <w:sz w:val="28"/>
          <w:szCs w:val="28"/>
          <w:shd w:val="clear" w:color="auto" w:fill="FFFFFF"/>
        </w:rPr>
        <w:t xml:space="preserve"> врахувавши забезпеченість заняття унаочненням, можна остаточно прийняти</w:t>
      </w:r>
      <w:r w:rsidRPr="00507FB7">
        <w:rPr>
          <w:sz w:val="28"/>
          <w:szCs w:val="28"/>
          <w:shd w:val="clear" w:color="auto" w:fill="FFFFFF"/>
        </w:rPr>
        <w:t xml:space="preserve"> рішення про доцільність їх </w:t>
      </w:r>
      <w:r w:rsidRPr="005D67AB">
        <w:rPr>
          <w:sz w:val="28"/>
          <w:szCs w:val="28"/>
          <w:shd w:val="clear" w:color="auto" w:fill="FFFFFF"/>
        </w:rPr>
        <w:t xml:space="preserve">використання. </w:t>
      </w:r>
      <w:r>
        <w:rPr>
          <w:color w:val="000000"/>
          <w:sz w:val="28"/>
          <w:szCs w:val="28"/>
        </w:rPr>
        <w:t>Розглянемо детальніше</w:t>
      </w:r>
      <w:r w:rsidRPr="005D67AB">
        <w:rPr>
          <w:color w:val="000000"/>
          <w:sz w:val="28"/>
          <w:szCs w:val="28"/>
        </w:rPr>
        <w:t xml:space="preserve"> деяк</w:t>
      </w:r>
      <w:r>
        <w:rPr>
          <w:color w:val="000000"/>
          <w:sz w:val="28"/>
          <w:szCs w:val="28"/>
        </w:rPr>
        <w:t>і сучасні методи викладання спеціальних дисциплін та засоби навчання, які рекомендуються мною до впровадження.</w:t>
      </w:r>
    </w:p>
    <w:p w:rsidR="00441986" w:rsidRPr="00A42B4C" w:rsidRDefault="00441986" w:rsidP="006C731A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Заняття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 використанням</w:t>
      </w:r>
      <w:r w:rsidRPr="0008410C"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>мультимедійної презентації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або </w:t>
      </w:r>
      <w:r>
        <w:rPr>
          <w:rFonts w:ascii="Times New Roman" w:hAnsi="Times New Roman"/>
          <w:bCs/>
          <w:color w:val="000000"/>
          <w:sz w:val="28"/>
          <w:szCs w:val="28"/>
        </w:rPr>
        <w:t>відеоряду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я </w:t>
      </w:r>
      <w:r>
        <w:rPr>
          <w:rFonts w:ascii="Times New Roman" w:hAnsi="Times New Roman"/>
          <w:color w:val="000000"/>
          <w:sz w:val="28"/>
          <w:szCs w:val="28"/>
        </w:rPr>
        <w:t>особливо часто застосову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юпри</w:t>
      </w:r>
      <w:r>
        <w:rPr>
          <w:rFonts w:ascii="Times New Roman" w:hAnsi="Times New Roman"/>
          <w:color w:val="000000"/>
          <w:sz w:val="28"/>
          <w:szCs w:val="28"/>
        </w:rPr>
        <w:t>подачі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нового </w:t>
      </w:r>
      <w:r>
        <w:rPr>
          <w:rFonts w:ascii="Times New Roman" w:hAnsi="Times New Roman"/>
          <w:color w:val="000000"/>
          <w:sz w:val="28"/>
          <w:szCs w:val="28"/>
        </w:rPr>
        <w:t>матеріалу. Відео-</w:t>
      </w:r>
      <w:r w:rsidRPr="001D35CF">
        <w:rPr>
          <w:rFonts w:ascii="Times New Roman" w:hAnsi="Times New Roman"/>
          <w:color w:val="000000"/>
          <w:sz w:val="28"/>
          <w:szCs w:val="28"/>
        </w:rPr>
        <w:t>презентація, створена в програм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1D35CF">
        <w:rPr>
          <w:rFonts w:ascii="Times New Roman" w:hAnsi="Times New Roman"/>
          <w:color w:val="000000"/>
          <w:sz w:val="28"/>
          <w:szCs w:val="28"/>
        </w:rPr>
        <w:t>Microsoft</w:t>
      </w:r>
      <w:r>
        <w:rPr>
          <w:rFonts w:ascii="Times New Roman" w:hAnsi="Times New Roman"/>
          <w:color w:val="000000"/>
          <w:sz w:val="28"/>
          <w:szCs w:val="28"/>
        </w:rPr>
        <w:t>PowerPoint</w:t>
      </w:r>
      <w:r w:rsidRPr="001D35CF">
        <w:rPr>
          <w:rFonts w:ascii="Times New Roman" w:hAnsi="Times New Roman"/>
          <w:color w:val="000000"/>
          <w:sz w:val="28"/>
          <w:szCs w:val="28"/>
        </w:rPr>
        <w:t xml:space="preserve">дозволяєперетворити будь-якийскладний для сприйняттяматеріал в цікаведійство. </w:t>
      </w:r>
      <w:r w:rsidRPr="008E6BED">
        <w:rPr>
          <w:rFonts w:ascii="Times New Roman" w:hAnsi="Times New Roman"/>
          <w:sz w:val="28"/>
          <w:szCs w:val="28"/>
        </w:rPr>
        <w:t>Зокрема, стаєбільшшвидким</w:t>
      </w:r>
      <w:r>
        <w:rPr>
          <w:rFonts w:ascii="Times New Roman" w:hAnsi="Times New Roman"/>
          <w:sz w:val="28"/>
          <w:szCs w:val="28"/>
        </w:rPr>
        <w:t>процесзаписувизначень, те</w:t>
      </w:r>
      <w:r>
        <w:rPr>
          <w:rFonts w:ascii="Times New Roman" w:hAnsi="Times New Roman"/>
          <w:sz w:val="28"/>
          <w:szCs w:val="28"/>
          <w:lang w:val="uk-UA"/>
        </w:rPr>
        <w:t>рмінології</w:t>
      </w:r>
      <w:r w:rsidRPr="008E6BED">
        <w:rPr>
          <w:rFonts w:ascii="Times New Roman" w:hAnsi="Times New Roman"/>
          <w:sz w:val="28"/>
          <w:szCs w:val="28"/>
        </w:rPr>
        <w:t xml:space="preserve"> та іншихважливихчастинматеріалу, тому щовикладачу не доводиться</w:t>
      </w:r>
      <w:r>
        <w:rPr>
          <w:rFonts w:ascii="Times New Roman" w:hAnsi="Times New Roman"/>
          <w:sz w:val="28"/>
          <w:szCs w:val="28"/>
        </w:rPr>
        <w:t>повторювати текст кількаразів</w:t>
      </w:r>
      <w:r>
        <w:rPr>
          <w:rFonts w:ascii="Times New Roman" w:hAnsi="Times New Roman"/>
          <w:sz w:val="28"/>
          <w:szCs w:val="28"/>
          <w:lang w:val="uk-UA"/>
        </w:rPr>
        <w:t xml:space="preserve">, оскільки він відображений на екрані. 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Потрібнозауважити, що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цьому 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розвиваються не тільки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студенти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, а й 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икладачі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підвищуютьсвоїзнання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 використа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нні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технічних засобів навчання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D35CF"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z w:val="28"/>
          <w:szCs w:val="28"/>
        </w:rPr>
        <w:t>обливо важливіподібні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заняття в тих навчальних закладах</w:t>
      </w:r>
      <w:r>
        <w:rPr>
          <w:rFonts w:ascii="Times New Roman" w:hAnsi="Times New Roman"/>
          <w:color w:val="000000"/>
          <w:sz w:val="28"/>
          <w:szCs w:val="28"/>
        </w:rPr>
        <w:t>, де можлив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ість</w:t>
      </w:r>
      <w:r w:rsidRPr="001D35CF">
        <w:rPr>
          <w:rFonts w:ascii="Times New Roman" w:hAnsi="Times New Roman"/>
          <w:color w:val="000000"/>
          <w:sz w:val="28"/>
          <w:szCs w:val="28"/>
        </w:rPr>
        <w:t>користуватисяІнтернетом</w:t>
      </w:r>
      <w:r>
        <w:rPr>
          <w:rFonts w:ascii="Times New Roman" w:hAnsi="Times New Roman"/>
          <w:color w:val="000000"/>
          <w:sz w:val="28"/>
          <w:szCs w:val="28"/>
        </w:rPr>
        <w:t>є не у всіх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студентів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Проведення занять за спеціальними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дисциплін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з використанням відеоматеріалу, комп'ютерних презентацій – це потужний стимул у навчанні. За допомогою таких уроків активізуються психічні процеси студентів: сприйняття, увага, пам'ять, мислення; набагато активніше і швидше відбувається збудження пізнавального інтересу [2, с. 25]. </w:t>
      </w:r>
      <w:r>
        <w:rPr>
          <w:rFonts w:ascii="Times New Roman" w:hAnsi="Times New Roman"/>
          <w:color w:val="000000"/>
          <w:sz w:val="28"/>
          <w:szCs w:val="28"/>
        </w:rPr>
        <w:t>Педагог, як правило, провод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1D35CF">
        <w:rPr>
          <w:rFonts w:ascii="Times New Roman" w:hAnsi="Times New Roman"/>
          <w:color w:val="000000"/>
          <w:sz w:val="28"/>
          <w:szCs w:val="28"/>
        </w:rPr>
        <w:t>ть 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1D35CF">
        <w:rPr>
          <w:rFonts w:ascii="Times New Roman" w:hAnsi="Times New Roman"/>
          <w:color w:val="000000"/>
          <w:sz w:val="28"/>
          <w:szCs w:val="28"/>
        </w:rPr>
        <w:t>опітку роботу по підготовці кожного подібногозаняття. 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 рамках вивчення дисципліни «Фінансовий облік», як підсумкове заняття мною був проведений конкурс</w:t>
      </w:r>
      <w:r w:rsidRPr="00A42B4C">
        <w:rPr>
          <w:rFonts w:ascii="Times New Roman" w:hAnsi="Times New Roman"/>
          <w:color w:val="000000"/>
          <w:sz w:val="28"/>
          <w:szCs w:val="28"/>
        </w:rPr>
        <w:t xml:space="preserve"> на кращу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мультимедійну </w:t>
      </w:r>
      <w:r w:rsidRPr="00A42B4C">
        <w:rPr>
          <w:rFonts w:ascii="Times New Roman" w:hAnsi="Times New Roman"/>
          <w:color w:val="000000"/>
          <w:sz w:val="28"/>
          <w:szCs w:val="28"/>
        </w:rPr>
        <w:t>відеопрезентацію  на тему: «Я - бухгалтер» середстудентів ІІ</w:t>
      </w:r>
      <w:r>
        <w:rPr>
          <w:rFonts w:ascii="Times New Roman" w:hAnsi="Times New Roman"/>
          <w:color w:val="000000"/>
          <w:sz w:val="28"/>
          <w:szCs w:val="28"/>
        </w:rPr>
        <w:t>І курсу спеціальності</w:t>
      </w:r>
      <w:r w:rsidRPr="00A42B4C">
        <w:rPr>
          <w:rFonts w:ascii="Times New Roman" w:hAnsi="Times New Roman"/>
          <w:color w:val="000000"/>
          <w:sz w:val="28"/>
          <w:szCs w:val="28"/>
        </w:rPr>
        <w:t xml:space="preserve"> «Бухгалтерськийоблік»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41986" w:rsidRPr="00360B69" w:rsidRDefault="00441986" w:rsidP="00F96AF7">
      <w:pPr>
        <w:autoSpaceDE w:val="0"/>
        <w:autoSpaceDN w:val="0"/>
        <w:contextualSpacing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EC4805">
        <w:rPr>
          <w:rFonts w:ascii="Times New Roman" w:hAnsi="Times New Roman"/>
          <w:iCs/>
          <w:color w:val="000000"/>
          <w:sz w:val="28"/>
          <w:szCs w:val="28"/>
        </w:rPr>
        <w:t>В основі</w:t>
      </w:r>
      <w:r w:rsidRPr="0008410C">
        <w:rPr>
          <w:rFonts w:ascii="Times New Roman" w:hAnsi="Times New Roman"/>
          <w:b/>
          <w:i/>
          <w:iCs/>
          <w:color w:val="000000"/>
          <w:sz w:val="28"/>
          <w:szCs w:val="28"/>
        </w:rPr>
        <w:t>методу проектів</w:t>
      </w:r>
      <w:r w:rsidRPr="00EC4805">
        <w:rPr>
          <w:rFonts w:ascii="Times New Roman" w:hAnsi="Times New Roman"/>
          <w:iCs/>
          <w:color w:val="000000"/>
          <w:sz w:val="28"/>
          <w:szCs w:val="28"/>
        </w:rPr>
        <w:t>лежитьр</w:t>
      </w:r>
      <w:r>
        <w:rPr>
          <w:rFonts w:ascii="Times New Roman" w:hAnsi="Times New Roman"/>
          <w:iCs/>
          <w:color w:val="000000"/>
          <w:sz w:val="28"/>
          <w:szCs w:val="28"/>
        </w:rPr>
        <w:t>озвитокпізнавальнихнавичок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студент</w:t>
      </w:r>
      <w:r w:rsidRPr="00EC4805">
        <w:rPr>
          <w:rFonts w:ascii="Times New Roman" w:hAnsi="Times New Roman"/>
          <w:iCs/>
          <w:color w:val="000000"/>
          <w:sz w:val="28"/>
          <w:szCs w:val="28"/>
        </w:rPr>
        <w:t>ів, уміннясамостійноконструюватисвоїзнання, розвиток критичного мислення.</w:t>
      </w:r>
      <w:r w:rsidRPr="00F96AF7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Метод проектів </w:t>
      </w:r>
      <w:r w:rsidRPr="00F96AF7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завжди орієнтований на самостійну діяльність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студент</w:t>
      </w:r>
      <w:r w:rsidRPr="00F96AF7">
        <w:rPr>
          <w:rFonts w:ascii="Times New Roman" w:hAnsi="Times New Roman"/>
          <w:iCs/>
          <w:color w:val="000000"/>
          <w:sz w:val="28"/>
          <w:szCs w:val="28"/>
          <w:lang w:val="uk-UA"/>
        </w:rPr>
        <w:t>ів – індивід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уальну, парну, групову, яку студенти</w:t>
      </w:r>
      <w:r w:rsidRPr="00F96AF7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виконую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ть протягом певного відрізку</w:t>
      </w:r>
      <w:r w:rsidRPr="00F96AF7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часу.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Заняття </w:t>
      </w:r>
      <w:r>
        <w:rPr>
          <w:rFonts w:ascii="Times New Roman" w:hAnsi="Times New Roman"/>
          <w:bCs/>
          <w:color w:val="000000"/>
          <w:sz w:val="28"/>
          <w:szCs w:val="28"/>
        </w:rPr>
        <w:t>–проект</w:t>
      </w:r>
      <w:r>
        <w:rPr>
          <w:rFonts w:ascii="Times New Roman" w:hAnsi="Times New Roman"/>
          <w:color w:val="000000"/>
          <w:sz w:val="28"/>
          <w:szCs w:val="28"/>
        </w:rPr>
        <w:t> проход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EC4805">
        <w:rPr>
          <w:rFonts w:ascii="Times New Roman" w:hAnsi="Times New Roman"/>
          <w:color w:val="000000"/>
          <w:sz w:val="28"/>
          <w:szCs w:val="28"/>
        </w:rPr>
        <w:t xml:space="preserve">ть з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обов’язковою </w:t>
      </w:r>
      <w:r w:rsidRPr="00EC4805">
        <w:rPr>
          <w:rFonts w:ascii="Times New Roman" w:hAnsi="Times New Roman"/>
          <w:color w:val="000000"/>
          <w:sz w:val="28"/>
          <w:szCs w:val="28"/>
        </w:rPr>
        <w:t>попереднь</w:t>
      </w:r>
      <w:r>
        <w:rPr>
          <w:rFonts w:ascii="Times New Roman" w:hAnsi="Times New Roman"/>
          <w:color w:val="000000"/>
          <w:sz w:val="28"/>
          <w:szCs w:val="28"/>
        </w:rPr>
        <w:t>оюпідготовкою. Головна мета - дати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студентам</w:t>
      </w:r>
      <w:r w:rsidRPr="00EC4805">
        <w:rPr>
          <w:rFonts w:ascii="Times New Roman" w:hAnsi="Times New Roman"/>
          <w:color w:val="000000"/>
          <w:sz w:val="28"/>
          <w:szCs w:val="28"/>
        </w:rPr>
        <w:t>можливістьвідчути себе причетними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</w:rPr>
        <w:t>як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оїсь</w:t>
      </w:r>
      <w:r>
        <w:rPr>
          <w:rFonts w:ascii="Times New Roman" w:hAnsi="Times New Roman"/>
          <w:color w:val="000000"/>
          <w:sz w:val="28"/>
          <w:szCs w:val="28"/>
        </w:rPr>
        <w:t>уявн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>
        <w:rPr>
          <w:rFonts w:ascii="Times New Roman" w:hAnsi="Times New Roman"/>
          <w:color w:val="000000"/>
          <w:sz w:val="28"/>
          <w:szCs w:val="28"/>
        </w:rPr>
        <w:t>важлив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EC4805">
        <w:rPr>
          <w:rFonts w:ascii="Times New Roman" w:hAnsi="Times New Roman"/>
          <w:color w:val="000000"/>
          <w:sz w:val="28"/>
          <w:szCs w:val="28"/>
        </w:rPr>
        <w:t>справі. Цей метод складно назватиілюзією,</w:t>
      </w:r>
      <w:r>
        <w:rPr>
          <w:rFonts w:ascii="Times New Roman" w:hAnsi="Times New Roman"/>
          <w:color w:val="000000"/>
          <w:sz w:val="28"/>
          <w:szCs w:val="28"/>
        </w:rPr>
        <w:t xml:space="preserve">бо часто саме на таких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заняттяхз вивчення спеціальних дисциплін</w:t>
      </w:r>
      <w:r w:rsidRPr="00EC4805">
        <w:rPr>
          <w:rFonts w:ascii="Times New Roman" w:hAnsi="Times New Roman"/>
          <w:color w:val="000000"/>
          <w:sz w:val="28"/>
          <w:szCs w:val="28"/>
        </w:rPr>
        <w:t>, де практикуєтьсябільшпо</w:t>
      </w:r>
      <w:r>
        <w:rPr>
          <w:rFonts w:ascii="Times New Roman" w:hAnsi="Times New Roman"/>
          <w:color w:val="000000"/>
          <w:sz w:val="28"/>
          <w:szCs w:val="28"/>
        </w:rPr>
        <w:t xml:space="preserve">глибленевивчення предмета,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студенти</w:t>
      </w:r>
      <w:r w:rsidRPr="00EC4805">
        <w:rPr>
          <w:rFonts w:ascii="Times New Roman" w:hAnsi="Times New Roman"/>
          <w:color w:val="000000"/>
          <w:sz w:val="28"/>
          <w:szCs w:val="28"/>
        </w:rPr>
        <w:t>дійснопропонуютьдуженеформальнівирішення проблем</w:t>
      </w:r>
      <w:r>
        <w:rPr>
          <w:rFonts w:ascii="Times New Roman" w:hAnsi="Times New Roman"/>
          <w:sz w:val="28"/>
          <w:szCs w:val="28"/>
          <w:lang w:val="uk-UA"/>
        </w:rPr>
        <w:t>[9, с. 68-69</w:t>
      </w:r>
      <w:r w:rsidRPr="00172934">
        <w:rPr>
          <w:rFonts w:ascii="Times New Roman" w:hAnsi="Times New Roman"/>
          <w:sz w:val="28"/>
          <w:szCs w:val="28"/>
          <w:lang w:val="uk-UA"/>
        </w:rPr>
        <w:t>].</w:t>
      </w:r>
    </w:p>
    <w:p w:rsidR="00441986" w:rsidRDefault="00441986" w:rsidP="00C07A9D">
      <w:pPr>
        <w:autoSpaceDE w:val="0"/>
        <w:autoSpaceDN w:val="0"/>
        <w:contextualSpacing/>
        <w:rPr>
          <w:rFonts w:ascii="Times New Roman" w:hAnsi="Times New Roman"/>
          <w:sz w:val="28"/>
          <w:szCs w:val="28"/>
          <w:lang w:val="uk-UA"/>
        </w:rPr>
      </w:pPr>
      <w:r w:rsidRPr="00EC4805">
        <w:rPr>
          <w:rFonts w:ascii="Times New Roman" w:hAnsi="Times New Roman"/>
          <w:iCs/>
          <w:color w:val="000000"/>
          <w:sz w:val="28"/>
          <w:szCs w:val="28"/>
          <w:lang w:val="uk-UA"/>
        </w:rPr>
        <w:t>Метод проектів завжди допускає розв'язання деякої проблеми, що передбачає, з одного боку, використання різноманітних методів, засобів н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авчання, а з іншого – інтеграції</w:t>
      </w:r>
      <w:r w:rsidRPr="00EC4805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знань, умінь із різних галузей науки, техніки, технології, творчих галузей. </w:t>
      </w:r>
      <w:r w:rsidRPr="003A0C4C">
        <w:rPr>
          <w:rFonts w:ascii="Times New Roman" w:hAnsi="Times New Roman"/>
          <w:iCs/>
          <w:color w:val="000000"/>
          <w:sz w:val="28"/>
          <w:szCs w:val="28"/>
          <w:lang w:val="uk-UA"/>
        </w:rPr>
        <w:t>Результативиконанихпроектівповинні бути «відчутними», тобтоякщоце теоретична проблема, то конкретн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іше</w:t>
      </w:r>
      <w:r w:rsidRPr="003A0C4C">
        <w:rPr>
          <w:rFonts w:ascii="Times New Roman" w:hAnsi="Times New Roman"/>
          <w:iCs/>
          <w:color w:val="000000"/>
          <w:sz w:val="28"/>
          <w:szCs w:val="28"/>
          <w:lang w:val="uk-UA"/>
        </w:rPr>
        <w:t>їїрозв’язув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ати</w:t>
      </w:r>
      <w:r w:rsidRPr="003A0C4C">
        <w:rPr>
          <w:rFonts w:ascii="Times New Roman" w:hAnsi="Times New Roman"/>
          <w:iCs/>
          <w:color w:val="000000"/>
          <w:sz w:val="28"/>
          <w:szCs w:val="28"/>
          <w:lang w:val="uk-UA"/>
        </w:rPr>
        <w:t>, якщо практична–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потрібен </w:t>
      </w:r>
      <w:r w:rsidRPr="003A0C4C">
        <w:rPr>
          <w:rFonts w:ascii="Times New Roman" w:hAnsi="Times New Roman"/>
          <w:iCs/>
          <w:color w:val="000000"/>
          <w:sz w:val="28"/>
          <w:szCs w:val="28"/>
          <w:lang w:val="uk-UA"/>
        </w:rPr>
        <w:t>конкретний результат, готовий до впровадження.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Причетністьдорослоїпроблемипідвищуєрівеньвідповідальності і даєпотужнийпоштовх до неординарного вирішеннязавдання.</w:t>
      </w:r>
      <w:r>
        <w:rPr>
          <w:rFonts w:ascii="Times New Roman" w:hAnsi="Times New Roman"/>
          <w:sz w:val="28"/>
          <w:szCs w:val="28"/>
          <w:lang w:val="uk-UA"/>
        </w:rPr>
        <w:t>Також необхідна д</w:t>
      </w:r>
      <w:r w:rsidRPr="00D55233">
        <w:rPr>
          <w:rFonts w:ascii="Times New Roman" w:hAnsi="Times New Roman"/>
          <w:sz w:val="28"/>
          <w:szCs w:val="28"/>
          <w:lang w:val="uk-UA"/>
        </w:rPr>
        <w:t>искусія з питань використання варіантних та індивідуальни</w:t>
      </w:r>
      <w:r>
        <w:rPr>
          <w:rFonts w:ascii="Times New Roman" w:hAnsi="Times New Roman"/>
          <w:sz w:val="28"/>
          <w:szCs w:val="28"/>
          <w:lang w:val="uk-UA"/>
        </w:rPr>
        <w:t xml:space="preserve">х завдань </w:t>
      </w:r>
      <w:r w:rsidRPr="00D55233">
        <w:rPr>
          <w:rFonts w:ascii="Times New Roman" w:hAnsi="Times New Roman"/>
          <w:sz w:val="28"/>
          <w:szCs w:val="28"/>
          <w:lang w:val="uk-UA"/>
        </w:rPr>
        <w:t>з метою активного залучення к</w:t>
      </w:r>
      <w:r>
        <w:rPr>
          <w:rFonts w:ascii="Times New Roman" w:hAnsi="Times New Roman"/>
          <w:sz w:val="28"/>
          <w:szCs w:val="28"/>
          <w:lang w:val="uk-UA"/>
        </w:rPr>
        <w:t xml:space="preserve">ожного студента до їх виконання. 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Технологія індивідуалізації </w:t>
      </w:r>
      <w:r>
        <w:rPr>
          <w:rFonts w:ascii="Times New Roman" w:hAnsi="Times New Roman"/>
          <w:sz w:val="28"/>
          <w:szCs w:val="28"/>
          <w:lang w:val="uk-UA"/>
        </w:rPr>
        <w:t xml:space="preserve">методу проектів 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знаходить широке застосування при проведенні занять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172934">
        <w:rPr>
          <w:rFonts w:ascii="Times New Roman" w:hAnsi="Times New Roman"/>
          <w:sz w:val="28"/>
          <w:szCs w:val="28"/>
          <w:lang w:val="uk-UA"/>
        </w:rPr>
        <w:t>дисциплін</w:t>
      </w:r>
      <w:r>
        <w:rPr>
          <w:rFonts w:ascii="Times New Roman" w:hAnsi="Times New Roman"/>
          <w:sz w:val="28"/>
          <w:szCs w:val="28"/>
          <w:lang w:val="uk-UA"/>
        </w:rPr>
        <w:t>ами, які пов’язані з написанням курсового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 xml:space="preserve">роекту, в моєму випадку при вивченні дисципліни «Фінансовий облік». </w:t>
      </w:r>
      <w:r w:rsidRPr="00172934">
        <w:rPr>
          <w:rFonts w:ascii="Times New Roman" w:hAnsi="Times New Roman"/>
          <w:sz w:val="28"/>
          <w:szCs w:val="28"/>
          <w:lang w:val="uk-UA"/>
        </w:rPr>
        <w:t>Успіхи студентів при захисті ку</w:t>
      </w:r>
      <w:r>
        <w:rPr>
          <w:rFonts w:ascii="Times New Roman" w:hAnsi="Times New Roman"/>
          <w:sz w:val="28"/>
          <w:szCs w:val="28"/>
          <w:lang w:val="uk-UA"/>
        </w:rPr>
        <w:t xml:space="preserve">рсового </w:t>
      </w:r>
      <w:r w:rsidRPr="00172934">
        <w:rPr>
          <w:rFonts w:ascii="Times New Roman" w:hAnsi="Times New Roman"/>
          <w:sz w:val="28"/>
          <w:szCs w:val="28"/>
          <w:lang w:val="uk-UA"/>
        </w:rPr>
        <w:t>свідчать про результативність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методу проектів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[5, с. 188].</w:t>
      </w:r>
    </w:p>
    <w:p w:rsidR="00441986" w:rsidRPr="0076734B" w:rsidRDefault="00441986" w:rsidP="00D85B4F">
      <w:pPr>
        <w:rPr>
          <w:rFonts w:ascii="Times New Roman" w:hAnsi="Times New Roman"/>
          <w:color w:val="000000"/>
          <w:sz w:val="28"/>
          <w:szCs w:val="28"/>
          <w:lang w:val="uk-UA"/>
        </w:rPr>
      </w:pPr>
      <w:r w:rsidRPr="0082212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Веб-квест (</w:t>
      </w:r>
      <w:r w:rsidRPr="00822129">
        <w:rPr>
          <w:rFonts w:ascii="Times New Roman" w:hAnsi="Times New Roman"/>
          <w:b/>
          <w:i/>
          <w:color w:val="000000"/>
          <w:sz w:val="28"/>
          <w:szCs w:val="28"/>
        </w:rPr>
        <w:t>webquest</w:t>
      </w:r>
      <w:r w:rsidRPr="0082212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)</w:t>
      </w:r>
      <w:r w:rsidRPr="00822129">
        <w:rPr>
          <w:rFonts w:ascii="Times New Roman" w:hAnsi="Times New Roman"/>
          <w:color w:val="000000"/>
          <w:sz w:val="28"/>
          <w:szCs w:val="28"/>
          <w:lang w:val="uk-UA"/>
        </w:rPr>
        <w:t xml:space="preserve"> в педагогіці — це проблемне завдання з елементами рольової гри, для виконання якого використовуються інформаційні ресурси Інтернету. </w:t>
      </w:r>
      <w:r w:rsidRPr="0076734B">
        <w:rPr>
          <w:rFonts w:ascii="Times New Roman" w:hAnsi="Times New Roman"/>
          <w:color w:val="000000"/>
          <w:sz w:val="28"/>
          <w:szCs w:val="28"/>
          <w:lang w:val="uk-UA"/>
        </w:rPr>
        <w:t xml:space="preserve">Технологія веб-квест,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 використанні інформаційних ресурсів Інтернет і інтеграції</w:t>
      </w:r>
      <w:r w:rsidRPr="0076734B">
        <w:rPr>
          <w:rFonts w:ascii="Times New Roman" w:hAnsi="Times New Roman"/>
          <w:color w:val="000000"/>
          <w:sz w:val="28"/>
          <w:szCs w:val="28"/>
          <w:lang w:val="uk-UA"/>
        </w:rPr>
        <w:t xml:space="preserve"> їх у навчальний процес, допомагає ефективно вирішувати цілий ряд компетенцій:</w:t>
      </w:r>
    </w:p>
    <w:p w:rsidR="00441986" w:rsidRPr="000A2B54" w:rsidRDefault="00441986" w:rsidP="0008410C">
      <w:pPr>
        <w:numPr>
          <w:ilvl w:val="0"/>
          <w:numId w:val="1"/>
        </w:numPr>
        <w:ind w:left="0"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використання інформаційних технологій</w:t>
      </w:r>
      <w:r w:rsidRPr="000A2B54"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вирішення професійних завдань (в т.ч. для пошуку необхідної інформації, оформлення результатів роботи у вигляді комп'ютерних презентацій, веб-сайтів, баз даних тощо);</w:t>
      </w:r>
    </w:p>
    <w:p w:rsidR="00441986" w:rsidRPr="00822129" w:rsidRDefault="00441986" w:rsidP="0008410C">
      <w:pPr>
        <w:numPr>
          <w:ilvl w:val="0"/>
          <w:numId w:val="1"/>
        </w:numPr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822129">
        <w:rPr>
          <w:rFonts w:ascii="Times New Roman" w:hAnsi="Times New Roman"/>
          <w:color w:val="000000"/>
          <w:sz w:val="28"/>
          <w:szCs w:val="28"/>
        </w:rPr>
        <w:t>робота в команді (планування, розподілфункцій, взаємодопомога, взаємоконтроль), тобтонавички командного рішення проблем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822129">
        <w:rPr>
          <w:rFonts w:ascii="Times New Roman" w:hAnsi="Times New Roman"/>
          <w:color w:val="000000"/>
          <w:sz w:val="28"/>
          <w:szCs w:val="28"/>
        </w:rPr>
        <w:t>;</w:t>
      </w:r>
    </w:p>
    <w:p w:rsidR="00441986" w:rsidRPr="00822129" w:rsidRDefault="00441986" w:rsidP="0008410C">
      <w:pPr>
        <w:numPr>
          <w:ilvl w:val="0"/>
          <w:numId w:val="1"/>
        </w:numPr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822129">
        <w:rPr>
          <w:rFonts w:ascii="Times New Roman" w:hAnsi="Times New Roman"/>
          <w:color w:val="000000"/>
          <w:sz w:val="28"/>
          <w:szCs w:val="28"/>
        </w:rPr>
        <w:t>уміннязнаходитидекількаспособіврішеньпроблемноїситуації, визначатинайбільшраціональнийваріант, обґрунтовуватисвійвибір;</w:t>
      </w:r>
    </w:p>
    <w:p w:rsidR="00441986" w:rsidRPr="00822129" w:rsidRDefault="00441986" w:rsidP="0008410C">
      <w:pPr>
        <w:numPr>
          <w:ilvl w:val="0"/>
          <w:numId w:val="1"/>
        </w:numPr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822129">
        <w:rPr>
          <w:rFonts w:ascii="Times New Roman" w:hAnsi="Times New Roman"/>
          <w:color w:val="000000"/>
          <w:sz w:val="28"/>
          <w:szCs w:val="28"/>
        </w:rPr>
        <w:t>навичкипублічнихвиступів.</w:t>
      </w:r>
    </w:p>
    <w:p w:rsidR="00441986" w:rsidRPr="00822129" w:rsidRDefault="00441986" w:rsidP="0008410C">
      <w:pPr>
        <w:rPr>
          <w:rFonts w:ascii="Times New Roman" w:hAnsi="Times New Roman"/>
          <w:color w:val="000000"/>
          <w:sz w:val="28"/>
          <w:szCs w:val="28"/>
        </w:rPr>
      </w:pPr>
      <w:r w:rsidRPr="00822129">
        <w:rPr>
          <w:rFonts w:ascii="Times New Roman" w:hAnsi="Times New Roman"/>
          <w:color w:val="000000"/>
          <w:sz w:val="28"/>
          <w:szCs w:val="28"/>
        </w:rPr>
        <w:t>При використанні веб-квесту у нав</w:t>
      </w:r>
      <w:r>
        <w:rPr>
          <w:rFonts w:ascii="Times New Roman" w:hAnsi="Times New Roman"/>
          <w:color w:val="000000"/>
          <w:sz w:val="28"/>
          <w:szCs w:val="28"/>
        </w:rPr>
        <w:t>чанніпідвищуєтьсямотивація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студент</w:t>
      </w:r>
      <w:r w:rsidRPr="00822129">
        <w:rPr>
          <w:rFonts w:ascii="Times New Roman" w:hAnsi="Times New Roman"/>
          <w:color w:val="000000"/>
          <w:sz w:val="28"/>
          <w:szCs w:val="28"/>
        </w:rPr>
        <w:t>ів до вивчення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спеціальних </w:t>
      </w:r>
      <w:r>
        <w:rPr>
          <w:rFonts w:ascii="Times New Roman" w:hAnsi="Times New Roman"/>
          <w:color w:val="000000"/>
          <w:sz w:val="28"/>
          <w:szCs w:val="28"/>
        </w:rPr>
        <w:t>дисциплін</w:t>
      </w:r>
      <w:r w:rsidRPr="00822129">
        <w:rPr>
          <w:rFonts w:ascii="Times New Roman" w:hAnsi="Times New Roman"/>
          <w:color w:val="000000"/>
          <w:sz w:val="28"/>
          <w:szCs w:val="28"/>
        </w:rPr>
        <w:t>, з одного боку, і до використаннякомп'ютернихтехнологій у навчальнійдіяльності, з іншого. Веб-квестявляє собою не простийпошукінфор</w:t>
      </w:r>
      <w:r>
        <w:rPr>
          <w:rFonts w:ascii="Times New Roman" w:hAnsi="Times New Roman"/>
          <w:color w:val="000000"/>
          <w:sz w:val="28"/>
          <w:szCs w:val="28"/>
        </w:rPr>
        <w:t>маціївмережі, адже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студенти</w:t>
      </w:r>
      <w:r>
        <w:rPr>
          <w:rFonts w:ascii="Times New Roman" w:hAnsi="Times New Roman"/>
          <w:color w:val="000000"/>
          <w:sz w:val="28"/>
          <w:szCs w:val="28"/>
        </w:rPr>
        <w:t>, працюючи над завданням</w:t>
      </w:r>
      <w:r w:rsidRPr="00822129">
        <w:rPr>
          <w:rFonts w:ascii="Times New Roman" w:hAnsi="Times New Roman"/>
          <w:color w:val="000000"/>
          <w:sz w:val="28"/>
          <w:szCs w:val="28"/>
        </w:rPr>
        <w:t>збирають, узагальнюютьінформацію, роблятьвисновки. Крім того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822129">
        <w:rPr>
          <w:rFonts w:ascii="Times New Roman" w:hAnsi="Times New Roman"/>
          <w:color w:val="000000"/>
          <w:sz w:val="28"/>
          <w:szCs w:val="28"/>
        </w:rPr>
        <w:t>учасники веб-квестувчатьсявикористовуватиінформаційнийпростірмережіІнтернет для розширеннясферисвоєїтворчоїдіяльності.</w:t>
      </w:r>
    </w:p>
    <w:p w:rsidR="00441986" w:rsidRPr="003A0C4C" w:rsidRDefault="00441986" w:rsidP="0008410C">
      <w:pPr>
        <w:rPr>
          <w:rFonts w:ascii="Times New Roman" w:hAnsi="Times New Roman"/>
          <w:color w:val="000000"/>
          <w:sz w:val="28"/>
          <w:szCs w:val="28"/>
          <w:lang w:val="uk-UA"/>
        </w:rPr>
      </w:pPr>
      <w:r w:rsidRPr="00822129">
        <w:rPr>
          <w:rFonts w:ascii="Times New Roman" w:hAnsi="Times New Roman"/>
          <w:color w:val="000000"/>
          <w:sz w:val="28"/>
          <w:szCs w:val="28"/>
        </w:rPr>
        <w:t>Веб-квест — це сайт в</w:t>
      </w:r>
      <w:r>
        <w:rPr>
          <w:rFonts w:ascii="Times New Roman" w:hAnsi="Times New Roman"/>
          <w:color w:val="000000"/>
          <w:sz w:val="28"/>
          <w:szCs w:val="28"/>
        </w:rPr>
        <w:t>Інтернеті, з якимпрацюють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студенти</w:t>
      </w:r>
      <w:r w:rsidRPr="0082212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виконуючи те абоінше</w:t>
      </w:r>
      <w:r w:rsidRPr="00822129">
        <w:rPr>
          <w:rFonts w:ascii="Times New Roman" w:hAnsi="Times New Roman"/>
          <w:color w:val="000000"/>
          <w:sz w:val="28"/>
          <w:szCs w:val="28"/>
        </w:rPr>
        <w:t>завдання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певної дисципліни</w:t>
      </w:r>
      <w:r w:rsidRPr="00822129">
        <w:rPr>
          <w:rFonts w:ascii="Times New Roman" w:hAnsi="Times New Roman"/>
          <w:color w:val="000000"/>
          <w:sz w:val="28"/>
          <w:szCs w:val="28"/>
        </w:rPr>
        <w:t>. Розробляютьсятакі веб-квести для максимальноїінтеграціїІнте</w:t>
      </w:r>
      <w:r>
        <w:rPr>
          <w:rFonts w:ascii="Times New Roman" w:hAnsi="Times New Roman"/>
          <w:color w:val="000000"/>
          <w:sz w:val="28"/>
          <w:szCs w:val="28"/>
        </w:rPr>
        <w:t>рнету в різнінавчальні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дисципліни</w:t>
      </w:r>
      <w:r w:rsidRPr="00822129">
        <w:rPr>
          <w:rFonts w:ascii="Times New Roman" w:hAnsi="Times New Roman"/>
          <w:color w:val="000000"/>
          <w:sz w:val="28"/>
          <w:szCs w:val="28"/>
        </w:rPr>
        <w:t xml:space="preserve"> на різнихрівняхнавчання в навчальномупроцесі. Вони можутьохоплюватиокрему проблему, тему, можуть бути і міжпредметними.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Так, в моєму досвіді за допомогою цього методу є можливість поєднати дисципліни «Фінансовий облік» та окремі теми при вивченні програми 1С:Підприємство з дисципліни «Інформаційні системи і технології в обліку». 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Тематика веб-квестівможе бути найрізноманітнішою, проблемнізавданняможутьвідрізнятися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ступенем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складності. В основі веб-квестулежитьіндивідуальнаабогрупова робота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ів(з розподілом ролей)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 вирішенні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заданоїпроблеми з використаннямінтернет-ресурсів, підготовлених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викладачем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. Результативиконання веб-квесту, залежновідматеріалу, щовивчається, можутьбутипредставлені у виглядіусноговиступу, комп'ютерноїпрезентації, буклетів, публікаціїробіт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студентів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 у вигляді веб-сторінок і веб-сайтів (локально або в Інтернеті).</w:t>
      </w:r>
    </w:p>
    <w:p w:rsidR="00441986" w:rsidRDefault="00441986" w:rsidP="001F3FD7">
      <w:pPr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Основнаперевагавикористання веб-квестів на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заняттях</w:t>
      </w:r>
      <w:r w:rsidRPr="00822129">
        <w:rPr>
          <w:rFonts w:ascii="Times New Roman" w:hAnsi="Times New Roman"/>
          <w:color w:val="000000"/>
          <w:sz w:val="28"/>
          <w:szCs w:val="28"/>
          <w:lang w:val="uk-UA"/>
        </w:rPr>
        <w:t>спеціальних дисциплін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це те, щокрімвдосконаленняумінь і навичокроботи в мережіІнтернет, пошукупотрібноїінформації,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студенти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вдосконалюютьтакож і навичкироботи з певнимпрограмнимзабезпеченням (</w:t>
      </w:r>
      <w:r w:rsidRPr="00822129">
        <w:rPr>
          <w:rFonts w:ascii="Times New Roman" w:hAnsi="Times New Roman"/>
          <w:color w:val="000000"/>
          <w:sz w:val="28"/>
          <w:szCs w:val="28"/>
        </w:rPr>
        <w:t>MS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22129">
        <w:rPr>
          <w:rFonts w:ascii="Times New Roman" w:hAnsi="Times New Roman"/>
          <w:color w:val="000000"/>
          <w:sz w:val="28"/>
          <w:szCs w:val="28"/>
        </w:rPr>
        <w:t>PowerPoint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822129">
        <w:rPr>
          <w:rFonts w:ascii="Times New Roman" w:hAnsi="Times New Roman"/>
          <w:color w:val="000000"/>
          <w:sz w:val="28"/>
          <w:szCs w:val="28"/>
        </w:rPr>
        <w:t>MS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22129">
        <w:rPr>
          <w:rFonts w:ascii="Times New Roman" w:hAnsi="Times New Roman"/>
          <w:color w:val="000000"/>
          <w:sz w:val="28"/>
          <w:szCs w:val="28"/>
        </w:rPr>
        <w:t>Publish</w:t>
      </w:r>
      <w:r>
        <w:rPr>
          <w:rFonts w:ascii="Times New Roman" w:hAnsi="Times New Roman"/>
          <w:color w:val="000000"/>
          <w:sz w:val="28"/>
          <w:szCs w:val="28"/>
        </w:rPr>
        <w:t>er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MS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Excel</w:t>
      </w:r>
      <w:r w:rsidRPr="003A0C4C">
        <w:rPr>
          <w:rFonts w:ascii="Times New Roman" w:hAnsi="Times New Roman"/>
          <w:color w:val="000000"/>
          <w:sz w:val="28"/>
          <w:szCs w:val="28"/>
          <w:lang w:val="uk-UA"/>
        </w:rPr>
        <w:t>тощо).</w:t>
      </w:r>
    </w:p>
    <w:p w:rsidR="00441986" w:rsidRPr="00E310C2" w:rsidRDefault="00441986" w:rsidP="00E310C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Застосування на занятті</w:t>
      </w:r>
      <w:r w:rsidRPr="00E310C2">
        <w:rPr>
          <w:rFonts w:ascii="Times New Roman" w:hAnsi="Times New Roman"/>
          <w:i/>
          <w:sz w:val="28"/>
          <w:szCs w:val="28"/>
          <w:lang w:val="uk-UA"/>
        </w:rPr>
        <w:t>комп'ютерних тестів</w:t>
      </w:r>
      <w:r w:rsidRPr="00FE5F7C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E310C2">
        <w:rPr>
          <w:rFonts w:ascii="Times New Roman" w:hAnsi="Times New Roman"/>
          <w:i/>
          <w:sz w:val="28"/>
          <w:szCs w:val="28"/>
          <w:lang w:val="uk-UA"/>
        </w:rPr>
        <w:t>діагностичних комплексів</w:t>
      </w:r>
      <w:r>
        <w:rPr>
          <w:rFonts w:ascii="Times New Roman" w:hAnsi="Times New Roman"/>
          <w:sz w:val="28"/>
          <w:szCs w:val="28"/>
          <w:lang w:val="uk-UA"/>
        </w:rPr>
        <w:t xml:space="preserve"> дозволяє</w:t>
      </w:r>
      <w:r w:rsidRPr="00FE5F7C">
        <w:rPr>
          <w:rFonts w:ascii="Times New Roman" w:hAnsi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икладачу за короткий час отрим</w:t>
      </w:r>
      <w:r w:rsidRPr="00FE5F7C">
        <w:rPr>
          <w:rFonts w:ascii="Times New Roman" w:hAnsi="Times New Roman"/>
          <w:sz w:val="28"/>
          <w:szCs w:val="28"/>
          <w:lang w:val="uk-UA"/>
        </w:rPr>
        <w:t>ати об'єктивну картину рівня засвоєння мат</w:t>
      </w:r>
      <w:r>
        <w:rPr>
          <w:rFonts w:ascii="Times New Roman" w:hAnsi="Times New Roman"/>
          <w:sz w:val="28"/>
          <w:szCs w:val="28"/>
          <w:lang w:val="uk-UA"/>
        </w:rPr>
        <w:t>еріалу, що вивчається усіма студента</w:t>
      </w:r>
      <w:r w:rsidRPr="00FE5F7C">
        <w:rPr>
          <w:rFonts w:ascii="Times New Roman" w:hAnsi="Times New Roman"/>
          <w:sz w:val="28"/>
          <w:szCs w:val="28"/>
          <w:lang w:val="uk-UA"/>
        </w:rPr>
        <w:t>ми і своєчасно його скор</w:t>
      </w:r>
      <w:r>
        <w:rPr>
          <w:rFonts w:ascii="Times New Roman" w:hAnsi="Times New Roman"/>
          <w:sz w:val="28"/>
          <w:szCs w:val="28"/>
          <w:lang w:val="uk-UA"/>
        </w:rPr>
        <w:t>игу</w:t>
      </w:r>
      <w:r w:rsidRPr="00FE5F7C">
        <w:rPr>
          <w:rFonts w:ascii="Times New Roman" w:hAnsi="Times New Roman"/>
          <w:sz w:val="28"/>
          <w:szCs w:val="28"/>
          <w:lang w:val="uk-UA"/>
        </w:rPr>
        <w:t>вати.</w:t>
      </w:r>
      <w:r w:rsidRPr="008E6BED">
        <w:rPr>
          <w:rFonts w:ascii="Times New Roman" w:hAnsi="Times New Roman"/>
          <w:sz w:val="28"/>
          <w:szCs w:val="28"/>
        </w:rPr>
        <w:t> При цьому є можливістьвиборурівняскладнос</w:t>
      </w:r>
      <w:r>
        <w:rPr>
          <w:rFonts w:ascii="Times New Roman" w:hAnsi="Times New Roman"/>
          <w:sz w:val="28"/>
          <w:szCs w:val="28"/>
        </w:rPr>
        <w:t xml:space="preserve">тізавдання для конкретного </w:t>
      </w:r>
      <w:r>
        <w:rPr>
          <w:rFonts w:ascii="Times New Roman" w:hAnsi="Times New Roman"/>
          <w:sz w:val="28"/>
          <w:szCs w:val="28"/>
          <w:lang w:val="uk-UA"/>
        </w:rPr>
        <w:t>студента</w:t>
      </w:r>
      <w:r>
        <w:rPr>
          <w:rFonts w:ascii="Times New Roman" w:hAnsi="Times New Roman"/>
          <w:sz w:val="28"/>
          <w:szCs w:val="28"/>
        </w:rPr>
        <w:t xml:space="preserve">. Для </w:t>
      </w:r>
      <w:r>
        <w:rPr>
          <w:rFonts w:ascii="Times New Roman" w:hAnsi="Times New Roman"/>
          <w:sz w:val="28"/>
          <w:szCs w:val="28"/>
          <w:lang w:val="uk-UA"/>
        </w:rPr>
        <w:t>студента</w:t>
      </w:r>
      <w:r w:rsidRPr="008E6BED">
        <w:rPr>
          <w:rFonts w:ascii="Times New Roman" w:hAnsi="Times New Roman"/>
          <w:sz w:val="28"/>
          <w:szCs w:val="28"/>
        </w:rPr>
        <w:t>важливо те, щовідразупіслявиконання тесту вінотримуєоб'єктивний результат іззазначеннямпомилок.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Одним з найефективніших інструментів педагогічної діагностики є </w:t>
      </w:r>
      <w:r w:rsidRPr="00C44CB9">
        <w:rPr>
          <w:rFonts w:ascii="Times New Roman" w:hAnsi="Times New Roman"/>
          <w:bCs/>
          <w:color w:val="000000"/>
          <w:sz w:val="28"/>
          <w:szCs w:val="28"/>
          <w:lang w:val="uk-UA"/>
        </w:rPr>
        <w:t>тести</w:t>
      </w:r>
      <w:r w:rsidRPr="00C44CB9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 Нині є можливість виконувати роботу з накопичення, збереження та аналізу результатів тестування за допомогою комп</w:t>
      </w:r>
      <w:r w:rsidRPr="00E310C2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ютера, а точніше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певної 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>комп</w:t>
      </w:r>
      <w:r w:rsidRPr="00E310C2"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ютерної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Я використовую для тестування 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>програмн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ий продукт, розроблений у нашому навчальному закладі - к</w:t>
      </w:r>
      <w:r>
        <w:rPr>
          <w:rFonts w:ascii="Times New Roman" w:hAnsi="Times New Roman"/>
          <w:color w:val="000000"/>
          <w:sz w:val="28"/>
          <w:szCs w:val="28"/>
        </w:rPr>
        <w:t>онтрольно-діагностичн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 систем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 “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Testing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>”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що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 дає мож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ливість проводити тестування студент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>ів за питаннями, які створ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ює сам викладач, 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>полегш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ує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прискор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ює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перевірку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та оцінювання результатів вивчення спеціальних дисциплін</w:t>
      </w:r>
      <w:r w:rsidRPr="0004732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41986" w:rsidRPr="00172934" w:rsidRDefault="00441986" w:rsidP="00E310C2">
      <w:pPr>
        <w:autoSpaceDE w:val="0"/>
        <w:autoSpaceDN w:val="0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Виходячи з вищесказаного можна зробити висновок, що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172934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тою сучасної методики викладання спеціальних дисциплін  є </w:t>
      </w:r>
      <w:r w:rsidRPr="00172934">
        <w:rPr>
          <w:rFonts w:ascii="Times New Roman" w:hAnsi="Times New Roman"/>
          <w:sz w:val="28"/>
          <w:szCs w:val="28"/>
          <w:lang w:val="uk-UA"/>
        </w:rPr>
        <w:t>створ</w:t>
      </w:r>
      <w:r>
        <w:rPr>
          <w:rFonts w:ascii="Times New Roman" w:hAnsi="Times New Roman"/>
          <w:sz w:val="28"/>
          <w:szCs w:val="28"/>
          <w:lang w:val="uk-UA"/>
        </w:rPr>
        <w:t>ення викладачем умов, коли студент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сам буде відкривати, здобувати і конструюва</w:t>
      </w:r>
      <w:r>
        <w:rPr>
          <w:rFonts w:ascii="Times New Roman" w:hAnsi="Times New Roman"/>
          <w:sz w:val="28"/>
          <w:szCs w:val="28"/>
          <w:lang w:val="uk-UA"/>
        </w:rPr>
        <w:t xml:space="preserve">ти знання. Ця методика 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дозволяє різко збільшити відсоток засвоєння матеріалу, а також веде до розвитку професі</w:t>
      </w:r>
      <w:r>
        <w:rPr>
          <w:rFonts w:ascii="Times New Roman" w:hAnsi="Times New Roman"/>
          <w:sz w:val="28"/>
          <w:szCs w:val="28"/>
          <w:lang w:val="uk-UA"/>
        </w:rPr>
        <w:t>йних і особистісних якостей студенті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в, зокрема: росту активності, критичного мислення, розвитку здібностей до аргументації своєї думки, посиленню відповідальності за ухвалення рішення, формування здібностей до співробітництва і командної роботи тощо. </w:t>
      </w:r>
      <w:r>
        <w:rPr>
          <w:rFonts w:ascii="Times New Roman" w:hAnsi="Times New Roman"/>
          <w:sz w:val="28"/>
          <w:szCs w:val="28"/>
          <w:lang w:val="uk-UA"/>
        </w:rPr>
        <w:t xml:space="preserve">В процесі використання вищевказаних форм та методів </w:t>
      </w:r>
      <w:r w:rsidRPr="00172934">
        <w:rPr>
          <w:rFonts w:ascii="Times New Roman" w:hAnsi="Times New Roman"/>
          <w:sz w:val="28"/>
          <w:szCs w:val="28"/>
          <w:lang w:val="uk-UA"/>
        </w:rPr>
        <w:t>студент оволодіває певними дослідницькими вміннями: працювати з науковою літературою, здійснювати відбір і аналіз необхідної інформації, бачити проблему дослідження, виробляти гіпотезу, давати визначення понять, аргументовано і логічно викладати думки в письмовій та усній формі, самостійно створювати алгоритми діяльності, приводити розгорнуті докази; об'єктивно оцінювати свої досягнення; співвідносити докладені зусилля з отриманими результатами діяльності, відстоювати особисті світоглядні погляди.</w:t>
      </w:r>
    </w:p>
    <w:p w:rsidR="00441986" w:rsidRDefault="00441986" w:rsidP="00172934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Сучасні методи викладання спеціальних дисциплін </w:t>
      </w:r>
      <w:r w:rsidRPr="00172934">
        <w:rPr>
          <w:rFonts w:ascii="Times New Roman" w:hAnsi="Times New Roman"/>
          <w:sz w:val="28"/>
          <w:szCs w:val="28"/>
          <w:lang w:val="uk-UA"/>
        </w:rPr>
        <w:t>надають інформацію в різних формах і тим самим роблять процес навчання більш ефективним. Економія часу, необхідного для вивчення конкретного матеріалу, в середньому становить 30%, а набуті знання зберігаються в пам'яті значно довше. Таким чи</w:t>
      </w:r>
      <w:r>
        <w:rPr>
          <w:rFonts w:ascii="Times New Roman" w:hAnsi="Times New Roman"/>
          <w:sz w:val="28"/>
          <w:szCs w:val="28"/>
          <w:lang w:val="uk-UA"/>
        </w:rPr>
        <w:t>ном, застосування сучасних методів викладання</w:t>
      </w:r>
      <w:r w:rsidRPr="00172934">
        <w:rPr>
          <w:rFonts w:ascii="Times New Roman" w:hAnsi="Times New Roman"/>
          <w:sz w:val="28"/>
          <w:szCs w:val="28"/>
          <w:lang w:val="uk-UA"/>
        </w:rPr>
        <w:t xml:space="preserve"> в сукупності з правильно підібраними технологіями навчання, створюють необхідний рівень якості навчання, варіативності, диференціації та індивідуалізації навчання.</w:t>
      </w:r>
    </w:p>
    <w:p w:rsidR="00441986" w:rsidRPr="000E2D79" w:rsidRDefault="00441986" w:rsidP="00561D54">
      <w:pPr>
        <w:shd w:val="clear" w:color="auto" w:fill="FFFFFF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val="uk-UA"/>
        </w:rPr>
        <w:t>Отже,у навчально-виховному процесі</w:t>
      </w:r>
      <w:r w:rsidRPr="009F5268">
        <w:rPr>
          <w:rFonts w:ascii="Times New Roman" w:hAnsi="Times New Roman"/>
          <w:sz w:val="28"/>
          <w:lang w:val="uk-UA"/>
        </w:rPr>
        <w:t xml:space="preserve"> необхідно поєд</w:t>
      </w:r>
      <w:r>
        <w:rPr>
          <w:rFonts w:ascii="Times New Roman" w:hAnsi="Times New Roman"/>
          <w:sz w:val="28"/>
          <w:lang w:val="uk-UA"/>
        </w:rPr>
        <w:t>нувати традиційні класичні заняття</w:t>
      </w:r>
      <w:r w:rsidRPr="009F5268">
        <w:rPr>
          <w:rFonts w:ascii="Times New Roman" w:hAnsi="Times New Roman"/>
          <w:sz w:val="28"/>
          <w:lang w:val="uk-UA"/>
        </w:rPr>
        <w:t xml:space="preserve"> з нестандартними </w:t>
      </w:r>
      <w:r>
        <w:rPr>
          <w:rFonts w:ascii="Times New Roman" w:hAnsi="Times New Roman"/>
          <w:sz w:val="28"/>
          <w:lang w:val="uk-UA"/>
        </w:rPr>
        <w:t>сучасними формами виклад</w:t>
      </w:r>
      <w:r w:rsidRPr="009F5268">
        <w:rPr>
          <w:rFonts w:ascii="Times New Roman" w:hAnsi="Times New Roman"/>
          <w:sz w:val="28"/>
          <w:lang w:val="uk-UA"/>
        </w:rPr>
        <w:t>ання.</w:t>
      </w:r>
      <w:r>
        <w:rPr>
          <w:rFonts w:ascii="Times New Roman" w:hAnsi="Times New Roman"/>
          <w:sz w:val="28"/>
          <w:szCs w:val="28"/>
        </w:rPr>
        <w:t xml:space="preserve"> В цьому</w:t>
      </w:r>
      <w:r>
        <w:rPr>
          <w:rFonts w:ascii="Times New Roman" w:hAnsi="Times New Roman"/>
          <w:sz w:val="28"/>
          <w:szCs w:val="28"/>
          <w:lang w:val="uk-UA"/>
        </w:rPr>
        <w:t xml:space="preserve"> сенс</w:t>
      </w:r>
      <w:r w:rsidRPr="000E2D79">
        <w:rPr>
          <w:rFonts w:ascii="Times New Roman" w:hAnsi="Times New Roman"/>
          <w:sz w:val="28"/>
          <w:szCs w:val="28"/>
        </w:rPr>
        <w:t xml:space="preserve">і </w:t>
      </w:r>
      <w:r>
        <w:rPr>
          <w:rFonts w:ascii="Times New Roman" w:hAnsi="Times New Roman"/>
          <w:sz w:val="28"/>
          <w:szCs w:val="28"/>
          <w:lang w:val="uk-UA"/>
        </w:rPr>
        <w:t xml:space="preserve">інноваційні методи та засоби викладання </w:t>
      </w:r>
      <w:r>
        <w:rPr>
          <w:rFonts w:ascii="Times New Roman" w:hAnsi="Times New Roman"/>
          <w:sz w:val="28"/>
          <w:szCs w:val="28"/>
        </w:rPr>
        <w:t>мають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E2D79">
        <w:rPr>
          <w:rFonts w:ascii="Times New Roman" w:hAnsi="Times New Roman"/>
          <w:sz w:val="28"/>
          <w:szCs w:val="28"/>
        </w:rPr>
        <w:t>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переваги, порівняно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традиційними</w:t>
      </w:r>
      <w:r>
        <w:rPr>
          <w:rFonts w:ascii="Times New Roman" w:hAnsi="Times New Roman"/>
          <w:sz w:val="28"/>
          <w:szCs w:val="28"/>
          <w:lang w:val="uk-UA"/>
        </w:rPr>
        <w:t xml:space="preserve"> технологіями</w:t>
      </w:r>
      <w:r w:rsidRPr="000E2D79">
        <w:rPr>
          <w:rFonts w:ascii="Times New Roman" w:hAnsi="Times New Roman"/>
          <w:sz w:val="28"/>
          <w:szCs w:val="28"/>
        </w:rPr>
        <w:t>. Адже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немає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сумніву, щобільш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нове та сучасне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викликає у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студентської аудиторії </w:t>
      </w:r>
      <w:r>
        <w:rPr>
          <w:rFonts w:ascii="Times New Roman" w:hAnsi="Times New Roman"/>
          <w:sz w:val="28"/>
          <w:szCs w:val="28"/>
        </w:rPr>
        <w:t xml:space="preserve">зацікавленість, тому </w:t>
      </w:r>
      <w:r w:rsidRPr="000E2D79">
        <w:rPr>
          <w:rFonts w:ascii="Times New Roman" w:hAnsi="Times New Roman"/>
          <w:sz w:val="28"/>
          <w:szCs w:val="28"/>
        </w:rPr>
        <w:t>спостерігається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досить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швидке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покращення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показників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>швидко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D79">
        <w:rPr>
          <w:rFonts w:ascii="Times New Roman" w:hAnsi="Times New Roman"/>
          <w:sz w:val="28"/>
          <w:szCs w:val="28"/>
        </w:rPr>
        <w:t xml:space="preserve">стідії і якості. </w:t>
      </w:r>
    </w:p>
    <w:p w:rsidR="00441986" w:rsidRPr="00561D54" w:rsidRDefault="00441986" w:rsidP="00172934">
      <w:pPr>
        <w:ind w:firstLine="709"/>
        <w:rPr>
          <w:rFonts w:ascii="Times New Roman" w:hAnsi="Times New Roman"/>
          <w:sz w:val="28"/>
          <w:szCs w:val="28"/>
        </w:rPr>
      </w:pPr>
    </w:p>
    <w:p w:rsidR="00441986" w:rsidRDefault="00441986" w:rsidP="003A0C4C">
      <w:pPr>
        <w:ind w:firstLine="0"/>
        <w:rPr>
          <w:rFonts w:ascii="Times New Roman" w:hAnsi="Times New Roman"/>
          <w:b/>
          <w:sz w:val="24"/>
          <w:szCs w:val="24"/>
          <w:lang w:val="uk-UA"/>
        </w:rPr>
      </w:pPr>
      <w:r w:rsidRPr="00C51FAB">
        <w:rPr>
          <w:rFonts w:ascii="Times New Roman" w:hAnsi="Times New Roman"/>
          <w:b/>
          <w:sz w:val="24"/>
          <w:szCs w:val="24"/>
          <w:lang w:val="uk-UA"/>
        </w:rPr>
        <w:t>Література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441986" w:rsidRPr="00C51FAB" w:rsidRDefault="00441986" w:rsidP="00203A4B">
      <w:pPr>
        <w:ind w:firstLine="709"/>
        <w:rPr>
          <w:rFonts w:ascii="Times New Roman" w:hAnsi="Times New Roman"/>
          <w:sz w:val="24"/>
          <w:szCs w:val="24"/>
          <w:lang w:val="uk-UA"/>
        </w:rPr>
      </w:pPr>
      <w:r w:rsidRPr="00C51FAB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1819DF">
        <w:rPr>
          <w:rFonts w:ascii="Times New Roman" w:hAnsi="Times New Roman"/>
          <w:sz w:val="24"/>
          <w:szCs w:val="24"/>
          <w:lang w:val="uk-UA"/>
        </w:rPr>
        <w:t>Про Національну стратегію розвитку освіти в Україні на період до 2021 року</w:t>
      </w:r>
      <w:r>
        <w:rPr>
          <w:rFonts w:ascii="Times New Roman" w:hAnsi="Times New Roman"/>
          <w:sz w:val="24"/>
          <w:szCs w:val="24"/>
          <w:lang w:val="uk-UA"/>
        </w:rPr>
        <w:t>: Наказ президента</w:t>
      </w:r>
      <w:r w:rsidRPr="00C51FAB">
        <w:rPr>
          <w:rFonts w:ascii="Times New Roman" w:hAnsi="Times New Roman"/>
          <w:sz w:val="24"/>
          <w:szCs w:val="24"/>
          <w:lang w:val="uk-UA"/>
        </w:rPr>
        <w:t xml:space="preserve"> України від </w:t>
      </w:r>
      <w:r w:rsidRPr="001819DF">
        <w:rPr>
          <w:rFonts w:ascii="Times New Roman" w:hAnsi="Times New Roman"/>
          <w:sz w:val="24"/>
          <w:szCs w:val="24"/>
          <w:lang w:val="uk-UA"/>
        </w:rPr>
        <w:t>25.06.2013 № 344/2013</w:t>
      </w:r>
      <w:r w:rsidRPr="00C51FAB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(</w:t>
      </w:r>
      <w:r w:rsidRPr="00C51FAB">
        <w:rPr>
          <w:rFonts w:ascii="Times New Roman" w:hAnsi="Times New Roman"/>
          <w:sz w:val="24"/>
          <w:szCs w:val="24"/>
          <w:lang w:val="uk-UA"/>
        </w:rPr>
        <w:t>http://zakon2.rada.gov.ua/laws/show/344/2013</w:t>
      </w:r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441986" w:rsidRDefault="00441986" w:rsidP="00203A4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C51FAB">
        <w:rPr>
          <w:rFonts w:ascii="Times New Roman" w:hAnsi="Times New Roman"/>
          <w:sz w:val="24"/>
          <w:szCs w:val="24"/>
          <w:lang w:val="uk-UA"/>
        </w:rPr>
        <w:t>Акімова Н. С. Діалог як метод інтерактивної взаємодії викладача та студентів у процесі навчання / Н. С. Акімова, О. О. Безпалова // VIII Всеукр. наук.-метод. конф., 23 вересня 2010 р. - Х. : ХДУХТ, 2010. – 12 с.</w:t>
      </w:r>
    </w:p>
    <w:p w:rsidR="00441986" w:rsidRDefault="00441986" w:rsidP="002136C3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До</w:t>
      </w:r>
      <w:r w:rsidRPr="002136C3">
        <w:rPr>
          <w:rFonts w:ascii="Times New Roman" w:hAnsi="Times New Roman"/>
          <w:sz w:val="24"/>
          <w:szCs w:val="24"/>
          <w:lang w:val="uk-UA"/>
        </w:rPr>
        <w:t>броскок І. І.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136C3">
        <w:rPr>
          <w:rFonts w:ascii="Times New Roman" w:hAnsi="Times New Roman"/>
          <w:sz w:val="24"/>
          <w:szCs w:val="24"/>
          <w:lang w:val="uk-UA"/>
        </w:rPr>
        <w:t>КоцурВ. П.,НікітчинаС. О. [та ін.]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2136C3">
        <w:rPr>
          <w:rFonts w:ascii="Times New Roman" w:hAnsi="Times New Roman"/>
          <w:sz w:val="24"/>
          <w:szCs w:val="24"/>
          <w:lang w:val="uk-UA"/>
        </w:rPr>
        <w:t>Інноваційні педагогічні технології: теорія та практика використання у вищій школі : монографія / Переяслав-Хмельниц. держ. пед. ун-т ім. Г. Сковороди,Ін-т пед. освіти і освіти дорослих АПН України. – Переяслав-Хмельниц. : Вид-во С. В. Карпук, 2008. –284 с.</w:t>
      </w:r>
    </w:p>
    <w:p w:rsidR="00441986" w:rsidRPr="00C51FAB" w:rsidRDefault="00441986" w:rsidP="00C51FA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C51FAB">
        <w:rPr>
          <w:rFonts w:ascii="Times New Roman" w:hAnsi="Times New Roman"/>
          <w:sz w:val="24"/>
          <w:szCs w:val="24"/>
          <w:lang w:val="uk-UA"/>
        </w:rPr>
        <w:t>. Левина М.М. Технологиипрофессиональногопедагогическогообразования: Учеб. пособ. – М.: Издательский центр «Академия», 2001. – 272 с.</w:t>
      </w:r>
    </w:p>
    <w:p w:rsidR="00441986" w:rsidRPr="00C51FAB" w:rsidRDefault="00441986" w:rsidP="00C51FA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Pr="00C51FAB">
        <w:rPr>
          <w:rFonts w:ascii="Times New Roman" w:hAnsi="Times New Roman"/>
          <w:sz w:val="24"/>
          <w:szCs w:val="24"/>
          <w:lang w:val="uk-UA"/>
        </w:rPr>
        <w:t>. Левочко М. Т. Професійна підготовка майбутніх фахівців економічної галузі: теорія, методика, організація : монографія / М. Т. Левочко. - К. : ДП "Інформ. аналіт. агентство", 2009. – 25-29 с.</w:t>
      </w:r>
    </w:p>
    <w:p w:rsidR="00441986" w:rsidRDefault="00441986" w:rsidP="00C51FA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Pr="00C51FAB">
        <w:rPr>
          <w:rFonts w:ascii="Times New Roman" w:hAnsi="Times New Roman"/>
          <w:sz w:val="24"/>
          <w:szCs w:val="24"/>
          <w:lang w:val="uk-UA"/>
        </w:rPr>
        <w:t xml:space="preserve">. Лещук Ю., Лукашевич I.М. Формування методики і технології викладання </w:t>
      </w:r>
      <w:bookmarkStart w:id="0" w:name="_GoBack"/>
      <w:bookmarkEnd w:id="0"/>
      <w:r w:rsidRPr="00C51FAB">
        <w:rPr>
          <w:rFonts w:ascii="Times New Roman" w:hAnsi="Times New Roman"/>
          <w:sz w:val="24"/>
          <w:szCs w:val="24"/>
          <w:lang w:val="uk-UA"/>
        </w:rPr>
        <w:t xml:space="preserve">спеціальних </w:t>
      </w:r>
      <w:r>
        <w:rPr>
          <w:rFonts w:ascii="Times New Roman" w:hAnsi="Times New Roman"/>
          <w:sz w:val="24"/>
          <w:szCs w:val="24"/>
          <w:lang w:val="uk-UA"/>
        </w:rPr>
        <w:t>дисциплін</w:t>
      </w:r>
      <w:r w:rsidRPr="00C51FAB">
        <w:rPr>
          <w:rFonts w:ascii="Times New Roman" w:hAnsi="Times New Roman"/>
          <w:sz w:val="24"/>
          <w:szCs w:val="24"/>
          <w:lang w:val="uk-UA"/>
        </w:rPr>
        <w:t xml:space="preserve"> ( </w:t>
      </w:r>
      <w:hyperlink r:id="rId5" w:history="1">
        <w:r w:rsidRPr="008C6EF8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http://oldconf.neasmo.org.ua/</w:t>
        </w:r>
      </w:hyperlink>
      <w:r w:rsidRPr="00C51FAB">
        <w:rPr>
          <w:rFonts w:ascii="Times New Roman" w:hAnsi="Times New Roman"/>
          <w:sz w:val="24"/>
          <w:szCs w:val="24"/>
          <w:lang w:val="uk-UA"/>
        </w:rPr>
        <w:t>).</w:t>
      </w:r>
    </w:p>
    <w:p w:rsidR="00441986" w:rsidRPr="00C51FAB" w:rsidRDefault="00441986" w:rsidP="00C51FA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 w:rsidRPr="002136C3">
        <w:rPr>
          <w:rFonts w:ascii="Times New Roman" w:hAnsi="Times New Roman"/>
          <w:sz w:val="24"/>
          <w:szCs w:val="24"/>
          <w:lang w:val="uk-UA"/>
        </w:rPr>
        <w:t>Нісімчук А.С. Сучасні педагогічні технології: Навчальний посібник / А.С. Нісімчук, О.С. Падалка, О.Т. Шпак.- К.: Просвіта, 2000.-367 с.</w:t>
      </w:r>
    </w:p>
    <w:p w:rsidR="00441986" w:rsidRPr="00C51FAB" w:rsidRDefault="00441986" w:rsidP="00C51FA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 w:rsidRPr="00C51FAB">
        <w:rPr>
          <w:rFonts w:ascii="Times New Roman" w:hAnsi="Times New Roman"/>
          <w:sz w:val="24"/>
          <w:szCs w:val="24"/>
          <w:lang w:val="uk-UA"/>
        </w:rPr>
        <w:t>. Островська Н. Д. Особистісно-орієнтований навчально-виховний процес як умова підвищення якост</w:t>
      </w:r>
      <w:r>
        <w:rPr>
          <w:rFonts w:ascii="Times New Roman" w:hAnsi="Times New Roman"/>
          <w:sz w:val="24"/>
          <w:szCs w:val="24"/>
          <w:lang w:val="uk-UA"/>
        </w:rPr>
        <w:t>і знань</w:t>
      </w:r>
      <w:r w:rsidRPr="00C51FAB">
        <w:rPr>
          <w:rFonts w:ascii="Times New Roman" w:hAnsi="Times New Roman"/>
          <w:sz w:val="24"/>
          <w:szCs w:val="24"/>
          <w:lang w:val="uk-UA"/>
        </w:rPr>
        <w:t xml:space="preserve"> // Педагогіка і психологія формування творчої особистості: проблеми і пошуки. - К.-</w:t>
      </w:r>
      <w:r>
        <w:rPr>
          <w:rFonts w:ascii="Times New Roman" w:hAnsi="Times New Roman"/>
          <w:sz w:val="24"/>
          <w:szCs w:val="24"/>
          <w:lang w:val="uk-UA"/>
        </w:rPr>
        <w:t>Запоріжжя, 2005. - Вип. 34. –</w:t>
      </w:r>
      <w:r w:rsidRPr="00C51FAB">
        <w:rPr>
          <w:rFonts w:ascii="Times New Roman" w:hAnsi="Times New Roman"/>
          <w:sz w:val="24"/>
          <w:szCs w:val="24"/>
          <w:lang w:val="uk-UA"/>
        </w:rPr>
        <w:t>34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Pr="00C51FAB">
        <w:rPr>
          <w:rFonts w:ascii="Times New Roman" w:hAnsi="Times New Roman"/>
          <w:sz w:val="24"/>
          <w:szCs w:val="24"/>
          <w:lang w:val="uk-UA"/>
        </w:rPr>
        <w:t>.</w:t>
      </w:r>
    </w:p>
    <w:p w:rsidR="00441986" w:rsidRPr="00C51FAB" w:rsidRDefault="00441986" w:rsidP="00C51FA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9.</w:t>
      </w:r>
      <w:r w:rsidRPr="00C51FAB">
        <w:rPr>
          <w:rFonts w:ascii="Times New Roman" w:hAnsi="Times New Roman"/>
          <w:sz w:val="24"/>
          <w:szCs w:val="24"/>
          <w:lang w:val="uk-UA"/>
        </w:rPr>
        <w:t>Сілютіна І. М. Методика викладання спеціальних дисциплін: проблема змісту / І. М. Сілютіна // Науковий вісник Східноукраїнського національного університету ім. Воло</w:t>
      </w:r>
      <w:r>
        <w:rPr>
          <w:rFonts w:ascii="Times New Roman" w:hAnsi="Times New Roman"/>
          <w:sz w:val="24"/>
          <w:szCs w:val="24"/>
          <w:lang w:val="uk-UA"/>
        </w:rPr>
        <w:t xml:space="preserve">димира Даля. - 2007. - № 11. – </w:t>
      </w:r>
      <w:r w:rsidRPr="00C51FAB">
        <w:rPr>
          <w:rFonts w:ascii="Times New Roman" w:hAnsi="Times New Roman"/>
          <w:sz w:val="24"/>
          <w:szCs w:val="24"/>
          <w:lang w:val="uk-UA"/>
        </w:rPr>
        <w:t>69</w:t>
      </w:r>
      <w:r>
        <w:rPr>
          <w:rFonts w:ascii="Times New Roman" w:hAnsi="Times New Roman"/>
          <w:sz w:val="24"/>
          <w:szCs w:val="24"/>
          <w:lang w:val="uk-UA"/>
        </w:rPr>
        <w:t xml:space="preserve"> с.</w:t>
      </w:r>
    </w:p>
    <w:p w:rsidR="00441986" w:rsidRDefault="00441986" w:rsidP="00C51FAB">
      <w:pPr>
        <w:ind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10.</w:t>
      </w:r>
      <w:r w:rsidRPr="00C51FAB">
        <w:rPr>
          <w:rFonts w:ascii="Times New Roman" w:hAnsi="Times New Roman"/>
          <w:sz w:val="24"/>
          <w:szCs w:val="24"/>
          <w:lang w:val="uk-UA"/>
        </w:rPr>
        <w:t xml:space="preserve"> Скакун В. А. Организация и методика профессиональногообучения : учебноепособие / В. А. Скакун. - М. : Форум, ИНФРА-М, 2007. - 188 с.</w:t>
      </w:r>
    </w:p>
    <w:p w:rsidR="00441986" w:rsidRPr="00B60D22" w:rsidRDefault="00441986" w:rsidP="00B60D22">
      <w:pPr>
        <w:ind w:firstLine="709"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sectPr w:rsidR="00441986" w:rsidRPr="00B60D22" w:rsidSect="001B42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7CBA"/>
    <w:multiLevelType w:val="multilevel"/>
    <w:tmpl w:val="2224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2BD"/>
    <w:rsid w:val="000117AF"/>
    <w:rsid w:val="0002472A"/>
    <w:rsid w:val="000302F8"/>
    <w:rsid w:val="0004732D"/>
    <w:rsid w:val="0008410C"/>
    <w:rsid w:val="0009229B"/>
    <w:rsid w:val="00095F3D"/>
    <w:rsid w:val="000A2B54"/>
    <w:rsid w:val="000B05AC"/>
    <w:rsid w:val="000E2D79"/>
    <w:rsid w:val="00115329"/>
    <w:rsid w:val="00172934"/>
    <w:rsid w:val="001819DF"/>
    <w:rsid w:val="001B42BD"/>
    <w:rsid w:val="001D053F"/>
    <w:rsid w:val="001D35CF"/>
    <w:rsid w:val="001F3FD7"/>
    <w:rsid w:val="00203A4B"/>
    <w:rsid w:val="002136C3"/>
    <w:rsid w:val="00213B84"/>
    <w:rsid w:val="00232906"/>
    <w:rsid w:val="00237E34"/>
    <w:rsid w:val="002C46A7"/>
    <w:rsid w:val="00360B69"/>
    <w:rsid w:val="0036527F"/>
    <w:rsid w:val="003970C2"/>
    <w:rsid w:val="003A0C4C"/>
    <w:rsid w:val="003B05BB"/>
    <w:rsid w:val="003B35BA"/>
    <w:rsid w:val="003E24A9"/>
    <w:rsid w:val="00423B69"/>
    <w:rsid w:val="00441986"/>
    <w:rsid w:val="0049595F"/>
    <w:rsid w:val="004B4EE3"/>
    <w:rsid w:val="004B68AD"/>
    <w:rsid w:val="00507FB7"/>
    <w:rsid w:val="005110C4"/>
    <w:rsid w:val="005264BC"/>
    <w:rsid w:val="00561D54"/>
    <w:rsid w:val="005627EB"/>
    <w:rsid w:val="005D67AB"/>
    <w:rsid w:val="006245A7"/>
    <w:rsid w:val="00647DC8"/>
    <w:rsid w:val="00672249"/>
    <w:rsid w:val="00675B7F"/>
    <w:rsid w:val="006C4DDA"/>
    <w:rsid w:val="006C731A"/>
    <w:rsid w:val="00702B76"/>
    <w:rsid w:val="00742BB1"/>
    <w:rsid w:val="0076734B"/>
    <w:rsid w:val="007E231D"/>
    <w:rsid w:val="007E3BEB"/>
    <w:rsid w:val="007F7D74"/>
    <w:rsid w:val="00822129"/>
    <w:rsid w:val="00823395"/>
    <w:rsid w:val="008C6EF8"/>
    <w:rsid w:val="008E6BED"/>
    <w:rsid w:val="00903339"/>
    <w:rsid w:val="00915BCA"/>
    <w:rsid w:val="009259C4"/>
    <w:rsid w:val="00927794"/>
    <w:rsid w:val="0093769A"/>
    <w:rsid w:val="009F5268"/>
    <w:rsid w:val="009F771C"/>
    <w:rsid w:val="00A139C2"/>
    <w:rsid w:val="00A42B4C"/>
    <w:rsid w:val="00A858DD"/>
    <w:rsid w:val="00AA65F4"/>
    <w:rsid w:val="00B26CE7"/>
    <w:rsid w:val="00B5646C"/>
    <w:rsid w:val="00B60D22"/>
    <w:rsid w:val="00B80439"/>
    <w:rsid w:val="00B91496"/>
    <w:rsid w:val="00BD726D"/>
    <w:rsid w:val="00C07A9D"/>
    <w:rsid w:val="00C44CB9"/>
    <w:rsid w:val="00C51FAB"/>
    <w:rsid w:val="00CC529C"/>
    <w:rsid w:val="00CF74F2"/>
    <w:rsid w:val="00D55233"/>
    <w:rsid w:val="00D7757B"/>
    <w:rsid w:val="00D85B4F"/>
    <w:rsid w:val="00E116BA"/>
    <w:rsid w:val="00E30B85"/>
    <w:rsid w:val="00E310C2"/>
    <w:rsid w:val="00E400E9"/>
    <w:rsid w:val="00EA0308"/>
    <w:rsid w:val="00EA2562"/>
    <w:rsid w:val="00EC4805"/>
    <w:rsid w:val="00F04774"/>
    <w:rsid w:val="00F14A8F"/>
    <w:rsid w:val="00F55F55"/>
    <w:rsid w:val="00F95CEA"/>
    <w:rsid w:val="00F96AF7"/>
    <w:rsid w:val="00FE5F7C"/>
    <w:rsid w:val="00FF0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5AC"/>
    <w:pPr>
      <w:spacing w:line="360" w:lineRule="auto"/>
      <w:ind w:firstLine="567"/>
      <w:jc w:val="both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BD726D"/>
    <w:pPr>
      <w:spacing w:line="24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726D"/>
    <w:rPr>
      <w:rFonts w:ascii="Times New Roman" w:hAnsi="Times New Roman" w:cs="Times New Roman"/>
      <w:sz w:val="20"/>
      <w:szCs w:val="20"/>
      <w:lang w:val="uk-UA" w:eastAsia="ru-RU"/>
    </w:rPr>
  </w:style>
  <w:style w:type="paragraph" w:styleId="NormalWeb">
    <w:name w:val="Normal (Web)"/>
    <w:basedOn w:val="Normal"/>
    <w:uiPriority w:val="99"/>
    <w:rsid w:val="001F3FD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F3FD7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1F3FD7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3FD7"/>
    <w:rPr>
      <w:rFonts w:eastAsia="Times New Roman" w:cs="Times New Roman"/>
      <w:lang w:eastAsia="ru-RU"/>
    </w:rPr>
  </w:style>
  <w:style w:type="character" w:styleId="Hyperlink">
    <w:name w:val="Hyperlink"/>
    <w:basedOn w:val="DefaultParagraphFont"/>
    <w:uiPriority w:val="99"/>
    <w:rsid w:val="002136C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ldconf.neasmo.org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810</TotalTime>
  <Pages>8</Pages>
  <Words>9136</Words>
  <Characters>5209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39</cp:revision>
  <dcterms:created xsi:type="dcterms:W3CDTF">2016-10-27T06:45:00Z</dcterms:created>
  <dcterms:modified xsi:type="dcterms:W3CDTF">2016-11-03T14:11:00Z</dcterms:modified>
</cp:coreProperties>
</file>