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246" w:rsidRPr="0063574C" w:rsidRDefault="00C92246" w:rsidP="0063574C">
      <w:pPr>
        <w:pStyle w:val="NormalWeb"/>
        <w:widowControl w:val="0"/>
        <w:spacing w:before="0" w:beforeAutospacing="0" w:after="0" w:afterAutospacing="0" w:line="360" w:lineRule="auto"/>
        <w:ind w:left="6372" w:firstLine="708"/>
        <w:jc w:val="right"/>
        <w:rPr>
          <w:rStyle w:val="Strong"/>
          <w:sz w:val="28"/>
          <w:lang w:val="uk-UA"/>
        </w:rPr>
      </w:pPr>
      <w:r w:rsidRPr="0063574C">
        <w:rPr>
          <w:rStyle w:val="Strong"/>
          <w:sz w:val="28"/>
          <w:lang w:val="uk-UA"/>
        </w:rPr>
        <w:t xml:space="preserve">Надія Мота, </w:t>
      </w:r>
    </w:p>
    <w:p w:rsidR="00C92246" w:rsidRPr="0063574C" w:rsidRDefault="00C92246" w:rsidP="0063574C">
      <w:pPr>
        <w:pStyle w:val="NormalWeb"/>
        <w:widowControl w:val="0"/>
        <w:spacing w:before="0" w:beforeAutospacing="0" w:after="0" w:afterAutospacing="0" w:line="360" w:lineRule="auto"/>
        <w:jc w:val="right"/>
        <w:rPr>
          <w:rStyle w:val="Strong"/>
          <w:sz w:val="28"/>
          <w:lang w:val="uk-UA"/>
        </w:rPr>
      </w:pPr>
      <w:r w:rsidRPr="0063574C">
        <w:rPr>
          <w:rStyle w:val="Strong"/>
          <w:sz w:val="28"/>
          <w:lang w:val="uk-UA"/>
        </w:rPr>
        <w:t>Наталія Тушницька, Галина Баб’як</w:t>
      </w:r>
    </w:p>
    <w:p w:rsidR="00C92246" w:rsidRDefault="00C92246" w:rsidP="00783982">
      <w:pPr>
        <w:pStyle w:val="NormalWeb"/>
        <w:widowControl w:val="0"/>
        <w:spacing w:before="0" w:beforeAutospacing="0" w:after="0" w:afterAutospacing="0" w:line="360" w:lineRule="auto"/>
        <w:ind w:left="6372" w:firstLine="708"/>
        <w:jc w:val="right"/>
        <w:rPr>
          <w:rStyle w:val="Strong"/>
          <w:sz w:val="28"/>
          <w:lang w:val="uk-UA"/>
        </w:rPr>
      </w:pPr>
      <w:r w:rsidRPr="0063574C">
        <w:rPr>
          <w:rStyle w:val="Strong"/>
          <w:sz w:val="28"/>
          <w:lang w:val="uk-UA"/>
        </w:rPr>
        <w:t>(Львів, Україна)</w:t>
      </w:r>
    </w:p>
    <w:p w:rsidR="00C92246" w:rsidRDefault="00C92246" w:rsidP="00783982">
      <w:pPr>
        <w:pStyle w:val="NormalWeb"/>
        <w:widowControl w:val="0"/>
        <w:spacing w:before="0" w:beforeAutospacing="0" w:after="0" w:afterAutospacing="0" w:line="360" w:lineRule="auto"/>
        <w:ind w:left="6372" w:firstLine="708"/>
        <w:jc w:val="right"/>
        <w:rPr>
          <w:rStyle w:val="Strong"/>
          <w:sz w:val="28"/>
          <w:lang w:val="uk-UA"/>
        </w:rPr>
      </w:pPr>
    </w:p>
    <w:p w:rsidR="00C92246" w:rsidRDefault="00C92246" w:rsidP="00CC05B4">
      <w:pPr>
        <w:pStyle w:val="NormalWeb"/>
        <w:widowControl w:val="0"/>
        <w:spacing w:before="0" w:beforeAutospacing="0" w:after="0" w:afterAutospacing="0" w:line="360" w:lineRule="auto"/>
        <w:jc w:val="center"/>
        <w:rPr>
          <w:rStyle w:val="Strong"/>
          <w:sz w:val="28"/>
          <w:lang w:val="uk-UA"/>
        </w:rPr>
      </w:pPr>
      <w:r w:rsidRPr="00CC05B4">
        <w:rPr>
          <w:rStyle w:val="Strong"/>
          <w:sz w:val="28"/>
        </w:rPr>
        <w:t>ФОРМУВАННЯ ТВОРЧИХ ЗДІБНОСТЕЙ СТУДЕНТІВ У ПРОЦЕСІ ФАХОВОЇ ПІДГОТОВКИ У ВИЩИХ НАВЧАЛЬНИХ ЗАКЛАДАХ</w:t>
      </w:r>
    </w:p>
    <w:p w:rsidR="00C92246" w:rsidRPr="00BC1206" w:rsidRDefault="00C92246" w:rsidP="00CC05B4">
      <w:pPr>
        <w:pStyle w:val="NormalWeb"/>
        <w:widowControl w:val="0"/>
        <w:spacing w:before="0" w:beforeAutospacing="0" w:after="0" w:afterAutospacing="0" w:line="360" w:lineRule="auto"/>
        <w:jc w:val="center"/>
        <w:rPr>
          <w:rStyle w:val="Strong"/>
          <w:sz w:val="28"/>
          <w:lang w:val="uk-UA"/>
        </w:rPr>
      </w:pPr>
    </w:p>
    <w:p w:rsidR="00C92246" w:rsidRPr="000C00CB" w:rsidRDefault="00C92246" w:rsidP="000C00CB">
      <w:pPr>
        <w:pStyle w:val="NormalWeb"/>
        <w:widowControl w:val="0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lang w:val="uk-UA"/>
        </w:rPr>
      </w:pPr>
      <w:r w:rsidRPr="000C00CB">
        <w:rPr>
          <w:sz w:val="28"/>
          <w:szCs w:val="28"/>
          <w:lang w:val="uk-UA"/>
        </w:rPr>
        <w:t>Ми живемо в часи небаченої ще в історії людства науково- технічної революції. І життя в усіх його проявах стає різноманітнішим і складнішим. Воно чим далі, тим більше вимагає від людини не шаблонних звичних дій, а рухливості мислення, швидкого орієнтування, творчого підходу до вирішення складних і простих завдань.</w:t>
      </w:r>
    </w:p>
    <w:p w:rsidR="00C92246" w:rsidRPr="000C00CB" w:rsidRDefault="00C92246" w:rsidP="000C00CB">
      <w:pPr>
        <w:pStyle w:val="NormalWeb"/>
        <w:widowControl w:val="0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lang w:val="uk-UA"/>
        </w:rPr>
      </w:pPr>
      <w:r w:rsidRPr="000C00CB">
        <w:rPr>
          <w:sz w:val="28"/>
          <w:szCs w:val="28"/>
          <w:lang w:val="uk-UA"/>
        </w:rPr>
        <w:t>Людині сьогодні, якщо вона хоче активно брати участь у житті суспільства, якщо вона хоче реалізувати себе як особистість, а це є психологічною внутрішньою потребою кожного, необхідно постійно виявляти свою творчу активність, виявляти й розвивати свої індивідуальні здібності, безупинно навчатися та самовдосконалюватися.</w:t>
      </w:r>
    </w:p>
    <w:p w:rsidR="00C92246" w:rsidRPr="000C00CB" w:rsidRDefault="00C92246" w:rsidP="000C00CB">
      <w:pPr>
        <w:pStyle w:val="NormalWeb"/>
        <w:widowControl w:val="0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lang w:val="uk-UA"/>
        </w:rPr>
      </w:pPr>
      <w:r w:rsidRPr="000C00CB">
        <w:rPr>
          <w:sz w:val="28"/>
          <w:szCs w:val="28"/>
          <w:lang w:val="uk-UA"/>
        </w:rPr>
        <w:t>Вирішення цієї проблеми пов’язано з пошуком найбільш ефективних способів і засобів навчання, форм організації занять у педагогічному процесі з метою реалізації творчого потенціалу студентів і розвитку їхніх творчих здібностей у системі вищої освіти.</w:t>
      </w:r>
    </w:p>
    <w:p w:rsidR="00C92246" w:rsidRPr="000C00CB" w:rsidRDefault="00C92246" w:rsidP="000C00CB">
      <w:pPr>
        <w:pStyle w:val="NormalWeb"/>
        <w:widowControl w:val="0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C00CB">
        <w:rPr>
          <w:sz w:val="28"/>
          <w:szCs w:val="28"/>
        </w:rPr>
        <w:t>Ученівже давно намагалися</w:t>
      </w:r>
      <w:r>
        <w:rPr>
          <w:sz w:val="28"/>
          <w:szCs w:val="28"/>
          <w:lang w:val="uk-UA"/>
        </w:rPr>
        <w:t xml:space="preserve"> </w:t>
      </w:r>
      <w:r w:rsidRPr="000C00CB">
        <w:rPr>
          <w:sz w:val="28"/>
          <w:szCs w:val="28"/>
        </w:rPr>
        <w:t>розгадати загадку творчості. Цією проблемою займалися</w:t>
      </w:r>
      <w:r>
        <w:rPr>
          <w:sz w:val="28"/>
          <w:szCs w:val="28"/>
          <w:lang w:val="uk-UA"/>
        </w:rPr>
        <w:t xml:space="preserve"> </w:t>
      </w:r>
      <w:r w:rsidRPr="000C00CB">
        <w:rPr>
          <w:sz w:val="28"/>
          <w:szCs w:val="28"/>
        </w:rPr>
        <w:t>такі</w:t>
      </w:r>
      <w:r>
        <w:rPr>
          <w:sz w:val="28"/>
          <w:szCs w:val="28"/>
          <w:lang w:val="uk-UA"/>
        </w:rPr>
        <w:t xml:space="preserve"> </w:t>
      </w:r>
      <w:r w:rsidRPr="000C00CB">
        <w:rPr>
          <w:sz w:val="28"/>
          <w:szCs w:val="28"/>
        </w:rPr>
        <w:t>видатні</w:t>
      </w:r>
      <w:r>
        <w:rPr>
          <w:sz w:val="28"/>
          <w:szCs w:val="28"/>
          <w:lang w:val="uk-UA"/>
        </w:rPr>
        <w:t xml:space="preserve"> </w:t>
      </w:r>
      <w:r w:rsidRPr="000C00CB">
        <w:rPr>
          <w:sz w:val="28"/>
          <w:szCs w:val="28"/>
        </w:rPr>
        <w:t>діячі</w:t>
      </w:r>
      <w:r>
        <w:rPr>
          <w:sz w:val="28"/>
          <w:szCs w:val="28"/>
          <w:lang w:val="uk-UA"/>
        </w:rPr>
        <w:t xml:space="preserve"> </w:t>
      </w:r>
      <w:r w:rsidRPr="000C00CB">
        <w:rPr>
          <w:sz w:val="28"/>
          <w:szCs w:val="28"/>
        </w:rPr>
        <w:t>педагогіки</w:t>
      </w:r>
      <w:r>
        <w:rPr>
          <w:sz w:val="28"/>
          <w:szCs w:val="28"/>
        </w:rPr>
        <w:t>, філософії, психології, як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Л.С.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Виготський, Е.</w:t>
      </w:r>
      <w:r w:rsidRPr="000C00CB">
        <w:rPr>
          <w:sz w:val="28"/>
          <w:szCs w:val="28"/>
        </w:rPr>
        <w:t>В.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Ільєнков,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Я.А.Пономарьов, </w:t>
      </w:r>
      <w:bookmarkStart w:id="0" w:name="_GoBack"/>
      <w:bookmarkEnd w:id="0"/>
      <w:r>
        <w:rPr>
          <w:sz w:val="28"/>
          <w:szCs w:val="28"/>
        </w:rPr>
        <w:t>Ю.З.Гільбух, В.В.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Клименко, Л.А.</w:t>
      </w:r>
      <w:r>
        <w:rPr>
          <w:sz w:val="28"/>
          <w:szCs w:val="28"/>
          <w:lang w:val="uk-UA"/>
        </w:rPr>
        <w:t xml:space="preserve"> </w:t>
      </w:r>
      <w:r w:rsidRPr="000C00CB">
        <w:rPr>
          <w:sz w:val="28"/>
          <w:szCs w:val="28"/>
        </w:rPr>
        <w:t>Венгер,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Н.С.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Лейтес, А.К.</w:t>
      </w:r>
      <w:r>
        <w:rPr>
          <w:sz w:val="28"/>
          <w:szCs w:val="28"/>
          <w:lang w:val="uk-UA"/>
        </w:rPr>
        <w:t xml:space="preserve"> </w:t>
      </w:r>
      <w:r w:rsidRPr="000C00CB">
        <w:rPr>
          <w:sz w:val="28"/>
          <w:szCs w:val="28"/>
        </w:rPr>
        <w:t>Дусавицький та ін.</w:t>
      </w:r>
    </w:p>
    <w:p w:rsidR="00C92246" w:rsidRDefault="00C92246" w:rsidP="000C00CB">
      <w:pPr>
        <w:pStyle w:val="NormalWeb"/>
        <w:widowControl w:val="0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C00CB">
        <w:rPr>
          <w:sz w:val="28"/>
          <w:szCs w:val="28"/>
        </w:rPr>
        <w:t>На жаль, сьогодні</w:t>
      </w:r>
      <w:r>
        <w:rPr>
          <w:sz w:val="28"/>
          <w:szCs w:val="28"/>
          <w:lang w:val="uk-UA"/>
        </w:rPr>
        <w:t xml:space="preserve"> </w:t>
      </w:r>
      <w:r w:rsidRPr="000C00CB">
        <w:rPr>
          <w:sz w:val="28"/>
          <w:szCs w:val="28"/>
        </w:rPr>
        <w:t>нерідко</w:t>
      </w:r>
      <w:r>
        <w:rPr>
          <w:sz w:val="28"/>
          <w:szCs w:val="28"/>
          <w:lang w:val="uk-UA"/>
        </w:rPr>
        <w:t xml:space="preserve"> </w:t>
      </w:r>
      <w:r w:rsidRPr="000C00CB">
        <w:rPr>
          <w:sz w:val="28"/>
          <w:szCs w:val="28"/>
        </w:rPr>
        <w:t>зберігається</w:t>
      </w:r>
      <w:r>
        <w:rPr>
          <w:sz w:val="28"/>
          <w:szCs w:val="28"/>
          <w:lang w:val="uk-UA"/>
        </w:rPr>
        <w:t xml:space="preserve"> </w:t>
      </w:r>
      <w:r w:rsidRPr="000C00CB">
        <w:rPr>
          <w:sz w:val="28"/>
          <w:szCs w:val="28"/>
        </w:rPr>
        <w:t>репродуктивний</w:t>
      </w:r>
      <w:r>
        <w:rPr>
          <w:sz w:val="28"/>
          <w:szCs w:val="28"/>
          <w:lang w:val="uk-UA"/>
        </w:rPr>
        <w:t xml:space="preserve"> </w:t>
      </w:r>
      <w:r w:rsidRPr="000C00CB">
        <w:rPr>
          <w:sz w:val="28"/>
          <w:szCs w:val="28"/>
        </w:rPr>
        <w:t>підхід до засвоєння знань. Часто навчання зводиться до запам’ятовування й відтворення</w:t>
      </w:r>
      <w:r>
        <w:rPr>
          <w:sz w:val="28"/>
          <w:szCs w:val="28"/>
          <w:lang w:val="uk-UA"/>
        </w:rPr>
        <w:t xml:space="preserve"> </w:t>
      </w:r>
      <w:r w:rsidRPr="000C00CB">
        <w:rPr>
          <w:sz w:val="28"/>
          <w:szCs w:val="28"/>
        </w:rPr>
        <w:t>дій, типових</w:t>
      </w:r>
      <w:r>
        <w:rPr>
          <w:sz w:val="28"/>
          <w:szCs w:val="28"/>
          <w:lang w:val="uk-UA"/>
        </w:rPr>
        <w:t xml:space="preserve"> </w:t>
      </w:r>
      <w:r w:rsidRPr="000C00CB">
        <w:rPr>
          <w:sz w:val="28"/>
          <w:szCs w:val="28"/>
        </w:rPr>
        <w:t>способів</w:t>
      </w:r>
      <w:r>
        <w:rPr>
          <w:sz w:val="28"/>
          <w:szCs w:val="28"/>
          <w:lang w:val="uk-UA"/>
        </w:rPr>
        <w:t xml:space="preserve"> </w:t>
      </w:r>
      <w:r w:rsidRPr="000C00CB">
        <w:rPr>
          <w:sz w:val="28"/>
          <w:szCs w:val="28"/>
        </w:rPr>
        <w:t>вирішення</w:t>
      </w:r>
      <w:r>
        <w:rPr>
          <w:sz w:val="28"/>
          <w:szCs w:val="28"/>
          <w:lang w:val="uk-UA"/>
        </w:rPr>
        <w:t xml:space="preserve"> </w:t>
      </w:r>
      <w:r w:rsidRPr="000C00CB">
        <w:rPr>
          <w:sz w:val="28"/>
          <w:szCs w:val="28"/>
        </w:rPr>
        <w:t>завдань. Одноманітне, шаблонне</w:t>
      </w:r>
      <w:r>
        <w:rPr>
          <w:sz w:val="28"/>
          <w:szCs w:val="28"/>
          <w:lang w:val="uk-UA"/>
        </w:rPr>
        <w:t xml:space="preserve"> </w:t>
      </w:r>
      <w:r w:rsidRPr="000C00CB">
        <w:rPr>
          <w:sz w:val="28"/>
          <w:szCs w:val="28"/>
        </w:rPr>
        <w:t>повторення одних і тих же дій</w:t>
      </w:r>
      <w:r>
        <w:rPr>
          <w:sz w:val="28"/>
          <w:szCs w:val="28"/>
          <w:lang w:val="uk-UA"/>
        </w:rPr>
        <w:t xml:space="preserve"> </w:t>
      </w:r>
      <w:r w:rsidRPr="000C00CB">
        <w:rPr>
          <w:sz w:val="28"/>
          <w:szCs w:val="28"/>
        </w:rPr>
        <w:t>може</w:t>
      </w:r>
      <w:r>
        <w:rPr>
          <w:sz w:val="28"/>
          <w:szCs w:val="28"/>
          <w:lang w:val="uk-UA"/>
        </w:rPr>
        <w:t xml:space="preserve"> </w:t>
      </w:r>
      <w:r w:rsidRPr="000C00CB">
        <w:rPr>
          <w:sz w:val="28"/>
          <w:szCs w:val="28"/>
        </w:rPr>
        <w:t>призвести до втрати</w:t>
      </w:r>
      <w:r>
        <w:rPr>
          <w:sz w:val="28"/>
          <w:szCs w:val="28"/>
          <w:lang w:val="uk-UA"/>
        </w:rPr>
        <w:t xml:space="preserve"> </w:t>
      </w:r>
      <w:r w:rsidRPr="000C00CB">
        <w:rPr>
          <w:sz w:val="28"/>
          <w:szCs w:val="28"/>
        </w:rPr>
        <w:t>здатності до творчості.</w:t>
      </w:r>
    </w:p>
    <w:p w:rsidR="00C92246" w:rsidRPr="00560C8C" w:rsidRDefault="00C92246" w:rsidP="000C00CB">
      <w:pPr>
        <w:pStyle w:val="NormalWeb"/>
        <w:widowControl w:val="0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lang w:val="uk-UA"/>
        </w:rPr>
      </w:pPr>
      <w:r w:rsidRPr="000C00CB">
        <w:rPr>
          <w:sz w:val="28"/>
          <w:szCs w:val="28"/>
          <w:lang w:val="uk-UA"/>
        </w:rPr>
        <w:t>У зв’язку з цим виникає необхідність цілеспрямованої організації самостійної діяльності студентів, перегляду її змісту, форм і засобів, що сприяють цілеспрямованому розвитку їхніх творчих здібностей. Завдання викладача виявити та допомогти розвити творчі здібності кожного студента, які характеризуються як індивідуально-психологічні особливості, тобто такі якості, якими відрізняється одна людин</w:t>
      </w:r>
      <w:r>
        <w:rPr>
          <w:sz w:val="28"/>
          <w:szCs w:val="28"/>
          <w:lang w:val="uk-UA"/>
        </w:rPr>
        <w:t>а від іншої</w:t>
      </w:r>
      <w:r w:rsidRPr="000C00CB">
        <w:rPr>
          <w:sz w:val="28"/>
          <w:szCs w:val="28"/>
          <w:lang w:val="uk-UA"/>
        </w:rPr>
        <w:t xml:space="preserve"> [4, с. 22</w:t>
      </w:r>
      <w:r w:rsidRPr="0063574C">
        <w:rPr>
          <w:sz w:val="28"/>
          <w:szCs w:val="28"/>
          <w:lang w:val="uk-UA"/>
        </w:rPr>
        <w:t>]</w:t>
      </w:r>
      <w:r>
        <w:rPr>
          <w:sz w:val="28"/>
          <w:szCs w:val="28"/>
          <w:lang w:val="uk-UA"/>
        </w:rPr>
        <w:t>.</w:t>
      </w:r>
    </w:p>
    <w:p w:rsidR="00C92246" w:rsidRPr="0063574C" w:rsidRDefault="00C92246" w:rsidP="000C00CB">
      <w:pPr>
        <w:pStyle w:val="NormalWeb"/>
        <w:widowControl w:val="0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lang w:val="uk-UA"/>
        </w:rPr>
      </w:pPr>
      <w:r w:rsidRPr="0063574C">
        <w:rPr>
          <w:sz w:val="28"/>
          <w:szCs w:val="28"/>
          <w:lang w:val="uk-UA"/>
        </w:rPr>
        <w:t>Доцільно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відмітити, що в сучасній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психології не має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однозначної думки щодо</w:t>
      </w:r>
      <w:r>
        <w:rPr>
          <w:sz w:val="28"/>
          <w:szCs w:val="28"/>
          <w:lang w:val="uk-UA"/>
        </w:rPr>
        <w:t xml:space="preserve"> природи творчого </w:t>
      </w:r>
      <w:r w:rsidRPr="0063574C">
        <w:rPr>
          <w:sz w:val="28"/>
          <w:szCs w:val="28"/>
          <w:lang w:val="uk-UA"/>
        </w:rPr>
        <w:t>мислення. Одні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дослідники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вважають, що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здатність до творчості є вродженою, другі - і до них відносимо себе ми - стверджують, що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здатність, можливо й необхідно розвивати.</w:t>
      </w:r>
    </w:p>
    <w:p w:rsidR="00C92246" w:rsidRPr="00783982" w:rsidRDefault="00C92246" w:rsidP="000C00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C00CB">
        <w:rPr>
          <w:rFonts w:ascii="Times New Roman" w:hAnsi="Times New Roman"/>
          <w:sz w:val="28"/>
          <w:szCs w:val="28"/>
          <w:lang w:val="uk-UA"/>
        </w:rPr>
        <w:t xml:space="preserve">Творчість являє собою тип діяльності, який створює якісно нові матеріальні і духовні цінності або висуває нові, ефективніші способи розв'язання тих чи інших наукових, технічних, соціальних та інших проблем. </w:t>
      </w:r>
      <w:r w:rsidRPr="0063574C">
        <w:rPr>
          <w:rFonts w:ascii="Times New Roman" w:hAnsi="Times New Roman"/>
          <w:sz w:val="28"/>
          <w:szCs w:val="28"/>
          <w:lang w:val="uk-UA"/>
        </w:rPr>
        <w:t>Психолог К.К.Платонов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/>
        </w:rPr>
        <w:t>характеризує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/>
        </w:rPr>
        <w:t>творчість як "мислення у його вищій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/>
        </w:rPr>
        <w:t>формі, яке виходить за межі того, що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/>
        </w:rPr>
        <w:t>потрібно для розв'язування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/>
        </w:rPr>
        <w:t>задачі, що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/>
        </w:rPr>
        <w:t>виникла, вже</w:t>
      </w:r>
      <w:r>
        <w:rPr>
          <w:rFonts w:ascii="Times New Roman" w:hAnsi="Times New Roman"/>
          <w:sz w:val="28"/>
          <w:szCs w:val="28"/>
          <w:lang w:val="uk-UA"/>
        </w:rPr>
        <w:t xml:space="preserve"> відомими способами"</w:t>
      </w:r>
      <w:r w:rsidRPr="0063574C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/>
        </w:rPr>
        <w:t>Творча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/>
        </w:rPr>
        <w:t>особистість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/>
        </w:rPr>
        <w:t>виявляється в активній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/>
        </w:rPr>
        <w:t>багатогранній діяльності людини, що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/>
        </w:rPr>
        <w:t>полягає у засвоєнні і накопиченні знань, умінь, явищ, фактів у відповідній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/>
        </w:rPr>
        <w:t>галузі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/>
        </w:rPr>
        <w:t>матеріального і духовного виробництва і що є базою для інтелектуального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/>
        </w:rPr>
        <w:t>пошуку, у наявності у неї культури мислення, постійного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/>
        </w:rPr>
        <w:t>розширення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/>
        </w:rPr>
        <w:t>бази</w:t>
      </w:r>
      <w:r>
        <w:rPr>
          <w:rFonts w:ascii="Times New Roman" w:hAnsi="Times New Roman"/>
          <w:sz w:val="28"/>
          <w:szCs w:val="28"/>
          <w:lang w:val="uk-UA"/>
        </w:rPr>
        <w:t xml:space="preserve"> знань для експериментування</w:t>
      </w:r>
      <w:r w:rsidRPr="0063574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83982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10, с.35</w:t>
      </w:r>
      <w:r w:rsidRPr="00783982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92246" w:rsidRPr="000C00CB" w:rsidRDefault="00C92246" w:rsidP="000C00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C00CB">
        <w:rPr>
          <w:rFonts w:ascii="Times New Roman" w:hAnsi="Times New Roman"/>
          <w:sz w:val="28"/>
          <w:szCs w:val="28"/>
        </w:rPr>
        <w:t>Для творчої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C00CB">
        <w:rPr>
          <w:rFonts w:ascii="Times New Roman" w:hAnsi="Times New Roman"/>
          <w:sz w:val="28"/>
          <w:szCs w:val="28"/>
        </w:rPr>
        <w:t>особистості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C00CB">
        <w:rPr>
          <w:rFonts w:ascii="Times New Roman" w:hAnsi="Times New Roman"/>
          <w:sz w:val="28"/>
          <w:szCs w:val="28"/>
        </w:rPr>
        <w:t>властива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C00CB">
        <w:rPr>
          <w:rFonts w:ascii="Times New Roman" w:hAnsi="Times New Roman"/>
          <w:sz w:val="28"/>
          <w:szCs w:val="28"/>
        </w:rPr>
        <w:t>орієнтація не на результат, а на процес. Для неї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характернее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C00CB">
        <w:rPr>
          <w:rFonts w:ascii="Times New Roman" w:hAnsi="Times New Roman"/>
          <w:sz w:val="28"/>
          <w:szCs w:val="28"/>
        </w:rPr>
        <w:t>пізнання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C00CB">
        <w:rPr>
          <w:rFonts w:ascii="Times New Roman" w:hAnsi="Times New Roman"/>
          <w:sz w:val="28"/>
          <w:szCs w:val="28"/>
        </w:rPr>
        <w:t>заради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C00CB">
        <w:rPr>
          <w:rFonts w:ascii="Times New Roman" w:hAnsi="Times New Roman"/>
          <w:sz w:val="28"/>
          <w:szCs w:val="28"/>
        </w:rPr>
        <w:t>пізнання. Основним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C00CB">
        <w:rPr>
          <w:rFonts w:ascii="Times New Roman" w:hAnsi="Times New Roman"/>
          <w:sz w:val="28"/>
          <w:szCs w:val="28"/>
        </w:rPr>
        <w:t>критерієм творчості тут висувається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C00CB">
        <w:rPr>
          <w:rFonts w:ascii="Times New Roman" w:hAnsi="Times New Roman"/>
          <w:sz w:val="28"/>
          <w:szCs w:val="28"/>
        </w:rPr>
        <w:t>оригінальність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C00CB">
        <w:rPr>
          <w:rFonts w:ascii="Times New Roman" w:hAnsi="Times New Roman"/>
          <w:sz w:val="28"/>
          <w:szCs w:val="28"/>
        </w:rPr>
        <w:t>пропонованих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C00CB">
        <w:rPr>
          <w:rFonts w:ascii="Times New Roman" w:hAnsi="Times New Roman"/>
          <w:sz w:val="28"/>
          <w:szCs w:val="28"/>
        </w:rPr>
        <w:t>ідей.</w:t>
      </w:r>
    </w:p>
    <w:p w:rsidR="00C92246" w:rsidRPr="00783982" w:rsidRDefault="00C92246" w:rsidP="000C00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C00CB">
        <w:rPr>
          <w:rFonts w:ascii="Times New Roman" w:hAnsi="Times New Roman"/>
          <w:sz w:val="28"/>
          <w:szCs w:val="28"/>
          <w:lang w:val="uk-UA" w:eastAsia="ru-RU"/>
        </w:rPr>
        <w:t xml:space="preserve">Багатьма педагогами творча діяльність визначається як вихід за межі вже існуючих знань, створення чогось нового, оригінального </w:t>
      </w:r>
      <w:r>
        <w:rPr>
          <w:rFonts w:ascii="Times New Roman" w:hAnsi="Times New Roman"/>
          <w:sz w:val="28"/>
          <w:szCs w:val="28"/>
          <w:lang w:eastAsia="ru-RU"/>
        </w:rPr>
        <w:t>[</w:t>
      </w:r>
      <w:r>
        <w:rPr>
          <w:rFonts w:ascii="Times New Roman" w:hAnsi="Times New Roman"/>
          <w:sz w:val="28"/>
          <w:szCs w:val="28"/>
          <w:lang w:val="uk-UA" w:eastAsia="ru-RU"/>
        </w:rPr>
        <w:t>3, с.249-250</w:t>
      </w:r>
      <w:r>
        <w:rPr>
          <w:rFonts w:ascii="Times New Roman" w:hAnsi="Times New Roman"/>
          <w:sz w:val="28"/>
          <w:szCs w:val="28"/>
          <w:lang w:eastAsia="ru-RU"/>
        </w:rPr>
        <w:t>]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C92246" w:rsidRPr="000C00CB" w:rsidRDefault="00C92246" w:rsidP="00E42FCB">
      <w:pPr>
        <w:pStyle w:val="NormalWeb"/>
        <w:widowControl w:val="0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C00CB">
        <w:rPr>
          <w:color w:val="000000"/>
          <w:sz w:val="28"/>
          <w:szCs w:val="28"/>
          <w:lang w:val="uk-UA"/>
        </w:rPr>
        <w:t>Існують методики спонукання та удосконалення творчого мислення. Ефективність вирішення завдань творчого характеру залежить від стилю мислення індивіда. Опираючись на власні дослідження, а також на висновки інших авторів, виділяємо в системі творчого потенціалу особистості у сфері послуг такі основні складові</w:t>
      </w:r>
      <w:r>
        <w:rPr>
          <w:color w:val="000000"/>
          <w:sz w:val="28"/>
          <w:szCs w:val="28"/>
          <w:lang w:val="uk-UA"/>
        </w:rPr>
        <w:t>:</w:t>
      </w:r>
    </w:p>
    <w:p w:rsidR="00C92246" w:rsidRPr="000C00CB" w:rsidRDefault="00C92246" w:rsidP="000C00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00C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1) інтенсивно-пошукова мотивація містить задатки, нахили, які проявляються в підвищеній чутливості, певній вибірковості, а також в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динамічності психічних процесів</w:t>
      </w:r>
      <w:r w:rsidRPr="000C00CB">
        <w:rPr>
          <w:rFonts w:ascii="Times New Roman" w:hAnsi="Times New Roman"/>
          <w:color w:val="000000"/>
          <w:sz w:val="28"/>
          <w:szCs w:val="28"/>
          <w:lang w:val="uk-UA" w:eastAsia="ru-RU"/>
        </w:rPr>
        <w:t>;</w:t>
      </w:r>
    </w:p>
    <w:p w:rsidR="00C92246" w:rsidRPr="000C00CB" w:rsidRDefault="00C92246" w:rsidP="000C00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00CB">
        <w:rPr>
          <w:rFonts w:ascii="Times New Roman" w:hAnsi="Times New Roman"/>
          <w:color w:val="000000"/>
          <w:sz w:val="28"/>
          <w:szCs w:val="28"/>
          <w:lang w:val="uk-UA" w:eastAsia="ru-RU"/>
        </w:rPr>
        <w:t>2) пізнавальна активність – це інтереси, їх спрямованість, частота і систематичність прояву, домінування пізнавальних інтересів; схильність до по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стійних порівнянь, співставлень</w:t>
      </w:r>
      <w:r w:rsidRPr="000C00CB">
        <w:rPr>
          <w:rFonts w:ascii="Times New Roman" w:hAnsi="Times New Roman"/>
          <w:color w:val="000000"/>
          <w:sz w:val="28"/>
          <w:szCs w:val="28"/>
          <w:lang w:val="uk-UA" w:eastAsia="ru-RU"/>
        </w:rPr>
        <w:t>;</w:t>
      </w:r>
    </w:p>
    <w:p w:rsidR="00C92246" w:rsidRPr="000C00CB" w:rsidRDefault="00C92246" w:rsidP="000C00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3) незалежність, самостійність, </w:t>
      </w:r>
      <w:r w:rsidRPr="000C00CB">
        <w:rPr>
          <w:rFonts w:ascii="Times New Roman" w:hAnsi="Times New Roman"/>
          <w:color w:val="000000"/>
          <w:sz w:val="28"/>
          <w:szCs w:val="28"/>
          <w:lang w:val="uk-UA" w:eastAsia="ru-RU"/>
        </w:rPr>
        <w:t>наполегливість, цілеспрямованість, рішучість, працелюбство, систематичність в роботі, сміливе прийняття рішень; здатність до вироблення особистісних стратегій і тактик при вирішенні загальних 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спеціальних нових проблем</w:t>
      </w:r>
      <w:r w:rsidRPr="000C00CB">
        <w:rPr>
          <w:rFonts w:ascii="Times New Roman" w:hAnsi="Times New Roman"/>
          <w:color w:val="000000"/>
          <w:sz w:val="28"/>
          <w:szCs w:val="28"/>
          <w:lang w:val="uk-UA" w:eastAsia="ru-RU"/>
        </w:rPr>
        <w:t>;</w:t>
      </w:r>
    </w:p>
    <w:p w:rsidR="00C92246" w:rsidRPr="0063574C" w:rsidRDefault="00C92246" w:rsidP="000C00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C00CB">
        <w:rPr>
          <w:rFonts w:ascii="Times New Roman" w:hAnsi="Times New Roman"/>
          <w:color w:val="000000"/>
          <w:sz w:val="28"/>
          <w:szCs w:val="28"/>
          <w:lang w:val="uk-UA" w:eastAsia="ru-RU"/>
        </w:rPr>
        <w:t>4)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ч</w:t>
      </w:r>
      <w:r w:rsidRPr="000C00CB">
        <w:rPr>
          <w:rFonts w:ascii="Times New Roman" w:hAnsi="Times New Roman"/>
          <w:sz w:val="28"/>
          <w:szCs w:val="28"/>
          <w:lang w:val="uk-UA" w:eastAsia="ru-RU"/>
        </w:rPr>
        <w:t>утливість до продуктів розумового процесу передбачає</w:t>
      </w:r>
      <w:r w:rsidRPr="000C00C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емоційну забарвленість окремих процесів, емоційне відношення, вплив почуттів на суб’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єктивне оцінювання, вибір тощо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[</w:t>
      </w:r>
      <w:r>
        <w:rPr>
          <w:rFonts w:ascii="Times New Roman" w:hAnsi="Times New Roman"/>
          <w:sz w:val="28"/>
          <w:szCs w:val="28"/>
          <w:lang w:val="uk-UA" w:eastAsia="ru-RU"/>
        </w:rPr>
        <w:t>9, с.28-32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]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C92246" w:rsidRPr="0063574C" w:rsidRDefault="00C92246" w:rsidP="000C00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3574C">
        <w:rPr>
          <w:rFonts w:ascii="Times New Roman" w:hAnsi="Times New Roman"/>
          <w:sz w:val="28"/>
          <w:szCs w:val="28"/>
          <w:lang w:val="uk-UA" w:eastAsia="ru-RU"/>
        </w:rPr>
        <w:t>У сучасних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умовах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людина повинна сприймати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величезний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обсяг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інформації, осмислювати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її і на основі здобутих знань самостійно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розв'язувати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нові, складніші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завдання. І якщо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 xml:space="preserve">сьогоднішній студент </w:t>
      </w:r>
      <w:r w:rsidRPr="000C00CB">
        <w:rPr>
          <w:rFonts w:ascii="Times New Roman" w:hAnsi="Times New Roman"/>
          <w:sz w:val="28"/>
          <w:szCs w:val="28"/>
          <w:lang w:val="uk-UA" w:eastAsia="ru-RU"/>
        </w:rPr>
        <w:t xml:space="preserve">–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завтрашній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випускник</w:t>
      </w:r>
      <w:r w:rsidRPr="000C00CB">
        <w:rPr>
          <w:rFonts w:ascii="Times New Roman" w:hAnsi="Times New Roman"/>
          <w:sz w:val="28"/>
          <w:szCs w:val="28"/>
          <w:lang w:val="uk-UA" w:eastAsia="ru-RU"/>
        </w:rPr>
        <w:t xml:space="preserve"> –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буде мати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глибокі та міцні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знання, вміти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їх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застосовувати в різних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практичних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ситуаціях, то він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з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може стати конкурентоспроможним на ринку праці, максимально реалізує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свої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потенційні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можливості.</w:t>
      </w:r>
    </w:p>
    <w:p w:rsidR="00C92246" w:rsidRPr="0063574C" w:rsidRDefault="00C92246" w:rsidP="000513F0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3574C">
        <w:rPr>
          <w:rFonts w:ascii="Times New Roman" w:hAnsi="Times New Roman"/>
          <w:sz w:val="28"/>
          <w:szCs w:val="28"/>
          <w:lang w:val="uk-UA" w:eastAsia="ru-RU"/>
        </w:rPr>
        <w:t>Щоб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людина могла самостійно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пізнавати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навколишній світ, її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цьому треба вчити.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C00CB">
        <w:rPr>
          <w:rFonts w:ascii="Times New Roman" w:hAnsi="Times New Roman"/>
          <w:sz w:val="28"/>
          <w:szCs w:val="28"/>
          <w:lang w:val="uk-UA" w:eastAsia="ru-RU"/>
        </w:rPr>
        <w:t>Як свідчить досвід, найбільш ефективним і виправданим в цьому плані є застосування інтерактивних методів навчання, де учитель перестає бути головним джерелом інформації, але зростає його роль в організації самостійної пізнавальної діяльності студентів.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Усім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відомо, щонайкраще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людина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робить ту справу, яка їй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подобається; дитину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можна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навчити, тільки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зацікавивши. Кож</w:t>
      </w:r>
      <w:r w:rsidRPr="000C00CB">
        <w:rPr>
          <w:rFonts w:ascii="Times New Roman" w:hAnsi="Times New Roman"/>
          <w:sz w:val="28"/>
          <w:szCs w:val="28"/>
          <w:lang w:val="uk-UA" w:eastAsia="ru-RU"/>
        </w:rPr>
        <w:t>на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на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вчальна </w:t>
      </w:r>
      <w:r w:rsidRPr="000C00CB">
        <w:rPr>
          <w:rFonts w:ascii="Times New Roman" w:hAnsi="Times New Roman"/>
          <w:sz w:val="28"/>
          <w:szCs w:val="28"/>
          <w:lang w:val="uk-UA" w:eastAsia="ru-RU"/>
        </w:rPr>
        <w:t>дисципліна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має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свої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специфічні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особливості, які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дають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змогу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певним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чином сприяти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формуванню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інтересу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у студентів, їх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самостійності та творчої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а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 xml:space="preserve">ктивності. </w:t>
      </w:r>
    </w:p>
    <w:p w:rsidR="00C92246" w:rsidRPr="000C00CB" w:rsidRDefault="00C92246" w:rsidP="000513F0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C00CB">
        <w:rPr>
          <w:rFonts w:ascii="Times New Roman" w:hAnsi="Times New Roman"/>
          <w:sz w:val="28"/>
          <w:szCs w:val="28"/>
          <w:lang w:val="uk-UA" w:eastAsia="ru-RU"/>
        </w:rPr>
        <w:t>Інноваційне навчання –процес і результат творчого пошуку оригінальних та нестандартних рішень освітніх проблем, зокрема: нових навчальних технологій, оригінальних виховних ідей, нестандартних підходів в педагогічному управлінні тощо. Воно має ті ж компоненти, що й традиційне навчання, однак змінюється змістовне наповнення цих компонентів, зокрема мети, змісту, форм, методів організації тощо.</w:t>
      </w:r>
    </w:p>
    <w:p w:rsidR="00C92246" w:rsidRPr="00560C8C" w:rsidRDefault="00C92246" w:rsidP="000C00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C00CB">
        <w:rPr>
          <w:rFonts w:ascii="Times New Roman" w:hAnsi="Times New Roman"/>
          <w:sz w:val="28"/>
          <w:szCs w:val="28"/>
          <w:lang w:eastAsia="ru-RU"/>
        </w:rPr>
        <w:t>Інноваційне навчання, навідміну від традиційного, спрямоване не на навчальний предмет і подання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C00CB">
        <w:rPr>
          <w:rFonts w:ascii="Times New Roman" w:hAnsi="Times New Roman"/>
          <w:sz w:val="28"/>
          <w:szCs w:val="28"/>
          <w:lang w:eastAsia="ru-RU"/>
        </w:rPr>
        <w:t>студентові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C00CB">
        <w:rPr>
          <w:rFonts w:ascii="Times New Roman" w:hAnsi="Times New Roman"/>
          <w:sz w:val="28"/>
          <w:szCs w:val="28"/>
          <w:lang w:eastAsia="ru-RU"/>
        </w:rPr>
        <w:t>повної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C00CB">
        <w:rPr>
          <w:rFonts w:ascii="Times New Roman" w:hAnsi="Times New Roman"/>
          <w:sz w:val="28"/>
          <w:szCs w:val="28"/>
          <w:lang w:eastAsia="ru-RU"/>
        </w:rPr>
        <w:t>суми знань, а передовсім –на розвиток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C00CB">
        <w:rPr>
          <w:rFonts w:ascii="Times New Roman" w:hAnsi="Times New Roman"/>
          <w:sz w:val="28"/>
          <w:szCs w:val="28"/>
          <w:lang w:eastAsia="ru-RU"/>
        </w:rPr>
        <w:t>особистості студента. Мету такого навчання філософ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C00CB">
        <w:rPr>
          <w:rFonts w:ascii="Times New Roman" w:hAnsi="Times New Roman"/>
          <w:sz w:val="28"/>
          <w:szCs w:val="28"/>
          <w:lang w:eastAsia="ru-RU"/>
        </w:rPr>
        <w:t>К.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C00CB">
        <w:rPr>
          <w:rFonts w:ascii="Times New Roman" w:hAnsi="Times New Roman"/>
          <w:sz w:val="28"/>
          <w:szCs w:val="28"/>
          <w:lang w:eastAsia="ru-RU"/>
        </w:rPr>
        <w:t>Поппер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C00CB">
        <w:rPr>
          <w:rFonts w:ascii="Times New Roman" w:hAnsi="Times New Roman"/>
          <w:sz w:val="28"/>
          <w:szCs w:val="28"/>
          <w:lang w:eastAsia="ru-RU"/>
        </w:rPr>
        <w:t>визначив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C00CB">
        <w:rPr>
          <w:rFonts w:ascii="Times New Roman" w:hAnsi="Times New Roman"/>
          <w:sz w:val="28"/>
          <w:szCs w:val="28"/>
          <w:lang w:eastAsia="ru-RU"/>
        </w:rPr>
        <w:t>двома словами: «Не зашкодь ... дай молодим те, в чому вони відчувають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C00CB">
        <w:rPr>
          <w:rFonts w:ascii="Times New Roman" w:hAnsi="Times New Roman"/>
          <w:sz w:val="28"/>
          <w:szCs w:val="28"/>
          <w:lang w:eastAsia="ru-RU"/>
        </w:rPr>
        <w:t>нагальну потребу, щоб стати незалежним від нас і спроможними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C00CB">
        <w:rPr>
          <w:rFonts w:ascii="Times New Roman" w:hAnsi="Times New Roman"/>
          <w:sz w:val="28"/>
          <w:szCs w:val="28"/>
          <w:lang w:eastAsia="ru-RU"/>
        </w:rPr>
        <w:t>робити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C00CB">
        <w:rPr>
          <w:rFonts w:ascii="Times New Roman" w:hAnsi="Times New Roman"/>
          <w:sz w:val="28"/>
          <w:szCs w:val="28"/>
          <w:lang w:eastAsia="ru-RU"/>
        </w:rPr>
        <w:t>свій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вибір»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[</w:t>
      </w:r>
      <w:r>
        <w:rPr>
          <w:rFonts w:ascii="Times New Roman" w:hAnsi="Times New Roman"/>
          <w:sz w:val="28"/>
          <w:szCs w:val="28"/>
          <w:lang w:val="uk-UA" w:eastAsia="ru-RU"/>
        </w:rPr>
        <w:t>8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, с.43]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C92246" w:rsidRPr="00783982" w:rsidRDefault="00C92246" w:rsidP="000C00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3574C">
        <w:rPr>
          <w:rFonts w:ascii="Times New Roman" w:hAnsi="Times New Roman"/>
          <w:sz w:val="28"/>
          <w:szCs w:val="28"/>
          <w:lang w:val="uk-UA" w:eastAsia="ru-RU"/>
        </w:rPr>
        <w:t>Слід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також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пригадати слова К.Роджерса, що «не так вже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важливо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вчити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дітей, як важливо створити ситуацію, 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якій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дитина просто могла б вчитися сама 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робила б це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із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 xml:space="preserve">задоволенням» </w:t>
      </w:r>
      <w:r>
        <w:rPr>
          <w:rFonts w:ascii="Times New Roman" w:hAnsi="Times New Roman"/>
          <w:sz w:val="28"/>
          <w:szCs w:val="28"/>
          <w:lang w:eastAsia="ru-RU"/>
        </w:rPr>
        <w:t>[</w:t>
      </w:r>
      <w:r>
        <w:rPr>
          <w:rFonts w:ascii="Times New Roman" w:hAnsi="Times New Roman"/>
          <w:sz w:val="28"/>
          <w:szCs w:val="28"/>
          <w:lang w:val="uk-UA" w:eastAsia="ru-RU"/>
        </w:rPr>
        <w:t>7</w:t>
      </w:r>
      <w:r w:rsidRPr="000C00CB">
        <w:rPr>
          <w:rFonts w:ascii="Times New Roman" w:hAnsi="Times New Roman"/>
          <w:sz w:val="28"/>
          <w:szCs w:val="28"/>
          <w:lang w:eastAsia="ru-RU"/>
        </w:rPr>
        <w:t>, с.23</w:t>
      </w:r>
      <w:r>
        <w:rPr>
          <w:rFonts w:ascii="Times New Roman" w:hAnsi="Times New Roman"/>
          <w:sz w:val="28"/>
          <w:szCs w:val="28"/>
          <w:lang w:eastAsia="ru-RU"/>
        </w:rPr>
        <w:t>]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C92246" w:rsidRPr="000C00CB" w:rsidRDefault="00C92246" w:rsidP="00ED0B0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І</w:t>
      </w:r>
      <w:r w:rsidRPr="000C00CB">
        <w:rPr>
          <w:rFonts w:ascii="Times New Roman" w:hAnsi="Times New Roman"/>
          <w:sz w:val="28"/>
          <w:szCs w:val="28"/>
          <w:lang w:eastAsia="ru-RU"/>
        </w:rPr>
        <w:t>нноваційне навчання передбачає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C00CB">
        <w:rPr>
          <w:rFonts w:ascii="Times New Roman" w:hAnsi="Times New Roman"/>
          <w:sz w:val="28"/>
          <w:szCs w:val="28"/>
          <w:lang w:eastAsia="ru-RU"/>
        </w:rPr>
        <w:t xml:space="preserve">розвиток у студентів таких умінь і навичок: </w:t>
      </w:r>
    </w:p>
    <w:p w:rsidR="00C92246" w:rsidRPr="000C00CB" w:rsidRDefault="00C92246" w:rsidP="000C00CB">
      <w:pPr>
        <w:pStyle w:val="ListParagraph"/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C00CB">
        <w:rPr>
          <w:rFonts w:ascii="Times New Roman" w:hAnsi="Times New Roman"/>
          <w:sz w:val="28"/>
          <w:szCs w:val="28"/>
          <w:lang w:val="uk-UA" w:eastAsia="ru-RU"/>
        </w:rPr>
        <w:t>збирати й аналізувати матеріали, що надходять з різних джерел, і критично використовувати ці матеріали;</w:t>
      </w:r>
    </w:p>
    <w:p w:rsidR="00C92246" w:rsidRPr="000C00CB" w:rsidRDefault="00C92246" w:rsidP="000C00CB">
      <w:pPr>
        <w:pStyle w:val="ListParagraph"/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C00CB">
        <w:rPr>
          <w:rFonts w:ascii="Times New Roman" w:hAnsi="Times New Roman"/>
          <w:sz w:val="28"/>
          <w:szCs w:val="28"/>
          <w:lang w:val="uk-UA" w:eastAsia="ru-RU"/>
        </w:rPr>
        <w:t xml:space="preserve">обирати між різними версіями або тлумаченнями декілька точок зору і давати їм оцінку; </w:t>
      </w:r>
    </w:p>
    <w:p w:rsidR="00C92246" w:rsidRPr="000C00CB" w:rsidRDefault="00C92246" w:rsidP="000C00CB">
      <w:pPr>
        <w:pStyle w:val="ListParagraph"/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C00CB">
        <w:rPr>
          <w:rFonts w:ascii="Times New Roman" w:hAnsi="Times New Roman"/>
          <w:sz w:val="28"/>
          <w:szCs w:val="28"/>
          <w:lang w:val="uk-UA" w:eastAsia="ru-RU"/>
        </w:rPr>
        <w:t>відрізняти факт від вимислу, викривати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упередженість, необ‘єктивність</w:t>
      </w:r>
      <w:r w:rsidRPr="000C00CB">
        <w:rPr>
          <w:rFonts w:ascii="Times New Roman" w:hAnsi="Times New Roman"/>
          <w:sz w:val="28"/>
          <w:szCs w:val="28"/>
          <w:lang w:val="uk-UA" w:eastAsia="ru-RU"/>
        </w:rPr>
        <w:t xml:space="preserve">; </w:t>
      </w:r>
    </w:p>
    <w:p w:rsidR="00C92246" w:rsidRPr="000C00CB" w:rsidRDefault="00C92246" w:rsidP="000C00CB">
      <w:pPr>
        <w:pStyle w:val="ListParagraph"/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C00CB">
        <w:rPr>
          <w:rFonts w:ascii="Times New Roman" w:hAnsi="Times New Roman"/>
          <w:sz w:val="28"/>
          <w:szCs w:val="28"/>
          <w:lang w:val="uk-UA" w:eastAsia="ru-RU"/>
        </w:rPr>
        <w:t xml:space="preserve">робити незалежні та виважені оцінки та досягати справедливих і збалансованих рішень на підставі аналізу доступних фактів та вивчення широкого кола можливостей; </w:t>
      </w:r>
    </w:p>
    <w:p w:rsidR="00C92246" w:rsidRPr="000C00CB" w:rsidRDefault="00C92246" w:rsidP="000C00CB">
      <w:pPr>
        <w:pStyle w:val="ListParagraph"/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C00CB">
        <w:rPr>
          <w:rFonts w:ascii="Times New Roman" w:hAnsi="Times New Roman"/>
          <w:sz w:val="28"/>
          <w:szCs w:val="28"/>
          <w:lang w:val="uk-UA" w:eastAsia="ru-RU"/>
        </w:rPr>
        <w:t>розуміти, що ті або інші висновки можна знову оцінювати у крізь призму нових а</w:t>
      </w:r>
      <w:r>
        <w:rPr>
          <w:rFonts w:ascii="Times New Roman" w:hAnsi="Times New Roman"/>
          <w:sz w:val="28"/>
          <w:szCs w:val="28"/>
          <w:lang w:val="uk-UA" w:eastAsia="ru-RU"/>
        </w:rPr>
        <w:t>бо заново переглянутих фактів [1, с.123].</w:t>
      </w:r>
    </w:p>
    <w:p w:rsidR="00C92246" w:rsidRPr="00783982" w:rsidRDefault="00C92246" w:rsidP="002F1E16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3574C">
        <w:rPr>
          <w:rFonts w:ascii="Times New Roman" w:hAnsi="Times New Roman"/>
          <w:sz w:val="28"/>
          <w:szCs w:val="28"/>
          <w:lang w:val="uk-UA" w:eastAsia="ru-RU"/>
        </w:rPr>
        <w:t>Принциповою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відмінністю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інноваційного навчання є те, що в ньому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головною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дієвою особою є студент. Відомий педагог Дж.Дьюї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зауважував, що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інноваційне навчання ґрунтується на принципово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відмінних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уявленнях про дітей і знання</w:t>
      </w:r>
      <w:r w:rsidRPr="000C00CB">
        <w:rPr>
          <w:rFonts w:ascii="Times New Roman" w:hAnsi="Times New Roman"/>
          <w:sz w:val="28"/>
          <w:szCs w:val="28"/>
          <w:lang w:val="uk-UA" w:eastAsia="ru-RU"/>
        </w:rPr>
        <w:t xml:space="preserve"> і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підкреслював: «Ми повинні стати на місце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дитини і виходити з неї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3982">
        <w:rPr>
          <w:rFonts w:ascii="Times New Roman" w:hAnsi="Times New Roman"/>
          <w:sz w:val="28"/>
          <w:szCs w:val="28"/>
          <w:lang w:val="uk-UA" w:eastAsia="ru-RU"/>
        </w:rPr>
        <w:t>[</w:t>
      </w:r>
      <w:r>
        <w:rPr>
          <w:rFonts w:ascii="Times New Roman" w:hAnsi="Times New Roman"/>
          <w:sz w:val="28"/>
          <w:szCs w:val="28"/>
          <w:lang w:val="uk-UA" w:eastAsia="ru-RU"/>
        </w:rPr>
        <w:t>6</w:t>
      </w:r>
      <w:r w:rsidRPr="00783982">
        <w:rPr>
          <w:rFonts w:ascii="Times New Roman" w:hAnsi="Times New Roman"/>
          <w:sz w:val="28"/>
          <w:szCs w:val="28"/>
          <w:lang w:val="uk-UA" w:eastAsia="ru-RU"/>
        </w:rPr>
        <w:t>, с.36]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C92246" w:rsidRPr="000C00CB" w:rsidRDefault="00C92246" w:rsidP="000C00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C00CB">
        <w:rPr>
          <w:rFonts w:ascii="Times New Roman" w:hAnsi="Times New Roman"/>
          <w:sz w:val="28"/>
          <w:szCs w:val="28"/>
          <w:lang w:eastAsia="ru-RU"/>
        </w:rPr>
        <w:t>Інноваційне навчання створюєновий тип навчально-виховного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C00CB">
        <w:rPr>
          <w:rFonts w:ascii="Times New Roman" w:hAnsi="Times New Roman"/>
          <w:sz w:val="28"/>
          <w:szCs w:val="28"/>
          <w:lang w:eastAsia="ru-RU"/>
        </w:rPr>
        <w:t>процесу, який не обмежує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C00CB">
        <w:rPr>
          <w:rFonts w:ascii="Times New Roman" w:hAnsi="Times New Roman"/>
          <w:sz w:val="28"/>
          <w:szCs w:val="28"/>
          <w:lang w:eastAsia="ru-RU"/>
        </w:rPr>
        <w:t>особистість викладача і студента, а надає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C00CB">
        <w:rPr>
          <w:rFonts w:ascii="Times New Roman" w:hAnsi="Times New Roman"/>
          <w:sz w:val="28"/>
          <w:szCs w:val="28"/>
          <w:lang w:eastAsia="ru-RU"/>
        </w:rPr>
        <w:t>простір для творчості.</w:t>
      </w:r>
    </w:p>
    <w:p w:rsidR="00C92246" w:rsidRPr="000C00CB" w:rsidRDefault="00C92246" w:rsidP="000C00CB">
      <w:pPr>
        <w:pStyle w:val="NormalWeb"/>
        <w:widowControl w:val="0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lang w:val="uk-UA"/>
        </w:rPr>
      </w:pPr>
      <w:r w:rsidRPr="000C00CB">
        <w:rPr>
          <w:sz w:val="28"/>
          <w:szCs w:val="28"/>
          <w:lang w:val="uk-UA"/>
        </w:rPr>
        <w:t>З метою формування творчої особистості студента в навчальному процесі сучасна дидактика рекомендує збагачувати традиційні методи навчання такими прийомами та способами, які сприяли б формуванню у студентів мотивації учіння майбутньої професійної діяльності та змістових життєвих настанов, високого рівня активності й емоційної заангажованості в навчально-пізнавальній діяльності, створенню умов для активного набуття учнями загальнонаукових та профес</w:t>
      </w:r>
      <w:r>
        <w:rPr>
          <w:sz w:val="28"/>
          <w:szCs w:val="28"/>
          <w:lang w:val="uk-UA"/>
        </w:rPr>
        <w:t>ійних знань, навичок та вмінь.</w:t>
      </w:r>
    </w:p>
    <w:p w:rsidR="00C92246" w:rsidRPr="0063574C" w:rsidRDefault="00C92246" w:rsidP="000C00CB">
      <w:pPr>
        <w:pStyle w:val="NormalWeb"/>
        <w:widowControl w:val="0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lang w:val="uk-UA"/>
        </w:rPr>
      </w:pPr>
      <w:r w:rsidRPr="0063574C">
        <w:rPr>
          <w:sz w:val="28"/>
          <w:szCs w:val="28"/>
          <w:lang w:val="uk-UA"/>
        </w:rPr>
        <w:t>Аналіз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досвіду роботи вчителів, власних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спостережень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дає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змогу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виділити низку труднощів, що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гальмують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розвиток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творчих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здібностей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особистості. Найвагомішими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серед них є психолого-гносеологічні, які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ґрунтуються на “здоровому глузді”, інерції думки, стереотипності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 xml:space="preserve">мислення. </w:t>
      </w:r>
    </w:p>
    <w:p w:rsidR="00C92246" w:rsidRPr="004D3B48" w:rsidRDefault="00C92246" w:rsidP="000C00CB">
      <w:pPr>
        <w:pStyle w:val="NormalWeb"/>
        <w:widowControl w:val="0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lang w:val="uk-UA"/>
        </w:rPr>
      </w:pPr>
      <w:r w:rsidRPr="0063574C">
        <w:rPr>
          <w:sz w:val="28"/>
          <w:szCs w:val="28"/>
          <w:lang w:val="uk-UA"/>
        </w:rPr>
        <w:t>Розвитком творчості й узагалі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творчим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процесом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керувати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важко. Вплинути на організацію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такої діяльності можливо, лише створивши для цього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відповідні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умови, а саме: 1) проводити навчання ватмосфері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взаєморозуміння, співтворчості, сприймаючи кожного студента як особистість; 2) пріоритетною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має стати діалогічна форма ведення занять, коли студенти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мають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змогу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самостійно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мислити, вносити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пропозиції, набувають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навичок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відстоювати свою думку; 3) на заняттях</w:t>
      </w:r>
      <w:r>
        <w:rPr>
          <w:sz w:val="28"/>
          <w:szCs w:val="28"/>
          <w:lang w:val="uk-UA"/>
        </w:rPr>
        <w:t xml:space="preserve"> доцільно створювати </w:t>
      </w:r>
      <w:r w:rsidRPr="0063574C">
        <w:rPr>
          <w:sz w:val="28"/>
          <w:szCs w:val="28"/>
          <w:lang w:val="uk-UA"/>
        </w:rPr>
        <w:t>ситуації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вибору і давати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можливість студентам здійснювати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цей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вибір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[</w:t>
      </w:r>
      <w:r>
        <w:rPr>
          <w:sz w:val="28"/>
          <w:szCs w:val="28"/>
          <w:lang w:val="uk-UA"/>
        </w:rPr>
        <w:t>2</w:t>
      </w:r>
      <w:r w:rsidRPr="0063574C">
        <w:rPr>
          <w:sz w:val="28"/>
          <w:szCs w:val="28"/>
          <w:lang w:val="uk-UA"/>
        </w:rPr>
        <w:t>, с</w:t>
      </w:r>
      <w:r>
        <w:rPr>
          <w:sz w:val="28"/>
          <w:szCs w:val="28"/>
          <w:lang w:val="uk-UA"/>
        </w:rPr>
        <w:t>.51</w:t>
      </w:r>
      <w:r w:rsidRPr="0063574C">
        <w:rPr>
          <w:sz w:val="28"/>
          <w:szCs w:val="28"/>
          <w:lang w:val="uk-UA"/>
        </w:rPr>
        <w:t>]</w:t>
      </w:r>
      <w:r>
        <w:rPr>
          <w:sz w:val="28"/>
          <w:szCs w:val="28"/>
          <w:lang w:val="uk-UA"/>
        </w:rPr>
        <w:t>.</w:t>
      </w:r>
    </w:p>
    <w:p w:rsidR="00C92246" w:rsidRPr="0063574C" w:rsidRDefault="00C92246" w:rsidP="000C00CB">
      <w:pPr>
        <w:pStyle w:val="NormalWeb"/>
        <w:widowControl w:val="0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lang w:val="uk-UA"/>
        </w:rPr>
      </w:pPr>
      <w:r w:rsidRPr="000C00CB">
        <w:rPr>
          <w:sz w:val="28"/>
          <w:szCs w:val="28"/>
          <w:lang w:val="uk-UA"/>
        </w:rPr>
        <w:t xml:space="preserve">Метод творчих завдань, які виступають активним засобом активної роботи мислення, напруження пам’яті, актуалізації накопичених знань, є основним у процесі формування досвіду перетворювальної діяльності. </w:t>
      </w:r>
      <w:r w:rsidRPr="0063574C">
        <w:rPr>
          <w:sz w:val="28"/>
          <w:szCs w:val="28"/>
          <w:lang w:val="uk-UA"/>
        </w:rPr>
        <w:t>Певна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послідовність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творчих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завдань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зумовлюється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рівнем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їх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складності, який співвідноситься з певним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етапом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>пізнавального</w:t>
      </w:r>
      <w:r>
        <w:rPr>
          <w:sz w:val="28"/>
          <w:szCs w:val="28"/>
          <w:lang w:val="uk-UA"/>
        </w:rPr>
        <w:t xml:space="preserve"> </w:t>
      </w:r>
      <w:r w:rsidRPr="0063574C">
        <w:rPr>
          <w:sz w:val="28"/>
          <w:szCs w:val="28"/>
          <w:lang w:val="uk-UA"/>
        </w:rPr>
        <w:t xml:space="preserve">процесу. </w:t>
      </w:r>
    </w:p>
    <w:p w:rsidR="00C92246" w:rsidRPr="000502DE" w:rsidRDefault="00C92246" w:rsidP="000C00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3574C">
        <w:rPr>
          <w:rFonts w:ascii="Times New Roman" w:hAnsi="Times New Roman"/>
          <w:sz w:val="28"/>
          <w:szCs w:val="28"/>
          <w:lang w:val="uk-UA"/>
        </w:rPr>
        <w:t>Розвиток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/>
        </w:rPr>
        <w:t>творчих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/>
        </w:rPr>
        <w:t>здібностей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/>
        </w:rPr>
        <w:t>не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/>
        </w:rPr>
        <w:t>віддільний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/>
        </w:rPr>
        <w:t>також від процесу виховання певних рис характеру. У педагогічні й практиці є чимало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/>
        </w:rPr>
        <w:t>прикладів, коли особа має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/>
        </w:rPr>
        <w:t>великі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/>
        </w:rPr>
        <w:t>здібності, але вони лишаються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/>
        </w:rPr>
        <w:t>нерозвиненими.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/>
        </w:rPr>
        <w:t>Причина цього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/>
        </w:rPr>
        <w:t>явища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/>
        </w:rPr>
        <w:t>полягає у відсутності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/>
        </w:rPr>
        <w:t>або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/>
        </w:rPr>
        <w:t>непостійності тих рис характеру, які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/>
        </w:rPr>
        <w:t>можуть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/>
        </w:rPr>
        <w:t>забезпечити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/>
        </w:rPr>
        <w:t>розвиток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/>
        </w:rPr>
        <w:t>творчих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/>
        </w:rPr>
        <w:t>здібностей, а саме: сміливість, готовність до ризику, самостійність, ініціативність, упевненість у своїх силах і здібностях, цілеспрямованість, наполегливість, уміння довести почату справу до кінця, працелюбність, емоційна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/>
        </w:rPr>
        <w:t>активність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 xml:space="preserve">5, </w:t>
      </w:r>
      <w:r w:rsidRPr="0063574C">
        <w:rPr>
          <w:rFonts w:ascii="Times New Roman" w:hAnsi="Times New Roman"/>
          <w:sz w:val="28"/>
          <w:szCs w:val="28"/>
          <w:lang w:val="uk-UA"/>
        </w:rPr>
        <w:t>с.</w:t>
      </w:r>
      <w:r>
        <w:rPr>
          <w:rFonts w:ascii="Times New Roman" w:hAnsi="Times New Roman"/>
          <w:sz w:val="28"/>
          <w:szCs w:val="28"/>
          <w:lang w:val="uk-UA"/>
        </w:rPr>
        <w:t>108</w:t>
      </w:r>
      <w:r w:rsidRPr="0063574C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92246" w:rsidRPr="000C00CB" w:rsidRDefault="00C92246" w:rsidP="000C00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C00CB">
        <w:rPr>
          <w:rFonts w:ascii="Times New Roman" w:hAnsi="Times New Roman"/>
          <w:sz w:val="28"/>
          <w:szCs w:val="28"/>
          <w:lang w:val="uk-UA"/>
        </w:rPr>
        <w:t>Метою творчої навчальної діяльності студентів має бути пробудження активних дослідницьких інтересів. Активність і глибока зацікавленість творчим процесом сприяють розширенню знань, інтересів і форм пізнання, стимулюють до пошуку нових фактів, додаткової інформації.</w:t>
      </w:r>
    </w:p>
    <w:p w:rsidR="00C92246" w:rsidRPr="0063574C" w:rsidRDefault="00C92246" w:rsidP="000C00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C00CB">
        <w:rPr>
          <w:rFonts w:ascii="Times New Roman" w:hAnsi="Times New Roman"/>
          <w:sz w:val="28"/>
          <w:szCs w:val="28"/>
          <w:lang w:val="uk-UA"/>
        </w:rPr>
        <w:t>Таким чином, дослідження науковців, експериментальні дані дозволяють визначити такі педагогічні умови, які сприяють формуванню творчих здібностей студентів: забезпечення позитивної мотивації студентів до навчальної чи навчально-творчої діяльності; введення й активне використання нових форм і методів, які стимулюють розвиток творчих здібностей особистості; творча атмосфера, здоровий морально-психологічний клімат у колективі; залучення студентів до активної комунікативно-ігрової діяльності.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C00CB">
        <w:rPr>
          <w:rFonts w:ascii="Times New Roman" w:hAnsi="Times New Roman"/>
          <w:sz w:val="28"/>
          <w:szCs w:val="28"/>
          <w:lang w:val="uk-UA"/>
        </w:rPr>
        <w:t>Перспективи подальших пошуків у напрямку дослідження. Ми вважаємо, що творчу навчальну діяльність треба планувати з урахуванням етапів творчого процесу, оскільки його основним етапам відповідають різні складники кінцевого продукту творчої діяльності студентів, що забезпечує можливість педагогічного управління та самоуправління цим процесом.</w:t>
      </w:r>
    </w:p>
    <w:p w:rsidR="00C92246" w:rsidRPr="007D48A6" w:rsidRDefault="00C92246" w:rsidP="000C00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92246" w:rsidRPr="0063574C" w:rsidRDefault="00C92246" w:rsidP="000C00C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574C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C92246" w:rsidRPr="008F103E" w:rsidRDefault="00C92246" w:rsidP="00307E6A">
      <w:pPr>
        <w:pStyle w:val="ListParagraph"/>
        <w:widowControl w:val="0"/>
        <w:numPr>
          <w:ilvl w:val="0"/>
          <w:numId w:val="4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F103E">
        <w:rPr>
          <w:rFonts w:ascii="Times New Roman" w:hAnsi="Times New Roman"/>
          <w:sz w:val="28"/>
          <w:szCs w:val="28"/>
          <w:lang w:val="uk-UA" w:eastAsia="ru-RU"/>
        </w:rPr>
        <w:t>Галузинський В.М. Основи педагогіки та психології вищої школи в Україні: навчальний посібник / В.М. Галузинський, М.Б. Євтух. –К.: ІНТЕЛ, 1995.–168 с.</w:t>
      </w:r>
    </w:p>
    <w:p w:rsidR="00C92246" w:rsidRPr="008F103E" w:rsidRDefault="00C92246" w:rsidP="00307E6A">
      <w:pPr>
        <w:pStyle w:val="ListParagraph"/>
        <w:widowControl w:val="0"/>
        <w:numPr>
          <w:ilvl w:val="0"/>
          <w:numId w:val="4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3574C">
        <w:rPr>
          <w:rFonts w:ascii="Times New Roman" w:hAnsi="Times New Roman"/>
          <w:sz w:val="28"/>
          <w:szCs w:val="28"/>
          <w:lang w:val="uk-UA" w:eastAsia="ru-RU"/>
        </w:rPr>
        <w:t>Дьюї Дж. Моєпедагогічне кредо / Дж.Дьюї // Шлях освіти. –1998. –</w:t>
      </w:r>
      <w:r w:rsidRPr="008F103E">
        <w:rPr>
          <w:rFonts w:ascii="Times New Roman" w:hAnsi="Times New Roman"/>
          <w:sz w:val="28"/>
          <w:szCs w:val="28"/>
          <w:lang w:eastAsia="ru-RU"/>
        </w:rPr>
        <w:t>No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4 –С. 50–53</w:t>
      </w:r>
    </w:p>
    <w:p w:rsidR="00C92246" w:rsidRPr="008F103E" w:rsidRDefault="00C92246" w:rsidP="00307E6A">
      <w:pPr>
        <w:pStyle w:val="ListParagraph"/>
        <w:widowControl w:val="0"/>
        <w:numPr>
          <w:ilvl w:val="0"/>
          <w:numId w:val="4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F103E">
        <w:rPr>
          <w:rFonts w:ascii="Times New Roman" w:hAnsi="Times New Roman"/>
          <w:sz w:val="28"/>
          <w:szCs w:val="28"/>
          <w:lang w:val="uk-UA"/>
        </w:rPr>
        <w:t>Жигірь В.І., Чернєга О.А. Професійна педагогіка: Навчальний посібник / За ред. М.В.Вачевського.- К.: ТОВ «Кондор», 2011.- 336 с</w:t>
      </w:r>
    </w:p>
    <w:p w:rsidR="00C92246" w:rsidRPr="008F103E" w:rsidRDefault="00C92246" w:rsidP="00307E6A">
      <w:pPr>
        <w:pStyle w:val="ListParagraph"/>
        <w:widowControl w:val="0"/>
        <w:numPr>
          <w:ilvl w:val="0"/>
          <w:numId w:val="4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8F103E">
        <w:rPr>
          <w:rFonts w:ascii="Times New Roman" w:hAnsi="Times New Roman"/>
          <w:sz w:val="28"/>
          <w:szCs w:val="28"/>
        </w:rPr>
        <w:t>Коссов Б. Б. Творческое мышление, восприятие и личность / Б. Б. Коссов. - М. - Воронеж, 1997. - 47 с.</w:t>
      </w:r>
    </w:p>
    <w:p w:rsidR="00C92246" w:rsidRPr="008F103E" w:rsidRDefault="00C92246" w:rsidP="00307E6A">
      <w:pPr>
        <w:pStyle w:val="ListParagraph"/>
        <w:widowControl w:val="0"/>
        <w:numPr>
          <w:ilvl w:val="0"/>
          <w:numId w:val="4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8F103E">
        <w:rPr>
          <w:rFonts w:ascii="Times New Roman" w:hAnsi="Times New Roman"/>
          <w:sz w:val="28"/>
          <w:szCs w:val="28"/>
        </w:rPr>
        <w:t>Маркова А.К. Формирование мотивации учения: Книга для учителя / А.К. Маркова, Т.А. Матис, А.Б. Орлов. – М. : Просвещение, 1990. – 192 с.</w:t>
      </w:r>
    </w:p>
    <w:p w:rsidR="00C92246" w:rsidRPr="008F103E" w:rsidRDefault="00C92246" w:rsidP="00307E6A">
      <w:pPr>
        <w:pStyle w:val="ListParagraph"/>
        <w:widowControl w:val="0"/>
        <w:numPr>
          <w:ilvl w:val="0"/>
          <w:numId w:val="4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3574C">
        <w:rPr>
          <w:rFonts w:ascii="Times New Roman" w:hAnsi="Times New Roman"/>
          <w:sz w:val="28"/>
          <w:szCs w:val="28"/>
          <w:lang w:val="uk-UA" w:eastAsia="ru-RU"/>
        </w:rPr>
        <w:t>Паламарчук В. Педагогічні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інновації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міфи та реалії / В. Паламарчук //Директор школи, ліцею, гімназії. –2002. –</w:t>
      </w:r>
      <w:r w:rsidRPr="008F103E">
        <w:rPr>
          <w:rFonts w:ascii="Times New Roman" w:hAnsi="Times New Roman"/>
          <w:sz w:val="28"/>
          <w:szCs w:val="28"/>
          <w:lang w:eastAsia="ru-RU"/>
        </w:rPr>
        <w:t>No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 xml:space="preserve"> 3. –</w:t>
      </w:r>
      <w:r w:rsidRPr="008F103E">
        <w:rPr>
          <w:rFonts w:ascii="Times New Roman" w:hAnsi="Times New Roman"/>
          <w:sz w:val="28"/>
          <w:szCs w:val="28"/>
          <w:lang w:eastAsia="ru-RU"/>
        </w:rPr>
        <w:t>C</w:t>
      </w:r>
      <w:r w:rsidRPr="0063574C">
        <w:rPr>
          <w:rFonts w:ascii="Times New Roman" w:hAnsi="Times New Roman"/>
          <w:sz w:val="28"/>
          <w:szCs w:val="28"/>
          <w:lang w:val="uk-UA" w:eastAsia="ru-RU"/>
        </w:rPr>
        <w:t>.36 –40.</w:t>
      </w:r>
    </w:p>
    <w:p w:rsidR="00C92246" w:rsidRPr="008F103E" w:rsidRDefault="00C92246" w:rsidP="00307E6A">
      <w:pPr>
        <w:pStyle w:val="ListParagraph"/>
        <w:widowControl w:val="0"/>
        <w:numPr>
          <w:ilvl w:val="0"/>
          <w:numId w:val="4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103E">
        <w:rPr>
          <w:rFonts w:ascii="Times New Roman" w:hAnsi="Times New Roman"/>
          <w:sz w:val="28"/>
          <w:szCs w:val="28"/>
          <w:lang w:eastAsia="ru-RU"/>
        </w:rPr>
        <w:t>Роджерс К. Вопросы, которые я бы задал, если бы был учителем К.Роджерс // Семья и школа. –1987. –No 10. –С. 20–25</w:t>
      </w:r>
    </w:p>
    <w:p w:rsidR="00C92246" w:rsidRPr="008F103E" w:rsidRDefault="00C92246" w:rsidP="00307E6A">
      <w:pPr>
        <w:pStyle w:val="ListParagraph"/>
        <w:widowControl w:val="0"/>
        <w:numPr>
          <w:ilvl w:val="0"/>
          <w:numId w:val="4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F103E">
        <w:rPr>
          <w:rFonts w:ascii="Times New Roman" w:hAnsi="Times New Roman"/>
          <w:sz w:val="28"/>
          <w:szCs w:val="28"/>
          <w:lang w:eastAsia="ru-RU"/>
        </w:rPr>
        <w:t>Савельев А. Инновационное высшее образование / А.Савельев // Высшее образование в Ро</w:t>
      </w:r>
      <w:r>
        <w:rPr>
          <w:rFonts w:ascii="Times New Roman" w:hAnsi="Times New Roman"/>
          <w:sz w:val="28"/>
          <w:szCs w:val="28"/>
          <w:lang w:val="uk-UA" w:eastAsia="ru-RU"/>
        </w:rPr>
        <w:t>с</w:t>
      </w:r>
      <w:r w:rsidRPr="008F103E">
        <w:rPr>
          <w:rFonts w:ascii="Times New Roman" w:hAnsi="Times New Roman"/>
          <w:sz w:val="28"/>
          <w:szCs w:val="28"/>
          <w:lang w:eastAsia="ru-RU"/>
        </w:rPr>
        <w:t>сии. –2010. –No 6. –С.43–45.</w:t>
      </w:r>
    </w:p>
    <w:p w:rsidR="00C92246" w:rsidRPr="008F103E" w:rsidRDefault="00C92246" w:rsidP="00307E6A">
      <w:pPr>
        <w:pStyle w:val="ListParagraph"/>
        <w:widowControl w:val="0"/>
        <w:numPr>
          <w:ilvl w:val="0"/>
          <w:numId w:val="4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8F103E">
        <w:rPr>
          <w:rFonts w:ascii="Times New Roman" w:hAnsi="Times New Roman"/>
          <w:sz w:val="28"/>
          <w:szCs w:val="28"/>
          <w:lang w:val="uk-UA"/>
        </w:rPr>
        <w:t xml:space="preserve">Савченко О.Я., Ляшенко О.І, Федяєва А.М. та інНові технології навчання: Наук.-метод. зб./Ред.кол.: Б.І.Холод (головний редактор). </w:t>
      </w:r>
      <w:r>
        <w:rPr>
          <w:rFonts w:ascii="Times New Roman" w:hAnsi="Times New Roman"/>
          <w:sz w:val="28"/>
          <w:szCs w:val="28"/>
          <w:lang w:val="uk-UA"/>
        </w:rPr>
        <w:t>– К.: НМЦВО, 2000. – 20</w:t>
      </w:r>
      <w:r w:rsidRPr="008F103E">
        <w:rPr>
          <w:rFonts w:ascii="Times New Roman" w:hAnsi="Times New Roman"/>
          <w:sz w:val="28"/>
          <w:szCs w:val="28"/>
          <w:lang w:val="uk-UA"/>
        </w:rPr>
        <w:t>4 с.</w:t>
      </w:r>
    </w:p>
    <w:p w:rsidR="00C92246" w:rsidRPr="00C86C13" w:rsidRDefault="00C92246" w:rsidP="00307E6A">
      <w:pPr>
        <w:pStyle w:val="ListParagraph"/>
        <w:widowControl w:val="0"/>
        <w:numPr>
          <w:ilvl w:val="0"/>
          <w:numId w:val="4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F103E">
        <w:rPr>
          <w:rFonts w:ascii="Times New Roman" w:hAnsi="Times New Roman"/>
          <w:sz w:val="28"/>
          <w:szCs w:val="28"/>
        </w:rPr>
        <w:t xml:space="preserve">Слєпкань З.І. Наукові засади педагогічногопроцесу у вищій школі. - К.: </w:t>
      </w:r>
      <w:hyperlink r:id="rId5" w:tooltip="НПУ" w:history="1">
        <w:r w:rsidRPr="00C87152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НПУ</w:t>
        </w:r>
      </w:hyperlink>
      <w:r w:rsidRPr="00C87152">
        <w:rPr>
          <w:rFonts w:ascii="Times New Roman" w:hAnsi="Times New Roman"/>
          <w:sz w:val="28"/>
          <w:szCs w:val="28"/>
        </w:rPr>
        <w:t>,</w:t>
      </w:r>
      <w:r w:rsidRPr="008F103E">
        <w:rPr>
          <w:rFonts w:ascii="Times New Roman" w:hAnsi="Times New Roman"/>
          <w:sz w:val="28"/>
          <w:szCs w:val="28"/>
        </w:rPr>
        <w:t xml:space="preserve"> 2000.-210с.</w:t>
      </w:r>
    </w:p>
    <w:sectPr w:rsidR="00C92246" w:rsidRPr="00C86C13" w:rsidSect="000C00C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416E9"/>
    <w:multiLevelType w:val="hybridMultilevel"/>
    <w:tmpl w:val="177079B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">
    <w:nsid w:val="14A11901"/>
    <w:multiLevelType w:val="multilevel"/>
    <w:tmpl w:val="5F7A4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0255D8"/>
    <w:multiLevelType w:val="hybridMultilevel"/>
    <w:tmpl w:val="09763E5C"/>
    <w:lvl w:ilvl="0" w:tplc="D576BE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BB3C75"/>
    <w:multiLevelType w:val="multilevel"/>
    <w:tmpl w:val="12826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2F8D"/>
    <w:rsid w:val="000006A4"/>
    <w:rsid w:val="000007D3"/>
    <w:rsid w:val="0000132B"/>
    <w:rsid w:val="0000149F"/>
    <w:rsid w:val="00001931"/>
    <w:rsid w:val="00003081"/>
    <w:rsid w:val="000036E8"/>
    <w:rsid w:val="00003732"/>
    <w:rsid w:val="00003C7D"/>
    <w:rsid w:val="00003CF6"/>
    <w:rsid w:val="0000424C"/>
    <w:rsid w:val="00004500"/>
    <w:rsid w:val="000046B5"/>
    <w:rsid w:val="00004A9D"/>
    <w:rsid w:val="00005401"/>
    <w:rsid w:val="00005B12"/>
    <w:rsid w:val="00006190"/>
    <w:rsid w:val="00006293"/>
    <w:rsid w:val="00006941"/>
    <w:rsid w:val="00006A90"/>
    <w:rsid w:val="00007D9F"/>
    <w:rsid w:val="00010050"/>
    <w:rsid w:val="0001037C"/>
    <w:rsid w:val="000108A3"/>
    <w:rsid w:val="000108C8"/>
    <w:rsid w:val="00011526"/>
    <w:rsid w:val="000119DE"/>
    <w:rsid w:val="00011BA7"/>
    <w:rsid w:val="00011F6F"/>
    <w:rsid w:val="000120DD"/>
    <w:rsid w:val="00012352"/>
    <w:rsid w:val="000133CF"/>
    <w:rsid w:val="000136D4"/>
    <w:rsid w:val="0001382A"/>
    <w:rsid w:val="00013E88"/>
    <w:rsid w:val="00014271"/>
    <w:rsid w:val="00014762"/>
    <w:rsid w:val="00014E4C"/>
    <w:rsid w:val="000153E6"/>
    <w:rsid w:val="00015567"/>
    <w:rsid w:val="000157B3"/>
    <w:rsid w:val="00015B5E"/>
    <w:rsid w:val="00015D2E"/>
    <w:rsid w:val="00016D69"/>
    <w:rsid w:val="00020291"/>
    <w:rsid w:val="0002059F"/>
    <w:rsid w:val="000207FB"/>
    <w:rsid w:val="000212A6"/>
    <w:rsid w:val="000216EC"/>
    <w:rsid w:val="000220C3"/>
    <w:rsid w:val="000222BA"/>
    <w:rsid w:val="000223CD"/>
    <w:rsid w:val="000226DD"/>
    <w:rsid w:val="00022C91"/>
    <w:rsid w:val="0002300A"/>
    <w:rsid w:val="000231A5"/>
    <w:rsid w:val="000234FD"/>
    <w:rsid w:val="00023580"/>
    <w:rsid w:val="00023736"/>
    <w:rsid w:val="00023E15"/>
    <w:rsid w:val="0002435F"/>
    <w:rsid w:val="00024386"/>
    <w:rsid w:val="000244F5"/>
    <w:rsid w:val="00024ABA"/>
    <w:rsid w:val="0002536A"/>
    <w:rsid w:val="000254BC"/>
    <w:rsid w:val="000258BF"/>
    <w:rsid w:val="00025C02"/>
    <w:rsid w:val="00026686"/>
    <w:rsid w:val="00026A77"/>
    <w:rsid w:val="000305A0"/>
    <w:rsid w:val="00030E2D"/>
    <w:rsid w:val="00030EBA"/>
    <w:rsid w:val="00031266"/>
    <w:rsid w:val="000313E1"/>
    <w:rsid w:val="000317AF"/>
    <w:rsid w:val="0003354E"/>
    <w:rsid w:val="00033B4C"/>
    <w:rsid w:val="00033E53"/>
    <w:rsid w:val="0003440F"/>
    <w:rsid w:val="000344A9"/>
    <w:rsid w:val="000345FF"/>
    <w:rsid w:val="00034C27"/>
    <w:rsid w:val="00035B02"/>
    <w:rsid w:val="000360F0"/>
    <w:rsid w:val="000364B3"/>
    <w:rsid w:val="00036E11"/>
    <w:rsid w:val="00036E18"/>
    <w:rsid w:val="0003707A"/>
    <w:rsid w:val="0003743F"/>
    <w:rsid w:val="000379B8"/>
    <w:rsid w:val="00037A35"/>
    <w:rsid w:val="00037B1C"/>
    <w:rsid w:val="00037CEE"/>
    <w:rsid w:val="000402B0"/>
    <w:rsid w:val="00040364"/>
    <w:rsid w:val="00040A73"/>
    <w:rsid w:val="0004127C"/>
    <w:rsid w:val="000412AA"/>
    <w:rsid w:val="00041949"/>
    <w:rsid w:val="000419A8"/>
    <w:rsid w:val="00041C40"/>
    <w:rsid w:val="000420D7"/>
    <w:rsid w:val="000428AD"/>
    <w:rsid w:val="00042A61"/>
    <w:rsid w:val="00042CDC"/>
    <w:rsid w:val="00043312"/>
    <w:rsid w:val="00043FDE"/>
    <w:rsid w:val="00044774"/>
    <w:rsid w:val="00045165"/>
    <w:rsid w:val="00045273"/>
    <w:rsid w:val="00045BA2"/>
    <w:rsid w:val="00045C64"/>
    <w:rsid w:val="00046356"/>
    <w:rsid w:val="0004659E"/>
    <w:rsid w:val="000466D2"/>
    <w:rsid w:val="0004675A"/>
    <w:rsid w:val="00047B7B"/>
    <w:rsid w:val="00047D80"/>
    <w:rsid w:val="00047D83"/>
    <w:rsid w:val="00050242"/>
    <w:rsid w:val="000502DE"/>
    <w:rsid w:val="00050B50"/>
    <w:rsid w:val="00050EC0"/>
    <w:rsid w:val="000510B6"/>
    <w:rsid w:val="000510F0"/>
    <w:rsid w:val="000513F0"/>
    <w:rsid w:val="000516FE"/>
    <w:rsid w:val="00051937"/>
    <w:rsid w:val="000519CF"/>
    <w:rsid w:val="000529B4"/>
    <w:rsid w:val="00052EE4"/>
    <w:rsid w:val="000537FC"/>
    <w:rsid w:val="00053BFA"/>
    <w:rsid w:val="00054219"/>
    <w:rsid w:val="00054242"/>
    <w:rsid w:val="000549FC"/>
    <w:rsid w:val="000552C9"/>
    <w:rsid w:val="0005547D"/>
    <w:rsid w:val="00055547"/>
    <w:rsid w:val="000558F8"/>
    <w:rsid w:val="00055946"/>
    <w:rsid w:val="00055D0B"/>
    <w:rsid w:val="00055E53"/>
    <w:rsid w:val="00056A51"/>
    <w:rsid w:val="00056ACC"/>
    <w:rsid w:val="00056D62"/>
    <w:rsid w:val="0005710C"/>
    <w:rsid w:val="000572C2"/>
    <w:rsid w:val="00057DD0"/>
    <w:rsid w:val="000611FE"/>
    <w:rsid w:val="0006124C"/>
    <w:rsid w:val="00061F31"/>
    <w:rsid w:val="0006265E"/>
    <w:rsid w:val="00062C82"/>
    <w:rsid w:val="000647AF"/>
    <w:rsid w:val="00064A83"/>
    <w:rsid w:val="00064AA9"/>
    <w:rsid w:val="000650BF"/>
    <w:rsid w:val="000654AA"/>
    <w:rsid w:val="0006586C"/>
    <w:rsid w:val="00065915"/>
    <w:rsid w:val="00065A58"/>
    <w:rsid w:val="0006621F"/>
    <w:rsid w:val="000669DC"/>
    <w:rsid w:val="00066B25"/>
    <w:rsid w:val="00066C6F"/>
    <w:rsid w:val="00066FDE"/>
    <w:rsid w:val="000672F4"/>
    <w:rsid w:val="00067520"/>
    <w:rsid w:val="0006797A"/>
    <w:rsid w:val="00067E65"/>
    <w:rsid w:val="00070C54"/>
    <w:rsid w:val="00070DBD"/>
    <w:rsid w:val="00071144"/>
    <w:rsid w:val="00071966"/>
    <w:rsid w:val="00071C4D"/>
    <w:rsid w:val="00071FBB"/>
    <w:rsid w:val="0007207B"/>
    <w:rsid w:val="0007273F"/>
    <w:rsid w:val="00072A2B"/>
    <w:rsid w:val="00072F82"/>
    <w:rsid w:val="00073803"/>
    <w:rsid w:val="00073BA3"/>
    <w:rsid w:val="00073E05"/>
    <w:rsid w:val="0007406B"/>
    <w:rsid w:val="00074164"/>
    <w:rsid w:val="00074CDF"/>
    <w:rsid w:val="00074D81"/>
    <w:rsid w:val="00074F9D"/>
    <w:rsid w:val="00075164"/>
    <w:rsid w:val="00075BD3"/>
    <w:rsid w:val="00075D8A"/>
    <w:rsid w:val="0007623F"/>
    <w:rsid w:val="0007631D"/>
    <w:rsid w:val="00076C46"/>
    <w:rsid w:val="00076C60"/>
    <w:rsid w:val="000775D3"/>
    <w:rsid w:val="000776B7"/>
    <w:rsid w:val="00077840"/>
    <w:rsid w:val="000809A4"/>
    <w:rsid w:val="000812E6"/>
    <w:rsid w:val="0008148D"/>
    <w:rsid w:val="00082A5C"/>
    <w:rsid w:val="00082BDC"/>
    <w:rsid w:val="00083D4C"/>
    <w:rsid w:val="00083EDE"/>
    <w:rsid w:val="000840E1"/>
    <w:rsid w:val="00084900"/>
    <w:rsid w:val="00084AA2"/>
    <w:rsid w:val="00084BCE"/>
    <w:rsid w:val="0008531B"/>
    <w:rsid w:val="000853F2"/>
    <w:rsid w:val="000856B7"/>
    <w:rsid w:val="000869FE"/>
    <w:rsid w:val="00086CEB"/>
    <w:rsid w:val="00087289"/>
    <w:rsid w:val="00087AD6"/>
    <w:rsid w:val="00087EA7"/>
    <w:rsid w:val="000900B7"/>
    <w:rsid w:val="0009010D"/>
    <w:rsid w:val="00090DC6"/>
    <w:rsid w:val="000916F7"/>
    <w:rsid w:val="0009182F"/>
    <w:rsid w:val="00091D9F"/>
    <w:rsid w:val="0009227A"/>
    <w:rsid w:val="0009255E"/>
    <w:rsid w:val="00092995"/>
    <w:rsid w:val="00092ED8"/>
    <w:rsid w:val="00092FD6"/>
    <w:rsid w:val="00093430"/>
    <w:rsid w:val="00093733"/>
    <w:rsid w:val="00094C80"/>
    <w:rsid w:val="000952BE"/>
    <w:rsid w:val="00095587"/>
    <w:rsid w:val="00095C41"/>
    <w:rsid w:val="00096B88"/>
    <w:rsid w:val="00096C36"/>
    <w:rsid w:val="00097007"/>
    <w:rsid w:val="000978B6"/>
    <w:rsid w:val="000979DF"/>
    <w:rsid w:val="00097A15"/>
    <w:rsid w:val="00097EDC"/>
    <w:rsid w:val="000A09CA"/>
    <w:rsid w:val="000A0DFD"/>
    <w:rsid w:val="000A12B8"/>
    <w:rsid w:val="000A131F"/>
    <w:rsid w:val="000A1738"/>
    <w:rsid w:val="000A1928"/>
    <w:rsid w:val="000A1EA5"/>
    <w:rsid w:val="000A229C"/>
    <w:rsid w:val="000A28AD"/>
    <w:rsid w:val="000A309B"/>
    <w:rsid w:val="000A345B"/>
    <w:rsid w:val="000A44BA"/>
    <w:rsid w:val="000A4A64"/>
    <w:rsid w:val="000A4CD9"/>
    <w:rsid w:val="000A4D59"/>
    <w:rsid w:val="000A4DDB"/>
    <w:rsid w:val="000A51F0"/>
    <w:rsid w:val="000A55AB"/>
    <w:rsid w:val="000A6304"/>
    <w:rsid w:val="000A67DE"/>
    <w:rsid w:val="000A6D78"/>
    <w:rsid w:val="000A7933"/>
    <w:rsid w:val="000B0BFA"/>
    <w:rsid w:val="000B228C"/>
    <w:rsid w:val="000B24C5"/>
    <w:rsid w:val="000B2573"/>
    <w:rsid w:val="000B2A27"/>
    <w:rsid w:val="000B2D73"/>
    <w:rsid w:val="000B3311"/>
    <w:rsid w:val="000B3793"/>
    <w:rsid w:val="000B39D4"/>
    <w:rsid w:val="000B3A8A"/>
    <w:rsid w:val="000B3DE6"/>
    <w:rsid w:val="000B3F78"/>
    <w:rsid w:val="000B3FCA"/>
    <w:rsid w:val="000B4909"/>
    <w:rsid w:val="000B4D85"/>
    <w:rsid w:val="000B52CC"/>
    <w:rsid w:val="000B605D"/>
    <w:rsid w:val="000B6436"/>
    <w:rsid w:val="000B68A4"/>
    <w:rsid w:val="000B6906"/>
    <w:rsid w:val="000B6A17"/>
    <w:rsid w:val="000B7329"/>
    <w:rsid w:val="000B733C"/>
    <w:rsid w:val="000B7B5F"/>
    <w:rsid w:val="000B7E09"/>
    <w:rsid w:val="000B7F1D"/>
    <w:rsid w:val="000B7F63"/>
    <w:rsid w:val="000C00CB"/>
    <w:rsid w:val="000C0492"/>
    <w:rsid w:val="000C0AC4"/>
    <w:rsid w:val="000C0C3C"/>
    <w:rsid w:val="000C0CEA"/>
    <w:rsid w:val="000C0EF7"/>
    <w:rsid w:val="000C137D"/>
    <w:rsid w:val="000C1398"/>
    <w:rsid w:val="000C2552"/>
    <w:rsid w:val="000C2B88"/>
    <w:rsid w:val="000C37F3"/>
    <w:rsid w:val="000C4169"/>
    <w:rsid w:val="000C41CA"/>
    <w:rsid w:val="000C422A"/>
    <w:rsid w:val="000C4467"/>
    <w:rsid w:val="000C494C"/>
    <w:rsid w:val="000C4B5E"/>
    <w:rsid w:val="000C4F23"/>
    <w:rsid w:val="000C508E"/>
    <w:rsid w:val="000C5542"/>
    <w:rsid w:val="000C5AFF"/>
    <w:rsid w:val="000C61B6"/>
    <w:rsid w:val="000C6233"/>
    <w:rsid w:val="000C6475"/>
    <w:rsid w:val="000C715C"/>
    <w:rsid w:val="000C7203"/>
    <w:rsid w:val="000C7418"/>
    <w:rsid w:val="000C742B"/>
    <w:rsid w:val="000C78C2"/>
    <w:rsid w:val="000C78CC"/>
    <w:rsid w:val="000C7AD1"/>
    <w:rsid w:val="000C7E20"/>
    <w:rsid w:val="000D01D2"/>
    <w:rsid w:val="000D1B99"/>
    <w:rsid w:val="000D1E2B"/>
    <w:rsid w:val="000D2170"/>
    <w:rsid w:val="000D2980"/>
    <w:rsid w:val="000D2B16"/>
    <w:rsid w:val="000D2BDF"/>
    <w:rsid w:val="000D2DD1"/>
    <w:rsid w:val="000D3176"/>
    <w:rsid w:val="000D3F8A"/>
    <w:rsid w:val="000D4795"/>
    <w:rsid w:val="000D5171"/>
    <w:rsid w:val="000D55B0"/>
    <w:rsid w:val="000D5ACA"/>
    <w:rsid w:val="000D5B19"/>
    <w:rsid w:val="000D6398"/>
    <w:rsid w:val="000D647F"/>
    <w:rsid w:val="000D693D"/>
    <w:rsid w:val="000D6A93"/>
    <w:rsid w:val="000D6B3F"/>
    <w:rsid w:val="000D6CDB"/>
    <w:rsid w:val="000D700A"/>
    <w:rsid w:val="000D782E"/>
    <w:rsid w:val="000D7B0D"/>
    <w:rsid w:val="000D7BDA"/>
    <w:rsid w:val="000E172A"/>
    <w:rsid w:val="000E2450"/>
    <w:rsid w:val="000E2A13"/>
    <w:rsid w:val="000E2F5A"/>
    <w:rsid w:val="000E34AC"/>
    <w:rsid w:val="000E3578"/>
    <w:rsid w:val="000E3A3A"/>
    <w:rsid w:val="000E3F13"/>
    <w:rsid w:val="000E4260"/>
    <w:rsid w:val="000E4455"/>
    <w:rsid w:val="000E510D"/>
    <w:rsid w:val="000E527E"/>
    <w:rsid w:val="000E558F"/>
    <w:rsid w:val="000E5B32"/>
    <w:rsid w:val="000E5B89"/>
    <w:rsid w:val="000E6388"/>
    <w:rsid w:val="000E66ED"/>
    <w:rsid w:val="000E675F"/>
    <w:rsid w:val="000E67F9"/>
    <w:rsid w:val="000E6D6C"/>
    <w:rsid w:val="000E741F"/>
    <w:rsid w:val="000E765C"/>
    <w:rsid w:val="000E7FEC"/>
    <w:rsid w:val="000F0006"/>
    <w:rsid w:val="000F0063"/>
    <w:rsid w:val="000F03C9"/>
    <w:rsid w:val="000F043D"/>
    <w:rsid w:val="000F055E"/>
    <w:rsid w:val="000F0AA4"/>
    <w:rsid w:val="000F0F45"/>
    <w:rsid w:val="000F1190"/>
    <w:rsid w:val="000F15A1"/>
    <w:rsid w:val="000F1616"/>
    <w:rsid w:val="000F1974"/>
    <w:rsid w:val="000F1C17"/>
    <w:rsid w:val="000F265B"/>
    <w:rsid w:val="000F2E35"/>
    <w:rsid w:val="000F3584"/>
    <w:rsid w:val="000F390B"/>
    <w:rsid w:val="000F3991"/>
    <w:rsid w:val="000F4078"/>
    <w:rsid w:val="000F45CC"/>
    <w:rsid w:val="000F4C5F"/>
    <w:rsid w:val="000F4CEE"/>
    <w:rsid w:val="000F4FA5"/>
    <w:rsid w:val="000F511D"/>
    <w:rsid w:val="000F5B81"/>
    <w:rsid w:val="000F5CDD"/>
    <w:rsid w:val="000F5E2A"/>
    <w:rsid w:val="000F5FAC"/>
    <w:rsid w:val="000F6D43"/>
    <w:rsid w:val="000F79AB"/>
    <w:rsid w:val="000F7A5F"/>
    <w:rsid w:val="0010015C"/>
    <w:rsid w:val="001004CB"/>
    <w:rsid w:val="00100585"/>
    <w:rsid w:val="001005E2"/>
    <w:rsid w:val="0010065C"/>
    <w:rsid w:val="001007BE"/>
    <w:rsid w:val="00100837"/>
    <w:rsid w:val="001009AB"/>
    <w:rsid w:val="00100F9E"/>
    <w:rsid w:val="001012B4"/>
    <w:rsid w:val="001018B0"/>
    <w:rsid w:val="001018C4"/>
    <w:rsid w:val="0010197E"/>
    <w:rsid w:val="00101AFC"/>
    <w:rsid w:val="001022B0"/>
    <w:rsid w:val="0010279F"/>
    <w:rsid w:val="00102C6A"/>
    <w:rsid w:val="001036EC"/>
    <w:rsid w:val="00103B16"/>
    <w:rsid w:val="00103E14"/>
    <w:rsid w:val="001040D5"/>
    <w:rsid w:val="001041A5"/>
    <w:rsid w:val="001042CD"/>
    <w:rsid w:val="00104F1A"/>
    <w:rsid w:val="001059AA"/>
    <w:rsid w:val="00105C8A"/>
    <w:rsid w:val="00106663"/>
    <w:rsid w:val="0010686C"/>
    <w:rsid w:val="00106A3B"/>
    <w:rsid w:val="00106AFA"/>
    <w:rsid w:val="00107741"/>
    <w:rsid w:val="001077D4"/>
    <w:rsid w:val="00107E22"/>
    <w:rsid w:val="00110F9E"/>
    <w:rsid w:val="00111128"/>
    <w:rsid w:val="0011128C"/>
    <w:rsid w:val="001114B5"/>
    <w:rsid w:val="00111AE8"/>
    <w:rsid w:val="00111C31"/>
    <w:rsid w:val="00111FF8"/>
    <w:rsid w:val="00112107"/>
    <w:rsid w:val="001126C8"/>
    <w:rsid w:val="001131C3"/>
    <w:rsid w:val="001132D5"/>
    <w:rsid w:val="001137D6"/>
    <w:rsid w:val="00113A8D"/>
    <w:rsid w:val="00113B29"/>
    <w:rsid w:val="00113F23"/>
    <w:rsid w:val="0011437B"/>
    <w:rsid w:val="0011438E"/>
    <w:rsid w:val="00114EA0"/>
    <w:rsid w:val="00115E0B"/>
    <w:rsid w:val="0011657A"/>
    <w:rsid w:val="0011662F"/>
    <w:rsid w:val="00116EFD"/>
    <w:rsid w:val="001175EF"/>
    <w:rsid w:val="00117658"/>
    <w:rsid w:val="001177B6"/>
    <w:rsid w:val="00117A3D"/>
    <w:rsid w:val="00117AFE"/>
    <w:rsid w:val="00117B4A"/>
    <w:rsid w:val="00117C98"/>
    <w:rsid w:val="00120BB6"/>
    <w:rsid w:val="00120DEC"/>
    <w:rsid w:val="0012103E"/>
    <w:rsid w:val="0012154D"/>
    <w:rsid w:val="0012200F"/>
    <w:rsid w:val="00122113"/>
    <w:rsid w:val="00122E0F"/>
    <w:rsid w:val="00122EA4"/>
    <w:rsid w:val="0012398C"/>
    <w:rsid w:val="00123C30"/>
    <w:rsid w:val="00123C81"/>
    <w:rsid w:val="00124330"/>
    <w:rsid w:val="001247DF"/>
    <w:rsid w:val="001251A3"/>
    <w:rsid w:val="001261FA"/>
    <w:rsid w:val="001263E2"/>
    <w:rsid w:val="0012643D"/>
    <w:rsid w:val="00126F57"/>
    <w:rsid w:val="00127562"/>
    <w:rsid w:val="00127822"/>
    <w:rsid w:val="00127C8E"/>
    <w:rsid w:val="00127CE2"/>
    <w:rsid w:val="00127EDA"/>
    <w:rsid w:val="00130446"/>
    <w:rsid w:val="0013084E"/>
    <w:rsid w:val="001309FB"/>
    <w:rsid w:val="00130BAF"/>
    <w:rsid w:val="001314EA"/>
    <w:rsid w:val="00131573"/>
    <w:rsid w:val="0013201E"/>
    <w:rsid w:val="001327E1"/>
    <w:rsid w:val="0013303C"/>
    <w:rsid w:val="001334ED"/>
    <w:rsid w:val="00133735"/>
    <w:rsid w:val="001339AA"/>
    <w:rsid w:val="001339CF"/>
    <w:rsid w:val="00133C24"/>
    <w:rsid w:val="00133CA7"/>
    <w:rsid w:val="00133EF7"/>
    <w:rsid w:val="00133F0C"/>
    <w:rsid w:val="00134DCE"/>
    <w:rsid w:val="0013588A"/>
    <w:rsid w:val="00135AC2"/>
    <w:rsid w:val="001363CF"/>
    <w:rsid w:val="00136A8B"/>
    <w:rsid w:val="00136BDF"/>
    <w:rsid w:val="00137012"/>
    <w:rsid w:val="00137289"/>
    <w:rsid w:val="00137814"/>
    <w:rsid w:val="001400FC"/>
    <w:rsid w:val="001401BA"/>
    <w:rsid w:val="001411AB"/>
    <w:rsid w:val="0014131F"/>
    <w:rsid w:val="001418D0"/>
    <w:rsid w:val="0014192F"/>
    <w:rsid w:val="00141E75"/>
    <w:rsid w:val="001420EC"/>
    <w:rsid w:val="00142318"/>
    <w:rsid w:val="00143189"/>
    <w:rsid w:val="001436BE"/>
    <w:rsid w:val="00143833"/>
    <w:rsid w:val="00143C81"/>
    <w:rsid w:val="00144421"/>
    <w:rsid w:val="00144564"/>
    <w:rsid w:val="00145544"/>
    <w:rsid w:val="00145626"/>
    <w:rsid w:val="001456DF"/>
    <w:rsid w:val="00145A6F"/>
    <w:rsid w:val="0014685B"/>
    <w:rsid w:val="001469BA"/>
    <w:rsid w:val="00147014"/>
    <w:rsid w:val="00147B15"/>
    <w:rsid w:val="00150255"/>
    <w:rsid w:val="00151088"/>
    <w:rsid w:val="0015150B"/>
    <w:rsid w:val="001515BE"/>
    <w:rsid w:val="00151703"/>
    <w:rsid w:val="00151C58"/>
    <w:rsid w:val="00152134"/>
    <w:rsid w:val="00152390"/>
    <w:rsid w:val="00153101"/>
    <w:rsid w:val="00153354"/>
    <w:rsid w:val="001546D3"/>
    <w:rsid w:val="00154DA1"/>
    <w:rsid w:val="00154F43"/>
    <w:rsid w:val="001553FB"/>
    <w:rsid w:val="00155571"/>
    <w:rsid w:val="001555D5"/>
    <w:rsid w:val="001557C1"/>
    <w:rsid w:val="00155967"/>
    <w:rsid w:val="00155DAE"/>
    <w:rsid w:val="00156D51"/>
    <w:rsid w:val="001570B1"/>
    <w:rsid w:val="0015770D"/>
    <w:rsid w:val="00157B4C"/>
    <w:rsid w:val="00157CE5"/>
    <w:rsid w:val="00157F8F"/>
    <w:rsid w:val="0016041B"/>
    <w:rsid w:val="00160919"/>
    <w:rsid w:val="0016117F"/>
    <w:rsid w:val="001612D6"/>
    <w:rsid w:val="001614E6"/>
    <w:rsid w:val="001618B1"/>
    <w:rsid w:val="00161C8D"/>
    <w:rsid w:val="00161E4E"/>
    <w:rsid w:val="00161E65"/>
    <w:rsid w:val="0016209B"/>
    <w:rsid w:val="00162850"/>
    <w:rsid w:val="001628DF"/>
    <w:rsid w:val="00162C42"/>
    <w:rsid w:val="00162C6F"/>
    <w:rsid w:val="001639F8"/>
    <w:rsid w:val="00164B21"/>
    <w:rsid w:val="0016539D"/>
    <w:rsid w:val="0016542D"/>
    <w:rsid w:val="001656BE"/>
    <w:rsid w:val="00165A34"/>
    <w:rsid w:val="00165B32"/>
    <w:rsid w:val="00165BA0"/>
    <w:rsid w:val="00165C6A"/>
    <w:rsid w:val="001660BA"/>
    <w:rsid w:val="0016623D"/>
    <w:rsid w:val="00166355"/>
    <w:rsid w:val="001668A6"/>
    <w:rsid w:val="00166BAF"/>
    <w:rsid w:val="001701A2"/>
    <w:rsid w:val="00170770"/>
    <w:rsid w:val="00170A69"/>
    <w:rsid w:val="00170C8E"/>
    <w:rsid w:val="0017101C"/>
    <w:rsid w:val="0017176E"/>
    <w:rsid w:val="00171FA3"/>
    <w:rsid w:val="00171FEB"/>
    <w:rsid w:val="0017234E"/>
    <w:rsid w:val="00172B6E"/>
    <w:rsid w:val="00172D01"/>
    <w:rsid w:val="0017380F"/>
    <w:rsid w:val="00174CFF"/>
    <w:rsid w:val="00174E25"/>
    <w:rsid w:val="00175563"/>
    <w:rsid w:val="00175638"/>
    <w:rsid w:val="00176478"/>
    <w:rsid w:val="0017653F"/>
    <w:rsid w:val="00176686"/>
    <w:rsid w:val="001770FF"/>
    <w:rsid w:val="00177561"/>
    <w:rsid w:val="00177E1A"/>
    <w:rsid w:val="001803FB"/>
    <w:rsid w:val="001811C1"/>
    <w:rsid w:val="00181AFF"/>
    <w:rsid w:val="00181E7F"/>
    <w:rsid w:val="00181ED2"/>
    <w:rsid w:val="00181FCF"/>
    <w:rsid w:val="001828D7"/>
    <w:rsid w:val="00182B6C"/>
    <w:rsid w:val="00182C9A"/>
    <w:rsid w:val="001835F4"/>
    <w:rsid w:val="00183910"/>
    <w:rsid w:val="00183A05"/>
    <w:rsid w:val="00183FA3"/>
    <w:rsid w:val="0018431D"/>
    <w:rsid w:val="001845E0"/>
    <w:rsid w:val="00184F3F"/>
    <w:rsid w:val="00185144"/>
    <w:rsid w:val="001852BC"/>
    <w:rsid w:val="0018583F"/>
    <w:rsid w:val="00185B77"/>
    <w:rsid w:val="00186DE9"/>
    <w:rsid w:val="00186E38"/>
    <w:rsid w:val="00186FAA"/>
    <w:rsid w:val="001908A2"/>
    <w:rsid w:val="001913EC"/>
    <w:rsid w:val="001918E7"/>
    <w:rsid w:val="00191CFC"/>
    <w:rsid w:val="00191F0D"/>
    <w:rsid w:val="001920AA"/>
    <w:rsid w:val="00192419"/>
    <w:rsid w:val="001924C5"/>
    <w:rsid w:val="00192581"/>
    <w:rsid w:val="00192EB9"/>
    <w:rsid w:val="001935D7"/>
    <w:rsid w:val="001936BA"/>
    <w:rsid w:val="00193A06"/>
    <w:rsid w:val="00193D30"/>
    <w:rsid w:val="00193FD9"/>
    <w:rsid w:val="00194338"/>
    <w:rsid w:val="001950DB"/>
    <w:rsid w:val="00195509"/>
    <w:rsid w:val="00195F6E"/>
    <w:rsid w:val="00195FE7"/>
    <w:rsid w:val="001964FE"/>
    <w:rsid w:val="00196504"/>
    <w:rsid w:val="0019662F"/>
    <w:rsid w:val="001968F4"/>
    <w:rsid w:val="00196D78"/>
    <w:rsid w:val="001970E6"/>
    <w:rsid w:val="001973BE"/>
    <w:rsid w:val="00197EF2"/>
    <w:rsid w:val="00197FB4"/>
    <w:rsid w:val="001A0622"/>
    <w:rsid w:val="001A077F"/>
    <w:rsid w:val="001A0F64"/>
    <w:rsid w:val="001A13A7"/>
    <w:rsid w:val="001A1816"/>
    <w:rsid w:val="001A19F9"/>
    <w:rsid w:val="001A2779"/>
    <w:rsid w:val="001A3630"/>
    <w:rsid w:val="001A392D"/>
    <w:rsid w:val="001A3B80"/>
    <w:rsid w:val="001A3BD2"/>
    <w:rsid w:val="001A3D64"/>
    <w:rsid w:val="001A4260"/>
    <w:rsid w:val="001A4CB9"/>
    <w:rsid w:val="001A53C3"/>
    <w:rsid w:val="001A55FA"/>
    <w:rsid w:val="001A5BF6"/>
    <w:rsid w:val="001A5ED4"/>
    <w:rsid w:val="001A6249"/>
    <w:rsid w:val="001A6AC1"/>
    <w:rsid w:val="001A6C01"/>
    <w:rsid w:val="001A6FCE"/>
    <w:rsid w:val="001A79B5"/>
    <w:rsid w:val="001A7C5F"/>
    <w:rsid w:val="001B0198"/>
    <w:rsid w:val="001B044A"/>
    <w:rsid w:val="001B0A6D"/>
    <w:rsid w:val="001B0EE5"/>
    <w:rsid w:val="001B0F48"/>
    <w:rsid w:val="001B0FC7"/>
    <w:rsid w:val="001B1B7A"/>
    <w:rsid w:val="001B1CC1"/>
    <w:rsid w:val="001B1D1E"/>
    <w:rsid w:val="001B1DA0"/>
    <w:rsid w:val="001B1FD1"/>
    <w:rsid w:val="001B248D"/>
    <w:rsid w:val="001B249A"/>
    <w:rsid w:val="001B25DC"/>
    <w:rsid w:val="001B2C59"/>
    <w:rsid w:val="001B2CB3"/>
    <w:rsid w:val="001B3D8B"/>
    <w:rsid w:val="001B3F38"/>
    <w:rsid w:val="001B414A"/>
    <w:rsid w:val="001B47D3"/>
    <w:rsid w:val="001B4C62"/>
    <w:rsid w:val="001B4CFE"/>
    <w:rsid w:val="001B4EF6"/>
    <w:rsid w:val="001B4F4E"/>
    <w:rsid w:val="001B54AA"/>
    <w:rsid w:val="001B56C6"/>
    <w:rsid w:val="001B5DBA"/>
    <w:rsid w:val="001B60F8"/>
    <w:rsid w:val="001B6831"/>
    <w:rsid w:val="001B6944"/>
    <w:rsid w:val="001B69FE"/>
    <w:rsid w:val="001B700E"/>
    <w:rsid w:val="001B759C"/>
    <w:rsid w:val="001B77A0"/>
    <w:rsid w:val="001B7A81"/>
    <w:rsid w:val="001B7FB6"/>
    <w:rsid w:val="001C057D"/>
    <w:rsid w:val="001C0B3A"/>
    <w:rsid w:val="001C0C7E"/>
    <w:rsid w:val="001C0D72"/>
    <w:rsid w:val="001C1418"/>
    <w:rsid w:val="001C1429"/>
    <w:rsid w:val="001C24C7"/>
    <w:rsid w:val="001C2840"/>
    <w:rsid w:val="001C28BA"/>
    <w:rsid w:val="001C324D"/>
    <w:rsid w:val="001C333C"/>
    <w:rsid w:val="001C36B5"/>
    <w:rsid w:val="001C3DFE"/>
    <w:rsid w:val="001C4546"/>
    <w:rsid w:val="001C5617"/>
    <w:rsid w:val="001C5D4A"/>
    <w:rsid w:val="001C5F02"/>
    <w:rsid w:val="001C6376"/>
    <w:rsid w:val="001C6E66"/>
    <w:rsid w:val="001C789B"/>
    <w:rsid w:val="001C7F8E"/>
    <w:rsid w:val="001D0299"/>
    <w:rsid w:val="001D0594"/>
    <w:rsid w:val="001D0683"/>
    <w:rsid w:val="001D0BE6"/>
    <w:rsid w:val="001D1AAE"/>
    <w:rsid w:val="001D1B2B"/>
    <w:rsid w:val="001D1D76"/>
    <w:rsid w:val="001D22E6"/>
    <w:rsid w:val="001D22F3"/>
    <w:rsid w:val="001D2BFD"/>
    <w:rsid w:val="001D2C39"/>
    <w:rsid w:val="001D36DD"/>
    <w:rsid w:val="001D3C3C"/>
    <w:rsid w:val="001D425F"/>
    <w:rsid w:val="001D484C"/>
    <w:rsid w:val="001D4C21"/>
    <w:rsid w:val="001D4ED9"/>
    <w:rsid w:val="001D54BA"/>
    <w:rsid w:val="001D6497"/>
    <w:rsid w:val="001D6AC1"/>
    <w:rsid w:val="001D71B9"/>
    <w:rsid w:val="001D71EA"/>
    <w:rsid w:val="001D72FA"/>
    <w:rsid w:val="001D731B"/>
    <w:rsid w:val="001D745E"/>
    <w:rsid w:val="001D748B"/>
    <w:rsid w:val="001D75F6"/>
    <w:rsid w:val="001E013E"/>
    <w:rsid w:val="001E144E"/>
    <w:rsid w:val="001E1813"/>
    <w:rsid w:val="001E1CC5"/>
    <w:rsid w:val="001E24B3"/>
    <w:rsid w:val="001E26D9"/>
    <w:rsid w:val="001E278B"/>
    <w:rsid w:val="001E2FC7"/>
    <w:rsid w:val="001E31D7"/>
    <w:rsid w:val="001E34B7"/>
    <w:rsid w:val="001E35EB"/>
    <w:rsid w:val="001E3811"/>
    <w:rsid w:val="001E38B7"/>
    <w:rsid w:val="001E3CC7"/>
    <w:rsid w:val="001E3F94"/>
    <w:rsid w:val="001E3F99"/>
    <w:rsid w:val="001E54FC"/>
    <w:rsid w:val="001E60E4"/>
    <w:rsid w:val="001E6148"/>
    <w:rsid w:val="001E6897"/>
    <w:rsid w:val="001E70FA"/>
    <w:rsid w:val="001E72F8"/>
    <w:rsid w:val="001E7427"/>
    <w:rsid w:val="001E752B"/>
    <w:rsid w:val="001E7538"/>
    <w:rsid w:val="001F014F"/>
    <w:rsid w:val="001F17EB"/>
    <w:rsid w:val="001F221C"/>
    <w:rsid w:val="001F2C92"/>
    <w:rsid w:val="001F35E9"/>
    <w:rsid w:val="001F396A"/>
    <w:rsid w:val="001F3D05"/>
    <w:rsid w:val="001F3E9A"/>
    <w:rsid w:val="001F400F"/>
    <w:rsid w:val="001F440F"/>
    <w:rsid w:val="001F4AC7"/>
    <w:rsid w:val="001F4DD8"/>
    <w:rsid w:val="001F503A"/>
    <w:rsid w:val="001F5482"/>
    <w:rsid w:val="001F60C0"/>
    <w:rsid w:val="001F61F1"/>
    <w:rsid w:val="001F636B"/>
    <w:rsid w:val="001F6418"/>
    <w:rsid w:val="001F66F2"/>
    <w:rsid w:val="001F68E4"/>
    <w:rsid w:val="001F79CD"/>
    <w:rsid w:val="00200299"/>
    <w:rsid w:val="00200537"/>
    <w:rsid w:val="0020073A"/>
    <w:rsid w:val="0020078F"/>
    <w:rsid w:val="00200D82"/>
    <w:rsid w:val="00201144"/>
    <w:rsid w:val="0020116C"/>
    <w:rsid w:val="00201DC3"/>
    <w:rsid w:val="00201F9E"/>
    <w:rsid w:val="002022DB"/>
    <w:rsid w:val="00202812"/>
    <w:rsid w:val="00202CE0"/>
    <w:rsid w:val="00202DB8"/>
    <w:rsid w:val="00203150"/>
    <w:rsid w:val="00203182"/>
    <w:rsid w:val="00203E15"/>
    <w:rsid w:val="00204218"/>
    <w:rsid w:val="00204430"/>
    <w:rsid w:val="00204F91"/>
    <w:rsid w:val="00205330"/>
    <w:rsid w:val="00205544"/>
    <w:rsid w:val="002059EB"/>
    <w:rsid w:val="00205A56"/>
    <w:rsid w:val="00205A9C"/>
    <w:rsid w:val="002063BE"/>
    <w:rsid w:val="00206654"/>
    <w:rsid w:val="00206A5B"/>
    <w:rsid w:val="00206CBE"/>
    <w:rsid w:val="00206F20"/>
    <w:rsid w:val="0020720A"/>
    <w:rsid w:val="00207367"/>
    <w:rsid w:val="002076AE"/>
    <w:rsid w:val="0020799F"/>
    <w:rsid w:val="00210689"/>
    <w:rsid w:val="002107B5"/>
    <w:rsid w:val="00210A6C"/>
    <w:rsid w:val="0021109D"/>
    <w:rsid w:val="00211143"/>
    <w:rsid w:val="00211BF7"/>
    <w:rsid w:val="002129A9"/>
    <w:rsid w:val="00212AD6"/>
    <w:rsid w:val="00212DC6"/>
    <w:rsid w:val="00213045"/>
    <w:rsid w:val="00214044"/>
    <w:rsid w:val="00214425"/>
    <w:rsid w:val="0021444A"/>
    <w:rsid w:val="002148D6"/>
    <w:rsid w:val="00214D6F"/>
    <w:rsid w:val="00215179"/>
    <w:rsid w:val="00215378"/>
    <w:rsid w:val="00215409"/>
    <w:rsid w:val="00215AE4"/>
    <w:rsid w:val="002164E1"/>
    <w:rsid w:val="00216666"/>
    <w:rsid w:val="00216680"/>
    <w:rsid w:val="002171AB"/>
    <w:rsid w:val="00217945"/>
    <w:rsid w:val="00217E7D"/>
    <w:rsid w:val="00220858"/>
    <w:rsid w:val="00221066"/>
    <w:rsid w:val="00221152"/>
    <w:rsid w:val="0022153B"/>
    <w:rsid w:val="00221818"/>
    <w:rsid w:val="00222358"/>
    <w:rsid w:val="00222405"/>
    <w:rsid w:val="00223626"/>
    <w:rsid w:val="0022382C"/>
    <w:rsid w:val="00223888"/>
    <w:rsid w:val="00224A3F"/>
    <w:rsid w:val="00224C16"/>
    <w:rsid w:val="00226A10"/>
    <w:rsid w:val="00226A42"/>
    <w:rsid w:val="00226FC6"/>
    <w:rsid w:val="002270B9"/>
    <w:rsid w:val="002270FA"/>
    <w:rsid w:val="0022785D"/>
    <w:rsid w:val="00227AC3"/>
    <w:rsid w:val="002303B3"/>
    <w:rsid w:val="002304AD"/>
    <w:rsid w:val="00230545"/>
    <w:rsid w:val="00230768"/>
    <w:rsid w:val="00230CAB"/>
    <w:rsid w:val="00231BB5"/>
    <w:rsid w:val="00231E7C"/>
    <w:rsid w:val="0023222F"/>
    <w:rsid w:val="002325C5"/>
    <w:rsid w:val="00232651"/>
    <w:rsid w:val="00232DD2"/>
    <w:rsid w:val="0023422E"/>
    <w:rsid w:val="002343D5"/>
    <w:rsid w:val="00234A9D"/>
    <w:rsid w:val="00234B29"/>
    <w:rsid w:val="00235315"/>
    <w:rsid w:val="0023580C"/>
    <w:rsid w:val="002359D1"/>
    <w:rsid w:val="00235DE2"/>
    <w:rsid w:val="00236B9E"/>
    <w:rsid w:val="002375C4"/>
    <w:rsid w:val="002375CD"/>
    <w:rsid w:val="002375F8"/>
    <w:rsid w:val="002379D5"/>
    <w:rsid w:val="00240109"/>
    <w:rsid w:val="002401E5"/>
    <w:rsid w:val="00240641"/>
    <w:rsid w:val="00240B5B"/>
    <w:rsid w:val="00240CC5"/>
    <w:rsid w:val="00240D6D"/>
    <w:rsid w:val="002415B2"/>
    <w:rsid w:val="0024230F"/>
    <w:rsid w:val="002426F8"/>
    <w:rsid w:val="00243BAB"/>
    <w:rsid w:val="00244BCB"/>
    <w:rsid w:val="00244F6A"/>
    <w:rsid w:val="00245663"/>
    <w:rsid w:val="00245876"/>
    <w:rsid w:val="00245B7B"/>
    <w:rsid w:val="00245F4B"/>
    <w:rsid w:val="00245F57"/>
    <w:rsid w:val="0024601E"/>
    <w:rsid w:val="002462FE"/>
    <w:rsid w:val="002466A4"/>
    <w:rsid w:val="00246896"/>
    <w:rsid w:val="00246939"/>
    <w:rsid w:val="00246A8C"/>
    <w:rsid w:val="00246F8D"/>
    <w:rsid w:val="00247175"/>
    <w:rsid w:val="00247222"/>
    <w:rsid w:val="00247ECB"/>
    <w:rsid w:val="00250203"/>
    <w:rsid w:val="002502DE"/>
    <w:rsid w:val="0025093B"/>
    <w:rsid w:val="00250C3E"/>
    <w:rsid w:val="00250E0D"/>
    <w:rsid w:val="0025100C"/>
    <w:rsid w:val="002512B2"/>
    <w:rsid w:val="002517D7"/>
    <w:rsid w:val="00251B03"/>
    <w:rsid w:val="00251DE2"/>
    <w:rsid w:val="00251E69"/>
    <w:rsid w:val="00251EEA"/>
    <w:rsid w:val="002523BB"/>
    <w:rsid w:val="0025294A"/>
    <w:rsid w:val="00252A92"/>
    <w:rsid w:val="00252EF3"/>
    <w:rsid w:val="0025357B"/>
    <w:rsid w:val="002536E7"/>
    <w:rsid w:val="00254235"/>
    <w:rsid w:val="002544EB"/>
    <w:rsid w:val="00255244"/>
    <w:rsid w:val="002560EE"/>
    <w:rsid w:val="00256938"/>
    <w:rsid w:val="00257702"/>
    <w:rsid w:val="002579FB"/>
    <w:rsid w:val="00257A6F"/>
    <w:rsid w:val="00257D95"/>
    <w:rsid w:val="00257D9F"/>
    <w:rsid w:val="00260588"/>
    <w:rsid w:val="00260B15"/>
    <w:rsid w:val="00260BCB"/>
    <w:rsid w:val="0026160C"/>
    <w:rsid w:val="00261ACC"/>
    <w:rsid w:val="00261DA8"/>
    <w:rsid w:val="0026262F"/>
    <w:rsid w:val="002630BB"/>
    <w:rsid w:val="002632E7"/>
    <w:rsid w:val="0026367D"/>
    <w:rsid w:val="0026377E"/>
    <w:rsid w:val="00264114"/>
    <w:rsid w:val="0026425C"/>
    <w:rsid w:val="002644C0"/>
    <w:rsid w:val="00264719"/>
    <w:rsid w:val="002655C5"/>
    <w:rsid w:val="00265A9D"/>
    <w:rsid w:val="00265DFA"/>
    <w:rsid w:val="00266286"/>
    <w:rsid w:val="002665BE"/>
    <w:rsid w:val="00266682"/>
    <w:rsid w:val="00266EE2"/>
    <w:rsid w:val="00267374"/>
    <w:rsid w:val="00267B24"/>
    <w:rsid w:val="00270C74"/>
    <w:rsid w:val="00270D19"/>
    <w:rsid w:val="00272079"/>
    <w:rsid w:val="00272A25"/>
    <w:rsid w:val="00272A89"/>
    <w:rsid w:val="00273077"/>
    <w:rsid w:val="00273942"/>
    <w:rsid w:val="00274248"/>
    <w:rsid w:val="00274AAB"/>
    <w:rsid w:val="002750E8"/>
    <w:rsid w:val="00275357"/>
    <w:rsid w:val="002753FA"/>
    <w:rsid w:val="00275CA1"/>
    <w:rsid w:val="00277079"/>
    <w:rsid w:val="0027744B"/>
    <w:rsid w:val="00277E34"/>
    <w:rsid w:val="00280642"/>
    <w:rsid w:val="002815E9"/>
    <w:rsid w:val="00281AB3"/>
    <w:rsid w:val="00281AE0"/>
    <w:rsid w:val="00281D44"/>
    <w:rsid w:val="00281D68"/>
    <w:rsid w:val="00282308"/>
    <w:rsid w:val="002823ED"/>
    <w:rsid w:val="002829A4"/>
    <w:rsid w:val="00282A14"/>
    <w:rsid w:val="00282F2B"/>
    <w:rsid w:val="002830CF"/>
    <w:rsid w:val="00283727"/>
    <w:rsid w:val="00283BE1"/>
    <w:rsid w:val="00284119"/>
    <w:rsid w:val="00284260"/>
    <w:rsid w:val="00284409"/>
    <w:rsid w:val="00284671"/>
    <w:rsid w:val="002847CA"/>
    <w:rsid w:val="00284C20"/>
    <w:rsid w:val="00284F46"/>
    <w:rsid w:val="00284F84"/>
    <w:rsid w:val="0028583B"/>
    <w:rsid w:val="002858EF"/>
    <w:rsid w:val="00285A34"/>
    <w:rsid w:val="00285AE5"/>
    <w:rsid w:val="00285B1D"/>
    <w:rsid w:val="00285E48"/>
    <w:rsid w:val="002863FC"/>
    <w:rsid w:val="002864C5"/>
    <w:rsid w:val="0028721B"/>
    <w:rsid w:val="002873A1"/>
    <w:rsid w:val="00287AB8"/>
    <w:rsid w:val="00287FCA"/>
    <w:rsid w:val="00290EF6"/>
    <w:rsid w:val="00291D28"/>
    <w:rsid w:val="002927FF"/>
    <w:rsid w:val="00293115"/>
    <w:rsid w:val="002931D6"/>
    <w:rsid w:val="00293597"/>
    <w:rsid w:val="00293C26"/>
    <w:rsid w:val="00293D3E"/>
    <w:rsid w:val="00294687"/>
    <w:rsid w:val="0029679E"/>
    <w:rsid w:val="00296BDB"/>
    <w:rsid w:val="00296EDB"/>
    <w:rsid w:val="002972C7"/>
    <w:rsid w:val="002A008B"/>
    <w:rsid w:val="002A0181"/>
    <w:rsid w:val="002A0198"/>
    <w:rsid w:val="002A01AA"/>
    <w:rsid w:val="002A0263"/>
    <w:rsid w:val="002A0D8D"/>
    <w:rsid w:val="002A1277"/>
    <w:rsid w:val="002A12E2"/>
    <w:rsid w:val="002A27F1"/>
    <w:rsid w:val="002A293C"/>
    <w:rsid w:val="002A2A41"/>
    <w:rsid w:val="002A2C72"/>
    <w:rsid w:val="002A2D76"/>
    <w:rsid w:val="002A32D8"/>
    <w:rsid w:val="002A3337"/>
    <w:rsid w:val="002A33EF"/>
    <w:rsid w:val="002A374D"/>
    <w:rsid w:val="002A3788"/>
    <w:rsid w:val="002A3EB2"/>
    <w:rsid w:val="002A3FD7"/>
    <w:rsid w:val="002A42A8"/>
    <w:rsid w:val="002A4A96"/>
    <w:rsid w:val="002A4D96"/>
    <w:rsid w:val="002A5992"/>
    <w:rsid w:val="002A6072"/>
    <w:rsid w:val="002A67A8"/>
    <w:rsid w:val="002A6EC5"/>
    <w:rsid w:val="002A71EB"/>
    <w:rsid w:val="002A77EC"/>
    <w:rsid w:val="002A781D"/>
    <w:rsid w:val="002A7B6B"/>
    <w:rsid w:val="002A7E2A"/>
    <w:rsid w:val="002B058F"/>
    <w:rsid w:val="002B2730"/>
    <w:rsid w:val="002B2E80"/>
    <w:rsid w:val="002B3048"/>
    <w:rsid w:val="002B5A18"/>
    <w:rsid w:val="002B60B1"/>
    <w:rsid w:val="002B6649"/>
    <w:rsid w:val="002B68FC"/>
    <w:rsid w:val="002B745B"/>
    <w:rsid w:val="002B756C"/>
    <w:rsid w:val="002B75B7"/>
    <w:rsid w:val="002B7A4C"/>
    <w:rsid w:val="002B7DFD"/>
    <w:rsid w:val="002C0A05"/>
    <w:rsid w:val="002C0A77"/>
    <w:rsid w:val="002C0B5A"/>
    <w:rsid w:val="002C1094"/>
    <w:rsid w:val="002C1C78"/>
    <w:rsid w:val="002C221D"/>
    <w:rsid w:val="002C25D7"/>
    <w:rsid w:val="002C2EA3"/>
    <w:rsid w:val="002C310B"/>
    <w:rsid w:val="002C34A1"/>
    <w:rsid w:val="002C34F5"/>
    <w:rsid w:val="002C3577"/>
    <w:rsid w:val="002C35A1"/>
    <w:rsid w:val="002C3AA2"/>
    <w:rsid w:val="002C3BD1"/>
    <w:rsid w:val="002C3E8F"/>
    <w:rsid w:val="002C3ED7"/>
    <w:rsid w:val="002C3FDA"/>
    <w:rsid w:val="002C4208"/>
    <w:rsid w:val="002C46EC"/>
    <w:rsid w:val="002C4DBA"/>
    <w:rsid w:val="002C511E"/>
    <w:rsid w:val="002C513E"/>
    <w:rsid w:val="002C521D"/>
    <w:rsid w:val="002C5B94"/>
    <w:rsid w:val="002C5F05"/>
    <w:rsid w:val="002C626C"/>
    <w:rsid w:val="002C6FB0"/>
    <w:rsid w:val="002C7267"/>
    <w:rsid w:val="002C7C04"/>
    <w:rsid w:val="002C7EB9"/>
    <w:rsid w:val="002D10A6"/>
    <w:rsid w:val="002D17E1"/>
    <w:rsid w:val="002D1993"/>
    <w:rsid w:val="002D310E"/>
    <w:rsid w:val="002D43AA"/>
    <w:rsid w:val="002D4BA3"/>
    <w:rsid w:val="002D5713"/>
    <w:rsid w:val="002D5BC4"/>
    <w:rsid w:val="002D5CFA"/>
    <w:rsid w:val="002D5E34"/>
    <w:rsid w:val="002D607A"/>
    <w:rsid w:val="002D65DE"/>
    <w:rsid w:val="002D6B4D"/>
    <w:rsid w:val="002D7888"/>
    <w:rsid w:val="002D7D1C"/>
    <w:rsid w:val="002E021A"/>
    <w:rsid w:val="002E07B0"/>
    <w:rsid w:val="002E0A80"/>
    <w:rsid w:val="002E0F46"/>
    <w:rsid w:val="002E115E"/>
    <w:rsid w:val="002E13F3"/>
    <w:rsid w:val="002E14C1"/>
    <w:rsid w:val="002E1BC2"/>
    <w:rsid w:val="002E1D21"/>
    <w:rsid w:val="002E1E71"/>
    <w:rsid w:val="002E1F6D"/>
    <w:rsid w:val="002E2914"/>
    <w:rsid w:val="002E2FC6"/>
    <w:rsid w:val="002E3269"/>
    <w:rsid w:val="002E3545"/>
    <w:rsid w:val="002E3A0E"/>
    <w:rsid w:val="002E3E1B"/>
    <w:rsid w:val="002E3FC4"/>
    <w:rsid w:val="002E445C"/>
    <w:rsid w:val="002E4933"/>
    <w:rsid w:val="002E4965"/>
    <w:rsid w:val="002E4D86"/>
    <w:rsid w:val="002E4FEF"/>
    <w:rsid w:val="002E5390"/>
    <w:rsid w:val="002E58FF"/>
    <w:rsid w:val="002E6816"/>
    <w:rsid w:val="002E6DA3"/>
    <w:rsid w:val="002E6DF0"/>
    <w:rsid w:val="002E711A"/>
    <w:rsid w:val="002E7E72"/>
    <w:rsid w:val="002F022A"/>
    <w:rsid w:val="002F02C6"/>
    <w:rsid w:val="002F08DC"/>
    <w:rsid w:val="002F0D9E"/>
    <w:rsid w:val="002F0F9B"/>
    <w:rsid w:val="002F12BB"/>
    <w:rsid w:val="002F1C0C"/>
    <w:rsid w:val="002F1E16"/>
    <w:rsid w:val="002F2123"/>
    <w:rsid w:val="002F24EB"/>
    <w:rsid w:val="002F2760"/>
    <w:rsid w:val="002F2EDC"/>
    <w:rsid w:val="002F3546"/>
    <w:rsid w:val="002F3AD4"/>
    <w:rsid w:val="002F3CB5"/>
    <w:rsid w:val="002F3F97"/>
    <w:rsid w:val="002F4073"/>
    <w:rsid w:val="002F41A8"/>
    <w:rsid w:val="002F444E"/>
    <w:rsid w:val="002F499F"/>
    <w:rsid w:val="002F4D21"/>
    <w:rsid w:val="002F61EA"/>
    <w:rsid w:val="002F654E"/>
    <w:rsid w:val="002F656B"/>
    <w:rsid w:val="002F6921"/>
    <w:rsid w:val="002F6A31"/>
    <w:rsid w:val="002F7FAC"/>
    <w:rsid w:val="00300201"/>
    <w:rsid w:val="0030034D"/>
    <w:rsid w:val="003003F4"/>
    <w:rsid w:val="00301ADC"/>
    <w:rsid w:val="00301BC2"/>
    <w:rsid w:val="00301FD2"/>
    <w:rsid w:val="0030295D"/>
    <w:rsid w:val="003038C1"/>
    <w:rsid w:val="00303E43"/>
    <w:rsid w:val="00303E7D"/>
    <w:rsid w:val="003044C1"/>
    <w:rsid w:val="0030484D"/>
    <w:rsid w:val="00304A93"/>
    <w:rsid w:val="0030552E"/>
    <w:rsid w:val="00305DB5"/>
    <w:rsid w:val="00305F43"/>
    <w:rsid w:val="00306442"/>
    <w:rsid w:val="00306AEF"/>
    <w:rsid w:val="00307738"/>
    <w:rsid w:val="00307974"/>
    <w:rsid w:val="00307E53"/>
    <w:rsid w:val="00307E6A"/>
    <w:rsid w:val="00310554"/>
    <w:rsid w:val="00310B1C"/>
    <w:rsid w:val="00311031"/>
    <w:rsid w:val="003112CF"/>
    <w:rsid w:val="00311331"/>
    <w:rsid w:val="00311473"/>
    <w:rsid w:val="003115DF"/>
    <w:rsid w:val="00311895"/>
    <w:rsid w:val="003118B7"/>
    <w:rsid w:val="00311B5D"/>
    <w:rsid w:val="003120B7"/>
    <w:rsid w:val="003121A1"/>
    <w:rsid w:val="003121DA"/>
    <w:rsid w:val="00312D52"/>
    <w:rsid w:val="00312DCD"/>
    <w:rsid w:val="003136B6"/>
    <w:rsid w:val="0031388A"/>
    <w:rsid w:val="00314569"/>
    <w:rsid w:val="00314986"/>
    <w:rsid w:val="00314B6E"/>
    <w:rsid w:val="00315192"/>
    <w:rsid w:val="0031592A"/>
    <w:rsid w:val="00315A8E"/>
    <w:rsid w:val="00315E5B"/>
    <w:rsid w:val="00315F54"/>
    <w:rsid w:val="0031617E"/>
    <w:rsid w:val="003169BC"/>
    <w:rsid w:val="00316AF6"/>
    <w:rsid w:val="00316CD0"/>
    <w:rsid w:val="00316FC0"/>
    <w:rsid w:val="00317458"/>
    <w:rsid w:val="00317555"/>
    <w:rsid w:val="003176FC"/>
    <w:rsid w:val="0031773F"/>
    <w:rsid w:val="0031786F"/>
    <w:rsid w:val="0032018A"/>
    <w:rsid w:val="00320374"/>
    <w:rsid w:val="003204A8"/>
    <w:rsid w:val="003206A4"/>
    <w:rsid w:val="00320F01"/>
    <w:rsid w:val="00321198"/>
    <w:rsid w:val="003211CB"/>
    <w:rsid w:val="00321592"/>
    <w:rsid w:val="00321B94"/>
    <w:rsid w:val="00321C35"/>
    <w:rsid w:val="00321C56"/>
    <w:rsid w:val="00321E32"/>
    <w:rsid w:val="003220EE"/>
    <w:rsid w:val="003221D0"/>
    <w:rsid w:val="00322448"/>
    <w:rsid w:val="00322E3F"/>
    <w:rsid w:val="00322EA9"/>
    <w:rsid w:val="00322EED"/>
    <w:rsid w:val="00323A66"/>
    <w:rsid w:val="00323D67"/>
    <w:rsid w:val="00323E98"/>
    <w:rsid w:val="00324582"/>
    <w:rsid w:val="003247D4"/>
    <w:rsid w:val="00324A59"/>
    <w:rsid w:val="003255F1"/>
    <w:rsid w:val="0032560C"/>
    <w:rsid w:val="00325CCA"/>
    <w:rsid w:val="003265D1"/>
    <w:rsid w:val="00326663"/>
    <w:rsid w:val="00326D43"/>
    <w:rsid w:val="003276D7"/>
    <w:rsid w:val="003277F0"/>
    <w:rsid w:val="0032784F"/>
    <w:rsid w:val="00327B15"/>
    <w:rsid w:val="00330E4C"/>
    <w:rsid w:val="00331046"/>
    <w:rsid w:val="00331EBC"/>
    <w:rsid w:val="003320D7"/>
    <w:rsid w:val="003320D9"/>
    <w:rsid w:val="003321C4"/>
    <w:rsid w:val="00332E78"/>
    <w:rsid w:val="00332E8C"/>
    <w:rsid w:val="00333784"/>
    <w:rsid w:val="00333C04"/>
    <w:rsid w:val="003340A0"/>
    <w:rsid w:val="003342C3"/>
    <w:rsid w:val="003343E4"/>
    <w:rsid w:val="00334EA4"/>
    <w:rsid w:val="003350E4"/>
    <w:rsid w:val="003352C6"/>
    <w:rsid w:val="00335BC4"/>
    <w:rsid w:val="00335DC9"/>
    <w:rsid w:val="00335DEA"/>
    <w:rsid w:val="00335F70"/>
    <w:rsid w:val="0033679E"/>
    <w:rsid w:val="00336A5D"/>
    <w:rsid w:val="00336AD9"/>
    <w:rsid w:val="00336C87"/>
    <w:rsid w:val="00336CF2"/>
    <w:rsid w:val="0033765E"/>
    <w:rsid w:val="0033790C"/>
    <w:rsid w:val="003408A9"/>
    <w:rsid w:val="00340A05"/>
    <w:rsid w:val="00341252"/>
    <w:rsid w:val="00341557"/>
    <w:rsid w:val="00341C9B"/>
    <w:rsid w:val="003420B7"/>
    <w:rsid w:val="003423A8"/>
    <w:rsid w:val="00342B5D"/>
    <w:rsid w:val="00342D22"/>
    <w:rsid w:val="00342EE5"/>
    <w:rsid w:val="003430FC"/>
    <w:rsid w:val="0034313E"/>
    <w:rsid w:val="003433C5"/>
    <w:rsid w:val="0034395D"/>
    <w:rsid w:val="00344688"/>
    <w:rsid w:val="00344909"/>
    <w:rsid w:val="0034492C"/>
    <w:rsid w:val="0034499E"/>
    <w:rsid w:val="00344C6D"/>
    <w:rsid w:val="00344E50"/>
    <w:rsid w:val="00344EF8"/>
    <w:rsid w:val="00344F87"/>
    <w:rsid w:val="003454E3"/>
    <w:rsid w:val="00345667"/>
    <w:rsid w:val="00345CA7"/>
    <w:rsid w:val="00345EC2"/>
    <w:rsid w:val="00345FF6"/>
    <w:rsid w:val="003460B7"/>
    <w:rsid w:val="00346160"/>
    <w:rsid w:val="00346CA7"/>
    <w:rsid w:val="00346E26"/>
    <w:rsid w:val="00347013"/>
    <w:rsid w:val="0034784F"/>
    <w:rsid w:val="003514EA"/>
    <w:rsid w:val="00351612"/>
    <w:rsid w:val="0035224B"/>
    <w:rsid w:val="003524D5"/>
    <w:rsid w:val="00352585"/>
    <w:rsid w:val="00352B49"/>
    <w:rsid w:val="0035310D"/>
    <w:rsid w:val="00353411"/>
    <w:rsid w:val="00354039"/>
    <w:rsid w:val="0035419A"/>
    <w:rsid w:val="003548B6"/>
    <w:rsid w:val="00354B52"/>
    <w:rsid w:val="00354FAF"/>
    <w:rsid w:val="0035520C"/>
    <w:rsid w:val="00355D12"/>
    <w:rsid w:val="003566BD"/>
    <w:rsid w:val="00356B62"/>
    <w:rsid w:val="00356D0E"/>
    <w:rsid w:val="00356E61"/>
    <w:rsid w:val="003574DA"/>
    <w:rsid w:val="00357560"/>
    <w:rsid w:val="003579A8"/>
    <w:rsid w:val="00357ADC"/>
    <w:rsid w:val="0036104F"/>
    <w:rsid w:val="00361204"/>
    <w:rsid w:val="003613D3"/>
    <w:rsid w:val="003613E2"/>
    <w:rsid w:val="003615AA"/>
    <w:rsid w:val="00361E37"/>
    <w:rsid w:val="00361E9A"/>
    <w:rsid w:val="00362E85"/>
    <w:rsid w:val="00362EAC"/>
    <w:rsid w:val="00363E04"/>
    <w:rsid w:val="00363EFD"/>
    <w:rsid w:val="003643FE"/>
    <w:rsid w:val="00364FF6"/>
    <w:rsid w:val="003652FC"/>
    <w:rsid w:val="0036599B"/>
    <w:rsid w:val="00365A44"/>
    <w:rsid w:val="00365E0C"/>
    <w:rsid w:val="003660FB"/>
    <w:rsid w:val="003663C0"/>
    <w:rsid w:val="003664A1"/>
    <w:rsid w:val="0036662D"/>
    <w:rsid w:val="003668DB"/>
    <w:rsid w:val="00366FDF"/>
    <w:rsid w:val="00367076"/>
    <w:rsid w:val="00367C4E"/>
    <w:rsid w:val="00367F8A"/>
    <w:rsid w:val="00370093"/>
    <w:rsid w:val="00370407"/>
    <w:rsid w:val="00370661"/>
    <w:rsid w:val="0037097A"/>
    <w:rsid w:val="00370B5F"/>
    <w:rsid w:val="00370DCA"/>
    <w:rsid w:val="00370ECB"/>
    <w:rsid w:val="00371336"/>
    <w:rsid w:val="00371593"/>
    <w:rsid w:val="0037159E"/>
    <w:rsid w:val="00371DC3"/>
    <w:rsid w:val="00372B09"/>
    <w:rsid w:val="00372B1F"/>
    <w:rsid w:val="00373154"/>
    <w:rsid w:val="00373ACB"/>
    <w:rsid w:val="00373D41"/>
    <w:rsid w:val="0037404C"/>
    <w:rsid w:val="0037488E"/>
    <w:rsid w:val="003749A3"/>
    <w:rsid w:val="00374BBE"/>
    <w:rsid w:val="003750D5"/>
    <w:rsid w:val="0037514C"/>
    <w:rsid w:val="003756E2"/>
    <w:rsid w:val="00375A37"/>
    <w:rsid w:val="0037601C"/>
    <w:rsid w:val="003764A4"/>
    <w:rsid w:val="00376B95"/>
    <w:rsid w:val="00376E24"/>
    <w:rsid w:val="00380193"/>
    <w:rsid w:val="003802DD"/>
    <w:rsid w:val="0038080B"/>
    <w:rsid w:val="00380832"/>
    <w:rsid w:val="003809D6"/>
    <w:rsid w:val="00380CD4"/>
    <w:rsid w:val="00381464"/>
    <w:rsid w:val="0038166A"/>
    <w:rsid w:val="00382B92"/>
    <w:rsid w:val="0038324E"/>
    <w:rsid w:val="003832C0"/>
    <w:rsid w:val="00383337"/>
    <w:rsid w:val="0038380C"/>
    <w:rsid w:val="00383E4C"/>
    <w:rsid w:val="003847B4"/>
    <w:rsid w:val="00384BB0"/>
    <w:rsid w:val="003851B3"/>
    <w:rsid w:val="00385947"/>
    <w:rsid w:val="003861F1"/>
    <w:rsid w:val="003862E9"/>
    <w:rsid w:val="003871A3"/>
    <w:rsid w:val="00387495"/>
    <w:rsid w:val="0038774C"/>
    <w:rsid w:val="0038787F"/>
    <w:rsid w:val="00387AFA"/>
    <w:rsid w:val="003901B9"/>
    <w:rsid w:val="00390531"/>
    <w:rsid w:val="003905B4"/>
    <w:rsid w:val="003905B9"/>
    <w:rsid w:val="00390852"/>
    <w:rsid w:val="00390EAE"/>
    <w:rsid w:val="0039113F"/>
    <w:rsid w:val="0039115A"/>
    <w:rsid w:val="003918E3"/>
    <w:rsid w:val="00391CB6"/>
    <w:rsid w:val="00391CBE"/>
    <w:rsid w:val="0039280E"/>
    <w:rsid w:val="00392F26"/>
    <w:rsid w:val="00393176"/>
    <w:rsid w:val="00393378"/>
    <w:rsid w:val="003935D6"/>
    <w:rsid w:val="00393708"/>
    <w:rsid w:val="003939F7"/>
    <w:rsid w:val="003944FC"/>
    <w:rsid w:val="003945F1"/>
    <w:rsid w:val="00394725"/>
    <w:rsid w:val="003961BE"/>
    <w:rsid w:val="003964C4"/>
    <w:rsid w:val="003965A7"/>
    <w:rsid w:val="0039723D"/>
    <w:rsid w:val="00397F5F"/>
    <w:rsid w:val="003A037E"/>
    <w:rsid w:val="003A07E8"/>
    <w:rsid w:val="003A10E4"/>
    <w:rsid w:val="003A1491"/>
    <w:rsid w:val="003A171F"/>
    <w:rsid w:val="003A183E"/>
    <w:rsid w:val="003A1CD0"/>
    <w:rsid w:val="003A1F33"/>
    <w:rsid w:val="003A2B11"/>
    <w:rsid w:val="003A2EEE"/>
    <w:rsid w:val="003A3250"/>
    <w:rsid w:val="003A345D"/>
    <w:rsid w:val="003A3586"/>
    <w:rsid w:val="003A3764"/>
    <w:rsid w:val="003A3B68"/>
    <w:rsid w:val="003A3D63"/>
    <w:rsid w:val="003A447F"/>
    <w:rsid w:val="003A49CD"/>
    <w:rsid w:val="003A4AB5"/>
    <w:rsid w:val="003A4B34"/>
    <w:rsid w:val="003A503E"/>
    <w:rsid w:val="003A523B"/>
    <w:rsid w:val="003A55D8"/>
    <w:rsid w:val="003A5BC7"/>
    <w:rsid w:val="003A5BE5"/>
    <w:rsid w:val="003A5FA6"/>
    <w:rsid w:val="003A6672"/>
    <w:rsid w:val="003A6A56"/>
    <w:rsid w:val="003A6C2F"/>
    <w:rsid w:val="003A7483"/>
    <w:rsid w:val="003A74E2"/>
    <w:rsid w:val="003A7749"/>
    <w:rsid w:val="003B05AE"/>
    <w:rsid w:val="003B09F7"/>
    <w:rsid w:val="003B125A"/>
    <w:rsid w:val="003B1C37"/>
    <w:rsid w:val="003B1FB2"/>
    <w:rsid w:val="003B23BC"/>
    <w:rsid w:val="003B25CD"/>
    <w:rsid w:val="003B2CA8"/>
    <w:rsid w:val="003B39BF"/>
    <w:rsid w:val="003B3C28"/>
    <w:rsid w:val="003B3D1A"/>
    <w:rsid w:val="003B4225"/>
    <w:rsid w:val="003B4B91"/>
    <w:rsid w:val="003B5130"/>
    <w:rsid w:val="003B52C4"/>
    <w:rsid w:val="003B5589"/>
    <w:rsid w:val="003B57CE"/>
    <w:rsid w:val="003B5884"/>
    <w:rsid w:val="003B58CF"/>
    <w:rsid w:val="003B59E9"/>
    <w:rsid w:val="003B601C"/>
    <w:rsid w:val="003B6022"/>
    <w:rsid w:val="003B66F3"/>
    <w:rsid w:val="003B6FC1"/>
    <w:rsid w:val="003B70F9"/>
    <w:rsid w:val="003B781C"/>
    <w:rsid w:val="003B7EF2"/>
    <w:rsid w:val="003B7FE1"/>
    <w:rsid w:val="003C046A"/>
    <w:rsid w:val="003C091E"/>
    <w:rsid w:val="003C0AD1"/>
    <w:rsid w:val="003C0FE6"/>
    <w:rsid w:val="003C109E"/>
    <w:rsid w:val="003C1761"/>
    <w:rsid w:val="003C1A00"/>
    <w:rsid w:val="003C1A59"/>
    <w:rsid w:val="003C271B"/>
    <w:rsid w:val="003C27BA"/>
    <w:rsid w:val="003C29EA"/>
    <w:rsid w:val="003C2CBA"/>
    <w:rsid w:val="003C31C5"/>
    <w:rsid w:val="003C3249"/>
    <w:rsid w:val="003C3638"/>
    <w:rsid w:val="003C3BC2"/>
    <w:rsid w:val="003C3E13"/>
    <w:rsid w:val="003C4981"/>
    <w:rsid w:val="003C51D8"/>
    <w:rsid w:val="003C5872"/>
    <w:rsid w:val="003C61C6"/>
    <w:rsid w:val="003C634A"/>
    <w:rsid w:val="003C63BF"/>
    <w:rsid w:val="003C6F42"/>
    <w:rsid w:val="003C72C4"/>
    <w:rsid w:val="003C75B2"/>
    <w:rsid w:val="003C760B"/>
    <w:rsid w:val="003D04D9"/>
    <w:rsid w:val="003D067B"/>
    <w:rsid w:val="003D06BF"/>
    <w:rsid w:val="003D0A86"/>
    <w:rsid w:val="003D0C89"/>
    <w:rsid w:val="003D0D89"/>
    <w:rsid w:val="003D1204"/>
    <w:rsid w:val="003D1219"/>
    <w:rsid w:val="003D12D8"/>
    <w:rsid w:val="003D176B"/>
    <w:rsid w:val="003D17D3"/>
    <w:rsid w:val="003D18D6"/>
    <w:rsid w:val="003D18E7"/>
    <w:rsid w:val="003D1BA8"/>
    <w:rsid w:val="003D1DBD"/>
    <w:rsid w:val="003D244E"/>
    <w:rsid w:val="003D2CB5"/>
    <w:rsid w:val="003D2D34"/>
    <w:rsid w:val="003D2E0C"/>
    <w:rsid w:val="003D334B"/>
    <w:rsid w:val="003D3F40"/>
    <w:rsid w:val="003D4320"/>
    <w:rsid w:val="003D43DC"/>
    <w:rsid w:val="003D4415"/>
    <w:rsid w:val="003D5632"/>
    <w:rsid w:val="003D5C4D"/>
    <w:rsid w:val="003D66B8"/>
    <w:rsid w:val="003D674C"/>
    <w:rsid w:val="003D7102"/>
    <w:rsid w:val="003D725C"/>
    <w:rsid w:val="003D72E2"/>
    <w:rsid w:val="003D7C8F"/>
    <w:rsid w:val="003D7F44"/>
    <w:rsid w:val="003E0BC9"/>
    <w:rsid w:val="003E0C65"/>
    <w:rsid w:val="003E0EE6"/>
    <w:rsid w:val="003E0F9C"/>
    <w:rsid w:val="003E19D6"/>
    <w:rsid w:val="003E1A87"/>
    <w:rsid w:val="003E2615"/>
    <w:rsid w:val="003E2A56"/>
    <w:rsid w:val="003E3292"/>
    <w:rsid w:val="003E34AB"/>
    <w:rsid w:val="003E3BE3"/>
    <w:rsid w:val="003E3D9C"/>
    <w:rsid w:val="003E3FB9"/>
    <w:rsid w:val="003E4311"/>
    <w:rsid w:val="003E4673"/>
    <w:rsid w:val="003E4B0C"/>
    <w:rsid w:val="003E4C3F"/>
    <w:rsid w:val="003E544E"/>
    <w:rsid w:val="003E5DE2"/>
    <w:rsid w:val="003E6AF6"/>
    <w:rsid w:val="003E73DA"/>
    <w:rsid w:val="003E752F"/>
    <w:rsid w:val="003E78BB"/>
    <w:rsid w:val="003F1407"/>
    <w:rsid w:val="003F19DE"/>
    <w:rsid w:val="003F38AF"/>
    <w:rsid w:val="003F3B58"/>
    <w:rsid w:val="003F4184"/>
    <w:rsid w:val="003F46E9"/>
    <w:rsid w:val="003F4A85"/>
    <w:rsid w:val="003F4DDF"/>
    <w:rsid w:val="003F5373"/>
    <w:rsid w:val="003F54A5"/>
    <w:rsid w:val="003F5878"/>
    <w:rsid w:val="003F5A40"/>
    <w:rsid w:val="003F5F7C"/>
    <w:rsid w:val="003F6861"/>
    <w:rsid w:val="003F6923"/>
    <w:rsid w:val="003F6A1D"/>
    <w:rsid w:val="003F6DAA"/>
    <w:rsid w:val="003F765A"/>
    <w:rsid w:val="003F7A5F"/>
    <w:rsid w:val="003F7B10"/>
    <w:rsid w:val="004005BA"/>
    <w:rsid w:val="00400799"/>
    <w:rsid w:val="00400A98"/>
    <w:rsid w:val="00401387"/>
    <w:rsid w:val="0040165E"/>
    <w:rsid w:val="0040195B"/>
    <w:rsid w:val="0040233E"/>
    <w:rsid w:val="00402EEE"/>
    <w:rsid w:val="004030A9"/>
    <w:rsid w:val="00403170"/>
    <w:rsid w:val="004034F8"/>
    <w:rsid w:val="00403B9E"/>
    <w:rsid w:val="004045DD"/>
    <w:rsid w:val="004057C2"/>
    <w:rsid w:val="004057E4"/>
    <w:rsid w:val="00406B10"/>
    <w:rsid w:val="00407044"/>
    <w:rsid w:val="00407776"/>
    <w:rsid w:val="004079A4"/>
    <w:rsid w:val="00410FDD"/>
    <w:rsid w:val="00411391"/>
    <w:rsid w:val="004114CF"/>
    <w:rsid w:val="00411B4B"/>
    <w:rsid w:val="0041282E"/>
    <w:rsid w:val="00412B43"/>
    <w:rsid w:val="004132FC"/>
    <w:rsid w:val="0041337B"/>
    <w:rsid w:val="00413974"/>
    <w:rsid w:val="004140FC"/>
    <w:rsid w:val="00414826"/>
    <w:rsid w:val="004148B0"/>
    <w:rsid w:val="00414B1E"/>
    <w:rsid w:val="00414F00"/>
    <w:rsid w:val="00415092"/>
    <w:rsid w:val="00415325"/>
    <w:rsid w:val="004155E6"/>
    <w:rsid w:val="004158CF"/>
    <w:rsid w:val="00415E05"/>
    <w:rsid w:val="004161B9"/>
    <w:rsid w:val="00416619"/>
    <w:rsid w:val="0041676E"/>
    <w:rsid w:val="00416828"/>
    <w:rsid w:val="00416974"/>
    <w:rsid w:val="00416B43"/>
    <w:rsid w:val="00416C70"/>
    <w:rsid w:val="004170F1"/>
    <w:rsid w:val="004171E4"/>
    <w:rsid w:val="00417749"/>
    <w:rsid w:val="00420552"/>
    <w:rsid w:val="00420600"/>
    <w:rsid w:val="00420651"/>
    <w:rsid w:val="004207E8"/>
    <w:rsid w:val="00420D00"/>
    <w:rsid w:val="00421111"/>
    <w:rsid w:val="004214C2"/>
    <w:rsid w:val="0042198F"/>
    <w:rsid w:val="00421E4D"/>
    <w:rsid w:val="0042208F"/>
    <w:rsid w:val="0042222F"/>
    <w:rsid w:val="00422416"/>
    <w:rsid w:val="0042251E"/>
    <w:rsid w:val="0042255F"/>
    <w:rsid w:val="00423044"/>
    <w:rsid w:val="00423912"/>
    <w:rsid w:val="00423A99"/>
    <w:rsid w:val="0042450C"/>
    <w:rsid w:val="0042526B"/>
    <w:rsid w:val="00425517"/>
    <w:rsid w:val="00425D2B"/>
    <w:rsid w:val="00425F85"/>
    <w:rsid w:val="00426066"/>
    <w:rsid w:val="00426F23"/>
    <w:rsid w:val="00427241"/>
    <w:rsid w:val="00427333"/>
    <w:rsid w:val="00427BD4"/>
    <w:rsid w:val="00427DF2"/>
    <w:rsid w:val="0043140A"/>
    <w:rsid w:val="0043174E"/>
    <w:rsid w:val="00432066"/>
    <w:rsid w:val="0043268C"/>
    <w:rsid w:val="00432F39"/>
    <w:rsid w:val="00432F87"/>
    <w:rsid w:val="004336D7"/>
    <w:rsid w:val="00434095"/>
    <w:rsid w:val="0043459D"/>
    <w:rsid w:val="004345D4"/>
    <w:rsid w:val="004353FB"/>
    <w:rsid w:val="00435C16"/>
    <w:rsid w:val="00437FFB"/>
    <w:rsid w:val="004406A6"/>
    <w:rsid w:val="004418E5"/>
    <w:rsid w:val="004419A3"/>
    <w:rsid w:val="00441F19"/>
    <w:rsid w:val="004421FA"/>
    <w:rsid w:val="00442B76"/>
    <w:rsid w:val="00442D92"/>
    <w:rsid w:val="00442EA0"/>
    <w:rsid w:val="004431DE"/>
    <w:rsid w:val="00443352"/>
    <w:rsid w:val="00443492"/>
    <w:rsid w:val="00443EA7"/>
    <w:rsid w:val="00443F1A"/>
    <w:rsid w:val="00444377"/>
    <w:rsid w:val="004443DF"/>
    <w:rsid w:val="004455CF"/>
    <w:rsid w:val="00445B9E"/>
    <w:rsid w:val="00445BCD"/>
    <w:rsid w:val="0044660B"/>
    <w:rsid w:val="0044667D"/>
    <w:rsid w:val="0044681C"/>
    <w:rsid w:val="004474FD"/>
    <w:rsid w:val="004475E5"/>
    <w:rsid w:val="00450448"/>
    <w:rsid w:val="00450670"/>
    <w:rsid w:val="00450754"/>
    <w:rsid w:val="004508B2"/>
    <w:rsid w:val="00450922"/>
    <w:rsid w:val="00450DC5"/>
    <w:rsid w:val="0045175C"/>
    <w:rsid w:val="00451E30"/>
    <w:rsid w:val="00452433"/>
    <w:rsid w:val="004524DC"/>
    <w:rsid w:val="00452567"/>
    <w:rsid w:val="0045279C"/>
    <w:rsid w:val="004538C9"/>
    <w:rsid w:val="0045408F"/>
    <w:rsid w:val="00454D3F"/>
    <w:rsid w:val="004566EE"/>
    <w:rsid w:val="004573E7"/>
    <w:rsid w:val="00457866"/>
    <w:rsid w:val="004602F5"/>
    <w:rsid w:val="004603E7"/>
    <w:rsid w:val="00460409"/>
    <w:rsid w:val="0046082E"/>
    <w:rsid w:val="00460CF0"/>
    <w:rsid w:val="0046152C"/>
    <w:rsid w:val="004618A2"/>
    <w:rsid w:val="0046190B"/>
    <w:rsid w:val="00461D5B"/>
    <w:rsid w:val="0046286C"/>
    <w:rsid w:val="0046312A"/>
    <w:rsid w:val="00463CC0"/>
    <w:rsid w:val="00463D95"/>
    <w:rsid w:val="00464137"/>
    <w:rsid w:val="00464AB2"/>
    <w:rsid w:val="00465483"/>
    <w:rsid w:val="004655B5"/>
    <w:rsid w:val="00465D4E"/>
    <w:rsid w:val="00465EDA"/>
    <w:rsid w:val="004661D5"/>
    <w:rsid w:val="0046667D"/>
    <w:rsid w:val="004667CD"/>
    <w:rsid w:val="00466EC4"/>
    <w:rsid w:val="00467208"/>
    <w:rsid w:val="00467480"/>
    <w:rsid w:val="004677D0"/>
    <w:rsid w:val="00467AD9"/>
    <w:rsid w:val="00467F98"/>
    <w:rsid w:val="00470C57"/>
    <w:rsid w:val="00470CDD"/>
    <w:rsid w:val="004710D8"/>
    <w:rsid w:val="00471605"/>
    <w:rsid w:val="00471C56"/>
    <w:rsid w:val="00471DD8"/>
    <w:rsid w:val="00472DDE"/>
    <w:rsid w:val="00473576"/>
    <w:rsid w:val="004735C7"/>
    <w:rsid w:val="00473A7D"/>
    <w:rsid w:val="00473B28"/>
    <w:rsid w:val="00473DE1"/>
    <w:rsid w:val="00474106"/>
    <w:rsid w:val="00474127"/>
    <w:rsid w:val="004741AA"/>
    <w:rsid w:val="00474E36"/>
    <w:rsid w:val="00474FA5"/>
    <w:rsid w:val="00475502"/>
    <w:rsid w:val="004756CF"/>
    <w:rsid w:val="0047635D"/>
    <w:rsid w:val="004765E4"/>
    <w:rsid w:val="00476920"/>
    <w:rsid w:val="00476E41"/>
    <w:rsid w:val="0047732D"/>
    <w:rsid w:val="004774DD"/>
    <w:rsid w:val="0047757B"/>
    <w:rsid w:val="0047782C"/>
    <w:rsid w:val="00477C06"/>
    <w:rsid w:val="004810C8"/>
    <w:rsid w:val="004818D8"/>
    <w:rsid w:val="004820B7"/>
    <w:rsid w:val="004831A6"/>
    <w:rsid w:val="0048363D"/>
    <w:rsid w:val="00483B00"/>
    <w:rsid w:val="004841B4"/>
    <w:rsid w:val="004849A3"/>
    <w:rsid w:val="004859C3"/>
    <w:rsid w:val="0048608D"/>
    <w:rsid w:val="00486176"/>
    <w:rsid w:val="00486309"/>
    <w:rsid w:val="0048693D"/>
    <w:rsid w:val="00486B5D"/>
    <w:rsid w:val="00486DC2"/>
    <w:rsid w:val="0048715E"/>
    <w:rsid w:val="00487780"/>
    <w:rsid w:val="00487B52"/>
    <w:rsid w:val="00487D5D"/>
    <w:rsid w:val="00490875"/>
    <w:rsid w:val="00490AA6"/>
    <w:rsid w:val="00490CD7"/>
    <w:rsid w:val="00490D09"/>
    <w:rsid w:val="004921A8"/>
    <w:rsid w:val="0049248E"/>
    <w:rsid w:val="00492639"/>
    <w:rsid w:val="004930BE"/>
    <w:rsid w:val="0049322E"/>
    <w:rsid w:val="0049341D"/>
    <w:rsid w:val="004934D0"/>
    <w:rsid w:val="00494012"/>
    <w:rsid w:val="00494137"/>
    <w:rsid w:val="004949E2"/>
    <w:rsid w:val="00494B87"/>
    <w:rsid w:val="00494D73"/>
    <w:rsid w:val="00494FB9"/>
    <w:rsid w:val="00495335"/>
    <w:rsid w:val="00495509"/>
    <w:rsid w:val="004958E5"/>
    <w:rsid w:val="00495D69"/>
    <w:rsid w:val="0049652A"/>
    <w:rsid w:val="0049652D"/>
    <w:rsid w:val="00496D2E"/>
    <w:rsid w:val="004970D2"/>
    <w:rsid w:val="00497368"/>
    <w:rsid w:val="004977F8"/>
    <w:rsid w:val="0049784C"/>
    <w:rsid w:val="00497C5B"/>
    <w:rsid w:val="004A183E"/>
    <w:rsid w:val="004A1FA2"/>
    <w:rsid w:val="004A2601"/>
    <w:rsid w:val="004A2AF4"/>
    <w:rsid w:val="004A3095"/>
    <w:rsid w:val="004A36A6"/>
    <w:rsid w:val="004A37D9"/>
    <w:rsid w:val="004A3A39"/>
    <w:rsid w:val="004A3EC3"/>
    <w:rsid w:val="004A3F33"/>
    <w:rsid w:val="004A402B"/>
    <w:rsid w:val="004A428A"/>
    <w:rsid w:val="004A4B65"/>
    <w:rsid w:val="004A4D33"/>
    <w:rsid w:val="004A4D8E"/>
    <w:rsid w:val="004A4F3C"/>
    <w:rsid w:val="004A541D"/>
    <w:rsid w:val="004A6410"/>
    <w:rsid w:val="004A6497"/>
    <w:rsid w:val="004A6588"/>
    <w:rsid w:val="004A71EB"/>
    <w:rsid w:val="004A7457"/>
    <w:rsid w:val="004A7FA0"/>
    <w:rsid w:val="004B0074"/>
    <w:rsid w:val="004B0B1B"/>
    <w:rsid w:val="004B1404"/>
    <w:rsid w:val="004B1564"/>
    <w:rsid w:val="004B1E4F"/>
    <w:rsid w:val="004B200D"/>
    <w:rsid w:val="004B248B"/>
    <w:rsid w:val="004B2BA4"/>
    <w:rsid w:val="004B305B"/>
    <w:rsid w:val="004B371A"/>
    <w:rsid w:val="004B39C9"/>
    <w:rsid w:val="004B4175"/>
    <w:rsid w:val="004B4BB1"/>
    <w:rsid w:val="004B4F55"/>
    <w:rsid w:val="004B4FB3"/>
    <w:rsid w:val="004B5CB6"/>
    <w:rsid w:val="004B649B"/>
    <w:rsid w:val="004B7371"/>
    <w:rsid w:val="004B748E"/>
    <w:rsid w:val="004B7BC3"/>
    <w:rsid w:val="004B7CBB"/>
    <w:rsid w:val="004C004E"/>
    <w:rsid w:val="004C0253"/>
    <w:rsid w:val="004C0A2D"/>
    <w:rsid w:val="004C0AB8"/>
    <w:rsid w:val="004C0AC8"/>
    <w:rsid w:val="004C1258"/>
    <w:rsid w:val="004C1C64"/>
    <w:rsid w:val="004C1D30"/>
    <w:rsid w:val="004C1D9E"/>
    <w:rsid w:val="004C1FA2"/>
    <w:rsid w:val="004C26D2"/>
    <w:rsid w:val="004C3708"/>
    <w:rsid w:val="004C373D"/>
    <w:rsid w:val="004C3A17"/>
    <w:rsid w:val="004C3F51"/>
    <w:rsid w:val="004C4198"/>
    <w:rsid w:val="004C4E79"/>
    <w:rsid w:val="004C4EB9"/>
    <w:rsid w:val="004C53A4"/>
    <w:rsid w:val="004C5667"/>
    <w:rsid w:val="004C5913"/>
    <w:rsid w:val="004C5BF3"/>
    <w:rsid w:val="004C60A6"/>
    <w:rsid w:val="004C74CA"/>
    <w:rsid w:val="004C7A62"/>
    <w:rsid w:val="004C7CBD"/>
    <w:rsid w:val="004D0125"/>
    <w:rsid w:val="004D05C0"/>
    <w:rsid w:val="004D0806"/>
    <w:rsid w:val="004D137F"/>
    <w:rsid w:val="004D1BA2"/>
    <w:rsid w:val="004D1C65"/>
    <w:rsid w:val="004D1D75"/>
    <w:rsid w:val="004D226E"/>
    <w:rsid w:val="004D2DCB"/>
    <w:rsid w:val="004D383E"/>
    <w:rsid w:val="004D3B48"/>
    <w:rsid w:val="004D3D92"/>
    <w:rsid w:val="004D3E7F"/>
    <w:rsid w:val="004D432B"/>
    <w:rsid w:val="004D45EA"/>
    <w:rsid w:val="004D4627"/>
    <w:rsid w:val="004D4896"/>
    <w:rsid w:val="004D499B"/>
    <w:rsid w:val="004D555A"/>
    <w:rsid w:val="004D5585"/>
    <w:rsid w:val="004D58DC"/>
    <w:rsid w:val="004D5A56"/>
    <w:rsid w:val="004D5BD9"/>
    <w:rsid w:val="004D624E"/>
    <w:rsid w:val="004D6266"/>
    <w:rsid w:val="004D637B"/>
    <w:rsid w:val="004D6592"/>
    <w:rsid w:val="004D6A40"/>
    <w:rsid w:val="004D6C93"/>
    <w:rsid w:val="004D6D8F"/>
    <w:rsid w:val="004D7B60"/>
    <w:rsid w:val="004E039E"/>
    <w:rsid w:val="004E07E4"/>
    <w:rsid w:val="004E1726"/>
    <w:rsid w:val="004E1D16"/>
    <w:rsid w:val="004E2509"/>
    <w:rsid w:val="004E298D"/>
    <w:rsid w:val="004E2BD7"/>
    <w:rsid w:val="004E2CD5"/>
    <w:rsid w:val="004E2D2F"/>
    <w:rsid w:val="004E38E8"/>
    <w:rsid w:val="004E3F2D"/>
    <w:rsid w:val="004E419F"/>
    <w:rsid w:val="004E44DC"/>
    <w:rsid w:val="004E4852"/>
    <w:rsid w:val="004E49D7"/>
    <w:rsid w:val="004E5AC3"/>
    <w:rsid w:val="004E5B3A"/>
    <w:rsid w:val="004E5C66"/>
    <w:rsid w:val="004E5CC4"/>
    <w:rsid w:val="004E68EB"/>
    <w:rsid w:val="004E690B"/>
    <w:rsid w:val="004E7556"/>
    <w:rsid w:val="004E7F30"/>
    <w:rsid w:val="004F0451"/>
    <w:rsid w:val="004F06E7"/>
    <w:rsid w:val="004F08B9"/>
    <w:rsid w:val="004F0D63"/>
    <w:rsid w:val="004F0F88"/>
    <w:rsid w:val="004F1502"/>
    <w:rsid w:val="004F15C4"/>
    <w:rsid w:val="004F1E4F"/>
    <w:rsid w:val="004F216F"/>
    <w:rsid w:val="004F2456"/>
    <w:rsid w:val="004F29D1"/>
    <w:rsid w:val="004F2CC6"/>
    <w:rsid w:val="004F2E1A"/>
    <w:rsid w:val="004F30BE"/>
    <w:rsid w:val="004F320A"/>
    <w:rsid w:val="004F3383"/>
    <w:rsid w:val="004F37F5"/>
    <w:rsid w:val="004F4BB7"/>
    <w:rsid w:val="004F52B2"/>
    <w:rsid w:val="004F5637"/>
    <w:rsid w:val="004F5AC4"/>
    <w:rsid w:val="004F65B1"/>
    <w:rsid w:val="004F6D0A"/>
    <w:rsid w:val="004F6F11"/>
    <w:rsid w:val="004F74F8"/>
    <w:rsid w:val="004F77AB"/>
    <w:rsid w:val="004F781F"/>
    <w:rsid w:val="004F7CAB"/>
    <w:rsid w:val="004F7FF2"/>
    <w:rsid w:val="00500193"/>
    <w:rsid w:val="0050041B"/>
    <w:rsid w:val="005008C9"/>
    <w:rsid w:val="0050105D"/>
    <w:rsid w:val="005010B5"/>
    <w:rsid w:val="0050147B"/>
    <w:rsid w:val="00501FEC"/>
    <w:rsid w:val="0050233D"/>
    <w:rsid w:val="005024DA"/>
    <w:rsid w:val="00502A99"/>
    <w:rsid w:val="0050300C"/>
    <w:rsid w:val="00503304"/>
    <w:rsid w:val="00503327"/>
    <w:rsid w:val="0050333E"/>
    <w:rsid w:val="005036D4"/>
    <w:rsid w:val="0050399E"/>
    <w:rsid w:val="0050460A"/>
    <w:rsid w:val="005050AF"/>
    <w:rsid w:val="00505675"/>
    <w:rsid w:val="0050598F"/>
    <w:rsid w:val="00505A39"/>
    <w:rsid w:val="005060A6"/>
    <w:rsid w:val="005064AC"/>
    <w:rsid w:val="005067C9"/>
    <w:rsid w:val="00507841"/>
    <w:rsid w:val="00507AC8"/>
    <w:rsid w:val="00507C5C"/>
    <w:rsid w:val="0051125F"/>
    <w:rsid w:val="00511614"/>
    <w:rsid w:val="00512C0C"/>
    <w:rsid w:val="00512ED9"/>
    <w:rsid w:val="00513B46"/>
    <w:rsid w:val="00513F38"/>
    <w:rsid w:val="005144A4"/>
    <w:rsid w:val="00514921"/>
    <w:rsid w:val="005149DB"/>
    <w:rsid w:val="00514EE8"/>
    <w:rsid w:val="00514F53"/>
    <w:rsid w:val="00515424"/>
    <w:rsid w:val="005155C2"/>
    <w:rsid w:val="00516226"/>
    <w:rsid w:val="00516841"/>
    <w:rsid w:val="005169A6"/>
    <w:rsid w:val="005172C0"/>
    <w:rsid w:val="005172C9"/>
    <w:rsid w:val="0051730D"/>
    <w:rsid w:val="005173B5"/>
    <w:rsid w:val="00517ADA"/>
    <w:rsid w:val="00517ADC"/>
    <w:rsid w:val="00517C20"/>
    <w:rsid w:val="0052037F"/>
    <w:rsid w:val="0052141A"/>
    <w:rsid w:val="0052159A"/>
    <w:rsid w:val="0052184A"/>
    <w:rsid w:val="00521D2E"/>
    <w:rsid w:val="00522264"/>
    <w:rsid w:val="00522844"/>
    <w:rsid w:val="00523626"/>
    <w:rsid w:val="005237F7"/>
    <w:rsid w:val="00523A27"/>
    <w:rsid w:val="00523CDC"/>
    <w:rsid w:val="005249FF"/>
    <w:rsid w:val="00524C27"/>
    <w:rsid w:val="00524F66"/>
    <w:rsid w:val="00525526"/>
    <w:rsid w:val="00525F37"/>
    <w:rsid w:val="0052691C"/>
    <w:rsid w:val="005270C3"/>
    <w:rsid w:val="00527DC7"/>
    <w:rsid w:val="0053034B"/>
    <w:rsid w:val="0053172D"/>
    <w:rsid w:val="00531819"/>
    <w:rsid w:val="00532216"/>
    <w:rsid w:val="00532618"/>
    <w:rsid w:val="00532E93"/>
    <w:rsid w:val="005331FA"/>
    <w:rsid w:val="00533352"/>
    <w:rsid w:val="005334EC"/>
    <w:rsid w:val="00533E82"/>
    <w:rsid w:val="00534EF9"/>
    <w:rsid w:val="0053590D"/>
    <w:rsid w:val="00535977"/>
    <w:rsid w:val="0053604F"/>
    <w:rsid w:val="005364FE"/>
    <w:rsid w:val="00536784"/>
    <w:rsid w:val="00537606"/>
    <w:rsid w:val="00537E23"/>
    <w:rsid w:val="00540089"/>
    <w:rsid w:val="005402E9"/>
    <w:rsid w:val="005407E7"/>
    <w:rsid w:val="00540E05"/>
    <w:rsid w:val="00541399"/>
    <w:rsid w:val="005413CB"/>
    <w:rsid w:val="005418BF"/>
    <w:rsid w:val="00541952"/>
    <w:rsid w:val="00542028"/>
    <w:rsid w:val="00542A37"/>
    <w:rsid w:val="005430B2"/>
    <w:rsid w:val="00543386"/>
    <w:rsid w:val="00543665"/>
    <w:rsid w:val="00543DE8"/>
    <w:rsid w:val="005444A4"/>
    <w:rsid w:val="00544682"/>
    <w:rsid w:val="00544938"/>
    <w:rsid w:val="00544B8B"/>
    <w:rsid w:val="00544BF3"/>
    <w:rsid w:val="00544FA5"/>
    <w:rsid w:val="005450AE"/>
    <w:rsid w:val="00545425"/>
    <w:rsid w:val="005459CA"/>
    <w:rsid w:val="00545B37"/>
    <w:rsid w:val="00545FA3"/>
    <w:rsid w:val="0054669D"/>
    <w:rsid w:val="005471FD"/>
    <w:rsid w:val="005472BC"/>
    <w:rsid w:val="0054735E"/>
    <w:rsid w:val="0054765A"/>
    <w:rsid w:val="0054777B"/>
    <w:rsid w:val="0054788C"/>
    <w:rsid w:val="00547C60"/>
    <w:rsid w:val="00547CB4"/>
    <w:rsid w:val="00547EC7"/>
    <w:rsid w:val="00550333"/>
    <w:rsid w:val="00550428"/>
    <w:rsid w:val="00550513"/>
    <w:rsid w:val="00550777"/>
    <w:rsid w:val="00550B4F"/>
    <w:rsid w:val="00550DC8"/>
    <w:rsid w:val="00550E4A"/>
    <w:rsid w:val="0055125C"/>
    <w:rsid w:val="00551BC2"/>
    <w:rsid w:val="005524C1"/>
    <w:rsid w:val="00552675"/>
    <w:rsid w:val="005527CF"/>
    <w:rsid w:val="00552D7B"/>
    <w:rsid w:val="00552DF1"/>
    <w:rsid w:val="005535A1"/>
    <w:rsid w:val="00553B18"/>
    <w:rsid w:val="00553CCE"/>
    <w:rsid w:val="0055435C"/>
    <w:rsid w:val="00556278"/>
    <w:rsid w:val="0055694F"/>
    <w:rsid w:val="00556F7E"/>
    <w:rsid w:val="005576E0"/>
    <w:rsid w:val="0055773C"/>
    <w:rsid w:val="0056099D"/>
    <w:rsid w:val="00560C8C"/>
    <w:rsid w:val="00560FF2"/>
    <w:rsid w:val="005613EC"/>
    <w:rsid w:val="005614CB"/>
    <w:rsid w:val="005618A2"/>
    <w:rsid w:val="00562C9D"/>
    <w:rsid w:val="005631EC"/>
    <w:rsid w:val="005636C5"/>
    <w:rsid w:val="00564861"/>
    <w:rsid w:val="00564BAE"/>
    <w:rsid w:val="00565F21"/>
    <w:rsid w:val="00565F4E"/>
    <w:rsid w:val="00565F4F"/>
    <w:rsid w:val="00565F53"/>
    <w:rsid w:val="00566445"/>
    <w:rsid w:val="005675EE"/>
    <w:rsid w:val="00567DB3"/>
    <w:rsid w:val="005700B7"/>
    <w:rsid w:val="005701ED"/>
    <w:rsid w:val="00570436"/>
    <w:rsid w:val="005710C9"/>
    <w:rsid w:val="00571430"/>
    <w:rsid w:val="00571E98"/>
    <w:rsid w:val="00571FF3"/>
    <w:rsid w:val="00573995"/>
    <w:rsid w:val="0057445E"/>
    <w:rsid w:val="0057494E"/>
    <w:rsid w:val="00574A62"/>
    <w:rsid w:val="0057506E"/>
    <w:rsid w:val="00575CB1"/>
    <w:rsid w:val="005764FA"/>
    <w:rsid w:val="0057659D"/>
    <w:rsid w:val="0057664B"/>
    <w:rsid w:val="00576740"/>
    <w:rsid w:val="00576A45"/>
    <w:rsid w:val="00576E08"/>
    <w:rsid w:val="005773D6"/>
    <w:rsid w:val="00577821"/>
    <w:rsid w:val="0057799D"/>
    <w:rsid w:val="00577DA4"/>
    <w:rsid w:val="005800FA"/>
    <w:rsid w:val="00580D83"/>
    <w:rsid w:val="005814D6"/>
    <w:rsid w:val="00581724"/>
    <w:rsid w:val="005817BD"/>
    <w:rsid w:val="00581AC7"/>
    <w:rsid w:val="00581E0F"/>
    <w:rsid w:val="00581F79"/>
    <w:rsid w:val="00581FC5"/>
    <w:rsid w:val="00582765"/>
    <w:rsid w:val="00582E60"/>
    <w:rsid w:val="00582F99"/>
    <w:rsid w:val="0058355C"/>
    <w:rsid w:val="00583876"/>
    <w:rsid w:val="005838AA"/>
    <w:rsid w:val="005838AD"/>
    <w:rsid w:val="00583956"/>
    <w:rsid w:val="005839F6"/>
    <w:rsid w:val="0058428E"/>
    <w:rsid w:val="00584678"/>
    <w:rsid w:val="005849E6"/>
    <w:rsid w:val="00584CE3"/>
    <w:rsid w:val="00584EA8"/>
    <w:rsid w:val="00585027"/>
    <w:rsid w:val="005850B2"/>
    <w:rsid w:val="00585183"/>
    <w:rsid w:val="00585F5A"/>
    <w:rsid w:val="00586133"/>
    <w:rsid w:val="005863F6"/>
    <w:rsid w:val="005864D9"/>
    <w:rsid w:val="0058678A"/>
    <w:rsid w:val="005874AB"/>
    <w:rsid w:val="005874D7"/>
    <w:rsid w:val="00587C66"/>
    <w:rsid w:val="00587CC6"/>
    <w:rsid w:val="00587E7B"/>
    <w:rsid w:val="005901CB"/>
    <w:rsid w:val="00590376"/>
    <w:rsid w:val="005908A3"/>
    <w:rsid w:val="00590D47"/>
    <w:rsid w:val="00590F95"/>
    <w:rsid w:val="00590FE4"/>
    <w:rsid w:val="00591238"/>
    <w:rsid w:val="00591386"/>
    <w:rsid w:val="00591407"/>
    <w:rsid w:val="005918F4"/>
    <w:rsid w:val="00591955"/>
    <w:rsid w:val="00591E93"/>
    <w:rsid w:val="00591ECF"/>
    <w:rsid w:val="00591F5E"/>
    <w:rsid w:val="00592720"/>
    <w:rsid w:val="005932A5"/>
    <w:rsid w:val="00593B1A"/>
    <w:rsid w:val="00594741"/>
    <w:rsid w:val="00595257"/>
    <w:rsid w:val="00595427"/>
    <w:rsid w:val="0059590B"/>
    <w:rsid w:val="00595F42"/>
    <w:rsid w:val="00595F69"/>
    <w:rsid w:val="00596703"/>
    <w:rsid w:val="00596C61"/>
    <w:rsid w:val="00596CAA"/>
    <w:rsid w:val="00596E35"/>
    <w:rsid w:val="00596F4F"/>
    <w:rsid w:val="0059728A"/>
    <w:rsid w:val="005974A3"/>
    <w:rsid w:val="005975D5"/>
    <w:rsid w:val="00597852"/>
    <w:rsid w:val="00597EC6"/>
    <w:rsid w:val="005A058D"/>
    <w:rsid w:val="005A06B8"/>
    <w:rsid w:val="005A0814"/>
    <w:rsid w:val="005A0ABA"/>
    <w:rsid w:val="005A0D4D"/>
    <w:rsid w:val="005A11BC"/>
    <w:rsid w:val="005A1797"/>
    <w:rsid w:val="005A1BB2"/>
    <w:rsid w:val="005A1C06"/>
    <w:rsid w:val="005A207D"/>
    <w:rsid w:val="005A2FEF"/>
    <w:rsid w:val="005A30F0"/>
    <w:rsid w:val="005A310F"/>
    <w:rsid w:val="005A31A6"/>
    <w:rsid w:val="005A3B52"/>
    <w:rsid w:val="005A3D19"/>
    <w:rsid w:val="005A4149"/>
    <w:rsid w:val="005A425B"/>
    <w:rsid w:val="005A4328"/>
    <w:rsid w:val="005A55FD"/>
    <w:rsid w:val="005A58FF"/>
    <w:rsid w:val="005A5DE4"/>
    <w:rsid w:val="005A623E"/>
    <w:rsid w:val="005A624B"/>
    <w:rsid w:val="005A628A"/>
    <w:rsid w:val="005A6A3C"/>
    <w:rsid w:val="005A6C91"/>
    <w:rsid w:val="005A6EFA"/>
    <w:rsid w:val="005A71FF"/>
    <w:rsid w:val="005A755C"/>
    <w:rsid w:val="005A7758"/>
    <w:rsid w:val="005A77C0"/>
    <w:rsid w:val="005A7BFC"/>
    <w:rsid w:val="005B00EA"/>
    <w:rsid w:val="005B0361"/>
    <w:rsid w:val="005B03F1"/>
    <w:rsid w:val="005B06EF"/>
    <w:rsid w:val="005B0DC8"/>
    <w:rsid w:val="005B1697"/>
    <w:rsid w:val="005B1F9A"/>
    <w:rsid w:val="005B24A4"/>
    <w:rsid w:val="005B2730"/>
    <w:rsid w:val="005B32D9"/>
    <w:rsid w:val="005B3724"/>
    <w:rsid w:val="005B3940"/>
    <w:rsid w:val="005B41D4"/>
    <w:rsid w:val="005B44E1"/>
    <w:rsid w:val="005B511A"/>
    <w:rsid w:val="005B5755"/>
    <w:rsid w:val="005B5A18"/>
    <w:rsid w:val="005B5A6D"/>
    <w:rsid w:val="005B5E33"/>
    <w:rsid w:val="005B5EDF"/>
    <w:rsid w:val="005B617A"/>
    <w:rsid w:val="005B6665"/>
    <w:rsid w:val="005B6E08"/>
    <w:rsid w:val="005B750F"/>
    <w:rsid w:val="005B794C"/>
    <w:rsid w:val="005B7CAE"/>
    <w:rsid w:val="005B7F77"/>
    <w:rsid w:val="005C0257"/>
    <w:rsid w:val="005C036A"/>
    <w:rsid w:val="005C060C"/>
    <w:rsid w:val="005C06E6"/>
    <w:rsid w:val="005C071F"/>
    <w:rsid w:val="005C087C"/>
    <w:rsid w:val="005C0CE8"/>
    <w:rsid w:val="005C134E"/>
    <w:rsid w:val="005C1C2D"/>
    <w:rsid w:val="005C22DD"/>
    <w:rsid w:val="005C2EF9"/>
    <w:rsid w:val="005C31DF"/>
    <w:rsid w:val="005C3D03"/>
    <w:rsid w:val="005C3ED0"/>
    <w:rsid w:val="005C40D7"/>
    <w:rsid w:val="005C49C8"/>
    <w:rsid w:val="005C4DFC"/>
    <w:rsid w:val="005C52EE"/>
    <w:rsid w:val="005C53DF"/>
    <w:rsid w:val="005C55CE"/>
    <w:rsid w:val="005C5886"/>
    <w:rsid w:val="005C58D0"/>
    <w:rsid w:val="005C6379"/>
    <w:rsid w:val="005C661E"/>
    <w:rsid w:val="005C6E1D"/>
    <w:rsid w:val="005C71C1"/>
    <w:rsid w:val="005D007E"/>
    <w:rsid w:val="005D0121"/>
    <w:rsid w:val="005D0390"/>
    <w:rsid w:val="005D03BD"/>
    <w:rsid w:val="005D0425"/>
    <w:rsid w:val="005D0740"/>
    <w:rsid w:val="005D0A37"/>
    <w:rsid w:val="005D15D5"/>
    <w:rsid w:val="005D181A"/>
    <w:rsid w:val="005D1876"/>
    <w:rsid w:val="005D1E1C"/>
    <w:rsid w:val="005D1E90"/>
    <w:rsid w:val="005D214A"/>
    <w:rsid w:val="005D24D1"/>
    <w:rsid w:val="005D261A"/>
    <w:rsid w:val="005D2912"/>
    <w:rsid w:val="005D2A25"/>
    <w:rsid w:val="005D2C79"/>
    <w:rsid w:val="005D2E3F"/>
    <w:rsid w:val="005D2EE0"/>
    <w:rsid w:val="005D3624"/>
    <w:rsid w:val="005D3C2F"/>
    <w:rsid w:val="005D3F54"/>
    <w:rsid w:val="005D4399"/>
    <w:rsid w:val="005D43A1"/>
    <w:rsid w:val="005D45D7"/>
    <w:rsid w:val="005D49F4"/>
    <w:rsid w:val="005D4A05"/>
    <w:rsid w:val="005D4A23"/>
    <w:rsid w:val="005D569F"/>
    <w:rsid w:val="005D5E5C"/>
    <w:rsid w:val="005D626F"/>
    <w:rsid w:val="005D6655"/>
    <w:rsid w:val="005D6779"/>
    <w:rsid w:val="005D7474"/>
    <w:rsid w:val="005D77E3"/>
    <w:rsid w:val="005D7B4B"/>
    <w:rsid w:val="005D7B5B"/>
    <w:rsid w:val="005E03B3"/>
    <w:rsid w:val="005E0579"/>
    <w:rsid w:val="005E0BBF"/>
    <w:rsid w:val="005E0E30"/>
    <w:rsid w:val="005E0FA6"/>
    <w:rsid w:val="005E120F"/>
    <w:rsid w:val="005E19D7"/>
    <w:rsid w:val="005E1E09"/>
    <w:rsid w:val="005E28F3"/>
    <w:rsid w:val="005E29B9"/>
    <w:rsid w:val="005E3380"/>
    <w:rsid w:val="005E3467"/>
    <w:rsid w:val="005E3B33"/>
    <w:rsid w:val="005E3BA5"/>
    <w:rsid w:val="005E3D57"/>
    <w:rsid w:val="005E4BC7"/>
    <w:rsid w:val="005E4CE8"/>
    <w:rsid w:val="005E5495"/>
    <w:rsid w:val="005E54B1"/>
    <w:rsid w:val="005E5548"/>
    <w:rsid w:val="005E5811"/>
    <w:rsid w:val="005E599F"/>
    <w:rsid w:val="005E5A99"/>
    <w:rsid w:val="005E5CF2"/>
    <w:rsid w:val="005E6D9C"/>
    <w:rsid w:val="005E6DF8"/>
    <w:rsid w:val="005F09F1"/>
    <w:rsid w:val="005F0D13"/>
    <w:rsid w:val="005F1045"/>
    <w:rsid w:val="005F128F"/>
    <w:rsid w:val="005F153E"/>
    <w:rsid w:val="005F184E"/>
    <w:rsid w:val="005F1EFE"/>
    <w:rsid w:val="005F23F1"/>
    <w:rsid w:val="005F25AA"/>
    <w:rsid w:val="005F27D9"/>
    <w:rsid w:val="005F2FF0"/>
    <w:rsid w:val="005F55C9"/>
    <w:rsid w:val="005F6748"/>
    <w:rsid w:val="005F6BD2"/>
    <w:rsid w:val="005F755C"/>
    <w:rsid w:val="005F7815"/>
    <w:rsid w:val="005F7927"/>
    <w:rsid w:val="005F7949"/>
    <w:rsid w:val="005F79BA"/>
    <w:rsid w:val="00600436"/>
    <w:rsid w:val="00600B9E"/>
    <w:rsid w:val="00600DAE"/>
    <w:rsid w:val="00601EA2"/>
    <w:rsid w:val="0060293E"/>
    <w:rsid w:val="00602A14"/>
    <w:rsid w:val="006030BA"/>
    <w:rsid w:val="0060394A"/>
    <w:rsid w:val="006039F8"/>
    <w:rsid w:val="00603C0F"/>
    <w:rsid w:val="006052EE"/>
    <w:rsid w:val="00605719"/>
    <w:rsid w:val="00605A7C"/>
    <w:rsid w:val="00605DB4"/>
    <w:rsid w:val="00605FC0"/>
    <w:rsid w:val="00607975"/>
    <w:rsid w:val="00607C1B"/>
    <w:rsid w:val="0061079F"/>
    <w:rsid w:val="0061158E"/>
    <w:rsid w:val="0061195B"/>
    <w:rsid w:val="00611C0C"/>
    <w:rsid w:val="0061204A"/>
    <w:rsid w:val="006123EA"/>
    <w:rsid w:val="0061242B"/>
    <w:rsid w:val="0061254A"/>
    <w:rsid w:val="00612A2B"/>
    <w:rsid w:val="0061371B"/>
    <w:rsid w:val="00613A24"/>
    <w:rsid w:val="00614B06"/>
    <w:rsid w:val="00614CDF"/>
    <w:rsid w:val="006151A6"/>
    <w:rsid w:val="00615445"/>
    <w:rsid w:val="00615CD9"/>
    <w:rsid w:val="006161F5"/>
    <w:rsid w:val="00616263"/>
    <w:rsid w:val="006167F0"/>
    <w:rsid w:val="006168AD"/>
    <w:rsid w:val="006175A1"/>
    <w:rsid w:val="00617D6B"/>
    <w:rsid w:val="00620035"/>
    <w:rsid w:val="00620690"/>
    <w:rsid w:val="006207FA"/>
    <w:rsid w:val="006208D0"/>
    <w:rsid w:val="00620A95"/>
    <w:rsid w:val="00621411"/>
    <w:rsid w:val="006215A2"/>
    <w:rsid w:val="00622143"/>
    <w:rsid w:val="00622296"/>
    <w:rsid w:val="006222B5"/>
    <w:rsid w:val="006222DB"/>
    <w:rsid w:val="00622D9F"/>
    <w:rsid w:val="00623CA9"/>
    <w:rsid w:val="00623F0E"/>
    <w:rsid w:val="00624165"/>
    <w:rsid w:val="00625049"/>
    <w:rsid w:val="00625189"/>
    <w:rsid w:val="00625195"/>
    <w:rsid w:val="006252D2"/>
    <w:rsid w:val="006259E4"/>
    <w:rsid w:val="00625EA8"/>
    <w:rsid w:val="006265A8"/>
    <w:rsid w:val="00626D94"/>
    <w:rsid w:val="00627A63"/>
    <w:rsid w:val="00627F5E"/>
    <w:rsid w:val="0063039B"/>
    <w:rsid w:val="00630541"/>
    <w:rsid w:val="00630A86"/>
    <w:rsid w:val="00631035"/>
    <w:rsid w:val="006311B4"/>
    <w:rsid w:val="00631512"/>
    <w:rsid w:val="00631820"/>
    <w:rsid w:val="0063240F"/>
    <w:rsid w:val="0063253F"/>
    <w:rsid w:val="00633399"/>
    <w:rsid w:val="00633685"/>
    <w:rsid w:val="00633712"/>
    <w:rsid w:val="00633F40"/>
    <w:rsid w:val="00633F67"/>
    <w:rsid w:val="00634250"/>
    <w:rsid w:val="0063425F"/>
    <w:rsid w:val="00634811"/>
    <w:rsid w:val="0063574C"/>
    <w:rsid w:val="00635FD9"/>
    <w:rsid w:val="00636046"/>
    <w:rsid w:val="00636727"/>
    <w:rsid w:val="00636789"/>
    <w:rsid w:val="00636905"/>
    <w:rsid w:val="00636A3F"/>
    <w:rsid w:val="00637265"/>
    <w:rsid w:val="00637FCE"/>
    <w:rsid w:val="006407FB"/>
    <w:rsid w:val="00641ED9"/>
    <w:rsid w:val="0064246A"/>
    <w:rsid w:val="00642952"/>
    <w:rsid w:val="00642A62"/>
    <w:rsid w:val="00642CF2"/>
    <w:rsid w:val="00642CF8"/>
    <w:rsid w:val="00642F7A"/>
    <w:rsid w:val="006440F0"/>
    <w:rsid w:val="00644161"/>
    <w:rsid w:val="00644225"/>
    <w:rsid w:val="00644313"/>
    <w:rsid w:val="00644A65"/>
    <w:rsid w:val="00644C72"/>
    <w:rsid w:val="00644CDA"/>
    <w:rsid w:val="00644D75"/>
    <w:rsid w:val="00645136"/>
    <w:rsid w:val="00645CF5"/>
    <w:rsid w:val="00645DE4"/>
    <w:rsid w:val="006466B0"/>
    <w:rsid w:val="00646771"/>
    <w:rsid w:val="0064692E"/>
    <w:rsid w:val="006469C7"/>
    <w:rsid w:val="00646A14"/>
    <w:rsid w:val="00646E60"/>
    <w:rsid w:val="0064728C"/>
    <w:rsid w:val="006472F4"/>
    <w:rsid w:val="006473F5"/>
    <w:rsid w:val="0064741E"/>
    <w:rsid w:val="006477CA"/>
    <w:rsid w:val="0065000C"/>
    <w:rsid w:val="00650095"/>
    <w:rsid w:val="00650947"/>
    <w:rsid w:val="00650C9E"/>
    <w:rsid w:val="00650F93"/>
    <w:rsid w:val="00651210"/>
    <w:rsid w:val="006518BF"/>
    <w:rsid w:val="0065210C"/>
    <w:rsid w:val="0065214D"/>
    <w:rsid w:val="00652424"/>
    <w:rsid w:val="00652583"/>
    <w:rsid w:val="00652C04"/>
    <w:rsid w:val="00652FD7"/>
    <w:rsid w:val="00653518"/>
    <w:rsid w:val="00653738"/>
    <w:rsid w:val="00654AA1"/>
    <w:rsid w:val="00654EF4"/>
    <w:rsid w:val="00655D14"/>
    <w:rsid w:val="00656092"/>
    <w:rsid w:val="006572D4"/>
    <w:rsid w:val="00657D3D"/>
    <w:rsid w:val="006604DC"/>
    <w:rsid w:val="00660606"/>
    <w:rsid w:val="006608DE"/>
    <w:rsid w:val="00660D1E"/>
    <w:rsid w:val="00660D4A"/>
    <w:rsid w:val="00661097"/>
    <w:rsid w:val="006610A5"/>
    <w:rsid w:val="00661354"/>
    <w:rsid w:val="0066135D"/>
    <w:rsid w:val="006614AD"/>
    <w:rsid w:val="006618F7"/>
    <w:rsid w:val="006622DC"/>
    <w:rsid w:val="00662714"/>
    <w:rsid w:val="00662726"/>
    <w:rsid w:val="00662729"/>
    <w:rsid w:val="00662C22"/>
    <w:rsid w:val="00663B25"/>
    <w:rsid w:val="00663D54"/>
    <w:rsid w:val="006640BE"/>
    <w:rsid w:val="00664100"/>
    <w:rsid w:val="00664240"/>
    <w:rsid w:val="00664259"/>
    <w:rsid w:val="0066461B"/>
    <w:rsid w:val="00664827"/>
    <w:rsid w:val="00664D2B"/>
    <w:rsid w:val="00664DD5"/>
    <w:rsid w:val="0066540C"/>
    <w:rsid w:val="00665524"/>
    <w:rsid w:val="0066556F"/>
    <w:rsid w:val="006655A5"/>
    <w:rsid w:val="006655E1"/>
    <w:rsid w:val="00666039"/>
    <w:rsid w:val="00666498"/>
    <w:rsid w:val="00666D03"/>
    <w:rsid w:val="00666FE2"/>
    <w:rsid w:val="00667598"/>
    <w:rsid w:val="00667644"/>
    <w:rsid w:val="00667668"/>
    <w:rsid w:val="00667A9D"/>
    <w:rsid w:val="00667D85"/>
    <w:rsid w:val="00667E34"/>
    <w:rsid w:val="00670133"/>
    <w:rsid w:val="0067030B"/>
    <w:rsid w:val="00670643"/>
    <w:rsid w:val="006709EE"/>
    <w:rsid w:val="00671552"/>
    <w:rsid w:val="00671801"/>
    <w:rsid w:val="00671DDC"/>
    <w:rsid w:val="00671FA5"/>
    <w:rsid w:val="00673031"/>
    <w:rsid w:val="00673197"/>
    <w:rsid w:val="00673A49"/>
    <w:rsid w:val="00674585"/>
    <w:rsid w:val="0067499E"/>
    <w:rsid w:val="00674C97"/>
    <w:rsid w:val="00674CDD"/>
    <w:rsid w:val="00674D93"/>
    <w:rsid w:val="0067546A"/>
    <w:rsid w:val="0067553E"/>
    <w:rsid w:val="0067566F"/>
    <w:rsid w:val="00675C81"/>
    <w:rsid w:val="006762A3"/>
    <w:rsid w:val="006765D3"/>
    <w:rsid w:val="00676892"/>
    <w:rsid w:val="00676948"/>
    <w:rsid w:val="00676ABE"/>
    <w:rsid w:val="00676EE2"/>
    <w:rsid w:val="006771BA"/>
    <w:rsid w:val="00677699"/>
    <w:rsid w:val="00677B05"/>
    <w:rsid w:val="00677E6F"/>
    <w:rsid w:val="00680062"/>
    <w:rsid w:val="00680375"/>
    <w:rsid w:val="00680446"/>
    <w:rsid w:val="00680FA3"/>
    <w:rsid w:val="0068185D"/>
    <w:rsid w:val="00681BCE"/>
    <w:rsid w:val="00681D2A"/>
    <w:rsid w:val="006823D9"/>
    <w:rsid w:val="00682487"/>
    <w:rsid w:val="006829A7"/>
    <w:rsid w:val="00682A31"/>
    <w:rsid w:val="006830FD"/>
    <w:rsid w:val="00683512"/>
    <w:rsid w:val="00683D43"/>
    <w:rsid w:val="00684C67"/>
    <w:rsid w:val="00685088"/>
    <w:rsid w:val="006851C5"/>
    <w:rsid w:val="006854A8"/>
    <w:rsid w:val="0068564E"/>
    <w:rsid w:val="006857D4"/>
    <w:rsid w:val="006859D4"/>
    <w:rsid w:val="00685ADB"/>
    <w:rsid w:val="00685E05"/>
    <w:rsid w:val="006860BB"/>
    <w:rsid w:val="006860F6"/>
    <w:rsid w:val="006860FD"/>
    <w:rsid w:val="0068654F"/>
    <w:rsid w:val="0068670B"/>
    <w:rsid w:val="0068672C"/>
    <w:rsid w:val="006869FE"/>
    <w:rsid w:val="00686BB1"/>
    <w:rsid w:val="00686F0B"/>
    <w:rsid w:val="0068706D"/>
    <w:rsid w:val="0068777E"/>
    <w:rsid w:val="00687B46"/>
    <w:rsid w:val="00687B9B"/>
    <w:rsid w:val="00687C4E"/>
    <w:rsid w:val="00687C7E"/>
    <w:rsid w:val="00690241"/>
    <w:rsid w:val="006905DC"/>
    <w:rsid w:val="00690A85"/>
    <w:rsid w:val="00690B7D"/>
    <w:rsid w:val="00690C6C"/>
    <w:rsid w:val="00690C8F"/>
    <w:rsid w:val="006915A5"/>
    <w:rsid w:val="00691629"/>
    <w:rsid w:val="006920B9"/>
    <w:rsid w:val="006923D4"/>
    <w:rsid w:val="00692490"/>
    <w:rsid w:val="006928FB"/>
    <w:rsid w:val="00692C7B"/>
    <w:rsid w:val="00693688"/>
    <w:rsid w:val="006936A4"/>
    <w:rsid w:val="00693B8C"/>
    <w:rsid w:val="00693EC2"/>
    <w:rsid w:val="006947F7"/>
    <w:rsid w:val="00694B8E"/>
    <w:rsid w:val="00694EDC"/>
    <w:rsid w:val="00694EF2"/>
    <w:rsid w:val="00694FD0"/>
    <w:rsid w:val="0069504B"/>
    <w:rsid w:val="006951CE"/>
    <w:rsid w:val="00695314"/>
    <w:rsid w:val="006962EA"/>
    <w:rsid w:val="00697318"/>
    <w:rsid w:val="006974F4"/>
    <w:rsid w:val="0069791B"/>
    <w:rsid w:val="00697A77"/>
    <w:rsid w:val="006A03BC"/>
    <w:rsid w:val="006A08BA"/>
    <w:rsid w:val="006A0AE4"/>
    <w:rsid w:val="006A0E6D"/>
    <w:rsid w:val="006A0EEE"/>
    <w:rsid w:val="006A1220"/>
    <w:rsid w:val="006A1A1B"/>
    <w:rsid w:val="006A1C0C"/>
    <w:rsid w:val="006A1CD6"/>
    <w:rsid w:val="006A2291"/>
    <w:rsid w:val="006A2490"/>
    <w:rsid w:val="006A24EF"/>
    <w:rsid w:val="006A25F5"/>
    <w:rsid w:val="006A2E64"/>
    <w:rsid w:val="006A36B8"/>
    <w:rsid w:val="006A38ED"/>
    <w:rsid w:val="006A44D0"/>
    <w:rsid w:val="006A47B6"/>
    <w:rsid w:val="006A4A34"/>
    <w:rsid w:val="006A4AA2"/>
    <w:rsid w:val="006A4BC6"/>
    <w:rsid w:val="006A53F2"/>
    <w:rsid w:val="006A589E"/>
    <w:rsid w:val="006A5AEA"/>
    <w:rsid w:val="006A600F"/>
    <w:rsid w:val="006A6486"/>
    <w:rsid w:val="006A67EB"/>
    <w:rsid w:val="006A6841"/>
    <w:rsid w:val="006A6F3B"/>
    <w:rsid w:val="006A757B"/>
    <w:rsid w:val="006A7F4F"/>
    <w:rsid w:val="006B0B7F"/>
    <w:rsid w:val="006B17CF"/>
    <w:rsid w:val="006B1CCE"/>
    <w:rsid w:val="006B2EC1"/>
    <w:rsid w:val="006B3268"/>
    <w:rsid w:val="006B43CB"/>
    <w:rsid w:val="006B4A03"/>
    <w:rsid w:val="006B55FC"/>
    <w:rsid w:val="006B5D54"/>
    <w:rsid w:val="006B6175"/>
    <w:rsid w:val="006B6741"/>
    <w:rsid w:val="006B7235"/>
    <w:rsid w:val="006B7453"/>
    <w:rsid w:val="006B754F"/>
    <w:rsid w:val="006B7E9A"/>
    <w:rsid w:val="006C01C8"/>
    <w:rsid w:val="006C0785"/>
    <w:rsid w:val="006C0861"/>
    <w:rsid w:val="006C091B"/>
    <w:rsid w:val="006C098E"/>
    <w:rsid w:val="006C0BFC"/>
    <w:rsid w:val="006C0C88"/>
    <w:rsid w:val="006C1037"/>
    <w:rsid w:val="006C12AA"/>
    <w:rsid w:val="006C17FF"/>
    <w:rsid w:val="006C1E56"/>
    <w:rsid w:val="006C2456"/>
    <w:rsid w:val="006C2677"/>
    <w:rsid w:val="006C2F1A"/>
    <w:rsid w:val="006C331C"/>
    <w:rsid w:val="006C376F"/>
    <w:rsid w:val="006C4037"/>
    <w:rsid w:val="006C4293"/>
    <w:rsid w:val="006C4BA8"/>
    <w:rsid w:val="006C4BF5"/>
    <w:rsid w:val="006C4C2A"/>
    <w:rsid w:val="006C4D62"/>
    <w:rsid w:val="006C537F"/>
    <w:rsid w:val="006C55B5"/>
    <w:rsid w:val="006C699E"/>
    <w:rsid w:val="006C6BE5"/>
    <w:rsid w:val="006C6FD3"/>
    <w:rsid w:val="006C713E"/>
    <w:rsid w:val="006C75B0"/>
    <w:rsid w:val="006C78DE"/>
    <w:rsid w:val="006C79EE"/>
    <w:rsid w:val="006C7FDF"/>
    <w:rsid w:val="006D020A"/>
    <w:rsid w:val="006D0BBF"/>
    <w:rsid w:val="006D12BA"/>
    <w:rsid w:val="006D1AD3"/>
    <w:rsid w:val="006D1FCC"/>
    <w:rsid w:val="006D2747"/>
    <w:rsid w:val="006D29F0"/>
    <w:rsid w:val="006D2B96"/>
    <w:rsid w:val="006D2E1A"/>
    <w:rsid w:val="006D31FD"/>
    <w:rsid w:val="006D3A7D"/>
    <w:rsid w:val="006D3F5C"/>
    <w:rsid w:val="006D420E"/>
    <w:rsid w:val="006D4BD4"/>
    <w:rsid w:val="006D4EF0"/>
    <w:rsid w:val="006D50C8"/>
    <w:rsid w:val="006D58C4"/>
    <w:rsid w:val="006D6B55"/>
    <w:rsid w:val="006E0314"/>
    <w:rsid w:val="006E0782"/>
    <w:rsid w:val="006E08E3"/>
    <w:rsid w:val="006E0961"/>
    <w:rsid w:val="006E0E6E"/>
    <w:rsid w:val="006E1051"/>
    <w:rsid w:val="006E10F7"/>
    <w:rsid w:val="006E14BF"/>
    <w:rsid w:val="006E1673"/>
    <w:rsid w:val="006E1D68"/>
    <w:rsid w:val="006E1EB1"/>
    <w:rsid w:val="006E20F1"/>
    <w:rsid w:val="006E4438"/>
    <w:rsid w:val="006E4680"/>
    <w:rsid w:val="006E4811"/>
    <w:rsid w:val="006E4AF5"/>
    <w:rsid w:val="006E51F4"/>
    <w:rsid w:val="006E544C"/>
    <w:rsid w:val="006E564F"/>
    <w:rsid w:val="006E5993"/>
    <w:rsid w:val="006E6619"/>
    <w:rsid w:val="006E6750"/>
    <w:rsid w:val="006E68CA"/>
    <w:rsid w:val="006E6B52"/>
    <w:rsid w:val="006E6BB5"/>
    <w:rsid w:val="006E6BC8"/>
    <w:rsid w:val="006E6D8E"/>
    <w:rsid w:val="006E75F6"/>
    <w:rsid w:val="006F0300"/>
    <w:rsid w:val="006F0AEB"/>
    <w:rsid w:val="006F1307"/>
    <w:rsid w:val="006F173D"/>
    <w:rsid w:val="006F1BBA"/>
    <w:rsid w:val="006F223C"/>
    <w:rsid w:val="006F2331"/>
    <w:rsid w:val="006F2508"/>
    <w:rsid w:val="006F28AE"/>
    <w:rsid w:val="006F3F5E"/>
    <w:rsid w:val="006F40E5"/>
    <w:rsid w:val="006F42E6"/>
    <w:rsid w:val="006F487A"/>
    <w:rsid w:val="006F48E6"/>
    <w:rsid w:val="006F4944"/>
    <w:rsid w:val="006F4F3C"/>
    <w:rsid w:val="006F4F62"/>
    <w:rsid w:val="006F51B5"/>
    <w:rsid w:val="006F5CA8"/>
    <w:rsid w:val="006F5CF5"/>
    <w:rsid w:val="006F5D3C"/>
    <w:rsid w:val="006F621F"/>
    <w:rsid w:val="006F639A"/>
    <w:rsid w:val="006F6671"/>
    <w:rsid w:val="006F729C"/>
    <w:rsid w:val="006F7A30"/>
    <w:rsid w:val="006F7CDE"/>
    <w:rsid w:val="0070009B"/>
    <w:rsid w:val="0070052A"/>
    <w:rsid w:val="0070069A"/>
    <w:rsid w:val="007011AA"/>
    <w:rsid w:val="0070292D"/>
    <w:rsid w:val="00702ACC"/>
    <w:rsid w:val="00702C63"/>
    <w:rsid w:val="00703223"/>
    <w:rsid w:val="007044C9"/>
    <w:rsid w:val="00704787"/>
    <w:rsid w:val="00704FCA"/>
    <w:rsid w:val="007053C1"/>
    <w:rsid w:val="00706733"/>
    <w:rsid w:val="00706916"/>
    <w:rsid w:val="00706EE5"/>
    <w:rsid w:val="00707F0C"/>
    <w:rsid w:val="00710410"/>
    <w:rsid w:val="007108CD"/>
    <w:rsid w:val="00711944"/>
    <w:rsid w:val="007119C7"/>
    <w:rsid w:val="00712FF4"/>
    <w:rsid w:val="00713009"/>
    <w:rsid w:val="00713235"/>
    <w:rsid w:val="00713252"/>
    <w:rsid w:val="00713378"/>
    <w:rsid w:val="0071415E"/>
    <w:rsid w:val="007144E1"/>
    <w:rsid w:val="00715877"/>
    <w:rsid w:val="007166B7"/>
    <w:rsid w:val="00716B9D"/>
    <w:rsid w:val="00716F21"/>
    <w:rsid w:val="00717387"/>
    <w:rsid w:val="007175DF"/>
    <w:rsid w:val="00717801"/>
    <w:rsid w:val="0072013C"/>
    <w:rsid w:val="00720591"/>
    <w:rsid w:val="007207A4"/>
    <w:rsid w:val="00720BB2"/>
    <w:rsid w:val="00720BB9"/>
    <w:rsid w:val="00720DD1"/>
    <w:rsid w:val="00721DA2"/>
    <w:rsid w:val="00721F06"/>
    <w:rsid w:val="00721F4A"/>
    <w:rsid w:val="00722019"/>
    <w:rsid w:val="00722B55"/>
    <w:rsid w:val="00722BF6"/>
    <w:rsid w:val="00722C4B"/>
    <w:rsid w:val="00723006"/>
    <w:rsid w:val="00723376"/>
    <w:rsid w:val="00723761"/>
    <w:rsid w:val="007237A2"/>
    <w:rsid w:val="0072380D"/>
    <w:rsid w:val="0072394D"/>
    <w:rsid w:val="00723BEA"/>
    <w:rsid w:val="00723C10"/>
    <w:rsid w:val="00724A23"/>
    <w:rsid w:val="00724C3E"/>
    <w:rsid w:val="00724CFC"/>
    <w:rsid w:val="00724E9F"/>
    <w:rsid w:val="007255ED"/>
    <w:rsid w:val="00725674"/>
    <w:rsid w:val="007256FB"/>
    <w:rsid w:val="00725AFB"/>
    <w:rsid w:val="00725B65"/>
    <w:rsid w:val="00726125"/>
    <w:rsid w:val="007264D3"/>
    <w:rsid w:val="0072671E"/>
    <w:rsid w:val="00726744"/>
    <w:rsid w:val="00726908"/>
    <w:rsid w:val="00726F06"/>
    <w:rsid w:val="00726FBD"/>
    <w:rsid w:val="007277C4"/>
    <w:rsid w:val="00727A99"/>
    <w:rsid w:val="0073050E"/>
    <w:rsid w:val="00730682"/>
    <w:rsid w:val="00730DF7"/>
    <w:rsid w:val="00730FDA"/>
    <w:rsid w:val="00731614"/>
    <w:rsid w:val="0073174D"/>
    <w:rsid w:val="00731F98"/>
    <w:rsid w:val="00732266"/>
    <w:rsid w:val="00732381"/>
    <w:rsid w:val="00732E0B"/>
    <w:rsid w:val="0073348D"/>
    <w:rsid w:val="00733C16"/>
    <w:rsid w:val="00734899"/>
    <w:rsid w:val="00734E05"/>
    <w:rsid w:val="00734F2F"/>
    <w:rsid w:val="00735751"/>
    <w:rsid w:val="00735A08"/>
    <w:rsid w:val="00735D7F"/>
    <w:rsid w:val="0073626A"/>
    <w:rsid w:val="00736CAB"/>
    <w:rsid w:val="00736D62"/>
    <w:rsid w:val="00737440"/>
    <w:rsid w:val="007374EE"/>
    <w:rsid w:val="00740CB2"/>
    <w:rsid w:val="00740D4F"/>
    <w:rsid w:val="00740E7D"/>
    <w:rsid w:val="00741CB2"/>
    <w:rsid w:val="0074216A"/>
    <w:rsid w:val="00742544"/>
    <w:rsid w:val="00742558"/>
    <w:rsid w:val="0074263E"/>
    <w:rsid w:val="0074284E"/>
    <w:rsid w:val="00743309"/>
    <w:rsid w:val="007437DA"/>
    <w:rsid w:val="00743A47"/>
    <w:rsid w:val="00743D6C"/>
    <w:rsid w:val="00744141"/>
    <w:rsid w:val="0074452B"/>
    <w:rsid w:val="00745D9A"/>
    <w:rsid w:val="00746377"/>
    <w:rsid w:val="00746AB4"/>
    <w:rsid w:val="00747496"/>
    <w:rsid w:val="0074751F"/>
    <w:rsid w:val="007500B7"/>
    <w:rsid w:val="00750290"/>
    <w:rsid w:val="007508BB"/>
    <w:rsid w:val="007509B0"/>
    <w:rsid w:val="00750B3D"/>
    <w:rsid w:val="00751583"/>
    <w:rsid w:val="00751AFE"/>
    <w:rsid w:val="00751D71"/>
    <w:rsid w:val="00751D8C"/>
    <w:rsid w:val="00752068"/>
    <w:rsid w:val="007521AD"/>
    <w:rsid w:val="00752569"/>
    <w:rsid w:val="00752649"/>
    <w:rsid w:val="007528CA"/>
    <w:rsid w:val="00752A5F"/>
    <w:rsid w:val="00752BC1"/>
    <w:rsid w:val="00752D73"/>
    <w:rsid w:val="00753095"/>
    <w:rsid w:val="00753300"/>
    <w:rsid w:val="00753359"/>
    <w:rsid w:val="0075336F"/>
    <w:rsid w:val="00754058"/>
    <w:rsid w:val="007540E4"/>
    <w:rsid w:val="00754777"/>
    <w:rsid w:val="00754A45"/>
    <w:rsid w:val="00754E78"/>
    <w:rsid w:val="007551A3"/>
    <w:rsid w:val="00755952"/>
    <w:rsid w:val="00755B47"/>
    <w:rsid w:val="00755F98"/>
    <w:rsid w:val="0075609F"/>
    <w:rsid w:val="0075636F"/>
    <w:rsid w:val="00756AA0"/>
    <w:rsid w:val="00756D40"/>
    <w:rsid w:val="0075703F"/>
    <w:rsid w:val="00757775"/>
    <w:rsid w:val="00760228"/>
    <w:rsid w:val="00760FBD"/>
    <w:rsid w:val="00761273"/>
    <w:rsid w:val="007613DB"/>
    <w:rsid w:val="007620E2"/>
    <w:rsid w:val="0076228D"/>
    <w:rsid w:val="007623E5"/>
    <w:rsid w:val="00762431"/>
    <w:rsid w:val="0076319A"/>
    <w:rsid w:val="00763896"/>
    <w:rsid w:val="007644E8"/>
    <w:rsid w:val="00764D51"/>
    <w:rsid w:val="00765000"/>
    <w:rsid w:val="0076500E"/>
    <w:rsid w:val="0076500F"/>
    <w:rsid w:val="00765039"/>
    <w:rsid w:val="00766C04"/>
    <w:rsid w:val="00766E4E"/>
    <w:rsid w:val="007674CE"/>
    <w:rsid w:val="00767545"/>
    <w:rsid w:val="00767694"/>
    <w:rsid w:val="007678F4"/>
    <w:rsid w:val="00767C91"/>
    <w:rsid w:val="0077035E"/>
    <w:rsid w:val="00770EAD"/>
    <w:rsid w:val="007710DF"/>
    <w:rsid w:val="00771D59"/>
    <w:rsid w:val="007720FE"/>
    <w:rsid w:val="0077271D"/>
    <w:rsid w:val="0077377B"/>
    <w:rsid w:val="00773FCB"/>
    <w:rsid w:val="00774019"/>
    <w:rsid w:val="00774664"/>
    <w:rsid w:val="0077521F"/>
    <w:rsid w:val="00775452"/>
    <w:rsid w:val="00775537"/>
    <w:rsid w:val="00775A6D"/>
    <w:rsid w:val="00775C51"/>
    <w:rsid w:val="00776401"/>
    <w:rsid w:val="007769EF"/>
    <w:rsid w:val="00776F50"/>
    <w:rsid w:val="007773F2"/>
    <w:rsid w:val="007775B5"/>
    <w:rsid w:val="00777A6D"/>
    <w:rsid w:val="00780EAF"/>
    <w:rsid w:val="007811B3"/>
    <w:rsid w:val="00781892"/>
    <w:rsid w:val="007824E2"/>
    <w:rsid w:val="007827BF"/>
    <w:rsid w:val="00782BF7"/>
    <w:rsid w:val="00782D4D"/>
    <w:rsid w:val="00783710"/>
    <w:rsid w:val="00783982"/>
    <w:rsid w:val="00783A06"/>
    <w:rsid w:val="00783AA7"/>
    <w:rsid w:val="00783BEE"/>
    <w:rsid w:val="00783CC8"/>
    <w:rsid w:val="00783F11"/>
    <w:rsid w:val="007851E5"/>
    <w:rsid w:val="0078527B"/>
    <w:rsid w:val="007859E7"/>
    <w:rsid w:val="007863AD"/>
    <w:rsid w:val="0078648E"/>
    <w:rsid w:val="00786651"/>
    <w:rsid w:val="00786D6C"/>
    <w:rsid w:val="007871B8"/>
    <w:rsid w:val="007877D7"/>
    <w:rsid w:val="007878FF"/>
    <w:rsid w:val="00787B1B"/>
    <w:rsid w:val="00787CB0"/>
    <w:rsid w:val="0079000D"/>
    <w:rsid w:val="00790264"/>
    <w:rsid w:val="007904C4"/>
    <w:rsid w:val="0079065C"/>
    <w:rsid w:val="007906E1"/>
    <w:rsid w:val="007908C1"/>
    <w:rsid w:val="00790B66"/>
    <w:rsid w:val="007917E3"/>
    <w:rsid w:val="00791906"/>
    <w:rsid w:val="00791BC6"/>
    <w:rsid w:val="00791EAA"/>
    <w:rsid w:val="00792177"/>
    <w:rsid w:val="00792376"/>
    <w:rsid w:val="00792922"/>
    <w:rsid w:val="00792DEA"/>
    <w:rsid w:val="00792E2A"/>
    <w:rsid w:val="00793964"/>
    <w:rsid w:val="007939DF"/>
    <w:rsid w:val="0079432F"/>
    <w:rsid w:val="00794440"/>
    <w:rsid w:val="0079464C"/>
    <w:rsid w:val="00794685"/>
    <w:rsid w:val="00794A9B"/>
    <w:rsid w:val="00794AD8"/>
    <w:rsid w:val="00794DA7"/>
    <w:rsid w:val="00794F45"/>
    <w:rsid w:val="007956D6"/>
    <w:rsid w:val="00796767"/>
    <w:rsid w:val="00796907"/>
    <w:rsid w:val="00796C19"/>
    <w:rsid w:val="0079713B"/>
    <w:rsid w:val="00797331"/>
    <w:rsid w:val="0079772E"/>
    <w:rsid w:val="00797A1A"/>
    <w:rsid w:val="00797FB5"/>
    <w:rsid w:val="007A00CD"/>
    <w:rsid w:val="007A0145"/>
    <w:rsid w:val="007A032A"/>
    <w:rsid w:val="007A04BB"/>
    <w:rsid w:val="007A068C"/>
    <w:rsid w:val="007A08B7"/>
    <w:rsid w:val="007A18F8"/>
    <w:rsid w:val="007A22BD"/>
    <w:rsid w:val="007A2C09"/>
    <w:rsid w:val="007A2F4F"/>
    <w:rsid w:val="007A31D6"/>
    <w:rsid w:val="007A324E"/>
    <w:rsid w:val="007A3832"/>
    <w:rsid w:val="007A394C"/>
    <w:rsid w:val="007A3D38"/>
    <w:rsid w:val="007A465B"/>
    <w:rsid w:val="007A5151"/>
    <w:rsid w:val="007A557E"/>
    <w:rsid w:val="007A565B"/>
    <w:rsid w:val="007A565E"/>
    <w:rsid w:val="007A5EA9"/>
    <w:rsid w:val="007A5FCE"/>
    <w:rsid w:val="007A65E6"/>
    <w:rsid w:val="007A6A47"/>
    <w:rsid w:val="007A6C34"/>
    <w:rsid w:val="007A744F"/>
    <w:rsid w:val="007A785E"/>
    <w:rsid w:val="007A79D1"/>
    <w:rsid w:val="007B02A2"/>
    <w:rsid w:val="007B02BC"/>
    <w:rsid w:val="007B02C6"/>
    <w:rsid w:val="007B0346"/>
    <w:rsid w:val="007B03D1"/>
    <w:rsid w:val="007B078E"/>
    <w:rsid w:val="007B09C5"/>
    <w:rsid w:val="007B0A9A"/>
    <w:rsid w:val="007B0AB0"/>
    <w:rsid w:val="007B0D48"/>
    <w:rsid w:val="007B1429"/>
    <w:rsid w:val="007B1F67"/>
    <w:rsid w:val="007B20E3"/>
    <w:rsid w:val="007B25ED"/>
    <w:rsid w:val="007B27BA"/>
    <w:rsid w:val="007B2819"/>
    <w:rsid w:val="007B2C80"/>
    <w:rsid w:val="007B2EB2"/>
    <w:rsid w:val="007B309D"/>
    <w:rsid w:val="007B3112"/>
    <w:rsid w:val="007B3142"/>
    <w:rsid w:val="007B31E7"/>
    <w:rsid w:val="007B3336"/>
    <w:rsid w:val="007B374E"/>
    <w:rsid w:val="007B3F87"/>
    <w:rsid w:val="007B4078"/>
    <w:rsid w:val="007B4DDA"/>
    <w:rsid w:val="007B5EE9"/>
    <w:rsid w:val="007B6E88"/>
    <w:rsid w:val="007B6F91"/>
    <w:rsid w:val="007B7269"/>
    <w:rsid w:val="007B7410"/>
    <w:rsid w:val="007B77FD"/>
    <w:rsid w:val="007B7C75"/>
    <w:rsid w:val="007C01E3"/>
    <w:rsid w:val="007C0568"/>
    <w:rsid w:val="007C0768"/>
    <w:rsid w:val="007C0803"/>
    <w:rsid w:val="007C0A33"/>
    <w:rsid w:val="007C0A59"/>
    <w:rsid w:val="007C0FC3"/>
    <w:rsid w:val="007C12FB"/>
    <w:rsid w:val="007C15EA"/>
    <w:rsid w:val="007C191D"/>
    <w:rsid w:val="007C2E0E"/>
    <w:rsid w:val="007C2F1E"/>
    <w:rsid w:val="007C2F5A"/>
    <w:rsid w:val="007C316C"/>
    <w:rsid w:val="007C33CE"/>
    <w:rsid w:val="007C3949"/>
    <w:rsid w:val="007C3F1B"/>
    <w:rsid w:val="007C4283"/>
    <w:rsid w:val="007C43F5"/>
    <w:rsid w:val="007C4BF8"/>
    <w:rsid w:val="007C4D64"/>
    <w:rsid w:val="007C5312"/>
    <w:rsid w:val="007C5940"/>
    <w:rsid w:val="007C6D58"/>
    <w:rsid w:val="007C7A4F"/>
    <w:rsid w:val="007D06D5"/>
    <w:rsid w:val="007D084E"/>
    <w:rsid w:val="007D11A0"/>
    <w:rsid w:val="007D1305"/>
    <w:rsid w:val="007D141D"/>
    <w:rsid w:val="007D1866"/>
    <w:rsid w:val="007D2340"/>
    <w:rsid w:val="007D2551"/>
    <w:rsid w:val="007D2789"/>
    <w:rsid w:val="007D29A0"/>
    <w:rsid w:val="007D2D6A"/>
    <w:rsid w:val="007D2DE6"/>
    <w:rsid w:val="007D37CF"/>
    <w:rsid w:val="007D3911"/>
    <w:rsid w:val="007D3984"/>
    <w:rsid w:val="007D3BEB"/>
    <w:rsid w:val="007D40A9"/>
    <w:rsid w:val="007D40AB"/>
    <w:rsid w:val="007D48A6"/>
    <w:rsid w:val="007D5482"/>
    <w:rsid w:val="007D5BFC"/>
    <w:rsid w:val="007D63AB"/>
    <w:rsid w:val="007D6766"/>
    <w:rsid w:val="007D6BF1"/>
    <w:rsid w:val="007D6EBE"/>
    <w:rsid w:val="007D7261"/>
    <w:rsid w:val="007D7F8D"/>
    <w:rsid w:val="007E0875"/>
    <w:rsid w:val="007E137F"/>
    <w:rsid w:val="007E1E60"/>
    <w:rsid w:val="007E20A7"/>
    <w:rsid w:val="007E24A0"/>
    <w:rsid w:val="007E24FA"/>
    <w:rsid w:val="007E2566"/>
    <w:rsid w:val="007E27D6"/>
    <w:rsid w:val="007E2A0B"/>
    <w:rsid w:val="007E2B0D"/>
    <w:rsid w:val="007E2EA9"/>
    <w:rsid w:val="007E2F67"/>
    <w:rsid w:val="007E30D1"/>
    <w:rsid w:val="007E389A"/>
    <w:rsid w:val="007E3BB5"/>
    <w:rsid w:val="007E43AE"/>
    <w:rsid w:val="007E4578"/>
    <w:rsid w:val="007E4F18"/>
    <w:rsid w:val="007E5053"/>
    <w:rsid w:val="007E58D7"/>
    <w:rsid w:val="007E5C5F"/>
    <w:rsid w:val="007E6519"/>
    <w:rsid w:val="007E655F"/>
    <w:rsid w:val="007E656F"/>
    <w:rsid w:val="007E6BD8"/>
    <w:rsid w:val="007E6F9D"/>
    <w:rsid w:val="007E70D4"/>
    <w:rsid w:val="007E722E"/>
    <w:rsid w:val="007F09E3"/>
    <w:rsid w:val="007F0A0D"/>
    <w:rsid w:val="007F0D3B"/>
    <w:rsid w:val="007F1DD0"/>
    <w:rsid w:val="007F202F"/>
    <w:rsid w:val="007F20BB"/>
    <w:rsid w:val="007F286C"/>
    <w:rsid w:val="007F3252"/>
    <w:rsid w:val="007F42FA"/>
    <w:rsid w:val="007F5174"/>
    <w:rsid w:val="007F54C1"/>
    <w:rsid w:val="007F56D4"/>
    <w:rsid w:val="007F58B6"/>
    <w:rsid w:val="007F79CB"/>
    <w:rsid w:val="007F7A44"/>
    <w:rsid w:val="007F7EB7"/>
    <w:rsid w:val="0080043A"/>
    <w:rsid w:val="00800934"/>
    <w:rsid w:val="00800B4C"/>
    <w:rsid w:val="00801165"/>
    <w:rsid w:val="008013D7"/>
    <w:rsid w:val="0080151C"/>
    <w:rsid w:val="0080192E"/>
    <w:rsid w:val="00801D6C"/>
    <w:rsid w:val="00802E69"/>
    <w:rsid w:val="008035C8"/>
    <w:rsid w:val="00803A6B"/>
    <w:rsid w:val="00803A86"/>
    <w:rsid w:val="0080407D"/>
    <w:rsid w:val="00804C08"/>
    <w:rsid w:val="00804C1C"/>
    <w:rsid w:val="00805CF8"/>
    <w:rsid w:val="00805EDB"/>
    <w:rsid w:val="00805F3E"/>
    <w:rsid w:val="0080602A"/>
    <w:rsid w:val="008067A3"/>
    <w:rsid w:val="00806AEC"/>
    <w:rsid w:val="00806B9D"/>
    <w:rsid w:val="00806C63"/>
    <w:rsid w:val="00807A34"/>
    <w:rsid w:val="00807A5A"/>
    <w:rsid w:val="008103A8"/>
    <w:rsid w:val="008109A1"/>
    <w:rsid w:val="00810D35"/>
    <w:rsid w:val="008111BE"/>
    <w:rsid w:val="008114F8"/>
    <w:rsid w:val="00811F1E"/>
    <w:rsid w:val="008127A1"/>
    <w:rsid w:val="00812D00"/>
    <w:rsid w:val="00813B01"/>
    <w:rsid w:val="00813FCE"/>
    <w:rsid w:val="00814769"/>
    <w:rsid w:val="00814EE1"/>
    <w:rsid w:val="00815781"/>
    <w:rsid w:val="00815883"/>
    <w:rsid w:val="00815C6F"/>
    <w:rsid w:val="00815FD1"/>
    <w:rsid w:val="00816348"/>
    <w:rsid w:val="0081638A"/>
    <w:rsid w:val="00816511"/>
    <w:rsid w:val="008168EA"/>
    <w:rsid w:val="00816D62"/>
    <w:rsid w:val="00816DB7"/>
    <w:rsid w:val="00816FEB"/>
    <w:rsid w:val="008170BC"/>
    <w:rsid w:val="008170C8"/>
    <w:rsid w:val="008173AA"/>
    <w:rsid w:val="00817AD6"/>
    <w:rsid w:val="0082036F"/>
    <w:rsid w:val="008208CD"/>
    <w:rsid w:val="00820A01"/>
    <w:rsid w:val="00820FA4"/>
    <w:rsid w:val="00821193"/>
    <w:rsid w:val="00821314"/>
    <w:rsid w:val="008213D5"/>
    <w:rsid w:val="00821CF9"/>
    <w:rsid w:val="008221EC"/>
    <w:rsid w:val="008223D1"/>
    <w:rsid w:val="00822694"/>
    <w:rsid w:val="00822711"/>
    <w:rsid w:val="00822894"/>
    <w:rsid w:val="00822930"/>
    <w:rsid w:val="0082298B"/>
    <w:rsid w:val="00822BA3"/>
    <w:rsid w:val="00822D47"/>
    <w:rsid w:val="00823095"/>
    <w:rsid w:val="00823D3A"/>
    <w:rsid w:val="00824471"/>
    <w:rsid w:val="0082488F"/>
    <w:rsid w:val="0082496E"/>
    <w:rsid w:val="008249CC"/>
    <w:rsid w:val="00824DC0"/>
    <w:rsid w:val="0082504F"/>
    <w:rsid w:val="00825085"/>
    <w:rsid w:val="00826338"/>
    <w:rsid w:val="00826643"/>
    <w:rsid w:val="008269F6"/>
    <w:rsid w:val="00826EC7"/>
    <w:rsid w:val="008301E1"/>
    <w:rsid w:val="00830AD5"/>
    <w:rsid w:val="00830FF7"/>
    <w:rsid w:val="00831E99"/>
    <w:rsid w:val="00832159"/>
    <w:rsid w:val="00832360"/>
    <w:rsid w:val="00832938"/>
    <w:rsid w:val="00832BC0"/>
    <w:rsid w:val="00832F39"/>
    <w:rsid w:val="0083312D"/>
    <w:rsid w:val="0083385E"/>
    <w:rsid w:val="008341E1"/>
    <w:rsid w:val="008345EF"/>
    <w:rsid w:val="00834755"/>
    <w:rsid w:val="00834CA3"/>
    <w:rsid w:val="00836246"/>
    <w:rsid w:val="008368ED"/>
    <w:rsid w:val="008369D5"/>
    <w:rsid w:val="00840529"/>
    <w:rsid w:val="00840D41"/>
    <w:rsid w:val="00841087"/>
    <w:rsid w:val="008413AD"/>
    <w:rsid w:val="0084157B"/>
    <w:rsid w:val="008422E2"/>
    <w:rsid w:val="00842AD4"/>
    <w:rsid w:val="008432D2"/>
    <w:rsid w:val="008434E3"/>
    <w:rsid w:val="0084366D"/>
    <w:rsid w:val="00843E50"/>
    <w:rsid w:val="00844673"/>
    <w:rsid w:val="00844BE2"/>
    <w:rsid w:val="00844BF6"/>
    <w:rsid w:val="00844DB9"/>
    <w:rsid w:val="00845070"/>
    <w:rsid w:val="008454AE"/>
    <w:rsid w:val="0084561E"/>
    <w:rsid w:val="00845C21"/>
    <w:rsid w:val="008460EF"/>
    <w:rsid w:val="00846E0F"/>
    <w:rsid w:val="00847415"/>
    <w:rsid w:val="008476DA"/>
    <w:rsid w:val="00847C66"/>
    <w:rsid w:val="00850B54"/>
    <w:rsid w:val="0085100F"/>
    <w:rsid w:val="00851405"/>
    <w:rsid w:val="00851442"/>
    <w:rsid w:val="0085151E"/>
    <w:rsid w:val="00851830"/>
    <w:rsid w:val="008519AB"/>
    <w:rsid w:val="00852F8D"/>
    <w:rsid w:val="008530EE"/>
    <w:rsid w:val="0085364E"/>
    <w:rsid w:val="00853CED"/>
    <w:rsid w:val="00855325"/>
    <w:rsid w:val="008554E3"/>
    <w:rsid w:val="00855794"/>
    <w:rsid w:val="008557E8"/>
    <w:rsid w:val="00856032"/>
    <w:rsid w:val="00856044"/>
    <w:rsid w:val="00856888"/>
    <w:rsid w:val="0085755B"/>
    <w:rsid w:val="008577F4"/>
    <w:rsid w:val="008579BB"/>
    <w:rsid w:val="0086064E"/>
    <w:rsid w:val="00860774"/>
    <w:rsid w:val="00860F42"/>
    <w:rsid w:val="00861073"/>
    <w:rsid w:val="0086154C"/>
    <w:rsid w:val="008616C6"/>
    <w:rsid w:val="008617F3"/>
    <w:rsid w:val="00861913"/>
    <w:rsid w:val="00861D49"/>
    <w:rsid w:val="00861F3A"/>
    <w:rsid w:val="008625F7"/>
    <w:rsid w:val="00862FB5"/>
    <w:rsid w:val="008631F5"/>
    <w:rsid w:val="00863FEA"/>
    <w:rsid w:val="008653E6"/>
    <w:rsid w:val="00865563"/>
    <w:rsid w:val="0086662C"/>
    <w:rsid w:val="0086679D"/>
    <w:rsid w:val="00866E92"/>
    <w:rsid w:val="00866F9D"/>
    <w:rsid w:val="0086705C"/>
    <w:rsid w:val="00867124"/>
    <w:rsid w:val="008674CA"/>
    <w:rsid w:val="00867C7E"/>
    <w:rsid w:val="008704D5"/>
    <w:rsid w:val="00870926"/>
    <w:rsid w:val="00870947"/>
    <w:rsid w:val="00870DDB"/>
    <w:rsid w:val="008710CE"/>
    <w:rsid w:val="008710D9"/>
    <w:rsid w:val="00872770"/>
    <w:rsid w:val="0087284F"/>
    <w:rsid w:val="00872BE6"/>
    <w:rsid w:val="00872F5A"/>
    <w:rsid w:val="00873230"/>
    <w:rsid w:val="00873CBE"/>
    <w:rsid w:val="00874012"/>
    <w:rsid w:val="008746B8"/>
    <w:rsid w:val="0087471F"/>
    <w:rsid w:val="00874CB1"/>
    <w:rsid w:val="0087550B"/>
    <w:rsid w:val="00875865"/>
    <w:rsid w:val="008767A0"/>
    <w:rsid w:val="00876E14"/>
    <w:rsid w:val="00876F37"/>
    <w:rsid w:val="00877625"/>
    <w:rsid w:val="00877754"/>
    <w:rsid w:val="008779A8"/>
    <w:rsid w:val="00877E57"/>
    <w:rsid w:val="00880156"/>
    <w:rsid w:val="00880338"/>
    <w:rsid w:val="00880A15"/>
    <w:rsid w:val="00881223"/>
    <w:rsid w:val="00882434"/>
    <w:rsid w:val="00882BFA"/>
    <w:rsid w:val="00882D7F"/>
    <w:rsid w:val="00882D8A"/>
    <w:rsid w:val="00883C58"/>
    <w:rsid w:val="008846F1"/>
    <w:rsid w:val="00885125"/>
    <w:rsid w:val="008863CD"/>
    <w:rsid w:val="00886719"/>
    <w:rsid w:val="0088679D"/>
    <w:rsid w:val="0088746A"/>
    <w:rsid w:val="008878D9"/>
    <w:rsid w:val="0089004A"/>
    <w:rsid w:val="008905C5"/>
    <w:rsid w:val="00890605"/>
    <w:rsid w:val="0089130F"/>
    <w:rsid w:val="008919A3"/>
    <w:rsid w:val="00891A44"/>
    <w:rsid w:val="00891BD3"/>
    <w:rsid w:val="00891D73"/>
    <w:rsid w:val="00891EA9"/>
    <w:rsid w:val="00891FF5"/>
    <w:rsid w:val="008921CA"/>
    <w:rsid w:val="00892A77"/>
    <w:rsid w:val="00892D9F"/>
    <w:rsid w:val="00892DE1"/>
    <w:rsid w:val="00892DF8"/>
    <w:rsid w:val="0089322C"/>
    <w:rsid w:val="008932F6"/>
    <w:rsid w:val="008936EF"/>
    <w:rsid w:val="008939CA"/>
    <w:rsid w:val="00893B5A"/>
    <w:rsid w:val="00893F5B"/>
    <w:rsid w:val="0089414E"/>
    <w:rsid w:val="00894EF9"/>
    <w:rsid w:val="00895210"/>
    <w:rsid w:val="00895269"/>
    <w:rsid w:val="008963EF"/>
    <w:rsid w:val="00896519"/>
    <w:rsid w:val="008968E7"/>
    <w:rsid w:val="0089721B"/>
    <w:rsid w:val="00897FB4"/>
    <w:rsid w:val="008A05E1"/>
    <w:rsid w:val="008A089B"/>
    <w:rsid w:val="008A0981"/>
    <w:rsid w:val="008A0C90"/>
    <w:rsid w:val="008A1E28"/>
    <w:rsid w:val="008A22C8"/>
    <w:rsid w:val="008A2345"/>
    <w:rsid w:val="008A28BB"/>
    <w:rsid w:val="008A2BAE"/>
    <w:rsid w:val="008A2C1D"/>
    <w:rsid w:val="008A316B"/>
    <w:rsid w:val="008A38BC"/>
    <w:rsid w:val="008A3C61"/>
    <w:rsid w:val="008A4158"/>
    <w:rsid w:val="008A43C9"/>
    <w:rsid w:val="008A4637"/>
    <w:rsid w:val="008A48FC"/>
    <w:rsid w:val="008A4910"/>
    <w:rsid w:val="008A4F6C"/>
    <w:rsid w:val="008A5472"/>
    <w:rsid w:val="008A5756"/>
    <w:rsid w:val="008A58A5"/>
    <w:rsid w:val="008A58DC"/>
    <w:rsid w:val="008A5F2C"/>
    <w:rsid w:val="008A631B"/>
    <w:rsid w:val="008A6842"/>
    <w:rsid w:val="008A6F7D"/>
    <w:rsid w:val="008A72AD"/>
    <w:rsid w:val="008A7676"/>
    <w:rsid w:val="008A7B86"/>
    <w:rsid w:val="008A7FA2"/>
    <w:rsid w:val="008B0232"/>
    <w:rsid w:val="008B0468"/>
    <w:rsid w:val="008B0861"/>
    <w:rsid w:val="008B0B7A"/>
    <w:rsid w:val="008B1520"/>
    <w:rsid w:val="008B1564"/>
    <w:rsid w:val="008B159D"/>
    <w:rsid w:val="008B16D1"/>
    <w:rsid w:val="008B1BD6"/>
    <w:rsid w:val="008B1FA1"/>
    <w:rsid w:val="008B2688"/>
    <w:rsid w:val="008B2973"/>
    <w:rsid w:val="008B29FD"/>
    <w:rsid w:val="008B2A20"/>
    <w:rsid w:val="008B2ED7"/>
    <w:rsid w:val="008B377B"/>
    <w:rsid w:val="008B39C8"/>
    <w:rsid w:val="008B3E08"/>
    <w:rsid w:val="008B41A0"/>
    <w:rsid w:val="008B4397"/>
    <w:rsid w:val="008B44D5"/>
    <w:rsid w:val="008B4FB4"/>
    <w:rsid w:val="008B5296"/>
    <w:rsid w:val="008B60B2"/>
    <w:rsid w:val="008B7186"/>
    <w:rsid w:val="008B73D3"/>
    <w:rsid w:val="008C019F"/>
    <w:rsid w:val="008C0BA1"/>
    <w:rsid w:val="008C0EF0"/>
    <w:rsid w:val="008C1FF3"/>
    <w:rsid w:val="008C29D7"/>
    <w:rsid w:val="008C2C40"/>
    <w:rsid w:val="008C2D26"/>
    <w:rsid w:val="008C37B2"/>
    <w:rsid w:val="008C3AD2"/>
    <w:rsid w:val="008C3E04"/>
    <w:rsid w:val="008C4120"/>
    <w:rsid w:val="008C45B5"/>
    <w:rsid w:val="008C45F0"/>
    <w:rsid w:val="008C4602"/>
    <w:rsid w:val="008C4A4B"/>
    <w:rsid w:val="008C566D"/>
    <w:rsid w:val="008C5696"/>
    <w:rsid w:val="008C588C"/>
    <w:rsid w:val="008C5F94"/>
    <w:rsid w:val="008C6176"/>
    <w:rsid w:val="008C62D3"/>
    <w:rsid w:val="008C641F"/>
    <w:rsid w:val="008C6730"/>
    <w:rsid w:val="008C6DD6"/>
    <w:rsid w:val="008C78BE"/>
    <w:rsid w:val="008D023E"/>
    <w:rsid w:val="008D0E38"/>
    <w:rsid w:val="008D1694"/>
    <w:rsid w:val="008D1987"/>
    <w:rsid w:val="008D1E49"/>
    <w:rsid w:val="008D1F47"/>
    <w:rsid w:val="008D2411"/>
    <w:rsid w:val="008D2514"/>
    <w:rsid w:val="008D2572"/>
    <w:rsid w:val="008D279D"/>
    <w:rsid w:val="008D2A63"/>
    <w:rsid w:val="008D2C01"/>
    <w:rsid w:val="008D38D4"/>
    <w:rsid w:val="008D3CCF"/>
    <w:rsid w:val="008D3F5C"/>
    <w:rsid w:val="008D419C"/>
    <w:rsid w:val="008D4406"/>
    <w:rsid w:val="008D5129"/>
    <w:rsid w:val="008D55B1"/>
    <w:rsid w:val="008D588C"/>
    <w:rsid w:val="008D699C"/>
    <w:rsid w:val="008D6D6E"/>
    <w:rsid w:val="008D7256"/>
    <w:rsid w:val="008D75B4"/>
    <w:rsid w:val="008D7609"/>
    <w:rsid w:val="008D7A06"/>
    <w:rsid w:val="008E00D3"/>
    <w:rsid w:val="008E07B2"/>
    <w:rsid w:val="008E2466"/>
    <w:rsid w:val="008E2522"/>
    <w:rsid w:val="008E314D"/>
    <w:rsid w:val="008E34FE"/>
    <w:rsid w:val="008E3592"/>
    <w:rsid w:val="008E3A6C"/>
    <w:rsid w:val="008E4D1E"/>
    <w:rsid w:val="008E5A48"/>
    <w:rsid w:val="008E5E90"/>
    <w:rsid w:val="008E6082"/>
    <w:rsid w:val="008E68BE"/>
    <w:rsid w:val="008E6A9C"/>
    <w:rsid w:val="008E6D08"/>
    <w:rsid w:val="008E6E7D"/>
    <w:rsid w:val="008E726C"/>
    <w:rsid w:val="008E75BA"/>
    <w:rsid w:val="008F010E"/>
    <w:rsid w:val="008F0180"/>
    <w:rsid w:val="008F0203"/>
    <w:rsid w:val="008F103E"/>
    <w:rsid w:val="008F11D9"/>
    <w:rsid w:val="008F1261"/>
    <w:rsid w:val="008F14AE"/>
    <w:rsid w:val="008F1B97"/>
    <w:rsid w:val="008F1D1F"/>
    <w:rsid w:val="008F225E"/>
    <w:rsid w:val="008F2674"/>
    <w:rsid w:val="008F292E"/>
    <w:rsid w:val="008F31BE"/>
    <w:rsid w:val="008F3579"/>
    <w:rsid w:val="008F3FC7"/>
    <w:rsid w:val="008F4555"/>
    <w:rsid w:val="008F4DFE"/>
    <w:rsid w:val="008F4F89"/>
    <w:rsid w:val="008F4FBC"/>
    <w:rsid w:val="008F5087"/>
    <w:rsid w:val="008F511C"/>
    <w:rsid w:val="008F5B1E"/>
    <w:rsid w:val="008F5D1C"/>
    <w:rsid w:val="008F64BE"/>
    <w:rsid w:val="008F6745"/>
    <w:rsid w:val="008F70BA"/>
    <w:rsid w:val="0090015C"/>
    <w:rsid w:val="009005FE"/>
    <w:rsid w:val="00900A51"/>
    <w:rsid w:val="00900C95"/>
    <w:rsid w:val="00901436"/>
    <w:rsid w:val="00901AB7"/>
    <w:rsid w:val="00901E7B"/>
    <w:rsid w:val="00901EC6"/>
    <w:rsid w:val="0090202B"/>
    <w:rsid w:val="00902184"/>
    <w:rsid w:val="009022BE"/>
    <w:rsid w:val="009024B3"/>
    <w:rsid w:val="00902519"/>
    <w:rsid w:val="009025EB"/>
    <w:rsid w:val="009030FA"/>
    <w:rsid w:val="00903CC4"/>
    <w:rsid w:val="00903E83"/>
    <w:rsid w:val="0090427B"/>
    <w:rsid w:val="0090435C"/>
    <w:rsid w:val="009043E5"/>
    <w:rsid w:val="00904403"/>
    <w:rsid w:val="0090495D"/>
    <w:rsid w:val="009052BF"/>
    <w:rsid w:val="009054E5"/>
    <w:rsid w:val="00905C24"/>
    <w:rsid w:val="00906CC4"/>
    <w:rsid w:val="00906D27"/>
    <w:rsid w:val="00906EF7"/>
    <w:rsid w:val="00906F77"/>
    <w:rsid w:val="009071D2"/>
    <w:rsid w:val="00907211"/>
    <w:rsid w:val="00907D76"/>
    <w:rsid w:val="009104AF"/>
    <w:rsid w:val="00910C3C"/>
    <w:rsid w:val="00911A53"/>
    <w:rsid w:val="00911C81"/>
    <w:rsid w:val="00911F35"/>
    <w:rsid w:val="00911FB8"/>
    <w:rsid w:val="00912240"/>
    <w:rsid w:val="00912B1A"/>
    <w:rsid w:val="00912B55"/>
    <w:rsid w:val="009132EC"/>
    <w:rsid w:val="009133F4"/>
    <w:rsid w:val="00913676"/>
    <w:rsid w:val="00913836"/>
    <w:rsid w:val="00913C6F"/>
    <w:rsid w:val="00913D87"/>
    <w:rsid w:val="00914226"/>
    <w:rsid w:val="00915976"/>
    <w:rsid w:val="00915A53"/>
    <w:rsid w:val="00915B2D"/>
    <w:rsid w:val="00915C7F"/>
    <w:rsid w:val="0091638B"/>
    <w:rsid w:val="00916541"/>
    <w:rsid w:val="009167F6"/>
    <w:rsid w:val="009169C3"/>
    <w:rsid w:val="00916D44"/>
    <w:rsid w:val="00916E03"/>
    <w:rsid w:val="00916E4B"/>
    <w:rsid w:val="0091710A"/>
    <w:rsid w:val="0091750C"/>
    <w:rsid w:val="009177D0"/>
    <w:rsid w:val="00917A97"/>
    <w:rsid w:val="00920712"/>
    <w:rsid w:val="00920BCA"/>
    <w:rsid w:val="00920F4B"/>
    <w:rsid w:val="00920F52"/>
    <w:rsid w:val="00920F77"/>
    <w:rsid w:val="009212BA"/>
    <w:rsid w:val="009213BC"/>
    <w:rsid w:val="0092188A"/>
    <w:rsid w:val="00921896"/>
    <w:rsid w:val="00922122"/>
    <w:rsid w:val="009223D7"/>
    <w:rsid w:val="009224C4"/>
    <w:rsid w:val="00922541"/>
    <w:rsid w:val="00922568"/>
    <w:rsid w:val="00922CE5"/>
    <w:rsid w:val="00923588"/>
    <w:rsid w:val="00923F23"/>
    <w:rsid w:val="00924186"/>
    <w:rsid w:val="00924269"/>
    <w:rsid w:val="009248FC"/>
    <w:rsid w:val="0092505A"/>
    <w:rsid w:val="0092555D"/>
    <w:rsid w:val="009263AA"/>
    <w:rsid w:val="009264AE"/>
    <w:rsid w:val="009269CF"/>
    <w:rsid w:val="00926E1D"/>
    <w:rsid w:val="00926E7D"/>
    <w:rsid w:val="00926FF5"/>
    <w:rsid w:val="0092731A"/>
    <w:rsid w:val="0092751F"/>
    <w:rsid w:val="00927D75"/>
    <w:rsid w:val="00930252"/>
    <w:rsid w:val="00930314"/>
    <w:rsid w:val="009304AD"/>
    <w:rsid w:val="009305C2"/>
    <w:rsid w:val="00930770"/>
    <w:rsid w:val="00930D0C"/>
    <w:rsid w:val="00931F7A"/>
    <w:rsid w:val="00932758"/>
    <w:rsid w:val="00932773"/>
    <w:rsid w:val="00932F81"/>
    <w:rsid w:val="0093351D"/>
    <w:rsid w:val="00933A49"/>
    <w:rsid w:val="00933DC5"/>
    <w:rsid w:val="00933F2C"/>
    <w:rsid w:val="00934023"/>
    <w:rsid w:val="00934CA6"/>
    <w:rsid w:val="0093527E"/>
    <w:rsid w:val="00935A43"/>
    <w:rsid w:val="009365E8"/>
    <w:rsid w:val="009366D7"/>
    <w:rsid w:val="0093768C"/>
    <w:rsid w:val="00937BEF"/>
    <w:rsid w:val="00937D20"/>
    <w:rsid w:val="00937F08"/>
    <w:rsid w:val="00940407"/>
    <w:rsid w:val="0094055F"/>
    <w:rsid w:val="0094155B"/>
    <w:rsid w:val="009418DE"/>
    <w:rsid w:val="009419DE"/>
    <w:rsid w:val="00941C20"/>
    <w:rsid w:val="00941D3B"/>
    <w:rsid w:val="00941EAF"/>
    <w:rsid w:val="0094204E"/>
    <w:rsid w:val="009421B6"/>
    <w:rsid w:val="009424C1"/>
    <w:rsid w:val="009425D2"/>
    <w:rsid w:val="009428A6"/>
    <w:rsid w:val="00942C95"/>
    <w:rsid w:val="00942F71"/>
    <w:rsid w:val="00943486"/>
    <w:rsid w:val="009435BD"/>
    <w:rsid w:val="00943631"/>
    <w:rsid w:val="00943AC6"/>
    <w:rsid w:val="00943B6A"/>
    <w:rsid w:val="0094461B"/>
    <w:rsid w:val="00944A5D"/>
    <w:rsid w:val="00944C61"/>
    <w:rsid w:val="009451C1"/>
    <w:rsid w:val="00945B32"/>
    <w:rsid w:val="00945DBE"/>
    <w:rsid w:val="0094622E"/>
    <w:rsid w:val="00946412"/>
    <w:rsid w:val="0094651F"/>
    <w:rsid w:val="009467E1"/>
    <w:rsid w:val="00946812"/>
    <w:rsid w:val="009469A4"/>
    <w:rsid w:val="00946AD9"/>
    <w:rsid w:val="009475A4"/>
    <w:rsid w:val="009476FA"/>
    <w:rsid w:val="0094789D"/>
    <w:rsid w:val="00947D70"/>
    <w:rsid w:val="00947F08"/>
    <w:rsid w:val="00947F80"/>
    <w:rsid w:val="00950054"/>
    <w:rsid w:val="0095015A"/>
    <w:rsid w:val="0095058B"/>
    <w:rsid w:val="00950A7B"/>
    <w:rsid w:val="00950B42"/>
    <w:rsid w:val="00950DEC"/>
    <w:rsid w:val="00951012"/>
    <w:rsid w:val="00951621"/>
    <w:rsid w:val="00951F6C"/>
    <w:rsid w:val="009521BC"/>
    <w:rsid w:val="00952250"/>
    <w:rsid w:val="00952506"/>
    <w:rsid w:val="009529B1"/>
    <w:rsid w:val="00952D2E"/>
    <w:rsid w:val="00953228"/>
    <w:rsid w:val="009540E1"/>
    <w:rsid w:val="009547D8"/>
    <w:rsid w:val="00954A2E"/>
    <w:rsid w:val="00954DF6"/>
    <w:rsid w:val="009553EB"/>
    <w:rsid w:val="0095558D"/>
    <w:rsid w:val="00955687"/>
    <w:rsid w:val="00955742"/>
    <w:rsid w:val="00955BCA"/>
    <w:rsid w:val="00955D79"/>
    <w:rsid w:val="00956568"/>
    <w:rsid w:val="009565AE"/>
    <w:rsid w:val="00956656"/>
    <w:rsid w:val="009569F8"/>
    <w:rsid w:val="00956D84"/>
    <w:rsid w:val="009570BE"/>
    <w:rsid w:val="0095713E"/>
    <w:rsid w:val="009573DA"/>
    <w:rsid w:val="0095743C"/>
    <w:rsid w:val="00957586"/>
    <w:rsid w:val="00957D46"/>
    <w:rsid w:val="00957FA8"/>
    <w:rsid w:val="00960371"/>
    <w:rsid w:val="00960385"/>
    <w:rsid w:val="00960B17"/>
    <w:rsid w:val="00960BA8"/>
    <w:rsid w:val="00960FD0"/>
    <w:rsid w:val="00961AE4"/>
    <w:rsid w:val="00961F9E"/>
    <w:rsid w:val="009622DD"/>
    <w:rsid w:val="00962CA5"/>
    <w:rsid w:val="00962EDE"/>
    <w:rsid w:val="00963570"/>
    <w:rsid w:val="00964A33"/>
    <w:rsid w:val="00964D1A"/>
    <w:rsid w:val="00964E3D"/>
    <w:rsid w:val="0096549B"/>
    <w:rsid w:val="009659D5"/>
    <w:rsid w:val="00965DD3"/>
    <w:rsid w:val="0096615F"/>
    <w:rsid w:val="00966546"/>
    <w:rsid w:val="00966677"/>
    <w:rsid w:val="00966B6C"/>
    <w:rsid w:val="00966F52"/>
    <w:rsid w:val="0096747D"/>
    <w:rsid w:val="00967F80"/>
    <w:rsid w:val="009707C8"/>
    <w:rsid w:val="009707DE"/>
    <w:rsid w:val="009709C7"/>
    <w:rsid w:val="00970A89"/>
    <w:rsid w:val="00970D67"/>
    <w:rsid w:val="00970EA9"/>
    <w:rsid w:val="00971D0E"/>
    <w:rsid w:val="00971EA0"/>
    <w:rsid w:val="00971EF8"/>
    <w:rsid w:val="00972874"/>
    <w:rsid w:val="00973635"/>
    <w:rsid w:val="00974414"/>
    <w:rsid w:val="00974429"/>
    <w:rsid w:val="009751CD"/>
    <w:rsid w:val="00975250"/>
    <w:rsid w:val="0097550E"/>
    <w:rsid w:val="00975A73"/>
    <w:rsid w:val="00975D1A"/>
    <w:rsid w:val="0097613C"/>
    <w:rsid w:val="00976154"/>
    <w:rsid w:val="0097617D"/>
    <w:rsid w:val="0097641F"/>
    <w:rsid w:val="00976437"/>
    <w:rsid w:val="00976A1D"/>
    <w:rsid w:val="00976ACC"/>
    <w:rsid w:val="00976EF2"/>
    <w:rsid w:val="0097700F"/>
    <w:rsid w:val="0097740A"/>
    <w:rsid w:val="009776FA"/>
    <w:rsid w:val="00977FE6"/>
    <w:rsid w:val="00980579"/>
    <w:rsid w:val="00980AEF"/>
    <w:rsid w:val="00980B86"/>
    <w:rsid w:val="00980EA9"/>
    <w:rsid w:val="009813BB"/>
    <w:rsid w:val="0098163E"/>
    <w:rsid w:val="00981EBD"/>
    <w:rsid w:val="0098204A"/>
    <w:rsid w:val="0098215F"/>
    <w:rsid w:val="00982632"/>
    <w:rsid w:val="00982639"/>
    <w:rsid w:val="00982A6B"/>
    <w:rsid w:val="00982CA8"/>
    <w:rsid w:val="00982FB0"/>
    <w:rsid w:val="009838BF"/>
    <w:rsid w:val="00983C98"/>
    <w:rsid w:val="00983FA1"/>
    <w:rsid w:val="009840F4"/>
    <w:rsid w:val="0098438B"/>
    <w:rsid w:val="00985023"/>
    <w:rsid w:val="00985171"/>
    <w:rsid w:val="0098526B"/>
    <w:rsid w:val="0098545D"/>
    <w:rsid w:val="009859AC"/>
    <w:rsid w:val="00985AB9"/>
    <w:rsid w:val="00986172"/>
    <w:rsid w:val="009862C3"/>
    <w:rsid w:val="00986DAD"/>
    <w:rsid w:val="009900BC"/>
    <w:rsid w:val="00990BD1"/>
    <w:rsid w:val="00990FF5"/>
    <w:rsid w:val="0099135B"/>
    <w:rsid w:val="00991A5E"/>
    <w:rsid w:val="00991D5E"/>
    <w:rsid w:val="00992C03"/>
    <w:rsid w:val="00992E57"/>
    <w:rsid w:val="0099368C"/>
    <w:rsid w:val="00993851"/>
    <w:rsid w:val="0099404A"/>
    <w:rsid w:val="009942E9"/>
    <w:rsid w:val="00994562"/>
    <w:rsid w:val="009945F5"/>
    <w:rsid w:val="00994CDC"/>
    <w:rsid w:val="00994F98"/>
    <w:rsid w:val="009962C2"/>
    <w:rsid w:val="00996560"/>
    <w:rsid w:val="009966E7"/>
    <w:rsid w:val="009967CF"/>
    <w:rsid w:val="009968E6"/>
    <w:rsid w:val="00997524"/>
    <w:rsid w:val="00997A45"/>
    <w:rsid w:val="00997E75"/>
    <w:rsid w:val="00997F59"/>
    <w:rsid w:val="009A029D"/>
    <w:rsid w:val="009A0555"/>
    <w:rsid w:val="009A0796"/>
    <w:rsid w:val="009A0D83"/>
    <w:rsid w:val="009A1015"/>
    <w:rsid w:val="009A11FE"/>
    <w:rsid w:val="009A1AC3"/>
    <w:rsid w:val="009A1EAA"/>
    <w:rsid w:val="009A23D1"/>
    <w:rsid w:val="009A344E"/>
    <w:rsid w:val="009A3C34"/>
    <w:rsid w:val="009A3DF4"/>
    <w:rsid w:val="009A3E8C"/>
    <w:rsid w:val="009A493C"/>
    <w:rsid w:val="009A4E46"/>
    <w:rsid w:val="009A5108"/>
    <w:rsid w:val="009A52F7"/>
    <w:rsid w:val="009A53DD"/>
    <w:rsid w:val="009A6150"/>
    <w:rsid w:val="009A63F6"/>
    <w:rsid w:val="009A63F7"/>
    <w:rsid w:val="009A67CA"/>
    <w:rsid w:val="009A6C5C"/>
    <w:rsid w:val="009A6FDB"/>
    <w:rsid w:val="009A703C"/>
    <w:rsid w:val="009A7A85"/>
    <w:rsid w:val="009A7BF1"/>
    <w:rsid w:val="009B008F"/>
    <w:rsid w:val="009B039B"/>
    <w:rsid w:val="009B0645"/>
    <w:rsid w:val="009B0D6C"/>
    <w:rsid w:val="009B1238"/>
    <w:rsid w:val="009B1398"/>
    <w:rsid w:val="009B1FDB"/>
    <w:rsid w:val="009B2319"/>
    <w:rsid w:val="009B2829"/>
    <w:rsid w:val="009B28F2"/>
    <w:rsid w:val="009B313B"/>
    <w:rsid w:val="009B3996"/>
    <w:rsid w:val="009B3DAB"/>
    <w:rsid w:val="009B3E86"/>
    <w:rsid w:val="009B3EDE"/>
    <w:rsid w:val="009B4836"/>
    <w:rsid w:val="009B484D"/>
    <w:rsid w:val="009B4DB2"/>
    <w:rsid w:val="009B5387"/>
    <w:rsid w:val="009B5738"/>
    <w:rsid w:val="009B589E"/>
    <w:rsid w:val="009B5A55"/>
    <w:rsid w:val="009B6552"/>
    <w:rsid w:val="009B6A9C"/>
    <w:rsid w:val="009B6E7E"/>
    <w:rsid w:val="009B6EDA"/>
    <w:rsid w:val="009B706E"/>
    <w:rsid w:val="009B75AC"/>
    <w:rsid w:val="009B7C5E"/>
    <w:rsid w:val="009B7E20"/>
    <w:rsid w:val="009C04D6"/>
    <w:rsid w:val="009C057E"/>
    <w:rsid w:val="009C09F6"/>
    <w:rsid w:val="009C1181"/>
    <w:rsid w:val="009C1B35"/>
    <w:rsid w:val="009C2EE3"/>
    <w:rsid w:val="009C3308"/>
    <w:rsid w:val="009C3F36"/>
    <w:rsid w:val="009C4A85"/>
    <w:rsid w:val="009C4D1E"/>
    <w:rsid w:val="009C4F3B"/>
    <w:rsid w:val="009C55A7"/>
    <w:rsid w:val="009C58D0"/>
    <w:rsid w:val="009C61B2"/>
    <w:rsid w:val="009C6583"/>
    <w:rsid w:val="009C6A07"/>
    <w:rsid w:val="009C6A43"/>
    <w:rsid w:val="009C7CEC"/>
    <w:rsid w:val="009D05DA"/>
    <w:rsid w:val="009D22C6"/>
    <w:rsid w:val="009D23E3"/>
    <w:rsid w:val="009D2FB4"/>
    <w:rsid w:val="009D326B"/>
    <w:rsid w:val="009D330D"/>
    <w:rsid w:val="009D33D2"/>
    <w:rsid w:val="009D340F"/>
    <w:rsid w:val="009D3641"/>
    <w:rsid w:val="009D3671"/>
    <w:rsid w:val="009D3AB9"/>
    <w:rsid w:val="009D45C0"/>
    <w:rsid w:val="009D4666"/>
    <w:rsid w:val="009D48F6"/>
    <w:rsid w:val="009D4A1C"/>
    <w:rsid w:val="009D4B48"/>
    <w:rsid w:val="009D5511"/>
    <w:rsid w:val="009D573F"/>
    <w:rsid w:val="009D5895"/>
    <w:rsid w:val="009D6973"/>
    <w:rsid w:val="009D6A1C"/>
    <w:rsid w:val="009D6ADF"/>
    <w:rsid w:val="009D6B41"/>
    <w:rsid w:val="009D6C8B"/>
    <w:rsid w:val="009D715F"/>
    <w:rsid w:val="009D7B4F"/>
    <w:rsid w:val="009D7E0C"/>
    <w:rsid w:val="009D7EB4"/>
    <w:rsid w:val="009D7EF6"/>
    <w:rsid w:val="009E0B53"/>
    <w:rsid w:val="009E0BF8"/>
    <w:rsid w:val="009E0D57"/>
    <w:rsid w:val="009E0E8D"/>
    <w:rsid w:val="009E1109"/>
    <w:rsid w:val="009E1125"/>
    <w:rsid w:val="009E15A5"/>
    <w:rsid w:val="009E1684"/>
    <w:rsid w:val="009E178C"/>
    <w:rsid w:val="009E17E1"/>
    <w:rsid w:val="009E188B"/>
    <w:rsid w:val="009E1A07"/>
    <w:rsid w:val="009E1A23"/>
    <w:rsid w:val="009E1AF7"/>
    <w:rsid w:val="009E1D30"/>
    <w:rsid w:val="009E2047"/>
    <w:rsid w:val="009E20E8"/>
    <w:rsid w:val="009E2644"/>
    <w:rsid w:val="009E3647"/>
    <w:rsid w:val="009E3692"/>
    <w:rsid w:val="009E4269"/>
    <w:rsid w:val="009E4412"/>
    <w:rsid w:val="009E44A3"/>
    <w:rsid w:val="009E49FE"/>
    <w:rsid w:val="009E5020"/>
    <w:rsid w:val="009E53F0"/>
    <w:rsid w:val="009E5518"/>
    <w:rsid w:val="009E6090"/>
    <w:rsid w:val="009E62C1"/>
    <w:rsid w:val="009E6305"/>
    <w:rsid w:val="009E6F2F"/>
    <w:rsid w:val="009E737B"/>
    <w:rsid w:val="009F10DC"/>
    <w:rsid w:val="009F200E"/>
    <w:rsid w:val="009F244F"/>
    <w:rsid w:val="009F3267"/>
    <w:rsid w:val="009F340A"/>
    <w:rsid w:val="009F39DF"/>
    <w:rsid w:val="009F42C6"/>
    <w:rsid w:val="009F4516"/>
    <w:rsid w:val="009F4C5B"/>
    <w:rsid w:val="009F4FBA"/>
    <w:rsid w:val="009F51F9"/>
    <w:rsid w:val="009F523A"/>
    <w:rsid w:val="009F53DF"/>
    <w:rsid w:val="009F5618"/>
    <w:rsid w:val="009F5751"/>
    <w:rsid w:val="009F5872"/>
    <w:rsid w:val="009F5B3C"/>
    <w:rsid w:val="009F5CCF"/>
    <w:rsid w:val="009F5CEB"/>
    <w:rsid w:val="009F5F13"/>
    <w:rsid w:val="009F601F"/>
    <w:rsid w:val="009F6507"/>
    <w:rsid w:val="009F6A26"/>
    <w:rsid w:val="009F6BE1"/>
    <w:rsid w:val="009F6E57"/>
    <w:rsid w:val="009F6E7A"/>
    <w:rsid w:val="009F7366"/>
    <w:rsid w:val="009F755A"/>
    <w:rsid w:val="009F7574"/>
    <w:rsid w:val="00A00FBE"/>
    <w:rsid w:val="00A011B6"/>
    <w:rsid w:val="00A014B9"/>
    <w:rsid w:val="00A01944"/>
    <w:rsid w:val="00A01BDF"/>
    <w:rsid w:val="00A01C39"/>
    <w:rsid w:val="00A0295A"/>
    <w:rsid w:val="00A0296A"/>
    <w:rsid w:val="00A02EBD"/>
    <w:rsid w:val="00A03920"/>
    <w:rsid w:val="00A03C62"/>
    <w:rsid w:val="00A03D2D"/>
    <w:rsid w:val="00A044E6"/>
    <w:rsid w:val="00A04686"/>
    <w:rsid w:val="00A048A0"/>
    <w:rsid w:val="00A04C64"/>
    <w:rsid w:val="00A04CFD"/>
    <w:rsid w:val="00A050E5"/>
    <w:rsid w:val="00A05120"/>
    <w:rsid w:val="00A05270"/>
    <w:rsid w:val="00A05D8E"/>
    <w:rsid w:val="00A05DCB"/>
    <w:rsid w:val="00A0627B"/>
    <w:rsid w:val="00A064CA"/>
    <w:rsid w:val="00A06606"/>
    <w:rsid w:val="00A0679E"/>
    <w:rsid w:val="00A07230"/>
    <w:rsid w:val="00A0783F"/>
    <w:rsid w:val="00A07F06"/>
    <w:rsid w:val="00A10037"/>
    <w:rsid w:val="00A10129"/>
    <w:rsid w:val="00A102CE"/>
    <w:rsid w:val="00A104C6"/>
    <w:rsid w:val="00A10989"/>
    <w:rsid w:val="00A10CCB"/>
    <w:rsid w:val="00A10E6C"/>
    <w:rsid w:val="00A1103D"/>
    <w:rsid w:val="00A113BE"/>
    <w:rsid w:val="00A1155C"/>
    <w:rsid w:val="00A1156F"/>
    <w:rsid w:val="00A11AE8"/>
    <w:rsid w:val="00A11BC4"/>
    <w:rsid w:val="00A12746"/>
    <w:rsid w:val="00A12A80"/>
    <w:rsid w:val="00A12EFB"/>
    <w:rsid w:val="00A13230"/>
    <w:rsid w:val="00A13ED0"/>
    <w:rsid w:val="00A14367"/>
    <w:rsid w:val="00A14541"/>
    <w:rsid w:val="00A14D89"/>
    <w:rsid w:val="00A14FAB"/>
    <w:rsid w:val="00A15B01"/>
    <w:rsid w:val="00A15DDA"/>
    <w:rsid w:val="00A166E6"/>
    <w:rsid w:val="00A16D8A"/>
    <w:rsid w:val="00A173E4"/>
    <w:rsid w:val="00A179D6"/>
    <w:rsid w:val="00A2028E"/>
    <w:rsid w:val="00A2060B"/>
    <w:rsid w:val="00A206EB"/>
    <w:rsid w:val="00A2074E"/>
    <w:rsid w:val="00A20C1F"/>
    <w:rsid w:val="00A20DCD"/>
    <w:rsid w:val="00A217A9"/>
    <w:rsid w:val="00A21A08"/>
    <w:rsid w:val="00A21D53"/>
    <w:rsid w:val="00A21DDC"/>
    <w:rsid w:val="00A2219B"/>
    <w:rsid w:val="00A22CCA"/>
    <w:rsid w:val="00A22ECD"/>
    <w:rsid w:val="00A23120"/>
    <w:rsid w:val="00A23131"/>
    <w:rsid w:val="00A24348"/>
    <w:rsid w:val="00A255E1"/>
    <w:rsid w:val="00A25963"/>
    <w:rsid w:val="00A26148"/>
    <w:rsid w:val="00A2619D"/>
    <w:rsid w:val="00A26D3F"/>
    <w:rsid w:val="00A26FF0"/>
    <w:rsid w:val="00A274B2"/>
    <w:rsid w:val="00A27B2A"/>
    <w:rsid w:val="00A27BFA"/>
    <w:rsid w:val="00A27D52"/>
    <w:rsid w:val="00A27EAE"/>
    <w:rsid w:val="00A3042B"/>
    <w:rsid w:val="00A3049F"/>
    <w:rsid w:val="00A30683"/>
    <w:rsid w:val="00A30926"/>
    <w:rsid w:val="00A312A2"/>
    <w:rsid w:val="00A313BA"/>
    <w:rsid w:val="00A31F2B"/>
    <w:rsid w:val="00A3259B"/>
    <w:rsid w:val="00A3275F"/>
    <w:rsid w:val="00A32B68"/>
    <w:rsid w:val="00A33009"/>
    <w:rsid w:val="00A335A9"/>
    <w:rsid w:val="00A336FC"/>
    <w:rsid w:val="00A340FD"/>
    <w:rsid w:val="00A3446C"/>
    <w:rsid w:val="00A3450A"/>
    <w:rsid w:val="00A355C2"/>
    <w:rsid w:val="00A355EF"/>
    <w:rsid w:val="00A35797"/>
    <w:rsid w:val="00A35B01"/>
    <w:rsid w:val="00A35DD7"/>
    <w:rsid w:val="00A3650D"/>
    <w:rsid w:val="00A367B2"/>
    <w:rsid w:val="00A3696F"/>
    <w:rsid w:val="00A37A5A"/>
    <w:rsid w:val="00A40150"/>
    <w:rsid w:val="00A408D0"/>
    <w:rsid w:val="00A40DF1"/>
    <w:rsid w:val="00A40E91"/>
    <w:rsid w:val="00A40F08"/>
    <w:rsid w:val="00A41832"/>
    <w:rsid w:val="00A418CE"/>
    <w:rsid w:val="00A422F1"/>
    <w:rsid w:val="00A42317"/>
    <w:rsid w:val="00A42378"/>
    <w:rsid w:val="00A425B4"/>
    <w:rsid w:val="00A42703"/>
    <w:rsid w:val="00A4360F"/>
    <w:rsid w:val="00A440E0"/>
    <w:rsid w:val="00A4437B"/>
    <w:rsid w:val="00A45A50"/>
    <w:rsid w:val="00A46147"/>
    <w:rsid w:val="00A468D6"/>
    <w:rsid w:val="00A46DD3"/>
    <w:rsid w:val="00A46F4E"/>
    <w:rsid w:val="00A47392"/>
    <w:rsid w:val="00A4798D"/>
    <w:rsid w:val="00A47AE9"/>
    <w:rsid w:val="00A47FDF"/>
    <w:rsid w:val="00A500A7"/>
    <w:rsid w:val="00A507E1"/>
    <w:rsid w:val="00A50802"/>
    <w:rsid w:val="00A50E2B"/>
    <w:rsid w:val="00A512E1"/>
    <w:rsid w:val="00A51561"/>
    <w:rsid w:val="00A515D3"/>
    <w:rsid w:val="00A530A1"/>
    <w:rsid w:val="00A535B0"/>
    <w:rsid w:val="00A53694"/>
    <w:rsid w:val="00A5379D"/>
    <w:rsid w:val="00A5390D"/>
    <w:rsid w:val="00A542D7"/>
    <w:rsid w:val="00A5436E"/>
    <w:rsid w:val="00A54554"/>
    <w:rsid w:val="00A55275"/>
    <w:rsid w:val="00A556AF"/>
    <w:rsid w:val="00A55B10"/>
    <w:rsid w:val="00A55CFE"/>
    <w:rsid w:val="00A560D4"/>
    <w:rsid w:val="00A561BD"/>
    <w:rsid w:val="00A57072"/>
    <w:rsid w:val="00A57694"/>
    <w:rsid w:val="00A57CDF"/>
    <w:rsid w:val="00A60A28"/>
    <w:rsid w:val="00A613E0"/>
    <w:rsid w:val="00A614FB"/>
    <w:rsid w:val="00A619C3"/>
    <w:rsid w:val="00A6209B"/>
    <w:rsid w:val="00A6275E"/>
    <w:rsid w:val="00A62C1E"/>
    <w:rsid w:val="00A62EA1"/>
    <w:rsid w:val="00A632E8"/>
    <w:rsid w:val="00A638F3"/>
    <w:rsid w:val="00A644F2"/>
    <w:rsid w:val="00A646D0"/>
    <w:rsid w:val="00A6489C"/>
    <w:rsid w:val="00A64B55"/>
    <w:rsid w:val="00A652C9"/>
    <w:rsid w:val="00A6629E"/>
    <w:rsid w:val="00A66419"/>
    <w:rsid w:val="00A6668F"/>
    <w:rsid w:val="00A66F9F"/>
    <w:rsid w:val="00A672D2"/>
    <w:rsid w:val="00A677F3"/>
    <w:rsid w:val="00A67BC4"/>
    <w:rsid w:val="00A67F2A"/>
    <w:rsid w:val="00A70945"/>
    <w:rsid w:val="00A70FF9"/>
    <w:rsid w:val="00A71724"/>
    <w:rsid w:val="00A71A45"/>
    <w:rsid w:val="00A71BAF"/>
    <w:rsid w:val="00A72071"/>
    <w:rsid w:val="00A7258F"/>
    <w:rsid w:val="00A7298D"/>
    <w:rsid w:val="00A72D95"/>
    <w:rsid w:val="00A72E4E"/>
    <w:rsid w:val="00A72E7E"/>
    <w:rsid w:val="00A72EA1"/>
    <w:rsid w:val="00A7366B"/>
    <w:rsid w:val="00A73AA7"/>
    <w:rsid w:val="00A73DEA"/>
    <w:rsid w:val="00A7401A"/>
    <w:rsid w:val="00A745B4"/>
    <w:rsid w:val="00A74C94"/>
    <w:rsid w:val="00A751C6"/>
    <w:rsid w:val="00A7698C"/>
    <w:rsid w:val="00A76CDD"/>
    <w:rsid w:val="00A76EBF"/>
    <w:rsid w:val="00A7719F"/>
    <w:rsid w:val="00A7725E"/>
    <w:rsid w:val="00A77BD3"/>
    <w:rsid w:val="00A77EF7"/>
    <w:rsid w:val="00A80578"/>
    <w:rsid w:val="00A80650"/>
    <w:rsid w:val="00A8082E"/>
    <w:rsid w:val="00A8179B"/>
    <w:rsid w:val="00A81865"/>
    <w:rsid w:val="00A81B17"/>
    <w:rsid w:val="00A8223F"/>
    <w:rsid w:val="00A825C6"/>
    <w:rsid w:val="00A8263E"/>
    <w:rsid w:val="00A82923"/>
    <w:rsid w:val="00A82BD1"/>
    <w:rsid w:val="00A82D98"/>
    <w:rsid w:val="00A82DF4"/>
    <w:rsid w:val="00A8302F"/>
    <w:rsid w:val="00A836E2"/>
    <w:rsid w:val="00A83A12"/>
    <w:rsid w:val="00A83FB0"/>
    <w:rsid w:val="00A840A7"/>
    <w:rsid w:val="00A8425C"/>
    <w:rsid w:val="00A84E2E"/>
    <w:rsid w:val="00A85803"/>
    <w:rsid w:val="00A858BE"/>
    <w:rsid w:val="00A85A45"/>
    <w:rsid w:val="00A85B73"/>
    <w:rsid w:val="00A85EEB"/>
    <w:rsid w:val="00A862F4"/>
    <w:rsid w:val="00A864CC"/>
    <w:rsid w:val="00A86A35"/>
    <w:rsid w:val="00A86E30"/>
    <w:rsid w:val="00A86F15"/>
    <w:rsid w:val="00A876CE"/>
    <w:rsid w:val="00A877B8"/>
    <w:rsid w:val="00A87D8D"/>
    <w:rsid w:val="00A903BE"/>
    <w:rsid w:val="00A91452"/>
    <w:rsid w:val="00A918C6"/>
    <w:rsid w:val="00A91AE5"/>
    <w:rsid w:val="00A91B7B"/>
    <w:rsid w:val="00A920E4"/>
    <w:rsid w:val="00A9242B"/>
    <w:rsid w:val="00A927A6"/>
    <w:rsid w:val="00A92A56"/>
    <w:rsid w:val="00A93D87"/>
    <w:rsid w:val="00A93F01"/>
    <w:rsid w:val="00A94575"/>
    <w:rsid w:val="00A94E6B"/>
    <w:rsid w:val="00A94EC0"/>
    <w:rsid w:val="00A96A81"/>
    <w:rsid w:val="00A96D0C"/>
    <w:rsid w:val="00A96EEF"/>
    <w:rsid w:val="00A97649"/>
    <w:rsid w:val="00A97F13"/>
    <w:rsid w:val="00AA06EC"/>
    <w:rsid w:val="00AA0A4C"/>
    <w:rsid w:val="00AA0B4B"/>
    <w:rsid w:val="00AA0E6B"/>
    <w:rsid w:val="00AA1236"/>
    <w:rsid w:val="00AA135B"/>
    <w:rsid w:val="00AA15E7"/>
    <w:rsid w:val="00AA1770"/>
    <w:rsid w:val="00AA1925"/>
    <w:rsid w:val="00AA1C67"/>
    <w:rsid w:val="00AA20EC"/>
    <w:rsid w:val="00AA27CE"/>
    <w:rsid w:val="00AA334C"/>
    <w:rsid w:val="00AA353A"/>
    <w:rsid w:val="00AA36CE"/>
    <w:rsid w:val="00AA4499"/>
    <w:rsid w:val="00AA4564"/>
    <w:rsid w:val="00AA46BF"/>
    <w:rsid w:val="00AA4AA1"/>
    <w:rsid w:val="00AA4DB2"/>
    <w:rsid w:val="00AA512D"/>
    <w:rsid w:val="00AA584F"/>
    <w:rsid w:val="00AA587B"/>
    <w:rsid w:val="00AA602B"/>
    <w:rsid w:val="00AA603D"/>
    <w:rsid w:val="00AA6293"/>
    <w:rsid w:val="00AA64FB"/>
    <w:rsid w:val="00AA6BA8"/>
    <w:rsid w:val="00AA7521"/>
    <w:rsid w:val="00AA782E"/>
    <w:rsid w:val="00AA7A0E"/>
    <w:rsid w:val="00AA7FF3"/>
    <w:rsid w:val="00AB00A3"/>
    <w:rsid w:val="00AB08C4"/>
    <w:rsid w:val="00AB0952"/>
    <w:rsid w:val="00AB11C9"/>
    <w:rsid w:val="00AB15F8"/>
    <w:rsid w:val="00AB1B7E"/>
    <w:rsid w:val="00AB2297"/>
    <w:rsid w:val="00AB2781"/>
    <w:rsid w:val="00AB2FD4"/>
    <w:rsid w:val="00AB3840"/>
    <w:rsid w:val="00AB3A7B"/>
    <w:rsid w:val="00AB3C1C"/>
    <w:rsid w:val="00AB4729"/>
    <w:rsid w:val="00AB4A05"/>
    <w:rsid w:val="00AB4AF2"/>
    <w:rsid w:val="00AB4C49"/>
    <w:rsid w:val="00AB4CCB"/>
    <w:rsid w:val="00AB52B0"/>
    <w:rsid w:val="00AB5804"/>
    <w:rsid w:val="00AB5A4B"/>
    <w:rsid w:val="00AB73E8"/>
    <w:rsid w:val="00AC0407"/>
    <w:rsid w:val="00AC0F91"/>
    <w:rsid w:val="00AC128E"/>
    <w:rsid w:val="00AC1776"/>
    <w:rsid w:val="00AC18C6"/>
    <w:rsid w:val="00AC1AA4"/>
    <w:rsid w:val="00AC1B76"/>
    <w:rsid w:val="00AC1DA2"/>
    <w:rsid w:val="00AC1E81"/>
    <w:rsid w:val="00AC21F0"/>
    <w:rsid w:val="00AC2458"/>
    <w:rsid w:val="00AC2548"/>
    <w:rsid w:val="00AC2EA1"/>
    <w:rsid w:val="00AC2ECF"/>
    <w:rsid w:val="00AC38E9"/>
    <w:rsid w:val="00AC3A5D"/>
    <w:rsid w:val="00AC3BC4"/>
    <w:rsid w:val="00AC3E7A"/>
    <w:rsid w:val="00AC3E7E"/>
    <w:rsid w:val="00AC45E0"/>
    <w:rsid w:val="00AC49D4"/>
    <w:rsid w:val="00AC4A0B"/>
    <w:rsid w:val="00AC4E4B"/>
    <w:rsid w:val="00AC504E"/>
    <w:rsid w:val="00AC57B2"/>
    <w:rsid w:val="00AC59D0"/>
    <w:rsid w:val="00AC5D90"/>
    <w:rsid w:val="00AC6166"/>
    <w:rsid w:val="00AC6373"/>
    <w:rsid w:val="00AC6D88"/>
    <w:rsid w:val="00AC7586"/>
    <w:rsid w:val="00AC7A9F"/>
    <w:rsid w:val="00AD023A"/>
    <w:rsid w:val="00AD0553"/>
    <w:rsid w:val="00AD0987"/>
    <w:rsid w:val="00AD0B87"/>
    <w:rsid w:val="00AD105B"/>
    <w:rsid w:val="00AD1481"/>
    <w:rsid w:val="00AD169D"/>
    <w:rsid w:val="00AD17D2"/>
    <w:rsid w:val="00AD17F3"/>
    <w:rsid w:val="00AD18FC"/>
    <w:rsid w:val="00AD19DA"/>
    <w:rsid w:val="00AD1CCE"/>
    <w:rsid w:val="00AD1DB5"/>
    <w:rsid w:val="00AD3038"/>
    <w:rsid w:val="00AD3A8B"/>
    <w:rsid w:val="00AD3D71"/>
    <w:rsid w:val="00AD4B4C"/>
    <w:rsid w:val="00AD5550"/>
    <w:rsid w:val="00AD56DA"/>
    <w:rsid w:val="00AD5E7C"/>
    <w:rsid w:val="00AD60A1"/>
    <w:rsid w:val="00AD652E"/>
    <w:rsid w:val="00AD68D7"/>
    <w:rsid w:val="00AD6D7C"/>
    <w:rsid w:val="00AD6F4C"/>
    <w:rsid w:val="00AD776A"/>
    <w:rsid w:val="00AE0283"/>
    <w:rsid w:val="00AE09D2"/>
    <w:rsid w:val="00AE0B38"/>
    <w:rsid w:val="00AE122C"/>
    <w:rsid w:val="00AE177A"/>
    <w:rsid w:val="00AE2490"/>
    <w:rsid w:val="00AE25DF"/>
    <w:rsid w:val="00AE284E"/>
    <w:rsid w:val="00AE2A8B"/>
    <w:rsid w:val="00AE2B79"/>
    <w:rsid w:val="00AE2D46"/>
    <w:rsid w:val="00AE2DAC"/>
    <w:rsid w:val="00AE37FE"/>
    <w:rsid w:val="00AE3880"/>
    <w:rsid w:val="00AE3AD5"/>
    <w:rsid w:val="00AE3EE4"/>
    <w:rsid w:val="00AE434E"/>
    <w:rsid w:val="00AE43FB"/>
    <w:rsid w:val="00AE576C"/>
    <w:rsid w:val="00AE58B5"/>
    <w:rsid w:val="00AE6662"/>
    <w:rsid w:val="00AE672F"/>
    <w:rsid w:val="00AE6E0D"/>
    <w:rsid w:val="00AE70E9"/>
    <w:rsid w:val="00AE71BA"/>
    <w:rsid w:val="00AE7759"/>
    <w:rsid w:val="00AE7BA6"/>
    <w:rsid w:val="00AF03A0"/>
    <w:rsid w:val="00AF03C8"/>
    <w:rsid w:val="00AF046E"/>
    <w:rsid w:val="00AF0A94"/>
    <w:rsid w:val="00AF109D"/>
    <w:rsid w:val="00AF113E"/>
    <w:rsid w:val="00AF1175"/>
    <w:rsid w:val="00AF1702"/>
    <w:rsid w:val="00AF2A6B"/>
    <w:rsid w:val="00AF2C22"/>
    <w:rsid w:val="00AF2F07"/>
    <w:rsid w:val="00AF3443"/>
    <w:rsid w:val="00AF3537"/>
    <w:rsid w:val="00AF3BFE"/>
    <w:rsid w:val="00AF4448"/>
    <w:rsid w:val="00AF44CE"/>
    <w:rsid w:val="00AF4CF1"/>
    <w:rsid w:val="00AF4DF4"/>
    <w:rsid w:val="00AF4FAC"/>
    <w:rsid w:val="00AF520E"/>
    <w:rsid w:val="00AF5372"/>
    <w:rsid w:val="00AF5AF7"/>
    <w:rsid w:val="00AF5C57"/>
    <w:rsid w:val="00AF5D57"/>
    <w:rsid w:val="00AF6032"/>
    <w:rsid w:val="00AF63CA"/>
    <w:rsid w:val="00AF6D1A"/>
    <w:rsid w:val="00AF711D"/>
    <w:rsid w:val="00AF7160"/>
    <w:rsid w:val="00B001A5"/>
    <w:rsid w:val="00B0069B"/>
    <w:rsid w:val="00B00A57"/>
    <w:rsid w:val="00B00BB9"/>
    <w:rsid w:val="00B00C4F"/>
    <w:rsid w:val="00B00FC6"/>
    <w:rsid w:val="00B012F2"/>
    <w:rsid w:val="00B026BE"/>
    <w:rsid w:val="00B03433"/>
    <w:rsid w:val="00B0372A"/>
    <w:rsid w:val="00B03C7D"/>
    <w:rsid w:val="00B03E89"/>
    <w:rsid w:val="00B041B0"/>
    <w:rsid w:val="00B04394"/>
    <w:rsid w:val="00B04457"/>
    <w:rsid w:val="00B046C6"/>
    <w:rsid w:val="00B053B2"/>
    <w:rsid w:val="00B058EC"/>
    <w:rsid w:val="00B060A7"/>
    <w:rsid w:val="00B063FE"/>
    <w:rsid w:val="00B064C1"/>
    <w:rsid w:val="00B0652A"/>
    <w:rsid w:val="00B065DF"/>
    <w:rsid w:val="00B06C1E"/>
    <w:rsid w:val="00B06D1E"/>
    <w:rsid w:val="00B06DA6"/>
    <w:rsid w:val="00B06FBF"/>
    <w:rsid w:val="00B07B30"/>
    <w:rsid w:val="00B07C73"/>
    <w:rsid w:val="00B07EDD"/>
    <w:rsid w:val="00B10382"/>
    <w:rsid w:val="00B10F0E"/>
    <w:rsid w:val="00B11500"/>
    <w:rsid w:val="00B11B6E"/>
    <w:rsid w:val="00B11D9A"/>
    <w:rsid w:val="00B11F31"/>
    <w:rsid w:val="00B11F97"/>
    <w:rsid w:val="00B12319"/>
    <w:rsid w:val="00B12329"/>
    <w:rsid w:val="00B13160"/>
    <w:rsid w:val="00B13C42"/>
    <w:rsid w:val="00B140E7"/>
    <w:rsid w:val="00B14586"/>
    <w:rsid w:val="00B14755"/>
    <w:rsid w:val="00B15E2C"/>
    <w:rsid w:val="00B160A0"/>
    <w:rsid w:val="00B16153"/>
    <w:rsid w:val="00B163B9"/>
    <w:rsid w:val="00B1750B"/>
    <w:rsid w:val="00B17BF5"/>
    <w:rsid w:val="00B17ECF"/>
    <w:rsid w:val="00B17FA9"/>
    <w:rsid w:val="00B20231"/>
    <w:rsid w:val="00B20C17"/>
    <w:rsid w:val="00B214AD"/>
    <w:rsid w:val="00B216A0"/>
    <w:rsid w:val="00B217CA"/>
    <w:rsid w:val="00B219BA"/>
    <w:rsid w:val="00B21CF0"/>
    <w:rsid w:val="00B22230"/>
    <w:rsid w:val="00B222CD"/>
    <w:rsid w:val="00B22B92"/>
    <w:rsid w:val="00B22E40"/>
    <w:rsid w:val="00B23040"/>
    <w:rsid w:val="00B23950"/>
    <w:rsid w:val="00B23C90"/>
    <w:rsid w:val="00B23E4A"/>
    <w:rsid w:val="00B244D4"/>
    <w:rsid w:val="00B24902"/>
    <w:rsid w:val="00B24C56"/>
    <w:rsid w:val="00B24DB2"/>
    <w:rsid w:val="00B25305"/>
    <w:rsid w:val="00B253E0"/>
    <w:rsid w:val="00B25519"/>
    <w:rsid w:val="00B2556D"/>
    <w:rsid w:val="00B25806"/>
    <w:rsid w:val="00B25BFA"/>
    <w:rsid w:val="00B25E51"/>
    <w:rsid w:val="00B2716A"/>
    <w:rsid w:val="00B27375"/>
    <w:rsid w:val="00B27423"/>
    <w:rsid w:val="00B3078B"/>
    <w:rsid w:val="00B30FF8"/>
    <w:rsid w:val="00B313BC"/>
    <w:rsid w:val="00B317B7"/>
    <w:rsid w:val="00B3182C"/>
    <w:rsid w:val="00B31BDF"/>
    <w:rsid w:val="00B3203C"/>
    <w:rsid w:val="00B3263B"/>
    <w:rsid w:val="00B333BC"/>
    <w:rsid w:val="00B335A4"/>
    <w:rsid w:val="00B33743"/>
    <w:rsid w:val="00B33745"/>
    <w:rsid w:val="00B33939"/>
    <w:rsid w:val="00B345F0"/>
    <w:rsid w:val="00B34C6A"/>
    <w:rsid w:val="00B34DD7"/>
    <w:rsid w:val="00B34E4A"/>
    <w:rsid w:val="00B35FAF"/>
    <w:rsid w:val="00B36050"/>
    <w:rsid w:val="00B3605B"/>
    <w:rsid w:val="00B36238"/>
    <w:rsid w:val="00B3632B"/>
    <w:rsid w:val="00B3636C"/>
    <w:rsid w:val="00B36E8D"/>
    <w:rsid w:val="00B372F4"/>
    <w:rsid w:val="00B37B98"/>
    <w:rsid w:val="00B402F6"/>
    <w:rsid w:val="00B40526"/>
    <w:rsid w:val="00B407C6"/>
    <w:rsid w:val="00B40EAB"/>
    <w:rsid w:val="00B413D6"/>
    <w:rsid w:val="00B41EB7"/>
    <w:rsid w:val="00B41FF2"/>
    <w:rsid w:val="00B4202A"/>
    <w:rsid w:val="00B42032"/>
    <w:rsid w:val="00B422E8"/>
    <w:rsid w:val="00B42AB4"/>
    <w:rsid w:val="00B432E7"/>
    <w:rsid w:val="00B439D6"/>
    <w:rsid w:val="00B44188"/>
    <w:rsid w:val="00B441AF"/>
    <w:rsid w:val="00B44253"/>
    <w:rsid w:val="00B444E0"/>
    <w:rsid w:val="00B4509C"/>
    <w:rsid w:val="00B45CC2"/>
    <w:rsid w:val="00B463E2"/>
    <w:rsid w:val="00B469E3"/>
    <w:rsid w:val="00B47479"/>
    <w:rsid w:val="00B47B52"/>
    <w:rsid w:val="00B47EF0"/>
    <w:rsid w:val="00B50541"/>
    <w:rsid w:val="00B51819"/>
    <w:rsid w:val="00B519ED"/>
    <w:rsid w:val="00B51A75"/>
    <w:rsid w:val="00B51EB1"/>
    <w:rsid w:val="00B51FEE"/>
    <w:rsid w:val="00B52788"/>
    <w:rsid w:val="00B52AB1"/>
    <w:rsid w:val="00B52C35"/>
    <w:rsid w:val="00B53588"/>
    <w:rsid w:val="00B536A2"/>
    <w:rsid w:val="00B53B4C"/>
    <w:rsid w:val="00B53B6E"/>
    <w:rsid w:val="00B53C0B"/>
    <w:rsid w:val="00B53C8C"/>
    <w:rsid w:val="00B53D40"/>
    <w:rsid w:val="00B53D8E"/>
    <w:rsid w:val="00B53E44"/>
    <w:rsid w:val="00B54654"/>
    <w:rsid w:val="00B5468E"/>
    <w:rsid w:val="00B549F9"/>
    <w:rsid w:val="00B54B76"/>
    <w:rsid w:val="00B54CE8"/>
    <w:rsid w:val="00B5514F"/>
    <w:rsid w:val="00B55358"/>
    <w:rsid w:val="00B55600"/>
    <w:rsid w:val="00B55CD7"/>
    <w:rsid w:val="00B56581"/>
    <w:rsid w:val="00B56B21"/>
    <w:rsid w:val="00B571F8"/>
    <w:rsid w:val="00B572C6"/>
    <w:rsid w:val="00B572DC"/>
    <w:rsid w:val="00B5757A"/>
    <w:rsid w:val="00B60826"/>
    <w:rsid w:val="00B608C5"/>
    <w:rsid w:val="00B61063"/>
    <w:rsid w:val="00B61209"/>
    <w:rsid w:val="00B61B43"/>
    <w:rsid w:val="00B61B6C"/>
    <w:rsid w:val="00B61E5D"/>
    <w:rsid w:val="00B621BE"/>
    <w:rsid w:val="00B633AD"/>
    <w:rsid w:val="00B63B85"/>
    <w:rsid w:val="00B63E8A"/>
    <w:rsid w:val="00B640DA"/>
    <w:rsid w:val="00B6425A"/>
    <w:rsid w:val="00B643B7"/>
    <w:rsid w:val="00B648F7"/>
    <w:rsid w:val="00B65260"/>
    <w:rsid w:val="00B65662"/>
    <w:rsid w:val="00B65671"/>
    <w:rsid w:val="00B65817"/>
    <w:rsid w:val="00B658A4"/>
    <w:rsid w:val="00B6590F"/>
    <w:rsid w:val="00B65C6A"/>
    <w:rsid w:val="00B65FA9"/>
    <w:rsid w:val="00B663C0"/>
    <w:rsid w:val="00B6657A"/>
    <w:rsid w:val="00B6689E"/>
    <w:rsid w:val="00B66F53"/>
    <w:rsid w:val="00B674C6"/>
    <w:rsid w:val="00B674E9"/>
    <w:rsid w:val="00B675AA"/>
    <w:rsid w:val="00B67994"/>
    <w:rsid w:val="00B67D17"/>
    <w:rsid w:val="00B7009D"/>
    <w:rsid w:val="00B70307"/>
    <w:rsid w:val="00B7091F"/>
    <w:rsid w:val="00B70EF2"/>
    <w:rsid w:val="00B718E9"/>
    <w:rsid w:val="00B71F14"/>
    <w:rsid w:val="00B7258E"/>
    <w:rsid w:val="00B725FC"/>
    <w:rsid w:val="00B72F5F"/>
    <w:rsid w:val="00B72F67"/>
    <w:rsid w:val="00B72FF1"/>
    <w:rsid w:val="00B732BB"/>
    <w:rsid w:val="00B738A9"/>
    <w:rsid w:val="00B73C5B"/>
    <w:rsid w:val="00B73CDC"/>
    <w:rsid w:val="00B73F27"/>
    <w:rsid w:val="00B73F80"/>
    <w:rsid w:val="00B7431E"/>
    <w:rsid w:val="00B748E1"/>
    <w:rsid w:val="00B74AD8"/>
    <w:rsid w:val="00B74BE4"/>
    <w:rsid w:val="00B74E56"/>
    <w:rsid w:val="00B74F85"/>
    <w:rsid w:val="00B751E5"/>
    <w:rsid w:val="00B75A10"/>
    <w:rsid w:val="00B75C6D"/>
    <w:rsid w:val="00B75CBA"/>
    <w:rsid w:val="00B75F79"/>
    <w:rsid w:val="00B7619F"/>
    <w:rsid w:val="00B76A6D"/>
    <w:rsid w:val="00B76C2C"/>
    <w:rsid w:val="00B76F97"/>
    <w:rsid w:val="00B77356"/>
    <w:rsid w:val="00B77A60"/>
    <w:rsid w:val="00B8003E"/>
    <w:rsid w:val="00B80CB2"/>
    <w:rsid w:val="00B814B0"/>
    <w:rsid w:val="00B818CE"/>
    <w:rsid w:val="00B81EB4"/>
    <w:rsid w:val="00B821FA"/>
    <w:rsid w:val="00B82AF4"/>
    <w:rsid w:val="00B82BE3"/>
    <w:rsid w:val="00B82ED2"/>
    <w:rsid w:val="00B82FB0"/>
    <w:rsid w:val="00B831C0"/>
    <w:rsid w:val="00B836CC"/>
    <w:rsid w:val="00B83758"/>
    <w:rsid w:val="00B83F79"/>
    <w:rsid w:val="00B846FF"/>
    <w:rsid w:val="00B847F9"/>
    <w:rsid w:val="00B84E1C"/>
    <w:rsid w:val="00B84EEF"/>
    <w:rsid w:val="00B84EF5"/>
    <w:rsid w:val="00B85A38"/>
    <w:rsid w:val="00B85C08"/>
    <w:rsid w:val="00B85F44"/>
    <w:rsid w:val="00B86015"/>
    <w:rsid w:val="00B8643C"/>
    <w:rsid w:val="00B86E1D"/>
    <w:rsid w:val="00B9022A"/>
    <w:rsid w:val="00B902CC"/>
    <w:rsid w:val="00B9064A"/>
    <w:rsid w:val="00B9067A"/>
    <w:rsid w:val="00B90949"/>
    <w:rsid w:val="00B90AE4"/>
    <w:rsid w:val="00B90EBE"/>
    <w:rsid w:val="00B91E3C"/>
    <w:rsid w:val="00B92385"/>
    <w:rsid w:val="00B9274F"/>
    <w:rsid w:val="00B930FF"/>
    <w:rsid w:val="00B9354E"/>
    <w:rsid w:val="00B935EA"/>
    <w:rsid w:val="00B93F53"/>
    <w:rsid w:val="00B941C5"/>
    <w:rsid w:val="00B9431F"/>
    <w:rsid w:val="00B94A5A"/>
    <w:rsid w:val="00B9530A"/>
    <w:rsid w:val="00B95344"/>
    <w:rsid w:val="00B95381"/>
    <w:rsid w:val="00B95C8F"/>
    <w:rsid w:val="00B95E6F"/>
    <w:rsid w:val="00B96076"/>
    <w:rsid w:val="00B9693F"/>
    <w:rsid w:val="00B96B7C"/>
    <w:rsid w:val="00B97902"/>
    <w:rsid w:val="00BA00B4"/>
    <w:rsid w:val="00BA029F"/>
    <w:rsid w:val="00BA1033"/>
    <w:rsid w:val="00BA1304"/>
    <w:rsid w:val="00BA144D"/>
    <w:rsid w:val="00BA1CB7"/>
    <w:rsid w:val="00BA207F"/>
    <w:rsid w:val="00BA28E8"/>
    <w:rsid w:val="00BA29DC"/>
    <w:rsid w:val="00BA2F5A"/>
    <w:rsid w:val="00BA35EC"/>
    <w:rsid w:val="00BA5069"/>
    <w:rsid w:val="00BA5208"/>
    <w:rsid w:val="00BA53AA"/>
    <w:rsid w:val="00BA547F"/>
    <w:rsid w:val="00BA56FC"/>
    <w:rsid w:val="00BA5A71"/>
    <w:rsid w:val="00BA6AB5"/>
    <w:rsid w:val="00BA6CD9"/>
    <w:rsid w:val="00BA6DFF"/>
    <w:rsid w:val="00BA7571"/>
    <w:rsid w:val="00BA761E"/>
    <w:rsid w:val="00BB005A"/>
    <w:rsid w:val="00BB0523"/>
    <w:rsid w:val="00BB0660"/>
    <w:rsid w:val="00BB09EB"/>
    <w:rsid w:val="00BB120A"/>
    <w:rsid w:val="00BB1344"/>
    <w:rsid w:val="00BB1513"/>
    <w:rsid w:val="00BB1803"/>
    <w:rsid w:val="00BB1A8D"/>
    <w:rsid w:val="00BB2463"/>
    <w:rsid w:val="00BB2531"/>
    <w:rsid w:val="00BB29DC"/>
    <w:rsid w:val="00BB2A21"/>
    <w:rsid w:val="00BB2C0F"/>
    <w:rsid w:val="00BB3A52"/>
    <w:rsid w:val="00BB3D05"/>
    <w:rsid w:val="00BB3E9E"/>
    <w:rsid w:val="00BB3FBD"/>
    <w:rsid w:val="00BB3FD3"/>
    <w:rsid w:val="00BB4C56"/>
    <w:rsid w:val="00BB509D"/>
    <w:rsid w:val="00BB5556"/>
    <w:rsid w:val="00BB5889"/>
    <w:rsid w:val="00BB5F21"/>
    <w:rsid w:val="00BB6130"/>
    <w:rsid w:val="00BB6256"/>
    <w:rsid w:val="00BB67B2"/>
    <w:rsid w:val="00BB6A48"/>
    <w:rsid w:val="00BB6A6C"/>
    <w:rsid w:val="00BB7189"/>
    <w:rsid w:val="00BB7452"/>
    <w:rsid w:val="00BB7C2B"/>
    <w:rsid w:val="00BC0439"/>
    <w:rsid w:val="00BC04A3"/>
    <w:rsid w:val="00BC0598"/>
    <w:rsid w:val="00BC0AB7"/>
    <w:rsid w:val="00BC11E8"/>
    <w:rsid w:val="00BC1206"/>
    <w:rsid w:val="00BC1A70"/>
    <w:rsid w:val="00BC204F"/>
    <w:rsid w:val="00BC20AB"/>
    <w:rsid w:val="00BC220E"/>
    <w:rsid w:val="00BC24E2"/>
    <w:rsid w:val="00BC2A35"/>
    <w:rsid w:val="00BC32B8"/>
    <w:rsid w:val="00BC343F"/>
    <w:rsid w:val="00BC3699"/>
    <w:rsid w:val="00BC3C39"/>
    <w:rsid w:val="00BC49E9"/>
    <w:rsid w:val="00BC4A27"/>
    <w:rsid w:val="00BC4EA8"/>
    <w:rsid w:val="00BC518B"/>
    <w:rsid w:val="00BC54E8"/>
    <w:rsid w:val="00BC5943"/>
    <w:rsid w:val="00BC5E12"/>
    <w:rsid w:val="00BC5EE5"/>
    <w:rsid w:val="00BC61B2"/>
    <w:rsid w:val="00BC7581"/>
    <w:rsid w:val="00BD025D"/>
    <w:rsid w:val="00BD09DC"/>
    <w:rsid w:val="00BD0B92"/>
    <w:rsid w:val="00BD1752"/>
    <w:rsid w:val="00BD1B6E"/>
    <w:rsid w:val="00BD219E"/>
    <w:rsid w:val="00BD2414"/>
    <w:rsid w:val="00BD281D"/>
    <w:rsid w:val="00BD294E"/>
    <w:rsid w:val="00BD2ED8"/>
    <w:rsid w:val="00BD3964"/>
    <w:rsid w:val="00BD3B96"/>
    <w:rsid w:val="00BD3E82"/>
    <w:rsid w:val="00BD3EB3"/>
    <w:rsid w:val="00BD414D"/>
    <w:rsid w:val="00BD49E1"/>
    <w:rsid w:val="00BD4B2F"/>
    <w:rsid w:val="00BD4F2C"/>
    <w:rsid w:val="00BD5184"/>
    <w:rsid w:val="00BD5272"/>
    <w:rsid w:val="00BD573E"/>
    <w:rsid w:val="00BD57EC"/>
    <w:rsid w:val="00BD5F83"/>
    <w:rsid w:val="00BD6378"/>
    <w:rsid w:val="00BD63DA"/>
    <w:rsid w:val="00BD682E"/>
    <w:rsid w:val="00BD68A0"/>
    <w:rsid w:val="00BD6D18"/>
    <w:rsid w:val="00BD6D9F"/>
    <w:rsid w:val="00BD6E4D"/>
    <w:rsid w:val="00BD701F"/>
    <w:rsid w:val="00BD70D6"/>
    <w:rsid w:val="00BD764E"/>
    <w:rsid w:val="00BD79BD"/>
    <w:rsid w:val="00BD79D6"/>
    <w:rsid w:val="00BD7B36"/>
    <w:rsid w:val="00BD7EA6"/>
    <w:rsid w:val="00BD7F19"/>
    <w:rsid w:val="00BE0213"/>
    <w:rsid w:val="00BE043E"/>
    <w:rsid w:val="00BE06D1"/>
    <w:rsid w:val="00BE08A9"/>
    <w:rsid w:val="00BE11C4"/>
    <w:rsid w:val="00BE1817"/>
    <w:rsid w:val="00BE1ADD"/>
    <w:rsid w:val="00BE1D36"/>
    <w:rsid w:val="00BE239D"/>
    <w:rsid w:val="00BE28F3"/>
    <w:rsid w:val="00BE2CD6"/>
    <w:rsid w:val="00BE2E0D"/>
    <w:rsid w:val="00BE3454"/>
    <w:rsid w:val="00BE3B03"/>
    <w:rsid w:val="00BE3DCF"/>
    <w:rsid w:val="00BE4602"/>
    <w:rsid w:val="00BE4CF0"/>
    <w:rsid w:val="00BE557B"/>
    <w:rsid w:val="00BE5658"/>
    <w:rsid w:val="00BE5ACE"/>
    <w:rsid w:val="00BE600F"/>
    <w:rsid w:val="00BE6AC0"/>
    <w:rsid w:val="00BE6E6A"/>
    <w:rsid w:val="00BE6FAF"/>
    <w:rsid w:val="00BE71EC"/>
    <w:rsid w:val="00BE725A"/>
    <w:rsid w:val="00BE7B00"/>
    <w:rsid w:val="00BE7EF9"/>
    <w:rsid w:val="00BF01B8"/>
    <w:rsid w:val="00BF05EC"/>
    <w:rsid w:val="00BF06F2"/>
    <w:rsid w:val="00BF1003"/>
    <w:rsid w:val="00BF2834"/>
    <w:rsid w:val="00BF2850"/>
    <w:rsid w:val="00BF2A30"/>
    <w:rsid w:val="00BF2C3B"/>
    <w:rsid w:val="00BF38C8"/>
    <w:rsid w:val="00BF38DB"/>
    <w:rsid w:val="00BF3956"/>
    <w:rsid w:val="00BF3B7F"/>
    <w:rsid w:val="00BF3E40"/>
    <w:rsid w:val="00BF3FD1"/>
    <w:rsid w:val="00BF412E"/>
    <w:rsid w:val="00BF4812"/>
    <w:rsid w:val="00BF4AFC"/>
    <w:rsid w:val="00BF4E04"/>
    <w:rsid w:val="00BF61C1"/>
    <w:rsid w:val="00BF6577"/>
    <w:rsid w:val="00BF6798"/>
    <w:rsid w:val="00BF6E53"/>
    <w:rsid w:val="00BF6EC2"/>
    <w:rsid w:val="00BF6F03"/>
    <w:rsid w:val="00BF7544"/>
    <w:rsid w:val="00BF7A16"/>
    <w:rsid w:val="00BF7B3D"/>
    <w:rsid w:val="00BF7BD6"/>
    <w:rsid w:val="00C0117F"/>
    <w:rsid w:val="00C01329"/>
    <w:rsid w:val="00C0200F"/>
    <w:rsid w:val="00C02135"/>
    <w:rsid w:val="00C02406"/>
    <w:rsid w:val="00C02AFA"/>
    <w:rsid w:val="00C0325A"/>
    <w:rsid w:val="00C03546"/>
    <w:rsid w:val="00C038C2"/>
    <w:rsid w:val="00C03D45"/>
    <w:rsid w:val="00C03DE9"/>
    <w:rsid w:val="00C0405F"/>
    <w:rsid w:val="00C04479"/>
    <w:rsid w:val="00C04C72"/>
    <w:rsid w:val="00C04ED0"/>
    <w:rsid w:val="00C04FF1"/>
    <w:rsid w:val="00C052B9"/>
    <w:rsid w:val="00C0592E"/>
    <w:rsid w:val="00C059B9"/>
    <w:rsid w:val="00C05F0C"/>
    <w:rsid w:val="00C0627E"/>
    <w:rsid w:val="00C063FB"/>
    <w:rsid w:val="00C067AE"/>
    <w:rsid w:val="00C0684A"/>
    <w:rsid w:val="00C06857"/>
    <w:rsid w:val="00C07085"/>
    <w:rsid w:val="00C07286"/>
    <w:rsid w:val="00C07662"/>
    <w:rsid w:val="00C103BA"/>
    <w:rsid w:val="00C104F7"/>
    <w:rsid w:val="00C10F9E"/>
    <w:rsid w:val="00C11000"/>
    <w:rsid w:val="00C110EB"/>
    <w:rsid w:val="00C11CB8"/>
    <w:rsid w:val="00C1292A"/>
    <w:rsid w:val="00C1350E"/>
    <w:rsid w:val="00C138E4"/>
    <w:rsid w:val="00C13C74"/>
    <w:rsid w:val="00C13EC9"/>
    <w:rsid w:val="00C14C8C"/>
    <w:rsid w:val="00C14EA5"/>
    <w:rsid w:val="00C14EE7"/>
    <w:rsid w:val="00C1508E"/>
    <w:rsid w:val="00C157FB"/>
    <w:rsid w:val="00C16182"/>
    <w:rsid w:val="00C163BD"/>
    <w:rsid w:val="00C16ACA"/>
    <w:rsid w:val="00C16F8F"/>
    <w:rsid w:val="00C1720E"/>
    <w:rsid w:val="00C172BC"/>
    <w:rsid w:val="00C173AE"/>
    <w:rsid w:val="00C17AF2"/>
    <w:rsid w:val="00C20524"/>
    <w:rsid w:val="00C206A7"/>
    <w:rsid w:val="00C208D6"/>
    <w:rsid w:val="00C20A44"/>
    <w:rsid w:val="00C20D28"/>
    <w:rsid w:val="00C20D51"/>
    <w:rsid w:val="00C21058"/>
    <w:rsid w:val="00C214F5"/>
    <w:rsid w:val="00C2156F"/>
    <w:rsid w:val="00C21878"/>
    <w:rsid w:val="00C21BB2"/>
    <w:rsid w:val="00C21BB8"/>
    <w:rsid w:val="00C220E3"/>
    <w:rsid w:val="00C22293"/>
    <w:rsid w:val="00C226B5"/>
    <w:rsid w:val="00C22761"/>
    <w:rsid w:val="00C22A4A"/>
    <w:rsid w:val="00C22E43"/>
    <w:rsid w:val="00C22F64"/>
    <w:rsid w:val="00C236E3"/>
    <w:rsid w:val="00C23829"/>
    <w:rsid w:val="00C24064"/>
    <w:rsid w:val="00C242E1"/>
    <w:rsid w:val="00C24793"/>
    <w:rsid w:val="00C248CC"/>
    <w:rsid w:val="00C24B9A"/>
    <w:rsid w:val="00C24BC3"/>
    <w:rsid w:val="00C24CFE"/>
    <w:rsid w:val="00C2504B"/>
    <w:rsid w:val="00C2566D"/>
    <w:rsid w:val="00C25B8D"/>
    <w:rsid w:val="00C25E2D"/>
    <w:rsid w:val="00C2640F"/>
    <w:rsid w:val="00C26C0C"/>
    <w:rsid w:val="00C30D86"/>
    <w:rsid w:val="00C310FC"/>
    <w:rsid w:val="00C31330"/>
    <w:rsid w:val="00C317D2"/>
    <w:rsid w:val="00C32467"/>
    <w:rsid w:val="00C32911"/>
    <w:rsid w:val="00C32ACD"/>
    <w:rsid w:val="00C33680"/>
    <w:rsid w:val="00C3369C"/>
    <w:rsid w:val="00C337DC"/>
    <w:rsid w:val="00C338FD"/>
    <w:rsid w:val="00C33C4E"/>
    <w:rsid w:val="00C33DCE"/>
    <w:rsid w:val="00C34780"/>
    <w:rsid w:val="00C35403"/>
    <w:rsid w:val="00C35A6E"/>
    <w:rsid w:val="00C3612E"/>
    <w:rsid w:val="00C36CEB"/>
    <w:rsid w:val="00C3728C"/>
    <w:rsid w:val="00C3739C"/>
    <w:rsid w:val="00C37BFF"/>
    <w:rsid w:val="00C37C5E"/>
    <w:rsid w:val="00C40149"/>
    <w:rsid w:val="00C4021B"/>
    <w:rsid w:val="00C405F4"/>
    <w:rsid w:val="00C40CB2"/>
    <w:rsid w:val="00C416BF"/>
    <w:rsid w:val="00C41F1C"/>
    <w:rsid w:val="00C41F99"/>
    <w:rsid w:val="00C42C0B"/>
    <w:rsid w:val="00C436F4"/>
    <w:rsid w:val="00C44505"/>
    <w:rsid w:val="00C4487A"/>
    <w:rsid w:val="00C44E49"/>
    <w:rsid w:val="00C45C33"/>
    <w:rsid w:val="00C45DCA"/>
    <w:rsid w:val="00C46288"/>
    <w:rsid w:val="00C4676D"/>
    <w:rsid w:val="00C46FBA"/>
    <w:rsid w:val="00C471B6"/>
    <w:rsid w:val="00C474C5"/>
    <w:rsid w:val="00C47ADA"/>
    <w:rsid w:val="00C501E5"/>
    <w:rsid w:val="00C50E15"/>
    <w:rsid w:val="00C50F5B"/>
    <w:rsid w:val="00C5118F"/>
    <w:rsid w:val="00C511C4"/>
    <w:rsid w:val="00C51450"/>
    <w:rsid w:val="00C517B5"/>
    <w:rsid w:val="00C51B1A"/>
    <w:rsid w:val="00C52EC9"/>
    <w:rsid w:val="00C52FB4"/>
    <w:rsid w:val="00C53254"/>
    <w:rsid w:val="00C5361A"/>
    <w:rsid w:val="00C53632"/>
    <w:rsid w:val="00C536FE"/>
    <w:rsid w:val="00C53B66"/>
    <w:rsid w:val="00C53FDF"/>
    <w:rsid w:val="00C5401E"/>
    <w:rsid w:val="00C54212"/>
    <w:rsid w:val="00C543DC"/>
    <w:rsid w:val="00C5452C"/>
    <w:rsid w:val="00C549C8"/>
    <w:rsid w:val="00C54B82"/>
    <w:rsid w:val="00C55181"/>
    <w:rsid w:val="00C552C0"/>
    <w:rsid w:val="00C55A8D"/>
    <w:rsid w:val="00C55F0E"/>
    <w:rsid w:val="00C5623C"/>
    <w:rsid w:val="00C56322"/>
    <w:rsid w:val="00C56D82"/>
    <w:rsid w:val="00C56EBB"/>
    <w:rsid w:val="00C571C2"/>
    <w:rsid w:val="00C5738B"/>
    <w:rsid w:val="00C5772F"/>
    <w:rsid w:val="00C57961"/>
    <w:rsid w:val="00C57F93"/>
    <w:rsid w:val="00C60163"/>
    <w:rsid w:val="00C60ACD"/>
    <w:rsid w:val="00C60FA6"/>
    <w:rsid w:val="00C61505"/>
    <w:rsid w:val="00C619F9"/>
    <w:rsid w:val="00C621A4"/>
    <w:rsid w:val="00C623FE"/>
    <w:rsid w:val="00C62494"/>
    <w:rsid w:val="00C6256C"/>
    <w:rsid w:val="00C62C3A"/>
    <w:rsid w:val="00C62CDC"/>
    <w:rsid w:val="00C62F12"/>
    <w:rsid w:val="00C63080"/>
    <w:rsid w:val="00C63211"/>
    <w:rsid w:val="00C641DF"/>
    <w:rsid w:val="00C65B4C"/>
    <w:rsid w:val="00C65C3C"/>
    <w:rsid w:val="00C66174"/>
    <w:rsid w:val="00C661E8"/>
    <w:rsid w:val="00C6649E"/>
    <w:rsid w:val="00C667FB"/>
    <w:rsid w:val="00C66BDE"/>
    <w:rsid w:val="00C67091"/>
    <w:rsid w:val="00C67DD1"/>
    <w:rsid w:val="00C7030E"/>
    <w:rsid w:val="00C70494"/>
    <w:rsid w:val="00C7075B"/>
    <w:rsid w:val="00C70C37"/>
    <w:rsid w:val="00C70C95"/>
    <w:rsid w:val="00C71543"/>
    <w:rsid w:val="00C7189D"/>
    <w:rsid w:val="00C71B9E"/>
    <w:rsid w:val="00C71C99"/>
    <w:rsid w:val="00C7211B"/>
    <w:rsid w:val="00C72457"/>
    <w:rsid w:val="00C7283F"/>
    <w:rsid w:val="00C72DB1"/>
    <w:rsid w:val="00C731E8"/>
    <w:rsid w:val="00C7328E"/>
    <w:rsid w:val="00C7341D"/>
    <w:rsid w:val="00C73B39"/>
    <w:rsid w:val="00C73E05"/>
    <w:rsid w:val="00C74085"/>
    <w:rsid w:val="00C747CD"/>
    <w:rsid w:val="00C762DD"/>
    <w:rsid w:val="00C76449"/>
    <w:rsid w:val="00C76483"/>
    <w:rsid w:val="00C76764"/>
    <w:rsid w:val="00C76A2A"/>
    <w:rsid w:val="00C76ACD"/>
    <w:rsid w:val="00C77205"/>
    <w:rsid w:val="00C77452"/>
    <w:rsid w:val="00C7764F"/>
    <w:rsid w:val="00C776C4"/>
    <w:rsid w:val="00C77A5C"/>
    <w:rsid w:val="00C77C23"/>
    <w:rsid w:val="00C77EEA"/>
    <w:rsid w:val="00C80128"/>
    <w:rsid w:val="00C80B95"/>
    <w:rsid w:val="00C80D19"/>
    <w:rsid w:val="00C80D81"/>
    <w:rsid w:val="00C812B4"/>
    <w:rsid w:val="00C81517"/>
    <w:rsid w:val="00C818C4"/>
    <w:rsid w:val="00C81E08"/>
    <w:rsid w:val="00C81EC8"/>
    <w:rsid w:val="00C821C0"/>
    <w:rsid w:val="00C82413"/>
    <w:rsid w:val="00C8251A"/>
    <w:rsid w:val="00C82E78"/>
    <w:rsid w:val="00C8404D"/>
    <w:rsid w:val="00C840D0"/>
    <w:rsid w:val="00C8498B"/>
    <w:rsid w:val="00C84C3E"/>
    <w:rsid w:val="00C8502B"/>
    <w:rsid w:val="00C85D8C"/>
    <w:rsid w:val="00C85FC4"/>
    <w:rsid w:val="00C86012"/>
    <w:rsid w:val="00C8605C"/>
    <w:rsid w:val="00C8611B"/>
    <w:rsid w:val="00C86868"/>
    <w:rsid w:val="00C868BC"/>
    <w:rsid w:val="00C86C13"/>
    <w:rsid w:val="00C86E12"/>
    <w:rsid w:val="00C87152"/>
    <w:rsid w:val="00C875A8"/>
    <w:rsid w:val="00C878AD"/>
    <w:rsid w:val="00C87913"/>
    <w:rsid w:val="00C900B5"/>
    <w:rsid w:val="00C902C2"/>
    <w:rsid w:val="00C904EE"/>
    <w:rsid w:val="00C90846"/>
    <w:rsid w:val="00C90C79"/>
    <w:rsid w:val="00C91F4F"/>
    <w:rsid w:val="00C91FBA"/>
    <w:rsid w:val="00C92075"/>
    <w:rsid w:val="00C92246"/>
    <w:rsid w:val="00C922D8"/>
    <w:rsid w:val="00C9259F"/>
    <w:rsid w:val="00C92766"/>
    <w:rsid w:val="00C92817"/>
    <w:rsid w:val="00C92960"/>
    <w:rsid w:val="00C92E4E"/>
    <w:rsid w:val="00C93229"/>
    <w:rsid w:val="00C9359A"/>
    <w:rsid w:val="00C9398A"/>
    <w:rsid w:val="00C93A17"/>
    <w:rsid w:val="00C93D09"/>
    <w:rsid w:val="00C94109"/>
    <w:rsid w:val="00C94642"/>
    <w:rsid w:val="00C948F3"/>
    <w:rsid w:val="00C94A40"/>
    <w:rsid w:val="00C94C65"/>
    <w:rsid w:val="00C9513B"/>
    <w:rsid w:val="00C95B22"/>
    <w:rsid w:val="00C96C66"/>
    <w:rsid w:val="00C96CC8"/>
    <w:rsid w:val="00C96E97"/>
    <w:rsid w:val="00CA01A9"/>
    <w:rsid w:val="00CA07A0"/>
    <w:rsid w:val="00CA1BE2"/>
    <w:rsid w:val="00CA1CB5"/>
    <w:rsid w:val="00CA1CB9"/>
    <w:rsid w:val="00CA212B"/>
    <w:rsid w:val="00CA2650"/>
    <w:rsid w:val="00CA2877"/>
    <w:rsid w:val="00CA38ED"/>
    <w:rsid w:val="00CA39CC"/>
    <w:rsid w:val="00CA3C6A"/>
    <w:rsid w:val="00CA4029"/>
    <w:rsid w:val="00CA4656"/>
    <w:rsid w:val="00CA4D90"/>
    <w:rsid w:val="00CA50AF"/>
    <w:rsid w:val="00CA5135"/>
    <w:rsid w:val="00CA522D"/>
    <w:rsid w:val="00CA5321"/>
    <w:rsid w:val="00CA540D"/>
    <w:rsid w:val="00CA578A"/>
    <w:rsid w:val="00CA588F"/>
    <w:rsid w:val="00CA62B4"/>
    <w:rsid w:val="00CA73BA"/>
    <w:rsid w:val="00CA74BA"/>
    <w:rsid w:val="00CA7943"/>
    <w:rsid w:val="00CA7AF1"/>
    <w:rsid w:val="00CB055D"/>
    <w:rsid w:val="00CB07DF"/>
    <w:rsid w:val="00CB117A"/>
    <w:rsid w:val="00CB1660"/>
    <w:rsid w:val="00CB174D"/>
    <w:rsid w:val="00CB176E"/>
    <w:rsid w:val="00CB18D5"/>
    <w:rsid w:val="00CB1FA1"/>
    <w:rsid w:val="00CB2074"/>
    <w:rsid w:val="00CB209F"/>
    <w:rsid w:val="00CB24B7"/>
    <w:rsid w:val="00CB26D5"/>
    <w:rsid w:val="00CB29B3"/>
    <w:rsid w:val="00CB2A01"/>
    <w:rsid w:val="00CB319F"/>
    <w:rsid w:val="00CB3470"/>
    <w:rsid w:val="00CB3859"/>
    <w:rsid w:val="00CB3B2E"/>
    <w:rsid w:val="00CB3F3F"/>
    <w:rsid w:val="00CB4627"/>
    <w:rsid w:val="00CB47A9"/>
    <w:rsid w:val="00CB4979"/>
    <w:rsid w:val="00CB4E7A"/>
    <w:rsid w:val="00CB58F4"/>
    <w:rsid w:val="00CB5AF2"/>
    <w:rsid w:val="00CB61A1"/>
    <w:rsid w:val="00CB65D8"/>
    <w:rsid w:val="00CB685A"/>
    <w:rsid w:val="00CB7879"/>
    <w:rsid w:val="00CB7DE9"/>
    <w:rsid w:val="00CB7EE6"/>
    <w:rsid w:val="00CC01C7"/>
    <w:rsid w:val="00CC03B9"/>
    <w:rsid w:val="00CC05B4"/>
    <w:rsid w:val="00CC0DA6"/>
    <w:rsid w:val="00CC0EA1"/>
    <w:rsid w:val="00CC100E"/>
    <w:rsid w:val="00CC16CD"/>
    <w:rsid w:val="00CC1995"/>
    <w:rsid w:val="00CC33BB"/>
    <w:rsid w:val="00CC35A4"/>
    <w:rsid w:val="00CC3D46"/>
    <w:rsid w:val="00CC3E65"/>
    <w:rsid w:val="00CC4439"/>
    <w:rsid w:val="00CC4672"/>
    <w:rsid w:val="00CC4FA7"/>
    <w:rsid w:val="00CC5814"/>
    <w:rsid w:val="00CC5DC0"/>
    <w:rsid w:val="00CC6250"/>
    <w:rsid w:val="00CC71A6"/>
    <w:rsid w:val="00CC7811"/>
    <w:rsid w:val="00CC7891"/>
    <w:rsid w:val="00CC79EB"/>
    <w:rsid w:val="00CC7C03"/>
    <w:rsid w:val="00CC7FE9"/>
    <w:rsid w:val="00CD06DD"/>
    <w:rsid w:val="00CD0743"/>
    <w:rsid w:val="00CD07B2"/>
    <w:rsid w:val="00CD0854"/>
    <w:rsid w:val="00CD0CB3"/>
    <w:rsid w:val="00CD0EE7"/>
    <w:rsid w:val="00CD1923"/>
    <w:rsid w:val="00CD19AF"/>
    <w:rsid w:val="00CD217B"/>
    <w:rsid w:val="00CD2399"/>
    <w:rsid w:val="00CD23C3"/>
    <w:rsid w:val="00CD2532"/>
    <w:rsid w:val="00CD290D"/>
    <w:rsid w:val="00CD3764"/>
    <w:rsid w:val="00CD3FF0"/>
    <w:rsid w:val="00CD437E"/>
    <w:rsid w:val="00CD47CE"/>
    <w:rsid w:val="00CD59B4"/>
    <w:rsid w:val="00CD656B"/>
    <w:rsid w:val="00CD67CA"/>
    <w:rsid w:val="00CD69EB"/>
    <w:rsid w:val="00CD6AAC"/>
    <w:rsid w:val="00CD6C40"/>
    <w:rsid w:val="00CD7ADF"/>
    <w:rsid w:val="00CD7DDD"/>
    <w:rsid w:val="00CD7EB7"/>
    <w:rsid w:val="00CE0559"/>
    <w:rsid w:val="00CE0F21"/>
    <w:rsid w:val="00CE15BB"/>
    <w:rsid w:val="00CE1B25"/>
    <w:rsid w:val="00CE1F40"/>
    <w:rsid w:val="00CE23B9"/>
    <w:rsid w:val="00CE26F4"/>
    <w:rsid w:val="00CE300B"/>
    <w:rsid w:val="00CE3B45"/>
    <w:rsid w:val="00CE4585"/>
    <w:rsid w:val="00CE46AE"/>
    <w:rsid w:val="00CE48F1"/>
    <w:rsid w:val="00CE4A97"/>
    <w:rsid w:val="00CE4CD3"/>
    <w:rsid w:val="00CE55BF"/>
    <w:rsid w:val="00CE62BF"/>
    <w:rsid w:val="00CE656F"/>
    <w:rsid w:val="00CE75E8"/>
    <w:rsid w:val="00CF020B"/>
    <w:rsid w:val="00CF0804"/>
    <w:rsid w:val="00CF09FA"/>
    <w:rsid w:val="00CF1110"/>
    <w:rsid w:val="00CF2319"/>
    <w:rsid w:val="00CF25DB"/>
    <w:rsid w:val="00CF2BE7"/>
    <w:rsid w:val="00CF2D2F"/>
    <w:rsid w:val="00CF320D"/>
    <w:rsid w:val="00CF330C"/>
    <w:rsid w:val="00CF3FD4"/>
    <w:rsid w:val="00CF437C"/>
    <w:rsid w:val="00CF5C65"/>
    <w:rsid w:val="00CF5C67"/>
    <w:rsid w:val="00CF5EEB"/>
    <w:rsid w:val="00CF5EFE"/>
    <w:rsid w:val="00CF6104"/>
    <w:rsid w:val="00CF634A"/>
    <w:rsid w:val="00CF659A"/>
    <w:rsid w:val="00CF6A57"/>
    <w:rsid w:val="00CF6D93"/>
    <w:rsid w:val="00CF6F82"/>
    <w:rsid w:val="00CF70E5"/>
    <w:rsid w:val="00CF72CC"/>
    <w:rsid w:val="00CF72F7"/>
    <w:rsid w:val="00CF74A0"/>
    <w:rsid w:val="00CF75EB"/>
    <w:rsid w:val="00CF7CAB"/>
    <w:rsid w:val="00CF7FF1"/>
    <w:rsid w:val="00D0067B"/>
    <w:rsid w:val="00D0086B"/>
    <w:rsid w:val="00D00CF3"/>
    <w:rsid w:val="00D00DEA"/>
    <w:rsid w:val="00D019B8"/>
    <w:rsid w:val="00D01C63"/>
    <w:rsid w:val="00D01D9B"/>
    <w:rsid w:val="00D01F8B"/>
    <w:rsid w:val="00D01FFA"/>
    <w:rsid w:val="00D02EEB"/>
    <w:rsid w:val="00D03205"/>
    <w:rsid w:val="00D03809"/>
    <w:rsid w:val="00D03929"/>
    <w:rsid w:val="00D03C5F"/>
    <w:rsid w:val="00D0486F"/>
    <w:rsid w:val="00D04C69"/>
    <w:rsid w:val="00D051FA"/>
    <w:rsid w:val="00D05664"/>
    <w:rsid w:val="00D0599A"/>
    <w:rsid w:val="00D05C65"/>
    <w:rsid w:val="00D062FC"/>
    <w:rsid w:val="00D063E6"/>
    <w:rsid w:val="00D065B1"/>
    <w:rsid w:val="00D074F9"/>
    <w:rsid w:val="00D07B22"/>
    <w:rsid w:val="00D07DD6"/>
    <w:rsid w:val="00D1004B"/>
    <w:rsid w:val="00D102CF"/>
    <w:rsid w:val="00D103FD"/>
    <w:rsid w:val="00D103FE"/>
    <w:rsid w:val="00D1076A"/>
    <w:rsid w:val="00D10D32"/>
    <w:rsid w:val="00D10E8C"/>
    <w:rsid w:val="00D111A7"/>
    <w:rsid w:val="00D11C85"/>
    <w:rsid w:val="00D12615"/>
    <w:rsid w:val="00D12653"/>
    <w:rsid w:val="00D1275F"/>
    <w:rsid w:val="00D131BE"/>
    <w:rsid w:val="00D13333"/>
    <w:rsid w:val="00D1346D"/>
    <w:rsid w:val="00D13737"/>
    <w:rsid w:val="00D13857"/>
    <w:rsid w:val="00D13C70"/>
    <w:rsid w:val="00D13EC7"/>
    <w:rsid w:val="00D13FFF"/>
    <w:rsid w:val="00D14131"/>
    <w:rsid w:val="00D14193"/>
    <w:rsid w:val="00D14293"/>
    <w:rsid w:val="00D14792"/>
    <w:rsid w:val="00D14E7B"/>
    <w:rsid w:val="00D14EE4"/>
    <w:rsid w:val="00D153E2"/>
    <w:rsid w:val="00D15A5D"/>
    <w:rsid w:val="00D15C63"/>
    <w:rsid w:val="00D15E60"/>
    <w:rsid w:val="00D16BE6"/>
    <w:rsid w:val="00D16E8B"/>
    <w:rsid w:val="00D17CDC"/>
    <w:rsid w:val="00D204D5"/>
    <w:rsid w:val="00D20927"/>
    <w:rsid w:val="00D20D41"/>
    <w:rsid w:val="00D2177A"/>
    <w:rsid w:val="00D21AF6"/>
    <w:rsid w:val="00D21E63"/>
    <w:rsid w:val="00D21EE6"/>
    <w:rsid w:val="00D22431"/>
    <w:rsid w:val="00D227A2"/>
    <w:rsid w:val="00D22845"/>
    <w:rsid w:val="00D2290B"/>
    <w:rsid w:val="00D22FFB"/>
    <w:rsid w:val="00D2312D"/>
    <w:rsid w:val="00D232B0"/>
    <w:rsid w:val="00D2361A"/>
    <w:rsid w:val="00D244C0"/>
    <w:rsid w:val="00D2478E"/>
    <w:rsid w:val="00D24D4B"/>
    <w:rsid w:val="00D2544D"/>
    <w:rsid w:val="00D2550B"/>
    <w:rsid w:val="00D258C4"/>
    <w:rsid w:val="00D2594A"/>
    <w:rsid w:val="00D259A9"/>
    <w:rsid w:val="00D2676E"/>
    <w:rsid w:val="00D269B6"/>
    <w:rsid w:val="00D26A58"/>
    <w:rsid w:val="00D26BB5"/>
    <w:rsid w:val="00D26C14"/>
    <w:rsid w:val="00D272CE"/>
    <w:rsid w:val="00D272DB"/>
    <w:rsid w:val="00D2786A"/>
    <w:rsid w:val="00D27B30"/>
    <w:rsid w:val="00D27C8E"/>
    <w:rsid w:val="00D30505"/>
    <w:rsid w:val="00D306CB"/>
    <w:rsid w:val="00D30DD4"/>
    <w:rsid w:val="00D3121E"/>
    <w:rsid w:val="00D31A6E"/>
    <w:rsid w:val="00D321A6"/>
    <w:rsid w:val="00D3240B"/>
    <w:rsid w:val="00D325CD"/>
    <w:rsid w:val="00D3263F"/>
    <w:rsid w:val="00D327F0"/>
    <w:rsid w:val="00D32C4B"/>
    <w:rsid w:val="00D33100"/>
    <w:rsid w:val="00D33312"/>
    <w:rsid w:val="00D3385F"/>
    <w:rsid w:val="00D3445E"/>
    <w:rsid w:val="00D345B1"/>
    <w:rsid w:val="00D345BA"/>
    <w:rsid w:val="00D348CC"/>
    <w:rsid w:val="00D35C96"/>
    <w:rsid w:val="00D367E8"/>
    <w:rsid w:val="00D37681"/>
    <w:rsid w:val="00D377EC"/>
    <w:rsid w:val="00D37A63"/>
    <w:rsid w:val="00D40374"/>
    <w:rsid w:val="00D4056F"/>
    <w:rsid w:val="00D40865"/>
    <w:rsid w:val="00D4086A"/>
    <w:rsid w:val="00D40DE2"/>
    <w:rsid w:val="00D410E9"/>
    <w:rsid w:val="00D422A3"/>
    <w:rsid w:val="00D424CB"/>
    <w:rsid w:val="00D42ABF"/>
    <w:rsid w:val="00D42EA7"/>
    <w:rsid w:val="00D42EAF"/>
    <w:rsid w:val="00D43305"/>
    <w:rsid w:val="00D447A8"/>
    <w:rsid w:val="00D44BAD"/>
    <w:rsid w:val="00D44EF8"/>
    <w:rsid w:val="00D44EFC"/>
    <w:rsid w:val="00D4535F"/>
    <w:rsid w:val="00D453A4"/>
    <w:rsid w:val="00D45400"/>
    <w:rsid w:val="00D45A0D"/>
    <w:rsid w:val="00D45CC6"/>
    <w:rsid w:val="00D46970"/>
    <w:rsid w:val="00D4706B"/>
    <w:rsid w:val="00D474C3"/>
    <w:rsid w:val="00D47AC8"/>
    <w:rsid w:val="00D47BB0"/>
    <w:rsid w:val="00D501BC"/>
    <w:rsid w:val="00D50284"/>
    <w:rsid w:val="00D50381"/>
    <w:rsid w:val="00D5055E"/>
    <w:rsid w:val="00D50841"/>
    <w:rsid w:val="00D513F3"/>
    <w:rsid w:val="00D51833"/>
    <w:rsid w:val="00D51B42"/>
    <w:rsid w:val="00D51CD3"/>
    <w:rsid w:val="00D52278"/>
    <w:rsid w:val="00D5234B"/>
    <w:rsid w:val="00D5276A"/>
    <w:rsid w:val="00D52A92"/>
    <w:rsid w:val="00D53A7C"/>
    <w:rsid w:val="00D542AE"/>
    <w:rsid w:val="00D55727"/>
    <w:rsid w:val="00D56B6F"/>
    <w:rsid w:val="00D56B7E"/>
    <w:rsid w:val="00D56CF2"/>
    <w:rsid w:val="00D56D97"/>
    <w:rsid w:val="00D56F10"/>
    <w:rsid w:val="00D572CC"/>
    <w:rsid w:val="00D573C6"/>
    <w:rsid w:val="00D57540"/>
    <w:rsid w:val="00D602D7"/>
    <w:rsid w:val="00D60FB3"/>
    <w:rsid w:val="00D61154"/>
    <w:rsid w:val="00D616ED"/>
    <w:rsid w:val="00D61D2A"/>
    <w:rsid w:val="00D62242"/>
    <w:rsid w:val="00D626C5"/>
    <w:rsid w:val="00D628FF"/>
    <w:rsid w:val="00D629BE"/>
    <w:rsid w:val="00D62A1E"/>
    <w:rsid w:val="00D62B1F"/>
    <w:rsid w:val="00D63C9C"/>
    <w:rsid w:val="00D63D2B"/>
    <w:rsid w:val="00D63D43"/>
    <w:rsid w:val="00D63FFB"/>
    <w:rsid w:val="00D641B3"/>
    <w:rsid w:val="00D642BA"/>
    <w:rsid w:val="00D64936"/>
    <w:rsid w:val="00D64D24"/>
    <w:rsid w:val="00D654BD"/>
    <w:rsid w:val="00D65730"/>
    <w:rsid w:val="00D65957"/>
    <w:rsid w:val="00D65C29"/>
    <w:rsid w:val="00D65D5F"/>
    <w:rsid w:val="00D6654A"/>
    <w:rsid w:val="00D665F2"/>
    <w:rsid w:val="00D66D57"/>
    <w:rsid w:val="00D67C81"/>
    <w:rsid w:val="00D70E63"/>
    <w:rsid w:val="00D71424"/>
    <w:rsid w:val="00D71538"/>
    <w:rsid w:val="00D71CB6"/>
    <w:rsid w:val="00D71D7A"/>
    <w:rsid w:val="00D7219C"/>
    <w:rsid w:val="00D725A8"/>
    <w:rsid w:val="00D727FC"/>
    <w:rsid w:val="00D72953"/>
    <w:rsid w:val="00D739A5"/>
    <w:rsid w:val="00D73D98"/>
    <w:rsid w:val="00D74AF1"/>
    <w:rsid w:val="00D74C15"/>
    <w:rsid w:val="00D74CEC"/>
    <w:rsid w:val="00D75CDA"/>
    <w:rsid w:val="00D7674E"/>
    <w:rsid w:val="00D769BF"/>
    <w:rsid w:val="00D772F6"/>
    <w:rsid w:val="00D7737A"/>
    <w:rsid w:val="00D775F9"/>
    <w:rsid w:val="00D77AC3"/>
    <w:rsid w:val="00D77DF2"/>
    <w:rsid w:val="00D80502"/>
    <w:rsid w:val="00D80509"/>
    <w:rsid w:val="00D8088A"/>
    <w:rsid w:val="00D80895"/>
    <w:rsid w:val="00D808C9"/>
    <w:rsid w:val="00D813D2"/>
    <w:rsid w:val="00D818AB"/>
    <w:rsid w:val="00D81B91"/>
    <w:rsid w:val="00D81CB9"/>
    <w:rsid w:val="00D81E94"/>
    <w:rsid w:val="00D81EFC"/>
    <w:rsid w:val="00D82038"/>
    <w:rsid w:val="00D82AAA"/>
    <w:rsid w:val="00D831F7"/>
    <w:rsid w:val="00D8375B"/>
    <w:rsid w:val="00D83784"/>
    <w:rsid w:val="00D83E28"/>
    <w:rsid w:val="00D85233"/>
    <w:rsid w:val="00D855FD"/>
    <w:rsid w:val="00D85667"/>
    <w:rsid w:val="00D86064"/>
    <w:rsid w:val="00D8612E"/>
    <w:rsid w:val="00D8670A"/>
    <w:rsid w:val="00D86C51"/>
    <w:rsid w:val="00D86D0E"/>
    <w:rsid w:val="00D875A4"/>
    <w:rsid w:val="00D900DA"/>
    <w:rsid w:val="00D9021F"/>
    <w:rsid w:val="00D91902"/>
    <w:rsid w:val="00D91D90"/>
    <w:rsid w:val="00D9274C"/>
    <w:rsid w:val="00D92A91"/>
    <w:rsid w:val="00D92DEA"/>
    <w:rsid w:val="00D9300A"/>
    <w:rsid w:val="00D933A6"/>
    <w:rsid w:val="00D934D8"/>
    <w:rsid w:val="00D93541"/>
    <w:rsid w:val="00D93672"/>
    <w:rsid w:val="00D93856"/>
    <w:rsid w:val="00D93895"/>
    <w:rsid w:val="00D93AF9"/>
    <w:rsid w:val="00D93F50"/>
    <w:rsid w:val="00D9456E"/>
    <w:rsid w:val="00D94F2D"/>
    <w:rsid w:val="00D9532E"/>
    <w:rsid w:val="00D953DD"/>
    <w:rsid w:val="00D955F9"/>
    <w:rsid w:val="00D956EA"/>
    <w:rsid w:val="00D9762F"/>
    <w:rsid w:val="00D9776E"/>
    <w:rsid w:val="00D97849"/>
    <w:rsid w:val="00D97991"/>
    <w:rsid w:val="00D979D2"/>
    <w:rsid w:val="00D97E12"/>
    <w:rsid w:val="00D97E9C"/>
    <w:rsid w:val="00DA1931"/>
    <w:rsid w:val="00DA1F6F"/>
    <w:rsid w:val="00DA30BC"/>
    <w:rsid w:val="00DA32D6"/>
    <w:rsid w:val="00DA352C"/>
    <w:rsid w:val="00DA3648"/>
    <w:rsid w:val="00DA3784"/>
    <w:rsid w:val="00DA4597"/>
    <w:rsid w:val="00DA485E"/>
    <w:rsid w:val="00DA4D3A"/>
    <w:rsid w:val="00DA5A38"/>
    <w:rsid w:val="00DA5C4B"/>
    <w:rsid w:val="00DA6076"/>
    <w:rsid w:val="00DA6353"/>
    <w:rsid w:val="00DA641D"/>
    <w:rsid w:val="00DA6E33"/>
    <w:rsid w:val="00DA7556"/>
    <w:rsid w:val="00DA766F"/>
    <w:rsid w:val="00DA7691"/>
    <w:rsid w:val="00DA7B52"/>
    <w:rsid w:val="00DA7FFA"/>
    <w:rsid w:val="00DB0871"/>
    <w:rsid w:val="00DB0B12"/>
    <w:rsid w:val="00DB0FB2"/>
    <w:rsid w:val="00DB12A1"/>
    <w:rsid w:val="00DB15FF"/>
    <w:rsid w:val="00DB18DA"/>
    <w:rsid w:val="00DB192E"/>
    <w:rsid w:val="00DB1D00"/>
    <w:rsid w:val="00DB21FC"/>
    <w:rsid w:val="00DB22F9"/>
    <w:rsid w:val="00DB2AB3"/>
    <w:rsid w:val="00DB2AE7"/>
    <w:rsid w:val="00DB2FF0"/>
    <w:rsid w:val="00DB338B"/>
    <w:rsid w:val="00DB3440"/>
    <w:rsid w:val="00DB364F"/>
    <w:rsid w:val="00DB428C"/>
    <w:rsid w:val="00DB4AFE"/>
    <w:rsid w:val="00DB4BA3"/>
    <w:rsid w:val="00DB4C07"/>
    <w:rsid w:val="00DB4E53"/>
    <w:rsid w:val="00DB554B"/>
    <w:rsid w:val="00DB5622"/>
    <w:rsid w:val="00DB5A24"/>
    <w:rsid w:val="00DB64AE"/>
    <w:rsid w:val="00DB64C2"/>
    <w:rsid w:val="00DC04FF"/>
    <w:rsid w:val="00DC07CE"/>
    <w:rsid w:val="00DC0BAC"/>
    <w:rsid w:val="00DC0CAE"/>
    <w:rsid w:val="00DC0D24"/>
    <w:rsid w:val="00DC0F6C"/>
    <w:rsid w:val="00DC13E6"/>
    <w:rsid w:val="00DC1DD3"/>
    <w:rsid w:val="00DC1E29"/>
    <w:rsid w:val="00DC1EB2"/>
    <w:rsid w:val="00DC2119"/>
    <w:rsid w:val="00DC2BEE"/>
    <w:rsid w:val="00DC3027"/>
    <w:rsid w:val="00DC3ABA"/>
    <w:rsid w:val="00DC4922"/>
    <w:rsid w:val="00DC4A26"/>
    <w:rsid w:val="00DC5813"/>
    <w:rsid w:val="00DC5AEE"/>
    <w:rsid w:val="00DC6739"/>
    <w:rsid w:val="00DC68E6"/>
    <w:rsid w:val="00DC6BCD"/>
    <w:rsid w:val="00DC6DD8"/>
    <w:rsid w:val="00DC70E0"/>
    <w:rsid w:val="00DC732B"/>
    <w:rsid w:val="00DC743D"/>
    <w:rsid w:val="00DC7B5C"/>
    <w:rsid w:val="00DD0159"/>
    <w:rsid w:val="00DD08E1"/>
    <w:rsid w:val="00DD0B93"/>
    <w:rsid w:val="00DD17FA"/>
    <w:rsid w:val="00DD2555"/>
    <w:rsid w:val="00DD290E"/>
    <w:rsid w:val="00DD307B"/>
    <w:rsid w:val="00DD383B"/>
    <w:rsid w:val="00DD3BA1"/>
    <w:rsid w:val="00DD3DAB"/>
    <w:rsid w:val="00DD3E12"/>
    <w:rsid w:val="00DD3F2B"/>
    <w:rsid w:val="00DD436E"/>
    <w:rsid w:val="00DD471A"/>
    <w:rsid w:val="00DD4BF9"/>
    <w:rsid w:val="00DD512F"/>
    <w:rsid w:val="00DD51BB"/>
    <w:rsid w:val="00DD5C0A"/>
    <w:rsid w:val="00DD662A"/>
    <w:rsid w:val="00DD6711"/>
    <w:rsid w:val="00DD713D"/>
    <w:rsid w:val="00DD7208"/>
    <w:rsid w:val="00DD76FA"/>
    <w:rsid w:val="00DD7888"/>
    <w:rsid w:val="00DD79FE"/>
    <w:rsid w:val="00DD7F00"/>
    <w:rsid w:val="00DE0208"/>
    <w:rsid w:val="00DE067E"/>
    <w:rsid w:val="00DE0862"/>
    <w:rsid w:val="00DE0863"/>
    <w:rsid w:val="00DE0DBC"/>
    <w:rsid w:val="00DE15EC"/>
    <w:rsid w:val="00DE1B93"/>
    <w:rsid w:val="00DE21F0"/>
    <w:rsid w:val="00DE2247"/>
    <w:rsid w:val="00DE258B"/>
    <w:rsid w:val="00DE26C4"/>
    <w:rsid w:val="00DE3382"/>
    <w:rsid w:val="00DE3538"/>
    <w:rsid w:val="00DE36D6"/>
    <w:rsid w:val="00DE38EE"/>
    <w:rsid w:val="00DE3BE9"/>
    <w:rsid w:val="00DE3EB3"/>
    <w:rsid w:val="00DE404A"/>
    <w:rsid w:val="00DE43F0"/>
    <w:rsid w:val="00DE4DA4"/>
    <w:rsid w:val="00DE51B0"/>
    <w:rsid w:val="00DE57FC"/>
    <w:rsid w:val="00DE5ADE"/>
    <w:rsid w:val="00DE5FE9"/>
    <w:rsid w:val="00DE60AE"/>
    <w:rsid w:val="00DE6711"/>
    <w:rsid w:val="00DE67C4"/>
    <w:rsid w:val="00DE6A0D"/>
    <w:rsid w:val="00DE6BD9"/>
    <w:rsid w:val="00DE6DBF"/>
    <w:rsid w:val="00DE6E46"/>
    <w:rsid w:val="00DE73A7"/>
    <w:rsid w:val="00DE75E8"/>
    <w:rsid w:val="00DE7688"/>
    <w:rsid w:val="00DE7A02"/>
    <w:rsid w:val="00DE7F04"/>
    <w:rsid w:val="00DF05CB"/>
    <w:rsid w:val="00DF06A6"/>
    <w:rsid w:val="00DF0796"/>
    <w:rsid w:val="00DF0878"/>
    <w:rsid w:val="00DF0A44"/>
    <w:rsid w:val="00DF0DFF"/>
    <w:rsid w:val="00DF1867"/>
    <w:rsid w:val="00DF186C"/>
    <w:rsid w:val="00DF235D"/>
    <w:rsid w:val="00DF23CA"/>
    <w:rsid w:val="00DF3442"/>
    <w:rsid w:val="00DF3905"/>
    <w:rsid w:val="00DF3C31"/>
    <w:rsid w:val="00DF4670"/>
    <w:rsid w:val="00DF470F"/>
    <w:rsid w:val="00DF4BF2"/>
    <w:rsid w:val="00DF51FA"/>
    <w:rsid w:val="00DF589A"/>
    <w:rsid w:val="00DF5D54"/>
    <w:rsid w:val="00DF5ED3"/>
    <w:rsid w:val="00DF67FF"/>
    <w:rsid w:val="00DF691A"/>
    <w:rsid w:val="00DF6A73"/>
    <w:rsid w:val="00DF7340"/>
    <w:rsid w:val="00DF779D"/>
    <w:rsid w:val="00DF7B8E"/>
    <w:rsid w:val="00DF7FD2"/>
    <w:rsid w:val="00E003CC"/>
    <w:rsid w:val="00E006AB"/>
    <w:rsid w:val="00E00F1A"/>
    <w:rsid w:val="00E00F6F"/>
    <w:rsid w:val="00E01114"/>
    <w:rsid w:val="00E01275"/>
    <w:rsid w:val="00E023C8"/>
    <w:rsid w:val="00E027C6"/>
    <w:rsid w:val="00E02ACD"/>
    <w:rsid w:val="00E02C1A"/>
    <w:rsid w:val="00E02D81"/>
    <w:rsid w:val="00E02F0C"/>
    <w:rsid w:val="00E032E0"/>
    <w:rsid w:val="00E035A5"/>
    <w:rsid w:val="00E035B5"/>
    <w:rsid w:val="00E035B8"/>
    <w:rsid w:val="00E036A6"/>
    <w:rsid w:val="00E036DD"/>
    <w:rsid w:val="00E036FD"/>
    <w:rsid w:val="00E03CB0"/>
    <w:rsid w:val="00E03DD6"/>
    <w:rsid w:val="00E04D4A"/>
    <w:rsid w:val="00E052AA"/>
    <w:rsid w:val="00E0593F"/>
    <w:rsid w:val="00E05CC1"/>
    <w:rsid w:val="00E061F2"/>
    <w:rsid w:val="00E0634A"/>
    <w:rsid w:val="00E065F5"/>
    <w:rsid w:val="00E06973"/>
    <w:rsid w:val="00E06DA7"/>
    <w:rsid w:val="00E070A4"/>
    <w:rsid w:val="00E072B9"/>
    <w:rsid w:val="00E077CC"/>
    <w:rsid w:val="00E07920"/>
    <w:rsid w:val="00E07992"/>
    <w:rsid w:val="00E07D23"/>
    <w:rsid w:val="00E10129"/>
    <w:rsid w:val="00E107B5"/>
    <w:rsid w:val="00E10AD0"/>
    <w:rsid w:val="00E10B4F"/>
    <w:rsid w:val="00E10C0E"/>
    <w:rsid w:val="00E120A6"/>
    <w:rsid w:val="00E12485"/>
    <w:rsid w:val="00E12F42"/>
    <w:rsid w:val="00E13D66"/>
    <w:rsid w:val="00E14159"/>
    <w:rsid w:val="00E145A3"/>
    <w:rsid w:val="00E14773"/>
    <w:rsid w:val="00E1477B"/>
    <w:rsid w:val="00E14A55"/>
    <w:rsid w:val="00E15409"/>
    <w:rsid w:val="00E15530"/>
    <w:rsid w:val="00E15678"/>
    <w:rsid w:val="00E15A8F"/>
    <w:rsid w:val="00E15D78"/>
    <w:rsid w:val="00E15ECB"/>
    <w:rsid w:val="00E15EF6"/>
    <w:rsid w:val="00E16024"/>
    <w:rsid w:val="00E163A0"/>
    <w:rsid w:val="00E165F8"/>
    <w:rsid w:val="00E16C9E"/>
    <w:rsid w:val="00E172C8"/>
    <w:rsid w:val="00E21755"/>
    <w:rsid w:val="00E217E9"/>
    <w:rsid w:val="00E22411"/>
    <w:rsid w:val="00E231EF"/>
    <w:rsid w:val="00E233B7"/>
    <w:rsid w:val="00E234A8"/>
    <w:rsid w:val="00E23D10"/>
    <w:rsid w:val="00E245A1"/>
    <w:rsid w:val="00E24A0A"/>
    <w:rsid w:val="00E24AEE"/>
    <w:rsid w:val="00E25209"/>
    <w:rsid w:val="00E25C4A"/>
    <w:rsid w:val="00E25C6F"/>
    <w:rsid w:val="00E26445"/>
    <w:rsid w:val="00E265FB"/>
    <w:rsid w:val="00E26703"/>
    <w:rsid w:val="00E26954"/>
    <w:rsid w:val="00E270DE"/>
    <w:rsid w:val="00E2764D"/>
    <w:rsid w:val="00E30381"/>
    <w:rsid w:val="00E303DE"/>
    <w:rsid w:val="00E31717"/>
    <w:rsid w:val="00E319CA"/>
    <w:rsid w:val="00E32167"/>
    <w:rsid w:val="00E32418"/>
    <w:rsid w:val="00E33AA9"/>
    <w:rsid w:val="00E33E81"/>
    <w:rsid w:val="00E346B4"/>
    <w:rsid w:val="00E3491A"/>
    <w:rsid w:val="00E34BC9"/>
    <w:rsid w:val="00E35754"/>
    <w:rsid w:val="00E35F7C"/>
    <w:rsid w:val="00E366AB"/>
    <w:rsid w:val="00E37835"/>
    <w:rsid w:val="00E37AC9"/>
    <w:rsid w:val="00E37E1D"/>
    <w:rsid w:val="00E37FE4"/>
    <w:rsid w:val="00E40745"/>
    <w:rsid w:val="00E40955"/>
    <w:rsid w:val="00E40E5D"/>
    <w:rsid w:val="00E40EA7"/>
    <w:rsid w:val="00E412B2"/>
    <w:rsid w:val="00E4153B"/>
    <w:rsid w:val="00E4176C"/>
    <w:rsid w:val="00E417F2"/>
    <w:rsid w:val="00E41966"/>
    <w:rsid w:val="00E41EE4"/>
    <w:rsid w:val="00E41F67"/>
    <w:rsid w:val="00E42500"/>
    <w:rsid w:val="00E42565"/>
    <w:rsid w:val="00E427B8"/>
    <w:rsid w:val="00E42E76"/>
    <w:rsid w:val="00E42FCB"/>
    <w:rsid w:val="00E43006"/>
    <w:rsid w:val="00E43778"/>
    <w:rsid w:val="00E43982"/>
    <w:rsid w:val="00E43ABA"/>
    <w:rsid w:val="00E446A6"/>
    <w:rsid w:val="00E44C94"/>
    <w:rsid w:val="00E4559A"/>
    <w:rsid w:val="00E45A50"/>
    <w:rsid w:val="00E45E2A"/>
    <w:rsid w:val="00E460B1"/>
    <w:rsid w:val="00E464ED"/>
    <w:rsid w:val="00E4656C"/>
    <w:rsid w:val="00E46ACB"/>
    <w:rsid w:val="00E46DEB"/>
    <w:rsid w:val="00E46FE8"/>
    <w:rsid w:val="00E471D9"/>
    <w:rsid w:val="00E4790D"/>
    <w:rsid w:val="00E500B1"/>
    <w:rsid w:val="00E502A8"/>
    <w:rsid w:val="00E506A9"/>
    <w:rsid w:val="00E5072B"/>
    <w:rsid w:val="00E50993"/>
    <w:rsid w:val="00E51AFE"/>
    <w:rsid w:val="00E51BD5"/>
    <w:rsid w:val="00E51E3E"/>
    <w:rsid w:val="00E52174"/>
    <w:rsid w:val="00E523D3"/>
    <w:rsid w:val="00E52570"/>
    <w:rsid w:val="00E52A7E"/>
    <w:rsid w:val="00E52C70"/>
    <w:rsid w:val="00E530ED"/>
    <w:rsid w:val="00E532E0"/>
    <w:rsid w:val="00E5337A"/>
    <w:rsid w:val="00E538A3"/>
    <w:rsid w:val="00E53ED6"/>
    <w:rsid w:val="00E5525E"/>
    <w:rsid w:val="00E55292"/>
    <w:rsid w:val="00E5555D"/>
    <w:rsid w:val="00E55A2D"/>
    <w:rsid w:val="00E55B80"/>
    <w:rsid w:val="00E55F51"/>
    <w:rsid w:val="00E5627D"/>
    <w:rsid w:val="00E56542"/>
    <w:rsid w:val="00E568F4"/>
    <w:rsid w:val="00E56BE2"/>
    <w:rsid w:val="00E56BFD"/>
    <w:rsid w:val="00E57811"/>
    <w:rsid w:val="00E602BC"/>
    <w:rsid w:val="00E606F4"/>
    <w:rsid w:val="00E60990"/>
    <w:rsid w:val="00E61134"/>
    <w:rsid w:val="00E6154B"/>
    <w:rsid w:val="00E617D3"/>
    <w:rsid w:val="00E62084"/>
    <w:rsid w:val="00E62270"/>
    <w:rsid w:val="00E62396"/>
    <w:rsid w:val="00E6283C"/>
    <w:rsid w:val="00E62EC9"/>
    <w:rsid w:val="00E635A8"/>
    <w:rsid w:val="00E6373F"/>
    <w:rsid w:val="00E63A98"/>
    <w:rsid w:val="00E63B61"/>
    <w:rsid w:val="00E63BC3"/>
    <w:rsid w:val="00E63E59"/>
    <w:rsid w:val="00E641A6"/>
    <w:rsid w:val="00E645BA"/>
    <w:rsid w:val="00E64825"/>
    <w:rsid w:val="00E649CE"/>
    <w:rsid w:val="00E659DA"/>
    <w:rsid w:val="00E65D4C"/>
    <w:rsid w:val="00E665C2"/>
    <w:rsid w:val="00E666DC"/>
    <w:rsid w:val="00E6752B"/>
    <w:rsid w:val="00E67BB9"/>
    <w:rsid w:val="00E67E7C"/>
    <w:rsid w:val="00E7022F"/>
    <w:rsid w:val="00E702FA"/>
    <w:rsid w:val="00E70426"/>
    <w:rsid w:val="00E706DA"/>
    <w:rsid w:val="00E70BC0"/>
    <w:rsid w:val="00E71155"/>
    <w:rsid w:val="00E7143E"/>
    <w:rsid w:val="00E714E7"/>
    <w:rsid w:val="00E7167F"/>
    <w:rsid w:val="00E716B1"/>
    <w:rsid w:val="00E71E43"/>
    <w:rsid w:val="00E72236"/>
    <w:rsid w:val="00E72B66"/>
    <w:rsid w:val="00E7357A"/>
    <w:rsid w:val="00E74532"/>
    <w:rsid w:val="00E74648"/>
    <w:rsid w:val="00E7501F"/>
    <w:rsid w:val="00E754C8"/>
    <w:rsid w:val="00E75C38"/>
    <w:rsid w:val="00E75E10"/>
    <w:rsid w:val="00E76360"/>
    <w:rsid w:val="00E768A8"/>
    <w:rsid w:val="00E76C01"/>
    <w:rsid w:val="00E770C1"/>
    <w:rsid w:val="00E77C8F"/>
    <w:rsid w:val="00E77CC5"/>
    <w:rsid w:val="00E77DD9"/>
    <w:rsid w:val="00E8001E"/>
    <w:rsid w:val="00E80DEB"/>
    <w:rsid w:val="00E81067"/>
    <w:rsid w:val="00E810AF"/>
    <w:rsid w:val="00E813DD"/>
    <w:rsid w:val="00E81B37"/>
    <w:rsid w:val="00E81E43"/>
    <w:rsid w:val="00E82549"/>
    <w:rsid w:val="00E82601"/>
    <w:rsid w:val="00E828E6"/>
    <w:rsid w:val="00E82B6C"/>
    <w:rsid w:val="00E82C33"/>
    <w:rsid w:val="00E83096"/>
    <w:rsid w:val="00E832B5"/>
    <w:rsid w:val="00E8394E"/>
    <w:rsid w:val="00E84434"/>
    <w:rsid w:val="00E84747"/>
    <w:rsid w:val="00E8484C"/>
    <w:rsid w:val="00E8492D"/>
    <w:rsid w:val="00E84D14"/>
    <w:rsid w:val="00E84DD8"/>
    <w:rsid w:val="00E84E74"/>
    <w:rsid w:val="00E84EDD"/>
    <w:rsid w:val="00E8511F"/>
    <w:rsid w:val="00E85241"/>
    <w:rsid w:val="00E853AA"/>
    <w:rsid w:val="00E85423"/>
    <w:rsid w:val="00E85686"/>
    <w:rsid w:val="00E85885"/>
    <w:rsid w:val="00E85B98"/>
    <w:rsid w:val="00E85CCA"/>
    <w:rsid w:val="00E85F1E"/>
    <w:rsid w:val="00E8609D"/>
    <w:rsid w:val="00E86295"/>
    <w:rsid w:val="00E862E7"/>
    <w:rsid w:val="00E8637E"/>
    <w:rsid w:val="00E8645A"/>
    <w:rsid w:val="00E864B8"/>
    <w:rsid w:val="00E86DAA"/>
    <w:rsid w:val="00E8727A"/>
    <w:rsid w:val="00E873B8"/>
    <w:rsid w:val="00E874A1"/>
    <w:rsid w:val="00E90114"/>
    <w:rsid w:val="00E90186"/>
    <w:rsid w:val="00E90892"/>
    <w:rsid w:val="00E9160A"/>
    <w:rsid w:val="00E91989"/>
    <w:rsid w:val="00E92184"/>
    <w:rsid w:val="00E92234"/>
    <w:rsid w:val="00E93B85"/>
    <w:rsid w:val="00E9413E"/>
    <w:rsid w:val="00E94435"/>
    <w:rsid w:val="00E94930"/>
    <w:rsid w:val="00E9535D"/>
    <w:rsid w:val="00E9567F"/>
    <w:rsid w:val="00E95AF7"/>
    <w:rsid w:val="00E962EF"/>
    <w:rsid w:val="00E96334"/>
    <w:rsid w:val="00E97421"/>
    <w:rsid w:val="00E9797E"/>
    <w:rsid w:val="00E97A1A"/>
    <w:rsid w:val="00E97B65"/>
    <w:rsid w:val="00E97C51"/>
    <w:rsid w:val="00EA0052"/>
    <w:rsid w:val="00EA06D2"/>
    <w:rsid w:val="00EA0F14"/>
    <w:rsid w:val="00EA2A6D"/>
    <w:rsid w:val="00EA34CA"/>
    <w:rsid w:val="00EA34E6"/>
    <w:rsid w:val="00EA3766"/>
    <w:rsid w:val="00EA3AEB"/>
    <w:rsid w:val="00EA3DC1"/>
    <w:rsid w:val="00EA412B"/>
    <w:rsid w:val="00EA437A"/>
    <w:rsid w:val="00EA471C"/>
    <w:rsid w:val="00EA4C4C"/>
    <w:rsid w:val="00EA520A"/>
    <w:rsid w:val="00EA52C2"/>
    <w:rsid w:val="00EA54DD"/>
    <w:rsid w:val="00EA5644"/>
    <w:rsid w:val="00EA5B29"/>
    <w:rsid w:val="00EA6394"/>
    <w:rsid w:val="00EA68D4"/>
    <w:rsid w:val="00EA6D02"/>
    <w:rsid w:val="00EA7262"/>
    <w:rsid w:val="00EA74C3"/>
    <w:rsid w:val="00EB0139"/>
    <w:rsid w:val="00EB0BFC"/>
    <w:rsid w:val="00EB0D11"/>
    <w:rsid w:val="00EB0DB4"/>
    <w:rsid w:val="00EB1374"/>
    <w:rsid w:val="00EB160D"/>
    <w:rsid w:val="00EB18EB"/>
    <w:rsid w:val="00EB193C"/>
    <w:rsid w:val="00EB1B51"/>
    <w:rsid w:val="00EB21A8"/>
    <w:rsid w:val="00EB2552"/>
    <w:rsid w:val="00EB26AE"/>
    <w:rsid w:val="00EB280E"/>
    <w:rsid w:val="00EB2BEA"/>
    <w:rsid w:val="00EB353E"/>
    <w:rsid w:val="00EB3AE5"/>
    <w:rsid w:val="00EB3EF8"/>
    <w:rsid w:val="00EB4171"/>
    <w:rsid w:val="00EB426C"/>
    <w:rsid w:val="00EB4272"/>
    <w:rsid w:val="00EB4C06"/>
    <w:rsid w:val="00EB572F"/>
    <w:rsid w:val="00EB5A39"/>
    <w:rsid w:val="00EB5D97"/>
    <w:rsid w:val="00EB6510"/>
    <w:rsid w:val="00EB6D1A"/>
    <w:rsid w:val="00EB7392"/>
    <w:rsid w:val="00EB7790"/>
    <w:rsid w:val="00EB77F6"/>
    <w:rsid w:val="00EB7BF7"/>
    <w:rsid w:val="00EB7DE5"/>
    <w:rsid w:val="00EC03A3"/>
    <w:rsid w:val="00EC0415"/>
    <w:rsid w:val="00EC0B1A"/>
    <w:rsid w:val="00EC0E3F"/>
    <w:rsid w:val="00EC0F1B"/>
    <w:rsid w:val="00EC1359"/>
    <w:rsid w:val="00EC1383"/>
    <w:rsid w:val="00EC1816"/>
    <w:rsid w:val="00EC1C2C"/>
    <w:rsid w:val="00EC1C47"/>
    <w:rsid w:val="00EC1FA5"/>
    <w:rsid w:val="00EC2566"/>
    <w:rsid w:val="00EC2CCF"/>
    <w:rsid w:val="00EC2D09"/>
    <w:rsid w:val="00EC3617"/>
    <w:rsid w:val="00EC3DCE"/>
    <w:rsid w:val="00EC3FB7"/>
    <w:rsid w:val="00EC40E0"/>
    <w:rsid w:val="00EC4789"/>
    <w:rsid w:val="00EC489F"/>
    <w:rsid w:val="00EC4922"/>
    <w:rsid w:val="00EC4A5E"/>
    <w:rsid w:val="00EC4B03"/>
    <w:rsid w:val="00EC4B9F"/>
    <w:rsid w:val="00EC550D"/>
    <w:rsid w:val="00EC5A3A"/>
    <w:rsid w:val="00EC6004"/>
    <w:rsid w:val="00EC609E"/>
    <w:rsid w:val="00EC6A84"/>
    <w:rsid w:val="00EC767A"/>
    <w:rsid w:val="00EC7706"/>
    <w:rsid w:val="00EC773F"/>
    <w:rsid w:val="00ED0AB9"/>
    <w:rsid w:val="00ED0B0B"/>
    <w:rsid w:val="00ED0D2F"/>
    <w:rsid w:val="00ED1231"/>
    <w:rsid w:val="00ED12BB"/>
    <w:rsid w:val="00ED12E6"/>
    <w:rsid w:val="00ED17CF"/>
    <w:rsid w:val="00ED18EB"/>
    <w:rsid w:val="00ED1BA5"/>
    <w:rsid w:val="00ED232F"/>
    <w:rsid w:val="00ED29C0"/>
    <w:rsid w:val="00ED3204"/>
    <w:rsid w:val="00ED3E6F"/>
    <w:rsid w:val="00ED4170"/>
    <w:rsid w:val="00ED434C"/>
    <w:rsid w:val="00ED493A"/>
    <w:rsid w:val="00ED4BE7"/>
    <w:rsid w:val="00ED4CD0"/>
    <w:rsid w:val="00ED4FD1"/>
    <w:rsid w:val="00ED5326"/>
    <w:rsid w:val="00ED5888"/>
    <w:rsid w:val="00ED5A21"/>
    <w:rsid w:val="00ED5FAD"/>
    <w:rsid w:val="00ED6590"/>
    <w:rsid w:val="00ED6713"/>
    <w:rsid w:val="00ED6CE8"/>
    <w:rsid w:val="00ED6CEE"/>
    <w:rsid w:val="00ED6FD3"/>
    <w:rsid w:val="00ED70E7"/>
    <w:rsid w:val="00ED70EF"/>
    <w:rsid w:val="00ED7446"/>
    <w:rsid w:val="00ED7F80"/>
    <w:rsid w:val="00EE05DB"/>
    <w:rsid w:val="00EE05F4"/>
    <w:rsid w:val="00EE079E"/>
    <w:rsid w:val="00EE0DE7"/>
    <w:rsid w:val="00EE15F8"/>
    <w:rsid w:val="00EE194B"/>
    <w:rsid w:val="00EE1C74"/>
    <w:rsid w:val="00EE1F0C"/>
    <w:rsid w:val="00EE235A"/>
    <w:rsid w:val="00EE26ED"/>
    <w:rsid w:val="00EE2C94"/>
    <w:rsid w:val="00EE2E50"/>
    <w:rsid w:val="00EE2E5C"/>
    <w:rsid w:val="00EE305D"/>
    <w:rsid w:val="00EE33DB"/>
    <w:rsid w:val="00EE394C"/>
    <w:rsid w:val="00EE3DA5"/>
    <w:rsid w:val="00EE40CE"/>
    <w:rsid w:val="00EE4605"/>
    <w:rsid w:val="00EE48A7"/>
    <w:rsid w:val="00EE6184"/>
    <w:rsid w:val="00EE6F1F"/>
    <w:rsid w:val="00EE72EA"/>
    <w:rsid w:val="00EE74B4"/>
    <w:rsid w:val="00EE74E4"/>
    <w:rsid w:val="00EE75D4"/>
    <w:rsid w:val="00EE77F6"/>
    <w:rsid w:val="00EE7A5B"/>
    <w:rsid w:val="00EE7B9B"/>
    <w:rsid w:val="00EF00D6"/>
    <w:rsid w:val="00EF04AC"/>
    <w:rsid w:val="00EF06C2"/>
    <w:rsid w:val="00EF0DD3"/>
    <w:rsid w:val="00EF0FC3"/>
    <w:rsid w:val="00EF15D5"/>
    <w:rsid w:val="00EF1698"/>
    <w:rsid w:val="00EF1720"/>
    <w:rsid w:val="00EF17B3"/>
    <w:rsid w:val="00EF1A55"/>
    <w:rsid w:val="00EF1B46"/>
    <w:rsid w:val="00EF1C4F"/>
    <w:rsid w:val="00EF22CF"/>
    <w:rsid w:val="00EF2820"/>
    <w:rsid w:val="00EF2E7B"/>
    <w:rsid w:val="00EF31E6"/>
    <w:rsid w:val="00EF33EE"/>
    <w:rsid w:val="00EF39A1"/>
    <w:rsid w:val="00EF4B87"/>
    <w:rsid w:val="00EF4D82"/>
    <w:rsid w:val="00EF4E6C"/>
    <w:rsid w:val="00EF4F3D"/>
    <w:rsid w:val="00EF57A6"/>
    <w:rsid w:val="00EF5AA8"/>
    <w:rsid w:val="00EF5B01"/>
    <w:rsid w:val="00EF67B2"/>
    <w:rsid w:val="00EF69B4"/>
    <w:rsid w:val="00EF6B13"/>
    <w:rsid w:val="00EF6F29"/>
    <w:rsid w:val="00EF708A"/>
    <w:rsid w:val="00EF7816"/>
    <w:rsid w:val="00EF782D"/>
    <w:rsid w:val="00EF7C13"/>
    <w:rsid w:val="00EF7D6E"/>
    <w:rsid w:val="00F00146"/>
    <w:rsid w:val="00F00516"/>
    <w:rsid w:val="00F00A1E"/>
    <w:rsid w:val="00F00C99"/>
    <w:rsid w:val="00F01261"/>
    <w:rsid w:val="00F014BC"/>
    <w:rsid w:val="00F020F7"/>
    <w:rsid w:val="00F02430"/>
    <w:rsid w:val="00F025D3"/>
    <w:rsid w:val="00F0286C"/>
    <w:rsid w:val="00F02D04"/>
    <w:rsid w:val="00F0381E"/>
    <w:rsid w:val="00F038AE"/>
    <w:rsid w:val="00F05338"/>
    <w:rsid w:val="00F0601D"/>
    <w:rsid w:val="00F064E7"/>
    <w:rsid w:val="00F0664A"/>
    <w:rsid w:val="00F06A85"/>
    <w:rsid w:val="00F07257"/>
    <w:rsid w:val="00F073DE"/>
    <w:rsid w:val="00F07547"/>
    <w:rsid w:val="00F07985"/>
    <w:rsid w:val="00F07CBB"/>
    <w:rsid w:val="00F07CF3"/>
    <w:rsid w:val="00F07F16"/>
    <w:rsid w:val="00F10300"/>
    <w:rsid w:val="00F1048A"/>
    <w:rsid w:val="00F105E8"/>
    <w:rsid w:val="00F10A46"/>
    <w:rsid w:val="00F10CD9"/>
    <w:rsid w:val="00F11397"/>
    <w:rsid w:val="00F11529"/>
    <w:rsid w:val="00F11DB8"/>
    <w:rsid w:val="00F12620"/>
    <w:rsid w:val="00F1318B"/>
    <w:rsid w:val="00F136E8"/>
    <w:rsid w:val="00F13B8C"/>
    <w:rsid w:val="00F13D25"/>
    <w:rsid w:val="00F1439C"/>
    <w:rsid w:val="00F14709"/>
    <w:rsid w:val="00F15408"/>
    <w:rsid w:val="00F159F0"/>
    <w:rsid w:val="00F15E92"/>
    <w:rsid w:val="00F16103"/>
    <w:rsid w:val="00F162E7"/>
    <w:rsid w:val="00F16662"/>
    <w:rsid w:val="00F16B26"/>
    <w:rsid w:val="00F1747D"/>
    <w:rsid w:val="00F17503"/>
    <w:rsid w:val="00F17783"/>
    <w:rsid w:val="00F1782E"/>
    <w:rsid w:val="00F17ECE"/>
    <w:rsid w:val="00F2090C"/>
    <w:rsid w:val="00F20A7E"/>
    <w:rsid w:val="00F20E12"/>
    <w:rsid w:val="00F2109F"/>
    <w:rsid w:val="00F21510"/>
    <w:rsid w:val="00F217E5"/>
    <w:rsid w:val="00F21BCD"/>
    <w:rsid w:val="00F22027"/>
    <w:rsid w:val="00F2311F"/>
    <w:rsid w:val="00F2324E"/>
    <w:rsid w:val="00F238AA"/>
    <w:rsid w:val="00F23F45"/>
    <w:rsid w:val="00F23FC4"/>
    <w:rsid w:val="00F24432"/>
    <w:rsid w:val="00F24801"/>
    <w:rsid w:val="00F24BA8"/>
    <w:rsid w:val="00F24F59"/>
    <w:rsid w:val="00F254A4"/>
    <w:rsid w:val="00F25C85"/>
    <w:rsid w:val="00F25CD8"/>
    <w:rsid w:val="00F25D4D"/>
    <w:rsid w:val="00F25F34"/>
    <w:rsid w:val="00F25FCC"/>
    <w:rsid w:val="00F26519"/>
    <w:rsid w:val="00F26C79"/>
    <w:rsid w:val="00F26DD6"/>
    <w:rsid w:val="00F2781B"/>
    <w:rsid w:val="00F2788A"/>
    <w:rsid w:val="00F27FEB"/>
    <w:rsid w:val="00F30BDB"/>
    <w:rsid w:val="00F30ECA"/>
    <w:rsid w:val="00F3112F"/>
    <w:rsid w:val="00F318A5"/>
    <w:rsid w:val="00F31A51"/>
    <w:rsid w:val="00F31D6B"/>
    <w:rsid w:val="00F32188"/>
    <w:rsid w:val="00F32329"/>
    <w:rsid w:val="00F324D8"/>
    <w:rsid w:val="00F324E3"/>
    <w:rsid w:val="00F327C1"/>
    <w:rsid w:val="00F329E7"/>
    <w:rsid w:val="00F329FF"/>
    <w:rsid w:val="00F32C33"/>
    <w:rsid w:val="00F32E93"/>
    <w:rsid w:val="00F32F3A"/>
    <w:rsid w:val="00F3364F"/>
    <w:rsid w:val="00F3369B"/>
    <w:rsid w:val="00F337B4"/>
    <w:rsid w:val="00F34013"/>
    <w:rsid w:val="00F3423D"/>
    <w:rsid w:val="00F344A9"/>
    <w:rsid w:val="00F349A7"/>
    <w:rsid w:val="00F34F34"/>
    <w:rsid w:val="00F35010"/>
    <w:rsid w:val="00F35040"/>
    <w:rsid w:val="00F3657D"/>
    <w:rsid w:val="00F36682"/>
    <w:rsid w:val="00F36D0E"/>
    <w:rsid w:val="00F372FA"/>
    <w:rsid w:val="00F376BB"/>
    <w:rsid w:val="00F40581"/>
    <w:rsid w:val="00F4182A"/>
    <w:rsid w:val="00F41A46"/>
    <w:rsid w:val="00F41B46"/>
    <w:rsid w:val="00F41B59"/>
    <w:rsid w:val="00F41C44"/>
    <w:rsid w:val="00F424D6"/>
    <w:rsid w:val="00F42516"/>
    <w:rsid w:val="00F4260C"/>
    <w:rsid w:val="00F4261E"/>
    <w:rsid w:val="00F42883"/>
    <w:rsid w:val="00F42A2B"/>
    <w:rsid w:val="00F42C11"/>
    <w:rsid w:val="00F4332B"/>
    <w:rsid w:val="00F435CF"/>
    <w:rsid w:val="00F43DBB"/>
    <w:rsid w:val="00F43ECB"/>
    <w:rsid w:val="00F44616"/>
    <w:rsid w:val="00F446AC"/>
    <w:rsid w:val="00F4575F"/>
    <w:rsid w:val="00F45797"/>
    <w:rsid w:val="00F45E40"/>
    <w:rsid w:val="00F46272"/>
    <w:rsid w:val="00F4675B"/>
    <w:rsid w:val="00F46B88"/>
    <w:rsid w:val="00F47089"/>
    <w:rsid w:val="00F470FB"/>
    <w:rsid w:val="00F5109A"/>
    <w:rsid w:val="00F5130E"/>
    <w:rsid w:val="00F51798"/>
    <w:rsid w:val="00F52115"/>
    <w:rsid w:val="00F5310E"/>
    <w:rsid w:val="00F5324D"/>
    <w:rsid w:val="00F534CA"/>
    <w:rsid w:val="00F53690"/>
    <w:rsid w:val="00F53896"/>
    <w:rsid w:val="00F538DD"/>
    <w:rsid w:val="00F53B14"/>
    <w:rsid w:val="00F53C30"/>
    <w:rsid w:val="00F543A2"/>
    <w:rsid w:val="00F54849"/>
    <w:rsid w:val="00F5496E"/>
    <w:rsid w:val="00F55310"/>
    <w:rsid w:val="00F555D2"/>
    <w:rsid w:val="00F569CF"/>
    <w:rsid w:val="00F570BB"/>
    <w:rsid w:val="00F5735E"/>
    <w:rsid w:val="00F57504"/>
    <w:rsid w:val="00F57AA7"/>
    <w:rsid w:val="00F57FE4"/>
    <w:rsid w:val="00F608A7"/>
    <w:rsid w:val="00F6131C"/>
    <w:rsid w:val="00F618EC"/>
    <w:rsid w:val="00F62616"/>
    <w:rsid w:val="00F62896"/>
    <w:rsid w:val="00F628A5"/>
    <w:rsid w:val="00F6290B"/>
    <w:rsid w:val="00F6352F"/>
    <w:rsid w:val="00F635C7"/>
    <w:rsid w:val="00F636E2"/>
    <w:rsid w:val="00F6377F"/>
    <w:rsid w:val="00F63A50"/>
    <w:rsid w:val="00F63DD2"/>
    <w:rsid w:val="00F63E83"/>
    <w:rsid w:val="00F642A2"/>
    <w:rsid w:val="00F643CB"/>
    <w:rsid w:val="00F647A3"/>
    <w:rsid w:val="00F64A88"/>
    <w:rsid w:val="00F64A9F"/>
    <w:rsid w:val="00F64C0C"/>
    <w:rsid w:val="00F65184"/>
    <w:rsid w:val="00F6523C"/>
    <w:rsid w:val="00F653E0"/>
    <w:rsid w:val="00F65805"/>
    <w:rsid w:val="00F660BC"/>
    <w:rsid w:val="00F66826"/>
    <w:rsid w:val="00F66908"/>
    <w:rsid w:val="00F66B40"/>
    <w:rsid w:val="00F66D0E"/>
    <w:rsid w:val="00F6737E"/>
    <w:rsid w:val="00F677DB"/>
    <w:rsid w:val="00F67C68"/>
    <w:rsid w:val="00F67E33"/>
    <w:rsid w:val="00F67FFB"/>
    <w:rsid w:val="00F707C4"/>
    <w:rsid w:val="00F70BD0"/>
    <w:rsid w:val="00F711BF"/>
    <w:rsid w:val="00F71265"/>
    <w:rsid w:val="00F7154B"/>
    <w:rsid w:val="00F7171C"/>
    <w:rsid w:val="00F71738"/>
    <w:rsid w:val="00F71A1B"/>
    <w:rsid w:val="00F71E43"/>
    <w:rsid w:val="00F71F32"/>
    <w:rsid w:val="00F73094"/>
    <w:rsid w:val="00F730A4"/>
    <w:rsid w:val="00F732CC"/>
    <w:rsid w:val="00F73458"/>
    <w:rsid w:val="00F737A7"/>
    <w:rsid w:val="00F737BF"/>
    <w:rsid w:val="00F752BE"/>
    <w:rsid w:val="00F75405"/>
    <w:rsid w:val="00F756C6"/>
    <w:rsid w:val="00F75ABB"/>
    <w:rsid w:val="00F75EB2"/>
    <w:rsid w:val="00F76455"/>
    <w:rsid w:val="00F76CA5"/>
    <w:rsid w:val="00F770B6"/>
    <w:rsid w:val="00F770EE"/>
    <w:rsid w:val="00F77171"/>
    <w:rsid w:val="00F776A5"/>
    <w:rsid w:val="00F77ADD"/>
    <w:rsid w:val="00F802F4"/>
    <w:rsid w:val="00F808BB"/>
    <w:rsid w:val="00F80D5A"/>
    <w:rsid w:val="00F80E28"/>
    <w:rsid w:val="00F8173F"/>
    <w:rsid w:val="00F818CD"/>
    <w:rsid w:val="00F828D7"/>
    <w:rsid w:val="00F82C23"/>
    <w:rsid w:val="00F831A6"/>
    <w:rsid w:val="00F83820"/>
    <w:rsid w:val="00F8383B"/>
    <w:rsid w:val="00F83FC9"/>
    <w:rsid w:val="00F842B3"/>
    <w:rsid w:val="00F843BA"/>
    <w:rsid w:val="00F84625"/>
    <w:rsid w:val="00F8478E"/>
    <w:rsid w:val="00F84DA3"/>
    <w:rsid w:val="00F8515D"/>
    <w:rsid w:val="00F8525D"/>
    <w:rsid w:val="00F85346"/>
    <w:rsid w:val="00F853C0"/>
    <w:rsid w:val="00F853E7"/>
    <w:rsid w:val="00F85A41"/>
    <w:rsid w:val="00F85F13"/>
    <w:rsid w:val="00F86683"/>
    <w:rsid w:val="00F8750D"/>
    <w:rsid w:val="00F87EF0"/>
    <w:rsid w:val="00F90C89"/>
    <w:rsid w:val="00F911F5"/>
    <w:rsid w:val="00F912F1"/>
    <w:rsid w:val="00F918E3"/>
    <w:rsid w:val="00F91AD6"/>
    <w:rsid w:val="00F91C95"/>
    <w:rsid w:val="00F91FE6"/>
    <w:rsid w:val="00F92341"/>
    <w:rsid w:val="00F923A8"/>
    <w:rsid w:val="00F92FB9"/>
    <w:rsid w:val="00F93078"/>
    <w:rsid w:val="00F939D5"/>
    <w:rsid w:val="00F93CC3"/>
    <w:rsid w:val="00F9436A"/>
    <w:rsid w:val="00F947B5"/>
    <w:rsid w:val="00F949C4"/>
    <w:rsid w:val="00F94AF0"/>
    <w:rsid w:val="00F94BB2"/>
    <w:rsid w:val="00F94EDB"/>
    <w:rsid w:val="00F9541F"/>
    <w:rsid w:val="00F95454"/>
    <w:rsid w:val="00F95FC4"/>
    <w:rsid w:val="00F96D9F"/>
    <w:rsid w:val="00F975E5"/>
    <w:rsid w:val="00F97668"/>
    <w:rsid w:val="00F978B4"/>
    <w:rsid w:val="00FA017B"/>
    <w:rsid w:val="00FA0511"/>
    <w:rsid w:val="00FA150A"/>
    <w:rsid w:val="00FA194C"/>
    <w:rsid w:val="00FA1959"/>
    <w:rsid w:val="00FA196D"/>
    <w:rsid w:val="00FA1BD2"/>
    <w:rsid w:val="00FA1C01"/>
    <w:rsid w:val="00FA246C"/>
    <w:rsid w:val="00FA27E6"/>
    <w:rsid w:val="00FA2857"/>
    <w:rsid w:val="00FA2E59"/>
    <w:rsid w:val="00FA3305"/>
    <w:rsid w:val="00FA37B6"/>
    <w:rsid w:val="00FA37D4"/>
    <w:rsid w:val="00FA474C"/>
    <w:rsid w:val="00FA4C7B"/>
    <w:rsid w:val="00FA5EE7"/>
    <w:rsid w:val="00FA5F23"/>
    <w:rsid w:val="00FA60BC"/>
    <w:rsid w:val="00FA64FD"/>
    <w:rsid w:val="00FA66DD"/>
    <w:rsid w:val="00FA69D5"/>
    <w:rsid w:val="00FA6AC2"/>
    <w:rsid w:val="00FA7A36"/>
    <w:rsid w:val="00FA7CCB"/>
    <w:rsid w:val="00FB00BA"/>
    <w:rsid w:val="00FB0102"/>
    <w:rsid w:val="00FB04DA"/>
    <w:rsid w:val="00FB0CDA"/>
    <w:rsid w:val="00FB0F5F"/>
    <w:rsid w:val="00FB2F8C"/>
    <w:rsid w:val="00FB35F3"/>
    <w:rsid w:val="00FB36C1"/>
    <w:rsid w:val="00FB387D"/>
    <w:rsid w:val="00FB3F6E"/>
    <w:rsid w:val="00FB4912"/>
    <w:rsid w:val="00FB5534"/>
    <w:rsid w:val="00FB590B"/>
    <w:rsid w:val="00FB60CE"/>
    <w:rsid w:val="00FB60F8"/>
    <w:rsid w:val="00FB6EA7"/>
    <w:rsid w:val="00FB6F6B"/>
    <w:rsid w:val="00FB7236"/>
    <w:rsid w:val="00FB7295"/>
    <w:rsid w:val="00FB7B9E"/>
    <w:rsid w:val="00FC0513"/>
    <w:rsid w:val="00FC09A2"/>
    <w:rsid w:val="00FC0CF0"/>
    <w:rsid w:val="00FC1331"/>
    <w:rsid w:val="00FC1816"/>
    <w:rsid w:val="00FC1927"/>
    <w:rsid w:val="00FC1AE6"/>
    <w:rsid w:val="00FC1C95"/>
    <w:rsid w:val="00FC1E8D"/>
    <w:rsid w:val="00FC1F65"/>
    <w:rsid w:val="00FC210F"/>
    <w:rsid w:val="00FC225E"/>
    <w:rsid w:val="00FC238D"/>
    <w:rsid w:val="00FC23D3"/>
    <w:rsid w:val="00FC262B"/>
    <w:rsid w:val="00FC2A23"/>
    <w:rsid w:val="00FC3897"/>
    <w:rsid w:val="00FC3AE1"/>
    <w:rsid w:val="00FC4414"/>
    <w:rsid w:val="00FC457D"/>
    <w:rsid w:val="00FC48E1"/>
    <w:rsid w:val="00FC50C1"/>
    <w:rsid w:val="00FC5517"/>
    <w:rsid w:val="00FC5BE7"/>
    <w:rsid w:val="00FC6822"/>
    <w:rsid w:val="00FC6927"/>
    <w:rsid w:val="00FC6CAC"/>
    <w:rsid w:val="00FC77C3"/>
    <w:rsid w:val="00FD093E"/>
    <w:rsid w:val="00FD0B13"/>
    <w:rsid w:val="00FD1557"/>
    <w:rsid w:val="00FD1C3F"/>
    <w:rsid w:val="00FD1E63"/>
    <w:rsid w:val="00FD2052"/>
    <w:rsid w:val="00FD208D"/>
    <w:rsid w:val="00FD20F7"/>
    <w:rsid w:val="00FD222A"/>
    <w:rsid w:val="00FD2319"/>
    <w:rsid w:val="00FD25B8"/>
    <w:rsid w:val="00FD2B78"/>
    <w:rsid w:val="00FD3469"/>
    <w:rsid w:val="00FD3BB2"/>
    <w:rsid w:val="00FD43D3"/>
    <w:rsid w:val="00FD5068"/>
    <w:rsid w:val="00FD5337"/>
    <w:rsid w:val="00FD5557"/>
    <w:rsid w:val="00FD58AD"/>
    <w:rsid w:val="00FD5BFE"/>
    <w:rsid w:val="00FD5CD6"/>
    <w:rsid w:val="00FD5EC7"/>
    <w:rsid w:val="00FD6136"/>
    <w:rsid w:val="00FD639D"/>
    <w:rsid w:val="00FD6DE9"/>
    <w:rsid w:val="00FD756C"/>
    <w:rsid w:val="00FD782D"/>
    <w:rsid w:val="00FD7BDE"/>
    <w:rsid w:val="00FD7E37"/>
    <w:rsid w:val="00FD7ECC"/>
    <w:rsid w:val="00FE028A"/>
    <w:rsid w:val="00FE0422"/>
    <w:rsid w:val="00FE0F98"/>
    <w:rsid w:val="00FE1146"/>
    <w:rsid w:val="00FE14C4"/>
    <w:rsid w:val="00FE1E49"/>
    <w:rsid w:val="00FE2D69"/>
    <w:rsid w:val="00FE2E95"/>
    <w:rsid w:val="00FE2ED8"/>
    <w:rsid w:val="00FE2EE9"/>
    <w:rsid w:val="00FE30FA"/>
    <w:rsid w:val="00FE37FB"/>
    <w:rsid w:val="00FE3F60"/>
    <w:rsid w:val="00FE4B8B"/>
    <w:rsid w:val="00FE5277"/>
    <w:rsid w:val="00FE52A4"/>
    <w:rsid w:val="00FE5339"/>
    <w:rsid w:val="00FE53BF"/>
    <w:rsid w:val="00FE5DC2"/>
    <w:rsid w:val="00FE5ECE"/>
    <w:rsid w:val="00FE62C7"/>
    <w:rsid w:val="00FE695E"/>
    <w:rsid w:val="00FE727D"/>
    <w:rsid w:val="00FE7A93"/>
    <w:rsid w:val="00FE7A94"/>
    <w:rsid w:val="00FF0248"/>
    <w:rsid w:val="00FF0AA1"/>
    <w:rsid w:val="00FF12B9"/>
    <w:rsid w:val="00FF2534"/>
    <w:rsid w:val="00FF29EF"/>
    <w:rsid w:val="00FF2B73"/>
    <w:rsid w:val="00FF35D8"/>
    <w:rsid w:val="00FF3821"/>
    <w:rsid w:val="00FF38C0"/>
    <w:rsid w:val="00FF38CD"/>
    <w:rsid w:val="00FF3C9A"/>
    <w:rsid w:val="00FF4A95"/>
    <w:rsid w:val="00FF5007"/>
    <w:rsid w:val="00FF507F"/>
    <w:rsid w:val="00FF5295"/>
    <w:rsid w:val="00FF557F"/>
    <w:rsid w:val="00FF5D18"/>
    <w:rsid w:val="00FF5E2F"/>
    <w:rsid w:val="00FF5E30"/>
    <w:rsid w:val="00FF646C"/>
    <w:rsid w:val="00FF7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260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link w:val="Heading1Char"/>
    <w:uiPriority w:val="99"/>
    <w:qFormat/>
    <w:rsid w:val="00305F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5F43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NormalWeb">
    <w:name w:val="Normal (Web)"/>
    <w:basedOn w:val="Normal"/>
    <w:uiPriority w:val="99"/>
    <w:semiHidden/>
    <w:rsid w:val="00852F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305F43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245F57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A15D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216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6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6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21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2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21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21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21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21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216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216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21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216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216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2216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2216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2216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216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216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2216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2216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2216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216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216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2216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2216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221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216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216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2216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2216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2216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2216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216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216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2216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2216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2216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2216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216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216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2216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2216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2216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2216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216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216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2216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2216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2216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216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216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2216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2216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2216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2216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216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216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2216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2216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2216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2216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216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216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2216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2216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722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216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6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6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6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21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syh.kiev.ua/%D0%9D%D0%9F%D0%A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311</TotalTime>
  <Pages>7</Pages>
  <Words>7703</Words>
  <Characters>4392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55</cp:revision>
  <dcterms:created xsi:type="dcterms:W3CDTF">2016-10-30T12:47:00Z</dcterms:created>
  <dcterms:modified xsi:type="dcterms:W3CDTF">2016-10-31T19:30:00Z</dcterms:modified>
</cp:coreProperties>
</file>