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842" w:rsidRPr="00230D69" w:rsidRDefault="00306842" w:rsidP="00230D6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230D69">
        <w:rPr>
          <w:rFonts w:ascii="Times New Roman" w:hAnsi="Times New Roman"/>
          <w:b/>
          <w:sz w:val="28"/>
          <w:szCs w:val="28"/>
          <w:lang w:val="uk-UA"/>
        </w:rPr>
        <w:t xml:space="preserve">Лілія Шкребтій  </w:t>
      </w:r>
    </w:p>
    <w:p w:rsidR="00306842" w:rsidRDefault="00306842" w:rsidP="00230D6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230D69">
        <w:rPr>
          <w:rFonts w:ascii="Times New Roman" w:hAnsi="Times New Roman"/>
          <w:b/>
          <w:sz w:val="28"/>
          <w:szCs w:val="28"/>
          <w:lang w:val="uk-UA"/>
        </w:rPr>
        <w:t xml:space="preserve"> (Черкаси, Україна)</w:t>
      </w:r>
    </w:p>
    <w:p w:rsidR="00306842" w:rsidRPr="00230D69" w:rsidRDefault="00306842" w:rsidP="00230D6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306842" w:rsidRDefault="00306842" w:rsidP="00A141CF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СОЦІАЛЬНІ КОМУНІКАЦІЇ. МЕДІА                                          </w:t>
      </w:r>
      <w:r w:rsidRPr="00A141CF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Журналістика. Теорія та історія журналістики</w:t>
      </w:r>
      <w:r w:rsidRPr="00A141CF">
        <w:rPr>
          <w:rFonts w:ascii="Times New Roman" w:hAnsi="Times New Roman"/>
          <w:sz w:val="28"/>
          <w:szCs w:val="28"/>
          <w:lang w:val="uk-UA"/>
        </w:rPr>
        <w:t>)</w:t>
      </w:r>
    </w:p>
    <w:p w:rsidR="00306842" w:rsidRDefault="00306842" w:rsidP="00A141CF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ПОРТРЕТНЕ ІНТЕРВ</w:t>
      </w:r>
      <w:r w:rsidRPr="00F270E4"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Ю: ПОНЯТТЯ, РІЗНОВИДИ ТА ЖАНРОВІ ОСОБЛИВОСТІ</w:t>
      </w:r>
    </w:p>
    <w:p w:rsidR="00306842" w:rsidRDefault="00306842" w:rsidP="00F270E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8A4579">
        <w:rPr>
          <w:rFonts w:ascii="Times New Roman" w:hAnsi="Times New Roman"/>
          <w:sz w:val="28"/>
          <w:szCs w:val="28"/>
          <w:lang w:eastAsia="ru-RU"/>
        </w:rPr>
        <w:t>Портретне інтерв</w:t>
      </w:r>
      <w:r>
        <w:rPr>
          <w:rFonts w:ascii="Times New Roman" w:hAnsi="Times New Roman"/>
          <w:sz w:val="28"/>
          <w:szCs w:val="28"/>
          <w:lang w:eastAsia="ru-RU"/>
        </w:rPr>
        <w:t>’</w:t>
      </w:r>
      <w:r w:rsidRPr="008A4579">
        <w:rPr>
          <w:rFonts w:ascii="Times New Roman" w:hAnsi="Times New Roman"/>
          <w:sz w:val="28"/>
          <w:szCs w:val="28"/>
          <w:lang w:eastAsia="ru-RU"/>
        </w:rPr>
        <w:t>ю я</w:t>
      </w:r>
      <w:r>
        <w:rPr>
          <w:rFonts w:ascii="Times New Roman" w:hAnsi="Times New Roman"/>
          <w:sz w:val="28"/>
          <w:szCs w:val="28"/>
          <w:lang w:eastAsia="ru-RU"/>
        </w:rPr>
        <w:t>к жанр посідаєособливемісце в медійномупросторі</w:t>
      </w:r>
      <w:r w:rsidRPr="008A4579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Основнайого мета – розкритиособистістьлюдини та її характер. Нині портретне інтерв’ю набуває все більшоїпопулярностісередреципієнтів у всіх типах ЗМІ.  портретне інтерв’ю є одним ізнайскладнішихвидівцього жанру. Журналістмає не лишедізнатисяважливіфакти з життялюдини, але й сформуватипевний образ, якомувідповідає той чи той герой матеріалу.</w:t>
      </w:r>
    </w:p>
    <w:p w:rsidR="00306842" w:rsidRDefault="00306842" w:rsidP="00E760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 сучасному журналістикознавстві і</w:t>
      </w:r>
      <w:r w:rsidRPr="00142341">
        <w:rPr>
          <w:rFonts w:ascii="Times New Roman" w:hAnsi="Times New Roman"/>
          <w:sz w:val="28"/>
          <w:szCs w:val="28"/>
          <w:lang w:eastAsia="ru-RU"/>
        </w:rPr>
        <w:t>снуєчималодефініцій</w:t>
      </w:r>
      <w:r>
        <w:rPr>
          <w:rFonts w:ascii="Times New Roman" w:hAnsi="Times New Roman"/>
          <w:sz w:val="28"/>
          <w:szCs w:val="28"/>
          <w:lang w:eastAsia="ru-RU"/>
        </w:rPr>
        <w:t>портретного</w:t>
      </w:r>
      <w:r w:rsidRPr="00142341">
        <w:rPr>
          <w:rFonts w:ascii="Times New Roman" w:hAnsi="Times New Roman"/>
          <w:sz w:val="28"/>
          <w:szCs w:val="28"/>
          <w:lang w:eastAsia="ru-RU"/>
        </w:rPr>
        <w:t xml:space="preserve"> інтерв</w:t>
      </w:r>
      <w:r>
        <w:rPr>
          <w:rFonts w:ascii="Times New Roman" w:hAnsi="Times New Roman"/>
          <w:sz w:val="28"/>
          <w:szCs w:val="28"/>
          <w:lang w:eastAsia="ru-RU"/>
        </w:rPr>
        <w:t>’</w:t>
      </w:r>
      <w:r w:rsidRPr="00142341">
        <w:rPr>
          <w:rFonts w:ascii="Times New Roman" w:hAnsi="Times New Roman"/>
          <w:sz w:val="28"/>
          <w:szCs w:val="28"/>
          <w:lang w:eastAsia="ru-RU"/>
        </w:rPr>
        <w:t xml:space="preserve">ю як жанру. Зокрема, </w:t>
      </w:r>
      <w:r>
        <w:rPr>
          <w:rFonts w:ascii="Times New Roman" w:hAnsi="Times New Roman"/>
          <w:sz w:val="28"/>
          <w:szCs w:val="28"/>
          <w:lang w:eastAsia="ru-RU"/>
        </w:rPr>
        <w:t>дослідник В. </w:t>
      </w:r>
      <w:r w:rsidRPr="007E7022">
        <w:rPr>
          <w:rFonts w:ascii="Times New Roman" w:hAnsi="Times New Roman"/>
          <w:sz w:val="28"/>
          <w:szCs w:val="28"/>
          <w:lang w:eastAsia="ru-RU"/>
        </w:rPr>
        <w:t>Здоровега</w:t>
      </w:r>
      <w:r>
        <w:rPr>
          <w:rFonts w:ascii="Times New Roman" w:hAnsi="Times New Roman"/>
          <w:sz w:val="28"/>
          <w:szCs w:val="28"/>
          <w:lang w:eastAsia="ru-RU"/>
        </w:rPr>
        <w:t>пропонуєтакевизначення: «це</w:t>
      </w:r>
      <w:r w:rsidRPr="00142341">
        <w:rPr>
          <w:rFonts w:ascii="Times New Roman" w:hAnsi="Times New Roman"/>
          <w:bCs/>
          <w:color w:val="000000"/>
          <w:sz w:val="28"/>
          <w:szCs w:val="28"/>
          <w:lang w:eastAsia="uk-UA"/>
        </w:rPr>
        <w:t>розмоважурналіста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з відомоюабо просто обізнаною в</w:t>
      </w:r>
      <w:r w:rsidRPr="00142341">
        <w:rPr>
          <w:rFonts w:ascii="Times New Roman" w:hAnsi="Times New Roman"/>
          <w:bCs/>
          <w:color w:val="000000"/>
          <w:sz w:val="28"/>
          <w:szCs w:val="28"/>
          <w:lang w:eastAsia="uk-UA"/>
        </w:rPr>
        <w:t>якійсьсправі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особою </w:t>
      </w:r>
      <w:r w:rsidRPr="00142341">
        <w:rPr>
          <w:rFonts w:ascii="Times New Roman" w:hAnsi="Times New Roman"/>
          <w:bCs/>
          <w:color w:val="000000"/>
          <w:sz w:val="28"/>
          <w:szCs w:val="28"/>
          <w:lang w:eastAsia="uk-UA"/>
        </w:rPr>
        <w:t>переважно на значущу тему, призначена для оприлюднення в мас-медіа</w:t>
      </w:r>
      <w:r w:rsidRPr="00142341">
        <w:rPr>
          <w:rFonts w:ascii="Times New Roman" w:hAnsi="Times New Roman"/>
          <w:sz w:val="28"/>
          <w:szCs w:val="28"/>
          <w:lang w:eastAsia="ru-RU"/>
        </w:rPr>
        <w:t xml:space="preserve"> у формізапитань-відповідей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142341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142341">
        <w:rPr>
          <w:rFonts w:ascii="Times New Roman" w:hAnsi="Times New Roman"/>
          <w:sz w:val="28"/>
          <w:szCs w:val="28"/>
          <w:lang w:eastAsia="ru-RU"/>
        </w:rPr>
        <w:t>].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Крім того, </w:t>
      </w:r>
      <w:r w:rsidRPr="005348AF">
        <w:rPr>
          <w:rFonts w:ascii="Times New Roman" w:hAnsi="Times New Roman"/>
          <w:sz w:val="28"/>
          <w:szCs w:val="28"/>
          <w:lang w:val="uk-UA" w:eastAsia="ru-RU"/>
        </w:rPr>
        <w:t xml:space="preserve"> інтерв’ю-портрет - це особливий різновид інтерв’ю, метою якого є всебічне розкриття особистості співрозмовника». </w:t>
      </w:r>
      <w:r>
        <w:rPr>
          <w:rFonts w:ascii="Times New Roman" w:hAnsi="Times New Roman"/>
          <w:sz w:val="28"/>
          <w:szCs w:val="28"/>
          <w:lang w:eastAsia="ru-RU"/>
        </w:rPr>
        <w:t>Цей вид інтерв’ю маєзалишитивраження у реципієнта, щозалишилася невелика таємниця про відомого героя. Цеспонукатиме до створенняінтриги та бажаннязновуознайомлюватисязісхожими інтерв’ю з цієюособистістю. Таке інтерв’ю для медійника – це, з одного боку, спосіботриманняінформаціїжурналістом шляхом безпосередньогоспілкування  з людиною, а з іншого – публіцистичний жанр у виглядірозмови, бесідичидіалогу, у якомужурналістдаєзмогувідомійособірозповісти про себе та важливіфакти з їїжиття</w:t>
      </w:r>
      <w:r w:rsidRPr="00142341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142341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06842" w:rsidRPr="00E76016" w:rsidRDefault="00306842" w:rsidP="00E760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ортретне інтерв’ю – комплексниймовленнєвий жанр діалогічного типу дискурсу, якийспрямований на розкриттясвоєрідного характеру співрозмовника для створенняйогопсихологічного портрету». Російськадослідниця М. Лукінатакожвиділяє  інтерв</w:t>
      </w:r>
      <w:r w:rsidRPr="00702CD8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ю-портрет в окремукатегорію та пропонуєсинонім «персональне інтерв’ю» або «профіль». За її словами, профіль – це інтерв’ю, сфокусоване на одному герої. Ним може стати людина, яка виявила себе в певнійсферісуспільноїдіяльності та привертаєувагуширокоїпубліки</w:t>
      </w:r>
      <w:r w:rsidRPr="00142341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142341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06842" w:rsidRPr="00F270E4" w:rsidRDefault="00306842" w:rsidP="00E7601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7761">
        <w:rPr>
          <w:rFonts w:ascii="Times New Roman" w:hAnsi="Times New Roman"/>
          <w:sz w:val="28"/>
          <w:szCs w:val="28"/>
          <w:lang w:val="uk-UA" w:eastAsia="ru-RU"/>
        </w:rPr>
        <w:t xml:space="preserve">Варто зазначити, що в стандартах Британської мовної корпорації (Бі-Бі-Сі)  портретне інтерв’ю з особистістю виокремлено як один із 12 типів інтерв’ю. 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 xml:space="preserve">Вономаєтакетлумачення: «інтерв’ю – цепроникнення в особисте, невідомеаудиторії». Це інтерв’ю може бути короткимспілкуванняміззіркою на їїулюблену тему, тобто про неї саму, абоцеможе бути довший, докладніший і навмисновідвертийбіографічнийматеріал. </w:t>
      </w: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ерсональне інтерв</w:t>
      </w:r>
      <w:r w:rsidRPr="00C97E35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97E35">
        <w:rPr>
          <w:rFonts w:ascii="Times New Roman" w:hAnsi="Times New Roman"/>
          <w:sz w:val="28"/>
          <w:szCs w:val="28"/>
          <w:lang w:eastAsia="ru-RU"/>
        </w:rPr>
        <w:t>сфокусоване</w:t>
      </w:r>
      <w:r>
        <w:rPr>
          <w:rFonts w:ascii="Times New Roman" w:hAnsi="Times New Roman"/>
          <w:sz w:val="28"/>
          <w:szCs w:val="28"/>
          <w:lang w:eastAsia="ru-RU"/>
        </w:rPr>
        <w:t xml:space="preserve"> на одному героєві, протебажано провести не одну зустріч з людьми, зацікавленимичиблизькими до цієїособистості. Такожцеможуть бути випадковіспостерігачі за життямобраноїжурналістомперсони. Героєм такого інтерв</w:t>
      </w:r>
      <w:r w:rsidRPr="00C97E35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ю може стати людина, яка виявила себе в будь-якійсферігромадськогожиття і привертаєувагумасовоїаудиторії. Ними найчастішестають уже відоміреципієнтам люди – зірки шоу-бізнесу, спортсмени та політики. У розмовіповиннібутиописані будь-якіфакти з життяособистості. Основнезавданняжурналіста – не подати багатоінформації, а продемонструвати, якоюлюдина є насправді, «олюднитигламурний образ».</w:t>
      </w:r>
    </w:p>
    <w:p w:rsidR="00306842" w:rsidRDefault="00306842" w:rsidP="00E760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Значнуувагудослідникиприділяють портретному інтерв</w:t>
      </w:r>
      <w:r w:rsidRPr="00573767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ю на телебаченні. Зокрема, науковець Н. Симоніназазначає, що</w:t>
      </w:r>
      <w:r w:rsidRPr="008F73E0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телевізійне портретне інтерв’ю –  цесамостійнийаудіовізуальний</w:t>
      </w:r>
      <w:r w:rsidRPr="008F73E0">
        <w:rPr>
          <w:rFonts w:ascii="Times New Roman" w:hAnsi="Times New Roman"/>
          <w:sz w:val="28"/>
          <w:szCs w:val="28"/>
          <w:lang w:eastAsia="ru-RU"/>
        </w:rPr>
        <w:t>продукт</w:t>
      </w:r>
      <w:r>
        <w:rPr>
          <w:rFonts w:ascii="Times New Roman" w:hAnsi="Times New Roman"/>
          <w:sz w:val="28"/>
          <w:szCs w:val="28"/>
          <w:lang w:eastAsia="ru-RU"/>
        </w:rPr>
        <w:t>співпраціжурналіста та героя програми, щовиникає впроцесібесідирівноправнихспіврозмовників, для формуваннятелевізійного образу та психологічного портрета інтерв</w:t>
      </w:r>
      <w:r w:rsidRPr="00C61368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юента. Матеріал</w:t>
      </w:r>
      <w:r w:rsidRPr="008F73E0">
        <w:rPr>
          <w:rFonts w:ascii="Times New Roman" w:hAnsi="Times New Roman"/>
          <w:sz w:val="28"/>
          <w:szCs w:val="28"/>
          <w:lang w:eastAsia="ru-RU"/>
        </w:rPr>
        <w:t>відзнятий за до</w:t>
      </w:r>
      <w:r>
        <w:rPr>
          <w:rFonts w:ascii="Times New Roman" w:hAnsi="Times New Roman"/>
          <w:sz w:val="28"/>
          <w:szCs w:val="28"/>
          <w:lang w:eastAsia="ru-RU"/>
        </w:rPr>
        <w:t>помогоютелевізійноїтехніки і</w:t>
      </w:r>
      <w:r w:rsidRPr="008F73E0">
        <w:rPr>
          <w:rFonts w:ascii="Times New Roman" w:hAnsi="Times New Roman"/>
          <w:sz w:val="28"/>
          <w:szCs w:val="28"/>
          <w:lang w:eastAsia="ru-RU"/>
        </w:rPr>
        <w:t>вийшов в ефірнаживоабо в запису»</w:t>
      </w:r>
      <w:r w:rsidRPr="00142341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142341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06842" w:rsidRDefault="00306842" w:rsidP="00E760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646">
        <w:rPr>
          <w:rFonts w:ascii="Times New Roman" w:hAnsi="Times New Roman"/>
          <w:sz w:val="28"/>
          <w:szCs w:val="28"/>
          <w:lang w:eastAsia="ru-RU"/>
        </w:rPr>
        <w:t xml:space="preserve">У сучасному журналістикознавстві </w:t>
      </w:r>
      <w:r>
        <w:rPr>
          <w:rFonts w:ascii="Times New Roman" w:hAnsi="Times New Roman"/>
          <w:sz w:val="28"/>
          <w:szCs w:val="28"/>
          <w:lang w:eastAsia="ru-RU"/>
        </w:rPr>
        <w:t>розрізня</w:t>
      </w:r>
      <w:r>
        <w:rPr>
          <w:rFonts w:ascii="Times New Roman" w:hAnsi="Times New Roman"/>
          <w:sz w:val="28"/>
          <w:szCs w:val="28"/>
          <w:lang w:val="uk-UA" w:eastAsia="ru-RU"/>
        </w:rPr>
        <w:t>ють</w:t>
      </w:r>
      <w:r w:rsidRPr="00450646">
        <w:rPr>
          <w:rFonts w:ascii="Times New Roman" w:hAnsi="Times New Roman"/>
          <w:sz w:val="28"/>
          <w:szCs w:val="28"/>
          <w:lang w:eastAsia="ru-RU"/>
        </w:rPr>
        <w:t>кількавидівпортретного (біографічного) інтерв’ю за структурою та змістом:</w:t>
      </w:r>
    </w:p>
    <w:p w:rsidR="00306842" w:rsidRDefault="00306842" w:rsidP="00E760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uk-UA"/>
        </w:rPr>
        <w:t>Л</w:t>
      </w:r>
      <w:r w:rsidRPr="008D0CB1">
        <w:rPr>
          <w:rFonts w:ascii="Times New Roman" w:hAnsi="Times New Roman"/>
          <w:i/>
          <w:color w:val="000000"/>
          <w:sz w:val="28"/>
          <w:szCs w:val="28"/>
          <w:lang w:eastAsia="uk-UA"/>
        </w:rPr>
        <w:t>ейтмотивне інтерв’ю.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Респондента  відразу підводять до певної теми, а потім свідомо спрямовують розмову так, щоб він не дуже відхилявся від цієї теми та продовжував її впродовж бесіди.</w:t>
      </w:r>
    </w:p>
    <w:p w:rsidR="00306842" w:rsidRDefault="00306842" w:rsidP="00E760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7137F">
        <w:rPr>
          <w:rFonts w:ascii="Times New Roman" w:hAnsi="Times New Roman"/>
          <w:i/>
          <w:color w:val="000000"/>
          <w:sz w:val="28"/>
          <w:szCs w:val="28"/>
          <w:lang w:eastAsia="uk-UA"/>
        </w:rPr>
        <w:t>Наративне.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Співрозмовника</w:t>
      </w:r>
      <w:r w:rsidRPr="0007137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спершу просять детально розповісти історію свого життя, бажано в хронологічній послі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довності.</w:t>
      </w:r>
    </w:p>
    <w:p w:rsidR="00306842" w:rsidRDefault="00306842" w:rsidP="00E760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7137F">
        <w:rPr>
          <w:rFonts w:ascii="Times New Roman" w:hAnsi="Times New Roman"/>
          <w:i/>
          <w:color w:val="000000"/>
          <w:sz w:val="28"/>
          <w:szCs w:val="28"/>
          <w:lang w:eastAsia="uk-UA"/>
        </w:rPr>
        <w:t>Відкрите інтерв’ю.</w:t>
      </w:r>
      <w:r w:rsidRPr="0007137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Під час нього медійник обирає роль «допитливого слухача» й у стилі повсякденної розмови ставить заздалегідь продумані зап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итання, які спрямовують бесіду в потрібному напрямку.</w:t>
      </w:r>
    </w:p>
    <w:p w:rsidR="00306842" w:rsidRPr="0007137F" w:rsidRDefault="00306842" w:rsidP="00E760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7137F">
        <w:rPr>
          <w:rFonts w:ascii="Times New Roman" w:hAnsi="Times New Roman"/>
          <w:i/>
          <w:color w:val="000000"/>
          <w:sz w:val="28"/>
          <w:szCs w:val="28"/>
          <w:lang w:eastAsia="uk-UA"/>
        </w:rPr>
        <w:t xml:space="preserve">Фокусоване. </w:t>
      </w:r>
      <w:r w:rsidRPr="0007137F">
        <w:rPr>
          <w:rFonts w:ascii="Times New Roman" w:hAnsi="Times New Roman"/>
          <w:color w:val="000000"/>
          <w:sz w:val="28"/>
          <w:szCs w:val="28"/>
          <w:lang w:eastAsia="uk-UA"/>
        </w:rPr>
        <w:t>Це інтерв</w:t>
      </w:r>
      <w:r w:rsidRPr="0007137F">
        <w:rPr>
          <w:rFonts w:ascii="Times New Roman" w:hAnsi="Times New Roman"/>
          <w:color w:val="000000"/>
          <w:sz w:val="28"/>
          <w:szCs w:val="28"/>
          <w:lang w:val="ru-RU" w:eastAsia="uk-UA"/>
        </w:rPr>
        <w:t>’</w:t>
      </w:r>
      <w:r w:rsidRPr="0007137F">
        <w:rPr>
          <w:rFonts w:ascii="Times New Roman" w:hAnsi="Times New Roman"/>
          <w:color w:val="000000"/>
          <w:sz w:val="28"/>
          <w:szCs w:val="28"/>
          <w:lang w:eastAsia="uk-UA"/>
        </w:rPr>
        <w:t>ю, що передбачає бесіду на чітко визначену тему</w:t>
      </w:r>
      <w:r>
        <w:rPr>
          <w:rFonts w:ascii="Times New Roman" w:hAnsi="Times New Roman"/>
          <w:sz w:val="28"/>
          <w:szCs w:val="28"/>
          <w:lang w:eastAsia="ru-RU"/>
        </w:rPr>
        <w:t>[5]</w:t>
      </w:r>
      <w:r w:rsidRPr="0007137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</w:p>
    <w:p w:rsidR="00306842" w:rsidRDefault="00306842" w:rsidP="007B22A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7601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Окрім того, </w:t>
      </w:r>
      <w:r w:rsidRPr="00E76016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E7601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тематикою портретного інтерв’ю дослідник М.</w:t>
      </w:r>
      <w:r w:rsidRPr="000C21F3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E76016">
        <w:rPr>
          <w:rFonts w:ascii="Times New Roman" w:hAnsi="Times New Roman"/>
          <w:color w:val="000000"/>
          <w:sz w:val="28"/>
          <w:szCs w:val="28"/>
          <w:lang w:val="uk-UA" w:eastAsia="uk-UA"/>
        </w:rPr>
        <w:t>Кім</w:t>
      </w:r>
      <w:r w:rsidRPr="00E76016">
        <w:rPr>
          <w:rFonts w:ascii="Times New Roman" w:hAnsi="Times New Roman"/>
          <w:sz w:val="28"/>
          <w:szCs w:val="28"/>
          <w:lang w:val="uk-UA" w:eastAsia="ru-RU"/>
        </w:rPr>
        <w:t xml:space="preserve"> [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E76016">
        <w:rPr>
          <w:rFonts w:ascii="Times New Roman" w:hAnsi="Times New Roman"/>
          <w:sz w:val="28"/>
          <w:szCs w:val="28"/>
          <w:lang w:val="uk-UA" w:eastAsia="ru-RU"/>
        </w:rPr>
        <w:t xml:space="preserve">] </w:t>
      </w:r>
      <w:r w:rsidRPr="00E7601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виокремлює чотири його різновиди: подієве портретне, біографічне портретне, ювілейне портретне та політичне портретне.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Нині, н</w:t>
      </w:r>
      <w:r w:rsidRPr="000C21F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 думку дослідника, </w:t>
      </w:r>
      <w:r w:rsidRPr="000C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портрет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медіа – </w:t>
      </w:r>
      <w:r w:rsidRPr="000C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один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найпопулярнішихвидів інтерв</w:t>
      </w:r>
      <w:r w:rsidRPr="006537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0C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Це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спричинено</w:t>
      </w:r>
      <w:r w:rsidRPr="000C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кількомаобставинами: інтересомчитача до певноїособистості, можливістюпроникнути в їївнут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рішнійсвіт, а такожбіографічноюдостовірністю</w:t>
      </w:r>
      <w:r w:rsidRPr="000C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(герой розповідає сам про себе)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7B22A9">
        <w:rPr>
          <w:rFonts w:ascii="Times New Roman" w:hAnsi="Times New Roman"/>
          <w:color w:val="000000"/>
          <w:sz w:val="28"/>
          <w:szCs w:val="28"/>
          <w:lang w:val="uk-UA" w:eastAsia="uk-UA"/>
        </w:rPr>
        <w:t>За ступенем інтенсивності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виокремлюють </w:t>
      </w:r>
      <w:r w:rsidRPr="007B22A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три різновиди цього жанру: короткі, глибинні та фокусовані. </w:t>
      </w: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Короткі інтерв’ю триваютьвід 10 до 30 хвилин. Глибинніщеназиваютьклінічними, аджевонитривають годинами. Фокусованізорієнтовані на вивченняпроцесівсприйняттялюдиноюпевних тем.Їхнятривалістьобмеженалише метою й завданнями інтерв’ю. </w:t>
      </w:r>
    </w:p>
    <w:p w:rsidR="00306842" w:rsidRPr="007B22A9" w:rsidRDefault="00306842" w:rsidP="007B22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B22A9">
        <w:rPr>
          <w:rFonts w:ascii="Times New Roman" w:hAnsi="Times New Roman"/>
          <w:sz w:val="28"/>
          <w:szCs w:val="28"/>
          <w:lang w:val="uk-UA" w:eastAsia="ru-RU"/>
        </w:rPr>
        <w:t>На сьогодні портретне інтерв’ю становить один із найпопулярніших публіцистичних жанрів, що пояснено прагненням аудиторії отримувати інформацію про людей: від відомих та знаменитих до таких, як вони самі.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Практично всінауковці, якідосліджують портретне інтерв’ю, виділяютьйого в окремий жанр.Вартозазначити, що портрет – доситьширокепоняття, щоможепозначати:</w:t>
      </w:r>
    </w:p>
    <w:p w:rsidR="00306842" w:rsidRPr="00D7191F" w:rsidRDefault="00306842" w:rsidP="007B22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D7191F">
        <w:rPr>
          <w:rFonts w:ascii="Times New Roman" w:hAnsi="Times New Roman"/>
          <w:sz w:val="28"/>
          <w:szCs w:val="28"/>
          <w:lang w:eastAsia="ru-RU"/>
        </w:rPr>
        <w:t>удожньо-публіци</w:t>
      </w:r>
      <w:r>
        <w:rPr>
          <w:rFonts w:ascii="Times New Roman" w:hAnsi="Times New Roman"/>
          <w:sz w:val="28"/>
          <w:szCs w:val="28"/>
          <w:lang w:eastAsia="ru-RU"/>
        </w:rPr>
        <w:t>стичний жанр (портретний нарис);</w:t>
      </w:r>
    </w:p>
    <w:p w:rsidR="00306842" w:rsidRPr="00D7191F" w:rsidRDefault="00306842" w:rsidP="007B22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D7191F">
        <w:rPr>
          <w:rFonts w:ascii="Times New Roman" w:hAnsi="Times New Roman"/>
          <w:sz w:val="28"/>
          <w:szCs w:val="28"/>
          <w:lang w:eastAsia="ru-RU"/>
        </w:rPr>
        <w:t>убліцистичний жанр (портретне інтерв</w:t>
      </w:r>
      <w:r w:rsidRPr="00D7191F">
        <w:rPr>
          <w:rFonts w:ascii="Times New Roman" w:hAnsi="Times New Roman"/>
          <w:sz w:val="28"/>
          <w:szCs w:val="28"/>
          <w:lang w:val="en-US" w:eastAsia="ru-RU"/>
        </w:rPr>
        <w:t>’</w:t>
      </w:r>
      <w:r w:rsidRPr="00D7191F">
        <w:rPr>
          <w:rFonts w:ascii="Times New Roman" w:hAnsi="Times New Roman"/>
          <w:sz w:val="28"/>
          <w:szCs w:val="28"/>
          <w:lang w:eastAsia="ru-RU"/>
        </w:rPr>
        <w:t>ю);</w:t>
      </w:r>
    </w:p>
    <w:p w:rsidR="00306842" w:rsidRPr="00D7191F" w:rsidRDefault="00306842" w:rsidP="007B22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D7191F">
        <w:rPr>
          <w:rFonts w:ascii="Times New Roman" w:hAnsi="Times New Roman"/>
          <w:sz w:val="28"/>
          <w:szCs w:val="28"/>
          <w:lang w:eastAsia="ru-RU"/>
        </w:rPr>
        <w:t>етод відображення дійс</w:t>
      </w:r>
      <w:r>
        <w:rPr>
          <w:rFonts w:ascii="Times New Roman" w:hAnsi="Times New Roman"/>
          <w:sz w:val="28"/>
          <w:szCs w:val="28"/>
          <w:lang w:eastAsia="ru-RU"/>
        </w:rPr>
        <w:t>ності.</w:t>
      </w:r>
    </w:p>
    <w:p w:rsidR="00306842" w:rsidRPr="00230D69" w:rsidRDefault="00306842" w:rsidP="007B22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B22A9">
        <w:rPr>
          <w:rFonts w:ascii="Times New Roman" w:hAnsi="Times New Roman"/>
          <w:sz w:val="28"/>
          <w:szCs w:val="28"/>
          <w:lang w:val="uk-UA" w:eastAsia="ru-RU"/>
        </w:rPr>
        <w:t xml:space="preserve">Від інших публіцистичних жанрів його відрізняє передусім діалогічна природа спілкування. </w:t>
      </w:r>
      <w:r w:rsidRPr="007B22A9">
        <w:rPr>
          <w:rFonts w:ascii="Times New Roman" w:hAnsi="Times New Roman"/>
          <w:sz w:val="28"/>
          <w:szCs w:val="28"/>
          <w:lang w:eastAsia="ru-RU"/>
        </w:rPr>
        <w:t>Тожперсональне інтерв’ю – це акт комунікації журналіста з респондентом, іншими словами – це бесіда. У нійспіврозмовники – журналіст (інтерв’юєр) і його партнер (інтерв’юйований) – беруть участь в інформаційномуобміні для наданнявідомостей головному учасникукомунікації – аудиторії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Ва</w:t>
      </w:r>
      <w:r w:rsidRPr="007B22A9">
        <w:rPr>
          <w:rFonts w:ascii="Times New Roman" w:hAnsi="Times New Roman"/>
          <w:sz w:val="28"/>
          <w:szCs w:val="28"/>
          <w:lang w:val="uk-UA" w:eastAsia="ru-RU"/>
        </w:rPr>
        <w:t xml:space="preserve">жливою жанровою особливістю портретного інтерв’ю є фокус на одному героєві, яким має бути відома публічна особа, що викликає великий інтерес у масової аудиторії. 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 xml:space="preserve">У цьомужанріжурналістуналежитьосновна роль ініціатора та координатора бесіди. Усіформийоговисловлюваньмають бути спрямовані на отриманняінформації про особистість героя длявідкриттяновихунікальнихфактів з йогожиття. </w:t>
      </w:r>
    </w:p>
    <w:p w:rsidR="00306842" w:rsidRDefault="00306842" w:rsidP="007B22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B22A9">
        <w:rPr>
          <w:rFonts w:ascii="Times New Roman" w:hAnsi="Times New Roman"/>
          <w:sz w:val="28"/>
          <w:szCs w:val="28"/>
          <w:lang w:val="uk-UA" w:eastAsia="ru-RU"/>
        </w:rPr>
        <w:t xml:space="preserve">Необхідно зазначити, що специфіка персонального інтерв’ю як жанру полягає в тому, що факт чи подія з життя персонажа розкриваються через повідомлення, думку обраного співрозмовника, що володіє цією інформацією. 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Отриманнявідомостей про персонажа  безпосередньовіднього самого забезпечуєвідчуттядостовірності та довіриаудиторії[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].</w:t>
      </w:r>
    </w:p>
    <w:p w:rsidR="00306842" w:rsidRPr="007B22A9" w:rsidRDefault="00306842" w:rsidP="007B22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сновн</w:t>
      </w:r>
      <w:r>
        <w:rPr>
          <w:rFonts w:ascii="Times New Roman" w:hAnsi="Times New Roman"/>
          <w:sz w:val="28"/>
          <w:szCs w:val="28"/>
          <w:lang w:val="uk-UA" w:eastAsia="ru-RU"/>
        </w:rPr>
        <w:t>ими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ознак</w:t>
      </w:r>
      <w:r>
        <w:rPr>
          <w:rFonts w:ascii="Times New Roman" w:hAnsi="Times New Roman"/>
          <w:sz w:val="28"/>
          <w:szCs w:val="28"/>
          <w:lang w:val="uk-UA" w:eastAsia="ru-RU"/>
        </w:rPr>
        <w:t>ами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 xml:space="preserve"> жанру портретного інтерв’ю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є:</w:t>
      </w:r>
    </w:p>
    <w:p w:rsidR="00306842" w:rsidRDefault="00306842" w:rsidP="007B22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особистісний характер бесіди;</w:t>
      </w:r>
    </w:p>
    <w:p w:rsidR="00306842" w:rsidRDefault="00306842" w:rsidP="007B22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створення для публікації в різних типах ЗМІ;</w:t>
      </w:r>
    </w:p>
    <w:p w:rsidR="00306842" w:rsidRDefault="00306842" w:rsidP="007B22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публічний характер діалогу;</w:t>
      </w:r>
    </w:p>
    <w:p w:rsidR="00306842" w:rsidRDefault="00306842" w:rsidP="007B22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суспільна значущість персони, з якою спілкується журналіст;</w:t>
      </w:r>
    </w:p>
    <w:p w:rsidR="00306842" w:rsidRDefault="00306842" w:rsidP="007B22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безпосередній контакт співрозмовників;</w:t>
      </w:r>
    </w:p>
    <w:p w:rsidR="00306842" w:rsidRDefault="00306842" w:rsidP="007B22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діалогічність: запитально-відповідальна форма;</w:t>
      </w:r>
    </w:p>
    <w:p w:rsidR="00306842" w:rsidRPr="00D82C87" w:rsidRDefault="00306842" w:rsidP="00D82C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2A9">
        <w:rPr>
          <w:rFonts w:ascii="Times New Roman" w:hAnsi="Times New Roman"/>
          <w:sz w:val="28"/>
          <w:szCs w:val="28"/>
          <w:lang w:eastAsia="ru-RU"/>
        </w:rPr>
        <w:t>двоадресність:   вплив не лише на учасників діалогу, але й на читача</w:t>
      </w:r>
      <w:r w:rsidRPr="007B22A9">
        <w:rPr>
          <w:rFonts w:ascii="Times New Roman" w:hAnsi="Times New Roman"/>
          <w:sz w:val="28"/>
          <w:szCs w:val="28"/>
          <w:lang w:val="ru-RU" w:eastAsia="ru-RU"/>
        </w:rPr>
        <w:t>/глядача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306842" w:rsidRDefault="00306842" w:rsidP="00D82C8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Композиційніелементи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портретного інтерв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>ю практично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не відрізняю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>ть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сявідкласичноголі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>тературногот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вору: зав’язка, кульмінація, фінал (розв’язка)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>. Водночаспід час планування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такого діалогу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>ва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ртовизначатимоментинайбіль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>шогоемоційногонавантаження. У портретномуінтерв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ю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є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не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лишекульмінація, а кількапід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>йомів, загост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рень, щодаютьзмогутрима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>тиінтерв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 w:rsidRPr="00BA43BC">
        <w:rPr>
          <w:rFonts w:ascii="Times New Roman" w:hAnsi="Times New Roman"/>
          <w:color w:val="000000"/>
          <w:sz w:val="28"/>
          <w:szCs w:val="28"/>
          <w:lang w:eastAsia="uk-UA"/>
        </w:rPr>
        <w:t>юйованого в тонусі й підтримувати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увагуглядача</w:t>
      </w:r>
      <w:r w:rsidRPr="0027543E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Вступне йвирішальне</w:t>
      </w:r>
      <w:r w:rsidRPr="00206A18">
        <w:rPr>
          <w:rFonts w:ascii="Times New Roman" w:hAnsi="Times New Roman"/>
          <w:color w:val="000000"/>
          <w:sz w:val="28"/>
          <w:szCs w:val="28"/>
          <w:lang w:eastAsia="uk-UA"/>
        </w:rPr>
        <w:t>слово журналіста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(зав’язка та фінал) –</w:t>
      </w:r>
      <w:r w:rsidRPr="00206A18">
        <w:rPr>
          <w:rFonts w:ascii="Times New Roman" w:hAnsi="Times New Roman"/>
          <w:color w:val="000000"/>
          <w:sz w:val="28"/>
          <w:szCs w:val="28"/>
          <w:lang w:eastAsia="uk-UA"/>
        </w:rPr>
        <w:t>це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відтворення початку та </w:t>
      </w:r>
      <w:r w:rsidRPr="00206A18">
        <w:rPr>
          <w:rFonts w:ascii="Times New Roman" w:hAnsi="Times New Roman"/>
          <w:color w:val="000000"/>
          <w:sz w:val="28"/>
          <w:szCs w:val="28"/>
          <w:lang w:eastAsia="uk-UA"/>
        </w:rPr>
        <w:t>інтон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аційноїкінцівкибесіди (</w:t>
      </w:r>
      <w:r w:rsidRPr="00206A18">
        <w:rPr>
          <w:rFonts w:ascii="Times New Roman" w:hAnsi="Times New Roman"/>
          <w:color w:val="000000"/>
          <w:sz w:val="28"/>
          <w:szCs w:val="28"/>
          <w:lang w:eastAsia="uk-UA"/>
        </w:rPr>
        <w:t>оцінка того, щовідбувається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)</w:t>
      </w:r>
      <w:r w:rsidRPr="00206A18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306842" w:rsidRDefault="00306842" w:rsidP="0019131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Побудова</w:t>
      </w:r>
      <w:r w:rsidRPr="00450A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портретного інтерв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 w:rsidRPr="00450A1B">
        <w:rPr>
          <w:rFonts w:ascii="Times New Roman" w:hAnsi="Times New Roman"/>
          <w:color w:val="000000"/>
          <w:sz w:val="28"/>
          <w:szCs w:val="28"/>
          <w:lang w:eastAsia="uk-UA"/>
        </w:rPr>
        <w:t>ю залежитьвідпослідовностізапитань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 смислового</w:t>
      </w:r>
      <w:r w:rsidRPr="00450A1B">
        <w:rPr>
          <w:rFonts w:ascii="Times New Roman" w:hAnsi="Times New Roman"/>
          <w:color w:val="000000"/>
          <w:sz w:val="28"/>
          <w:szCs w:val="28"/>
          <w:lang w:eastAsia="uk-UA"/>
        </w:rPr>
        <w:t>зв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 w:rsidRPr="00450A1B">
        <w:rPr>
          <w:rFonts w:ascii="Times New Roman" w:hAnsi="Times New Roman"/>
          <w:color w:val="000000"/>
          <w:sz w:val="28"/>
          <w:szCs w:val="28"/>
          <w:lang w:eastAsia="uk-UA"/>
        </w:rPr>
        <w:t>язкуміж ними. Існує два основнихїїтипи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– </w:t>
      </w:r>
      <w:r w:rsidRPr="00DA4548">
        <w:rPr>
          <w:rFonts w:ascii="Times New Roman" w:hAnsi="Times New Roman"/>
          <w:color w:val="000000"/>
          <w:sz w:val="28"/>
          <w:szCs w:val="28"/>
          <w:lang w:eastAsia="uk-UA"/>
        </w:rPr>
        <w:t>вільна</w:t>
      </w:r>
      <w:r w:rsidRPr="00450A1B">
        <w:rPr>
          <w:rFonts w:ascii="Times New Roman" w:hAnsi="Times New Roman"/>
          <w:color w:val="000000"/>
          <w:sz w:val="28"/>
          <w:szCs w:val="28"/>
          <w:lang w:eastAsia="uk-UA"/>
        </w:rPr>
        <w:t>, у якій порядок запитань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довільний, можливаїхня перестановка; </w:t>
      </w:r>
      <w:r w:rsidRPr="00DA4548">
        <w:rPr>
          <w:rFonts w:ascii="Times New Roman" w:hAnsi="Times New Roman"/>
          <w:color w:val="000000"/>
          <w:sz w:val="28"/>
          <w:szCs w:val="28"/>
          <w:lang w:eastAsia="uk-UA"/>
        </w:rPr>
        <w:t>імпровізованабесіда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у якійза</w:t>
      </w:r>
      <w:r w:rsidRPr="005D7118">
        <w:rPr>
          <w:rFonts w:ascii="Times New Roman" w:hAnsi="Times New Roman"/>
          <w:color w:val="000000"/>
          <w:sz w:val="28"/>
          <w:szCs w:val="28"/>
          <w:lang w:eastAsia="uk-UA"/>
        </w:rPr>
        <w:t>питання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залежитьвідпопередньоївідповіді, унаслідокчого</w:t>
      </w:r>
      <w:r w:rsidRPr="005D7118">
        <w:rPr>
          <w:rFonts w:ascii="Times New Roman" w:hAnsi="Times New Roman"/>
          <w:color w:val="000000"/>
          <w:sz w:val="28"/>
          <w:szCs w:val="28"/>
          <w:lang w:eastAsia="uk-UA"/>
        </w:rPr>
        <w:t>поміняти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їх</w:t>
      </w:r>
      <w:r w:rsidRPr="005D7118">
        <w:rPr>
          <w:rFonts w:ascii="Times New Roman" w:hAnsi="Times New Roman"/>
          <w:color w:val="000000"/>
          <w:sz w:val="28"/>
          <w:szCs w:val="28"/>
          <w:lang w:eastAsia="uk-UA"/>
        </w:rPr>
        <w:t>місцям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 не можна, оскільки вони випливаютьодне</w:t>
      </w:r>
      <w:r w:rsidRPr="005D711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іншого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практицічастішевикористовуютьще один тип композиції – </w:t>
      </w:r>
      <w:r w:rsidRPr="00DA4548">
        <w:rPr>
          <w:rFonts w:ascii="Times New Roman" w:hAnsi="Times New Roman"/>
          <w:color w:val="000000"/>
          <w:sz w:val="28"/>
          <w:szCs w:val="28"/>
          <w:lang w:eastAsia="uk-UA"/>
        </w:rPr>
        <w:t>змішаний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тобтопоєднаннявищевказанихваріантів</w:t>
      </w:r>
      <w:r w:rsidRPr="00AB1F91">
        <w:rPr>
          <w:rFonts w:ascii="Times New Roman" w:hAnsi="Times New Roman"/>
          <w:color w:val="000000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Pr="00AB1F91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306842" w:rsidRDefault="00306842" w:rsidP="00D82C8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Окрім того,  науковцівиділяютьелементи, з якихскладається інтерв</w:t>
      </w:r>
      <w:r w:rsidRPr="00F93A45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ю- портрет:</w:t>
      </w:r>
    </w:p>
    <w:p w:rsidR="00306842" w:rsidRDefault="00306842" w:rsidP="00D82C8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A270E2">
        <w:rPr>
          <w:rFonts w:ascii="Times New Roman" w:hAnsi="Times New Roman"/>
          <w:sz w:val="28"/>
          <w:szCs w:val="28"/>
          <w:lang w:eastAsia="ru-RU"/>
        </w:rPr>
        <w:t>найважливішіетапижиття персонажа (народження, вибірпрофесії, створенняродини, піккар’єри);</w:t>
      </w:r>
    </w:p>
    <w:p w:rsidR="00306842" w:rsidRDefault="00306842" w:rsidP="00D82C8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цікавівипадки з життя персонажа;</w:t>
      </w:r>
    </w:p>
    <w:p w:rsidR="00306842" w:rsidRDefault="00306842" w:rsidP="00D82C8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йогокоментарі;</w:t>
      </w:r>
    </w:p>
    <w:p w:rsidR="00306842" w:rsidRDefault="00306842" w:rsidP="00D82C8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спостереження автора;</w:t>
      </w:r>
    </w:p>
    <w:p w:rsidR="00306842" w:rsidRDefault="00306842" w:rsidP="00D82C8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 спостереження тих, хтознає героя;</w:t>
      </w:r>
    </w:p>
    <w:p w:rsidR="00306842" w:rsidRDefault="00306842" w:rsidP="00D82C87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6) новинназачіпка</w:t>
      </w:r>
      <w:r w:rsidRPr="00AB1F91">
        <w:rPr>
          <w:rFonts w:ascii="Times New Roman" w:hAnsi="Times New Roman"/>
          <w:color w:val="000000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Pr="00AB1F91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306842" w:rsidRPr="004162A3" w:rsidRDefault="00306842" w:rsidP="007D197E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Необхіднозазначити, що за композицієюпортретибуваютьтрьохтипів: зорієнтовані на час, сценозорієнтовані та літературні. Зорієнтовані на час інтерв</w:t>
      </w:r>
      <w:r w:rsidRPr="00F93A45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ю становлятьаналізпевногойоговідрізку з життя персонажа (день, тиждень,місяць)  або все йогожиття. Початок і кінець такого портрета –  відповідно ранок і вечір, понеділок та неділя, перший та останнійднімісяця, народження та смерть. У сценозорієнтованійкомпозиції – діярозгортається через змінутипових сцен з життя персонажа. До того ж перша вихідна сцена формуєпевнеставлення до особистості, потімуходіпрограмитрансформується, а завершенняпрограмирозкриваєлюдину з іншого боку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306842" w:rsidRDefault="00306842" w:rsidP="004162A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>Щеоднієюважливоюособливістю портретного інтерв’ю є правильнийвибіручасниківбесіди.Відомо, що портретне інтерв’ю є продуктом співпрацімедійника й героя програми, тому вартоохарактеризуватицихучасників.Героємнайчастіше та кращеобиратипублічнулюдину (політика, представника шоу-бізнесу), самеїїсудження, поведінка, особистежиттяможуть бути цікавими дляаудиторії. Необхіднозазначити, що автор  портретного інтерв’ю маєвідповідатипевнимкритеріям. Поширеноюсереднауковців є думка про те, щожурналістомв цьомужанрі повинен бути досвідченийфахівецьізвисокимрівнемерудиції та інтелекту, здатнийпідтриматибесіду на будь-яку тему. Бажано, щобвінмавдосвідведенняподібнихдіалогівта авторитетсередаудиторії та колег.</w:t>
      </w:r>
    </w:p>
    <w:p w:rsidR="00306842" w:rsidRDefault="00306842" w:rsidP="0019131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Отже, портретне інтерв</w:t>
      </w: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ю як жанр посідає важливе місце у створенні образу особистості. Персональне інтерв</w:t>
      </w:r>
      <w:r w:rsidRPr="00191318">
        <w:rPr>
          <w:rFonts w:ascii="Times New Roman" w:hAnsi="Times New Roman"/>
          <w:color w:val="000000"/>
          <w:sz w:val="28"/>
          <w:szCs w:val="28"/>
          <w:lang w:val="uk-UA"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ю – це жанр метою якого є </w:t>
      </w:r>
      <w:r w:rsidRPr="00191318">
        <w:rPr>
          <w:rFonts w:ascii="Times New Roman" w:hAnsi="Times New Roman"/>
          <w:sz w:val="28"/>
          <w:szCs w:val="28"/>
          <w:lang w:val="uk-UA" w:eastAsia="ru-RU"/>
        </w:rPr>
        <w:t>розкрит</w:t>
      </w:r>
      <w:r>
        <w:rPr>
          <w:rFonts w:ascii="Times New Roman" w:hAnsi="Times New Roman"/>
          <w:sz w:val="28"/>
          <w:szCs w:val="28"/>
          <w:lang w:val="uk-UA" w:eastAsia="ru-RU"/>
        </w:rPr>
        <w:t>тя</w:t>
      </w:r>
      <w:r w:rsidRPr="00191318">
        <w:rPr>
          <w:rFonts w:ascii="Times New Roman" w:hAnsi="Times New Roman"/>
          <w:sz w:val="28"/>
          <w:szCs w:val="28"/>
          <w:lang w:val="uk-UA" w:eastAsia="ru-RU"/>
        </w:rPr>
        <w:t xml:space="preserve"> особист</w:t>
      </w: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191318">
        <w:rPr>
          <w:rFonts w:ascii="Times New Roman" w:hAnsi="Times New Roman"/>
          <w:sz w:val="28"/>
          <w:szCs w:val="28"/>
          <w:lang w:val="uk-UA" w:eastAsia="ru-RU"/>
        </w:rPr>
        <w:t>ст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191318">
        <w:rPr>
          <w:rFonts w:ascii="Times New Roman" w:hAnsi="Times New Roman"/>
          <w:sz w:val="28"/>
          <w:szCs w:val="28"/>
          <w:lang w:val="uk-UA" w:eastAsia="ru-RU"/>
        </w:rPr>
        <w:t xml:space="preserve"> людини та її характер</w:t>
      </w:r>
      <w:r>
        <w:rPr>
          <w:rFonts w:ascii="Times New Roman" w:hAnsi="Times New Roman"/>
          <w:sz w:val="28"/>
          <w:szCs w:val="28"/>
          <w:lang w:val="uk-UA" w:eastAsia="ru-RU"/>
        </w:rPr>
        <w:t>у. З</w:t>
      </w:r>
      <w:r w:rsidRPr="00191318">
        <w:rPr>
          <w:rFonts w:ascii="Times New Roman" w:hAnsi="Times New Roman"/>
          <w:sz w:val="28"/>
          <w:szCs w:val="28"/>
          <w:lang w:val="uk-UA" w:eastAsia="ru-RU"/>
        </w:rPr>
        <w:t>а структурою та змістом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</w:t>
      </w:r>
      <w:r w:rsidRPr="00191318">
        <w:rPr>
          <w:rFonts w:ascii="Times New Roman" w:hAnsi="Times New Roman"/>
          <w:sz w:val="28"/>
          <w:szCs w:val="28"/>
          <w:lang w:val="uk-UA" w:eastAsia="ru-RU"/>
        </w:rPr>
        <w:t>озрізня</w:t>
      </w:r>
      <w:r>
        <w:rPr>
          <w:rFonts w:ascii="Times New Roman" w:hAnsi="Times New Roman"/>
          <w:sz w:val="28"/>
          <w:szCs w:val="28"/>
          <w:lang w:val="uk-UA" w:eastAsia="ru-RU"/>
        </w:rPr>
        <w:t>ють</w:t>
      </w:r>
      <w:r w:rsidRPr="00191318">
        <w:rPr>
          <w:rFonts w:ascii="Times New Roman" w:hAnsi="Times New Roman"/>
          <w:sz w:val="28"/>
          <w:szCs w:val="28"/>
          <w:lang w:val="uk-UA" w:eastAsia="ru-RU"/>
        </w:rPr>
        <w:t xml:space="preserve"> кілька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його </w:t>
      </w:r>
      <w:r w:rsidRPr="00191318">
        <w:rPr>
          <w:rFonts w:ascii="Times New Roman" w:hAnsi="Times New Roman"/>
          <w:sz w:val="28"/>
          <w:szCs w:val="28"/>
          <w:lang w:val="uk-UA" w:eastAsia="ru-RU"/>
        </w:rPr>
        <w:t xml:space="preserve">видів:  </w:t>
      </w:r>
      <w:r w:rsidRPr="0019131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лейтмотивне інтерв’ю,наративне, відкрите та фокусоване інтерв’ю. </w:t>
      </w: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сновн</w:t>
      </w:r>
      <w:r>
        <w:rPr>
          <w:rFonts w:ascii="Times New Roman" w:hAnsi="Times New Roman"/>
          <w:sz w:val="28"/>
          <w:szCs w:val="28"/>
          <w:lang w:val="uk-UA" w:eastAsia="ru-RU"/>
        </w:rPr>
        <w:t>ими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ознак</w:t>
      </w:r>
      <w:r>
        <w:rPr>
          <w:rFonts w:ascii="Times New Roman" w:hAnsi="Times New Roman"/>
          <w:sz w:val="28"/>
          <w:szCs w:val="28"/>
          <w:lang w:val="uk-UA" w:eastAsia="ru-RU"/>
        </w:rPr>
        <w:t>амиє: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особистісний характер бесіди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створення для публікації в різних типах ЗМІ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 w:rsidRPr="00230D69">
        <w:rPr>
          <w:rFonts w:ascii="Times New Roman" w:hAnsi="Times New Roman"/>
          <w:sz w:val="28"/>
          <w:szCs w:val="28"/>
          <w:lang w:val="uk-UA" w:eastAsia="ru-RU"/>
        </w:rPr>
        <w:t>публічний характер діалогу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До к</w:t>
      </w: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>омпозиційн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их</w:t>
      </w: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елемент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і</w:t>
      </w: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>портретного інтерв’ю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зараховують</w:t>
      </w: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зав’язк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>, кульмінаці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ю та </w:t>
      </w:r>
      <w:r w:rsidRPr="00230D69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фінал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Важливим під час створення цього жанру є правильний вибір учасників діалогу. </w:t>
      </w:r>
    </w:p>
    <w:p w:rsidR="00306842" w:rsidRDefault="00306842" w:rsidP="00230D69">
      <w:pPr>
        <w:spacing w:after="0" w:line="36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191318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Література:</w:t>
      </w:r>
    </w:p>
    <w:p w:rsidR="00306842" w:rsidRDefault="00306842" w:rsidP="005348AF">
      <w:pPr>
        <w:pStyle w:val="2"/>
        <w:numPr>
          <w:ilvl w:val="0"/>
          <w:numId w:val="4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436B">
        <w:rPr>
          <w:rFonts w:ascii="Times New Roman" w:hAnsi="Times New Roman"/>
          <w:sz w:val="28"/>
          <w:szCs w:val="28"/>
          <w:lang w:eastAsia="ru-RU"/>
        </w:rPr>
        <w:t>Здоровега В. Теорія і методика журналістської творчості : підр. / В. Здоровега ; Міністерство освіти і науки України ; Львівський національний уні</w:t>
      </w:r>
      <w:r>
        <w:rPr>
          <w:rFonts w:ascii="Times New Roman" w:hAnsi="Times New Roman"/>
          <w:sz w:val="28"/>
          <w:szCs w:val="28"/>
          <w:lang w:eastAsia="ru-RU"/>
        </w:rPr>
        <w:t>верситет імені І. Франка. – 2-</w:t>
      </w:r>
      <w:r w:rsidRPr="0061436B">
        <w:rPr>
          <w:rFonts w:ascii="Times New Roman" w:hAnsi="Times New Roman"/>
          <w:sz w:val="28"/>
          <w:szCs w:val="28"/>
          <w:lang w:eastAsia="ru-RU"/>
        </w:rPr>
        <w:t>е вид., перероб. і доп.– Л</w:t>
      </w:r>
      <w:r>
        <w:rPr>
          <w:rFonts w:ascii="Times New Roman" w:hAnsi="Times New Roman"/>
          <w:sz w:val="28"/>
          <w:szCs w:val="28"/>
          <w:lang w:eastAsia="ru-RU"/>
        </w:rPr>
        <w:t xml:space="preserve">ьвів </w:t>
      </w:r>
      <w:r w:rsidRPr="0061436B">
        <w:rPr>
          <w:rFonts w:ascii="Times New Roman" w:hAnsi="Times New Roman"/>
          <w:sz w:val="28"/>
          <w:szCs w:val="28"/>
          <w:lang w:eastAsia="ru-RU"/>
        </w:rPr>
        <w:t>: ПАІС, 2004. – 268 с.</w:t>
      </w:r>
    </w:p>
    <w:p w:rsidR="00306842" w:rsidRDefault="00306842" w:rsidP="005348AF">
      <w:pPr>
        <w:pStyle w:val="2"/>
        <w:numPr>
          <w:ilvl w:val="0"/>
          <w:numId w:val="4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48AF">
        <w:rPr>
          <w:rFonts w:ascii="Times New Roman" w:hAnsi="Times New Roman"/>
          <w:sz w:val="28"/>
          <w:szCs w:val="28"/>
          <w:lang w:eastAsia="ru-RU"/>
        </w:rPr>
        <w:t>Ким М. Жанрысовременнойжурналистики / М. Ким. – С.Пб. : Изд-воМихайлова В. А., 2004. – 336 с.</w:t>
      </w:r>
    </w:p>
    <w:p w:rsidR="00306842" w:rsidRDefault="00306842" w:rsidP="005348AF">
      <w:pPr>
        <w:pStyle w:val="2"/>
        <w:numPr>
          <w:ilvl w:val="0"/>
          <w:numId w:val="4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48AF">
        <w:rPr>
          <w:rFonts w:ascii="Times New Roman" w:hAnsi="Times New Roman"/>
          <w:sz w:val="28"/>
          <w:szCs w:val="28"/>
        </w:rPr>
        <w:t>Лукина М. Технологияинтерв’ю</w:t>
      </w:r>
      <w:r w:rsidRPr="005348AF">
        <w:rPr>
          <w:rFonts w:ascii="Times New Roman" w:hAnsi="Times New Roman"/>
          <w:sz w:val="28"/>
          <w:szCs w:val="28"/>
          <w:lang w:eastAsia="ru-RU"/>
        </w:rPr>
        <w:t xml:space="preserve"> : [навч. посіб. для вузів] / М. Лукина. – 2-е изд., доп. – М. : Ас</w:t>
      </w:r>
      <w:r>
        <w:rPr>
          <w:rFonts w:ascii="Times New Roman" w:hAnsi="Times New Roman"/>
          <w:sz w:val="28"/>
          <w:szCs w:val="28"/>
          <w:lang w:eastAsia="ru-RU"/>
        </w:rPr>
        <w:t>пект Пресс, 2008. – 192 с.</w:t>
      </w:r>
    </w:p>
    <w:p w:rsidR="00306842" w:rsidRDefault="00306842" w:rsidP="005348AF">
      <w:pPr>
        <w:pStyle w:val="2"/>
        <w:numPr>
          <w:ilvl w:val="0"/>
          <w:numId w:val="4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48AF">
        <w:rPr>
          <w:rFonts w:ascii="Times New Roman" w:hAnsi="Times New Roman"/>
          <w:sz w:val="28"/>
          <w:szCs w:val="28"/>
          <w:lang w:eastAsia="ru-RU"/>
        </w:rPr>
        <w:t>Симоніна Н. Класифікація сучасного телевізійного інтерв’ю / Н. Симоніна // Науковий вісник Ужгородського університету. Серія : Філологія. Соціальні комунікації. – Випуск 27. – С. 180–184.</w:t>
      </w:r>
    </w:p>
    <w:p w:rsidR="00306842" w:rsidRPr="005348AF" w:rsidRDefault="00306842" w:rsidP="005348AF">
      <w:pPr>
        <w:pStyle w:val="2"/>
        <w:numPr>
          <w:ilvl w:val="0"/>
          <w:numId w:val="4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48AF">
        <w:rPr>
          <w:rFonts w:ascii="Times New Roman" w:hAnsi="Times New Roman"/>
          <w:sz w:val="28"/>
          <w:szCs w:val="28"/>
          <w:lang w:eastAsia="ru-RU"/>
        </w:rPr>
        <w:t>Техніка інтерв’ю : зб. навч. матеріалів / за ред. А. Лазарєвої, С. Тарана. – К. : Інститут масової інформації, 2003. – 120 с.</w:t>
      </w:r>
    </w:p>
    <w:p w:rsidR="00306842" w:rsidRDefault="00306842" w:rsidP="004D7761">
      <w:pPr>
        <w:pStyle w:val="2"/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Науковий</w:t>
      </w:r>
      <w:r>
        <w:rPr>
          <w:rFonts w:ascii="Times New Roman" w:hAnsi="Times New Roman"/>
          <w:b/>
          <w:sz w:val="28"/>
          <w:szCs w:val="28"/>
          <w:lang w:eastAsia="ru-RU"/>
        </w:rPr>
        <w:t>керівник: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06842" w:rsidRPr="00230D69" w:rsidRDefault="00306842" w:rsidP="004D7761">
      <w:pPr>
        <w:pStyle w:val="2"/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кандидат філологічних наук, доцент, Цапок Олена Миколаївна</w:t>
      </w:r>
      <w:r w:rsidRPr="00230D69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306842" w:rsidRDefault="00306842" w:rsidP="004D7761">
      <w:pPr>
        <w:pStyle w:val="2"/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06842" w:rsidRPr="00191318" w:rsidRDefault="00306842" w:rsidP="007B22A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306842" w:rsidRPr="007B22A9" w:rsidRDefault="00306842" w:rsidP="007B22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06842" w:rsidRPr="007B22A9" w:rsidSect="00A141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7570A"/>
    <w:multiLevelType w:val="hybridMultilevel"/>
    <w:tmpl w:val="2B501768"/>
    <w:lvl w:ilvl="0" w:tplc="3D2631A6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4131AB3"/>
    <w:multiLevelType w:val="hybridMultilevel"/>
    <w:tmpl w:val="430ED1FA"/>
    <w:lvl w:ilvl="0" w:tplc="0AD28AB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8B66CE0"/>
    <w:multiLevelType w:val="hybridMultilevel"/>
    <w:tmpl w:val="D6B0C2D4"/>
    <w:lvl w:ilvl="0" w:tplc="F8B0FF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41297B"/>
    <w:multiLevelType w:val="hybridMultilevel"/>
    <w:tmpl w:val="E95E6DB6"/>
    <w:lvl w:ilvl="0" w:tplc="590EC1C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EDE4BBD"/>
    <w:multiLevelType w:val="hybridMultilevel"/>
    <w:tmpl w:val="70609CC4"/>
    <w:lvl w:ilvl="0" w:tplc="DBF01A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1CF"/>
    <w:rsid w:val="0007137F"/>
    <w:rsid w:val="000C21F3"/>
    <w:rsid w:val="00142341"/>
    <w:rsid w:val="00191318"/>
    <w:rsid w:val="001A1E1A"/>
    <w:rsid w:val="00206A18"/>
    <w:rsid w:val="00230D69"/>
    <w:rsid w:val="0027543E"/>
    <w:rsid w:val="00306842"/>
    <w:rsid w:val="003A5595"/>
    <w:rsid w:val="004162A3"/>
    <w:rsid w:val="00450646"/>
    <w:rsid w:val="00450A1B"/>
    <w:rsid w:val="004D7761"/>
    <w:rsid w:val="005348AF"/>
    <w:rsid w:val="00573767"/>
    <w:rsid w:val="005D7118"/>
    <w:rsid w:val="0061436B"/>
    <w:rsid w:val="0065375A"/>
    <w:rsid w:val="00702CD8"/>
    <w:rsid w:val="007B22A9"/>
    <w:rsid w:val="007D197E"/>
    <w:rsid w:val="007E7022"/>
    <w:rsid w:val="007F58AB"/>
    <w:rsid w:val="008A4579"/>
    <w:rsid w:val="008D0CB1"/>
    <w:rsid w:val="008F3895"/>
    <w:rsid w:val="008F73E0"/>
    <w:rsid w:val="0096157E"/>
    <w:rsid w:val="00A141CF"/>
    <w:rsid w:val="00A270E2"/>
    <w:rsid w:val="00AB1F91"/>
    <w:rsid w:val="00B15F03"/>
    <w:rsid w:val="00BA43BC"/>
    <w:rsid w:val="00C32C40"/>
    <w:rsid w:val="00C61368"/>
    <w:rsid w:val="00C91E84"/>
    <w:rsid w:val="00C95DF6"/>
    <w:rsid w:val="00C97E35"/>
    <w:rsid w:val="00D35EEA"/>
    <w:rsid w:val="00D7191F"/>
    <w:rsid w:val="00D82C87"/>
    <w:rsid w:val="00DA0251"/>
    <w:rsid w:val="00DA4548"/>
    <w:rsid w:val="00E76016"/>
    <w:rsid w:val="00F270E4"/>
    <w:rsid w:val="00F93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E8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6016"/>
    <w:pPr>
      <w:ind w:left="720"/>
      <w:contextualSpacing/>
    </w:pPr>
    <w:rPr>
      <w:lang w:val="uk-UA"/>
    </w:rPr>
  </w:style>
  <w:style w:type="paragraph" w:customStyle="1" w:styleId="2">
    <w:name w:val="Абзац списка2"/>
    <w:basedOn w:val="Normal"/>
    <w:uiPriority w:val="99"/>
    <w:rsid w:val="00191318"/>
    <w:pPr>
      <w:ind w:left="720"/>
    </w:pPr>
    <w:rPr>
      <w:rFonts w:eastAsia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86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240</TotalTime>
  <Pages>7</Pages>
  <Words>6988</Words>
  <Characters>3984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Ліля Щкреьтій</dc:creator>
  <cp:keywords/>
  <dc:description/>
  <cp:lastModifiedBy>Admin</cp:lastModifiedBy>
  <cp:revision>5</cp:revision>
  <dcterms:created xsi:type="dcterms:W3CDTF">2016-11-21T14:36:00Z</dcterms:created>
  <dcterms:modified xsi:type="dcterms:W3CDTF">2016-11-24T21:49:00Z</dcterms:modified>
</cp:coreProperties>
</file>