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CC9" w:rsidRPr="00940F8C" w:rsidRDefault="00915CC9" w:rsidP="009266FC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40F8C">
        <w:rPr>
          <w:rFonts w:ascii="Times New Roman" w:hAnsi="Times New Roman"/>
          <w:b/>
          <w:sz w:val="28"/>
          <w:szCs w:val="28"/>
          <w:lang w:val="uk-UA"/>
        </w:rPr>
        <w:t xml:space="preserve">  Євгенія Сотнікова </w:t>
      </w:r>
    </w:p>
    <w:p w:rsidR="00915CC9" w:rsidRPr="00940F8C" w:rsidRDefault="00915CC9" w:rsidP="009266FC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40F8C">
        <w:rPr>
          <w:rFonts w:ascii="Times New Roman" w:hAnsi="Times New Roman"/>
          <w:b/>
          <w:sz w:val="28"/>
          <w:szCs w:val="28"/>
          <w:lang w:val="uk-UA"/>
        </w:rPr>
        <w:t xml:space="preserve"> (Харків, Україна)</w:t>
      </w:r>
    </w:p>
    <w:p w:rsidR="00915CC9" w:rsidRDefault="00915CC9" w:rsidP="009266F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15CC9" w:rsidRDefault="00915CC9" w:rsidP="009266F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266FC">
        <w:rPr>
          <w:rFonts w:ascii="Times New Roman" w:hAnsi="Times New Roman"/>
          <w:b/>
          <w:sz w:val="28"/>
          <w:szCs w:val="28"/>
          <w:lang w:val="uk-UA"/>
        </w:rPr>
        <w:t xml:space="preserve">ФОРМУВАННЯ </w:t>
      </w:r>
      <w:r>
        <w:rPr>
          <w:rFonts w:ascii="Times New Roman" w:hAnsi="Times New Roman"/>
          <w:b/>
          <w:sz w:val="28"/>
          <w:szCs w:val="28"/>
          <w:lang w:val="uk-UA"/>
        </w:rPr>
        <w:t>ЕКОЛОГІЧН</w:t>
      </w:r>
      <w:r w:rsidRPr="009266FC">
        <w:rPr>
          <w:rFonts w:ascii="Times New Roman" w:hAnsi="Times New Roman"/>
          <w:b/>
          <w:sz w:val="28"/>
          <w:szCs w:val="28"/>
          <w:lang w:val="uk-UA"/>
        </w:rPr>
        <w:t>ОЇ КУЛЬТУРИ ВИКЛАДАЧАМИ ЕКОЛОГІЇ СЕРЕД СТУДЕНТІВ ХАРКІВСЬКОГО АВТОМОБІЛЬНО - ДОРОЖНЬОГО ТЕХНІКУМУ</w:t>
      </w:r>
    </w:p>
    <w:p w:rsidR="00915CC9" w:rsidRPr="009266FC" w:rsidRDefault="00915CC9" w:rsidP="009266F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15CC9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Формування особистості в умовах розквіту технологічного процесу, розквіту науки , а також в період стрімкого переходу до сталого розвитку є основною задачею педагога сучасності. Викладач відіграє значиму роль у створенні громадського та громадянського світогляду студента.</w:t>
      </w:r>
    </w:p>
    <w:p w:rsidR="00915CC9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Ми розглядаємо, які цілі ставлять перед собою викладачі екології,які методи використовують у досягненні основної мети - формуванні громадянської особистості серед студентів Харківського автомобільно- дорожнього технікуму.</w:t>
      </w:r>
    </w:p>
    <w:p w:rsidR="00915CC9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1C37">
        <w:rPr>
          <w:rFonts w:ascii="Times New Roman" w:hAnsi="Times New Roman"/>
          <w:bCs/>
          <w:sz w:val="28"/>
          <w:szCs w:val="28"/>
          <w:lang w:val="uk-UA" w:eastAsia="ru-RU"/>
        </w:rPr>
        <w:t>Особистість</w:t>
      </w:r>
      <w:r w:rsidRPr="00161C37">
        <w:rPr>
          <w:rFonts w:ascii="Times New Roman" w:hAnsi="Times New Roman"/>
          <w:sz w:val="28"/>
          <w:szCs w:val="28"/>
          <w:lang w:val="uk-UA" w:eastAsia="ru-RU"/>
        </w:rPr>
        <w:t xml:space="preserve"> — це поняття, створене для відображення біо-соціальної природи </w:t>
      </w:r>
      <w:hyperlink r:id="rId7" w:tooltip="Людина" w:history="1">
        <w:r w:rsidRPr="00161C37">
          <w:rPr>
            <w:rFonts w:ascii="Times New Roman" w:hAnsi="Times New Roman"/>
            <w:sz w:val="28"/>
            <w:szCs w:val="28"/>
            <w:lang w:val="uk-UA" w:eastAsia="ru-RU"/>
          </w:rPr>
          <w:t>людини</w:t>
        </w:r>
      </w:hyperlink>
      <w:r w:rsidRPr="00161C37">
        <w:rPr>
          <w:rFonts w:ascii="Times New Roman" w:hAnsi="Times New Roman"/>
          <w:sz w:val="28"/>
          <w:szCs w:val="28"/>
          <w:lang w:val="uk-UA" w:eastAsia="ru-RU"/>
        </w:rPr>
        <w:t xml:space="preserve">, розгляду її як суб'єкта культурного життя.  </w:t>
      </w:r>
      <w:r w:rsidRPr="00161C37">
        <w:rPr>
          <w:rFonts w:ascii="Times New Roman" w:hAnsi="Times New Roman"/>
          <w:sz w:val="28"/>
          <w:szCs w:val="28"/>
          <w:lang w:val="uk-UA" w:eastAsia="ru-RU"/>
        </w:rPr>
        <w:br/>
        <w:t>Під «особистістю» розуміють стійку систему соціально значущих рис, що характеризують особу як члена того чи іншого суспільства. Поняття “особистість” характеризує суспільну сутність людини, пов’язану з засвоєнням різноманітного виробничого і духовного досвіду. Атрибутами особистості можна вважати волю, свободу, розум, почуття.</w:t>
      </w:r>
    </w:p>
    <w:p w:rsidR="00915CC9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Екологічне виховання здійснюється на всіх етапах навчання в технікумі, на кожному з яких ставиться певна мета, завдання, добирається відповідна методика з огляду на вікові особливості студентів.</w:t>
      </w:r>
    </w:p>
    <w:p w:rsidR="00915CC9" w:rsidRDefault="00915CC9" w:rsidP="00252EF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Перший етап . Формуються перші уявлення про неживу природу , про ставлення до природи, що виявляється в конкретній поведінці на емоційному рівні.</w:t>
      </w:r>
    </w:p>
    <w:p w:rsidR="00915CC9" w:rsidRDefault="00915CC9" w:rsidP="00252EF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Другий етап передбачає накопичення знань про природні об </w:t>
      </w:r>
      <w:r w:rsidRPr="000E250D">
        <w:rPr>
          <w:rFonts w:ascii="Times New Roman" w:hAnsi="Times New Roman"/>
          <w:sz w:val="28"/>
          <w:szCs w:val="28"/>
          <w:lang w:val="uk-UA"/>
        </w:rPr>
        <w:t>`</w:t>
      </w:r>
      <w:r>
        <w:rPr>
          <w:rFonts w:ascii="Times New Roman" w:hAnsi="Times New Roman"/>
          <w:sz w:val="28"/>
          <w:szCs w:val="28"/>
          <w:lang w:val="uk-UA"/>
        </w:rPr>
        <w:t>єкти, закономірності розвитку та функціонування біологічних систем, аналіз і прогнозування нескладних екологічних ситуацій, закріплення нормативних правил поведінки в навколишньому середовищі. Поглиблюються і розширюються знання про явища і закони природи, розкриваються причини екологічної кризи та</w:t>
      </w:r>
      <w:r w:rsidRPr="000E25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обгрунтовуються шляхи збереження природних комплексів.</w:t>
      </w:r>
    </w:p>
    <w:p w:rsidR="00915CC9" w:rsidRDefault="00915CC9" w:rsidP="00252EF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Третій етап. Завершується узагальнення здобуття екологічних знань, здійснюється моделювання простих природних ситуацій. У навчальній програмі запроваджуються інтегровані курси різних природничо- екологічних дисциплін.</w:t>
      </w:r>
    </w:p>
    <w:p w:rsidR="00915CC9" w:rsidRDefault="00915CC9" w:rsidP="00252EF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Охорона природи, раціональне використання людиною її багатства-т важлива загальнодержавна справа. Охорона природи – обов </w:t>
      </w:r>
      <w:r w:rsidRPr="000E250D">
        <w:rPr>
          <w:rFonts w:ascii="Times New Roman" w:hAnsi="Times New Roman"/>
          <w:sz w:val="28"/>
          <w:szCs w:val="28"/>
        </w:rPr>
        <w:t>`</w:t>
      </w:r>
      <w:r>
        <w:rPr>
          <w:rFonts w:ascii="Times New Roman" w:hAnsi="Times New Roman"/>
          <w:sz w:val="28"/>
          <w:szCs w:val="28"/>
          <w:lang w:val="uk-UA"/>
        </w:rPr>
        <w:t>язок кожної людини.</w:t>
      </w:r>
      <w:r w:rsidRPr="000E25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Успіх у цій справі залежить перш за все від усвідомлення важливості цього завдання , від переконаності, вміння і звички постійно, на кожному кроці оберігати рідну природу.</w:t>
      </w:r>
    </w:p>
    <w:p w:rsidR="00915CC9" w:rsidRPr="00EE1EE9" w:rsidRDefault="00915CC9" w:rsidP="00252EF2">
      <w:pPr>
        <w:spacing w:line="360" w:lineRule="auto"/>
        <w:ind w:left="270"/>
        <w:jc w:val="both"/>
        <w:rPr>
          <w:rFonts w:ascii="Times New Roman" w:hAnsi="Times New Roman"/>
          <w:sz w:val="28"/>
          <w:szCs w:val="28"/>
          <w:lang w:val="uk-UA"/>
        </w:rPr>
      </w:pPr>
      <w:r w:rsidRPr="00EE1EE9">
        <w:rPr>
          <w:rFonts w:ascii="Times New Roman" w:hAnsi="Times New Roman"/>
          <w:sz w:val="28"/>
          <w:szCs w:val="28"/>
          <w:lang w:val="uk-UA"/>
        </w:rPr>
        <w:t>Технікум покликаний виховувати студентів у дусі любові до рідної природи, охорони навколишнього середовища.</w:t>
      </w:r>
    </w:p>
    <w:p w:rsidR="00915CC9" w:rsidRDefault="00915CC9" w:rsidP="00252EF2">
      <w:pPr>
        <w:spacing w:line="360" w:lineRule="auto"/>
        <w:ind w:left="270"/>
        <w:jc w:val="both"/>
        <w:rPr>
          <w:rFonts w:ascii="Times New Roman" w:hAnsi="Times New Roman"/>
          <w:sz w:val="28"/>
          <w:szCs w:val="28"/>
          <w:lang w:val="uk-UA"/>
        </w:rPr>
      </w:pPr>
      <w:r w:rsidRPr="00EE1EE9">
        <w:rPr>
          <w:rFonts w:ascii="Times New Roman" w:hAnsi="Times New Roman"/>
          <w:sz w:val="28"/>
          <w:szCs w:val="28"/>
          <w:lang w:val="uk-UA"/>
        </w:rPr>
        <w:t>В екологічному вихованні особливого значення набувають предмети природничого циклу. Екологічне виховання тісно пов `язане з екологічною освітою. Лише на основі знань,діяльності у природі формується екологічна культура, яка полягає в тому , що людина усвідомлює загальні закономірності природи і суспільства, вважає природу рідною домівкою, яку треба берегти і про яку треба піклуватися.</w:t>
      </w:r>
    </w:p>
    <w:p w:rsidR="00915CC9" w:rsidRPr="001D25C8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25C8">
        <w:rPr>
          <w:rFonts w:ascii="Times New Roman" w:hAnsi="Times New Roman"/>
          <w:sz w:val="28"/>
          <w:szCs w:val="28"/>
          <w:lang w:val="uk-UA"/>
        </w:rPr>
        <w:t>Так, у ХАДТ  була проведена виховна година на тему « Місто моєї мрії» . Студенти презентували екологічно чисте та брудне місто. Тема зараз є актуальною, бо людина – частина природи, й найбільш небезпечні для нашої планети катастрофи й забруднення навколишнього середовища пов`язані саме з нею. Небезпечно активна й здебільшого непродумана діяльність людини, супроводжувана знищенням природних ресурсів і забрудненням навколишнього середовища , призвела до того, що нині біосфера планети перебуває в   критичному  стані. Із розвитком цивілізації та науково-технічного прогресу  бурхливим зростанням кількості населення на землі, обсягів виробництва та його відходів проблеми стосунків між природою та суспільством дедалі загострюються. Ми,люди, майже ненароком стали і свідками  і винуватцями катастрофічних змін у навколишньому середовищі.</w:t>
      </w:r>
    </w:p>
    <w:p w:rsidR="00915CC9" w:rsidRPr="00F0057C" w:rsidRDefault="00915CC9" w:rsidP="00252EF2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57C">
        <w:rPr>
          <w:rFonts w:ascii="Times New Roman" w:hAnsi="Times New Roman"/>
          <w:sz w:val="28"/>
          <w:szCs w:val="28"/>
          <w:lang w:val="uk-UA"/>
        </w:rPr>
        <w:t>Студенти ХАДТ створили макети забрудненого міста «Dark city» та екологічно чистого міста «</w:t>
      </w:r>
      <w:r w:rsidRPr="00F0057C">
        <w:rPr>
          <w:rFonts w:ascii="Times New Roman" w:hAnsi="Times New Roman"/>
          <w:sz w:val="28"/>
          <w:szCs w:val="28"/>
          <w:lang w:val="en-US"/>
        </w:rPr>
        <w:t>Dream</w:t>
      </w:r>
      <w:r w:rsidRPr="00F0057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057C">
        <w:rPr>
          <w:rFonts w:ascii="Times New Roman" w:hAnsi="Times New Roman"/>
          <w:sz w:val="28"/>
          <w:szCs w:val="28"/>
          <w:lang w:val="en-US"/>
        </w:rPr>
        <w:t>city</w:t>
      </w:r>
      <w:r w:rsidRPr="00F0057C">
        <w:rPr>
          <w:rFonts w:ascii="Times New Roman" w:hAnsi="Times New Roman"/>
          <w:sz w:val="28"/>
          <w:szCs w:val="28"/>
          <w:lang w:val="uk-UA"/>
        </w:rPr>
        <w:t>» . Дивлячись на брудне міст, розуміє</w:t>
      </w:r>
      <w:r>
        <w:rPr>
          <w:rFonts w:ascii="Times New Roman" w:hAnsi="Times New Roman"/>
          <w:sz w:val="28"/>
          <w:szCs w:val="28"/>
          <w:lang w:val="uk-UA"/>
        </w:rPr>
        <w:t>ш</w:t>
      </w:r>
      <w:r w:rsidRPr="00F0057C">
        <w:rPr>
          <w:rFonts w:ascii="Times New Roman" w:hAnsi="Times New Roman"/>
          <w:sz w:val="28"/>
          <w:szCs w:val="28"/>
          <w:lang w:val="uk-UA"/>
        </w:rPr>
        <w:t>, що біосфера сьогодні не спроможна самоочищуватися,  самовідновлюватися, саморегулюватися. Місто задихається від промислових і транспортних забруднень. Знищуються останні ліси, деградують орні землі. Перетворюються на стічні , брудні відстійники водосховища , ставки та озера.</w:t>
      </w:r>
      <w:r w:rsidRPr="00F0057C">
        <w:rPr>
          <w:sz w:val="28"/>
          <w:szCs w:val="28"/>
        </w:rPr>
        <w:t xml:space="preserve"> </w:t>
      </w:r>
      <w:r w:rsidRPr="00F0057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15CC9" w:rsidRPr="00F0057C" w:rsidRDefault="00915CC9" w:rsidP="00252EF2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57C">
        <w:rPr>
          <w:rFonts w:ascii="Times New Roman" w:hAnsi="Times New Roman"/>
          <w:sz w:val="28"/>
          <w:szCs w:val="28"/>
          <w:lang w:val="uk-UA"/>
        </w:rPr>
        <w:t xml:space="preserve"> Наше чисте  місто створене з екологічно чистих та безпечних матеріалів. Воно складається з житлового комплекс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0057C">
        <w:rPr>
          <w:rFonts w:ascii="Times New Roman" w:hAnsi="Times New Roman"/>
          <w:sz w:val="28"/>
          <w:szCs w:val="28"/>
          <w:lang w:val="uk-UA"/>
        </w:rPr>
        <w:t>, дитячого майданчика, парк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0057C">
        <w:rPr>
          <w:rFonts w:ascii="Times New Roman" w:hAnsi="Times New Roman"/>
          <w:sz w:val="28"/>
          <w:szCs w:val="28"/>
          <w:lang w:val="uk-UA"/>
        </w:rPr>
        <w:t>, розважального комплекс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0057C">
        <w:rPr>
          <w:rFonts w:ascii="Times New Roman" w:hAnsi="Times New Roman"/>
          <w:sz w:val="28"/>
          <w:szCs w:val="28"/>
          <w:lang w:val="uk-UA"/>
        </w:rPr>
        <w:t>, музею природи, фонтанчику та школи. Дивлячись на це місто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0057C">
        <w:rPr>
          <w:rFonts w:ascii="Times New Roman" w:hAnsi="Times New Roman"/>
          <w:sz w:val="28"/>
          <w:szCs w:val="28"/>
          <w:lang w:val="uk-UA"/>
        </w:rPr>
        <w:t xml:space="preserve"> заряджаєшся позитивною енергією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15CC9" w:rsidRPr="00F0057C" w:rsidRDefault="00915CC9" w:rsidP="00252EF2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57C">
        <w:rPr>
          <w:rFonts w:ascii="Times New Roman" w:hAnsi="Times New Roman"/>
          <w:sz w:val="28"/>
          <w:szCs w:val="28"/>
          <w:lang w:val="uk-UA"/>
        </w:rPr>
        <w:t>Під час  проведення виховної</w:t>
      </w:r>
      <w:r>
        <w:rPr>
          <w:rFonts w:ascii="Times New Roman" w:hAnsi="Times New Roman"/>
          <w:sz w:val="28"/>
          <w:szCs w:val="28"/>
          <w:lang w:val="uk-UA"/>
        </w:rPr>
        <w:t xml:space="preserve"> години  студентам пропонувалося</w:t>
      </w:r>
      <w:r w:rsidRPr="00F0057C">
        <w:rPr>
          <w:rFonts w:ascii="Times New Roman" w:hAnsi="Times New Roman"/>
          <w:sz w:val="28"/>
          <w:szCs w:val="28"/>
          <w:lang w:val="uk-UA"/>
        </w:rPr>
        <w:t xml:space="preserve"> сформулювати відгуки про побачене та почут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F0057C">
        <w:rPr>
          <w:rFonts w:ascii="Times New Roman" w:hAnsi="Times New Roman"/>
          <w:sz w:val="28"/>
          <w:szCs w:val="28"/>
          <w:lang w:val="uk-UA"/>
        </w:rPr>
        <w:t>. С</w:t>
      </w:r>
      <w:r>
        <w:rPr>
          <w:rFonts w:ascii="Times New Roman" w:hAnsi="Times New Roman"/>
          <w:sz w:val="28"/>
          <w:szCs w:val="28"/>
          <w:lang w:val="uk-UA"/>
        </w:rPr>
        <w:t>тудентка групи 11- Е</w:t>
      </w:r>
      <w:r w:rsidRPr="00F0057C">
        <w:rPr>
          <w:rFonts w:ascii="Times New Roman" w:hAnsi="Times New Roman"/>
          <w:sz w:val="28"/>
          <w:szCs w:val="28"/>
          <w:lang w:val="uk-UA"/>
        </w:rPr>
        <w:t xml:space="preserve"> навіть склала вірш, який може стати висновком нашої роботи:</w:t>
      </w:r>
    </w:p>
    <w:p w:rsidR="00915CC9" w:rsidRPr="00F0057C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57C">
        <w:rPr>
          <w:rFonts w:ascii="Times New Roman" w:hAnsi="Times New Roman"/>
          <w:sz w:val="28"/>
          <w:szCs w:val="28"/>
          <w:lang w:val="uk-UA"/>
        </w:rPr>
        <w:t>Ось цей чудовий світ, псуємо ми самі,</w:t>
      </w:r>
    </w:p>
    <w:p w:rsidR="00915CC9" w:rsidRPr="00F0057C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57C">
        <w:rPr>
          <w:rFonts w:ascii="Times New Roman" w:hAnsi="Times New Roman"/>
          <w:sz w:val="28"/>
          <w:szCs w:val="28"/>
          <w:lang w:val="uk-UA"/>
        </w:rPr>
        <w:t>Кидаємо сміття і гази вихлопні.</w:t>
      </w:r>
    </w:p>
    <w:p w:rsidR="00915CC9" w:rsidRPr="00F0057C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57C">
        <w:rPr>
          <w:rFonts w:ascii="Times New Roman" w:hAnsi="Times New Roman"/>
          <w:sz w:val="28"/>
          <w:szCs w:val="28"/>
          <w:lang w:val="uk-UA"/>
        </w:rPr>
        <w:t>А ти лиш подивись, обернися навкруги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915CC9" w:rsidRPr="00F0057C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57C">
        <w:rPr>
          <w:rFonts w:ascii="Times New Roman" w:hAnsi="Times New Roman"/>
          <w:sz w:val="28"/>
          <w:szCs w:val="28"/>
          <w:lang w:val="uk-UA"/>
        </w:rPr>
        <w:t>Які лани чудові та ниви золоті.</w:t>
      </w:r>
    </w:p>
    <w:p w:rsidR="00915CC9" w:rsidRPr="00F0057C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57C">
        <w:rPr>
          <w:rFonts w:ascii="Times New Roman" w:hAnsi="Times New Roman"/>
          <w:sz w:val="28"/>
          <w:szCs w:val="28"/>
          <w:lang w:val="uk-UA"/>
        </w:rPr>
        <w:t>А цей блакитний простір – забруднюєм ми просто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915CC9" w:rsidRPr="00F0057C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57C">
        <w:rPr>
          <w:rFonts w:ascii="Times New Roman" w:hAnsi="Times New Roman"/>
          <w:sz w:val="28"/>
          <w:szCs w:val="28"/>
          <w:lang w:val="uk-UA"/>
        </w:rPr>
        <w:t>Дерева і сади вирубуєм усі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15CC9" w:rsidRPr="00F0057C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57C">
        <w:rPr>
          <w:rFonts w:ascii="Times New Roman" w:hAnsi="Times New Roman"/>
          <w:sz w:val="28"/>
          <w:szCs w:val="28"/>
          <w:lang w:val="uk-UA"/>
        </w:rPr>
        <w:t>Людино, озирнись, цей край твоє буття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915CC9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57C">
        <w:rPr>
          <w:rFonts w:ascii="Times New Roman" w:hAnsi="Times New Roman"/>
          <w:sz w:val="28"/>
          <w:szCs w:val="28"/>
          <w:lang w:val="uk-UA"/>
        </w:rPr>
        <w:t>Забруднивши його, ти змінюєш життя!</w:t>
      </w:r>
    </w:p>
    <w:p w:rsidR="00915CC9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метою розширення екологічного  виховання у студентів, підвищення рівня екологічної культури в нашому навчальному закладі було створено гурток  «Оберіг». Члени гуртка беруть активну участь у різних дослідницьких </w:t>
      </w:r>
      <w:r w:rsidRPr="002E2711">
        <w:rPr>
          <w:rFonts w:ascii="Times New Roman" w:hAnsi="Times New Roman"/>
          <w:sz w:val="28"/>
          <w:szCs w:val="28"/>
          <w:lang w:val="uk-UA"/>
        </w:rPr>
        <w:t>проектах, допомагають у проведенні тижнів циклових комісій.</w:t>
      </w:r>
    </w:p>
    <w:p w:rsidR="00915CC9" w:rsidRPr="002E2711" w:rsidRDefault="00915CC9" w:rsidP="00252EF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E2711">
        <w:rPr>
          <w:rFonts w:ascii="Times New Roman" w:hAnsi="Times New Roman"/>
          <w:sz w:val="28"/>
          <w:szCs w:val="28"/>
          <w:lang w:val="uk-UA"/>
        </w:rPr>
        <w:t>Результати роботи гуртка опубліковані у збір</w:t>
      </w:r>
      <w:r>
        <w:rPr>
          <w:rFonts w:ascii="Times New Roman" w:hAnsi="Times New Roman"/>
          <w:sz w:val="28"/>
          <w:szCs w:val="28"/>
          <w:lang w:val="uk-UA"/>
        </w:rPr>
        <w:t>ни</w:t>
      </w:r>
      <w:r w:rsidRPr="002E2711">
        <w:rPr>
          <w:rFonts w:ascii="Times New Roman" w:hAnsi="Times New Roman"/>
          <w:sz w:val="28"/>
          <w:szCs w:val="28"/>
          <w:lang w:val="uk-UA"/>
        </w:rPr>
        <w:t>ках</w:t>
      </w:r>
      <w:r w:rsidRPr="002E2711">
        <w:rPr>
          <w:rFonts w:ascii="Times New Roman" w:hAnsi="Times New Roman"/>
          <w:sz w:val="28"/>
          <w:szCs w:val="28"/>
        </w:rPr>
        <w:t>:</w:t>
      </w:r>
    </w:p>
    <w:p w:rsidR="00915CC9" w:rsidRDefault="00915CC9" w:rsidP="00252EF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обласної науково - практичної конференції «Фізичне виховання як запорука моральності та здоров</w:t>
      </w:r>
      <w:r w:rsidRPr="00F50AFC">
        <w:rPr>
          <w:rFonts w:ascii="Times New Roman" w:hAnsi="Times New Roman"/>
          <w:sz w:val="28"/>
          <w:szCs w:val="28"/>
        </w:rPr>
        <w:t>`</w:t>
      </w:r>
      <w:r>
        <w:rPr>
          <w:rFonts w:ascii="Times New Roman" w:hAnsi="Times New Roman"/>
          <w:sz w:val="28"/>
          <w:szCs w:val="28"/>
          <w:lang w:val="uk-UA"/>
        </w:rPr>
        <w:t xml:space="preserve"> я нації»</w:t>
      </w:r>
      <w:r w:rsidRPr="00DD5F1B">
        <w:rPr>
          <w:rFonts w:ascii="Times New Roman" w:hAnsi="Times New Roman"/>
          <w:sz w:val="28"/>
          <w:szCs w:val="28"/>
        </w:rPr>
        <w:t>;</w:t>
      </w:r>
    </w:p>
    <w:p w:rsidR="00915CC9" w:rsidRDefault="00915CC9" w:rsidP="00252EF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обласної науково - практичної конференції «Екологія. Енергія. Майбутнє.»</w:t>
      </w:r>
      <w:r w:rsidRPr="00252EF2">
        <w:rPr>
          <w:rFonts w:ascii="Times New Roman" w:hAnsi="Times New Roman"/>
          <w:sz w:val="28"/>
          <w:szCs w:val="28"/>
        </w:rPr>
        <w:t>;</w:t>
      </w:r>
    </w:p>
    <w:p w:rsidR="00915CC9" w:rsidRDefault="00915CC9" w:rsidP="00252EF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II Всеукраїнської відеоконференції « Модернізація освіти для сталого розвитку»</w:t>
      </w:r>
      <w:r w:rsidRPr="00DD5F1B">
        <w:rPr>
          <w:rFonts w:ascii="Times New Roman" w:hAnsi="Times New Roman"/>
          <w:sz w:val="28"/>
          <w:szCs w:val="28"/>
        </w:rPr>
        <w:t>;</w:t>
      </w:r>
    </w:p>
    <w:p w:rsidR="00915CC9" w:rsidRDefault="00915CC9" w:rsidP="00252EF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науково – практичної конференції педагогічних працівників і студентів ВНЗ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F50AF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F50AFC">
        <w:rPr>
          <w:rFonts w:ascii="Times New Roman" w:hAnsi="Times New Roman"/>
          <w:sz w:val="28"/>
          <w:szCs w:val="28"/>
          <w:lang w:val="uk-UA"/>
        </w:rPr>
        <w:t xml:space="preserve"> рівнів акредитації</w:t>
      </w:r>
      <w:r>
        <w:rPr>
          <w:rFonts w:ascii="Times New Roman" w:hAnsi="Times New Roman"/>
          <w:sz w:val="28"/>
          <w:szCs w:val="28"/>
          <w:lang w:val="uk-UA"/>
        </w:rPr>
        <w:t xml:space="preserve"> Харківської області «Екологічні проблеми сучасності»</w:t>
      </w:r>
      <w:r w:rsidRPr="00DD5F1B">
        <w:rPr>
          <w:rFonts w:ascii="Times New Roman" w:hAnsi="Times New Roman"/>
          <w:sz w:val="28"/>
          <w:szCs w:val="28"/>
          <w:lang w:val="uk-UA"/>
        </w:rPr>
        <w:t>;</w:t>
      </w:r>
    </w:p>
    <w:p w:rsidR="00915CC9" w:rsidRDefault="00915CC9" w:rsidP="00252EF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міжвузівської студентської  науково – практичної конференції </w:t>
      </w:r>
    </w:p>
    <w:p w:rsidR="00915CC9" w:rsidRPr="00DD5F1B" w:rsidRDefault="00915CC9" w:rsidP="00252EF2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 Захист біорізноманіття – пріоритетний напрямок у справі збереження біосфери»</w:t>
      </w:r>
      <w:r w:rsidRPr="00DD5F1B">
        <w:rPr>
          <w:rFonts w:ascii="Times New Roman" w:hAnsi="Times New Roman"/>
          <w:sz w:val="28"/>
          <w:szCs w:val="28"/>
        </w:rPr>
        <w:t>;</w:t>
      </w:r>
    </w:p>
    <w:p w:rsidR="00915CC9" w:rsidRPr="00895DE3" w:rsidRDefault="00915CC9" w:rsidP="00252EF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Міжнародної науково – практичної інтернет – конференції</w:t>
      </w:r>
    </w:p>
    <w:p w:rsidR="00915CC9" w:rsidRPr="00252EF2" w:rsidRDefault="00915CC9" w:rsidP="00252EF2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«Проблеми та перспективи розвитку науки на початку третього тисячоліття у країнах СНД».</w:t>
      </w:r>
    </w:p>
    <w:p w:rsidR="00915CC9" w:rsidRPr="00252EF2" w:rsidRDefault="00915CC9" w:rsidP="00252EF2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252EF2">
        <w:rPr>
          <w:rFonts w:ascii="Times New Roman" w:hAnsi="Times New Roman"/>
          <w:sz w:val="28"/>
          <w:szCs w:val="28"/>
          <w:lang w:val="uk-UA"/>
        </w:rPr>
        <w:t>Щоб вирішити проблему екологічного виховання в умовах сучасної України, необхідно перш за все , мати державну програму, яка має охопити усі категорії населення. Серйозність даної проблеми повинна бути усвідомлена на усіх рівнях державної влади.</w:t>
      </w:r>
    </w:p>
    <w:p w:rsidR="00915CC9" w:rsidRPr="00252EF2" w:rsidRDefault="00915CC9" w:rsidP="00252EF2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252EF2">
        <w:rPr>
          <w:rFonts w:ascii="Times New Roman" w:hAnsi="Times New Roman"/>
          <w:sz w:val="28"/>
          <w:szCs w:val="28"/>
          <w:lang w:val="uk-UA"/>
        </w:rPr>
        <w:tab/>
        <w:t>Дуже потужним фактором виховання є засоби масової інформації, особливо радіо і телебачення. Важко виховувати в людині високі духовні якості, яка  щодня бачить по телевізору сумнівну рекламу та фільми про  вбивства і насилля.</w:t>
      </w:r>
    </w:p>
    <w:p w:rsidR="00915CC9" w:rsidRPr="00252EF2" w:rsidRDefault="00915CC9" w:rsidP="00252EF2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252EF2">
        <w:rPr>
          <w:rFonts w:ascii="Times New Roman" w:hAnsi="Times New Roman"/>
          <w:sz w:val="28"/>
          <w:szCs w:val="28"/>
          <w:lang w:val="uk-UA"/>
        </w:rPr>
        <w:tab/>
        <w:t>Невід’ємним атрибутом екологічного виховання є практична діяльність з охорони навколишнього середовища, захисту тваринного та рослинного світу. Усвідомлення власної відповідальності за стан природи, безпосередня участь у природоохоронній діяльності можуть стати вирішальним  фактором оздоровлення природного середовища.</w:t>
      </w:r>
    </w:p>
    <w:p w:rsidR="00915CC9" w:rsidRPr="00252EF2" w:rsidRDefault="00915CC9" w:rsidP="00252EF2">
      <w:pPr>
        <w:spacing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252EF2">
        <w:rPr>
          <w:rFonts w:ascii="Times New Roman" w:hAnsi="Times New Roman"/>
          <w:sz w:val="28"/>
          <w:szCs w:val="28"/>
          <w:lang w:val="uk-UA"/>
        </w:rPr>
        <w:t>Насправді  все досить просто: потрібно цінувати тих, хто поруч, любити – тих, хто живе нашим життям, радіти сонцю і дощу, ожеледиці і спеці, не витрачаючи життєві миттєвості на бубоніння і незадоволення. Прагнути  вдосконалювати насамперед себе і своє ставлення до довкілля. Пам’ятаєте, як вчили мудрі казки у дитинстві? Так само як ми ставимося до тих, хто нас  оточує , до подій та явищ, що відбувається у нашому житті, так само світ поставиться до нас.</w:t>
      </w:r>
    </w:p>
    <w:p w:rsidR="00915CC9" w:rsidRPr="002D5E2E" w:rsidRDefault="00915CC9" w:rsidP="00EA3233">
      <w:pPr>
        <w:pStyle w:val="HTMLPreformatted"/>
        <w:spacing w:line="360" w:lineRule="auto"/>
        <w:jc w:val="both"/>
        <w:rPr>
          <w:color w:val="084C97"/>
          <w:lang w:val="uk-UA"/>
        </w:rPr>
      </w:pPr>
    </w:p>
    <w:sectPr w:rsidR="00915CC9" w:rsidRPr="002D5E2E" w:rsidSect="00252EF2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CC9" w:rsidRDefault="00915CC9" w:rsidP="00295296">
      <w:pPr>
        <w:spacing w:after="0" w:line="240" w:lineRule="auto"/>
      </w:pPr>
      <w:r>
        <w:separator/>
      </w:r>
    </w:p>
  </w:endnote>
  <w:endnote w:type="continuationSeparator" w:id="1">
    <w:p w:rsidR="00915CC9" w:rsidRDefault="00915CC9" w:rsidP="0029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CC9" w:rsidRDefault="00915CC9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915CC9" w:rsidRDefault="00915C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CC9" w:rsidRDefault="00915CC9" w:rsidP="00295296">
      <w:pPr>
        <w:spacing w:after="0" w:line="240" w:lineRule="auto"/>
      </w:pPr>
      <w:r>
        <w:separator/>
      </w:r>
    </w:p>
  </w:footnote>
  <w:footnote w:type="continuationSeparator" w:id="1">
    <w:p w:rsidR="00915CC9" w:rsidRDefault="00915CC9" w:rsidP="0029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605"/>
    <w:multiLevelType w:val="multilevel"/>
    <w:tmpl w:val="E8FEE56A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160C1108"/>
    <w:multiLevelType w:val="hybridMultilevel"/>
    <w:tmpl w:val="1F045FD4"/>
    <w:lvl w:ilvl="0" w:tplc="561CC4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16BF594A"/>
    <w:multiLevelType w:val="hybridMultilevel"/>
    <w:tmpl w:val="56042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250980"/>
    <w:multiLevelType w:val="multilevel"/>
    <w:tmpl w:val="C11A986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2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82260CF"/>
    <w:multiLevelType w:val="hybridMultilevel"/>
    <w:tmpl w:val="C62AEA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A540CDA"/>
    <w:multiLevelType w:val="multilevel"/>
    <w:tmpl w:val="7D165C0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6">
    <w:nsid w:val="2D387F68"/>
    <w:multiLevelType w:val="hybridMultilevel"/>
    <w:tmpl w:val="587E6340"/>
    <w:lvl w:ilvl="0" w:tplc="5F8E3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157E5"/>
    <w:multiLevelType w:val="multilevel"/>
    <w:tmpl w:val="8D3CB28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>
    <w:nsid w:val="385D776D"/>
    <w:multiLevelType w:val="multilevel"/>
    <w:tmpl w:val="D0EC703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9">
    <w:nsid w:val="39C91CF2"/>
    <w:multiLevelType w:val="multilevel"/>
    <w:tmpl w:val="2EA25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F33521"/>
    <w:multiLevelType w:val="hybridMultilevel"/>
    <w:tmpl w:val="5120AD8C"/>
    <w:lvl w:ilvl="0" w:tplc="3FAAB7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BC91AB1"/>
    <w:multiLevelType w:val="multilevel"/>
    <w:tmpl w:val="46B01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92320D5"/>
    <w:multiLevelType w:val="multilevel"/>
    <w:tmpl w:val="0C6E3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AC31BB"/>
    <w:multiLevelType w:val="hybridMultilevel"/>
    <w:tmpl w:val="56042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A3177F"/>
    <w:multiLevelType w:val="hybridMultilevel"/>
    <w:tmpl w:val="C62AEAA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F3F6837"/>
    <w:multiLevelType w:val="hybridMultilevel"/>
    <w:tmpl w:val="56042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2"/>
  </w:num>
  <w:num w:numId="9">
    <w:abstractNumId w:val="10"/>
  </w:num>
  <w:num w:numId="10">
    <w:abstractNumId w:val="3"/>
  </w:num>
  <w:num w:numId="11">
    <w:abstractNumId w:val="13"/>
  </w:num>
  <w:num w:numId="12">
    <w:abstractNumId w:val="6"/>
  </w:num>
  <w:num w:numId="13">
    <w:abstractNumId w:val="8"/>
  </w:num>
  <w:num w:numId="14">
    <w:abstractNumId w:val="7"/>
  </w:num>
  <w:num w:numId="15">
    <w:abstractNumId w:val="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705"/>
    <w:rsid w:val="00003B89"/>
    <w:rsid w:val="00040010"/>
    <w:rsid w:val="00060A20"/>
    <w:rsid w:val="000B5705"/>
    <w:rsid w:val="000C30A3"/>
    <w:rsid w:val="000D0169"/>
    <w:rsid w:val="000E250D"/>
    <w:rsid w:val="00161C37"/>
    <w:rsid w:val="001D25C8"/>
    <w:rsid w:val="00252EF2"/>
    <w:rsid w:val="002908CE"/>
    <w:rsid w:val="00295296"/>
    <w:rsid w:val="002C64F7"/>
    <w:rsid w:val="002D5E2E"/>
    <w:rsid w:val="002E2711"/>
    <w:rsid w:val="00354916"/>
    <w:rsid w:val="003566C0"/>
    <w:rsid w:val="003F2DBB"/>
    <w:rsid w:val="004D3465"/>
    <w:rsid w:val="00581F17"/>
    <w:rsid w:val="005D2B78"/>
    <w:rsid w:val="005D6420"/>
    <w:rsid w:val="005F0DA5"/>
    <w:rsid w:val="006E6C88"/>
    <w:rsid w:val="0077740D"/>
    <w:rsid w:val="00864510"/>
    <w:rsid w:val="00895DE3"/>
    <w:rsid w:val="008C7222"/>
    <w:rsid w:val="008D5292"/>
    <w:rsid w:val="009003DE"/>
    <w:rsid w:val="00915CC9"/>
    <w:rsid w:val="009266FC"/>
    <w:rsid w:val="00940F8C"/>
    <w:rsid w:val="00987CD3"/>
    <w:rsid w:val="00A47532"/>
    <w:rsid w:val="00A90BAF"/>
    <w:rsid w:val="00AD2C00"/>
    <w:rsid w:val="00AE62F6"/>
    <w:rsid w:val="00B12FA5"/>
    <w:rsid w:val="00B641BD"/>
    <w:rsid w:val="00BC18D2"/>
    <w:rsid w:val="00C05123"/>
    <w:rsid w:val="00C77D6F"/>
    <w:rsid w:val="00C96A13"/>
    <w:rsid w:val="00CC793E"/>
    <w:rsid w:val="00DB66F3"/>
    <w:rsid w:val="00DD5F1B"/>
    <w:rsid w:val="00DE685E"/>
    <w:rsid w:val="00E63DEF"/>
    <w:rsid w:val="00EA3233"/>
    <w:rsid w:val="00EE1EE9"/>
    <w:rsid w:val="00F0057C"/>
    <w:rsid w:val="00F462F2"/>
    <w:rsid w:val="00F50AFC"/>
    <w:rsid w:val="00F878FC"/>
    <w:rsid w:val="00FD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2F6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B5705"/>
    <w:pPr>
      <w:ind w:left="720"/>
      <w:contextualSpacing/>
    </w:pPr>
  </w:style>
  <w:style w:type="paragraph" w:styleId="NormalWeb">
    <w:name w:val="Normal (Web)"/>
    <w:basedOn w:val="Normal"/>
    <w:uiPriority w:val="99"/>
    <w:rsid w:val="003F2D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F0057C"/>
    <w:rPr>
      <w:rFonts w:ascii="Times New Roman" w:hAnsi="Times New Roman" w:cs="Times New Roman"/>
      <w:spacing w:val="20"/>
      <w:sz w:val="28"/>
      <w:szCs w:val="28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F0057C"/>
    <w:pPr>
      <w:shd w:val="clear" w:color="auto" w:fill="FFFFFF"/>
      <w:spacing w:before="240" w:after="0" w:line="504" w:lineRule="exact"/>
      <w:ind w:hanging="380"/>
      <w:jc w:val="right"/>
    </w:pPr>
    <w:rPr>
      <w:rFonts w:ascii="Times New Roman" w:eastAsia="Times New Roman" w:hAnsi="Times New Roman"/>
      <w:spacing w:val="20"/>
      <w:sz w:val="28"/>
      <w:szCs w:val="28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F0057C"/>
    <w:rPr>
      <w:rFonts w:ascii="Times New Roman" w:hAnsi="Times New Roman" w:cs="Times New Roman"/>
      <w:spacing w:val="20"/>
      <w:sz w:val="27"/>
      <w:szCs w:val="27"/>
      <w:shd w:val="clear" w:color="auto" w:fill="FFFFFF"/>
    </w:rPr>
  </w:style>
  <w:style w:type="character" w:customStyle="1" w:styleId="30pt">
    <w:name w:val="Основной текст (3) + Интервал 0 pt"/>
    <w:basedOn w:val="3"/>
    <w:uiPriority w:val="99"/>
    <w:rsid w:val="00F0057C"/>
    <w:rPr>
      <w:spacing w:val="-10"/>
    </w:rPr>
  </w:style>
  <w:style w:type="paragraph" w:customStyle="1" w:styleId="30">
    <w:name w:val="Основной текст (3)"/>
    <w:basedOn w:val="Normal"/>
    <w:link w:val="3"/>
    <w:uiPriority w:val="99"/>
    <w:rsid w:val="00F0057C"/>
    <w:pPr>
      <w:shd w:val="clear" w:color="auto" w:fill="FFFFFF"/>
      <w:spacing w:before="480" w:after="0" w:line="240" w:lineRule="atLeast"/>
    </w:pPr>
    <w:rPr>
      <w:rFonts w:ascii="Times New Roman" w:eastAsia="Times New Roman" w:hAnsi="Times New Roman"/>
      <w:spacing w:val="20"/>
      <w:sz w:val="27"/>
      <w:szCs w:val="27"/>
    </w:rPr>
  </w:style>
  <w:style w:type="character" w:customStyle="1" w:styleId="0pt">
    <w:name w:val="Основной текст + Интервал 0 pt"/>
    <w:basedOn w:val="a"/>
    <w:uiPriority w:val="99"/>
    <w:rsid w:val="00F0057C"/>
    <w:rPr>
      <w:spacing w:val="0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F0057C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7pt">
    <w:name w:val="Основной текст (2) + 7 pt"/>
    <w:aliases w:val="Не курсив"/>
    <w:basedOn w:val="2"/>
    <w:uiPriority w:val="99"/>
    <w:rsid w:val="00F0057C"/>
    <w:rPr>
      <w:i/>
      <w:iCs/>
      <w:sz w:val="14"/>
      <w:szCs w:val="14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F0057C"/>
    <w:rPr>
      <w:rFonts w:ascii="Times New Roman" w:hAnsi="Times New Roman" w:cs="Times New Roman"/>
      <w:sz w:val="73"/>
      <w:szCs w:val="73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F0057C"/>
    <w:pPr>
      <w:shd w:val="clear" w:color="auto" w:fill="FFFFFF"/>
      <w:spacing w:before="240"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40">
    <w:name w:val="Основной текст (4)"/>
    <w:basedOn w:val="Normal"/>
    <w:link w:val="4"/>
    <w:uiPriority w:val="99"/>
    <w:rsid w:val="00F0057C"/>
    <w:pPr>
      <w:shd w:val="clear" w:color="auto" w:fill="FFFFFF"/>
      <w:spacing w:before="240" w:after="0" w:line="240" w:lineRule="atLeast"/>
    </w:pPr>
    <w:rPr>
      <w:rFonts w:ascii="Times New Roman" w:eastAsia="Times New Roman" w:hAnsi="Times New Roman"/>
      <w:sz w:val="73"/>
      <w:szCs w:val="73"/>
    </w:rPr>
  </w:style>
  <w:style w:type="paragraph" w:styleId="HTMLPreformatted">
    <w:name w:val="HTML Preformatted"/>
    <w:basedOn w:val="Normal"/>
    <w:link w:val="HTMLPreformattedChar"/>
    <w:uiPriority w:val="99"/>
    <w:rsid w:val="002E27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E2711"/>
    <w:rPr>
      <w:rFonts w:ascii="Courier New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29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9529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9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95296"/>
    <w:rPr>
      <w:rFonts w:cs="Times New Roman"/>
    </w:rPr>
  </w:style>
  <w:style w:type="character" w:styleId="Strong">
    <w:name w:val="Strong"/>
    <w:basedOn w:val="DefaultParagraphFont"/>
    <w:uiPriority w:val="99"/>
    <w:qFormat/>
    <w:rsid w:val="005D6420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C051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DE685E"/>
    <w:rPr>
      <w:rFonts w:eastAsia="Times New Roman"/>
      <w:lang w:val="ru-RU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E685E"/>
    <w:rPr>
      <w:rFonts w:eastAsia="Times New Roman" w:cs="Times New Roman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DE6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68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uk.wikipedia.org/wiki/%D0%9B%D1%8E%D0%B4%D0%B8%D0%BD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259</TotalTime>
  <Pages>5</Pages>
  <Words>4623</Words>
  <Characters>2636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2013-03-04T14:53:00Z</cp:lastPrinted>
  <dcterms:created xsi:type="dcterms:W3CDTF">2013-01-11T07:08:00Z</dcterms:created>
  <dcterms:modified xsi:type="dcterms:W3CDTF">2016-12-28T18:11:00Z</dcterms:modified>
</cp:coreProperties>
</file>