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8E" w:rsidRPr="00AB4908" w:rsidRDefault="00A45A8E" w:rsidP="00AB4908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B4908">
        <w:rPr>
          <w:rFonts w:ascii="Times New Roman" w:hAnsi="Times New Roman"/>
          <w:b/>
          <w:sz w:val="28"/>
          <w:szCs w:val="28"/>
          <w:lang w:val="uk-UA"/>
        </w:rPr>
        <w:t>Дмитро Левченко</w:t>
      </w:r>
    </w:p>
    <w:p w:rsidR="00A45A8E" w:rsidRPr="00AB4908" w:rsidRDefault="00A45A8E" w:rsidP="00AB4908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B4908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A45A8E" w:rsidRDefault="00A45A8E" w:rsidP="00F9150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45A8E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03A9">
        <w:rPr>
          <w:rFonts w:ascii="Times New Roman" w:hAnsi="Times New Roman"/>
          <w:b/>
          <w:sz w:val="28"/>
          <w:szCs w:val="28"/>
          <w:lang w:val="uk-UA"/>
        </w:rPr>
        <w:t>РАДЯНСЬКИЙ ГЕНОЦИД КРИМСЬКИХ ТАТАР 1944 РОКУ</w:t>
      </w:r>
    </w:p>
    <w:p w:rsidR="00A45A8E" w:rsidRPr="008F65F9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5A8E" w:rsidRPr="00C12C8A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C8A">
        <w:rPr>
          <w:rFonts w:ascii="Times New Roman" w:hAnsi="Times New Roman"/>
          <w:sz w:val="28"/>
          <w:szCs w:val="28"/>
        </w:rPr>
        <w:t>Депортаціякримських татар, розпочата 18 травня 1944 року, – один з найбільшихзлочиніврадянського режиму. Хочаще 1967 року парламент Радянського Союзу визнавнеобґрунтованимизвинуваченнявсіхкримських татар у співпраці з німцями, вони до самого краху імперії так і не отримали права повернутися на історичнубатьківщину.</w:t>
      </w:r>
    </w:p>
    <w:p w:rsidR="00A45A8E" w:rsidRPr="008860F3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0F3">
        <w:rPr>
          <w:rFonts w:ascii="Times New Roman" w:hAnsi="Times New Roman"/>
          <w:sz w:val="28"/>
          <w:szCs w:val="28"/>
        </w:rPr>
        <w:t>Навесні 1944 р.</w:t>
      </w:r>
      <w:r>
        <w:rPr>
          <w:rFonts w:ascii="Times New Roman" w:hAnsi="Times New Roman"/>
          <w:sz w:val="28"/>
          <w:szCs w:val="28"/>
          <w:lang w:val="uk-UA"/>
        </w:rPr>
        <w:t xml:space="preserve">коли </w:t>
      </w:r>
      <w:r w:rsidRPr="008860F3">
        <w:rPr>
          <w:rFonts w:ascii="Times New Roman" w:hAnsi="Times New Roman"/>
          <w:sz w:val="28"/>
          <w:szCs w:val="28"/>
        </w:rPr>
        <w:t>радя</w:t>
      </w:r>
      <w:r>
        <w:rPr>
          <w:rFonts w:ascii="Times New Roman" w:hAnsi="Times New Roman"/>
          <w:sz w:val="28"/>
          <w:szCs w:val="28"/>
        </w:rPr>
        <w:t>нськавлада повернулась у Крим</w:t>
      </w:r>
      <w:r>
        <w:rPr>
          <w:rFonts w:ascii="Times New Roman" w:hAnsi="Times New Roman"/>
          <w:sz w:val="28"/>
          <w:szCs w:val="28"/>
          <w:lang w:val="uk-UA"/>
        </w:rPr>
        <w:t>вона</w:t>
      </w:r>
      <w:r w:rsidRPr="008860F3">
        <w:rPr>
          <w:rFonts w:ascii="Times New Roman" w:hAnsi="Times New Roman"/>
          <w:sz w:val="28"/>
          <w:szCs w:val="28"/>
        </w:rPr>
        <w:t>відразувдалася до масовихрепресійпротикатегорійнаселення, яківиявилихоча б найменшунепокорусталінському режиму вперіодвійни. До числа «неблагонадійних» потрапилигромадяни, репресованіраніше за політичними мотивами, а такожпредставники «нелояльнихнародів».</w:t>
      </w:r>
    </w:p>
    <w:p w:rsidR="00A45A8E" w:rsidRPr="00B3318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Формальною причиною депортації, проведеноїНароднимкомісаріатомвнутрішніх справ СРСР за постановою Державного Комітету Оборони СРСР №ГОКО-5859 від 11 травня 1944 року, булиоголошеніфактиспівпрацізначноїчастиникримськотатарськогонаселення з німецькимиокупантами, дезертируванняізЧервоноїармії, боротьба з радянськими партизанами.</w:t>
      </w:r>
    </w:p>
    <w:p w:rsidR="00A45A8E" w:rsidRPr="00B3318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Фактиспівпраціокремихпредставниківкримськотатарського народу з нацистськимокупаційним режимом у роки війниСталінхотіввикористати для реалізаціївласнихвеликодержавницькихцілей. Через сумнівнулояльність до радянськоївлади, наявністьнеросійськихнаціональностейнаокраїнахкомуністичноїімперії ставала небажаною. Водночасз’являласяможливістьотриматидодатковудешевуробочу силу й скеруватиїї в іншірегіоникраїни для  використання в екстремальнихумовах. Відтак, усе кримськотатарськенаселенняопинилосяпідзагрозоювиселення.</w:t>
      </w:r>
    </w:p>
    <w:p w:rsidR="00A45A8E" w:rsidRPr="004E1F1D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Радянськікаральніорганирозпочалипідготовкумасштабноїоперації з виселеннякримськотатарськогонаселення з півостроващезадовго до прийняттярішеннявищимвійськово-політичнимкерівництвом про їїпроведення. У доповіднійзаписці на ім’яочільника НКВС Л. Беріївід 7 травня 1944 р. повідомлялося: «Підготовчу роботу до операціївважаємоможливоюзакінчити 18-20 травня, а всю операцію – до 25 травня». Нарком внутрішніх справ 10 травня 1944 р. особистодоповідавСталіну: «Враховуючизрадницькідіїкримських татар протирадянського народу, та виходячиізнебажаностіподальшогопроживаннякримських татар у прикордоннійокраїніРадянського Союзу, НКВС СРСР вносить на ваш розгляд проект рішення ДКО про виселенняусіх татар з територіїКриму. Вважаємодоцільнимрозселитикримських татар як спецпоселенців у районах Узбецької РСР для використання на роботах як в сільськомугосподарстві – колгоспах, радгоспах, так і в про</w:t>
      </w:r>
      <w:r>
        <w:rPr>
          <w:rFonts w:ascii="Times New Roman" w:hAnsi="Times New Roman"/>
          <w:sz w:val="28"/>
          <w:szCs w:val="28"/>
        </w:rPr>
        <w:t>мисловості та на будівництві» [</w:t>
      </w:r>
      <w:r>
        <w:rPr>
          <w:rFonts w:ascii="Times New Roman" w:hAnsi="Times New Roman"/>
          <w:sz w:val="28"/>
          <w:szCs w:val="28"/>
          <w:lang w:val="uk-UA"/>
        </w:rPr>
        <w:t>1,с.496</w:t>
      </w:r>
      <w:r w:rsidRPr="00B33184">
        <w:rPr>
          <w:rFonts w:ascii="Times New Roman" w:hAnsi="Times New Roman"/>
          <w:sz w:val="28"/>
          <w:szCs w:val="28"/>
        </w:rPr>
        <w:t>].</w:t>
      </w:r>
    </w:p>
    <w:p w:rsidR="00A45A8E" w:rsidRPr="00C92C9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Нап</w:t>
      </w:r>
      <w:r w:rsidRPr="00C92C98">
        <w:rPr>
          <w:rFonts w:ascii="Times New Roman" w:hAnsi="Times New Roman"/>
          <w:sz w:val="28"/>
          <w:szCs w:val="28"/>
        </w:rPr>
        <w:t>’</w:t>
      </w:r>
      <w:r w:rsidRPr="00B33184">
        <w:rPr>
          <w:rFonts w:ascii="Times New Roman" w:hAnsi="Times New Roman"/>
          <w:sz w:val="28"/>
          <w:szCs w:val="28"/>
        </w:rPr>
        <w:t>ятимашинописнихсторінкахтекступроектупостановибулироз</w:t>
      </w:r>
      <w:r w:rsidRPr="00C92C98">
        <w:rPr>
          <w:rFonts w:ascii="Times New Roman" w:hAnsi="Times New Roman"/>
          <w:sz w:val="28"/>
          <w:szCs w:val="28"/>
        </w:rPr>
        <w:t>’</w:t>
      </w:r>
      <w:r w:rsidRPr="00B33184">
        <w:rPr>
          <w:rFonts w:ascii="Times New Roman" w:hAnsi="Times New Roman"/>
          <w:sz w:val="28"/>
          <w:szCs w:val="28"/>
        </w:rPr>
        <w:t>ясненнязусіхпитаньорганізаціїдепортаціїкримськихтатар</w:t>
      </w:r>
      <w:r w:rsidRPr="00C92C98">
        <w:rPr>
          <w:rFonts w:ascii="Times New Roman" w:hAnsi="Times New Roman"/>
          <w:sz w:val="28"/>
          <w:szCs w:val="28"/>
        </w:rPr>
        <w:t xml:space="preserve">, </w:t>
      </w:r>
      <w:r w:rsidRPr="00B33184">
        <w:rPr>
          <w:rFonts w:ascii="Times New Roman" w:hAnsi="Times New Roman"/>
          <w:sz w:val="28"/>
          <w:szCs w:val="28"/>
        </w:rPr>
        <w:t>зазначалисятермінивиселення</w:t>
      </w:r>
      <w:r w:rsidRPr="00C92C98">
        <w:rPr>
          <w:rFonts w:ascii="Times New Roman" w:hAnsi="Times New Roman"/>
          <w:sz w:val="28"/>
          <w:szCs w:val="28"/>
        </w:rPr>
        <w:t xml:space="preserve">, </w:t>
      </w:r>
      <w:r w:rsidRPr="00B33184">
        <w:rPr>
          <w:rFonts w:ascii="Times New Roman" w:hAnsi="Times New Roman"/>
          <w:sz w:val="28"/>
          <w:szCs w:val="28"/>
        </w:rPr>
        <w:t>перераховувалисявідомства</w:t>
      </w:r>
      <w:r w:rsidRPr="00C92C98">
        <w:rPr>
          <w:rFonts w:ascii="Times New Roman" w:hAnsi="Times New Roman"/>
          <w:sz w:val="28"/>
          <w:szCs w:val="28"/>
        </w:rPr>
        <w:t xml:space="preserve">, </w:t>
      </w:r>
      <w:r w:rsidRPr="00B33184">
        <w:rPr>
          <w:rFonts w:ascii="Times New Roman" w:hAnsi="Times New Roman"/>
          <w:sz w:val="28"/>
          <w:szCs w:val="28"/>
        </w:rPr>
        <w:t>відповідальнізавиконаннязавданняурядутощо</w:t>
      </w:r>
      <w:r w:rsidRPr="00C92C98">
        <w:rPr>
          <w:rFonts w:ascii="Times New Roman" w:hAnsi="Times New Roman"/>
          <w:sz w:val="28"/>
          <w:szCs w:val="28"/>
        </w:rPr>
        <w:t xml:space="preserve">. </w:t>
      </w:r>
      <w:r w:rsidRPr="00B33184">
        <w:rPr>
          <w:rFonts w:ascii="Times New Roman" w:hAnsi="Times New Roman"/>
          <w:sz w:val="28"/>
          <w:szCs w:val="28"/>
        </w:rPr>
        <w:t>ПроектпідписавЙ</w:t>
      </w:r>
      <w:r w:rsidRPr="00C92C98">
        <w:rPr>
          <w:rFonts w:ascii="Times New Roman" w:hAnsi="Times New Roman"/>
          <w:sz w:val="28"/>
          <w:szCs w:val="28"/>
        </w:rPr>
        <w:t xml:space="preserve">. </w:t>
      </w:r>
      <w:r w:rsidRPr="00B33184">
        <w:rPr>
          <w:rFonts w:ascii="Times New Roman" w:hAnsi="Times New Roman"/>
          <w:sz w:val="28"/>
          <w:szCs w:val="28"/>
        </w:rPr>
        <w:t>Сталін</w:t>
      </w:r>
      <w:r w:rsidRPr="00C92C98">
        <w:rPr>
          <w:rFonts w:ascii="Times New Roman" w:hAnsi="Times New Roman"/>
          <w:sz w:val="28"/>
          <w:szCs w:val="28"/>
        </w:rPr>
        <w:t xml:space="preserve">. </w:t>
      </w:r>
      <w:r w:rsidRPr="00B33184">
        <w:rPr>
          <w:rFonts w:ascii="Times New Roman" w:hAnsi="Times New Roman"/>
          <w:sz w:val="28"/>
          <w:szCs w:val="28"/>
        </w:rPr>
        <w:t>Ніколищепроміжокчасуміжзвільненнямвідокупаціїтадепортацієюнебувтакимкоротким</w:t>
      </w:r>
      <w:r w:rsidRPr="00C92C98">
        <w:rPr>
          <w:rFonts w:ascii="Times New Roman" w:hAnsi="Times New Roman"/>
          <w:sz w:val="28"/>
          <w:szCs w:val="28"/>
        </w:rPr>
        <w:t xml:space="preserve">: </w:t>
      </w:r>
      <w:r w:rsidRPr="00B33184">
        <w:rPr>
          <w:rFonts w:ascii="Times New Roman" w:hAnsi="Times New Roman"/>
          <w:sz w:val="28"/>
          <w:szCs w:val="28"/>
        </w:rPr>
        <w:t>трохибільшемісяця</w:t>
      </w:r>
      <w:r w:rsidRPr="00C92C98">
        <w:rPr>
          <w:rFonts w:ascii="Times New Roman" w:hAnsi="Times New Roman"/>
          <w:sz w:val="28"/>
          <w:szCs w:val="28"/>
        </w:rPr>
        <w:t>.</w:t>
      </w:r>
    </w:p>
    <w:p w:rsidR="00A45A8E" w:rsidRPr="00B3318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11 травня 1944 р. Державнийкомітет оборони СРСР прийнявісторичну постанову № 5859 про виселеннякримських татар ізКримської АРСР в Узбецьку СРС. Підставою для депортації у документівказувалося: «У періодВітчизняноївійнибагатокримських татар зрадилиБатьківщину, дезертирувалиізчастинЧервоноїармії, які обороняли Крим, і переходили на бік противника, вступали у сформованінімцямидобровольчітатарськівійськовічастини, якіборолисяпротиЧервоноїармії, в періодокупаціїКримунімецько-фашистськимивійськами, брали участь у німецькихкаральних загонах, кримськітатари особливо відзначалисясвоїмизвірячимирозправамищодорадянських партизан, а такождопомагалинімецькимокупантамвсправіорганізаціїнасильницького угону радянських партизан в німецьке рабство та масовоговинищеннярадянськи</w:t>
      </w:r>
      <w:r>
        <w:rPr>
          <w:rFonts w:ascii="Times New Roman" w:hAnsi="Times New Roman"/>
          <w:sz w:val="28"/>
          <w:szCs w:val="28"/>
        </w:rPr>
        <w:t>х людей» [</w:t>
      </w:r>
      <w:r>
        <w:rPr>
          <w:rFonts w:ascii="Times New Roman" w:hAnsi="Times New Roman"/>
          <w:sz w:val="28"/>
          <w:szCs w:val="28"/>
          <w:lang w:val="uk-UA"/>
        </w:rPr>
        <w:t>2,с.497</w:t>
      </w:r>
      <w:r w:rsidRPr="00B33184">
        <w:rPr>
          <w:rFonts w:ascii="Times New Roman" w:hAnsi="Times New Roman"/>
          <w:sz w:val="28"/>
          <w:szCs w:val="28"/>
        </w:rPr>
        <w:t>]. До 1 червня 1944 р. кримськітатариотримували статус «спецпоселенців».</w:t>
      </w:r>
    </w:p>
    <w:p w:rsidR="00A45A8E" w:rsidRPr="00B3318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21 та 29 травня 1944 р. булиприйнятідодаткові постанови про новіпереселення татар ізКриму в Марійську АРСР, Горьковську, Івановську, Костромську, Молотовську та Сверд</w:t>
      </w:r>
      <w:r>
        <w:rPr>
          <w:rFonts w:ascii="Times New Roman" w:hAnsi="Times New Roman"/>
          <w:sz w:val="28"/>
          <w:szCs w:val="28"/>
        </w:rPr>
        <w:t>ловськуобласті РРФСР [</w:t>
      </w:r>
      <w:r>
        <w:rPr>
          <w:rFonts w:ascii="Times New Roman" w:hAnsi="Times New Roman"/>
          <w:sz w:val="28"/>
          <w:szCs w:val="28"/>
          <w:lang w:val="uk-UA"/>
        </w:rPr>
        <w:t>3,</w:t>
      </w:r>
      <w:r w:rsidRPr="006968C2">
        <w:rPr>
          <w:rFonts w:ascii="Times New Roman" w:hAnsi="Times New Roman"/>
          <w:sz w:val="28"/>
          <w:szCs w:val="28"/>
        </w:rPr>
        <w:t xml:space="preserve"> С.109-110</w:t>
      </w:r>
      <w:r w:rsidRPr="00B33184">
        <w:rPr>
          <w:rFonts w:ascii="Times New Roman" w:hAnsi="Times New Roman"/>
          <w:sz w:val="28"/>
          <w:szCs w:val="28"/>
        </w:rPr>
        <w:t>].</w:t>
      </w:r>
    </w:p>
    <w:p w:rsidR="00A45A8E" w:rsidRPr="00C92C9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НКВС та НКДБ СРСР вважаломожливимзакінчити всю операцію з депортаціїкримських татар достроково до 18-20 травня 1944 р. Згідно з графікомоперація з «детатаризації» Криму мала розпочатисявранці 18 травня. Однак у деякихнаселених пунктах виселеннякорінногонаселеннярозпочалосяпізноввечері 17 травня.</w:t>
      </w:r>
    </w:p>
    <w:p w:rsidR="00A45A8E" w:rsidRPr="00B3318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184">
        <w:rPr>
          <w:rFonts w:ascii="Times New Roman" w:hAnsi="Times New Roman"/>
          <w:sz w:val="28"/>
          <w:szCs w:val="28"/>
        </w:rPr>
        <w:t>18 травня 1944 р. нарком НКВС СРСР Л. Беріязвітував Й. Сталіну та В. Молотову про початок депортаціїкримських татар: для завантаження в ешелонипідготували 90 тис. осіб, з яких 48 тис. відправили на схід. Наступного дня з усьогопівостровабулозібраноспецконтингент у 165 тис. осіб, з яких 136 тис. 412 осібдепортували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C25A2">
        <w:rPr>
          <w:rFonts w:ascii="Times New Roman" w:hAnsi="Times New Roman"/>
          <w:sz w:val="28"/>
          <w:szCs w:val="28"/>
        </w:rPr>
        <w:t xml:space="preserve"> С. 500-501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33184">
        <w:rPr>
          <w:rFonts w:ascii="Times New Roman" w:hAnsi="Times New Roman"/>
          <w:sz w:val="28"/>
          <w:szCs w:val="28"/>
        </w:rPr>
        <w:t>].</w:t>
      </w:r>
    </w:p>
    <w:p w:rsidR="00A45A8E" w:rsidRPr="003E381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814">
        <w:rPr>
          <w:rFonts w:ascii="Times New Roman" w:hAnsi="Times New Roman"/>
          <w:sz w:val="28"/>
          <w:szCs w:val="28"/>
        </w:rPr>
        <w:t>20 травня 1944 р. заступник наркома внутрішніх справ СРСР І. Сєров та заступник наркома держбезпеки СРСР Б. Кобулов у звітівищомупартійно-державному керівництвупідвелипідсумкипроведеноїоперації – депортаціякримських татар була завершена о 16-ій год., за її результатами було переселено 180 тис. осіб. Впродовжтрьохдібкаральніорганивідправили з півостровапонад 70 залізничнихешелонів, у кожному з якихбуло по 50 вагонів, ущ</w:t>
      </w:r>
      <w:r>
        <w:rPr>
          <w:rFonts w:ascii="Times New Roman" w:hAnsi="Times New Roman"/>
          <w:sz w:val="28"/>
          <w:szCs w:val="28"/>
        </w:rPr>
        <w:t>ентзаповненихпереселенцями [</w:t>
      </w:r>
      <w:r>
        <w:rPr>
          <w:rFonts w:ascii="Times New Roman" w:hAnsi="Times New Roman"/>
          <w:sz w:val="28"/>
          <w:szCs w:val="28"/>
          <w:lang w:val="uk-UA"/>
        </w:rPr>
        <w:t>5,</w:t>
      </w:r>
      <w:r w:rsidRPr="001C25A2">
        <w:rPr>
          <w:rFonts w:ascii="Times New Roman" w:hAnsi="Times New Roman"/>
          <w:sz w:val="28"/>
          <w:szCs w:val="28"/>
        </w:rPr>
        <w:t xml:space="preserve"> С. 501-502</w:t>
      </w:r>
      <w:r w:rsidRPr="003E3814">
        <w:rPr>
          <w:rFonts w:ascii="Times New Roman" w:hAnsi="Times New Roman"/>
          <w:sz w:val="28"/>
          <w:szCs w:val="28"/>
        </w:rPr>
        <w:t>].</w:t>
      </w:r>
    </w:p>
    <w:p w:rsidR="00A45A8E" w:rsidRPr="003E381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814">
        <w:rPr>
          <w:rFonts w:ascii="Times New Roman" w:hAnsi="Times New Roman"/>
          <w:sz w:val="28"/>
          <w:szCs w:val="28"/>
        </w:rPr>
        <w:t>Масштаб депортаціївидававсясталінськомукерівництвунедостатнім. Тому 21 травня 1944 р. ДКО СРСР прийняв постанову про додатковепереселення з Кримукримських татар.</w:t>
      </w:r>
    </w:p>
    <w:p w:rsidR="00A45A8E" w:rsidRPr="003E3814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814">
        <w:rPr>
          <w:rFonts w:ascii="Times New Roman" w:hAnsi="Times New Roman"/>
          <w:sz w:val="28"/>
          <w:szCs w:val="28"/>
        </w:rPr>
        <w:t xml:space="preserve">ВраховуючикількістьмобілізованихГоловнимуправліннямформуванняЧервоноїармії та спецконтингент, скерований на провідніпромисловіоб’єктикраїни, загальнакількістьвивезених татар становила 191 тис. 14 осіб. Під час проведеннякампанії з виселеннязаарештували «як антирадянськийелемент» 1 тис. 137 осіб, за весь час операції – 5 тис. 989 осіб. Л. Берія наказав своїмемісарам І. Сєрову, Сергієнко та Фокінузалишатися в Криму та забезпечитиарешт тих татар, якіпереховувалисявідпереселення: «тов. Сєровунеобхідноврахувати, що в Кримуні в якомуразі не можназалишати татар, якіухиляютьсявідпереселення, та іншийбандитськийелемент». Одночасновиселялипартійних та </w:t>
      </w:r>
      <w:r>
        <w:rPr>
          <w:rFonts w:ascii="Times New Roman" w:hAnsi="Times New Roman"/>
          <w:sz w:val="28"/>
          <w:szCs w:val="28"/>
        </w:rPr>
        <w:t>радянськихпрацівниківКриму [</w:t>
      </w:r>
      <w:r>
        <w:rPr>
          <w:rFonts w:ascii="Times New Roman" w:hAnsi="Times New Roman"/>
          <w:sz w:val="28"/>
          <w:szCs w:val="28"/>
          <w:lang w:val="uk-UA"/>
        </w:rPr>
        <w:t>6,</w:t>
      </w:r>
      <w:r w:rsidRPr="00096349">
        <w:rPr>
          <w:rFonts w:ascii="Times New Roman" w:hAnsi="Times New Roman"/>
          <w:sz w:val="28"/>
          <w:szCs w:val="28"/>
        </w:rPr>
        <w:t xml:space="preserve"> С. 36-38</w:t>
      </w:r>
      <w:r w:rsidRPr="003E3814">
        <w:rPr>
          <w:rFonts w:ascii="Times New Roman" w:hAnsi="Times New Roman"/>
          <w:sz w:val="28"/>
          <w:szCs w:val="28"/>
        </w:rPr>
        <w:t>].</w:t>
      </w:r>
    </w:p>
    <w:p w:rsidR="00A45A8E" w:rsidRPr="00432A0E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A0E">
        <w:rPr>
          <w:rFonts w:ascii="Times New Roman" w:hAnsi="Times New Roman"/>
          <w:sz w:val="28"/>
          <w:szCs w:val="28"/>
        </w:rPr>
        <w:t>Згодом на східвідправиликримських татар, які заселяли іншірайоникраїни. НКВС СРСР вимагаловідреспубліксвідчити про наявність на їхніхтериторіяхкримських татар. Дослідникиназиваютьрізнукількістьвиселених у 1944 р. кримських татар. За останнімипідрахун</w:t>
      </w:r>
      <w:r>
        <w:rPr>
          <w:rFonts w:ascii="Times New Roman" w:hAnsi="Times New Roman"/>
          <w:sz w:val="28"/>
          <w:szCs w:val="28"/>
        </w:rPr>
        <w:t>ками – близько 200 тис. осіб [</w:t>
      </w:r>
      <w:r>
        <w:rPr>
          <w:rFonts w:ascii="Times New Roman" w:hAnsi="Times New Roman"/>
          <w:sz w:val="28"/>
          <w:szCs w:val="28"/>
          <w:lang w:val="uk-UA"/>
        </w:rPr>
        <w:t>7,</w:t>
      </w:r>
      <w:r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  <w:lang w:val="uk-UA"/>
        </w:rPr>
        <w:t>163</w:t>
      </w:r>
      <w:r w:rsidRPr="00432A0E">
        <w:rPr>
          <w:rFonts w:ascii="Times New Roman" w:hAnsi="Times New Roman"/>
          <w:sz w:val="28"/>
          <w:szCs w:val="28"/>
        </w:rPr>
        <w:t>].</w:t>
      </w:r>
    </w:p>
    <w:p w:rsidR="00A45A8E" w:rsidRPr="00361DE1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32A0E">
        <w:rPr>
          <w:rFonts w:ascii="Times New Roman" w:hAnsi="Times New Roman"/>
          <w:sz w:val="28"/>
          <w:szCs w:val="28"/>
        </w:rPr>
        <w:t>Переселеннявідбувалося у важкихсанітарно-побутовихумовах. Люди поганохарчувалися, щоспричиниловисокусмертність. За підрахункамидослідників, людськівтратипід час перевезеннякримських татар ешелонами на схід становили 7 тис. 889 осіб [16]. У довідці про рухспецпоселенцівКриму в 1944–1946 рр. зазначалося, що у перший періодсеред них загинуло 44 тис. 887 осіб., тобто 19,6 %. Як зазначалося у зведенніізУзбецької РСР, у 1944 р. середспецпоселенців у республіці померли 16 тис. 52 особи (10 %), у 1945 р. – 13 тис. 183 особи (9,8 %) ізз</w:t>
      </w:r>
      <w:r>
        <w:rPr>
          <w:rFonts w:ascii="Times New Roman" w:hAnsi="Times New Roman"/>
          <w:sz w:val="28"/>
          <w:szCs w:val="28"/>
        </w:rPr>
        <w:t>агального числа депортованих [</w:t>
      </w:r>
      <w:r>
        <w:rPr>
          <w:rFonts w:ascii="Times New Roman" w:hAnsi="Times New Roman"/>
          <w:sz w:val="28"/>
          <w:szCs w:val="28"/>
          <w:lang w:val="uk-UA"/>
        </w:rPr>
        <w:t>8,</w:t>
      </w:r>
      <w:r>
        <w:rPr>
          <w:rFonts w:ascii="Times New Roman" w:hAnsi="Times New Roman"/>
          <w:sz w:val="28"/>
          <w:szCs w:val="28"/>
        </w:rPr>
        <w:t>С. 15-16</w:t>
      </w:r>
      <w:r w:rsidRPr="00432A0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45A8E" w:rsidRPr="00634AE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AE8">
        <w:rPr>
          <w:rFonts w:ascii="Times New Roman" w:hAnsi="Times New Roman"/>
          <w:sz w:val="28"/>
          <w:szCs w:val="28"/>
        </w:rPr>
        <w:t xml:space="preserve">Понад 2/3 виселенихкримських татар спрямували в Узбецьку РСР. Перші 7 ешелонівізвиселенцямиприбули в Узбекистан 1 червня 1944 р., наступного дня – 24; 5 червня – 44; 7 червня – 54 ешелони. Усього до Узбецької РСР булодепортовано 35 тис. 275 сімейкримських татар.Їхприйомбувзакінчений 8 липня 1944 р., про щодоповідав Л. Берії нарком внутрішніх справ Узбекської РСР Ю. Бабаджанов. Географічнорозселеннябуло таким: Ташкентська – 56 тис. 641, Самаркандська – 31 тис. 604, Андижанська – 19 тис. 773, Ферганська – 16 тис., Наманганська – 13 тис. 431, Кашкадар’їнська – 10 </w:t>
      </w:r>
      <w:r>
        <w:rPr>
          <w:rFonts w:ascii="Times New Roman" w:hAnsi="Times New Roman"/>
          <w:sz w:val="28"/>
          <w:szCs w:val="28"/>
        </w:rPr>
        <w:t>тис., Бухарська – 4 тис.осіб [</w:t>
      </w:r>
      <w:r w:rsidRPr="00634AE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F1062">
        <w:rPr>
          <w:rFonts w:ascii="Times New Roman" w:hAnsi="Times New Roman"/>
          <w:sz w:val="28"/>
          <w:szCs w:val="28"/>
        </w:rPr>
        <w:t xml:space="preserve"> С.146</w:t>
      </w:r>
      <w:r w:rsidRPr="00634AE8">
        <w:rPr>
          <w:rFonts w:ascii="Times New Roman" w:hAnsi="Times New Roman"/>
          <w:sz w:val="28"/>
          <w:szCs w:val="28"/>
        </w:rPr>
        <w:t>].</w:t>
      </w:r>
    </w:p>
    <w:p w:rsidR="00A45A8E" w:rsidRPr="00634AE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AE8">
        <w:rPr>
          <w:rFonts w:ascii="Times New Roman" w:hAnsi="Times New Roman"/>
          <w:sz w:val="28"/>
          <w:szCs w:val="28"/>
        </w:rPr>
        <w:t>Кримськітатариприбулитакож в Казахську РСР – 2 тис. 426 осіб, Башкірську АРСР – 284, Якутську АРСР – 93 особи, в Горковську область Росії– 2 тис. 376 осіб, а такожМолотовську – 10 тис., Свердловську – 3 тис. 591 осіб, Іванківську – 548, Костромс</w:t>
      </w:r>
      <w:r>
        <w:rPr>
          <w:rFonts w:ascii="Times New Roman" w:hAnsi="Times New Roman"/>
          <w:sz w:val="28"/>
          <w:szCs w:val="28"/>
        </w:rPr>
        <w:t>ьку область – 6 тис. 338 осіб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4AE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32F79">
        <w:rPr>
          <w:rFonts w:ascii="Times New Roman" w:hAnsi="Times New Roman"/>
          <w:sz w:val="28"/>
          <w:szCs w:val="28"/>
        </w:rPr>
        <w:t xml:space="preserve">  С.115</w:t>
      </w:r>
      <w:r w:rsidRPr="00634AE8">
        <w:rPr>
          <w:rFonts w:ascii="Times New Roman" w:hAnsi="Times New Roman"/>
          <w:sz w:val="28"/>
          <w:szCs w:val="28"/>
        </w:rPr>
        <w:t>].</w:t>
      </w:r>
    </w:p>
    <w:p w:rsidR="00A45A8E" w:rsidRPr="00634AE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AE8">
        <w:rPr>
          <w:rFonts w:ascii="Times New Roman" w:hAnsi="Times New Roman"/>
          <w:sz w:val="28"/>
          <w:szCs w:val="28"/>
        </w:rPr>
        <w:t>Значнучастинукримських татар «передали для трудовоговикористання» на шахтах, заводах та будовах. Більшість з них не малиелементарних умов для життя і праці, багато людей хворіли (від 10 % до 40 %). Станом на 1948 р. у промисловості та сільськомугосподарствіпрацювало 74 тис. 97 спецпоселенців</w:t>
      </w:r>
      <w:r>
        <w:rPr>
          <w:rFonts w:ascii="Times New Roman" w:hAnsi="Times New Roman"/>
          <w:sz w:val="28"/>
          <w:szCs w:val="28"/>
        </w:rPr>
        <w:t>ізкримськотатарського народу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4AE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,с.163</w:t>
      </w:r>
      <w:r w:rsidRPr="00634AE8">
        <w:rPr>
          <w:rFonts w:ascii="Times New Roman" w:hAnsi="Times New Roman"/>
          <w:sz w:val="28"/>
          <w:szCs w:val="28"/>
        </w:rPr>
        <w:t>].</w:t>
      </w:r>
    </w:p>
    <w:p w:rsidR="00A45A8E" w:rsidRPr="009543E2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3E2">
        <w:rPr>
          <w:rFonts w:ascii="Times New Roman" w:hAnsi="Times New Roman"/>
          <w:sz w:val="28"/>
          <w:szCs w:val="28"/>
        </w:rPr>
        <w:t>Насильницькепереміщеннякримськотатарського народу зіспоконвічноїБатьківщини до СередньоїАзії та іншихрегіонів СРСР супроводжувалосяйогототальнимпограбуванням. Фактичномайнопереселенцівбулоконфісковане. Відповіднодо постанови ДКО від 11 травня 1944 р. кожнійродині дозволили взятиіз собою лише «особистіречі, одяг, побутовийінвентар, посуд та харчі в кількості до 500 кг». У результатідепортації у кримських татар вилучили: понад 80 тис.будинків, понад 34 тис. присадибнихбудинків, близько 500 тис. голівхудоби, всі запаси продовольства, насіння, саджанців, корму для домашніхтварин, будівельнихматеріалів, десятки тисяч тон сільськогосподарськоїпродукції. Булоліквідовано 112 особистихкнигозбірень, 646 бібліотек у початкових і 221 у середніхшколах. У селах закрили 360 хат-читалень, у міста і райцентрах – понад 9 тис.шкіл і 263 клуби. Були такожзакритімечеті в Євпаторії, Бахчисараї, Севастополі, Феодосії, Чорноморському та в багатьох селах. На місцевиселенихкримських татар на півострівприбулипереселенці з України, Воронезької, Брянської, Тамбовської, Ростовської областей РФ – загалом 17 тис.</w:t>
      </w:r>
      <w:r>
        <w:rPr>
          <w:rFonts w:ascii="Times New Roman" w:hAnsi="Times New Roman"/>
          <w:sz w:val="28"/>
          <w:szCs w:val="28"/>
        </w:rPr>
        <w:t xml:space="preserve"> 40 сімей (62 тис. 104 особи)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543E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,с.56</w:t>
      </w:r>
      <w:r w:rsidRPr="009543E2">
        <w:rPr>
          <w:rFonts w:ascii="Times New Roman" w:hAnsi="Times New Roman"/>
          <w:sz w:val="28"/>
          <w:szCs w:val="28"/>
        </w:rPr>
        <w:t>].</w:t>
      </w:r>
    </w:p>
    <w:p w:rsidR="00A45A8E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3E2">
        <w:rPr>
          <w:rFonts w:ascii="Times New Roman" w:hAnsi="Times New Roman"/>
          <w:sz w:val="28"/>
          <w:szCs w:val="28"/>
        </w:rPr>
        <w:t>Насильницькадепортаціяпозбавлялакримських татар їхньогоспоконвічногоетносоціального та етнокультурногосередовищапроживання. Хочаофіційнодепортованийкримськотатарський народ звинувачували у співробітництві з німецькимиокупантами, діїкомуністичноївладищодовиселенняцього народу з півостровабулицілкомзлочинними, аджежоден народ за всімаміжнародно-правовими нормами не може і не повинен бути покараним за злочини, вчиненіокремимичинавітьбагатьмайогопредставниками. Репресивнаполітикарадянськоїдержавивизначиласоціальний та демографічнийрегрескримськотатарського народу у повоєннийперіод, поставила його на межу вимирання як національноїспільноти. За усімакритеріямидепортаціюкримських татар у травні 1944 р. можнаназвати геноцидом. Конвенція ООН про запобіганнязлочину геноциду та покарання за ньоговід 9 грудня 1948 р. визначала ним «дії, здійснені з метою знищитиповністюабочастково яку-небудьнаціональну, етнічну, расову</w:t>
      </w:r>
      <w:r>
        <w:rPr>
          <w:rFonts w:ascii="Times New Roman" w:hAnsi="Times New Roman"/>
          <w:sz w:val="28"/>
          <w:szCs w:val="28"/>
        </w:rPr>
        <w:t>аборелігійнугрупу як таку»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543E2">
        <w:rPr>
          <w:rFonts w:ascii="Times New Roman" w:hAnsi="Times New Roman"/>
          <w:sz w:val="28"/>
          <w:szCs w:val="28"/>
        </w:rPr>
        <w:t>3].</w:t>
      </w:r>
    </w:p>
    <w:p w:rsidR="00A45A8E" w:rsidRPr="00983F0D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64244">
        <w:rPr>
          <w:rFonts w:ascii="Times New Roman" w:hAnsi="Times New Roman"/>
          <w:sz w:val="28"/>
          <w:szCs w:val="28"/>
        </w:rPr>
        <w:t>12 листопада 2015 року Верховна Рада Українивизналадепортацію з Криму у 1944 році </w:t>
      </w:r>
      <w:r>
        <w:rPr>
          <w:rFonts w:ascii="Times New Roman" w:hAnsi="Times New Roman"/>
          <w:sz w:val="28"/>
          <w:szCs w:val="28"/>
          <w:lang w:val="uk-UA"/>
        </w:rPr>
        <w:t>геноцидом</w:t>
      </w:r>
      <w:r w:rsidRPr="00A64244">
        <w:rPr>
          <w:rFonts w:ascii="Times New Roman" w:hAnsi="Times New Roman"/>
          <w:sz w:val="28"/>
          <w:szCs w:val="28"/>
        </w:rPr>
        <w:t>кримчан і проголосила </w:t>
      </w:r>
      <w:hyperlink r:id="rId5" w:tooltip="18 травня" w:history="1">
        <w:r w:rsidRPr="00983F0D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18 травня</w:t>
        </w:r>
      </w:hyperlink>
      <w:r w:rsidRPr="00983F0D">
        <w:rPr>
          <w:rFonts w:ascii="Times New Roman" w:hAnsi="Times New Roman"/>
          <w:color w:val="000000"/>
          <w:sz w:val="28"/>
          <w:szCs w:val="28"/>
        </w:rPr>
        <w:t> </w:t>
      </w:r>
      <w:hyperlink r:id="rId6" w:tooltip="День пам'яті жертв геноциду кримськотатарського народу" w:history="1">
        <w:r w:rsidRPr="00983F0D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Днем пам'яті жертв геноциду кримськотатарського народу.</w:t>
        </w:r>
      </w:hyperlink>
    </w:p>
    <w:p w:rsidR="00A45A8E" w:rsidRPr="00634AE8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A8E" w:rsidRPr="00AB4908" w:rsidRDefault="00A45A8E" w:rsidP="00AB4908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AB4908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A45A8E" w:rsidRPr="0027707C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27707C">
        <w:rPr>
          <w:rFonts w:ascii="Times New Roman" w:hAnsi="Times New Roman"/>
          <w:sz w:val="28"/>
          <w:szCs w:val="28"/>
        </w:rPr>
        <w:t>.</w:t>
      </w:r>
      <w:r w:rsidRPr="0027707C">
        <w:rPr>
          <w:rFonts w:ascii="Times New Roman" w:hAnsi="Times New Roman"/>
          <w:sz w:val="28"/>
          <w:szCs w:val="28"/>
        </w:rPr>
        <w:tab/>
        <w:t>Сталинские депортации: 1928–1953 / Под общ.ред. акад. А. Н. Яковлева; Сост. Н. Л. Поболь, П. М. Полян. – М.: Международный Фонд "Демократия"; Материк, 2005. – (Россия. ХХ век. Документы). – С. 496.</w:t>
      </w:r>
    </w:p>
    <w:p w:rsidR="00A45A8E" w:rsidRPr="007A45A7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A45A7">
        <w:rPr>
          <w:rFonts w:ascii="Times New Roman" w:hAnsi="Times New Roman"/>
          <w:sz w:val="28"/>
          <w:szCs w:val="28"/>
        </w:rPr>
        <w:t>.</w:t>
      </w:r>
      <w:r w:rsidRPr="007A45A7">
        <w:rPr>
          <w:rFonts w:ascii="Times New Roman" w:hAnsi="Times New Roman"/>
          <w:sz w:val="28"/>
          <w:szCs w:val="28"/>
        </w:rPr>
        <w:tab/>
        <w:t>Там само. – С. 497.</w:t>
      </w:r>
    </w:p>
    <w:p w:rsidR="00A45A8E" w:rsidRPr="005B4BA5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B4BA5">
        <w:rPr>
          <w:rFonts w:ascii="Times New Roman" w:hAnsi="Times New Roman"/>
          <w:sz w:val="28"/>
          <w:szCs w:val="28"/>
        </w:rPr>
        <w:t>.</w:t>
      </w:r>
      <w:r w:rsidRPr="005B4BA5">
        <w:rPr>
          <w:rFonts w:ascii="Times New Roman" w:hAnsi="Times New Roman"/>
          <w:sz w:val="28"/>
          <w:szCs w:val="28"/>
        </w:rPr>
        <w:tab/>
        <w:t>Бугай Н.Ф. Народы Украины в «Особой папке Сталина»/ Ин-т рос.истории РАН. – М.: «Наука», 2006.– С.109-110.</w:t>
      </w:r>
    </w:p>
    <w:p w:rsidR="00A45A8E" w:rsidRPr="00991495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991495">
        <w:rPr>
          <w:rFonts w:ascii="Times New Roman" w:hAnsi="Times New Roman"/>
          <w:sz w:val="28"/>
          <w:szCs w:val="28"/>
        </w:rPr>
        <w:t>.</w:t>
      </w:r>
      <w:r w:rsidRPr="00991495">
        <w:rPr>
          <w:rFonts w:ascii="Times New Roman" w:hAnsi="Times New Roman"/>
          <w:sz w:val="28"/>
          <w:szCs w:val="28"/>
        </w:rPr>
        <w:tab/>
        <w:t>Сталинские депортации: 1928–1953 / Под общ.ред. акад. А. Н. Яковлева; Сост. Н. Л. Поболь, П. М. Полян. – М.: Международный Фонд "Демократия"; Материк, 2005. – (Россия. ХХ век. Документы). – С. 500-501.</w:t>
      </w:r>
    </w:p>
    <w:p w:rsidR="00A45A8E" w:rsidRPr="00991495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91495">
        <w:rPr>
          <w:rFonts w:ascii="Times New Roman" w:hAnsi="Times New Roman"/>
          <w:sz w:val="28"/>
          <w:szCs w:val="28"/>
        </w:rPr>
        <w:t>.</w:t>
      </w:r>
      <w:r w:rsidRPr="00991495">
        <w:rPr>
          <w:rFonts w:ascii="Times New Roman" w:hAnsi="Times New Roman"/>
          <w:sz w:val="28"/>
          <w:szCs w:val="28"/>
        </w:rPr>
        <w:tab/>
        <w:t>Там само. – С. 501-502.</w:t>
      </w:r>
    </w:p>
    <w:p w:rsidR="00A45A8E" w:rsidRPr="00BF3ACF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BF3ACF">
        <w:rPr>
          <w:rFonts w:ascii="Times New Roman" w:hAnsi="Times New Roman"/>
          <w:sz w:val="28"/>
          <w:szCs w:val="28"/>
        </w:rPr>
        <w:t>.</w:t>
      </w:r>
      <w:r w:rsidRPr="00BF3ACF">
        <w:rPr>
          <w:rFonts w:ascii="Times New Roman" w:hAnsi="Times New Roman"/>
          <w:sz w:val="28"/>
          <w:szCs w:val="28"/>
        </w:rPr>
        <w:tab/>
        <w:t>Бугай М. Ф.Депортаціякримських татар у 1944 р. // Українськийісторичний журнал. – К., 1992. – №1. – С. 36-38.</w:t>
      </w:r>
    </w:p>
    <w:p w:rsidR="00A45A8E" w:rsidRPr="000139CC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BF3ACF">
        <w:rPr>
          <w:rFonts w:ascii="Times New Roman" w:hAnsi="Times New Roman"/>
          <w:sz w:val="28"/>
          <w:szCs w:val="28"/>
        </w:rPr>
        <w:t>.</w:t>
      </w:r>
      <w:r w:rsidRPr="00BF3ACF">
        <w:rPr>
          <w:rFonts w:ascii="Times New Roman" w:hAnsi="Times New Roman"/>
          <w:sz w:val="28"/>
          <w:szCs w:val="28"/>
        </w:rPr>
        <w:tab/>
        <w:t>Бажан О. Г. ДепортаціянародівКриму в роки Другоїсвітовоївійни через призму документіврадянських спецслужб // Кримськітатари: історія та сучасність (До 50-річчя депортаціїкримськотатарського народу): Матеріалиміжнародноїнауковоїконференції (Київ, 13-14 травня 1994 р.). – К., 1995. – С.</w:t>
      </w:r>
      <w:r>
        <w:rPr>
          <w:rFonts w:ascii="Times New Roman" w:hAnsi="Times New Roman"/>
          <w:sz w:val="28"/>
          <w:szCs w:val="28"/>
          <w:lang w:val="uk-UA"/>
        </w:rPr>
        <w:t>163.</w:t>
      </w:r>
    </w:p>
    <w:p w:rsidR="00A45A8E" w:rsidRPr="00483BE6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483BE6">
        <w:rPr>
          <w:rFonts w:ascii="Times New Roman" w:hAnsi="Times New Roman"/>
          <w:sz w:val="28"/>
          <w:szCs w:val="28"/>
        </w:rPr>
        <w:t>.</w:t>
      </w:r>
      <w:r w:rsidRPr="00483BE6">
        <w:rPr>
          <w:rFonts w:ascii="Times New Roman" w:hAnsi="Times New Roman"/>
          <w:sz w:val="28"/>
          <w:szCs w:val="28"/>
        </w:rPr>
        <w:tab/>
        <w:t>Хаялі Р. І. Кримськотатарський народ в умовахдепортації (1944–1967 рр.). Автореф. дис. канд. Істор. наук. – 07.00.01. – Запоріжжя, 2000. – С. 15-16.</w:t>
      </w:r>
    </w:p>
    <w:p w:rsidR="00A45A8E" w:rsidRPr="00483BE6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BE6">
        <w:rPr>
          <w:rFonts w:ascii="Times New Roman" w:hAnsi="Times New Roman"/>
          <w:sz w:val="28"/>
          <w:szCs w:val="28"/>
        </w:rPr>
        <w:t>9.</w:t>
      </w:r>
      <w:r w:rsidRPr="00483BE6">
        <w:rPr>
          <w:rFonts w:ascii="Times New Roman" w:hAnsi="Times New Roman"/>
          <w:sz w:val="28"/>
          <w:szCs w:val="28"/>
        </w:rPr>
        <w:tab/>
        <w:t>Бугай М. Ф. Депортация народов Крыма: документы, факты, комментарии. – М., 2002. – С.146.</w:t>
      </w:r>
    </w:p>
    <w:p w:rsidR="00A45A8E" w:rsidRPr="00EF1F7A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0B6F6F">
        <w:rPr>
          <w:rFonts w:ascii="Times New Roman" w:hAnsi="Times New Roman"/>
          <w:sz w:val="28"/>
          <w:szCs w:val="28"/>
        </w:rPr>
        <w:t>0.</w:t>
      </w:r>
      <w:r w:rsidRPr="000B6F6F">
        <w:rPr>
          <w:rFonts w:ascii="Times New Roman" w:hAnsi="Times New Roman"/>
          <w:sz w:val="28"/>
          <w:szCs w:val="28"/>
        </w:rPr>
        <w:tab/>
        <w:t>Бугай Н.Ф. Народы Украины в «Особой папке Сталина»/ Ин-т рос.</w:t>
      </w:r>
      <w:r w:rsidRPr="00EF1F7A">
        <w:rPr>
          <w:rFonts w:ascii="Times New Roman" w:hAnsi="Times New Roman"/>
          <w:sz w:val="28"/>
          <w:szCs w:val="28"/>
        </w:rPr>
        <w:t>истории РАН.– М.: «Наука», 2006. – С.115</w:t>
      </w:r>
    </w:p>
    <w:p w:rsidR="00A45A8E" w:rsidRPr="00F63D05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0B6F6F">
        <w:rPr>
          <w:rFonts w:ascii="Times New Roman" w:hAnsi="Times New Roman"/>
          <w:sz w:val="28"/>
          <w:szCs w:val="28"/>
        </w:rPr>
        <w:t>1.</w:t>
      </w:r>
      <w:r w:rsidRPr="000B6F6F">
        <w:rPr>
          <w:rFonts w:ascii="Times New Roman" w:hAnsi="Times New Roman"/>
          <w:sz w:val="28"/>
          <w:szCs w:val="28"/>
        </w:rPr>
        <w:tab/>
        <w:t>Бажан О. Г. ДепортаціянародівКриму в роки Другоїсвітовоївійни через призму документіврадянських спецслужб // Кримськітатари: історія та сучасність (До 50-річчя депортаціїкримськотатарського народу): Матеріалиміжнародноїнауковоїконференції (Київ, 13-14 т</w:t>
      </w:r>
      <w:r>
        <w:rPr>
          <w:rFonts w:ascii="Times New Roman" w:hAnsi="Times New Roman"/>
          <w:sz w:val="28"/>
          <w:szCs w:val="28"/>
        </w:rPr>
        <w:t>равня 1994 р.). – К., 1995. – С</w:t>
      </w:r>
      <w:r>
        <w:rPr>
          <w:rFonts w:ascii="Times New Roman" w:hAnsi="Times New Roman"/>
          <w:sz w:val="28"/>
          <w:szCs w:val="28"/>
          <w:lang w:val="uk-UA"/>
        </w:rPr>
        <w:t>.163.</w:t>
      </w:r>
    </w:p>
    <w:p w:rsidR="00A45A8E" w:rsidRPr="000B6F6F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0B6F6F">
        <w:rPr>
          <w:rFonts w:ascii="Times New Roman" w:hAnsi="Times New Roman"/>
          <w:sz w:val="28"/>
          <w:szCs w:val="28"/>
        </w:rPr>
        <w:t>2.</w:t>
      </w:r>
      <w:r w:rsidRPr="000B6F6F">
        <w:rPr>
          <w:rFonts w:ascii="Times New Roman" w:hAnsi="Times New Roman"/>
          <w:sz w:val="28"/>
          <w:szCs w:val="28"/>
        </w:rPr>
        <w:tab/>
        <w:t>Овчаренко П. Д. Депортаціякримськотатарського народу 1944 // ЕнциклопедіяісторіїУкраїни: Т.2. / Редкол.: В.А. Смолій (голова) та ін. НАН України, ІнститутісторіїУкраїни. – К.: «Наукова думка», 2004. – С. 56.</w:t>
      </w:r>
    </w:p>
    <w:p w:rsidR="00A45A8E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</w:t>
      </w:r>
      <w:hyperlink r:id="rId7" w:history="1">
        <w:r w:rsidRPr="00881BF2">
          <w:rPr>
            <w:rStyle w:val="Hyperlink"/>
            <w:rFonts w:ascii="Times New Roman" w:hAnsi="Times New Roman"/>
            <w:sz w:val="28"/>
            <w:szCs w:val="28"/>
          </w:rPr>
          <w:t>http://zakon4.rada.gov.ua/laws/show/995_155</w:t>
        </w:r>
      </w:hyperlink>
    </w:p>
    <w:p w:rsidR="00A45A8E" w:rsidRPr="0082192A" w:rsidRDefault="00A45A8E" w:rsidP="00BE65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45A8E" w:rsidRPr="0082192A" w:rsidSect="00BE65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6318E"/>
    <w:multiLevelType w:val="multilevel"/>
    <w:tmpl w:val="C95EC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582"/>
    <w:rsid w:val="000139CC"/>
    <w:rsid w:val="00024C4F"/>
    <w:rsid w:val="00096349"/>
    <w:rsid w:val="000B6F6F"/>
    <w:rsid w:val="000E7368"/>
    <w:rsid w:val="001328C1"/>
    <w:rsid w:val="001A11F6"/>
    <w:rsid w:val="001C25A2"/>
    <w:rsid w:val="00234A98"/>
    <w:rsid w:val="0027707C"/>
    <w:rsid w:val="002D34CC"/>
    <w:rsid w:val="00346C59"/>
    <w:rsid w:val="00361DE1"/>
    <w:rsid w:val="003E3814"/>
    <w:rsid w:val="003E4381"/>
    <w:rsid w:val="00432A0E"/>
    <w:rsid w:val="00467524"/>
    <w:rsid w:val="00481FA7"/>
    <w:rsid w:val="00483BE6"/>
    <w:rsid w:val="004D18AA"/>
    <w:rsid w:val="004E07A1"/>
    <w:rsid w:val="004E1F1D"/>
    <w:rsid w:val="00530335"/>
    <w:rsid w:val="005762A4"/>
    <w:rsid w:val="00590EDC"/>
    <w:rsid w:val="005A106C"/>
    <w:rsid w:val="005B4BA5"/>
    <w:rsid w:val="00634AE8"/>
    <w:rsid w:val="00637371"/>
    <w:rsid w:val="006968C2"/>
    <w:rsid w:val="006D71B2"/>
    <w:rsid w:val="00703561"/>
    <w:rsid w:val="007A45A7"/>
    <w:rsid w:val="007B3D11"/>
    <w:rsid w:val="00806CD2"/>
    <w:rsid w:val="0082192A"/>
    <w:rsid w:val="008505A8"/>
    <w:rsid w:val="00854785"/>
    <w:rsid w:val="00881BF2"/>
    <w:rsid w:val="008860F3"/>
    <w:rsid w:val="008C1B22"/>
    <w:rsid w:val="008E799A"/>
    <w:rsid w:val="008F1062"/>
    <w:rsid w:val="008F65F9"/>
    <w:rsid w:val="00942A96"/>
    <w:rsid w:val="009543E2"/>
    <w:rsid w:val="00983F0D"/>
    <w:rsid w:val="00991495"/>
    <w:rsid w:val="009B760D"/>
    <w:rsid w:val="00A07C8C"/>
    <w:rsid w:val="00A103A9"/>
    <w:rsid w:val="00A309DB"/>
    <w:rsid w:val="00A45A8E"/>
    <w:rsid w:val="00A64244"/>
    <w:rsid w:val="00A94FEC"/>
    <w:rsid w:val="00AA4BF7"/>
    <w:rsid w:val="00AB1659"/>
    <w:rsid w:val="00AB4908"/>
    <w:rsid w:val="00AE6199"/>
    <w:rsid w:val="00AF2730"/>
    <w:rsid w:val="00B33184"/>
    <w:rsid w:val="00BE65C2"/>
    <w:rsid w:val="00BF3ACF"/>
    <w:rsid w:val="00C12C8A"/>
    <w:rsid w:val="00C26B59"/>
    <w:rsid w:val="00C32F79"/>
    <w:rsid w:val="00C550BB"/>
    <w:rsid w:val="00C87576"/>
    <w:rsid w:val="00C92C98"/>
    <w:rsid w:val="00CD5B4C"/>
    <w:rsid w:val="00CE3288"/>
    <w:rsid w:val="00D21582"/>
    <w:rsid w:val="00E67B6D"/>
    <w:rsid w:val="00E933A7"/>
    <w:rsid w:val="00ED5FC1"/>
    <w:rsid w:val="00EF1F7A"/>
    <w:rsid w:val="00F63D05"/>
    <w:rsid w:val="00F6610B"/>
    <w:rsid w:val="00F9150F"/>
    <w:rsid w:val="00FB3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33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73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637371"/>
    <w:rPr>
      <w:rFonts w:cs="Times New Roman"/>
    </w:rPr>
  </w:style>
  <w:style w:type="character" w:styleId="Hyperlink">
    <w:name w:val="Hyperlink"/>
    <w:basedOn w:val="DefaultParagraphFont"/>
    <w:uiPriority w:val="99"/>
    <w:rsid w:val="0082192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4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995_1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4%D0%B5%D0%BD%D1%8C_%D0%BF%D0%B0%D0%BC%27%D1%8F%D1%82%D1%96_%D0%B6%D0%B5%D1%80%D1%82%D0%B2_%D0%B3%D0%B5%D0%BD%D0%BE%D1%86%D0%B8%D0%B4%D1%83_%D0%BA%D1%80%D0%B8%D0%BC%D1%81%D1%8C%D0%BA%D0%BE%D1%82%D0%B0%D1%82%D0%B0%D1%80%D1%81%D1%8C%D0%BA%D0%BE%D0%B3%D0%BE_%D0%BD%D0%B0%D1%80%D0%BE%D0%B4%D1%83" TargetMode="External"/><Relationship Id="rId5" Type="http://schemas.openxmlformats.org/officeDocument/2006/relationships/hyperlink" Target="https://uk.wikipedia.org/wiki/18_%D1%82%D1%80%D0%B0%D0%B2%D0%BD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7</Pages>
  <Words>8055</Words>
  <Characters>4592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86</cp:revision>
  <dcterms:created xsi:type="dcterms:W3CDTF">2016-12-26T13:36:00Z</dcterms:created>
  <dcterms:modified xsi:type="dcterms:W3CDTF">2016-12-28T19:41:00Z</dcterms:modified>
</cp:coreProperties>
</file>