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11" w:rsidRPr="00F9364B" w:rsidRDefault="001A1C11" w:rsidP="00F26123">
      <w:pPr>
        <w:spacing w:after="12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9364B">
        <w:rPr>
          <w:rFonts w:ascii="Times New Roman" w:hAnsi="Times New Roman"/>
          <w:b/>
          <w:sz w:val="28"/>
          <w:szCs w:val="28"/>
        </w:rPr>
        <w:t>Владислав Ткачик</w:t>
      </w:r>
      <w:r w:rsidRPr="00F9364B">
        <w:rPr>
          <w:rFonts w:ascii="Times New Roman" w:hAnsi="Times New Roman"/>
          <w:b/>
          <w:sz w:val="28"/>
          <w:szCs w:val="28"/>
          <w:lang w:val="uk-UA"/>
        </w:rPr>
        <w:t>, Ірина Терещук</w:t>
      </w:r>
    </w:p>
    <w:p w:rsidR="001A1C11" w:rsidRPr="00F9364B" w:rsidRDefault="001A1C11" w:rsidP="00F26123">
      <w:pPr>
        <w:spacing w:after="120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9364B">
        <w:rPr>
          <w:rFonts w:ascii="Times New Roman" w:hAnsi="Times New Roman"/>
          <w:b/>
          <w:sz w:val="28"/>
          <w:szCs w:val="28"/>
        </w:rPr>
        <w:t xml:space="preserve">(Пирятин, </w:t>
      </w:r>
      <w:r w:rsidRPr="00F9364B">
        <w:rPr>
          <w:rFonts w:ascii="Times New Roman" w:hAnsi="Times New Roman"/>
          <w:b/>
          <w:sz w:val="28"/>
          <w:szCs w:val="28"/>
          <w:lang w:val="uk-UA"/>
        </w:rPr>
        <w:t>Україна</w:t>
      </w:r>
      <w:r w:rsidRPr="00F9364B">
        <w:rPr>
          <w:rFonts w:ascii="Times New Roman" w:hAnsi="Times New Roman"/>
          <w:b/>
          <w:sz w:val="28"/>
          <w:szCs w:val="28"/>
        </w:rPr>
        <w:t>)</w:t>
      </w:r>
    </w:p>
    <w:p w:rsidR="001A1C11" w:rsidRPr="00F26123" w:rsidRDefault="001A1C11">
      <w:pPr>
        <w:rPr>
          <w:lang w:val="uk-UA"/>
        </w:rPr>
      </w:pPr>
    </w:p>
    <w:p w:rsidR="001A1C11" w:rsidRDefault="001A1C11" w:rsidP="00EC4B0E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БЕЗПЕКА ВЕБ-САЙТА</w:t>
      </w:r>
      <w:r w:rsidRPr="00071520">
        <w:rPr>
          <w:rFonts w:ascii="Times New Roman" w:hAnsi="Times New Roman"/>
          <w:b/>
          <w:sz w:val="28"/>
          <w:szCs w:val="28"/>
        </w:rPr>
        <w:t xml:space="preserve"> - </w:t>
      </w:r>
      <w:r>
        <w:rPr>
          <w:rFonts w:ascii="Times New Roman" w:hAnsi="Times New Roman"/>
          <w:b/>
          <w:sz w:val="28"/>
          <w:szCs w:val="28"/>
          <w:lang w:val="uk-UA"/>
        </w:rPr>
        <w:t>ЗАХИСТ ВІД СПАМ РОБОТІВ</w:t>
      </w:r>
    </w:p>
    <w:p w:rsidR="001A1C11" w:rsidRPr="00642A59" w:rsidRDefault="001A1C11" w:rsidP="00EC4B0E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A1C11" w:rsidRPr="00642A59" w:rsidRDefault="001A1C11" w:rsidP="00642A5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9AC">
        <w:rPr>
          <w:rFonts w:ascii="Times New Roman" w:hAnsi="Times New Roman"/>
          <w:i/>
          <w:sz w:val="28"/>
          <w:szCs w:val="28"/>
          <w:lang w:val="uk-UA"/>
        </w:rPr>
        <w:t>Актуальність</w:t>
      </w:r>
      <w:r w:rsidRPr="00642A59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2A59">
        <w:rPr>
          <w:rFonts w:ascii="Times New Roman" w:hAnsi="Times New Roman"/>
          <w:sz w:val="28"/>
          <w:szCs w:val="28"/>
          <w:lang w:val="uk-UA"/>
        </w:rPr>
        <w:t>Тривалий час методи захисту інформації розроблялися тільки державними органами, а їхнє впровадження розглядалося як виключне право тієї або іншої держави. Проте, в останні роки, з розвитком комерційної і підприємницької діяльності збільшилося число спроб несанкціонованого доступу до конфіденційної інформації, а проблеми захисту інформації виявилися в центрі уваги багатьох вчених і спеціалістів із різноманітних країн.</w:t>
      </w:r>
    </w:p>
    <w:p w:rsidR="001A1C11" w:rsidRPr="00642A59" w:rsidRDefault="001A1C11" w:rsidP="00642A5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2A59">
        <w:rPr>
          <w:rFonts w:ascii="Times New Roman" w:hAnsi="Times New Roman"/>
          <w:sz w:val="28"/>
          <w:szCs w:val="28"/>
          <w:lang w:val="uk-UA"/>
        </w:rPr>
        <w:t>Оскільки основний інформаційний обмін сьогодення оснований на інформаційній технології, то важливою умовою безпеки стає безпека в комп'ютерних мережах. Тому захист інформації - важливе і першочергове завдання при проектуванні веб-сайтів.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Програмні засоби - це спеціальні програми і програмні комплекси, призначені для захисту інформації в інформаційних системах, наприклад PGP -комп'ютерна програма, а також бібліотека функцій, що дозволяє виконувати операції шифрування та цифрового підпису інформації; модулі сервера Apache: mod_security та mod_rewrite; CrackLib - бібліотека для перевірки даних у РНР-сценаріях.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З засобів програмного забезпечення систем захисту необхідно особливо виділити програмні засоби, що реалізують механізми шифрування (криптографії), та генерації електронно-цифрового підпису, наприклад, PGP.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У загальному випадку в систему забезпечення захисту ін</w:t>
      </w:r>
      <w:r>
        <w:rPr>
          <w:rFonts w:ascii="Times New Roman" w:hAnsi="Times New Roman"/>
          <w:sz w:val="28"/>
          <w:szCs w:val="28"/>
          <w:lang w:val="uk-UA"/>
        </w:rPr>
        <w:t>формації можуть бути включені [</w:t>
      </w:r>
      <w:r w:rsidRPr="00071520">
        <w:rPr>
          <w:rFonts w:ascii="Times New Roman" w:hAnsi="Times New Roman"/>
          <w:sz w:val="28"/>
          <w:szCs w:val="28"/>
        </w:rPr>
        <w:t>3</w:t>
      </w:r>
      <w:r w:rsidRPr="004B2942">
        <w:rPr>
          <w:rFonts w:ascii="Times New Roman" w:hAnsi="Times New Roman"/>
          <w:sz w:val="28"/>
          <w:szCs w:val="28"/>
          <w:lang w:val="uk-UA"/>
        </w:rPr>
        <w:t>]: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1)</w:t>
      </w:r>
      <w:r w:rsidRPr="004B2942">
        <w:rPr>
          <w:rFonts w:ascii="Times New Roman" w:hAnsi="Times New Roman"/>
          <w:sz w:val="28"/>
          <w:szCs w:val="28"/>
          <w:lang w:val="uk-UA"/>
        </w:rPr>
        <w:tab/>
        <w:t>служба таємності даних - може бути використана для захисту переданих даних від можливості проведення аналізу інтенсивності потоків даних між користувачами;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2)</w:t>
      </w:r>
      <w:r w:rsidRPr="004B2942">
        <w:rPr>
          <w:rFonts w:ascii="Times New Roman" w:hAnsi="Times New Roman"/>
          <w:sz w:val="28"/>
          <w:szCs w:val="28"/>
          <w:lang w:val="uk-UA"/>
        </w:rPr>
        <w:tab/>
        <w:t>служба аутентифікації - призначена для підтвердження того, що в даний момент зв'язку користувач є дійсно тим користувачем, за якого він себе видає;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3)</w:t>
      </w:r>
      <w:r w:rsidRPr="004B2942">
        <w:rPr>
          <w:rFonts w:ascii="Times New Roman" w:hAnsi="Times New Roman"/>
          <w:sz w:val="28"/>
          <w:szCs w:val="28"/>
          <w:lang w:val="uk-UA"/>
        </w:rPr>
        <w:tab/>
        <w:t>служба цілісності даних - забезпечує доказ цілісності даних у процесі їхньої передачі, тобто забезпечує захист переданих повідомлень від випадкових і навмисних впливів, спрямованих на зміну переданих повідомлень, затримку і знищення повідомлень;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4)</w:t>
      </w:r>
      <w:r w:rsidRPr="004B2942">
        <w:rPr>
          <w:rFonts w:ascii="Times New Roman" w:hAnsi="Times New Roman"/>
          <w:sz w:val="28"/>
          <w:szCs w:val="28"/>
          <w:lang w:val="uk-UA"/>
        </w:rPr>
        <w:tab/>
        <w:t>служба керування доступом - забезпечує захист від несанкціонованого доступу до інформації, що утримується в віддалених банках даних, або від несанкціонованого використання мережі;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5)</w:t>
      </w:r>
      <w:r>
        <w:rPr>
          <w:rFonts w:ascii="Times New Roman" w:hAnsi="Times New Roman"/>
          <w:sz w:val="28"/>
          <w:szCs w:val="28"/>
          <w:lang w:val="uk-UA"/>
        </w:rPr>
        <w:tab/>
        <w:t>служба цілі</w:t>
      </w:r>
      <w:r w:rsidRPr="004B2942">
        <w:rPr>
          <w:rFonts w:ascii="Times New Roman" w:hAnsi="Times New Roman"/>
          <w:sz w:val="28"/>
          <w:szCs w:val="28"/>
          <w:lang w:val="uk-UA"/>
        </w:rPr>
        <w:t>сності інформації - забезпечує доказ цілісності повідомлення, прийнятого від відповідного джерела і знаходиться на збереженні;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6)</w:t>
      </w:r>
      <w:r w:rsidRPr="004B2942">
        <w:rPr>
          <w:rFonts w:ascii="Times New Roman" w:hAnsi="Times New Roman"/>
          <w:sz w:val="28"/>
          <w:szCs w:val="28"/>
          <w:lang w:val="uk-UA"/>
        </w:rPr>
        <w:tab/>
        <w:t>служба доставки - забезпечує захист від спроб зловмисника порушити зв'язок.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Найбільш поширені способи захисту, метою яких є дозволити обробляти форму з даними виключно «живій» людині, а не боту (бот - спеціальна програма, що виконує автоматично і за заданим розкладом певні дії, видаючи себе за користувача):</w:t>
      </w:r>
    </w:p>
    <w:p w:rsidR="001A1C11" w:rsidRPr="00F63A91" w:rsidRDefault="001A1C11" w:rsidP="00F63A9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способи захисту, що потребують дій від користувача;</w:t>
      </w:r>
    </w:p>
    <w:p w:rsidR="001A1C11" w:rsidRPr="00F63A91" w:rsidRDefault="001A1C11" w:rsidP="00F63A9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способи, що не потребують дій від користувача;</w:t>
      </w:r>
    </w:p>
    <w:p w:rsidR="001A1C11" w:rsidRPr="00F63A91" w:rsidRDefault="001A1C11" w:rsidP="00F63A9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реєстрація користувачів та модерація коментарів.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1. Способи захисту, що потребують дій від користувача. Система захисту від спам-ботів САРТСНА - «спотворені» символи (цифри, букви) на форумах, гостьових книгах, при реєстрації нових користувачів, відправці SMS через Internet, які потрібно розпізнати і ввести з клавіатури. САРТСНА - це комп'ютерний тест, який використовують для того, щоб визначити, ким є користувач Web-</w:t>
      </w:r>
      <w:r>
        <w:rPr>
          <w:rFonts w:ascii="Times New Roman" w:hAnsi="Times New Roman"/>
          <w:sz w:val="28"/>
          <w:szCs w:val="28"/>
          <w:lang w:val="uk-UA"/>
        </w:rPr>
        <w:t>сайту: людиною чи комп'ютером [</w:t>
      </w:r>
      <w:r w:rsidRPr="0098712C">
        <w:rPr>
          <w:rFonts w:ascii="Times New Roman" w:hAnsi="Times New Roman"/>
          <w:sz w:val="28"/>
          <w:szCs w:val="28"/>
        </w:rPr>
        <w:t>2</w:t>
      </w:r>
      <w:r w:rsidRPr="004B2942">
        <w:rPr>
          <w:rFonts w:ascii="Times New Roman" w:hAnsi="Times New Roman"/>
          <w:sz w:val="28"/>
          <w:szCs w:val="28"/>
          <w:lang w:val="uk-UA"/>
        </w:rPr>
        <w:t>].</w:t>
      </w:r>
    </w:p>
    <w:p w:rsidR="001A1C11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 xml:space="preserve">2. Способи, що не потребують дій від користувача. Ці способи захисту є більш дружніми до відвідувача сайту, ніж різного роду САРТСНА і тому при їх застосуванні зручність в користуванні сайтом для відвідувача зростає. Система може як обмежувати кількість запитів, так і намагатись відрізнити людину від бота за непрямими ознаками в поведінці. 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Головна відмінність бота-програми від людини - це підхід до Web-сторінки як до послідовності тексту і тегів, тоді як пересічна людина бачить кінцевий результат (візуальний образ) і код сторінки її мало цікавить. Більшість способів, які не потребують активних дій від користувача при відправленні Web-форми, базуються на тому, що середньостатистичний бот, на відміну від повноцінного браузера, не навчений інтерпретувати CSS, JavaScript, Flash, тощо. Розглянемо деякі способи, які не потребують втручання користувача:</w:t>
      </w:r>
    </w:p>
    <w:p w:rsidR="001A1C11" w:rsidRPr="00F63A91" w:rsidRDefault="001A1C11" w:rsidP="00F63A91">
      <w:pPr>
        <w:pStyle w:val="ListParagraph"/>
        <w:numPr>
          <w:ilvl w:val="0"/>
          <w:numId w:val="8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обмеження по частоті повідомлень. Суть методу: необхідно стежити, щоб з однієї і тієї ж IP-адреси не було більше ніж, наприклад, десять повідомлень в хвилину. Він має сенс тоді, коли примушувати користувача вирішув</w:t>
      </w:r>
      <w:r>
        <w:rPr>
          <w:rFonts w:ascii="Times New Roman" w:hAnsi="Times New Roman"/>
          <w:sz w:val="28"/>
          <w:szCs w:val="28"/>
          <w:lang w:val="uk-UA"/>
        </w:rPr>
        <w:t>ати САРТСНА не можна, а захист</w:t>
      </w:r>
      <w:r w:rsidRPr="00F63A91">
        <w:rPr>
          <w:rFonts w:ascii="Times New Roman" w:hAnsi="Times New Roman"/>
          <w:sz w:val="28"/>
          <w:szCs w:val="28"/>
          <w:lang w:val="uk-UA"/>
        </w:rPr>
        <w:t xml:space="preserve"> є необхідним. Обмеження кількості запитів з однієї IP-адреси - це доволі простий спосіб, малоефективний при достатній підготовленості зловмисника;</w:t>
      </w:r>
    </w:p>
    <w:p w:rsidR="001A1C11" w:rsidRPr="00F63A91" w:rsidRDefault="001A1C11" w:rsidP="00F63A91">
      <w:pPr>
        <w:pStyle w:val="ListParagraph"/>
        <w:numPr>
          <w:ilvl w:val="0"/>
          <w:numId w:val="8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блокування за часом завантаження форми. Захистом може бути блокування при обробці повідомлення на певний час, що пройшов між завантаженням форми і її відправкою - людині, на відміну від бота, потрібен якийсь час на введення даних (який, як правило, більший за 1-2 секунди);</w:t>
      </w:r>
    </w:p>
    <w:p w:rsidR="001A1C11" w:rsidRPr="00F63A91" w:rsidRDefault="001A1C11" w:rsidP="00F63A91">
      <w:pPr>
        <w:pStyle w:val="ListParagraph"/>
        <w:numPr>
          <w:ilvl w:val="0"/>
          <w:numId w:val="8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блокування повідомлень за ключовими словами. Фільтр працює так: до публікації не допускаються повідомлення, що мають в тексті непристойні слова, образливі, лайливі фрази, або шкідливий програмний код;</w:t>
      </w:r>
    </w:p>
    <w:p w:rsidR="001A1C11" w:rsidRPr="00F63A91" w:rsidRDefault="001A1C11" w:rsidP="00F63A91">
      <w:pPr>
        <w:pStyle w:val="ListParagraph"/>
        <w:numPr>
          <w:ilvl w:val="0"/>
          <w:numId w:val="8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зміна імен полів, які беруть участь в передаванні даних. Більшість спам-роботів шукають на сторінці поля із стандартними іменами, наприклад, «nаmе», «email», «mail» і тому подібне. Щоб доставити боту деяку незручність, краще називати поля нестандартно. Або можна, наприклад, поле «електронна пошта» назвати «nаmе», а «ім'я» - «email», з розрахунку на те, що бот прийме рішення про суть полів по атрибуту name тегу &lt;input&gt;;</w:t>
      </w:r>
    </w:p>
    <w:p w:rsidR="001A1C11" w:rsidRPr="00F63A91" w:rsidRDefault="001A1C11" w:rsidP="00F63A91">
      <w:pPr>
        <w:pStyle w:val="ListParagraph"/>
        <w:numPr>
          <w:ilvl w:val="0"/>
          <w:numId w:val="8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створення полів-приманок. Спам-бот шукає поля «nаmе», «email» і тому подібні. Створюємо приховане поле, не hidden, а, наприклад, приховане засобами CSS. Звичайний відвідувач не бачить це поле і природно не заповнює його. Спам-робот заповнить це поле. Форма повинна оброблятися тільки, якщо приховане нами поле буде порожнім. Серед полів-приманок звичайно мають бути поля, які б бачив користувач, але їм слід дати нестандартні імена;</w:t>
      </w:r>
    </w:p>
    <w:p w:rsidR="001A1C11" w:rsidRPr="00F63A91" w:rsidRDefault="001A1C11" w:rsidP="00F63A91">
      <w:pPr>
        <w:pStyle w:val="ListParagraph"/>
        <w:numPr>
          <w:ilvl w:val="0"/>
          <w:numId w:val="8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блокування повідомлень за розміром екрану. Даний спосіб захисту працює за простою схемою: якщо при програмному визначенні у відвідувача нема розмірів (ширини, висоти) екрана, то форму намагається надіслати бот, отже її не слід обробляти;</w:t>
      </w:r>
    </w:p>
    <w:p w:rsidR="001A1C11" w:rsidRPr="00F63A91" w:rsidRDefault="001A1C11" w:rsidP="00F63A91">
      <w:pPr>
        <w:pStyle w:val="ListParagraph"/>
        <w:numPr>
          <w:ilvl w:val="0"/>
          <w:numId w:val="8"/>
        </w:numPr>
        <w:spacing w:line="36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F63A91">
        <w:rPr>
          <w:rFonts w:ascii="Times New Roman" w:hAnsi="Times New Roman"/>
          <w:sz w:val="28"/>
          <w:szCs w:val="28"/>
          <w:lang w:val="uk-UA"/>
        </w:rPr>
        <w:t>побудова форми за допомогою JavaScript. Цей метод робить аналіз форми ще складнішим: боту необхідно знайти і виконати код JavaScript, щоб отримати поле, яке слід заповнити. Можна, наприклад, захов</w:t>
      </w:r>
      <w:r>
        <w:rPr>
          <w:rFonts w:ascii="Times New Roman" w:hAnsi="Times New Roman"/>
          <w:sz w:val="28"/>
          <w:szCs w:val="28"/>
          <w:lang w:val="uk-UA"/>
        </w:rPr>
        <w:t>ати поле в JavaScript-код так [</w:t>
      </w:r>
      <w:r>
        <w:rPr>
          <w:rFonts w:ascii="Times New Roman" w:hAnsi="Times New Roman"/>
          <w:sz w:val="28"/>
          <w:szCs w:val="28"/>
          <w:lang w:val="en-US"/>
        </w:rPr>
        <w:t>2</w:t>
      </w:r>
      <w:r w:rsidRPr="00F63A91">
        <w:rPr>
          <w:rFonts w:ascii="Times New Roman" w:hAnsi="Times New Roman"/>
          <w:sz w:val="28"/>
          <w:szCs w:val="28"/>
          <w:lang w:val="uk-UA"/>
        </w:rPr>
        <w:t>]:</w:t>
      </w:r>
    </w:p>
    <w:p w:rsidR="001A1C11" w:rsidRPr="004B2942" w:rsidRDefault="001A1C11" w:rsidP="004B2942">
      <w:pPr>
        <w:spacing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&lt;form action="..." name="addMsg" method="post"&gt;</w:t>
      </w:r>
    </w:p>
    <w:p w:rsidR="001A1C11" w:rsidRPr="004B2942" w:rsidRDefault="001A1C11" w:rsidP="004B2942">
      <w:pPr>
        <w:spacing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 xml:space="preserve"> &lt;script language="JavaScript" type="text/]avascript"&gt;</w:t>
      </w:r>
    </w:p>
    <w:p w:rsidR="001A1C11" w:rsidRPr="004B2942" w:rsidRDefault="001A1C11" w:rsidP="004B2942">
      <w:pPr>
        <w:spacing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...</w:t>
      </w:r>
    </w:p>
    <w:p w:rsidR="001A1C11" w:rsidRPr="004B2942" w:rsidRDefault="001A1C11" w:rsidP="004B2942">
      <w:pPr>
        <w:spacing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doсument.write('&lt;inp'+'ut n'+'ame="a'+'ntis" t'+'ype="hi'+'dden" va'+'lue="1'+'10'+'4"&gt;');</w:t>
      </w:r>
    </w:p>
    <w:p w:rsidR="001A1C11" w:rsidRPr="004B2942" w:rsidRDefault="001A1C11" w:rsidP="004B2942">
      <w:pPr>
        <w:spacing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...</w:t>
      </w:r>
    </w:p>
    <w:p w:rsidR="001A1C11" w:rsidRDefault="001A1C11" w:rsidP="004B2942">
      <w:pPr>
        <w:spacing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&lt;/script&gt;</w:t>
      </w:r>
    </w:p>
    <w:p w:rsidR="001A1C11" w:rsidRPr="004B2942" w:rsidRDefault="001A1C11" w:rsidP="004B2942">
      <w:pPr>
        <w:spacing w:line="360" w:lineRule="auto"/>
        <w:ind w:left="709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&lt;/form&gt;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А тоді на стороні сервера слід перевіряти чи існує $_POST['antis'] та, чи вона дорівнює 1104.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B2942">
        <w:rPr>
          <w:rFonts w:ascii="Times New Roman" w:hAnsi="Times New Roman"/>
          <w:sz w:val="28"/>
          <w:szCs w:val="28"/>
          <w:lang w:val="uk-UA"/>
        </w:rPr>
        <w:t>3. Реєстрація користувачів та модерація коментарів. Суть цього методу полягає в тому, що, наприклад, коментарі в Гостьовій можуть залишати не всі відвідувачі, а лише ті, що зареєстровані на сайті. Реєстрація є бар'єром для масової розсипки спаму. Модерація коментарів полягає в тому, що публікуються тільки ті думки відвідувачів, що прямо схвале</w:t>
      </w:r>
      <w:r>
        <w:rPr>
          <w:rFonts w:ascii="Times New Roman" w:hAnsi="Times New Roman"/>
          <w:sz w:val="28"/>
          <w:szCs w:val="28"/>
          <w:lang w:val="uk-UA"/>
        </w:rPr>
        <w:t>ні адміністратором Web-pecypcy. [</w:t>
      </w:r>
      <w:r>
        <w:rPr>
          <w:rFonts w:ascii="Times New Roman" w:hAnsi="Times New Roman"/>
          <w:sz w:val="28"/>
          <w:szCs w:val="28"/>
          <w:lang w:val="en-US"/>
        </w:rPr>
        <w:t>1</w:t>
      </w:r>
      <w:r w:rsidRPr="004B2942">
        <w:rPr>
          <w:rFonts w:ascii="Times New Roman" w:hAnsi="Times New Roman"/>
          <w:sz w:val="28"/>
          <w:szCs w:val="28"/>
          <w:lang w:val="uk-UA"/>
        </w:rPr>
        <w:t>].</w:t>
      </w:r>
    </w:p>
    <w:p w:rsidR="001A1C11" w:rsidRPr="004B2942" w:rsidRDefault="001A1C11" w:rsidP="004B294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в даній роботі  розглянуті </w:t>
      </w:r>
      <w:r w:rsidRPr="004B2942">
        <w:rPr>
          <w:rFonts w:ascii="Times New Roman" w:hAnsi="Times New Roman"/>
          <w:sz w:val="28"/>
          <w:szCs w:val="28"/>
          <w:lang w:val="uk-UA"/>
        </w:rPr>
        <w:t xml:space="preserve"> найбільш популярні </w:t>
      </w:r>
      <w:r>
        <w:rPr>
          <w:rFonts w:ascii="Times New Roman" w:hAnsi="Times New Roman"/>
          <w:sz w:val="28"/>
          <w:szCs w:val="28"/>
          <w:lang w:val="uk-UA"/>
        </w:rPr>
        <w:t xml:space="preserve">засоби </w:t>
      </w:r>
      <w:r w:rsidRPr="004B2942">
        <w:rPr>
          <w:rFonts w:ascii="Times New Roman" w:hAnsi="Times New Roman"/>
          <w:sz w:val="28"/>
          <w:szCs w:val="28"/>
          <w:lang w:val="uk-UA"/>
        </w:rPr>
        <w:t>зах</w:t>
      </w:r>
      <w:r>
        <w:rPr>
          <w:rFonts w:ascii="Times New Roman" w:hAnsi="Times New Roman"/>
          <w:sz w:val="28"/>
          <w:szCs w:val="28"/>
          <w:lang w:val="uk-UA"/>
        </w:rPr>
        <w:t>исту сайту від атак спам-програм</w:t>
      </w:r>
      <w:r w:rsidRPr="004B2942">
        <w:rPr>
          <w:rFonts w:ascii="Times New Roman" w:hAnsi="Times New Roman"/>
          <w:sz w:val="28"/>
          <w:szCs w:val="28"/>
          <w:lang w:val="uk-UA"/>
        </w:rPr>
        <w:t>. Описані в ній приклади не гарантують на 100%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4B2942">
        <w:rPr>
          <w:rFonts w:ascii="Times New Roman" w:hAnsi="Times New Roman"/>
          <w:sz w:val="28"/>
          <w:szCs w:val="28"/>
          <w:lang w:val="uk-UA"/>
        </w:rPr>
        <w:t xml:space="preserve"> того, що сайт ніхто не «зламає»</w:t>
      </w:r>
      <w:r>
        <w:rPr>
          <w:rFonts w:ascii="Times New Roman" w:hAnsi="Times New Roman"/>
          <w:sz w:val="28"/>
          <w:szCs w:val="28"/>
          <w:lang w:val="uk-UA"/>
        </w:rPr>
        <w:t xml:space="preserve"> або не зашкодить йому</w:t>
      </w:r>
      <w:r w:rsidRPr="004B2942">
        <w:rPr>
          <w:rFonts w:ascii="Times New Roman" w:hAnsi="Times New Roman"/>
          <w:sz w:val="28"/>
          <w:szCs w:val="28"/>
          <w:lang w:val="uk-UA"/>
        </w:rPr>
        <w:t>. Завжди, навіть в популярних і довершених системах є вузькі місця, приклад тому випадок, коли на сайтах по всьому світу була знайдена груба помилка, яка дозволяла виконувати довільні запити до бази даних мовою SQL (Structured Query Languag</w:t>
      </w:r>
      <w:r>
        <w:rPr>
          <w:rFonts w:ascii="Times New Roman" w:hAnsi="Times New Roman"/>
          <w:sz w:val="28"/>
          <w:szCs w:val="28"/>
          <w:lang w:val="uk-UA"/>
        </w:rPr>
        <w:t>e - структурована мова запитів)</w:t>
      </w:r>
      <w:r w:rsidRPr="004B294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У подальшому шляхом розвитку та популяризації програмного забезпечення дані проблеми будуть зведені до мінімуму. Але і шкідливі програми будуть розвиватися тому дана проблема буде зажди актуальною.</w:t>
      </w:r>
    </w:p>
    <w:p w:rsidR="001A1C11" w:rsidRDefault="001A1C11" w:rsidP="00F9364B">
      <w:pPr>
        <w:rPr>
          <w:rFonts w:ascii="Times New Roman" w:hAnsi="Times New Roman"/>
          <w:b/>
          <w:sz w:val="28"/>
          <w:szCs w:val="28"/>
          <w:lang w:val="uk-UA"/>
        </w:rPr>
      </w:pPr>
      <w:r w:rsidRPr="00F815C2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1A1C11" w:rsidRPr="00071520" w:rsidRDefault="001A1C11" w:rsidP="00071520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071520">
        <w:rPr>
          <w:rFonts w:ascii="Times New Roman" w:hAnsi="Times New Roman"/>
          <w:sz w:val="28"/>
          <w:szCs w:val="28"/>
          <w:lang w:val="uk-UA"/>
        </w:rPr>
        <w:t>Капча [Електронний ресурс] – Режим доступу до ресурсу: http://ru.wikipedia.org/wiki/CAPTCHA.</w:t>
      </w:r>
    </w:p>
    <w:p w:rsidR="001A1C11" w:rsidRPr="00071520" w:rsidRDefault="001A1C11" w:rsidP="00071520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071520">
        <w:rPr>
          <w:rFonts w:ascii="Times New Roman" w:hAnsi="Times New Roman"/>
          <w:sz w:val="28"/>
          <w:szCs w:val="28"/>
          <w:lang w:val="uk-UA"/>
        </w:rPr>
        <w:t>Полещук Я. Защита web- сервисов от спама [Електронний ресурс] / Ярослав Полещук. – 2007. – Режим доступу до ресурсу: http://captcha.opti-mail.net/.</w:t>
      </w:r>
    </w:p>
    <w:p w:rsidR="001A1C11" w:rsidRPr="00071520" w:rsidRDefault="001A1C11" w:rsidP="00071520">
      <w:pPr>
        <w:pStyle w:val="ListParagraph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071520">
        <w:rPr>
          <w:rFonts w:ascii="Times New Roman" w:hAnsi="Times New Roman"/>
          <w:sz w:val="28"/>
          <w:szCs w:val="28"/>
          <w:lang w:val="uk-UA"/>
        </w:rPr>
        <w:t>Спецвыпуск журнала « Хакер ». // Гейм Лэнд. – 2007. – №75.</w:t>
      </w:r>
    </w:p>
    <w:p w:rsidR="001A1C11" w:rsidRDefault="001A1C11" w:rsidP="00F643F5">
      <w:pPr>
        <w:pStyle w:val="ListParagraph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A1C11" w:rsidRDefault="001A1C11" w:rsidP="00930D8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A1C11" w:rsidRDefault="001A1C11" w:rsidP="00F445EB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A0D18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A1C11" w:rsidRDefault="001A1C11" w:rsidP="00F445EB">
      <w:pPr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викладач  Терещук  Ірина Вікторівна.</w:t>
      </w:r>
    </w:p>
    <w:p w:rsidR="001A1C11" w:rsidRPr="00F26123" w:rsidRDefault="001A1C11">
      <w:pPr>
        <w:rPr>
          <w:lang w:val="uk-UA"/>
        </w:rPr>
      </w:pPr>
    </w:p>
    <w:sectPr w:rsidR="001A1C11" w:rsidRPr="00F26123" w:rsidSect="003452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438"/>
    <w:multiLevelType w:val="hybridMultilevel"/>
    <w:tmpl w:val="199CF1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D6A3454"/>
    <w:multiLevelType w:val="hybridMultilevel"/>
    <w:tmpl w:val="8C2CE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30C3DB6"/>
    <w:multiLevelType w:val="hybridMultilevel"/>
    <w:tmpl w:val="6C46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722B31"/>
    <w:multiLevelType w:val="hybridMultilevel"/>
    <w:tmpl w:val="51ACB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0DF7063"/>
    <w:multiLevelType w:val="hybridMultilevel"/>
    <w:tmpl w:val="ABB4A1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26A1ADE"/>
    <w:multiLevelType w:val="hybridMultilevel"/>
    <w:tmpl w:val="C80AD218"/>
    <w:lvl w:ilvl="0" w:tplc="04190019">
      <w:start w:val="1"/>
      <w:numFmt w:val="lowerLetter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486923C5"/>
    <w:multiLevelType w:val="hybridMultilevel"/>
    <w:tmpl w:val="D6EC9CB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ADA31DF"/>
    <w:multiLevelType w:val="hybridMultilevel"/>
    <w:tmpl w:val="04EC18E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123"/>
    <w:rsid w:val="00000553"/>
    <w:rsid w:val="00005F23"/>
    <w:rsid w:val="00006047"/>
    <w:rsid w:val="00006BC1"/>
    <w:rsid w:val="000108CE"/>
    <w:rsid w:val="00011EDA"/>
    <w:rsid w:val="00013148"/>
    <w:rsid w:val="000132CB"/>
    <w:rsid w:val="00015E97"/>
    <w:rsid w:val="0001611A"/>
    <w:rsid w:val="00016B5B"/>
    <w:rsid w:val="00017341"/>
    <w:rsid w:val="00017F9C"/>
    <w:rsid w:val="000200FB"/>
    <w:rsid w:val="0002646E"/>
    <w:rsid w:val="00030A3E"/>
    <w:rsid w:val="00031C76"/>
    <w:rsid w:val="0003232E"/>
    <w:rsid w:val="00033009"/>
    <w:rsid w:val="00033AB4"/>
    <w:rsid w:val="000346C7"/>
    <w:rsid w:val="0003664A"/>
    <w:rsid w:val="000366EE"/>
    <w:rsid w:val="00037030"/>
    <w:rsid w:val="000417F6"/>
    <w:rsid w:val="00044F4D"/>
    <w:rsid w:val="00046AB9"/>
    <w:rsid w:val="00046C80"/>
    <w:rsid w:val="00047DE0"/>
    <w:rsid w:val="00051A98"/>
    <w:rsid w:val="000521B6"/>
    <w:rsid w:val="00053FF2"/>
    <w:rsid w:val="00054DFE"/>
    <w:rsid w:val="000565FA"/>
    <w:rsid w:val="00056824"/>
    <w:rsid w:val="00056CDE"/>
    <w:rsid w:val="00056EB3"/>
    <w:rsid w:val="00057909"/>
    <w:rsid w:val="00057F06"/>
    <w:rsid w:val="00060F0C"/>
    <w:rsid w:val="0006145D"/>
    <w:rsid w:val="00061804"/>
    <w:rsid w:val="00062421"/>
    <w:rsid w:val="00062E1C"/>
    <w:rsid w:val="0006449E"/>
    <w:rsid w:val="0006658D"/>
    <w:rsid w:val="000705AF"/>
    <w:rsid w:val="000708B8"/>
    <w:rsid w:val="000708CB"/>
    <w:rsid w:val="00071520"/>
    <w:rsid w:val="00071DEA"/>
    <w:rsid w:val="00072CA8"/>
    <w:rsid w:val="00072DCA"/>
    <w:rsid w:val="00073CD7"/>
    <w:rsid w:val="00075032"/>
    <w:rsid w:val="00076067"/>
    <w:rsid w:val="00080E31"/>
    <w:rsid w:val="00081CC2"/>
    <w:rsid w:val="000852DD"/>
    <w:rsid w:val="00086597"/>
    <w:rsid w:val="000865E7"/>
    <w:rsid w:val="00086CE3"/>
    <w:rsid w:val="000905F3"/>
    <w:rsid w:val="00092B81"/>
    <w:rsid w:val="00097BFB"/>
    <w:rsid w:val="000A0D26"/>
    <w:rsid w:val="000A1704"/>
    <w:rsid w:val="000A1FAC"/>
    <w:rsid w:val="000A2985"/>
    <w:rsid w:val="000A2EBE"/>
    <w:rsid w:val="000A5393"/>
    <w:rsid w:val="000A60DD"/>
    <w:rsid w:val="000B1D0C"/>
    <w:rsid w:val="000B4507"/>
    <w:rsid w:val="000B456E"/>
    <w:rsid w:val="000B555C"/>
    <w:rsid w:val="000B57E3"/>
    <w:rsid w:val="000C099E"/>
    <w:rsid w:val="000C1BC3"/>
    <w:rsid w:val="000E0A13"/>
    <w:rsid w:val="000E0A5A"/>
    <w:rsid w:val="000E3BF7"/>
    <w:rsid w:val="000E45A6"/>
    <w:rsid w:val="000F0333"/>
    <w:rsid w:val="000F1DFC"/>
    <w:rsid w:val="000F1FB7"/>
    <w:rsid w:val="000F58EA"/>
    <w:rsid w:val="00101345"/>
    <w:rsid w:val="00102BD5"/>
    <w:rsid w:val="0010711B"/>
    <w:rsid w:val="00110C3F"/>
    <w:rsid w:val="0011136A"/>
    <w:rsid w:val="00113607"/>
    <w:rsid w:val="001170CF"/>
    <w:rsid w:val="001179F5"/>
    <w:rsid w:val="00120E13"/>
    <w:rsid w:val="001232DB"/>
    <w:rsid w:val="001236D3"/>
    <w:rsid w:val="00124970"/>
    <w:rsid w:val="00124E5E"/>
    <w:rsid w:val="00125A0B"/>
    <w:rsid w:val="00126535"/>
    <w:rsid w:val="00131F41"/>
    <w:rsid w:val="001321A1"/>
    <w:rsid w:val="00132F85"/>
    <w:rsid w:val="0013345A"/>
    <w:rsid w:val="001339B4"/>
    <w:rsid w:val="00134D69"/>
    <w:rsid w:val="00135F62"/>
    <w:rsid w:val="00137BF1"/>
    <w:rsid w:val="00140207"/>
    <w:rsid w:val="00141DBA"/>
    <w:rsid w:val="00144D97"/>
    <w:rsid w:val="00145678"/>
    <w:rsid w:val="00147917"/>
    <w:rsid w:val="0015072F"/>
    <w:rsid w:val="00150CCC"/>
    <w:rsid w:val="00151D7D"/>
    <w:rsid w:val="00154EF8"/>
    <w:rsid w:val="00157C05"/>
    <w:rsid w:val="00162B23"/>
    <w:rsid w:val="00163E5C"/>
    <w:rsid w:val="00166A32"/>
    <w:rsid w:val="00167CF2"/>
    <w:rsid w:val="00171CFB"/>
    <w:rsid w:val="001740BA"/>
    <w:rsid w:val="00175122"/>
    <w:rsid w:val="00176EE5"/>
    <w:rsid w:val="00180C17"/>
    <w:rsid w:val="00181E81"/>
    <w:rsid w:val="001824BE"/>
    <w:rsid w:val="00182D1D"/>
    <w:rsid w:val="0018597C"/>
    <w:rsid w:val="00190D97"/>
    <w:rsid w:val="001910B7"/>
    <w:rsid w:val="00192F06"/>
    <w:rsid w:val="00196A90"/>
    <w:rsid w:val="00196F26"/>
    <w:rsid w:val="001A0A53"/>
    <w:rsid w:val="001A1C11"/>
    <w:rsid w:val="001A267E"/>
    <w:rsid w:val="001A2DE8"/>
    <w:rsid w:val="001A370B"/>
    <w:rsid w:val="001B32DB"/>
    <w:rsid w:val="001B709C"/>
    <w:rsid w:val="001B7E96"/>
    <w:rsid w:val="001C0C39"/>
    <w:rsid w:val="001C176D"/>
    <w:rsid w:val="001C19E9"/>
    <w:rsid w:val="001C1C98"/>
    <w:rsid w:val="001C281F"/>
    <w:rsid w:val="001C4173"/>
    <w:rsid w:val="001C4BA3"/>
    <w:rsid w:val="001C5FFF"/>
    <w:rsid w:val="001C6F44"/>
    <w:rsid w:val="001D0137"/>
    <w:rsid w:val="001D1EF7"/>
    <w:rsid w:val="001D297B"/>
    <w:rsid w:val="001D4364"/>
    <w:rsid w:val="001D58D9"/>
    <w:rsid w:val="001D5FAD"/>
    <w:rsid w:val="001D773E"/>
    <w:rsid w:val="001D7E72"/>
    <w:rsid w:val="001E2003"/>
    <w:rsid w:val="001E2319"/>
    <w:rsid w:val="001E48FA"/>
    <w:rsid w:val="001E4CF9"/>
    <w:rsid w:val="001F262B"/>
    <w:rsid w:val="001F4162"/>
    <w:rsid w:val="0020066D"/>
    <w:rsid w:val="00201C55"/>
    <w:rsid w:val="00202FEE"/>
    <w:rsid w:val="00203947"/>
    <w:rsid w:val="00205C85"/>
    <w:rsid w:val="002101F2"/>
    <w:rsid w:val="00212E7C"/>
    <w:rsid w:val="00217E3F"/>
    <w:rsid w:val="00221711"/>
    <w:rsid w:val="00221C42"/>
    <w:rsid w:val="002249CA"/>
    <w:rsid w:val="00226B2C"/>
    <w:rsid w:val="00226ED5"/>
    <w:rsid w:val="002319AD"/>
    <w:rsid w:val="00234C61"/>
    <w:rsid w:val="00234D86"/>
    <w:rsid w:val="00235FAB"/>
    <w:rsid w:val="002374F4"/>
    <w:rsid w:val="00237F88"/>
    <w:rsid w:val="0024068C"/>
    <w:rsid w:val="00241789"/>
    <w:rsid w:val="002433FA"/>
    <w:rsid w:val="00247BF4"/>
    <w:rsid w:val="0025075D"/>
    <w:rsid w:val="002514C8"/>
    <w:rsid w:val="00252012"/>
    <w:rsid w:val="0025511B"/>
    <w:rsid w:val="00256B0D"/>
    <w:rsid w:val="002572E0"/>
    <w:rsid w:val="00263C0F"/>
    <w:rsid w:val="00264319"/>
    <w:rsid w:val="002644E5"/>
    <w:rsid w:val="0026629A"/>
    <w:rsid w:val="00270293"/>
    <w:rsid w:val="002716BF"/>
    <w:rsid w:val="0027460A"/>
    <w:rsid w:val="002751E6"/>
    <w:rsid w:val="00276400"/>
    <w:rsid w:val="00277A6D"/>
    <w:rsid w:val="0028242B"/>
    <w:rsid w:val="00283829"/>
    <w:rsid w:val="00286DB8"/>
    <w:rsid w:val="00287A20"/>
    <w:rsid w:val="00290C40"/>
    <w:rsid w:val="002969AC"/>
    <w:rsid w:val="0029710F"/>
    <w:rsid w:val="002A1DD0"/>
    <w:rsid w:val="002A1E4A"/>
    <w:rsid w:val="002A6369"/>
    <w:rsid w:val="002A770D"/>
    <w:rsid w:val="002B4C96"/>
    <w:rsid w:val="002C4648"/>
    <w:rsid w:val="002D0229"/>
    <w:rsid w:val="002D09DA"/>
    <w:rsid w:val="002D1EA7"/>
    <w:rsid w:val="002D6060"/>
    <w:rsid w:val="002E2283"/>
    <w:rsid w:val="002E5335"/>
    <w:rsid w:val="002E609C"/>
    <w:rsid w:val="002E6977"/>
    <w:rsid w:val="002E7204"/>
    <w:rsid w:val="002F059B"/>
    <w:rsid w:val="002F1C75"/>
    <w:rsid w:val="002F69C3"/>
    <w:rsid w:val="00300EF2"/>
    <w:rsid w:val="00302AB5"/>
    <w:rsid w:val="0030407C"/>
    <w:rsid w:val="0030547C"/>
    <w:rsid w:val="003107A0"/>
    <w:rsid w:val="00315293"/>
    <w:rsid w:val="00315990"/>
    <w:rsid w:val="00317635"/>
    <w:rsid w:val="00317D01"/>
    <w:rsid w:val="0032085A"/>
    <w:rsid w:val="003317AF"/>
    <w:rsid w:val="00331CE8"/>
    <w:rsid w:val="00331E31"/>
    <w:rsid w:val="00333A31"/>
    <w:rsid w:val="003369B0"/>
    <w:rsid w:val="0034067C"/>
    <w:rsid w:val="00343AA7"/>
    <w:rsid w:val="003452A6"/>
    <w:rsid w:val="0034551E"/>
    <w:rsid w:val="0034648C"/>
    <w:rsid w:val="00347562"/>
    <w:rsid w:val="00347613"/>
    <w:rsid w:val="00352A30"/>
    <w:rsid w:val="00355BD5"/>
    <w:rsid w:val="00355E06"/>
    <w:rsid w:val="00355E08"/>
    <w:rsid w:val="00355E46"/>
    <w:rsid w:val="00357012"/>
    <w:rsid w:val="003573E9"/>
    <w:rsid w:val="00360959"/>
    <w:rsid w:val="00364CC5"/>
    <w:rsid w:val="0036660D"/>
    <w:rsid w:val="00366D63"/>
    <w:rsid w:val="0037098F"/>
    <w:rsid w:val="00370AA8"/>
    <w:rsid w:val="00372187"/>
    <w:rsid w:val="00372682"/>
    <w:rsid w:val="00372E87"/>
    <w:rsid w:val="00374048"/>
    <w:rsid w:val="0037456A"/>
    <w:rsid w:val="00376425"/>
    <w:rsid w:val="00376963"/>
    <w:rsid w:val="00380190"/>
    <w:rsid w:val="00380BB1"/>
    <w:rsid w:val="00380D9B"/>
    <w:rsid w:val="00380EC8"/>
    <w:rsid w:val="00381EBB"/>
    <w:rsid w:val="00384285"/>
    <w:rsid w:val="00385F35"/>
    <w:rsid w:val="00387229"/>
    <w:rsid w:val="00387CB9"/>
    <w:rsid w:val="003919B7"/>
    <w:rsid w:val="00395886"/>
    <w:rsid w:val="003974C1"/>
    <w:rsid w:val="003A3307"/>
    <w:rsid w:val="003A3830"/>
    <w:rsid w:val="003A487E"/>
    <w:rsid w:val="003A6BF6"/>
    <w:rsid w:val="003B0B95"/>
    <w:rsid w:val="003B1922"/>
    <w:rsid w:val="003C1AA7"/>
    <w:rsid w:val="003C3E5B"/>
    <w:rsid w:val="003C53DD"/>
    <w:rsid w:val="003C6EC4"/>
    <w:rsid w:val="003C7179"/>
    <w:rsid w:val="003D2ACA"/>
    <w:rsid w:val="003D3271"/>
    <w:rsid w:val="003D35E9"/>
    <w:rsid w:val="003E009E"/>
    <w:rsid w:val="003E517C"/>
    <w:rsid w:val="003E54A3"/>
    <w:rsid w:val="003E5A0D"/>
    <w:rsid w:val="003F1AFE"/>
    <w:rsid w:val="003F2A5C"/>
    <w:rsid w:val="003F3DF0"/>
    <w:rsid w:val="003F4734"/>
    <w:rsid w:val="00402883"/>
    <w:rsid w:val="0040515F"/>
    <w:rsid w:val="00407F90"/>
    <w:rsid w:val="00410762"/>
    <w:rsid w:val="00420D3D"/>
    <w:rsid w:val="00422472"/>
    <w:rsid w:val="00426304"/>
    <w:rsid w:val="00426986"/>
    <w:rsid w:val="00426F85"/>
    <w:rsid w:val="00431B1F"/>
    <w:rsid w:val="00433B36"/>
    <w:rsid w:val="0043404C"/>
    <w:rsid w:val="004344C0"/>
    <w:rsid w:val="004362E9"/>
    <w:rsid w:val="00436C9C"/>
    <w:rsid w:val="00441522"/>
    <w:rsid w:val="004455A9"/>
    <w:rsid w:val="00445AFD"/>
    <w:rsid w:val="00447923"/>
    <w:rsid w:val="0045069F"/>
    <w:rsid w:val="00450B57"/>
    <w:rsid w:val="004604C7"/>
    <w:rsid w:val="00461E46"/>
    <w:rsid w:val="0047060B"/>
    <w:rsid w:val="00473302"/>
    <w:rsid w:val="004747B9"/>
    <w:rsid w:val="00474DBC"/>
    <w:rsid w:val="00474F08"/>
    <w:rsid w:val="00475499"/>
    <w:rsid w:val="00476F7B"/>
    <w:rsid w:val="00477866"/>
    <w:rsid w:val="0048155C"/>
    <w:rsid w:val="00483E77"/>
    <w:rsid w:val="004857B0"/>
    <w:rsid w:val="004859E8"/>
    <w:rsid w:val="0049530B"/>
    <w:rsid w:val="00495314"/>
    <w:rsid w:val="004A0D18"/>
    <w:rsid w:val="004A1627"/>
    <w:rsid w:val="004A3B2B"/>
    <w:rsid w:val="004A485A"/>
    <w:rsid w:val="004A5F1E"/>
    <w:rsid w:val="004B04EE"/>
    <w:rsid w:val="004B11CA"/>
    <w:rsid w:val="004B2942"/>
    <w:rsid w:val="004B3A2E"/>
    <w:rsid w:val="004B6B2B"/>
    <w:rsid w:val="004B6C87"/>
    <w:rsid w:val="004C0025"/>
    <w:rsid w:val="004C01A3"/>
    <w:rsid w:val="004C612F"/>
    <w:rsid w:val="004C79EC"/>
    <w:rsid w:val="004C7BBC"/>
    <w:rsid w:val="004D38B1"/>
    <w:rsid w:val="004D3B01"/>
    <w:rsid w:val="004D3EAA"/>
    <w:rsid w:val="004D40A3"/>
    <w:rsid w:val="004D6082"/>
    <w:rsid w:val="004D6515"/>
    <w:rsid w:val="004D7D81"/>
    <w:rsid w:val="004D7DED"/>
    <w:rsid w:val="004F1858"/>
    <w:rsid w:val="004F4942"/>
    <w:rsid w:val="004F5742"/>
    <w:rsid w:val="00501EC7"/>
    <w:rsid w:val="00502345"/>
    <w:rsid w:val="00504FF0"/>
    <w:rsid w:val="00507021"/>
    <w:rsid w:val="005121A0"/>
    <w:rsid w:val="00512C89"/>
    <w:rsid w:val="0051389F"/>
    <w:rsid w:val="00513B28"/>
    <w:rsid w:val="0051647D"/>
    <w:rsid w:val="0051682D"/>
    <w:rsid w:val="00516A0C"/>
    <w:rsid w:val="005205A1"/>
    <w:rsid w:val="00520E69"/>
    <w:rsid w:val="005211DF"/>
    <w:rsid w:val="005216A7"/>
    <w:rsid w:val="005243FB"/>
    <w:rsid w:val="00527ABC"/>
    <w:rsid w:val="00530113"/>
    <w:rsid w:val="005302AE"/>
    <w:rsid w:val="005303CA"/>
    <w:rsid w:val="005304BE"/>
    <w:rsid w:val="005308A1"/>
    <w:rsid w:val="0053302E"/>
    <w:rsid w:val="00533C66"/>
    <w:rsid w:val="005411C7"/>
    <w:rsid w:val="0054391D"/>
    <w:rsid w:val="00543C49"/>
    <w:rsid w:val="00545547"/>
    <w:rsid w:val="0055233B"/>
    <w:rsid w:val="005538A7"/>
    <w:rsid w:val="00554345"/>
    <w:rsid w:val="0055543C"/>
    <w:rsid w:val="00556123"/>
    <w:rsid w:val="00557E00"/>
    <w:rsid w:val="00561891"/>
    <w:rsid w:val="00563556"/>
    <w:rsid w:val="00566043"/>
    <w:rsid w:val="00567359"/>
    <w:rsid w:val="005678F3"/>
    <w:rsid w:val="00571CD1"/>
    <w:rsid w:val="005723C7"/>
    <w:rsid w:val="00572554"/>
    <w:rsid w:val="00574716"/>
    <w:rsid w:val="00575C5E"/>
    <w:rsid w:val="00580402"/>
    <w:rsid w:val="00580AE3"/>
    <w:rsid w:val="005818F9"/>
    <w:rsid w:val="00582EEA"/>
    <w:rsid w:val="00587792"/>
    <w:rsid w:val="0058790F"/>
    <w:rsid w:val="0059007F"/>
    <w:rsid w:val="005913A6"/>
    <w:rsid w:val="005937FA"/>
    <w:rsid w:val="00595B54"/>
    <w:rsid w:val="0059600F"/>
    <w:rsid w:val="005970E3"/>
    <w:rsid w:val="00597F9A"/>
    <w:rsid w:val="005A0B4F"/>
    <w:rsid w:val="005A16BA"/>
    <w:rsid w:val="005A2BFD"/>
    <w:rsid w:val="005A3F63"/>
    <w:rsid w:val="005A760A"/>
    <w:rsid w:val="005A7A28"/>
    <w:rsid w:val="005B2E10"/>
    <w:rsid w:val="005B3DCE"/>
    <w:rsid w:val="005B40A0"/>
    <w:rsid w:val="005B4BB9"/>
    <w:rsid w:val="005B7166"/>
    <w:rsid w:val="005C02BF"/>
    <w:rsid w:val="005C30C6"/>
    <w:rsid w:val="005C595A"/>
    <w:rsid w:val="005D025A"/>
    <w:rsid w:val="005D1766"/>
    <w:rsid w:val="005D21BB"/>
    <w:rsid w:val="005D21FD"/>
    <w:rsid w:val="005D3CE6"/>
    <w:rsid w:val="005D6489"/>
    <w:rsid w:val="005D6E6E"/>
    <w:rsid w:val="005E242B"/>
    <w:rsid w:val="005E273D"/>
    <w:rsid w:val="005E2825"/>
    <w:rsid w:val="005E29A1"/>
    <w:rsid w:val="005E765D"/>
    <w:rsid w:val="005F3CEA"/>
    <w:rsid w:val="005F3E90"/>
    <w:rsid w:val="005F5ADE"/>
    <w:rsid w:val="005F6D82"/>
    <w:rsid w:val="006013CE"/>
    <w:rsid w:val="006018D6"/>
    <w:rsid w:val="0060487F"/>
    <w:rsid w:val="006128EC"/>
    <w:rsid w:val="006146B8"/>
    <w:rsid w:val="00615F54"/>
    <w:rsid w:val="0062093A"/>
    <w:rsid w:val="0062505A"/>
    <w:rsid w:val="00625105"/>
    <w:rsid w:val="006268BD"/>
    <w:rsid w:val="00627FD5"/>
    <w:rsid w:val="00632736"/>
    <w:rsid w:val="006338B2"/>
    <w:rsid w:val="00634461"/>
    <w:rsid w:val="006362A7"/>
    <w:rsid w:val="006370A8"/>
    <w:rsid w:val="006408A2"/>
    <w:rsid w:val="00641835"/>
    <w:rsid w:val="00642A59"/>
    <w:rsid w:val="00644715"/>
    <w:rsid w:val="006468BA"/>
    <w:rsid w:val="00647D20"/>
    <w:rsid w:val="0065343C"/>
    <w:rsid w:val="00654D21"/>
    <w:rsid w:val="00655C50"/>
    <w:rsid w:val="00661024"/>
    <w:rsid w:val="00661452"/>
    <w:rsid w:val="0066206B"/>
    <w:rsid w:val="00670B3B"/>
    <w:rsid w:val="0067202A"/>
    <w:rsid w:val="00673FAD"/>
    <w:rsid w:val="006760B7"/>
    <w:rsid w:val="006769E0"/>
    <w:rsid w:val="00676EFF"/>
    <w:rsid w:val="006776FD"/>
    <w:rsid w:val="00677AB2"/>
    <w:rsid w:val="00680647"/>
    <w:rsid w:val="00684DCE"/>
    <w:rsid w:val="0068501B"/>
    <w:rsid w:val="0068625D"/>
    <w:rsid w:val="00690BC6"/>
    <w:rsid w:val="00691133"/>
    <w:rsid w:val="00692DF0"/>
    <w:rsid w:val="006945EB"/>
    <w:rsid w:val="00696BB5"/>
    <w:rsid w:val="006970B6"/>
    <w:rsid w:val="006A5FC8"/>
    <w:rsid w:val="006A795D"/>
    <w:rsid w:val="006B0203"/>
    <w:rsid w:val="006B21A2"/>
    <w:rsid w:val="006B35C8"/>
    <w:rsid w:val="006B3763"/>
    <w:rsid w:val="006B3F2E"/>
    <w:rsid w:val="006B45E2"/>
    <w:rsid w:val="006B47EA"/>
    <w:rsid w:val="006B52DB"/>
    <w:rsid w:val="006B5660"/>
    <w:rsid w:val="006B6592"/>
    <w:rsid w:val="006B6EFE"/>
    <w:rsid w:val="006C119E"/>
    <w:rsid w:val="006C1F85"/>
    <w:rsid w:val="006C2C09"/>
    <w:rsid w:val="006C74A8"/>
    <w:rsid w:val="006D0B70"/>
    <w:rsid w:val="006D14BF"/>
    <w:rsid w:val="006D2D72"/>
    <w:rsid w:val="006D2F87"/>
    <w:rsid w:val="006D4FDD"/>
    <w:rsid w:val="006D56E1"/>
    <w:rsid w:val="006D57E0"/>
    <w:rsid w:val="006D5CCE"/>
    <w:rsid w:val="006D5F02"/>
    <w:rsid w:val="006D5FA2"/>
    <w:rsid w:val="006D7665"/>
    <w:rsid w:val="006E1575"/>
    <w:rsid w:val="006E2F93"/>
    <w:rsid w:val="006E4EF6"/>
    <w:rsid w:val="006E6E3A"/>
    <w:rsid w:val="006F249D"/>
    <w:rsid w:val="006F3513"/>
    <w:rsid w:val="006F352A"/>
    <w:rsid w:val="006F4484"/>
    <w:rsid w:val="006F618E"/>
    <w:rsid w:val="006F7271"/>
    <w:rsid w:val="0070310E"/>
    <w:rsid w:val="007078CA"/>
    <w:rsid w:val="00712740"/>
    <w:rsid w:val="00714361"/>
    <w:rsid w:val="007146B6"/>
    <w:rsid w:val="00716B41"/>
    <w:rsid w:val="00720962"/>
    <w:rsid w:val="00720F01"/>
    <w:rsid w:val="007227A4"/>
    <w:rsid w:val="007276B0"/>
    <w:rsid w:val="007303C6"/>
    <w:rsid w:val="00731178"/>
    <w:rsid w:val="007350F0"/>
    <w:rsid w:val="00736665"/>
    <w:rsid w:val="0073679D"/>
    <w:rsid w:val="00736C6D"/>
    <w:rsid w:val="007423EE"/>
    <w:rsid w:val="00743126"/>
    <w:rsid w:val="007431D3"/>
    <w:rsid w:val="00743DE1"/>
    <w:rsid w:val="00745CF7"/>
    <w:rsid w:val="007509A8"/>
    <w:rsid w:val="00751268"/>
    <w:rsid w:val="0075180C"/>
    <w:rsid w:val="00752DD6"/>
    <w:rsid w:val="00753B76"/>
    <w:rsid w:val="007558BB"/>
    <w:rsid w:val="00755F61"/>
    <w:rsid w:val="0075716A"/>
    <w:rsid w:val="00762CAB"/>
    <w:rsid w:val="00763EEA"/>
    <w:rsid w:val="007662A1"/>
    <w:rsid w:val="007666C6"/>
    <w:rsid w:val="0076781A"/>
    <w:rsid w:val="007721B1"/>
    <w:rsid w:val="00775062"/>
    <w:rsid w:val="00775650"/>
    <w:rsid w:val="00776201"/>
    <w:rsid w:val="007775C6"/>
    <w:rsid w:val="00781586"/>
    <w:rsid w:val="0078223C"/>
    <w:rsid w:val="00782CB2"/>
    <w:rsid w:val="007835A4"/>
    <w:rsid w:val="0078454B"/>
    <w:rsid w:val="00786F10"/>
    <w:rsid w:val="007875BD"/>
    <w:rsid w:val="00790390"/>
    <w:rsid w:val="007907BD"/>
    <w:rsid w:val="00790A68"/>
    <w:rsid w:val="007916F7"/>
    <w:rsid w:val="00792C0E"/>
    <w:rsid w:val="007962FF"/>
    <w:rsid w:val="00796EF5"/>
    <w:rsid w:val="00797022"/>
    <w:rsid w:val="00797AE4"/>
    <w:rsid w:val="007A2673"/>
    <w:rsid w:val="007A7264"/>
    <w:rsid w:val="007A7458"/>
    <w:rsid w:val="007B0492"/>
    <w:rsid w:val="007B692C"/>
    <w:rsid w:val="007B6977"/>
    <w:rsid w:val="007B6F61"/>
    <w:rsid w:val="007C1F45"/>
    <w:rsid w:val="007C40CC"/>
    <w:rsid w:val="007C5C11"/>
    <w:rsid w:val="007C64E7"/>
    <w:rsid w:val="007D0725"/>
    <w:rsid w:val="007D500E"/>
    <w:rsid w:val="007D6745"/>
    <w:rsid w:val="007E3916"/>
    <w:rsid w:val="007E5DFE"/>
    <w:rsid w:val="007E7846"/>
    <w:rsid w:val="007F1C61"/>
    <w:rsid w:val="007F4DAB"/>
    <w:rsid w:val="007F7810"/>
    <w:rsid w:val="008012AD"/>
    <w:rsid w:val="00802432"/>
    <w:rsid w:val="00802CB7"/>
    <w:rsid w:val="00805349"/>
    <w:rsid w:val="00810D5A"/>
    <w:rsid w:val="00811ECF"/>
    <w:rsid w:val="00813B1F"/>
    <w:rsid w:val="00813BA2"/>
    <w:rsid w:val="0081522F"/>
    <w:rsid w:val="00816218"/>
    <w:rsid w:val="00816CB9"/>
    <w:rsid w:val="00816E91"/>
    <w:rsid w:val="00820474"/>
    <w:rsid w:val="00822AFB"/>
    <w:rsid w:val="00823202"/>
    <w:rsid w:val="00823DB0"/>
    <w:rsid w:val="0082457C"/>
    <w:rsid w:val="00826D47"/>
    <w:rsid w:val="00827D87"/>
    <w:rsid w:val="00832127"/>
    <w:rsid w:val="00840965"/>
    <w:rsid w:val="00841395"/>
    <w:rsid w:val="00842FD8"/>
    <w:rsid w:val="00846642"/>
    <w:rsid w:val="0084680C"/>
    <w:rsid w:val="00846D53"/>
    <w:rsid w:val="00853694"/>
    <w:rsid w:val="00853EAB"/>
    <w:rsid w:val="008564C4"/>
    <w:rsid w:val="00856A92"/>
    <w:rsid w:val="00856FC2"/>
    <w:rsid w:val="008572DD"/>
    <w:rsid w:val="00861C74"/>
    <w:rsid w:val="0086390E"/>
    <w:rsid w:val="00866772"/>
    <w:rsid w:val="00870704"/>
    <w:rsid w:val="00874720"/>
    <w:rsid w:val="00875F0B"/>
    <w:rsid w:val="00876CD7"/>
    <w:rsid w:val="00876DC5"/>
    <w:rsid w:val="008810F4"/>
    <w:rsid w:val="00883118"/>
    <w:rsid w:val="008849D3"/>
    <w:rsid w:val="00887598"/>
    <w:rsid w:val="00887FB5"/>
    <w:rsid w:val="0089528E"/>
    <w:rsid w:val="00895E49"/>
    <w:rsid w:val="00897B06"/>
    <w:rsid w:val="00897D9A"/>
    <w:rsid w:val="008A18D4"/>
    <w:rsid w:val="008A2EFB"/>
    <w:rsid w:val="008A4C7F"/>
    <w:rsid w:val="008A5945"/>
    <w:rsid w:val="008A6D79"/>
    <w:rsid w:val="008A7616"/>
    <w:rsid w:val="008A7DAF"/>
    <w:rsid w:val="008B0E85"/>
    <w:rsid w:val="008B13ED"/>
    <w:rsid w:val="008B1B40"/>
    <w:rsid w:val="008B1CAA"/>
    <w:rsid w:val="008B1E77"/>
    <w:rsid w:val="008B211B"/>
    <w:rsid w:val="008B2ECF"/>
    <w:rsid w:val="008B3DAB"/>
    <w:rsid w:val="008B60DE"/>
    <w:rsid w:val="008B6FD0"/>
    <w:rsid w:val="008B767E"/>
    <w:rsid w:val="008C0215"/>
    <w:rsid w:val="008C1AEF"/>
    <w:rsid w:val="008C57E4"/>
    <w:rsid w:val="008C5832"/>
    <w:rsid w:val="008C5B01"/>
    <w:rsid w:val="008D218F"/>
    <w:rsid w:val="008D2B2C"/>
    <w:rsid w:val="008D2CC3"/>
    <w:rsid w:val="008D3A2A"/>
    <w:rsid w:val="008D729E"/>
    <w:rsid w:val="008E1CA3"/>
    <w:rsid w:val="008E5FFA"/>
    <w:rsid w:val="008E6983"/>
    <w:rsid w:val="008E7917"/>
    <w:rsid w:val="008F0006"/>
    <w:rsid w:val="008F31B1"/>
    <w:rsid w:val="008F4AC0"/>
    <w:rsid w:val="00900368"/>
    <w:rsid w:val="00903263"/>
    <w:rsid w:val="00903E39"/>
    <w:rsid w:val="00904D32"/>
    <w:rsid w:val="009114B9"/>
    <w:rsid w:val="009114EC"/>
    <w:rsid w:val="00911ABD"/>
    <w:rsid w:val="0091650B"/>
    <w:rsid w:val="00917013"/>
    <w:rsid w:val="00920102"/>
    <w:rsid w:val="009239B0"/>
    <w:rsid w:val="00923E7E"/>
    <w:rsid w:val="009262AB"/>
    <w:rsid w:val="00930D8F"/>
    <w:rsid w:val="009336CD"/>
    <w:rsid w:val="00935F33"/>
    <w:rsid w:val="009368AC"/>
    <w:rsid w:val="00937C7F"/>
    <w:rsid w:val="00940B5F"/>
    <w:rsid w:val="00941425"/>
    <w:rsid w:val="009444EC"/>
    <w:rsid w:val="009466EF"/>
    <w:rsid w:val="00950C85"/>
    <w:rsid w:val="00954033"/>
    <w:rsid w:val="00954911"/>
    <w:rsid w:val="0095506D"/>
    <w:rsid w:val="00961483"/>
    <w:rsid w:val="00961961"/>
    <w:rsid w:val="00962F0F"/>
    <w:rsid w:val="009645CA"/>
    <w:rsid w:val="00964C3D"/>
    <w:rsid w:val="00964CCC"/>
    <w:rsid w:val="00966B52"/>
    <w:rsid w:val="009750C4"/>
    <w:rsid w:val="00975DCC"/>
    <w:rsid w:val="009760FD"/>
    <w:rsid w:val="009775DA"/>
    <w:rsid w:val="009777AD"/>
    <w:rsid w:val="0098712C"/>
    <w:rsid w:val="00991D0C"/>
    <w:rsid w:val="00991FA9"/>
    <w:rsid w:val="00993C93"/>
    <w:rsid w:val="009955E3"/>
    <w:rsid w:val="00997444"/>
    <w:rsid w:val="009A1FC9"/>
    <w:rsid w:val="009A3DEC"/>
    <w:rsid w:val="009A66AD"/>
    <w:rsid w:val="009B051E"/>
    <w:rsid w:val="009B0665"/>
    <w:rsid w:val="009B40E6"/>
    <w:rsid w:val="009B48DE"/>
    <w:rsid w:val="009B620F"/>
    <w:rsid w:val="009B6A08"/>
    <w:rsid w:val="009C0D34"/>
    <w:rsid w:val="009C241D"/>
    <w:rsid w:val="009C5DEF"/>
    <w:rsid w:val="009D084F"/>
    <w:rsid w:val="009D5C1D"/>
    <w:rsid w:val="009D63A4"/>
    <w:rsid w:val="009D685F"/>
    <w:rsid w:val="009D6966"/>
    <w:rsid w:val="009E0E94"/>
    <w:rsid w:val="009E2099"/>
    <w:rsid w:val="009E2851"/>
    <w:rsid w:val="009E36B5"/>
    <w:rsid w:val="009F26C8"/>
    <w:rsid w:val="009F3B41"/>
    <w:rsid w:val="009F459C"/>
    <w:rsid w:val="009F632C"/>
    <w:rsid w:val="009F6EA0"/>
    <w:rsid w:val="009F7812"/>
    <w:rsid w:val="00A014E3"/>
    <w:rsid w:val="00A0282B"/>
    <w:rsid w:val="00A05F7F"/>
    <w:rsid w:val="00A07B97"/>
    <w:rsid w:val="00A07BEE"/>
    <w:rsid w:val="00A107CA"/>
    <w:rsid w:val="00A122FF"/>
    <w:rsid w:val="00A13B47"/>
    <w:rsid w:val="00A15FD5"/>
    <w:rsid w:val="00A175ED"/>
    <w:rsid w:val="00A21098"/>
    <w:rsid w:val="00A21150"/>
    <w:rsid w:val="00A214AE"/>
    <w:rsid w:val="00A22B77"/>
    <w:rsid w:val="00A22C74"/>
    <w:rsid w:val="00A23784"/>
    <w:rsid w:val="00A23A96"/>
    <w:rsid w:val="00A263CF"/>
    <w:rsid w:val="00A267F9"/>
    <w:rsid w:val="00A3068A"/>
    <w:rsid w:val="00A30883"/>
    <w:rsid w:val="00A33056"/>
    <w:rsid w:val="00A3397E"/>
    <w:rsid w:val="00A34411"/>
    <w:rsid w:val="00A4209D"/>
    <w:rsid w:val="00A4264B"/>
    <w:rsid w:val="00A503F4"/>
    <w:rsid w:val="00A5188A"/>
    <w:rsid w:val="00A51DAA"/>
    <w:rsid w:val="00A526DE"/>
    <w:rsid w:val="00A53707"/>
    <w:rsid w:val="00A56840"/>
    <w:rsid w:val="00A56E6A"/>
    <w:rsid w:val="00A57732"/>
    <w:rsid w:val="00A57883"/>
    <w:rsid w:val="00A57BFF"/>
    <w:rsid w:val="00A57C10"/>
    <w:rsid w:val="00A57E15"/>
    <w:rsid w:val="00A6117A"/>
    <w:rsid w:val="00A6206C"/>
    <w:rsid w:val="00A64734"/>
    <w:rsid w:val="00A65581"/>
    <w:rsid w:val="00A721BD"/>
    <w:rsid w:val="00A747A3"/>
    <w:rsid w:val="00A75478"/>
    <w:rsid w:val="00A75542"/>
    <w:rsid w:val="00A8165F"/>
    <w:rsid w:val="00A828B1"/>
    <w:rsid w:val="00A84549"/>
    <w:rsid w:val="00A8743F"/>
    <w:rsid w:val="00A93CE1"/>
    <w:rsid w:val="00A957DA"/>
    <w:rsid w:val="00A9586B"/>
    <w:rsid w:val="00AA5A92"/>
    <w:rsid w:val="00AA6CE5"/>
    <w:rsid w:val="00AB1347"/>
    <w:rsid w:val="00AB20E0"/>
    <w:rsid w:val="00AB2988"/>
    <w:rsid w:val="00AB2EFB"/>
    <w:rsid w:val="00AB4D1C"/>
    <w:rsid w:val="00AB5DC9"/>
    <w:rsid w:val="00AB6777"/>
    <w:rsid w:val="00AB7B0C"/>
    <w:rsid w:val="00AB7BC4"/>
    <w:rsid w:val="00AC11EF"/>
    <w:rsid w:val="00AC244A"/>
    <w:rsid w:val="00AC29C6"/>
    <w:rsid w:val="00AC3B65"/>
    <w:rsid w:val="00AC4C0F"/>
    <w:rsid w:val="00AC6D0D"/>
    <w:rsid w:val="00AD0238"/>
    <w:rsid w:val="00AD03AA"/>
    <w:rsid w:val="00AD143A"/>
    <w:rsid w:val="00AD16EB"/>
    <w:rsid w:val="00AD2A42"/>
    <w:rsid w:val="00AD67A9"/>
    <w:rsid w:val="00AD6CCE"/>
    <w:rsid w:val="00AD76A9"/>
    <w:rsid w:val="00AE1B0C"/>
    <w:rsid w:val="00AE3708"/>
    <w:rsid w:val="00AE3FA1"/>
    <w:rsid w:val="00AE6219"/>
    <w:rsid w:val="00AE6AD3"/>
    <w:rsid w:val="00AF000B"/>
    <w:rsid w:val="00AF2B7B"/>
    <w:rsid w:val="00AF49C1"/>
    <w:rsid w:val="00AF685F"/>
    <w:rsid w:val="00AF7ACB"/>
    <w:rsid w:val="00B0119A"/>
    <w:rsid w:val="00B01493"/>
    <w:rsid w:val="00B01E28"/>
    <w:rsid w:val="00B06BBD"/>
    <w:rsid w:val="00B074D2"/>
    <w:rsid w:val="00B13348"/>
    <w:rsid w:val="00B13C6D"/>
    <w:rsid w:val="00B15019"/>
    <w:rsid w:val="00B15C1E"/>
    <w:rsid w:val="00B17CE6"/>
    <w:rsid w:val="00B205FC"/>
    <w:rsid w:val="00B20DD1"/>
    <w:rsid w:val="00B234E9"/>
    <w:rsid w:val="00B23CD6"/>
    <w:rsid w:val="00B30AE6"/>
    <w:rsid w:val="00B310A2"/>
    <w:rsid w:val="00B34EE2"/>
    <w:rsid w:val="00B3509F"/>
    <w:rsid w:val="00B35B7F"/>
    <w:rsid w:val="00B35FD8"/>
    <w:rsid w:val="00B37098"/>
    <w:rsid w:val="00B37648"/>
    <w:rsid w:val="00B40CCE"/>
    <w:rsid w:val="00B413B5"/>
    <w:rsid w:val="00B427C1"/>
    <w:rsid w:val="00B45B95"/>
    <w:rsid w:val="00B47EB0"/>
    <w:rsid w:val="00B55B3E"/>
    <w:rsid w:val="00B60A22"/>
    <w:rsid w:val="00B6304B"/>
    <w:rsid w:val="00B6344F"/>
    <w:rsid w:val="00B64DC4"/>
    <w:rsid w:val="00B65284"/>
    <w:rsid w:val="00B66169"/>
    <w:rsid w:val="00B70315"/>
    <w:rsid w:val="00B705F9"/>
    <w:rsid w:val="00B728EB"/>
    <w:rsid w:val="00B7508B"/>
    <w:rsid w:val="00B75E8C"/>
    <w:rsid w:val="00B770EF"/>
    <w:rsid w:val="00B81638"/>
    <w:rsid w:val="00B8184D"/>
    <w:rsid w:val="00B91E04"/>
    <w:rsid w:val="00B93347"/>
    <w:rsid w:val="00B93D4E"/>
    <w:rsid w:val="00B968D0"/>
    <w:rsid w:val="00B971E3"/>
    <w:rsid w:val="00BA0306"/>
    <w:rsid w:val="00BA176F"/>
    <w:rsid w:val="00BA1DB2"/>
    <w:rsid w:val="00BA38BC"/>
    <w:rsid w:val="00BA52B6"/>
    <w:rsid w:val="00BA5F07"/>
    <w:rsid w:val="00BA6A0F"/>
    <w:rsid w:val="00BB0D77"/>
    <w:rsid w:val="00BB1464"/>
    <w:rsid w:val="00BB3449"/>
    <w:rsid w:val="00BB4DF3"/>
    <w:rsid w:val="00BB7F3D"/>
    <w:rsid w:val="00BC0136"/>
    <w:rsid w:val="00BC12C4"/>
    <w:rsid w:val="00BC138E"/>
    <w:rsid w:val="00BC1396"/>
    <w:rsid w:val="00BC518E"/>
    <w:rsid w:val="00BC5444"/>
    <w:rsid w:val="00BC59F5"/>
    <w:rsid w:val="00BC5FA0"/>
    <w:rsid w:val="00BD1C9B"/>
    <w:rsid w:val="00BD3151"/>
    <w:rsid w:val="00BD4650"/>
    <w:rsid w:val="00BD666B"/>
    <w:rsid w:val="00BD728E"/>
    <w:rsid w:val="00BD7925"/>
    <w:rsid w:val="00BD7D2D"/>
    <w:rsid w:val="00BE00FB"/>
    <w:rsid w:val="00BE0815"/>
    <w:rsid w:val="00BE419E"/>
    <w:rsid w:val="00BE4A79"/>
    <w:rsid w:val="00BE4FF0"/>
    <w:rsid w:val="00BF3158"/>
    <w:rsid w:val="00BF3F8B"/>
    <w:rsid w:val="00BF4172"/>
    <w:rsid w:val="00BF44EA"/>
    <w:rsid w:val="00BF4847"/>
    <w:rsid w:val="00BF5CD0"/>
    <w:rsid w:val="00BF787E"/>
    <w:rsid w:val="00BF7D69"/>
    <w:rsid w:val="00C01CAB"/>
    <w:rsid w:val="00C03DC6"/>
    <w:rsid w:val="00C0494A"/>
    <w:rsid w:val="00C04C86"/>
    <w:rsid w:val="00C06957"/>
    <w:rsid w:val="00C102E8"/>
    <w:rsid w:val="00C13A3A"/>
    <w:rsid w:val="00C13F08"/>
    <w:rsid w:val="00C16550"/>
    <w:rsid w:val="00C235E1"/>
    <w:rsid w:val="00C23C9D"/>
    <w:rsid w:val="00C275E9"/>
    <w:rsid w:val="00C31160"/>
    <w:rsid w:val="00C31488"/>
    <w:rsid w:val="00C334E6"/>
    <w:rsid w:val="00C33B7F"/>
    <w:rsid w:val="00C36E66"/>
    <w:rsid w:val="00C37D27"/>
    <w:rsid w:val="00C40753"/>
    <w:rsid w:val="00C41846"/>
    <w:rsid w:val="00C43A86"/>
    <w:rsid w:val="00C4483F"/>
    <w:rsid w:val="00C455B0"/>
    <w:rsid w:val="00C47D21"/>
    <w:rsid w:val="00C524E9"/>
    <w:rsid w:val="00C54BF9"/>
    <w:rsid w:val="00C6099C"/>
    <w:rsid w:val="00C60B76"/>
    <w:rsid w:val="00C636ED"/>
    <w:rsid w:val="00C6548E"/>
    <w:rsid w:val="00C65A73"/>
    <w:rsid w:val="00C65F2D"/>
    <w:rsid w:val="00C662DE"/>
    <w:rsid w:val="00C75419"/>
    <w:rsid w:val="00C76376"/>
    <w:rsid w:val="00C76B11"/>
    <w:rsid w:val="00C779E8"/>
    <w:rsid w:val="00C77EAB"/>
    <w:rsid w:val="00C80037"/>
    <w:rsid w:val="00C81C9E"/>
    <w:rsid w:val="00C84994"/>
    <w:rsid w:val="00C85F84"/>
    <w:rsid w:val="00C87DED"/>
    <w:rsid w:val="00C87F49"/>
    <w:rsid w:val="00C90F80"/>
    <w:rsid w:val="00C9139D"/>
    <w:rsid w:val="00C921FD"/>
    <w:rsid w:val="00C9735F"/>
    <w:rsid w:val="00C977A0"/>
    <w:rsid w:val="00C97D0D"/>
    <w:rsid w:val="00CA073F"/>
    <w:rsid w:val="00CA10E7"/>
    <w:rsid w:val="00CA4711"/>
    <w:rsid w:val="00CA5728"/>
    <w:rsid w:val="00CB07F3"/>
    <w:rsid w:val="00CB0C9D"/>
    <w:rsid w:val="00CB423D"/>
    <w:rsid w:val="00CB4E84"/>
    <w:rsid w:val="00CB6E86"/>
    <w:rsid w:val="00CC130B"/>
    <w:rsid w:val="00CC1819"/>
    <w:rsid w:val="00CD0D3C"/>
    <w:rsid w:val="00CD5039"/>
    <w:rsid w:val="00CD7FC6"/>
    <w:rsid w:val="00CE4BC7"/>
    <w:rsid w:val="00CE5144"/>
    <w:rsid w:val="00CF092C"/>
    <w:rsid w:val="00CF24CD"/>
    <w:rsid w:val="00CF3323"/>
    <w:rsid w:val="00CF5486"/>
    <w:rsid w:val="00CF687A"/>
    <w:rsid w:val="00CF763D"/>
    <w:rsid w:val="00D027FE"/>
    <w:rsid w:val="00D0280B"/>
    <w:rsid w:val="00D042F0"/>
    <w:rsid w:val="00D0492E"/>
    <w:rsid w:val="00D05707"/>
    <w:rsid w:val="00D061AC"/>
    <w:rsid w:val="00D11136"/>
    <w:rsid w:val="00D115DD"/>
    <w:rsid w:val="00D13AF3"/>
    <w:rsid w:val="00D149AF"/>
    <w:rsid w:val="00D154FA"/>
    <w:rsid w:val="00D21146"/>
    <w:rsid w:val="00D228A1"/>
    <w:rsid w:val="00D26130"/>
    <w:rsid w:val="00D31423"/>
    <w:rsid w:val="00D31901"/>
    <w:rsid w:val="00D321D1"/>
    <w:rsid w:val="00D36C05"/>
    <w:rsid w:val="00D37B20"/>
    <w:rsid w:val="00D4087D"/>
    <w:rsid w:val="00D41F10"/>
    <w:rsid w:val="00D424BD"/>
    <w:rsid w:val="00D43FA9"/>
    <w:rsid w:val="00D44439"/>
    <w:rsid w:val="00D46B7A"/>
    <w:rsid w:val="00D51B81"/>
    <w:rsid w:val="00D521AC"/>
    <w:rsid w:val="00D53130"/>
    <w:rsid w:val="00D5793D"/>
    <w:rsid w:val="00D616B8"/>
    <w:rsid w:val="00D63C75"/>
    <w:rsid w:val="00D64551"/>
    <w:rsid w:val="00D64618"/>
    <w:rsid w:val="00D650F1"/>
    <w:rsid w:val="00D66A69"/>
    <w:rsid w:val="00D72052"/>
    <w:rsid w:val="00D74DAB"/>
    <w:rsid w:val="00D75E71"/>
    <w:rsid w:val="00D76FE5"/>
    <w:rsid w:val="00D81CD9"/>
    <w:rsid w:val="00D82A08"/>
    <w:rsid w:val="00D82D62"/>
    <w:rsid w:val="00D83693"/>
    <w:rsid w:val="00D84308"/>
    <w:rsid w:val="00D84846"/>
    <w:rsid w:val="00D85C6C"/>
    <w:rsid w:val="00D91056"/>
    <w:rsid w:val="00D91719"/>
    <w:rsid w:val="00D925D5"/>
    <w:rsid w:val="00D93B0C"/>
    <w:rsid w:val="00D97C9E"/>
    <w:rsid w:val="00D97D72"/>
    <w:rsid w:val="00DA066B"/>
    <w:rsid w:val="00DA099E"/>
    <w:rsid w:val="00DA09AA"/>
    <w:rsid w:val="00DA61FC"/>
    <w:rsid w:val="00DB1F2A"/>
    <w:rsid w:val="00DB6B95"/>
    <w:rsid w:val="00DB7E37"/>
    <w:rsid w:val="00DC2A95"/>
    <w:rsid w:val="00DC2A9F"/>
    <w:rsid w:val="00DC30F1"/>
    <w:rsid w:val="00DC4AAF"/>
    <w:rsid w:val="00DC606C"/>
    <w:rsid w:val="00DD3A39"/>
    <w:rsid w:val="00DD4351"/>
    <w:rsid w:val="00DD5050"/>
    <w:rsid w:val="00DD62CB"/>
    <w:rsid w:val="00DD6D03"/>
    <w:rsid w:val="00DE035E"/>
    <w:rsid w:val="00DE466E"/>
    <w:rsid w:val="00DE4BE8"/>
    <w:rsid w:val="00DE4D07"/>
    <w:rsid w:val="00DE6A58"/>
    <w:rsid w:val="00DF3225"/>
    <w:rsid w:val="00DF3DAE"/>
    <w:rsid w:val="00DF4144"/>
    <w:rsid w:val="00DF74D9"/>
    <w:rsid w:val="00E02BA9"/>
    <w:rsid w:val="00E05354"/>
    <w:rsid w:val="00E063AE"/>
    <w:rsid w:val="00E064E9"/>
    <w:rsid w:val="00E07C33"/>
    <w:rsid w:val="00E07FE4"/>
    <w:rsid w:val="00E10131"/>
    <w:rsid w:val="00E13DB9"/>
    <w:rsid w:val="00E15194"/>
    <w:rsid w:val="00E1787A"/>
    <w:rsid w:val="00E17985"/>
    <w:rsid w:val="00E22414"/>
    <w:rsid w:val="00E224B0"/>
    <w:rsid w:val="00E26734"/>
    <w:rsid w:val="00E3049B"/>
    <w:rsid w:val="00E30AB4"/>
    <w:rsid w:val="00E33075"/>
    <w:rsid w:val="00E34AD9"/>
    <w:rsid w:val="00E3519F"/>
    <w:rsid w:val="00E36DFD"/>
    <w:rsid w:val="00E370DC"/>
    <w:rsid w:val="00E37189"/>
    <w:rsid w:val="00E400D3"/>
    <w:rsid w:val="00E413CC"/>
    <w:rsid w:val="00E418BB"/>
    <w:rsid w:val="00E42711"/>
    <w:rsid w:val="00E47FF7"/>
    <w:rsid w:val="00E50D47"/>
    <w:rsid w:val="00E53122"/>
    <w:rsid w:val="00E55FC3"/>
    <w:rsid w:val="00E5634F"/>
    <w:rsid w:val="00E62FFF"/>
    <w:rsid w:val="00E64593"/>
    <w:rsid w:val="00E649C0"/>
    <w:rsid w:val="00E65132"/>
    <w:rsid w:val="00E66060"/>
    <w:rsid w:val="00E66577"/>
    <w:rsid w:val="00E66A13"/>
    <w:rsid w:val="00E71E19"/>
    <w:rsid w:val="00E7489B"/>
    <w:rsid w:val="00E74E54"/>
    <w:rsid w:val="00E75BD5"/>
    <w:rsid w:val="00E76413"/>
    <w:rsid w:val="00E76E68"/>
    <w:rsid w:val="00E7725B"/>
    <w:rsid w:val="00E82E90"/>
    <w:rsid w:val="00E86626"/>
    <w:rsid w:val="00E96434"/>
    <w:rsid w:val="00E96ECE"/>
    <w:rsid w:val="00EA26CD"/>
    <w:rsid w:val="00EA3A70"/>
    <w:rsid w:val="00EA3F59"/>
    <w:rsid w:val="00EB0B08"/>
    <w:rsid w:val="00EB22CF"/>
    <w:rsid w:val="00EB3423"/>
    <w:rsid w:val="00EB4E22"/>
    <w:rsid w:val="00EB6F69"/>
    <w:rsid w:val="00EC4B0E"/>
    <w:rsid w:val="00EC56E1"/>
    <w:rsid w:val="00EC6CF0"/>
    <w:rsid w:val="00ED2F53"/>
    <w:rsid w:val="00ED361C"/>
    <w:rsid w:val="00ED4E97"/>
    <w:rsid w:val="00EE07CF"/>
    <w:rsid w:val="00EE3ADF"/>
    <w:rsid w:val="00EE78AA"/>
    <w:rsid w:val="00EF1676"/>
    <w:rsid w:val="00EF495A"/>
    <w:rsid w:val="00EF4F5C"/>
    <w:rsid w:val="00EF55DA"/>
    <w:rsid w:val="00EF7B58"/>
    <w:rsid w:val="00F01D7E"/>
    <w:rsid w:val="00F0708E"/>
    <w:rsid w:val="00F1456B"/>
    <w:rsid w:val="00F221B3"/>
    <w:rsid w:val="00F23156"/>
    <w:rsid w:val="00F24453"/>
    <w:rsid w:val="00F24A28"/>
    <w:rsid w:val="00F24F8F"/>
    <w:rsid w:val="00F25B5E"/>
    <w:rsid w:val="00F26123"/>
    <w:rsid w:val="00F2714F"/>
    <w:rsid w:val="00F271D9"/>
    <w:rsid w:val="00F2799D"/>
    <w:rsid w:val="00F3412E"/>
    <w:rsid w:val="00F34B31"/>
    <w:rsid w:val="00F363B3"/>
    <w:rsid w:val="00F4043E"/>
    <w:rsid w:val="00F408CA"/>
    <w:rsid w:val="00F414C2"/>
    <w:rsid w:val="00F423A1"/>
    <w:rsid w:val="00F42AB6"/>
    <w:rsid w:val="00F43DE9"/>
    <w:rsid w:val="00F445EB"/>
    <w:rsid w:val="00F46B30"/>
    <w:rsid w:val="00F47B22"/>
    <w:rsid w:val="00F507DB"/>
    <w:rsid w:val="00F53272"/>
    <w:rsid w:val="00F549FF"/>
    <w:rsid w:val="00F54DB0"/>
    <w:rsid w:val="00F57D6F"/>
    <w:rsid w:val="00F60A53"/>
    <w:rsid w:val="00F619AC"/>
    <w:rsid w:val="00F63A91"/>
    <w:rsid w:val="00F643F5"/>
    <w:rsid w:val="00F64A54"/>
    <w:rsid w:val="00F650E0"/>
    <w:rsid w:val="00F65EC6"/>
    <w:rsid w:val="00F674FC"/>
    <w:rsid w:val="00F7256C"/>
    <w:rsid w:val="00F72B9E"/>
    <w:rsid w:val="00F75866"/>
    <w:rsid w:val="00F815C2"/>
    <w:rsid w:val="00F81F2A"/>
    <w:rsid w:val="00F839C3"/>
    <w:rsid w:val="00F84A16"/>
    <w:rsid w:val="00F84DBB"/>
    <w:rsid w:val="00F8764B"/>
    <w:rsid w:val="00F91C71"/>
    <w:rsid w:val="00F92100"/>
    <w:rsid w:val="00F9306A"/>
    <w:rsid w:val="00F93593"/>
    <w:rsid w:val="00F9364B"/>
    <w:rsid w:val="00FA2658"/>
    <w:rsid w:val="00FA2C3B"/>
    <w:rsid w:val="00FA7CC8"/>
    <w:rsid w:val="00FB4654"/>
    <w:rsid w:val="00FB7BDA"/>
    <w:rsid w:val="00FC20B3"/>
    <w:rsid w:val="00FC3FE4"/>
    <w:rsid w:val="00FC54FD"/>
    <w:rsid w:val="00FC67A4"/>
    <w:rsid w:val="00FD3374"/>
    <w:rsid w:val="00FD3E1D"/>
    <w:rsid w:val="00FD5CAA"/>
    <w:rsid w:val="00FD5E1C"/>
    <w:rsid w:val="00FD6036"/>
    <w:rsid w:val="00FE1A12"/>
    <w:rsid w:val="00FE5DF3"/>
    <w:rsid w:val="00FE7266"/>
    <w:rsid w:val="00FF077F"/>
    <w:rsid w:val="00FF0FB7"/>
    <w:rsid w:val="00FF150B"/>
    <w:rsid w:val="00FF674D"/>
    <w:rsid w:val="00FF6845"/>
    <w:rsid w:val="00FF7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23"/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86F1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6F10"/>
    <w:rPr>
      <w:rFonts w:ascii="Cambria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786F1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86F1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99"/>
    <w:qFormat/>
    <w:rsid w:val="00786F1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3708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E37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9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8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5089</Words>
  <Characters>2901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Admin</cp:lastModifiedBy>
  <cp:revision>4</cp:revision>
  <dcterms:created xsi:type="dcterms:W3CDTF">2016-12-26T16:45:00Z</dcterms:created>
  <dcterms:modified xsi:type="dcterms:W3CDTF">2016-12-28T18:25:00Z</dcterms:modified>
</cp:coreProperties>
</file>