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D0E" w:rsidRPr="003C37D4" w:rsidRDefault="00C23D0E" w:rsidP="00F26123">
      <w:pPr>
        <w:spacing w:after="12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C37D4">
        <w:rPr>
          <w:rFonts w:ascii="Times New Roman" w:hAnsi="Times New Roman"/>
          <w:b/>
          <w:sz w:val="28"/>
          <w:szCs w:val="28"/>
        </w:rPr>
        <w:t>Владислав Ткачик</w:t>
      </w:r>
      <w:r w:rsidRPr="003C37D4">
        <w:rPr>
          <w:rFonts w:ascii="Times New Roman" w:hAnsi="Times New Roman"/>
          <w:b/>
          <w:sz w:val="28"/>
          <w:szCs w:val="28"/>
          <w:lang w:val="uk-UA"/>
        </w:rPr>
        <w:t>, Ірина Терещук</w:t>
      </w:r>
    </w:p>
    <w:p w:rsidR="00C23D0E" w:rsidRPr="003C37D4" w:rsidRDefault="00C23D0E" w:rsidP="00F26123">
      <w:pPr>
        <w:spacing w:after="120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C37D4">
        <w:rPr>
          <w:rFonts w:ascii="Times New Roman" w:hAnsi="Times New Roman"/>
          <w:b/>
          <w:sz w:val="28"/>
          <w:szCs w:val="28"/>
        </w:rPr>
        <w:t xml:space="preserve">(Пирятин, </w:t>
      </w:r>
      <w:r w:rsidRPr="003C37D4">
        <w:rPr>
          <w:rFonts w:ascii="Times New Roman" w:hAnsi="Times New Roman"/>
          <w:b/>
          <w:sz w:val="28"/>
          <w:szCs w:val="28"/>
          <w:lang w:val="uk-UA"/>
        </w:rPr>
        <w:t>Україна</w:t>
      </w:r>
      <w:r w:rsidRPr="003C37D4">
        <w:rPr>
          <w:rFonts w:ascii="Times New Roman" w:hAnsi="Times New Roman"/>
          <w:b/>
          <w:sz w:val="28"/>
          <w:szCs w:val="28"/>
        </w:rPr>
        <w:t>)</w:t>
      </w:r>
    </w:p>
    <w:p w:rsidR="00C23D0E" w:rsidRPr="00F26123" w:rsidRDefault="00C23D0E">
      <w:pPr>
        <w:rPr>
          <w:lang w:val="uk-UA"/>
        </w:rPr>
      </w:pPr>
    </w:p>
    <w:p w:rsidR="00C23D0E" w:rsidRDefault="00C23D0E" w:rsidP="007E0A9E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E0A9E">
        <w:rPr>
          <w:rFonts w:ascii="Times New Roman" w:hAnsi="Times New Roman"/>
          <w:b/>
          <w:sz w:val="28"/>
          <w:szCs w:val="28"/>
          <w:lang w:val="uk-UA"/>
        </w:rPr>
        <w:t>ВИКОРИСТАННЯ ВІЛЬНОГО ПРОГРАМНОГО  ЗАБЕЗПЕЧЕННЯ ПІД ЧАС НАВЧАННЯ МАЙБУТНІХ ФАХІВЦІВ</w:t>
      </w:r>
    </w:p>
    <w:p w:rsidR="00C23D0E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C23D0E" w:rsidRPr="0057481D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 xml:space="preserve">Розглянемо одну з ситуацій навчання майбутніх фахівців – студентів вищих навчальних закладів  –  з точки  зору інформаційних  технологій  та використання  програмного  забезпечення  під  час  навчального  процесу. Для цього в якості прикладу використаємо навчальну програму з дисципліни “Інформатика” для студентів вищих навчальних закладів І-ІІ рівнів акредитації, які здійснюють підготовку  молодших спеціалістів та  бакалаврів на основі базової середньої освіти. </w:t>
      </w:r>
    </w:p>
    <w:p w:rsidR="00C23D0E" w:rsidRPr="0057481D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 xml:space="preserve">Метою курсу є формування у студентів теоретичної бази знань з інформатики, умінь і навичок ефективного використання сучасних комп'ютерно-інформаційних технологій у своїй діяльності, що має забезпечити формування у студентів основ  інформаційної культури та інформаційно-комунікативної компетентності.  </w:t>
      </w:r>
    </w:p>
    <w:p w:rsidR="00C23D0E" w:rsidRPr="0057481D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>Завданнями курсу є:</w:t>
      </w:r>
    </w:p>
    <w:p w:rsidR="00C23D0E" w:rsidRPr="0057481D" w:rsidRDefault="00C23D0E" w:rsidP="00D171DE">
      <w:pPr>
        <w:pStyle w:val="ListParagraph"/>
        <w:numPr>
          <w:ilvl w:val="0"/>
          <w:numId w:val="9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 xml:space="preserve">формування в студентів бази знань, умінь і навичок,  не обхідних для кваліфікованого та ефективного використання сучасних інформаційно-комунікаційних технологій у навчально-пізнавальній діяльності та повсякденному житті; </w:t>
      </w:r>
    </w:p>
    <w:p w:rsidR="00C23D0E" w:rsidRPr="0057481D" w:rsidRDefault="00C23D0E" w:rsidP="00D171DE">
      <w:pPr>
        <w:pStyle w:val="ListParagraph"/>
        <w:numPr>
          <w:ilvl w:val="0"/>
          <w:numId w:val="9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 xml:space="preserve">розвиток у студентів уміння самостійно опановувати та раціонально  використовувати програмні засоби різного призначення, цілеспрямовано шукати й систематизувати інформацію, використовувати електронні засоби обміну даними; </w:t>
      </w:r>
    </w:p>
    <w:p w:rsidR="00C23D0E" w:rsidRPr="0057481D" w:rsidRDefault="00C23D0E" w:rsidP="00D171DE">
      <w:pPr>
        <w:pStyle w:val="ListParagraph"/>
        <w:numPr>
          <w:ilvl w:val="0"/>
          <w:numId w:val="9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>формування у студентів уміння застосовувати інформаційно-комунікаційні технології з метою ефективного  розв’язання  різноманітних завдань щодо отримання, обробки, збереження, подання інформації, які пов’язані з майбутньою професійною діяльністю в умовах  інформаційного суспільства</w:t>
      </w:r>
      <w:r w:rsidRPr="00C26E49">
        <w:rPr>
          <w:rFonts w:ascii="Times New Roman" w:hAnsi="Times New Roman"/>
          <w:sz w:val="28"/>
          <w:szCs w:val="28"/>
          <w:lang w:val="uk-UA"/>
        </w:rPr>
        <w:t xml:space="preserve"> [3]</w:t>
      </w:r>
      <w:r w:rsidRPr="0057481D">
        <w:rPr>
          <w:rFonts w:ascii="Times New Roman" w:hAnsi="Times New Roman"/>
          <w:sz w:val="28"/>
          <w:szCs w:val="28"/>
          <w:lang w:val="uk-UA"/>
        </w:rPr>
        <w:t>.</w:t>
      </w:r>
    </w:p>
    <w:p w:rsidR="00C23D0E" w:rsidRPr="0057481D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 xml:space="preserve">Для успішного навчання за програмою курсу стає очевидним, що програмне забезпечення, яке рекомендоване для використання під  час навчального процесу, на 98 % складається з комерційного прикладного програмного. Таким  чином для реалізації успішного навчання за програмою курсу, по-перше, необхідно придбати дане програмне забезпечення, а виходячи з умов комерційного типу ліцензій, придбати ПЗ для кожного персонального комп'ютера. Тим самим  відбувається  велике  навантаження  на фінансову сторону навчального закладу, а в умовах  сучасного стану фінансового забезпечення вищих навчальних закладів, це стає досить суттєвою перешкодою. По-друге, більша частина прикладного програмного забезпечення розрахована для використанням під операційною системою Windows Microsoft, а це в  сучасних кросплатформних умовах інформаційних  технологій  формує  розвиток знань, умінь та навичок направленими тільки в одному напрямку, на одну операційну систему. Тим самим це робить майбутніх фахівців менш  конкурентоспроможними на ринку праці. Тому є  усі передумови для впровадження у навчальний процес використання вільного прикладного програмного забезпечення, наприклад, на базі вільної операційної системи сімейства Linux.  </w:t>
      </w:r>
    </w:p>
    <w:p w:rsidR="00C23D0E" w:rsidRPr="0057481D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 xml:space="preserve">Використання вільного програмного забезпечення виступає  виразником демократичного поступу, свободи, відкритого сучасного суспільства та суспільства знань, а також права вивчати та ділитись своїми розробками з іншими фахівцями і користувачами. Багато років в університетах співдружності незалежних держав, комерційні програми «де-факто» вважалися стандартом інформаційної підготовки майбутніх фахівців. Однак, в останнє десятиліття ситуація стала змінюватися, цьому сприяв бурхливий розвиток вільного програмного забезпечення (ВПЗ). Сучасні дистрибутиви вільних операційних систем (LinuxMint, UbuntuLinux, AltLinux, EduMandriva та інші) можуть використовуватися, як в якості локальної операційної системи (ОС) на комп'ютері вченого, викладача та студента, так і в якості операційної системи в лабораторіях університетів. До переваг операційних систем сімейства Linux с лід віднести невисокі апаратні вимоги, стабільність, безпеку, величезну кіль кість програм різного профілю. </w:t>
      </w:r>
    </w:p>
    <w:p w:rsidR="00C23D0E" w:rsidRPr="0057481D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>Під час навчання майбутніх фахівців особливу роль відіграють засоби розробки програм і математичні програми, які дають змогу розв'язувати практичні і дослідницькі завдання. Для програмування мовою Basic можна використовувати  Gambas  або  OpenOffice.org  Calc.  Застосування  OpenCalc  дає змогу отримати потужний засіб для розв'язання інженерних та економічних завдань:  табличний процесор і візуальна об'єктно-орієнтована мов а  OpenOffice.org  Basic. Якщо навчання проходить на Pascal, то можна  використовувати FreePascal та Lazarus, а також спеціалізований  текстовий редактор Geany і один з компіляторів FreePascal та GnuPascal. На кафедрі обчислювальної математики і програмування написаний підручник з програмування н а базі FreePascal та Laza</w:t>
      </w:r>
      <w:r>
        <w:rPr>
          <w:rFonts w:ascii="Times New Roman" w:hAnsi="Times New Roman"/>
          <w:sz w:val="28"/>
          <w:szCs w:val="28"/>
          <w:lang w:val="uk-UA"/>
        </w:rPr>
        <w:t>rus [</w:t>
      </w:r>
      <w:r w:rsidRPr="00C26E49">
        <w:rPr>
          <w:rFonts w:ascii="Times New Roman" w:hAnsi="Times New Roman"/>
          <w:sz w:val="28"/>
          <w:szCs w:val="28"/>
          <w:lang w:val="uk-UA"/>
        </w:rPr>
        <w:t>1</w:t>
      </w:r>
      <w:r w:rsidRPr="0057481D">
        <w:rPr>
          <w:rFonts w:ascii="Times New Roman" w:hAnsi="Times New Roman"/>
          <w:sz w:val="28"/>
          <w:szCs w:val="28"/>
          <w:lang w:val="uk-UA"/>
        </w:rPr>
        <w:t xml:space="preserve">], виданий в Україні та Росії. Для програмування мовою С (С++) як компілятор можна використовувати gcc (g++), а в ролі середовища програмування в ОС Linux – текстовий редактор Geany. Якщо завданням навчання є підготовка професійних програмістів, то як середовище програмування доцільно використовувати візуальне кросплатформне середовище QtCreator.  </w:t>
      </w:r>
    </w:p>
    <w:p w:rsidR="00C23D0E" w:rsidRPr="0057481D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>Особливу роль для підготовки інженерів відіграють математичні програми. Вони використовуються під час вивчення загальноосвітніх курсів:  математики, інформатики, опору матеріалів тощо, а також в багатьох спеціальних предметах для розв'язання реальних завдань. В якості вільних математичних програм для університетів можна запропонувати ScilabMaxima, Octave. На кафедрі обчислювальної математики і програмування Донецького національного технічного університету розроблено курс інформатики на базі пакету Scilab, в якому навчання програмуванню і розв'язанню інженерних за дач проходить в єдиному середовищі Scilab. На базі цього курсу написана книга «Scilab: Решение</w:t>
      </w:r>
      <w:r w:rsidRPr="00BD4190">
        <w:rPr>
          <w:rFonts w:ascii="Times New Roman" w:hAnsi="Times New Roman"/>
          <w:sz w:val="28"/>
          <w:szCs w:val="28"/>
        </w:rPr>
        <w:t xml:space="preserve"> </w:t>
      </w:r>
      <w:r w:rsidRPr="0057481D">
        <w:rPr>
          <w:rFonts w:ascii="Times New Roman" w:hAnsi="Times New Roman"/>
          <w:sz w:val="28"/>
          <w:szCs w:val="28"/>
          <w:lang w:val="uk-UA"/>
        </w:rPr>
        <w:t>инжен</w:t>
      </w:r>
      <w:r>
        <w:rPr>
          <w:rFonts w:ascii="Times New Roman" w:hAnsi="Times New Roman"/>
          <w:sz w:val="28"/>
          <w:szCs w:val="28"/>
          <w:lang w:val="uk-UA"/>
        </w:rPr>
        <w:t>ерных и математических задач» [</w:t>
      </w:r>
      <w:r w:rsidRPr="00C26E49">
        <w:rPr>
          <w:rFonts w:ascii="Times New Roman" w:hAnsi="Times New Roman"/>
          <w:sz w:val="28"/>
          <w:szCs w:val="28"/>
        </w:rPr>
        <w:t>2</w:t>
      </w:r>
      <w:r w:rsidRPr="0057481D">
        <w:rPr>
          <w:rFonts w:ascii="Times New Roman" w:hAnsi="Times New Roman"/>
          <w:sz w:val="28"/>
          <w:szCs w:val="28"/>
          <w:lang w:val="uk-UA"/>
        </w:rPr>
        <w:t>]. Варто відзначити, що розглянуті програмні засоби є не тільки засобами навчання студентів, але й повноцінними програмами для наукових досліджень і р</w:t>
      </w:r>
      <w:r>
        <w:rPr>
          <w:rFonts w:ascii="Times New Roman" w:hAnsi="Times New Roman"/>
          <w:sz w:val="28"/>
          <w:szCs w:val="28"/>
          <w:lang w:val="uk-UA"/>
        </w:rPr>
        <w:t>озв'язання прикладних завдань [</w:t>
      </w:r>
      <w:r w:rsidRPr="00177FF7">
        <w:rPr>
          <w:rFonts w:ascii="Times New Roman" w:hAnsi="Times New Roman"/>
          <w:sz w:val="28"/>
          <w:szCs w:val="28"/>
          <w:lang w:val="uk-UA"/>
        </w:rPr>
        <w:t>4</w:t>
      </w:r>
      <w:r w:rsidRPr="0057481D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C23D0E" w:rsidRPr="0057481D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 xml:space="preserve">При всіх перевагах використання вільного забезпечення, його впровадження в університетах проходить складно. Спробуємо об'єктивно оцінити переваги і недоліки використання вільних програм. </w:t>
      </w:r>
    </w:p>
    <w:p w:rsidR="00C23D0E" w:rsidRPr="0057481D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 xml:space="preserve"> Переваги:</w:t>
      </w:r>
    </w:p>
    <w:p w:rsidR="00C23D0E" w:rsidRPr="00D171DE" w:rsidRDefault="00C23D0E" w:rsidP="00D171DE">
      <w:pPr>
        <w:pStyle w:val="ListParagraph"/>
        <w:numPr>
          <w:ilvl w:val="0"/>
          <w:numId w:val="10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D171DE">
        <w:rPr>
          <w:rFonts w:ascii="Times New Roman" w:hAnsi="Times New Roman"/>
          <w:sz w:val="28"/>
          <w:szCs w:val="28"/>
          <w:lang w:val="uk-UA"/>
        </w:rPr>
        <w:t xml:space="preserve">Університет отримує сучасну захищену і стабільну операційну систему з великою кількістю якісних програм, призначених, як для навчання студентів, так і для дослідницької діяльності. При цьому заощаджуються бюджетні  кошти. </w:t>
      </w:r>
    </w:p>
    <w:p w:rsidR="00C23D0E" w:rsidRPr="00D171DE" w:rsidRDefault="00C23D0E" w:rsidP="00D171DE">
      <w:pPr>
        <w:pStyle w:val="ListParagraph"/>
        <w:numPr>
          <w:ilvl w:val="0"/>
          <w:numId w:val="10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D171DE">
        <w:rPr>
          <w:rFonts w:ascii="Times New Roman" w:hAnsi="Times New Roman"/>
          <w:sz w:val="28"/>
          <w:szCs w:val="28"/>
          <w:lang w:val="uk-UA"/>
        </w:rPr>
        <w:t xml:space="preserve">Університет відходить від диктату великих IT компаній монополістів.  </w:t>
      </w:r>
    </w:p>
    <w:p w:rsidR="00C23D0E" w:rsidRDefault="00C23D0E" w:rsidP="00D171DE">
      <w:pPr>
        <w:pStyle w:val="ListParagraph"/>
        <w:numPr>
          <w:ilvl w:val="0"/>
          <w:numId w:val="10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D171DE">
        <w:rPr>
          <w:rFonts w:ascii="Times New Roman" w:hAnsi="Times New Roman"/>
          <w:sz w:val="28"/>
          <w:szCs w:val="28"/>
          <w:lang w:val="uk-UA"/>
        </w:rPr>
        <w:t>Викладач отримує можливість навчати студента, а не “натягувати” його на розв'язанні однотипних завдань у певних пакетах.</w:t>
      </w:r>
    </w:p>
    <w:p w:rsidR="00C23D0E" w:rsidRPr="00D171DE" w:rsidRDefault="00C23D0E" w:rsidP="00D171DE">
      <w:pPr>
        <w:pStyle w:val="ListParagraph"/>
        <w:numPr>
          <w:ilvl w:val="0"/>
          <w:numId w:val="10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D171DE">
        <w:rPr>
          <w:rFonts w:ascii="Times New Roman" w:hAnsi="Times New Roman"/>
          <w:sz w:val="28"/>
          <w:szCs w:val="28"/>
          <w:lang w:val="uk-UA"/>
        </w:rPr>
        <w:t xml:space="preserve">Студент отримує можливість працювати індивідуально, швидко опановувати досліджуваним матеріалом, творчо мислити і експериментувати. </w:t>
      </w:r>
    </w:p>
    <w:p w:rsidR="00C23D0E" w:rsidRPr="0057481D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 xml:space="preserve">Недоліки: </w:t>
      </w:r>
    </w:p>
    <w:p w:rsidR="00C23D0E" w:rsidRPr="00D171DE" w:rsidRDefault="00C23D0E" w:rsidP="00D171DE">
      <w:pPr>
        <w:pStyle w:val="ListParagraph"/>
        <w:numPr>
          <w:ilvl w:val="0"/>
          <w:numId w:val="11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D171DE">
        <w:rPr>
          <w:rFonts w:ascii="Times New Roman" w:hAnsi="Times New Roman"/>
          <w:sz w:val="28"/>
          <w:szCs w:val="28"/>
          <w:lang w:val="uk-UA"/>
        </w:rPr>
        <w:t xml:space="preserve">Необхідність постійного вивчення нового ПЗ викладачами, студентами та співробітниками університетів. </w:t>
      </w:r>
    </w:p>
    <w:p w:rsidR="00C23D0E" w:rsidRPr="00D171DE" w:rsidRDefault="00C23D0E" w:rsidP="00D171DE">
      <w:pPr>
        <w:pStyle w:val="ListParagraph"/>
        <w:numPr>
          <w:ilvl w:val="0"/>
          <w:numId w:val="11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D171DE">
        <w:rPr>
          <w:rFonts w:ascii="Times New Roman" w:hAnsi="Times New Roman"/>
          <w:sz w:val="28"/>
          <w:szCs w:val="28"/>
          <w:lang w:val="uk-UA"/>
        </w:rPr>
        <w:t xml:space="preserve">Недостатня кількість не тільки методичної, але і взагалі літератури, яку потрібно створювати.  </w:t>
      </w:r>
    </w:p>
    <w:p w:rsidR="00C23D0E" w:rsidRPr="00D171DE" w:rsidRDefault="00C23D0E" w:rsidP="00D171DE">
      <w:pPr>
        <w:pStyle w:val="ListParagraph"/>
        <w:numPr>
          <w:ilvl w:val="0"/>
          <w:numId w:val="11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D171DE">
        <w:rPr>
          <w:rFonts w:ascii="Times New Roman" w:hAnsi="Times New Roman"/>
          <w:sz w:val="28"/>
          <w:szCs w:val="28"/>
          <w:lang w:val="uk-UA"/>
        </w:rPr>
        <w:t xml:space="preserve">При використанні вільного програмного забезпечення в освіті дуже складно буде готувати середнього фахівця і виживати середнім студентам і середнім викладачам.  </w:t>
      </w:r>
    </w:p>
    <w:p w:rsidR="00C23D0E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7481D">
        <w:rPr>
          <w:rFonts w:ascii="Times New Roman" w:hAnsi="Times New Roman"/>
          <w:sz w:val="28"/>
          <w:szCs w:val="28"/>
          <w:lang w:val="uk-UA"/>
        </w:rPr>
        <w:t>Для впровадження вільного програмного забезпечення в закладах освіти необхідне рішення на державному рівні. З іншого боку університетам не треба чекати, а починати готувати національну гуманітарно-технічну еліту фахівців з віль</w:t>
      </w:r>
      <w:r>
        <w:rPr>
          <w:rFonts w:ascii="Times New Roman" w:hAnsi="Times New Roman"/>
          <w:sz w:val="28"/>
          <w:szCs w:val="28"/>
          <w:lang w:val="uk-UA"/>
        </w:rPr>
        <w:t>ного програмного забезпечення [</w:t>
      </w:r>
      <w:r w:rsidRPr="00177FF7">
        <w:rPr>
          <w:rFonts w:ascii="Times New Roman" w:hAnsi="Times New Roman"/>
          <w:sz w:val="28"/>
          <w:szCs w:val="28"/>
        </w:rPr>
        <w:t>4</w:t>
      </w:r>
      <w:r w:rsidRPr="0057481D">
        <w:rPr>
          <w:rFonts w:ascii="Times New Roman" w:hAnsi="Times New Roman"/>
          <w:sz w:val="28"/>
          <w:szCs w:val="28"/>
          <w:lang w:val="uk-UA"/>
        </w:rPr>
        <w:t>].</w:t>
      </w:r>
    </w:p>
    <w:p w:rsidR="00C23D0E" w:rsidRPr="004B2942" w:rsidRDefault="00C23D0E" w:rsidP="0057481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Таким чином, в даній роботі було розглянуте вільне програмне </w:t>
      </w:r>
      <w:r w:rsidRPr="00BD4190">
        <w:rPr>
          <w:rFonts w:ascii="Times New Roman" w:hAnsi="Times New Roman"/>
          <w:sz w:val="28"/>
          <w:szCs w:val="28"/>
          <w:lang w:val="uk-UA"/>
        </w:rPr>
        <w:t>забезпечення,</w:t>
      </w:r>
      <w:bookmarkStart w:id="0" w:name="_GoBack"/>
      <w:bookmarkEnd w:id="0"/>
      <w:r w:rsidRPr="00BD4190">
        <w:rPr>
          <w:rFonts w:ascii="Times New Roman" w:hAnsi="Times New Roman"/>
          <w:sz w:val="28"/>
          <w:szCs w:val="28"/>
          <w:lang w:val="uk-UA"/>
        </w:rPr>
        <w:t xml:space="preserve"> яке</w:t>
      </w:r>
      <w:r>
        <w:rPr>
          <w:rFonts w:ascii="Times New Roman" w:hAnsi="Times New Roman"/>
          <w:sz w:val="28"/>
          <w:szCs w:val="28"/>
          <w:lang w:val="uk-UA"/>
        </w:rPr>
        <w:t xml:space="preserve"> надає в </w:t>
      </w:r>
      <w:r w:rsidRPr="00387087">
        <w:rPr>
          <w:rFonts w:ascii="Times New Roman" w:hAnsi="Times New Roman"/>
          <w:sz w:val="28"/>
          <w:szCs w:val="28"/>
          <w:lang w:val="uk-UA"/>
        </w:rPr>
        <w:t>освіті</w:t>
      </w:r>
      <w:r w:rsidRPr="00BD4190">
        <w:rPr>
          <w:rFonts w:ascii="Times New Roman" w:hAnsi="Times New Roman"/>
          <w:sz w:val="28"/>
          <w:szCs w:val="28"/>
        </w:rPr>
        <w:t xml:space="preserve"> </w:t>
      </w:r>
      <w:r w:rsidRPr="006A1C8D">
        <w:rPr>
          <w:rFonts w:ascii="Times New Roman" w:hAnsi="Times New Roman"/>
          <w:sz w:val="28"/>
          <w:szCs w:val="28"/>
          <w:lang w:val="uk-UA"/>
        </w:rPr>
        <w:t>своб</w:t>
      </w:r>
      <w:r>
        <w:rPr>
          <w:rFonts w:ascii="Times New Roman" w:hAnsi="Times New Roman"/>
          <w:sz w:val="28"/>
          <w:szCs w:val="28"/>
          <w:lang w:val="uk-UA"/>
        </w:rPr>
        <w:t xml:space="preserve">оду, на відміну від комерційного </w:t>
      </w:r>
      <w:r w:rsidRPr="006A1C8D">
        <w:rPr>
          <w:rFonts w:ascii="Times New Roman" w:hAnsi="Times New Roman"/>
          <w:sz w:val="28"/>
          <w:szCs w:val="28"/>
          <w:lang w:val="uk-UA"/>
        </w:rPr>
        <w:t>дає</w:t>
      </w:r>
      <w:r>
        <w:rPr>
          <w:rFonts w:ascii="Times New Roman" w:hAnsi="Times New Roman"/>
          <w:sz w:val="28"/>
          <w:szCs w:val="28"/>
          <w:lang w:val="uk-UA"/>
        </w:rPr>
        <w:t xml:space="preserve"> можливість вивчати самі програми і</w:t>
      </w:r>
      <w:r w:rsidRPr="006A1C8D">
        <w:rPr>
          <w:rFonts w:ascii="Times New Roman" w:hAnsi="Times New Roman"/>
          <w:sz w:val="28"/>
          <w:szCs w:val="28"/>
          <w:lang w:val="uk-UA"/>
        </w:rPr>
        <w:t xml:space="preserve"> виступає  </w:t>
      </w:r>
      <w:r>
        <w:rPr>
          <w:rFonts w:ascii="Times New Roman" w:hAnsi="Times New Roman"/>
          <w:sz w:val="28"/>
          <w:szCs w:val="28"/>
          <w:lang w:val="uk-UA"/>
        </w:rPr>
        <w:t>опосередкованим стимулюючим фактором до навчання. І тому  використання</w:t>
      </w:r>
      <w:r w:rsidRPr="006A1C8D">
        <w:rPr>
          <w:rFonts w:ascii="Times New Roman" w:hAnsi="Times New Roman"/>
          <w:sz w:val="28"/>
          <w:szCs w:val="28"/>
          <w:lang w:val="uk-UA"/>
        </w:rPr>
        <w:t xml:space="preserve"> вільного програмного забезпечення у професійн</w:t>
      </w:r>
      <w:r>
        <w:rPr>
          <w:rFonts w:ascii="Times New Roman" w:hAnsi="Times New Roman"/>
          <w:sz w:val="28"/>
          <w:szCs w:val="28"/>
          <w:lang w:val="uk-UA"/>
        </w:rPr>
        <w:t>ій підготовці майбутніх фахів</w:t>
      </w:r>
      <w:r w:rsidRPr="006A1C8D">
        <w:rPr>
          <w:rFonts w:ascii="Times New Roman" w:hAnsi="Times New Roman"/>
          <w:sz w:val="28"/>
          <w:szCs w:val="28"/>
          <w:lang w:val="uk-UA"/>
        </w:rPr>
        <w:t>ців дозволить збільшити</w:t>
      </w:r>
      <w:r>
        <w:rPr>
          <w:rFonts w:ascii="Times New Roman" w:hAnsi="Times New Roman"/>
          <w:sz w:val="28"/>
          <w:szCs w:val="28"/>
          <w:lang w:val="uk-UA"/>
        </w:rPr>
        <w:t xml:space="preserve"> зацікавленість у навчанні, підвищити рівень інформа</w:t>
      </w:r>
      <w:r w:rsidRPr="006A1C8D">
        <w:rPr>
          <w:rFonts w:ascii="Times New Roman" w:hAnsi="Times New Roman"/>
          <w:sz w:val="28"/>
          <w:szCs w:val="28"/>
          <w:lang w:val="uk-UA"/>
        </w:rPr>
        <w:t>ційної культури, самостійно обирати програмний засіб для  подальшої трудової  діяльності та виховувати законослухняного громадянина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23D0E" w:rsidRDefault="00C23D0E" w:rsidP="003C37D4">
      <w:pPr>
        <w:rPr>
          <w:rFonts w:ascii="Times New Roman" w:hAnsi="Times New Roman"/>
          <w:b/>
          <w:sz w:val="28"/>
          <w:szCs w:val="28"/>
          <w:lang w:val="uk-UA"/>
        </w:rPr>
      </w:pPr>
      <w:r w:rsidRPr="00F815C2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C23D0E" w:rsidRDefault="00C23D0E" w:rsidP="00071520">
      <w:pPr>
        <w:pStyle w:val="ListParagraph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E5798D">
        <w:rPr>
          <w:rFonts w:ascii="Times New Roman" w:hAnsi="Times New Roman"/>
          <w:sz w:val="28"/>
          <w:szCs w:val="28"/>
          <w:lang w:val="uk-UA"/>
        </w:rPr>
        <w:t xml:space="preserve">Алексеев Е. Р. FreePascal и LazarusУчебник по программированию / Е. Р. Алексеев, О. В. Чеснокова, Т. В. Кучер. – Москва: ALT Linux; Издательскийдом ДМК-пресс, 2010. – 438 с. – (Библиотека ALT Linux). </w:t>
      </w:r>
    </w:p>
    <w:p w:rsidR="00C23D0E" w:rsidRDefault="00C23D0E" w:rsidP="00071520">
      <w:pPr>
        <w:pStyle w:val="ListParagraph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E5798D">
        <w:rPr>
          <w:rFonts w:ascii="Times New Roman" w:hAnsi="Times New Roman"/>
          <w:sz w:val="28"/>
          <w:szCs w:val="28"/>
          <w:lang w:val="uk-UA"/>
        </w:rPr>
        <w:t xml:space="preserve">Алексеев Е. Р. ScilabРешениеинженерных и математических задач / Е. Р. Алексеев, О. В. Чеснокова, Е. А. Рудченко. – Москва: ALT Linux; БИНОМ. Лаборатория знаний, 2008. – 260 с. – (Библиотека ALT Linux). </w:t>
      </w:r>
    </w:p>
    <w:p w:rsidR="00C23D0E" w:rsidRPr="00C26E49" w:rsidRDefault="00C23D0E" w:rsidP="00071520">
      <w:pPr>
        <w:pStyle w:val="ListParagraph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C26E49">
        <w:rPr>
          <w:rFonts w:ascii="Times New Roman" w:hAnsi="Times New Roman"/>
          <w:sz w:val="28"/>
          <w:szCs w:val="28"/>
          <w:lang w:val="uk-UA"/>
        </w:rPr>
        <w:t>МОНУ “Інститут інно</w:t>
      </w:r>
      <w:r>
        <w:rPr>
          <w:rFonts w:ascii="Times New Roman" w:hAnsi="Times New Roman"/>
          <w:sz w:val="28"/>
          <w:szCs w:val="28"/>
          <w:lang w:val="uk-UA"/>
        </w:rPr>
        <w:t>ваційних технологій і змісту освіти” На</w:t>
      </w:r>
      <w:r w:rsidRPr="00C26E49">
        <w:rPr>
          <w:rFonts w:ascii="Times New Roman" w:hAnsi="Times New Roman"/>
          <w:sz w:val="28"/>
          <w:szCs w:val="28"/>
          <w:lang w:val="uk-UA"/>
        </w:rPr>
        <w:t xml:space="preserve">вчальна програма для </w:t>
      </w:r>
      <w:r>
        <w:rPr>
          <w:rFonts w:ascii="Times New Roman" w:hAnsi="Times New Roman"/>
          <w:sz w:val="28"/>
          <w:szCs w:val="28"/>
          <w:lang w:val="uk-UA"/>
        </w:rPr>
        <w:t>студентів вищих навчальних закладів І – ІІ рівнів – Київ, 2011,</w:t>
      </w:r>
      <w:r w:rsidRPr="00C26E49">
        <w:rPr>
          <w:rFonts w:ascii="Times New Roman" w:hAnsi="Times New Roman"/>
          <w:sz w:val="28"/>
          <w:szCs w:val="28"/>
          <w:lang w:val="uk-UA"/>
        </w:rPr>
        <w:t xml:space="preserve"> 29 с.</w:t>
      </w:r>
    </w:p>
    <w:p w:rsidR="00C23D0E" w:rsidRPr="00071520" w:rsidRDefault="00C23D0E" w:rsidP="00071520">
      <w:pPr>
        <w:pStyle w:val="ListParagraph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C26E49">
        <w:rPr>
          <w:rFonts w:ascii="Times New Roman" w:hAnsi="Times New Roman"/>
          <w:sz w:val="28"/>
          <w:szCs w:val="28"/>
          <w:lang w:val="uk-UA"/>
        </w:rPr>
        <w:t>Тези міжнародної науково-практичної конференції fosslviv</w:t>
      </w:r>
      <w:r w:rsidRPr="00177FF7">
        <w:rPr>
          <w:rFonts w:ascii="Times New Roman" w:hAnsi="Times New Roman"/>
          <w:sz w:val="28"/>
          <w:szCs w:val="28"/>
        </w:rPr>
        <w:t>-</w:t>
      </w:r>
      <w:r w:rsidRPr="00C26E49">
        <w:rPr>
          <w:rFonts w:ascii="Times New Roman" w:hAnsi="Times New Roman"/>
          <w:sz w:val="28"/>
          <w:szCs w:val="28"/>
          <w:lang w:val="uk-UA"/>
        </w:rPr>
        <w:t>2011. Збірник наукових праць, Львів, 2011.</w:t>
      </w:r>
      <w:r w:rsidRPr="00177FF7">
        <w:rPr>
          <w:rFonts w:ascii="Times New Roman" w:hAnsi="Times New Roman"/>
          <w:sz w:val="28"/>
          <w:szCs w:val="28"/>
        </w:rPr>
        <w:t>-</w:t>
      </w:r>
      <w:r w:rsidRPr="00C26E49">
        <w:rPr>
          <w:rFonts w:ascii="Times New Roman" w:hAnsi="Times New Roman"/>
          <w:sz w:val="28"/>
          <w:szCs w:val="28"/>
          <w:lang w:val="uk-UA"/>
        </w:rPr>
        <w:t>196 с</w:t>
      </w:r>
      <w:r w:rsidRPr="00177FF7">
        <w:rPr>
          <w:rFonts w:ascii="Times New Roman" w:hAnsi="Times New Roman"/>
          <w:sz w:val="28"/>
          <w:szCs w:val="28"/>
        </w:rPr>
        <w:t>.</w:t>
      </w:r>
    </w:p>
    <w:p w:rsidR="00C23D0E" w:rsidRDefault="00C23D0E" w:rsidP="00F643F5">
      <w:pPr>
        <w:pStyle w:val="ListParagraph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3D0E" w:rsidRDefault="00C23D0E" w:rsidP="00930D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23D0E" w:rsidRDefault="00C23D0E" w:rsidP="00F445EB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4A0D18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3D0E" w:rsidRDefault="00C23D0E" w:rsidP="00F445EB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 Терещук  Ірина Вікторівна.</w:t>
      </w:r>
    </w:p>
    <w:sectPr w:rsidR="00C23D0E" w:rsidSect="003452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438"/>
    <w:multiLevelType w:val="hybridMultilevel"/>
    <w:tmpl w:val="199CF14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D6A3454"/>
    <w:multiLevelType w:val="hybridMultilevel"/>
    <w:tmpl w:val="8C2CE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30C3DB6"/>
    <w:multiLevelType w:val="hybridMultilevel"/>
    <w:tmpl w:val="6C462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C74F29"/>
    <w:multiLevelType w:val="hybridMultilevel"/>
    <w:tmpl w:val="434645C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3C722B31"/>
    <w:multiLevelType w:val="hybridMultilevel"/>
    <w:tmpl w:val="51ACB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0DF7063"/>
    <w:multiLevelType w:val="hybridMultilevel"/>
    <w:tmpl w:val="ABB4A1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26A1ADE"/>
    <w:multiLevelType w:val="hybridMultilevel"/>
    <w:tmpl w:val="C80AD218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486923C5"/>
    <w:multiLevelType w:val="hybridMultilevel"/>
    <w:tmpl w:val="D6EC9CB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494233AB"/>
    <w:multiLevelType w:val="hybridMultilevel"/>
    <w:tmpl w:val="B6127A1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5ADA31DF"/>
    <w:multiLevelType w:val="hybridMultilevel"/>
    <w:tmpl w:val="04EC18E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79475B8C"/>
    <w:multiLevelType w:val="hybridMultilevel"/>
    <w:tmpl w:val="91389D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123"/>
    <w:rsid w:val="00000553"/>
    <w:rsid w:val="00005F23"/>
    <w:rsid w:val="00006047"/>
    <w:rsid w:val="00006BC1"/>
    <w:rsid w:val="000108CE"/>
    <w:rsid w:val="00011EDA"/>
    <w:rsid w:val="00013148"/>
    <w:rsid w:val="000132CB"/>
    <w:rsid w:val="00015E97"/>
    <w:rsid w:val="0001611A"/>
    <w:rsid w:val="00016B5B"/>
    <w:rsid w:val="00017341"/>
    <w:rsid w:val="00017F9C"/>
    <w:rsid w:val="000200FB"/>
    <w:rsid w:val="0002646E"/>
    <w:rsid w:val="00030A3E"/>
    <w:rsid w:val="00031C76"/>
    <w:rsid w:val="0003232E"/>
    <w:rsid w:val="00033009"/>
    <w:rsid w:val="00033AB4"/>
    <w:rsid w:val="000346C7"/>
    <w:rsid w:val="0003664A"/>
    <w:rsid w:val="000366EE"/>
    <w:rsid w:val="00037030"/>
    <w:rsid w:val="000417F6"/>
    <w:rsid w:val="00044F4D"/>
    <w:rsid w:val="00046AB9"/>
    <w:rsid w:val="00046C80"/>
    <w:rsid w:val="00047DE0"/>
    <w:rsid w:val="00051A98"/>
    <w:rsid w:val="000521B6"/>
    <w:rsid w:val="00053FF2"/>
    <w:rsid w:val="00054DFE"/>
    <w:rsid w:val="000565FA"/>
    <w:rsid w:val="00056824"/>
    <w:rsid w:val="00056CDE"/>
    <w:rsid w:val="00056EB3"/>
    <w:rsid w:val="00057909"/>
    <w:rsid w:val="00057F06"/>
    <w:rsid w:val="00060F0C"/>
    <w:rsid w:val="0006145D"/>
    <w:rsid w:val="00061804"/>
    <w:rsid w:val="00062421"/>
    <w:rsid w:val="00062E1C"/>
    <w:rsid w:val="0006449E"/>
    <w:rsid w:val="0006658D"/>
    <w:rsid w:val="000705AF"/>
    <w:rsid w:val="000708B8"/>
    <w:rsid w:val="000708CB"/>
    <w:rsid w:val="00071520"/>
    <w:rsid w:val="00071DEA"/>
    <w:rsid w:val="00072CA8"/>
    <w:rsid w:val="00072DCA"/>
    <w:rsid w:val="00073CD7"/>
    <w:rsid w:val="00075032"/>
    <w:rsid w:val="00076067"/>
    <w:rsid w:val="00080E31"/>
    <w:rsid w:val="00081CC2"/>
    <w:rsid w:val="000852DD"/>
    <w:rsid w:val="00086597"/>
    <w:rsid w:val="000865E7"/>
    <w:rsid w:val="00086CE3"/>
    <w:rsid w:val="000905F3"/>
    <w:rsid w:val="00092B81"/>
    <w:rsid w:val="00097BFB"/>
    <w:rsid w:val="000A0D26"/>
    <w:rsid w:val="000A1704"/>
    <w:rsid w:val="000A1FAC"/>
    <w:rsid w:val="000A2985"/>
    <w:rsid w:val="000A2EBE"/>
    <w:rsid w:val="000A5393"/>
    <w:rsid w:val="000A60DD"/>
    <w:rsid w:val="000B1D0C"/>
    <w:rsid w:val="000B4507"/>
    <w:rsid w:val="000B456E"/>
    <w:rsid w:val="000B555C"/>
    <w:rsid w:val="000B57E3"/>
    <w:rsid w:val="000C099E"/>
    <w:rsid w:val="000C1BC3"/>
    <w:rsid w:val="000E0A13"/>
    <w:rsid w:val="000E0A5A"/>
    <w:rsid w:val="000E3BF7"/>
    <w:rsid w:val="000E45A6"/>
    <w:rsid w:val="000F0333"/>
    <w:rsid w:val="000F1DFC"/>
    <w:rsid w:val="000F1FB7"/>
    <w:rsid w:val="000F58EA"/>
    <w:rsid w:val="00101345"/>
    <w:rsid w:val="00102BD5"/>
    <w:rsid w:val="0010711B"/>
    <w:rsid w:val="00110C3F"/>
    <w:rsid w:val="0011136A"/>
    <w:rsid w:val="00113607"/>
    <w:rsid w:val="001170CF"/>
    <w:rsid w:val="001179F5"/>
    <w:rsid w:val="00120E13"/>
    <w:rsid w:val="001232DB"/>
    <w:rsid w:val="001236D3"/>
    <w:rsid w:val="00124970"/>
    <w:rsid w:val="00124E5E"/>
    <w:rsid w:val="00125A0B"/>
    <w:rsid w:val="00126535"/>
    <w:rsid w:val="00131F41"/>
    <w:rsid w:val="001321A1"/>
    <w:rsid w:val="00132F85"/>
    <w:rsid w:val="0013345A"/>
    <w:rsid w:val="001339B4"/>
    <w:rsid w:val="00134D69"/>
    <w:rsid w:val="00135F62"/>
    <w:rsid w:val="00137BF1"/>
    <w:rsid w:val="00140207"/>
    <w:rsid w:val="00141DBA"/>
    <w:rsid w:val="00144D97"/>
    <w:rsid w:val="00145678"/>
    <w:rsid w:val="00147917"/>
    <w:rsid w:val="0015072F"/>
    <w:rsid w:val="00150CCC"/>
    <w:rsid w:val="00151D7D"/>
    <w:rsid w:val="00154EF8"/>
    <w:rsid w:val="00157C05"/>
    <w:rsid w:val="00162B23"/>
    <w:rsid w:val="00163E5C"/>
    <w:rsid w:val="00166A32"/>
    <w:rsid w:val="00167CF2"/>
    <w:rsid w:val="00171CFB"/>
    <w:rsid w:val="001740BA"/>
    <w:rsid w:val="00175122"/>
    <w:rsid w:val="00176EE5"/>
    <w:rsid w:val="00177FF7"/>
    <w:rsid w:val="00180C17"/>
    <w:rsid w:val="00181E81"/>
    <w:rsid w:val="001824BE"/>
    <w:rsid w:val="00182D1D"/>
    <w:rsid w:val="0018597C"/>
    <w:rsid w:val="00190D97"/>
    <w:rsid w:val="001910B7"/>
    <w:rsid w:val="00192F06"/>
    <w:rsid w:val="00196A90"/>
    <w:rsid w:val="00196F26"/>
    <w:rsid w:val="001A0A53"/>
    <w:rsid w:val="001A267E"/>
    <w:rsid w:val="001A2DE8"/>
    <w:rsid w:val="001A370B"/>
    <w:rsid w:val="001B32DB"/>
    <w:rsid w:val="001B709C"/>
    <w:rsid w:val="001B7E96"/>
    <w:rsid w:val="001C0C39"/>
    <w:rsid w:val="001C176D"/>
    <w:rsid w:val="001C19E9"/>
    <w:rsid w:val="001C1C98"/>
    <w:rsid w:val="001C281F"/>
    <w:rsid w:val="001C4173"/>
    <w:rsid w:val="001C4BA3"/>
    <w:rsid w:val="001C5FFF"/>
    <w:rsid w:val="001C6F44"/>
    <w:rsid w:val="001D0137"/>
    <w:rsid w:val="001D1EF7"/>
    <w:rsid w:val="001D297B"/>
    <w:rsid w:val="001D4364"/>
    <w:rsid w:val="001D58D9"/>
    <w:rsid w:val="001D5FAD"/>
    <w:rsid w:val="001D773E"/>
    <w:rsid w:val="001D7E72"/>
    <w:rsid w:val="001E2003"/>
    <w:rsid w:val="001E2319"/>
    <w:rsid w:val="001E48FA"/>
    <w:rsid w:val="001E4CF9"/>
    <w:rsid w:val="001F262B"/>
    <w:rsid w:val="001F4162"/>
    <w:rsid w:val="0020066D"/>
    <w:rsid w:val="00201C55"/>
    <w:rsid w:val="00202FEE"/>
    <w:rsid w:val="00203947"/>
    <w:rsid w:val="00205C85"/>
    <w:rsid w:val="002101F2"/>
    <w:rsid w:val="00212E7C"/>
    <w:rsid w:val="00217E3F"/>
    <w:rsid w:val="00221711"/>
    <w:rsid w:val="00221C42"/>
    <w:rsid w:val="002249CA"/>
    <w:rsid w:val="00226B2C"/>
    <w:rsid w:val="00226ED5"/>
    <w:rsid w:val="002319AD"/>
    <w:rsid w:val="00234C61"/>
    <w:rsid w:val="00234D86"/>
    <w:rsid w:val="00235FAB"/>
    <w:rsid w:val="002374F4"/>
    <w:rsid w:val="00237F88"/>
    <w:rsid w:val="0024068C"/>
    <w:rsid w:val="00241789"/>
    <w:rsid w:val="002433FA"/>
    <w:rsid w:val="00247BF4"/>
    <w:rsid w:val="0025075D"/>
    <w:rsid w:val="002514C8"/>
    <w:rsid w:val="00252012"/>
    <w:rsid w:val="0025511B"/>
    <w:rsid w:val="00256B0D"/>
    <w:rsid w:val="002572E0"/>
    <w:rsid w:val="00263C0F"/>
    <w:rsid w:val="00264319"/>
    <w:rsid w:val="002644E5"/>
    <w:rsid w:val="0026629A"/>
    <w:rsid w:val="00270293"/>
    <w:rsid w:val="002716BF"/>
    <w:rsid w:val="0027460A"/>
    <w:rsid w:val="002751E6"/>
    <w:rsid w:val="00276400"/>
    <w:rsid w:val="00277A6D"/>
    <w:rsid w:val="0028242B"/>
    <w:rsid w:val="00283829"/>
    <w:rsid w:val="00286DB8"/>
    <w:rsid w:val="00287A20"/>
    <w:rsid w:val="00290C40"/>
    <w:rsid w:val="002969AC"/>
    <w:rsid w:val="0029710F"/>
    <w:rsid w:val="002A1DD0"/>
    <w:rsid w:val="002A1E4A"/>
    <w:rsid w:val="002A6369"/>
    <w:rsid w:val="002A770D"/>
    <w:rsid w:val="002B4C96"/>
    <w:rsid w:val="002C4648"/>
    <w:rsid w:val="002D0229"/>
    <w:rsid w:val="002D09DA"/>
    <w:rsid w:val="002D1EA7"/>
    <w:rsid w:val="002D6060"/>
    <w:rsid w:val="002E2283"/>
    <w:rsid w:val="002E5335"/>
    <w:rsid w:val="002E609C"/>
    <w:rsid w:val="002E6977"/>
    <w:rsid w:val="002E7204"/>
    <w:rsid w:val="002F059B"/>
    <w:rsid w:val="002F1C75"/>
    <w:rsid w:val="002F69C3"/>
    <w:rsid w:val="00300EF2"/>
    <w:rsid w:val="00302AB5"/>
    <w:rsid w:val="0030407C"/>
    <w:rsid w:val="0030547C"/>
    <w:rsid w:val="003107A0"/>
    <w:rsid w:val="00315293"/>
    <w:rsid w:val="00315990"/>
    <w:rsid w:val="00317635"/>
    <w:rsid w:val="00317D01"/>
    <w:rsid w:val="0032085A"/>
    <w:rsid w:val="003317AF"/>
    <w:rsid w:val="00331CE8"/>
    <w:rsid w:val="00331E31"/>
    <w:rsid w:val="00333A31"/>
    <w:rsid w:val="003369B0"/>
    <w:rsid w:val="0034067C"/>
    <w:rsid w:val="00343AA7"/>
    <w:rsid w:val="003452A6"/>
    <w:rsid w:val="0034551E"/>
    <w:rsid w:val="0034648C"/>
    <w:rsid w:val="00347562"/>
    <w:rsid w:val="00347613"/>
    <w:rsid w:val="00352A30"/>
    <w:rsid w:val="00355BD5"/>
    <w:rsid w:val="00355E06"/>
    <w:rsid w:val="00355E08"/>
    <w:rsid w:val="00355E46"/>
    <w:rsid w:val="00357012"/>
    <w:rsid w:val="003573E9"/>
    <w:rsid w:val="00360959"/>
    <w:rsid w:val="00364CC5"/>
    <w:rsid w:val="0036660D"/>
    <w:rsid w:val="00366D63"/>
    <w:rsid w:val="0037098F"/>
    <w:rsid w:val="00370AA8"/>
    <w:rsid w:val="00372187"/>
    <w:rsid w:val="00372682"/>
    <w:rsid w:val="00372E87"/>
    <w:rsid w:val="00374048"/>
    <w:rsid w:val="0037456A"/>
    <w:rsid w:val="00376425"/>
    <w:rsid w:val="00376963"/>
    <w:rsid w:val="00380190"/>
    <w:rsid w:val="00380BB1"/>
    <w:rsid w:val="00380D9B"/>
    <w:rsid w:val="00380EC8"/>
    <w:rsid w:val="00381EBB"/>
    <w:rsid w:val="00384285"/>
    <w:rsid w:val="00385F35"/>
    <w:rsid w:val="00387087"/>
    <w:rsid w:val="00387229"/>
    <w:rsid w:val="00387CB9"/>
    <w:rsid w:val="003919B7"/>
    <w:rsid w:val="00395886"/>
    <w:rsid w:val="003974C1"/>
    <w:rsid w:val="003A3307"/>
    <w:rsid w:val="003A3830"/>
    <w:rsid w:val="003A487E"/>
    <w:rsid w:val="003A6BF6"/>
    <w:rsid w:val="003B0B95"/>
    <w:rsid w:val="003B1922"/>
    <w:rsid w:val="003C1AA7"/>
    <w:rsid w:val="003C37D4"/>
    <w:rsid w:val="003C3E5B"/>
    <w:rsid w:val="003C53DD"/>
    <w:rsid w:val="003C6EC4"/>
    <w:rsid w:val="003C7179"/>
    <w:rsid w:val="003D2ACA"/>
    <w:rsid w:val="003D3271"/>
    <w:rsid w:val="003D35E9"/>
    <w:rsid w:val="003E009E"/>
    <w:rsid w:val="003E517C"/>
    <w:rsid w:val="003E54A3"/>
    <w:rsid w:val="003E5A0D"/>
    <w:rsid w:val="003F1AFE"/>
    <w:rsid w:val="003F2A5C"/>
    <w:rsid w:val="003F3DF0"/>
    <w:rsid w:val="003F4734"/>
    <w:rsid w:val="003F49C5"/>
    <w:rsid w:val="00402883"/>
    <w:rsid w:val="0040515F"/>
    <w:rsid w:val="00407F90"/>
    <w:rsid w:val="00410762"/>
    <w:rsid w:val="00420D3D"/>
    <w:rsid w:val="00422472"/>
    <w:rsid w:val="00426304"/>
    <w:rsid w:val="00426986"/>
    <w:rsid w:val="00426F85"/>
    <w:rsid w:val="00431B1F"/>
    <w:rsid w:val="00433B36"/>
    <w:rsid w:val="0043404C"/>
    <w:rsid w:val="004344C0"/>
    <w:rsid w:val="004362E9"/>
    <w:rsid w:val="00436C9C"/>
    <w:rsid w:val="00441522"/>
    <w:rsid w:val="004455A9"/>
    <w:rsid w:val="00445AFD"/>
    <w:rsid w:val="00447923"/>
    <w:rsid w:val="0045069F"/>
    <w:rsid w:val="00450B57"/>
    <w:rsid w:val="004604C7"/>
    <w:rsid w:val="00461E46"/>
    <w:rsid w:val="0047060B"/>
    <w:rsid w:val="00473302"/>
    <w:rsid w:val="004747B9"/>
    <w:rsid w:val="00474DBC"/>
    <w:rsid w:val="00474F08"/>
    <w:rsid w:val="00475499"/>
    <w:rsid w:val="00476F7B"/>
    <w:rsid w:val="00477866"/>
    <w:rsid w:val="0048155C"/>
    <w:rsid w:val="00483E77"/>
    <w:rsid w:val="004857B0"/>
    <w:rsid w:val="004859E8"/>
    <w:rsid w:val="0049530B"/>
    <w:rsid w:val="00495314"/>
    <w:rsid w:val="004A0D18"/>
    <w:rsid w:val="004A1627"/>
    <w:rsid w:val="004A3B2B"/>
    <w:rsid w:val="004A485A"/>
    <w:rsid w:val="004A5F1E"/>
    <w:rsid w:val="004B04EE"/>
    <w:rsid w:val="004B11CA"/>
    <w:rsid w:val="004B2942"/>
    <w:rsid w:val="004B3A2E"/>
    <w:rsid w:val="004B6B2B"/>
    <w:rsid w:val="004B6C87"/>
    <w:rsid w:val="004C0025"/>
    <w:rsid w:val="004C01A3"/>
    <w:rsid w:val="004C612F"/>
    <w:rsid w:val="004C79EC"/>
    <w:rsid w:val="004C7BBC"/>
    <w:rsid w:val="004D38B1"/>
    <w:rsid w:val="004D3B01"/>
    <w:rsid w:val="004D3EAA"/>
    <w:rsid w:val="004D40A3"/>
    <w:rsid w:val="004D6082"/>
    <w:rsid w:val="004D6515"/>
    <w:rsid w:val="004D7D81"/>
    <w:rsid w:val="004D7DED"/>
    <w:rsid w:val="004F1858"/>
    <w:rsid w:val="004F4942"/>
    <w:rsid w:val="004F5742"/>
    <w:rsid w:val="00501EC7"/>
    <w:rsid w:val="00502345"/>
    <w:rsid w:val="00504FF0"/>
    <w:rsid w:val="00507021"/>
    <w:rsid w:val="005121A0"/>
    <w:rsid w:val="00512C89"/>
    <w:rsid w:val="00513582"/>
    <w:rsid w:val="0051389F"/>
    <w:rsid w:val="00513B28"/>
    <w:rsid w:val="0051647D"/>
    <w:rsid w:val="0051682D"/>
    <w:rsid w:val="00516A0C"/>
    <w:rsid w:val="005205A1"/>
    <w:rsid w:val="00520E69"/>
    <w:rsid w:val="005211DF"/>
    <w:rsid w:val="005216A7"/>
    <w:rsid w:val="005243FB"/>
    <w:rsid w:val="00527ABC"/>
    <w:rsid w:val="00530113"/>
    <w:rsid w:val="005302AE"/>
    <w:rsid w:val="005303CA"/>
    <w:rsid w:val="005304BE"/>
    <w:rsid w:val="005308A1"/>
    <w:rsid w:val="0053302E"/>
    <w:rsid w:val="00533C66"/>
    <w:rsid w:val="005411C7"/>
    <w:rsid w:val="0054391D"/>
    <w:rsid w:val="00543C49"/>
    <w:rsid w:val="00545547"/>
    <w:rsid w:val="0055233B"/>
    <w:rsid w:val="005538A7"/>
    <w:rsid w:val="00554345"/>
    <w:rsid w:val="0055543C"/>
    <w:rsid w:val="00556123"/>
    <w:rsid w:val="00557E00"/>
    <w:rsid w:val="00561891"/>
    <w:rsid w:val="00563556"/>
    <w:rsid w:val="00566043"/>
    <w:rsid w:val="00567359"/>
    <w:rsid w:val="005678F3"/>
    <w:rsid w:val="00571CD1"/>
    <w:rsid w:val="005723C7"/>
    <w:rsid w:val="00572554"/>
    <w:rsid w:val="00574716"/>
    <w:rsid w:val="0057481D"/>
    <w:rsid w:val="00575C5E"/>
    <w:rsid w:val="00580402"/>
    <w:rsid w:val="00580AE3"/>
    <w:rsid w:val="005818F9"/>
    <w:rsid w:val="00582EEA"/>
    <w:rsid w:val="00587792"/>
    <w:rsid w:val="0058790F"/>
    <w:rsid w:val="0059007F"/>
    <w:rsid w:val="005913A6"/>
    <w:rsid w:val="005937FA"/>
    <w:rsid w:val="00595B54"/>
    <w:rsid w:val="0059600F"/>
    <w:rsid w:val="005970E3"/>
    <w:rsid w:val="00597F9A"/>
    <w:rsid w:val="005A0B4F"/>
    <w:rsid w:val="005A16BA"/>
    <w:rsid w:val="005A2BFD"/>
    <w:rsid w:val="005A3F63"/>
    <w:rsid w:val="005A760A"/>
    <w:rsid w:val="005A7A28"/>
    <w:rsid w:val="005B2E10"/>
    <w:rsid w:val="005B3DCE"/>
    <w:rsid w:val="005B40A0"/>
    <w:rsid w:val="005B4BB9"/>
    <w:rsid w:val="005B7166"/>
    <w:rsid w:val="005C02BF"/>
    <w:rsid w:val="005C30C6"/>
    <w:rsid w:val="005C595A"/>
    <w:rsid w:val="005D025A"/>
    <w:rsid w:val="005D1766"/>
    <w:rsid w:val="005D21BB"/>
    <w:rsid w:val="005D21FD"/>
    <w:rsid w:val="005D3CE6"/>
    <w:rsid w:val="005D6489"/>
    <w:rsid w:val="005D6E6E"/>
    <w:rsid w:val="005E242B"/>
    <w:rsid w:val="005E273D"/>
    <w:rsid w:val="005E2825"/>
    <w:rsid w:val="005E29A1"/>
    <w:rsid w:val="005E765D"/>
    <w:rsid w:val="005F3CEA"/>
    <w:rsid w:val="005F3E90"/>
    <w:rsid w:val="005F5ADE"/>
    <w:rsid w:val="005F6D82"/>
    <w:rsid w:val="006013CE"/>
    <w:rsid w:val="006018D6"/>
    <w:rsid w:val="0060487F"/>
    <w:rsid w:val="006128EC"/>
    <w:rsid w:val="006146B8"/>
    <w:rsid w:val="00615F54"/>
    <w:rsid w:val="0062093A"/>
    <w:rsid w:val="0062505A"/>
    <w:rsid w:val="00625105"/>
    <w:rsid w:val="006268BD"/>
    <w:rsid w:val="00627FD5"/>
    <w:rsid w:val="00632736"/>
    <w:rsid w:val="006338B2"/>
    <w:rsid w:val="00634461"/>
    <w:rsid w:val="006362A7"/>
    <w:rsid w:val="006370A8"/>
    <w:rsid w:val="006408A2"/>
    <w:rsid w:val="00641835"/>
    <w:rsid w:val="00642A59"/>
    <w:rsid w:val="00644715"/>
    <w:rsid w:val="006468BA"/>
    <w:rsid w:val="00647D20"/>
    <w:rsid w:val="0065343C"/>
    <w:rsid w:val="00654D21"/>
    <w:rsid w:val="00655C50"/>
    <w:rsid w:val="00661024"/>
    <w:rsid w:val="00661452"/>
    <w:rsid w:val="0066206B"/>
    <w:rsid w:val="00670B3B"/>
    <w:rsid w:val="0067202A"/>
    <w:rsid w:val="00673FAD"/>
    <w:rsid w:val="006760B7"/>
    <w:rsid w:val="006769E0"/>
    <w:rsid w:val="00676EFF"/>
    <w:rsid w:val="006776FD"/>
    <w:rsid w:val="00677AB2"/>
    <w:rsid w:val="00680647"/>
    <w:rsid w:val="00684DCE"/>
    <w:rsid w:val="0068501B"/>
    <w:rsid w:val="0068625D"/>
    <w:rsid w:val="00690BC6"/>
    <w:rsid w:val="00691133"/>
    <w:rsid w:val="00692DF0"/>
    <w:rsid w:val="006945EB"/>
    <w:rsid w:val="00696BB5"/>
    <w:rsid w:val="006970B6"/>
    <w:rsid w:val="006A1C8D"/>
    <w:rsid w:val="006A5FC8"/>
    <w:rsid w:val="006A795D"/>
    <w:rsid w:val="006B0203"/>
    <w:rsid w:val="006B21A2"/>
    <w:rsid w:val="006B35C8"/>
    <w:rsid w:val="006B3763"/>
    <w:rsid w:val="006B3F2E"/>
    <w:rsid w:val="006B45E2"/>
    <w:rsid w:val="006B47EA"/>
    <w:rsid w:val="006B52DB"/>
    <w:rsid w:val="006B5660"/>
    <w:rsid w:val="006B6592"/>
    <w:rsid w:val="006B6EFE"/>
    <w:rsid w:val="006C119E"/>
    <w:rsid w:val="006C1F85"/>
    <w:rsid w:val="006C2C09"/>
    <w:rsid w:val="006C74A8"/>
    <w:rsid w:val="006D0B70"/>
    <w:rsid w:val="006D14BF"/>
    <w:rsid w:val="006D2D72"/>
    <w:rsid w:val="006D2F87"/>
    <w:rsid w:val="006D4FDD"/>
    <w:rsid w:val="006D56E1"/>
    <w:rsid w:val="006D57E0"/>
    <w:rsid w:val="006D5CCE"/>
    <w:rsid w:val="006D5F02"/>
    <w:rsid w:val="006D5FA2"/>
    <w:rsid w:val="006D7665"/>
    <w:rsid w:val="006E1575"/>
    <w:rsid w:val="006E2F93"/>
    <w:rsid w:val="006E4EF6"/>
    <w:rsid w:val="006E6E3A"/>
    <w:rsid w:val="006F249D"/>
    <w:rsid w:val="006F3513"/>
    <w:rsid w:val="006F352A"/>
    <w:rsid w:val="006F4484"/>
    <w:rsid w:val="006F618E"/>
    <w:rsid w:val="006F7271"/>
    <w:rsid w:val="0070310E"/>
    <w:rsid w:val="007078CA"/>
    <w:rsid w:val="00712740"/>
    <w:rsid w:val="00714361"/>
    <w:rsid w:val="007146B6"/>
    <w:rsid w:val="00716B41"/>
    <w:rsid w:val="00720962"/>
    <w:rsid w:val="00720F01"/>
    <w:rsid w:val="007227A4"/>
    <w:rsid w:val="007276B0"/>
    <w:rsid w:val="007303C6"/>
    <w:rsid w:val="00731178"/>
    <w:rsid w:val="007350F0"/>
    <w:rsid w:val="00736665"/>
    <w:rsid w:val="0073679D"/>
    <w:rsid w:val="00736C6D"/>
    <w:rsid w:val="007423EE"/>
    <w:rsid w:val="00743126"/>
    <w:rsid w:val="007431D3"/>
    <w:rsid w:val="00743DE1"/>
    <w:rsid w:val="00745CF7"/>
    <w:rsid w:val="007509A8"/>
    <w:rsid w:val="00751268"/>
    <w:rsid w:val="0075180C"/>
    <w:rsid w:val="00752DD6"/>
    <w:rsid w:val="00753B76"/>
    <w:rsid w:val="007558BB"/>
    <w:rsid w:val="00755F61"/>
    <w:rsid w:val="0075716A"/>
    <w:rsid w:val="00762CAB"/>
    <w:rsid w:val="00763EEA"/>
    <w:rsid w:val="007662A1"/>
    <w:rsid w:val="007666C6"/>
    <w:rsid w:val="0076781A"/>
    <w:rsid w:val="007721B1"/>
    <w:rsid w:val="00775062"/>
    <w:rsid w:val="00775650"/>
    <w:rsid w:val="00776201"/>
    <w:rsid w:val="007775C6"/>
    <w:rsid w:val="00781586"/>
    <w:rsid w:val="0078223C"/>
    <w:rsid w:val="00782CB2"/>
    <w:rsid w:val="007835A4"/>
    <w:rsid w:val="0078454B"/>
    <w:rsid w:val="00786F10"/>
    <w:rsid w:val="007875BD"/>
    <w:rsid w:val="00790390"/>
    <w:rsid w:val="007907BD"/>
    <w:rsid w:val="00790A68"/>
    <w:rsid w:val="007916F7"/>
    <w:rsid w:val="00792C0E"/>
    <w:rsid w:val="007962FF"/>
    <w:rsid w:val="00796EF5"/>
    <w:rsid w:val="00797022"/>
    <w:rsid w:val="00797AE4"/>
    <w:rsid w:val="007A2673"/>
    <w:rsid w:val="007A7264"/>
    <w:rsid w:val="007A7458"/>
    <w:rsid w:val="007B0492"/>
    <w:rsid w:val="007B692C"/>
    <w:rsid w:val="007B6977"/>
    <w:rsid w:val="007B6F61"/>
    <w:rsid w:val="007C1F45"/>
    <w:rsid w:val="007C40CC"/>
    <w:rsid w:val="007C5C11"/>
    <w:rsid w:val="007C64E7"/>
    <w:rsid w:val="007D0725"/>
    <w:rsid w:val="007D500E"/>
    <w:rsid w:val="007D6745"/>
    <w:rsid w:val="007E0A9E"/>
    <w:rsid w:val="007E3916"/>
    <w:rsid w:val="007E5DFE"/>
    <w:rsid w:val="007E7846"/>
    <w:rsid w:val="007F1C61"/>
    <w:rsid w:val="007F4DAB"/>
    <w:rsid w:val="007F7810"/>
    <w:rsid w:val="008012AD"/>
    <w:rsid w:val="00802432"/>
    <w:rsid w:val="00802CB7"/>
    <w:rsid w:val="00805349"/>
    <w:rsid w:val="00810D5A"/>
    <w:rsid w:val="00811ECF"/>
    <w:rsid w:val="00813B1F"/>
    <w:rsid w:val="00813BA2"/>
    <w:rsid w:val="0081522F"/>
    <w:rsid w:val="00816218"/>
    <w:rsid w:val="00816CB9"/>
    <w:rsid w:val="00816E91"/>
    <w:rsid w:val="00820474"/>
    <w:rsid w:val="00822AFB"/>
    <w:rsid w:val="00823202"/>
    <w:rsid w:val="00823DB0"/>
    <w:rsid w:val="0082457C"/>
    <w:rsid w:val="00826D47"/>
    <w:rsid w:val="00827D87"/>
    <w:rsid w:val="00832127"/>
    <w:rsid w:val="00840965"/>
    <w:rsid w:val="00841395"/>
    <w:rsid w:val="00842FD8"/>
    <w:rsid w:val="00846642"/>
    <w:rsid w:val="0084680C"/>
    <w:rsid w:val="00846D53"/>
    <w:rsid w:val="00853694"/>
    <w:rsid w:val="00853EAB"/>
    <w:rsid w:val="008564C4"/>
    <w:rsid w:val="00856A92"/>
    <w:rsid w:val="00856FC2"/>
    <w:rsid w:val="008572DD"/>
    <w:rsid w:val="00861C74"/>
    <w:rsid w:val="0086390E"/>
    <w:rsid w:val="00866772"/>
    <w:rsid w:val="00870704"/>
    <w:rsid w:val="00874720"/>
    <w:rsid w:val="00875F0B"/>
    <w:rsid w:val="00876CD7"/>
    <w:rsid w:val="00876DC5"/>
    <w:rsid w:val="008810F4"/>
    <w:rsid w:val="00883118"/>
    <w:rsid w:val="008849D3"/>
    <w:rsid w:val="00887598"/>
    <w:rsid w:val="00887FB5"/>
    <w:rsid w:val="0089528E"/>
    <w:rsid w:val="00895E49"/>
    <w:rsid w:val="00897B06"/>
    <w:rsid w:val="00897D9A"/>
    <w:rsid w:val="008A18D4"/>
    <w:rsid w:val="008A2EFB"/>
    <w:rsid w:val="008A4C7F"/>
    <w:rsid w:val="008A5945"/>
    <w:rsid w:val="008A6D79"/>
    <w:rsid w:val="008A7616"/>
    <w:rsid w:val="008A7DAF"/>
    <w:rsid w:val="008B0E85"/>
    <w:rsid w:val="008B13ED"/>
    <w:rsid w:val="008B1B40"/>
    <w:rsid w:val="008B1CAA"/>
    <w:rsid w:val="008B1E77"/>
    <w:rsid w:val="008B211B"/>
    <w:rsid w:val="008B2ECF"/>
    <w:rsid w:val="008B3DAB"/>
    <w:rsid w:val="008B60DE"/>
    <w:rsid w:val="008B6FD0"/>
    <w:rsid w:val="008B767E"/>
    <w:rsid w:val="008C0215"/>
    <w:rsid w:val="008C1AEF"/>
    <w:rsid w:val="008C57E4"/>
    <w:rsid w:val="008C5832"/>
    <w:rsid w:val="008C5B01"/>
    <w:rsid w:val="008C6745"/>
    <w:rsid w:val="008D218F"/>
    <w:rsid w:val="008D2B2C"/>
    <w:rsid w:val="008D2CC3"/>
    <w:rsid w:val="008D3A2A"/>
    <w:rsid w:val="008D729E"/>
    <w:rsid w:val="008E1CA3"/>
    <w:rsid w:val="008E5FFA"/>
    <w:rsid w:val="008E6983"/>
    <w:rsid w:val="008E7917"/>
    <w:rsid w:val="008F0006"/>
    <w:rsid w:val="008F4AC0"/>
    <w:rsid w:val="00900368"/>
    <w:rsid w:val="00903263"/>
    <w:rsid w:val="00903E39"/>
    <w:rsid w:val="00904D32"/>
    <w:rsid w:val="009114B9"/>
    <w:rsid w:val="009114EC"/>
    <w:rsid w:val="00911ABD"/>
    <w:rsid w:val="0091650B"/>
    <w:rsid w:val="00917013"/>
    <w:rsid w:val="00920102"/>
    <w:rsid w:val="009239B0"/>
    <w:rsid w:val="00923E7E"/>
    <w:rsid w:val="009262AB"/>
    <w:rsid w:val="00930D8F"/>
    <w:rsid w:val="009336CD"/>
    <w:rsid w:val="00935F33"/>
    <w:rsid w:val="009368AC"/>
    <w:rsid w:val="00937C7F"/>
    <w:rsid w:val="00940B5F"/>
    <w:rsid w:val="00941425"/>
    <w:rsid w:val="009444EC"/>
    <w:rsid w:val="009466EF"/>
    <w:rsid w:val="00950C85"/>
    <w:rsid w:val="00954033"/>
    <w:rsid w:val="00954911"/>
    <w:rsid w:val="0095506D"/>
    <w:rsid w:val="00961483"/>
    <w:rsid w:val="00961961"/>
    <w:rsid w:val="00962F0F"/>
    <w:rsid w:val="009645CA"/>
    <w:rsid w:val="00964C3D"/>
    <w:rsid w:val="00964CCC"/>
    <w:rsid w:val="00966B52"/>
    <w:rsid w:val="009750C4"/>
    <w:rsid w:val="00975DCC"/>
    <w:rsid w:val="009760FD"/>
    <w:rsid w:val="009775DA"/>
    <w:rsid w:val="009777AD"/>
    <w:rsid w:val="0098712C"/>
    <w:rsid w:val="00991D0C"/>
    <w:rsid w:val="00991FA9"/>
    <w:rsid w:val="00993C93"/>
    <w:rsid w:val="009955E3"/>
    <w:rsid w:val="00997444"/>
    <w:rsid w:val="009A1FC9"/>
    <w:rsid w:val="009A3DEC"/>
    <w:rsid w:val="009A66AD"/>
    <w:rsid w:val="009B051E"/>
    <w:rsid w:val="009B0665"/>
    <w:rsid w:val="009B40E6"/>
    <w:rsid w:val="009B48DE"/>
    <w:rsid w:val="009B620F"/>
    <w:rsid w:val="009B6A08"/>
    <w:rsid w:val="009C0D34"/>
    <w:rsid w:val="009C241D"/>
    <w:rsid w:val="009C5DEF"/>
    <w:rsid w:val="009D084F"/>
    <w:rsid w:val="009D5C1D"/>
    <w:rsid w:val="009D63A4"/>
    <w:rsid w:val="009D685F"/>
    <w:rsid w:val="009D6966"/>
    <w:rsid w:val="009E0E94"/>
    <w:rsid w:val="009E2099"/>
    <w:rsid w:val="009E2851"/>
    <w:rsid w:val="009E36B5"/>
    <w:rsid w:val="009F26C8"/>
    <w:rsid w:val="009F3B41"/>
    <w:rsid w:val="009F459C"/>
    <w:rsid w:val="009F632C"/>
    <w:rsid w:val="009F6EA0"/>
    <w:rsid w:val="009F7812"/>
    <w:rsid w:val="00A014E3"/>
    <w:rsid w:val="00A0282B"/>
    <w:rsid w:val="00A05F7F"/>
    <w:rsid w:val="00A07B97"/>
    <w:rsid w:val="00A07BEE"/>
    <w:rsid w:val="00A107CA"/>
    <w:rsid w:val="00A122FF"/>
    <w:rsid w:val="00A13B47"/>
    <w:rsid w:val="00A15FD5"/>
    <w:rsid w:val="00A175ED"/>
    <w:rsid w:val="00A21098"/>
    <w:rsid w:val="00A21150"/>
    <w:rsid w:val="00A214AE"/>
    <w:rsid w:val="00A22B77"/>
    <w:rsid w:val="00A22C74"/>
    <w:rsid w:val="00A23784"/>
    <w:rsid w:val="00A23A96"/>
    <w:rsid w:val="00A263CF"/>
    <w:rsid w:val="00A267F9"/>
    <w:rsid w:val="00A3068A"/>
    <w:rsid w:val="00A30883"/>
    <w:rsid w:val="00A33056"/>
    <w:rsid w:val="00A3397E"/>
    <w:rsid w:val="00A34411"/>
    <w:rsid w:val="00A4209D"/>
    <w:rsid w:val="00A4264B"/>
    <w:rsid w:val="00A503F4"/>
    <w:rsid w:val="00A5188A"/>
    <w:rsid w:val="00A51DAA"/>
    <w:rsid w:val="00A526DE"/>
    <w:rsid w:val="00A53707"/>
    <w:rsid w:val="00A56840"/>
    <w:rsid w:val="00A56E6A"/>
    <w:rsid w:val="00A57732"/>
    <w:rsid w:val="00A57883"/>
    <w:rsid w:val="00A57BFF"/>
    <w:rsid w:val="00A57C10"/>
    <w:rsid w:val="00A57E15"/>
    <w:rsid w:val="00A6117A"/>
    <w:rsid w:val="00A6206C"/>
    <w:rsid w:val="00A64734"/>
    <w:rsid w:val="00A65581"/>
    <w:rsid w:val="00A721BD"/>
    <w:rsid w:val="00A747A3"/>
    <w:rsid w:val="00A75478"/>
    <w:rsid w:val="00A75542"/>
    <w:rsid w:val="00A8165F"/>
    <w:rsid w:val="00A828B1"/>
    <w:rsid w:val="00A84549"/>
    <w:rsid w:val="00A8743F"/>
    <w:rsid w:val="00A93CE1"/>
    <w:rsid w:val="00A957DA"/>
    <w:rsid w:val="00A9586B"/>
    <w:rsid w:val="00AA5A92"/>
    <w:rsid w:val="00AA6CE5"/>
    <w:rsid w:val="00AB1347"/>
    <w:rsid w:val="00AB20E0"/>
    <w:rsid w:val="00AB2988"/>
    <w:rsid w:val="00AB2EFB"/>
    <w:rsid w:val="00AB4D1C"/>
    <w:rsid w:val="00AB5DC9"/>
    <w:rsid w:val="00AB6777"/>
    <w:rsid w:val="00AB7B0C"/>
    <w:rsid w:val="00AB7BC4"/>
    <w:rsid w:val="00AC11EF"/>
    <w:rsid w:val="00AC244A"/>
    <w:rsid w:val="00AC29C6"/>
    <w:rsid w:val="00AC3B65"/>
    <w:rsid w:val="00AC4C0F"/>
    <w:rsid w:val="00AC6D0D"/>
    <w:rsid w:val="00AD0238"/>
    <w:rsid w:val="00AD03AA"/>
    <w:rsid w:val="00AD143A"/>
    <w:rsid w:val="00AD16EB"/>
    <w:rsid w:val="00AD2A42"/>
    <w:rsid w:val="00AD67A9"/>
    <w:rsid w:val="00AD6CCE"/>
    <w:rsid w:val="00AD76A9"/>
    <w:rsid w:val="00AE1B0C"/>
    <w:rsid w:val="00AE3708"/>
    <w:rsid w:val="00AE3FA1"/>
    <w:rsid w:val="00AE6219"/>
    <w:rsid w:val="00AE6AD3"/>
    <w:rsid w:val="00AF000B"/>
    <w:rsid w:val="00AF2B7B"/>
    <w:rsid w:val="00AF49C1"/>
    <w:rsid w:val="00AF685F"/>
    <w:rsid w:val="00AF7ACB"/>
    <w:rsid w:val="00B0119A"/>
    <w:rsid w:val="00B01493"/>
    <w:rsid w:val="00B01E28"/>
    <w:rsid w:val="00B06BBD"/>
    <w:rsid w:val="00B074D2"/>
    <w:rsid w:val="00B13348"/>
    <w:rsid w:val="00B13C6D"/>
    <w:rsid w:val="00B15019"/>
    <w:rsid w:val="00B15C1E"/>
    <w:rsid w:val="00B17CE6"/>
    <w:rsid w:val="00B205FC"/>
    <w:rsid w:val="00B20DD1"/>
    <w:rsid w:val="00B234E9"/>
    <w:rsid w:val="00B23CD6"/>
    <w:rsid w:val="00B30AE6"/>
    <w:rsid w:val="00B310A2"/>
    <w:rsid w:val="00B34EE2"/>
    <w:rsid w:val="00B3509F"/>
    <w:rsid w:val="00B35B7F"/>
    <w:rsid w:val="00B35FD8"/>
    <w:rsid w:val="00B37098"/>
    <w:rsid w:val="00B37648"/>
    <w:rsid w:val="00B40CCE"/>
    <w:rsid w:val="00B413B5"/>
    <w:rsid w:val="00B427C1"/>
    <w:rsid w:val="00B45B95"/>
    <w:rsid w:val="00B47EB0"/>
    <w:rsid w:val="00B55B3E"/>
    <w:rsid w:val="00B60A22"/>
    <w:rsid w:val="00B6304B"/>
    <w:rsid w:val="00B6344F"/>
    <w:rsid w:val="00B64DC4"/>
    <w:rsid w:val="00B65284"/>
    <w:rsid w:val="00B66169"/>
    <w:rsid w:val="00B70315"/>
    <w:rsid w:val="00B705F9"/>
    <w:rsid w:val="00B728EB"/>
    <w:rsid w:val="00B7508B"/>
    <w:rsid w:val="00B75E8C"/>
    <w:rsid w:val="00B770EF"/>
    <w:rsid w:val="00B81638"/>
    <w:rsid w:val="00B8184D"/>
    <w:rsid w:val="00B91E04"/>
    <w:rsid w:val="00B93347"/>
    <w:rsid w:val="00B93D4E"/>
    <w:rsid w:val="00B968D0"/>
    <w:rsid w:val="00B971E3"/>
    <w:rsid w:val="00BA0306"/>
    <w:rsid w:val="00BA176F"/>
    <w:rsid w:val="00BA1DB2"/>
    <w:rsid w:val="00BA38BC"/>
    <w:rsid w:val="00BA52B6"/>
    <w:rsid w:val="00BA6A0F"/>
    <w:rsid w:val="00BB0D77"/>
    <w:rsid w:val="00BB1464"/>
    <w:rsid w:val="00BB3449"/>
    <w:rsid w:val="00BB4DF3"/>
    <w:rsid w:val="00BB7F3D"/>
    <w:rsid w:val="00BC0136"/>
    <w:rsid w:val="00BC12C4"/>
    <w:rsid w:val="00BC138E"/>
    <w:rsid w:val="00BC1396"/>
    <w:rsid w:val="00BC518E"/>
    <w:rsid w:val="00BC5444"/>
    <w:rsid w:val="00BC59F5"/>
    <w:rsid w:val="00BC5FA0"/>
    <w:rsid w:val="00BD1C9B"/>
    <w:rsid w:val="00BD3151"/>
    <w:rsid w:val="00BD4190"/>
    <w:rsid w:val="00BD4650"/>
    <w:rsid w:val="00BD666B"/>
    <w:rsid w:val="00BD728E"/>
    <w:rsid w:val="00BD7925"/>
    <w:rsid w:val="00BD7D2D"/>
    <w:rsid w:val="00BE00FB"/>
    <w:rsid w:val="00BE0815"/>
    <w:rsid w:val="00BE419E"/>
    <w:rsid w:val="00BE4A79"/>
    <w:rsid w:val="00BE4FF0"/>
    <w:rsid w:val="00BF3158"/>
    <w:rsid w:val="00BF3F8B"/>
    <w:rsid w:val="00BF4172"/>
    <w:rsid w:val="00BF44EA"/>
    <w:rsid w:val="00BF4847"/>
    <w:rsid w:val="00BF5CD0"/>
    <w:rsid w:val="00BF787E"/>
    <w:rsid w:val="00BF7D69"/>
    <w:rsid w:val="00C01CAB"/>
    <w:rsid w:val="00C03DC6"/>
    <w:rsid w:val="00C0494A"/>
    <w:rsid w:val="00C04C86"/>
    <w:rsid w:val="00C06650"/>
    <w:rsid w:val="00C06957"/>
    <w:rsid w:val="00C102E8"/>
    <w:rsid w:val="00C13A3A"/>
    <w:rsid w:val="00C13F08"/>
    <w:rsid w:val="00C16550"/>
    <w:rsid w:val="00C235E1"/>
    <w:rsid w:val="00C23C9D"/>
    <w:rsid w:val="00C23D0E"/>
    <w:rsid w:val="00C26E49"/>
    <w:rsid w:val="00C275E9"/>
    <w:rsid w:val="00C31160"/>
    <w:rsid w:val="00C31488"/>
    <w:rsid w:val="00C334E6"/>
    <w:rsid w:val="00C33B7F"/>
    <w:rsid w:val="00C36E66"/>
    <w:rsid w:val="00C37D27"/>
    <w:rsid w:val="00C40753"/>
    <w:rsid w:val="00C41846"/>
    <w:rsid w:val="00C43A86"/>
    <w:rsid w:val="00C4483F"/>
    <w:rsid w:val="00C455B0"/>
    <w:rsid w:val="00C47D21"/>
    <w:rsid w:val="00C524E9"/>
    <w:rsid w:val="00C54BF9"/>
    <w:rsid w:val="00C6099C"/>
    <w:rsid w:val="00C60B76"/>
    <w:rsid w:val="00C636ED"/>
    <w:rsid w:val="00C6548E"/>
    <w:rsid w:val="00C65A73"/>
    <w:rsid w:val="00C65F2D"/>
    <w:rsid w:val="00C662DE"/>
    <w:rsid w:val="00C73AE1"/>
    <w:rsid w:val="00C75419"/>
    <w:rsid w:val="00C76376"/>
    <w:rsid w:val="00C76B11"/>
    <w:rsid w:val="00C779E8"/>
    <w:rsid w:val="00C77EAB"/>
    <w:rsid w:val="00C80037"/>
    <w:rsid w:val="00C81C9E"/>
    <w:rsid w:val="00C84994"/>
    <w:rsid w:val="00C85F84"/>
    <w:rsid w:val="00C87DED"/>
    <w:rsid w:val="00C87F49"/>
    <w:rsid w:val="00C90F80"/>
    <w:rsid w:val="00C9139D"/>
    <w:rsid w:val="00C921FD"/>
    <w:rsid w:val="00C9735F"/>
    <w:rsid w:val="00C977A0"/>
    <w:rsid w:val="00C97D0D"/>
    <w:rsid w:val="00CA073F"/>
    <w:rsid w:val="00CA10E7"/>
    <w:rsid w:val="00CA4711"/>
    <w:rsid w:val="00CA5728"/>
    <w:rsid w:val="00CB07F3"/>
    <w:rsid w:val="00CB0C9D"/>
    <w:rsid w:val="00CB423D"/>
    <w:rsid w:val="00CB4E84"/>
    <w:rsid w:val="00CB6E86"/>
    <w:rsid w:val="00CC130B"/>
    <w:rsid w:val="00CC1819"/>
    <w:rsid w:val="00CD0D3C"/>
    <w:rsid w:val="00CD5039"/>
    <w:rsid w:val="00CD7FC6"/>
    <w:rsid w:val="00CE4BC7"/>
    <w:rsid w:val="00CE5144"/>
    <w:rsid w:val="00CF092C"/>
    <w:rsid w:val="00CF24CD"/>
    <w:rsid w:val="00CF3323"/>
    <w:rsid w:val="00CF5486"/>
    <w:rsid w:val="00CF687A"/>
    <w:rsid w:val="00CF763D"/>
    <w:rsid w:val="00D027FE"/>
    <w:rsid w:val="00D0280B"/>
    <w:rsid w:val="00D042F0"/>
    <w:rsid w:val="00D0492E"/>
    <w:rsid w:val="00D05707"/>
    <w:rsid w:val="00D061AC"/>
    <w:rsid w:val="00D11136"/>
    <w:rsid w:val="00D115DD"/>
    <w:rsid w:val="00D13AF3"/>
    <w:rsid w:val="00D149AF"/>
    <w:rsid w:val="00D154FA"/>
    <w:rsid w:val="00D171DE"/>
    <w:rsid w:val="00D21146"/>
    <w:rsid w:val="00D228A1"/>
    <w:rsid w:val="00D26130"/>
    <w:rsid w:val="00D31423"/>
    <w:rsid w:val="00D31901"/>
    <w:rsid w:val="00D321D1"/>
    <w:rsid w:val="00D36C05"/>
    <w:rsid w:val="00D37B20"/>
    <w:rsid w:val="00D4087D"/>
    <w:rsid w:val="00D41F10"/>
    <w:rsid w:val="00D424BD"/>
    <w:rsid w:val="00D43FA9"/>
    <w:rsid w:val="00D44439"/>
    <w:rsid w:val="00D46B7A"/>
    <w:rsid w:val="00D51B81"/>
    <w:rsid w:val="00D521AC"/>
    <w:rsid w:val="00D53130"/>
    <w:rsid w:val="00D5793D"/>
    <w:rsid w:val="00D616B8"/>
    <w:rsid w:val="00D63C75"/>
    <w:rsid w:val="00D64551"/>
    <w:rsid w:val="00D64618"/>
    <w:rsid w:val="00D650F1"/>
    <w:rsid w:val="00D66A69"/>
    <w:rsid w:val="00D72052"/>
    <w:rsid w:val="00D74DAB"/>
    <w:rsid w:val="00D75E71"/>
    <w:rsid w:val="00D76FE5"/>
    <w:rsid w:val="00D81CD9"/>
    <w:rsid w:val="00D82A08"/>
    <w:rsid w:val="00D82D62"/>
    <w:rsid w:val="00D83693"/>
    <w:rsid w:val="00D84308"/>
    <w:rsid w:val="00D84846"/>
    <w:rsid w:val="00D85C6C"/>
    <w:rsid w:val="00D91056"/>
    <w:rsid w:val="00D91719"/>
    <w:rsid w:val="00D925D5"/>
    <w:rsid w:val="00D93B0C"/>
    <w:rsid w:val="00D97C9E"/>
    <w:rsid w:val="00D97D72"/>
    <w:rsid w:val="00DA066B"/>
    <w:rsid w:val="00DA099E"/>
    <w:rsid w:val="00DA09AA"/>
    <w:rsid w:val="00DA61FC"/>
    <w:rsid w:val="00DB1F2A"/>
    <w:rsid w:val="00DB6B95"/>
    <w:rsid w:val="00DB7E37"/>
    <w:rsid w:val="00DC2A95"/>
    <w:rsid w:val="00DC2A9F"/>
    <w:rsid w:val="00DC30F1"/>
    <w:rsid w:val="00DC4AAF"/>
    <w:rsid w:val="00DC606C"/>
    <w:rsid w:val="00DD3A39"/>
    <w:rsid w:val="00DD3F39"/>
    <w:rsid w:val="00DD4351"/>
    <w:rsid w:val="00DD5050"/>
    <w:rsid w:val="00DD62CB"/>
    <w:rsid w:val="00DD6D03"/>
    <w:rsid w:val="00DE035E"/>
    <w:rsid w:val="00DE466E"/>
    <w:rsid w:val="00DE4BE8"/>
    <w:rsid w:val="00DE4D07"/>
    <w:rsid w:val="00DE6A58"/>
    <w:rsid w:val="00DF3225"/>
    <w:rsid w:val="00DF3DAE"/>
    <w:rsid w:val="00DF4144"/>
    <w:rsid w:val="00DF74D9"/>
    <w:rsid w:val="00E02BA9"/>
    <w:rsid w:val="00E05354"/>
    <w:rsid w:val="00E063AE"/>
    <w:rsid w:val="00E064E9"/>
    <w:rsid w:val="00E07C33"/>
    <w:rsid w:val="00E07FE4"/>
    <w:rsid w:val="00E10131"/>
    <w:rsid w:val="00E13DB9"/>
    <w:rsid w:val="00E15194"/>
    <w:rsid w:val="00E1787A"/>
    <w:rsid w:val="00E17985"/>
    <w:rsid w:val="00E22414"/>
    <w:rsid w:val="00E224B0"/>
    <w:rsid w:val="00E26734"/>
    <w:rsid w:val="00E3049B"/>
    <w:rsid w:val="00E30AB4"/>
    <w:rsid w:val="00E33075"/>
    <w:rsid w:val="00E34AD9"/>
    <w:rsid w:val="00E3519F"/>
    <w:rsid w:val="00E36DFD"/>
    <w:rsid w:val="00E370DC"/>
    <w:rsid w:val="00E37189"/>
    <w:rsid w:val="00E400D3"/>
    <w:rsid w:val="00E413CC"/>
    <w:rsid w:val="00E418BB"/>
    <w:rsid w:val="00E42711"/>
    <w:rsid w:val="00E47FF7"/>
    <w:rsid w:val="00E50D47"/>
    <w:rsid w:val="00E53122"/>
    <w:rsid w:val="00E55FC3"/>
    <w:rsid w:val="00E5634F"/>
    <w:rsid w:val="00E5798D"/>
    <w:rsid w:val="00E62FFF"/>
    <w:rsid w:val="00E64593"/>
    <w:rsid w:val="00E649C0"/>
    <w:rsid w:val="00E65132"/>
    <w:rsid w:val="00E66060"/>
    <w:rsid w:val="00E66577"/>
    <w:rsid w:val="00E66A13"/>
    <w:rsid w:val="00E71E19"/>
    <w:rsid w:val="00E7489B"/>
    <w:rsid w:val="00E74E54"/>
    <w:rsid w:val="00E75BD5"/>
    <w:rsid w:val="00E76413"/>
    <w:rsid w:val="00E76E68"/>
    <w:rsid w:val="00E7725B"/>
    <w:rsid w:val="00E82E90"/>
    <w:rsid w:val="00E86626"/>
    <w:rsid w:val="00E96434"/>
    <w:rsid w:val="00E96ECE"/>
    <w:rsid w:val="00EA26CD"/>
    <w:rsid w:val="00EA3A70"/>
    <w:rsid w:val="00EA3F59"/>
    <w:rsid w:val="00EB0B08"/>
    <w:rsid w:val="00EB22CF"/>
    <w:rsid w:val="00EB3423"/>
    <w:rsid w:val="00EB4E22"/>
    <w:rsid w:val="00EB6F69"/>
    <w:rsid w:val="00EC4B0E"/>
    <w:rsid w:val="00EC56E1"/>
    <w:rsid w:val="00EC6CF0"/>
    <w:rsid w:val="00ED2F53"/>
    <w:rsid w:val="00ED361C"/>
    <w:rsid w:val="00ED4E97"/>
    <w:rsid w:val="00EE07CF"/>
    <w:rsid w:val="00EE3ADF"/>
    <w:rsid w:val="00EE78AA"/>
    <w:rsid w:val="00EF1676"/>
    <w:rsid w:val="00EF495A"/>
    <w:rsid w:val="00EF4F5C"/>
    <w:rsid w:val="00EF55DA"/>
    <w:rsid w:val="00EF7B58"/>
    <w:rsid w:val="00F01D7E"/>
    <w:rsid w:val="00F0708E"/>
    <w:rsid w:val="00F1456B"/>
    <w:rsid w:val="00F221B3"/>
    <w:rsid w:val="00F23156"/>
    <w:rsid w:val="00F24453"/>
    <w:rsid w:val="00F24A28"/>
    <w:rsid w:val="00F24F8F"/>
    <w:rsid w:val="00F25B5E"/>
    <w:rsid w:val="00F26123"/>
    <w:rsid w:val="00F2714F"/>
    <w:rsid w:val="00F271D9"/>
    <w:rsid w:val="00F2799D"/>
    <w:rsid w:val="00F3412E"/>
    <w:rsid w:val="00F34B31"/>
    <w:rsid w:val="00F363B3"/>
    <w:rsid w:val="00F4043E"/>
    <w:rsid w:val="00F408CA"/>
    <w:rsid w:val="00F414C2"/>
    <w:rsid w:val="00F423A1"/>
    <w:rsid w:val="00F42AB6"/>
    <w:rsid w:val="00F43DE9"/>
    <w:rsid w:val="00F445EB"/>
    <w:rsid w:val="00F46B30"/>
    <w:rsid w:val="00F47B22"/>
    <w:rsid w:val="00F507DB"/>
    <w:rsid w:val="00F53272"/>
    <w:rsid w:val="00F549FF"/>
    <w:rsid w:val="00F54DB0"/>
    <w:rsid w:val="00F57D6F"/>
    <w:rsid w:val="00F60A53"/>
    <w:rsid w:val="00F619AC"/>
    <w:rsid w:val="00F63A91"/>
    <w:rsid w:val="00F643F5"/>
    <w:rsid w:val="00F64A54"/>
    <w:rsid w:val="00F650E0"/>
    <w:rsid w:val="00F65EC6"/>
    <w:rsid w:val="00F674FC"/>
    <w:rsid w:val="00F7256C"/>
    <w:rsid w:val="00F72B9E"/>
    <w:rsid w:val="00F75866"/>
    <w:rsid w:val="00F815C2"/>
    <w:rsid w:val="00F81F2A"/>
    <w:rsid w:val="00F839C3"/>
    <w:rsid w:val="00F84A16"/>
    <w:rsid w:val="00F84DBB"/>
    <w:rsid w:val="00F8764B"/>
    <w:rsid w:val="00F91C71"/>
    <w:rsid w:val="00F92100"/>
    <w:rsid w:val="00F9306A"/>
    <w:rsid w:val="00F93593"/>
    <w:rsid w:val="00FA2658"/>
    <w:rsid w:val="00FA2C3B"/>
    <w:rsid w:val="00FA7CC8"/>
    <w:rsid w:val="00FB4654"/>
    <w:rsid w:val="00FB7BDA"/>
    <w:rsid w:val="00FC20B3"/>
    <w:rsid w:val="00FC3FE4"/>
    <w:rsid w:val="00FC54FD"/>
    <w:rsid w:val="00FC67A4"/>
    <w:rsid w:val="00FD3374"/>
    <w:rsid w:val="00FD3E1D"/>
    <w:rsid w:val="00FD5CAA"/>
    <w:rsid w:val="00FD5E1C"/>
    <w:rsid w:val="00FD6036"/>
    <w:rsid w:val="00FE1A12"/>
    <w:rsid w:val="00FE5DF3"/>
    <w:rsid w:val="00FE7266"/>
    <w:rsid w:val="00FF077F"/>
    <w:rsid w:val="00FF0FB7"/>
    <w:rsid w:val="00FF150B"/>
    <w:rsid w:val="00FF674D"/>
    <w:rsid w:val="00FF6845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123"/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86F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6F10"/>
    <w:rPr>
      <w:rFonts w:ascii="Cambria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99"/>
    <w:qFormat/>
    <w:rsid w:val="00786F1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86F10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99"/>
    <w:qFormat/>
    <w:rsid w:val="00786F1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3708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E37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3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5</Pages>
  <Words>5408</Words>
  <Characters>3083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Admin</cp:lastModifiedBy>
  <cp:revision>7</cp:revision>
  <dcterms:created xsi:type="dcterms:W3CDTF">2017-01-21T12:30:00Z</dcterms:created>
  <dcterms:modified xsi:type="dcterms:W3CDTF">2017-01-30T20:50:00Z</dcterms:modified>
</cp:coreProperties>
</file>