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74" w:rsidRPr="00FD76EA" w:rsidRDefault="00AD2D74" w:rsidP="00FD76EA">
      <w:pPr>
        <w:pStyle w:val="Heading3"/>
        <w:spacing w:before="0"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2F99">
        <w:t xml:space="preserve">Сауле </w:t>
      </w:r>
      <w:r>
        <w:t xml:space="preserve">Нуркасымова, </w:t>
      </w:r>
      <w:r w:rsidRPr="00EE5177">
        <w:rPr>
          <w:lang w:val="kk-KZ"/>
        </w:rPr>
        <w:t>Тажибай</w:t>
      </w:r>
      <w:r w:rsidRPr="00FD76EA">
        <w:rPr>
          <w:lang w:val="kk-KZ"/>
        </w:rPr>
        <w:t xml:space="preserve"> </w:t>
      </w:r>
      <w:r w:rsidRPr="00EE5177">
        <w:rPr>
          <w:lang w:val="kk-KZ"/>
        </w:rPr>
        <w:t>Сапарбаев</w:t>
      </w:r>
      <w:r>
        <w:rPr>
          <w:lang w:val="kk-KZ"/>
        </w:rPr>
        <w:t>,</w:t>
      </w:r>
    </w:p>
    <w:p w:rsidR="00AD2D74" w:rsidRPr="00C7089C" w:rsidRDefault="00AD2D74" w:rsidP="00FD76EA">
      <w:pPr>
        <w:shd w:val="clear" w:color="auto" w:fill="FFFFFF"/>
        <w:spacing w:after="0" w:line="360" w:lineRule="auto"/>
        <w:jc w:val="right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  <w:lang w:val="kk-KZ"/>
        </w:rPr>
        <w:t xml:space="preserve">Альбина Койтолеуова </w:t>
      </w:r>
    </w:p>
    <w:p w:rsidR="00AD2D74" w:rsidRPr="00FD76EA" w:rsidRDefault="00AD2D74" w:rsidP="00FD76EA">
      <w:pPr>
        <w:spacing w:after="0" w:line="360" w:lineRule="auto"/>
        <w:jc w:val="right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FD76EA">
        <w:rPr>
          <w:rFonts w:ascii="Times New Roman" w:hAnsi="Times New Roman"/>
          <w:b/>
          <w:bCs/>
          <w:spacing w:val="-3"/>
          <w:sz w:val="28"/>
          <w:szCs w:val="28"/>
        </w:rPr>
        <w:t>(</w:t>
      </w:r>
      <w:r w:rsidRPr="00FD76EA">
        <w:rPr>
          <w:rFonts w:ascii="Times New Roman" w:hAnsi="Times New Roman"/>
          <w:b/>
          <w:sz w:val="28"/>
          <w:szCs w:val="28"/>
          <w:lang w:val="kk-KZ"/>
        </w:rPr>
        <w:t>Астана, Казахстан</w:t>
      </w:r>
      <w:r w:rsidRPr="00FD76EA">
        <w:rPr>
          <w:rFonts w:ascii="Times New Roman" w:hAnsi="Times New Roman"/>
          <w:b/>
          <w:bCs/>
          <w:spacing w:val="-3"/>
          <w:sz w:val="28"/>
          <w:szCs w:val="28"/>
        </w:rPr>
        <w:t>)</w:t>
      </w:r>
    </w:p>
    <w:p w:rsidR="00AD2D74" w:rsidRPr="00FD76EA" w:rsidRDefault="00AD2D74" w:rsidP="00C7089C">
      <w:pPr>
        <w:spacing w:after="0" w:line="360" w:lineRule="auto"/>
        <w:jc w:val="center"/>
      </w:pPr>
    </w:p>
    <w:p w:rsidR="00AD2D74" w:rsidRPr="00EE5177" w:rsidRDefault="00AD2D74" w:rsidP="008A27DB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247FEE">
        <w:rPr>
          <w:rFonts w:ascii="Times New Roman" w:hAnsi="Times New Roman"/>
          <w:b/>
          <w:sz w:val="28"/>
          <w:szCs w:val="28"/>
        </w:rPr>
        <w:t xml:space="preserve">          </w:t>
      </w:r>
      <w:r w:rsidRPr="00EE5177">
        <w:rPr>
          <w:rFonts w:ascii="Times New Roman" w:hAnsi="Times New Roman"/>
          <w:b/>
          <w:sz w:val="28"/>
          <w:szCs w:val="28"/>
        </w:rPr>
        <w:t>ПРИМЕНЕНИЕ ВИРТУАЛЬНО – АНИМАЦИОННЫХ ТЕХНОЛОГИЙ В ПРЕПОДАВАНИИ ФИЗИКИ</w:t>
      </w:r>
    </w:p>
    <w:p w:rsidR="00AD2D74" w:rsidRDefault="00AD2D74" w:rsidP="00C7089C">
      <w:pPr>
        <w:spacing w:after="0" w:line="240" w:lineRule="auto"/>
        <w:jc w:val="center"/>
        <w:rPr>
          <w:rFonts w:ascii="Times New Roman" w:hAnsi="Times New Roman"/>
          <w:b/>
          <w:lang w:val="kk-KZ" w:eastAsia="ru-RU"/>
        </w:rPr>
      </w:pPr>
    </w:p>
    <w:p w:rsidR="00AD2D74" w:rsidRPr="00FD76EA" w:rsidRDefault="00AD2D74" w:rsidP="00C7089C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AD2D74" w:rsidRPr="00FD76EA" w:rsidRDefault="00AD2D74" w:rsidP="008A27DB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AD2D74" w:rsidRPr="00677D61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47FEE">
        <w:rPr>
          <w:rFonts w:ascii="Times New Roman" w:hAnsi="Times New Roman"/>
          <w:b/>
          <w:sz w:val="28"/>
          <w:szCs w:val="28"/>
        </w:rPr>
        <w:t xml:space="preserve">       </w:t>
      </w:r>
      <w:r w:rsidRPr="00677D61">
        <w:rPr>
          <w:rFonts w:ascii="Times New Roman" w:hAnsi="Times New Roman"/>
          <w:color w:val="000000"/>
          <w:sz w:val="28"/>
          <w:szCs w:val="28"/>
        </w:rPr>
        <w:t xml:space="preserve"> В настоящее время большое внимание уделяется повышению эффективности учебного процесса. Решение этой проблемы связано с применением в учебном процессе новых методов и приемов обучения. Новые информационные технологии могут эффективно использоваться на традиционных уроках, включающих демонстрационные опыты по физике, на лабораторных занятиях, а также на занятиях физического практикума. </w:t>
      </w:r>
    </w:p>
    <w:p w:rsidR="00AD2D74" w:rsidRPr="008A27DB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8A27DB">
        <w:rPr>
          <w:rFonts w:ascii="Times New Roman" w:hAnsi="Times New Roman"/>
          <w:sz w:val="28"/>
          <w:szCs w:val="28"/>
        </w:rPr>
        <w:t xml:space="preserve">  </w:t>
      </w:r>
      <w:r w:rsidRPr="00677D61">
        <w:rPr>
          <w:rFonts w:ascii="Times New Roman" w:hAnsi="Times New Roman"/>
          <w:sz w:val="28"/>
          <w:szCs w:val="28"/>
        </w:rPr>
        <w:t xml:space="preserve">Интенсивное развитие современных информационных технологий способствовало появлению в педагогической науке новых терминов: виртуальная реальность, виртуальные технологии, виртуальная образовательная среда, виртуальное обучение, виртуальное общение, виртуальная деятельность, виртуальные способности и др. Технология виртуальной реальности, используемая в обучении, правомерно рассматривать как этап в развитии программно – педагогических средств учебного назначения. В ряде исследований на них возлагаются значительные надежды. В учебных целях виртуальные технологии начали применяться в 1960-х годах, когда с помощью специальных тренажеров пилоты осваивали способ управления самолетом. 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247FEE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677D61">
        <w:rPr>
          <w:rFonts w:ascii="Times New Roman" w:hAnsi="Times New Roman"/>
          <w:color w:val="000000"/>
          <w:sz w:val="28"/>
          <w:szCs w:val="28"/>
        </w:rPr>
        <w:t>Использование компьютера в качестве эффективного средства обучения существенно расширяет возможности педагогических технологий: физические компьютерные энциклопедии, интерактивные курсы, всевозможные программы, виртуальные опыты и лабораторные работы позволяют повысить мотивацию учащихся к изучению физики. Преподавание физики, в силу особенностей самого предмета, представляет собой благоприятную почву для применения современных информационных технологий.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sz w:val="28"/>
          <w:szCs w:val="28"/>
        </w:rPr>
        <w:t xml:space="preserve">    </w:t>
      </w:r>
      <w:r w:rsidRPr="00677D61">
        <w:rPr>
          <w:rFonts w:ascii="Times New Roman" w:hAnsi="Times New Roman"/>
          <w:sz w:val="28"/>
          <w:szCs w:val="28"/>
        </w:rPr>
        <w:t>При традиционном обучении по вышеуказанным темам необходимы рисунки, плакаты, чертежи графиков, большое количество физических устройств, которые требуют немалых затрат, установки с высокоразрешающей способностью. Использование информационных технологий приводит к визуализации трудно воспринимаемых или труднодоступных процессов физики. Визуализация и виртуальное обучение облегчает усвоение труднодоступных тем курса физики</w:t>
      </w:r>
      <w:r w:rsidRPr="008A27DB">
        <w:rPr>
          <w:rFonts w:ascii="Times New Roman" w:hAnsi="Times New Roman"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</w:rPr>
        <w:t>[2].</w:t>
      </w:r>
    </w:p>
    <w:p w:rsidR="00AD2D74" w:rsidRPr="008A27DB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77D61">
        <w:rPr>
          <w:rFonts w:ascii="Times New Roman" w:hAnsi="Times New Roman"/>
          <w:color w:val="000000"/>
          <w:sz w:val="28"/>
          <w:szCs w:val="28"/>
        </w:rPr>
        <w:t>На уроках физики невозможно обойтись без демонстрационного эксперимента, но не всегда материальная база кабинета соответствует требованиям современного кабинета физики. И поэтому здесь на помощь приходит компьютерный эксперимент. Компьютер становится помощником не только ученика, но и учителя. Преимущество работы ученика с программным обеспечением состоит в том, что этот вид деятельности стимулирует исследовательскую и творческую деятельность, развивает познавательные интересы учеников. Программы могут быть полезными при подготовке к лабораторным занятиям с реальным оборудованием и окажутся незаменимыми при его отсутствии. Интерактивные опыты можно использовать для демонстрации на уроке. Это позволит решить вопросы, связанные с недостатком лабораторного оборудования, оптимально организовать рабочее время. Также будет эффективным использование интерактивных лабораторных работ при самостоятельной работе учащихся.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8A27DB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677D61">
        <w:rPr>
          <w:rFonts w:ascii="Times New Roman" w:hAnsi="Times New Roman"/>
          <w:color w:val="000000"/>
          <w:sz w:val="28"/>
          <w:szCs w:val="28"/>
        </w:rPr>
        <w:t xml:space="preserve">Как показывает опыт, применение только традиционной методики проведения физического эксперимента приводит к низкому уровню умений и практических навыков учащихся по физике, так как не все ученики умеют: </w:t>
      </w:r>
    </w:p>
    <w:p w:rsidR="00AD2D74" w:rsidRPr="00247FEE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A27DB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77D61">
        <w:rPr>
          <w:rFonts w:ascii="Times New Roman" w:hAnsi="Times New Roman"/>
          <w:color w:val="000000"/>
          <w:sz w:val="28"/>
          <w:szCs w:val="28"/>
        </w:rPr>
        <w:t>анализировать, понимать и интерпрети</w:t>
      </w:r>
      <w:r>
        <w:rPr>
          <w:rFonts w:ascii="Times New Roman" w:hAnsi="Times New Roman"/>
          <w:color w:val="000000"/>
          <w:sz w:val="28"/>
          <w:szCs w:val="28"/>
        </w:rPr>
        <w:t>ровать графики и таблицы,</w:t>
      </w:r>
    </w:p>
    <w:p w:rsidR="00AD2D74" w:rsidRPr="00677D61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77D61">
        <w:rPr>
          <w:rFonts w:ascii="Times New Roman" w:hAnsi="Times New Roman"/>
          <w:color w:val="000000"/>
          <w:sz w:val="28"/>
          <w:szCs w:val="28"/>
        </w:rPr>
        <w:t>полученные в ходе эксперимента (не умеют использовать полученные знания по алгебре и геометрии при изучении физики);</w:t>
      </w:r>
    </w:p>
    <w:p w:rsidR="00AD2D74" w:rsidRPr="00677D61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A27DB">
        <w:rPr>
          <w:rFonts w:ascii="Times New Roman" w:hAnsi="Times New Roman"/>
          <w:color w:val="000000"/>
          <w:sz w:val="28"/>
          <w:szCs w:val="28"/>
        </w:rPr>
        <w:t>-</w:t>
      </w:r>
      <w:r w:rsidRPr="00677D61">
        <w:rPr>
          <w:rFonts w:ascii="Times New Roman" w:hAnsi="Times New Roman"/>
          <w:color w:val="000000"/>
          <w:sz w:val="28"/>
          <w:szCs w:val="28"/>
        </w:rPr>
        <w:t xml:space="preserve"> объяснять суть физических </w:t>
      </w:r>
      <w:r>
        <w:rPr>
          <w:rFonts w:ascii="Times New Roman" w:hAnsi="Times New Roman"/>
          <w:color w:val="000000"/>
          <w:sz w:val="28"/>
          <w:szCs w:val="28"/>
        </w:rPr>
        <w:t>явлений (слабый словарный запас</w:t>
      </w:r>
      <w:r w:rsidRPr="008A27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7D61">
        <w:rPr>
          <w:rFonts w:ascii="Times New Roman" w:hAnsi="Times New Roman"/>
          <w:color w:val="000000"/>
          <w:sz w:val="28"/>
          <w:szCs w:val="28"/>
        </w:rPr>
        <w:t>терминологии по физике);</w:t>
      </w:r>
    </w:p>
    <w:p w:rsidR="00AD2D74" w:rsidRPr="00247FEE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A27DB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77D61">
        <w:rPr>
          <w:rFonts w:ascii="Times New Roman" w:hAnsi="Times New Roman"/>
          <w:color w:val="000000"/>
          <w:sz w:val="28"/>
          <w:szCs w:val="28"/>
        </w:rPr>
        <w:t>понимать закономерности физическ</w:t>
      </w:r>
      <w:r>
        <w:rPr>
          <w:rFonts w:ascii="Times New Roman" w:hAnsi="Times New Roman"/>
          <w:color w:val="000000"/>
          <w:sz w:val="28"/>
          <w:szCs w:val="28"/>
        </w:rPr>
        <w:t>их процессов (не видят причинно</w:t>
      </w:r>
    </w:p>
    <w:p w:rsidR="00AD2D74" w:rsidRPr="00677D61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77D61">
        <w:rPr>
          <w:rFonts w:ascii="Times New Roman" w:hAnsi="Times New Roman"/>
          <w:color w:val="000000"/>
          <w:sz w:val="28"/>
          <w:szCs w:val="28"/>
        </w:rPr>
        <w:t>следственные связи);</w:t>
      </w:r>
    </w:p>
    <w:p w:rsidR="00AD2D74" w:rsidRPr="008A27DB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77D61">
        <w:rPr>
          <w:rFonts w:ascii="Times New Roman" w:hAnsi="Times New Roman"/>
          <w:color w:val="000000"/>
          <w:sz w:val="28"/>
          <w:szCs w:val="28"/>
        </w:rPr>
        <w:t>- самостоятельно добывать</w:t>
      </w:r>
      <w:r>
        <w:rPr>
          <w:rFonts w:ascii="Times New Roman" w:hAnsi="Times New Roman"/>
          <w:color w:val="000000"/>
          <w:sz w:val="28"/>
          <w:szCs w:val="28"/>
        </w:rPr>
        <w:t xml:space="preserve"> нужную информацию из различных</w:t>
      </w:r>
      <w:r w:rsidRPr="008A27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7D61">
        <w:rPr>
          <w:rFonts w:ascii="Times New Roman" w:hAnsi="Times New Roman"/>
          <w:color w:val="000000"/>
          <w:sz w:val="28"/>
          <w:szCs w:val="28"/>
        </w:rPr>
        <w:t>источников, в том числе электронных (слабо развиты навыки самостоятельной работы с ПК).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sz w:val="28"/>
          <w:szCs w:val="28"/>
        </w:rPr>
        <w:t xml:space="preserve">    </w:t>
      </w:r>
      <w:r w:rsidRPr="00677D61">
        <w:rPr>
          <w:rFonts w:ascii="Times New Roman" w:hAnsi="Times New Roman"/>
          <w:sz w:val="28"/>
          <w:szCs w:val="28"/>
        </w:rPr>
        <w:t xml:space="preserve">Информационные технологии и программные средства, такие, как </w:t>
      </w:r>
      <w:r w:rsidRPr="00677D61">
        <w:rPr>
          <w:rFonts w:ascii="Times New Roman" w:hAnsi="Times New Roman"/>
          <w:sz w:val="28"/>
          <w:szCs w:val="28"/>
          <w:lang w:val="en-US"/>
        </w:rPr>
        <w:t>Macromedia</w:t>
      </w:r>
      <w:r w:rsidRPr="00677D61">
        <w:rPr>
          <w:rFonts w:ascii="Times New Roman" w:hAnsi="Times New Roman"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  <w:lang w:val="en-US"/>
        </w:rPr>
        <w:t>Flash</w:t>
      </w:r>
      <w:r w:rsidRPr="00677D61">
        <w:rPr>
          <w:rFonts w:ascii="Times New Roman" w:hAnsi="Times New Roman"/>
          <w:sz w:val="28"/>
          <w:szCs w:val="28"/>
        </w:rPr>
        <w:t>, 3</w:t>
      </w:r>
      <w:r w:rsidRPr="00677D61">
        <w:rPr>
          <w:rFonts w:ascii="Times New Roman" w:hAnsi="Times New Roman"/>
          <w:sz w:val="28"/>
          <w:szCs w:val="28"/>
          <w:lang w:val="en-US"/>
        </w:rPr>
        <w:t>d</w:t>
      </w:r>
      <w:r w:rsidRPr="00677D61">
        <w:rPr>
          <w:rFonts w:ascii="Times New Roman" w:hAnsi="Times New Roman"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  <w:lang w:val="en-US"/>
        </w:rPr>
        <w:t>Max</w:t>
      </w:r>
      <w:r w:rsidRPr="00677D61">
        <w:rPr>
          <w:rFonts w:ascii="Times New Roman" w:hAnsi="Times New Roman"/>
          <w:sz w:val="28"/>
          <w:szCs w:val="28"/>
        </w:rPr>
        <w:t xml:space="preserve"> технологии, учебные и обучающие программы  </w:t>
      </w:r>
      <w:r w:rsidRPr="00677D61">
        <w:rPr>
          <w:rFonts w:ascii="Times New Roman" w:hAnsi="Times New Roman"/>
          <w:sz w:val="28"/>
          <w:szCs w:val="28"/>
          <w:lang w:val="en-US"/>
        </w:rPr>
        <w:t>Ispring</w:t>
      </w:r>
      <w:r w:rsidRPr="00677D61">
        <w:rPr>
          <w:rFonts w:ascii="Times New Roman" w:hAnsi="Times New Roman"/>
          <w:sz w:val="28"/>
          <w:szCs w:val="28"/>
        </w:rPr>
        <w:t xml:space="preserve">, </w:t>
      </w:r>
      <w:r w:rsidRPr="00677D61">
        <w:rPr>
          <w:rFonts w:ascii="Times New Roman" w:hAnsi="Times New Roman"/>
          <w:sz w:val="28"/>
          <w:szCs w:val="28"/>
          <w:lang w:val="en-US"/>
        </w:rPr>
        <w:t>Crocodile</w:t>
      </w:r>
      <w:r w:rsidRPr="00677D61">
        <w:rPr>
          <w:rFonts w:ascii="Times New Roman" w:hAnsi="Times New Roman"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  <w:lang w:val="en-US"/>
        </w:rPr>
        <w:t>Physics</w:t>
      </w:r>
      <w:r w:rsidRPr="00677D61">
        <w:rPr>
          <w:rFonts w:ascii="Times New Roman" w:hAnsi="Times New Roman"/>
          <w:sz w:val="28"/>
          <w:szCs w:val="28"/>
        </w:rPr>
        <w:t xml:space="preserve">, </w:t>
      </w:r>
      <w:r w:rsidRPr="00677D61">
        <w:rPr>
          <w:rFonts w:ascii="Times New Roman" w:hAnsi="Times New Roman"/>
          <w:sz w:val="28"/>
          <w:szCs w:val="28"/>
          <w:lang w:val="en-US"/>
        </w:rPr>
        <w:t>Interactive</w:t>
      </w:r>
      <w:r w:rsidRPr="00677D61">
        <w:rPr>
          <w:rFonts w:ascii="Times New Roman" w:hAnsi="Times New Roman"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  <w:lang w:val="en-US"/>
        </w:rPr>
        <w:t>Physics</w:t>
      </w:r>
      <w:r w:rsidRPr="00677D61">
        <w:rPr>
          <w:rFonts w:ascii="Times New Roman" w:hAnsi="Times New Roman"/>
          <w:sz w:val="28"/>
          <w:szCs w:val="28"/>
        </w:rPr>
        <w:t xml:space="preserve">, а так же </w:t>
      </w:r>
      <w:r w:rsidRPr="00677D61">
        <w:rPr>
          <w:rFonts w:ascii="Times New Roman" w:hAnsi="Times New Roman"/>
          <w:sz w:val="28"/>
          <w:szCs w:val="28"/>
          <w:lang w:val="en-US"/>
        </w:rPr>
        <w:t>Java</w:t>
      </w:r>
      <w:r w:rsidRPr="00677D61">
        <w:rPr>
          <w:rFonts w:ascii="Times New Roman" w:hAnsi="Times New Roman"/>
          <w:sz w:val="28"/>
          <w:szCs w:val="28"/>
        </w:rPr>
        <w:t xml:space="preserve">, </w:t>
      </w:r>
      <w:r w:rsidRPr="00677D61">
        <w:rPr>
          <w:rFonts w:ascii="Times New Roman" w:hAnsi="Times New Roman"/>
          <w:sz w:val="28"/>
          <w:szCs w:val="28"/>
          <w:lang w:val="en-US"/>
        </w:rPr>
        <w:t>C</w:t>
      </w:r>
      <w:r w:rsidRPr="00677D61">
        <w:rPr>
          <w:rFonts w:ascii="Times New Roman" w:hAnsi="Times New Roman"/>
          <w:sz w:val="28"/>
          <w:szCs w:val="28"/>
        </w:rPr>
        <w:t xml:space="preserve">++, </w:t>
      </w:r>
      <w:r w:rsidRPr="00677D61">
        <w:rPr>
          <w:rFonts w:ascii="Times New Roman" w:hAnsi="Times New Roman"/>
          <w:sz w:val="28"/>
          <w:szCs w:val="28"/>
          <w:lang w:val="en-US"/>
        </w:rPr>
        <w:t>MatLab</w:t>
      </w:r>
      <w:r w:rsidRPr="00677D61">
        <w:rPr>
          <w:rFonts w:ascii="Times New Roman" w:hAnsi="Times New Roman"/>
          <w:sz w:val="28"/>
          <w:szCs w:val="28"/>
        </w:rPr>
        <w:t xml:space="preserve">, </w:t>
      </w:r>
      <w:r w:rsidRPr="00677D61">
        <w:rPr>
          <w:rFonts w:ascii="Times New Roman" w:hAnsi="Times New Roman"/>
          <w:sz w:val="28"/>
          <w:szCs w:val="28"/>
          <w:lang w:val="en-US"/>
        </w:rPr>
        <w:t>Python</w:t>
      </w:r>
      <w:r w:rsidRPr="00677D61">
        <w:rPr>
          <w:rFonts w:ascii="Times New Roman" w:hAnsi="Times New Roman"/>
          <w:sz w:val="28"/>
          <w:szCs w:val="28"/>
        </w:rPr>
        <w:t xml:space="preserve">, </w:t>
      </w:r>
      <w:r w:rsidRPr="00677D61">
        <w:rPr>
          <w:rFonts w:ascii="Times New Roman" w:hAnsi="Times New Roman"/>
          <w:sz w:val="28"/>
          <w:szCs w:val="28"/>
          <w:lang w:val="en-US"/>
        </w:rPr>
        <w:t>Fortran</w:t>
      </w:r>
      <w:r w:rsidRPr="00677D61">
        <w:rPr>
          <w:rFonts w:ascii="Times New Roman" w:hAnsi="Times New Roman"/>
          <w:sz w:val="28"/>
          <w:szCs w:val="28"/>
        </w:rPr>
        <w:t xml:space="preserve"> и </w:t>
      </w:r>
      <w:r w:rsidRPr="00677D61">
        <w:rPr>
          <w:rFonts w:ascii="Times New Roman" w:hAnsi="Times New Roman"/>
          <w:sz w:val="28"/>
          <w:szCs w:val="28"/>
          <w:lang w:val="kk-KZ"/>
        </w:rPr>
        <w:t xml:space="preserve">другие программы </w:t>
      </w:r>
      <w:r w:rsidRPr="00677D61">
        <w:rPr>
          <w:rFonts w:ascii="Times New Roman" w:hAnsi="Times New Roman"/>
          <w:sz w:val="28"/>
          <w:szCs w:val="28"/>
        </w:rPr>
        <w:t>помогают наглядно изобразить эффекты и эксперименты, а также физические процессы близко к их происхождению в природе. Эти явления на компьютере изображаются в виде анимации, в движении. Визуализация физических процессов или труднодоступных, трудно усваиваемых тем курса физики и виртуальное обучение  помогают усвоению труднодоступных тем. Кроме этого помогает правильному формированию мировоззрения о строении атома и вещества в целом, о реальной картине построения мира. Это и является базисом в создании методологии виртуального обучения по труднодоступным темам.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sz w:val="28"/>
          <w:szCs w:val="28"/>
        </w:rPr>
        <w:t xml:space="preserve">   </w:t>
      </w:r>
      <w:r w:rsidRPr="00677D61">
        <w:rPr>
          <w:rFonts w:ascii="Times New Roman" w:hAnsi="Times New Roman"/>
          <w:sz w:val="28"/>
          <w:szCs w:val="28"/>
        </w:rPr>
        <w:t xml:space="preserve"> </w:t>
      </w:r>
      <w:r w:rsidRPr="008A27DB">
        <w:rPr>
          <w:rFonts w:ascii="Times New Roman" w:hAnsi="Times New Roman"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</w:rPr>
        <w:t xml:space="preserve">Визуализация в физике – это похожая копия на компьютере протекания физических процессов в реальности. Мы можем показать хаотическое движение молекулы, атома, электрона в виде шара. Но в реальности атом может иметь сферическую форму в виде “гантели”. Поэтому мы должны давать правильную интерпретацию необходимых понятий по строению вещества. 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spacing w:val="-5"/>
          <w:sz w:val="28"/>
          <w:szCs w:val="28"/>
        </w:rPr>
        <w:t xml:space="preserve">   </w:t>
      </w:r>
      <w:r w:rsidRPr="00677D61">
        <w:rPr>
          <w:rFonts w:ascii="Times New Roman" w:hAnsi="Times New Roman"/>
          <w:spacing w:val="-5"/>
          <w:sz w:val="28"/>
          <w:szCs w:val="28"/>
        </w:rPr>
        <w:t xml:space="preserve">Визуализация в физике – это устранение неполадок и недостатков традиционных лабораторных стендов, их компьютерная визуализация и виртуальное обучение посредством компьютера. Виртуализация в физике – </w:t>
      </w:r>
      <w:r w:rsidRPr="00677D61">
        <w:rPr>
          <w:rFonts w:ascii="Times New Roman" w:hAnsi="Times New Roman"/>
          <w:sz w:val="28"/>
          <w:szCs w:val="28"/>
        </w:rPr>
        <w:t xml:space="preserve">это использование готовых анимационных кадров, созданных средствами компьютера и интернета. 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sz w:val="28"/>
          <w:szCs w:val="28"/>
        </w:rPr>
        <w:t xml:space="preserve">   </w:t>
      </w:r>
      <w:r w:rsidRPr="00677D61">
        <w:rPr>
          <w:rFonts w:ascii="Times New Roman" w:hAnsi="Times New Roman"/>
          <w:sz w:val="28"/>
          <w:szCs w:val="28"/>
        </w:rPr>
        <w:t xml:space="preserve">Виртуальный эксперимент – это метод теоретического познания; эксперимент, воспроизводимый с помощью компьютерных средств, позволяющих имитировать как реальные, так и идеализированные условия протекания эксперимента, при этом данный эксперимент может не быть воспроизводим в реальных условиях учебного кабинета. Виртуальный эксперимент позволяет реализовать такие методы теоретического познания как формализация, идеализация, моделирование. </w:t>
      </w:r>
    </w:p>
    <w:p w:rsidR="00AD2D74" w:rsidRPr="00677D61" w:rsidRDefault="00AD2D74" w:rsidP="001E0103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677D61">
        <w:rPr>
          <w:rFonts w:ascii="Times New Roman" w:hAnsi="Times New Roman"/>
          <w:sz w:val="28"/>
          <w:szCs w:val="28"/>
        </w:rPr>
        <w:t xml:space="preserve">Совокупность компьютерных программ, на основе которых возможна реализация виртуального физического эксперимента, образует </w:t>
      </w:r>
      <w:r w:rsidRPr="00677D61">
        <w:rPr>
          <w:rFonts w:ascii="Times New Roman" w:hAnsi="Times New Roman"/>
          <w:i/>
          <w:sz w:val="28"/>
          <w:szCs w:val="28"/>
        </w:rPr>
        <w:t>программное обеспечение виртуального учебного эксперимента</w:t>
      </w:r>
      <w:r w:rsidRPr="00677D6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0103">
        <w:rPr>
          <w:rFonts w:ascii="Times New Roman" w:hAnsi="Times New Roman"/>
          <w:sz w:val="28"/>
          <w:szCs w:val="28"/>
        </w:rPr>
        <w:t xml:space="preserve">Компьютерные программы   интерактивности </w:t>
      </w:r>
      <w:r w:rsidRPr="00677D61">
        <w:rPr>
          <w:rFonts w:ascii="Times New Roman" w:hAnsi="Times New Roman"/>
          <w:sz w:val="28"/>
          <w:szCs w:val="28"/>
        </w:rPr>
        <w:t xml:space="preserve">(анимации физических явлений и процессов, видеоопыты) позволяют учащимся наблюдать протекание физических явлений и процессов, не обладают возможностью изменять условия их протекания. Эти анимации мы применяем для преподавания базовых тем физики. </w:t>
      </w:r>
      <w:r w:rsidRPr="00677D61">
        <w:rPr>
          <w:rFonts w:ascii="Times New Roman" w:hAnsi="Times New Roman"/>
          <w:i/>
          <w:sz w:val="28"/>
          <w:szCs w:val="28"/>
        </w:rPr>
        <w:t>Компьютерные программы интерактивности</w:t>
      </w:r>
      <w:r w:rsidRPr="00677D61">
        <w:rPr>
          <w:rFonts w:ascii="Times New Roman" w:hAnsi="Times New Roman"/>
          <w:sz w:val="28"/>
          <w:szCs w:val="28"/>
        </w:rPr>
        <w:t xml:space="preserve"> (программы виртуальных физических лабораторных работ, простые компьютерные модели физических явлений и процессов) позволяют воздействовать в заданной последовательности на объекты виртуальной реальности (виртуальные физические приборы и оборудование), и (или) позволяют изменять в узком диапазоне характеристики и условия протекания физических явлений и процессов. </w:t>
      </w:r>
      <w:r w:rsidRPr="008A27DB">
        <w:rPr>
          <w:rFonts w:ascii="Times New Roman" w:hAnsi="Times New Roman"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</w:rPr>
        <w:t>Внедрение виртуальных лабораторий требует комплексный подход, как со стороны образовательных структур, так и производственных и других государственных структур</w:t>
      </w:r>
      <w:r w:rsidRPr="00247FEE">
        <w:rPr>
          <w:rFonts w:ascii="Times New Roman" w:hAnsi="Times New Roman"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</w:rPr>
        <w:t>[6].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i/>
          <w:sz w:val="28"/>
          <w:szCs w:val="28"/>
        </w:rPr>
        <w:t xml:space="preserve">     </w:t>
      </w:r>
      <w:r w:rsidRPr="00247FEE">
        <w:rPr>
          <w:rFonts w:ascii="Times New Roman" w:hAnsi="Times New Roman"/>
          <w:sz w:val="28"/>
          <w:szCs w:val="28"/>
        </w:rPr>
        <w:t xml:space="preserve">    </w:t>
      </w:r>
      <w:r w:rsidRPr="00677D61">
        <w:rPr>
          <w:rFonts w:ascii="Times New Roman" w:hAnsi="Times New Roman"/>
          <w:sz w:val="28"/>
          <w:szCs w:val="28"/>
        </w:rPr>
        <w:t xml:space="preserve">Физика – один из далеко непростых предметов. Но именно специфика этого предмета позволяет в полной мере использовать современные информационные и коммуникативные технологии, как при проведении различных видов уроков, так и во внеклассной деятельности. </w:t>
      </w:r>
    </w:p>
    <w:p w:rsidR="00AD2D74" w:rsidRPr="008A27DB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</w:t>
      </w:r>
      <w:r w:rsidRPr="00677D61">
        <w:rPr>
          <w:rFonts w:ascii="Times New Roman" w:hAnsi="Times New Roman"/>
          <w:sz w:val="28"/>
          <w:szCs w:val="28"/>
        </w:rPr>
        <w:t xml:space="preserve"> любом разделе курса физики можно найти главы, трудные для понимания.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</w:rPr>
        <w:t>В физике приходится изучать явления и процессы, которые невозможно увидеть невооружённым глазом. Для этого необходимы специальные приборы и установки. В таких условиях необходимо использование виртуальных лабораторных стендов. В таких ситуациях на помощь приходят современные технические средства обучения [4].</w:t>
      </w:r>
      <w:r w:rsidRPr="00677D61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sz w:val="28"/>
          <w:szCs w:val="28"/>
        </w:rPr>
        <w:t xml:space="preserve">   </w:t>
      </w:r>
      <w:r w:rsidRPr="00247FEE">
        <w:rPr>
          <w:rFonts w:ascii="Times New Roman" w:hAnsi="Times New Roman"/>
          <w:b/>
          <w:sz w:val="28"/>
          <w:szCs w:val="28"/>
        </w:rPr>
        <w:t xml:space="preserve">   </w:t>
      </w:r>
      <w:r w:rsidRPr="00677D61">
        <w:rPr>
          <w:rFonts w:ascii="Times New Roman" w:hAnsi="Times New Roman"/>
          <w:b/>
          <w:sz w:val="28"/>
          <w:szCs w:val="28"/>
        </w:rPr>
        <w:t xml:space="preserve"> </w:t>
      </w:r>
      <w:r w:rsidRPr="00677D61">
        <w:rPr>
          <w:rFonts w:ascii="Times New Roman" w:hAnsi="Times New Roman"/>
          <w:sz w:val="28"/>
          <w:szCs w:val="28"/>
        </w:rPr>
        <w:t>В «Послании народу Республики Казахстан - 2010» Президент Н. А. Назарбаев отметил, что «Образование должно быть основано на профессиональных стандартах и жестко взаимоувязано с потребностями экономики. Качество высшего образования должно отвечать самым высоким международным требованиям. Вузы страны должны стремится войти в рейтинги ведущих университетов мира.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sz w:val="28"/>
          <w:szCs w:val="28"/>
        </w:rPr>
        <w:t xml:space="preserve">     </w:t>
      </w:r>
      <w:r w:rsidRPr="00677D61">
        <w:rPr>
          <w:rFonts w:ascii="Times New Roman" w:hAnsi="Times New Roman"/>
          <w:sz w:val="28"/>
          <w:szCs w:val="28"/>
        </w:rPr>
        <w:t>В настоящее время будущему учителю, в том числе и учителю физики, предоставляется широкий выбор средств информатизации,  в числе которых электронные энциклопедии и, конечно же, тренажеры, программы имитационного моделирования, виртуальные физические приборы и средства доступа к реальным физическим установкам, стендам, оборудованию.  Готовые стенды, виртуальные приборы и многое другое разработано совместно с педагогами физики и программистами в «Виртуальной школе «Кирилла и Мефодия» методика по физике» (</w:t>
      </w:r>
      <w:r w:rsidRPr="00677D61">
        <w:rPr>
          <w:rFonts w:ascii="Times New Roman" w:hAnsi="Times New Roman"/>
          <w:sz w:val="28"/>
          <w:szCs w:val="28"/>
          <w:lang w:val="en-US"/>
        </w:rPr>
        <w:t>CD</w:t>
      </w:r>
      <w:r w:rsidRPr="00677D61">
        <w:rPr>
          <w:rFonts w:ascii="Times New Roman" w:hAnsi="Times New Roman"/>
          <w:sz w:val="28"/>
          <w:szCs w:val="28"/>
        </w:rPr>
        <w:t>) – М.: «Кирилл и Мефодий», «Нью Медиа Дженерейшн», 2003.</w:t>
      </w:r>
    </w:p>
    <w:p w:rsidR="00AD2D74" w:rsidRPr="00677D61" w:rsidRDefault="00AD2D74" w:rsidP="008A27DB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sz w:val="28"/>
          <w:szCs w:val="28"/>
        </w:rPr>
        <w:t xml:space="preserve">    </w:t>
      </w:r>
      <w:r w:rsidRPr="00677D61">
        <w:rPr>
          <w:rFonts w:ascii="Times New Roman" w:hAnsi="Times New Roman"/>
          <w:sz w:val="28"/>
          <w:szCs w:val="28"/>
        </w:rPr>
        <w:t xml:space="preserve">В информационном портале, полезном как и для преподавателей, так и для учащихся, есть ряд полезных ссылок, в них вы можете найти ссылку на ресурсы по физике:  </w:t>
      </w:r>
      <w:hyperlink r:id="rId5" w:history="1">
        <w:r w:rsidRPr="00677D61">
          <w:rPr>
            <w:rStyle w:val="Hyperlink"/>
            <w:rFonts w:ascii="Times New Roman" w:hAnsi="Times New Roman"/>
            <w:sz w:val="28"/>
            <w:szCs w:val="28"/>
          </w:rPr>
          <w:t>http://www.den-za-dnem.ru/school.php?item=297</w:t>
        </w:r>
      </w:hyperlink>
      <w:r w:rsidRPr="00677D61">
        <w:rPr>
          <w:rFonts w:ascii="Times New Roman" w:hAnsi="Times New Roman"/>
          <w:sz w:val="28"/>
          <w:szCs w:val="28"/>
        </w:rPr>
        <w:t xml:space="preserve"> . Здесь указаны все сайты, журналы и статьи, где используются и разрабатываются виртуальные работы, компьютерные лаборатории и различные анимации по физике. Существенную часть готовых анимационных лабораторных работ и виртуальных экспериментов можно скачать на этом сайте или же работать в онлайн – режиме, что позволяет преподавателю широко использовать готовые интернет – ресурсы.</w:t>
      </w:r>
    </w:p>
    <w:p w:rsidR="00AD2D74" w:rsidRPr="00677D61" w:rsidRDefault="00AD2D74" w:rsidP="001E0103">
      <w:pPr>
        <w:pStyle w:val="NoSpacing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47FEE">
        <w:rPr>
          <w:rFonts w:ascii="Times New Roman" w:hAnsi="Times New Roman"/>
          <w:sz w:val="28"/>
          <w:szCs w:val="28"/>
        </w:rPr>
        <w:t xml:space="preserve">     </w:t>
      </w:r>
      <w:r w:rsidRPr="00677D61">
        <w:rPr>
          <w:rFonts w:ascii="Times New Roman" w:hAnsi="Times New Roman"/>
          <w:sz w:val="28"/>
          <w:szCs w:val="28"/>
        </w:rPr>
        <w:t>Если система подготовки педагогов в области информатизации образования будет расширена за счет включения подходов к созданию и использованию виртуальных приборов</w:t>
      </w:r>
      <w:r>
        <w:rPr>
          <w:rFonts w:ascii="Times New Roman" w:hAnsi="Times New Roman"/>
          <w:sz w:val="28"/>
          <w:szCs w:val="28"/>
        </w:rPr>
        <w:t>,</w:t>
      </w:r>
      <w:r w:rsidRPr="00677D61">
        <w:rPr>
          <w:rFonts w:ascii="Times New Roman" w:hAnsi="Times New Roman"/>
          <w:sz w:val="28"/>
          <w:szCs w:val="28"/>
        </w:rPr>
        <w:t xml:space="preserve"> то это положительно отразится на эффективности обучения студентов, повышения у них мотивации к учению, формировании умений использования средств информатизации в собственном обучении и последующей профессиональной деятельности, что, в конечном итоге, приведет к повышению качества подготовки школьников. </w:t>
      </w:r>
    </w:p>
    <w:p w:rsidR="00AD2D74" w:rsidRPr="001E0103" w:rsidRDefault="00AD2D74" w:rsidP="001E0103">
      <w:pPr>
        <w:pStyle w:val="NoSpacing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677D61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AD2D74" w:rsidRPr="00677D61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77D61">
        <w:rPr>
          <w:rFonts w:ascii="Times New Roman" w:hAnsi="Times New Roman"/>
          <w:sz w:val="28"/>
          <w:szCs w:val="28"/>
        </w:rPr>
        <w:t xml:space="preserve">1. Послание Президента Республики Казахстан Н.А. Назарбаева народу Казахстана «Новое десятилетие – новый экономический подъем – новые возможности Казахстана» (Астана, 29 января 2010 года)» </w:t>
      </w:r>
      <w:hyperlink r:id="rId6" w:history="1">
        <w:r w:rsidRPr="00677D61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677D61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677D61">
          <w:rPr>
            <w:rStyle w:val="Hyperlink"/>
            <w:rFonts w:ascii="Times New Roman" w:hAnsi="Times New Roman"/>
            <w:sz w:val="28"/>
            <w:szCs w:val="28"/>
            <w:lang w:val="en-US"/>
          </w:rPr>
          <w:t>i</w:t>
        </w:r>
        <w:r w:rsidRPr="00677D61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677D61">
          <w:rPr>
            <w:rStyle w:val="Hyperlink"/>
            <w:rFonts w:ascii="Times New Roman" w:hAnsi="Times New Roman"/>
            <w:sz w:val="28"/>
            <w:szCs w:val="28"/>
            <w:lang w:val="en-US"/>
          </w:rPr>
          <w:t>news</w:t>
        </w:r>
        <w:r w:rsidRPr="00677D61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677D61">
          <w:rPr>
            <w:rStyle w:val="Hyperlink"/>
            <w:rFonts w:ascii="Times New Roman" w:hAnsi="Times New Roman"/>
            <w:sz w:val="28"/>
            <w:szCs w:val="28"/>
            <w:lang w:val="en-US"/>
          </w:rPr>
          <w:t>kz</w:t>
        </w:r>
        <w:r w:rsidRPr="00677D61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677D61">
          <w:rPr>
            <w:rStyle w:val="Hyperlink"/>
            <w:rFonts w:ascii="Times New Roman" w:hAnsi="Times New Roman"/>
            <w:sz w:val="28"/>
            <w:szCs w:val="28"/>
            <w:lang w:val="en-US"/>
          </w:rPr>
          <w:t>news</w:t>
        </w:r>
        <w:r w:rsidRPr="00677D61">
          <w:rPr>
            <w:rStyle w:val="Hyperlink"/>
            <w:rFonts w:ascii="Times New Roman" w:hAnsi="Times New Roman"/>
            <w:sz w:val="28"/>
            <w:szCs w:val="28"/>
          </w:rPr>
          <w:t>/914635</w:t>
        </w:r>
      </w:hyperlink>
      <w:r w:rsidRPr="00677D61">
        <w:rPr>
          <w:rFonts w:ascii="Times New Roman" w:hAnsi="Times New Roman"/>
          <w:sz w:val="28"/>
          <w:szCs w:val="28"/>
        </w:rPr>
        <w:t>.</w:t>
      </w:r>
    </w:p>
    <w:p w:rsidR="00AD2D74" w:rsidRPr="00677D61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77D61">
        <w:rPr>
          <w:rFonts w:ascii="Times New Roman" w:hAnsi="Times New Roman"/>
          <w:sz w:val="28"/>
          <w:szCs w:val="28"/>
          <w:lang w:val="en-US"/>
        </w:rPr>
        <w:t xml:space="preserve">2. Yunusova G.N. Theory and methods of teaching physics in the medium of information technologies. – </w:t>
      </w:r>
      <w:r w:rsidRPr="00677D61">
        <w:rPr>
          <w:rFonts w:ascii="Times New Roman" w:hAnsi="Times New Roman"/>
          <w:sz w:val="28"/>
          <w:szCs w:val="28"/>
        </w:rPr>
        <w:t>Т</w:t>
      </w:r>
      <w:r w:rsidRPr="00677D61">
        <w:rPr>
          <w:rFonts w:ascii="Times New Roman" w:hAnsi="Times New Roman"/>
          <w:sz w:val="28"/>
          <w:szCs w:val="28"/>
          <w:lang w:val="en-US"/>
        </w:rPr>
        <w:t xml:space="preserve">., 2003. – 512 </w:t>
      </w:r>
      <w:r w:rsidRPr="00677D61">
        <w:rPr>
          <w:rFonts w:ascii="Times New Roman" w:hAnsi="Times New Roman"/>
          <w:sz w:val="28"/>
          <w:szCs w:val="28"/>
        </w:rPr>
        <w:t>р</w:t>
      </w:r>
      <w:r w:rsidRPr="00677D61">
        <w:rPr>
          <w:rFonts w:ascii="Times New Roman" w:hAnsi="Times New Roman"/>
          <w:sz w:val="28"/>
          <w:szCs w:val="28"/>
          <w:lang w:val="en-US"/>
        </w:rPr>
        <w:t xml:space="preserve">., </w:t>
      </w:r>
      <w:r w:rsidRPr="00677D61">
        <w:rPr>
          <w:rFonts w:ascii="Times New Roman" w:hAnsi="Times New Roman"/>
          <w:sz w:val="28"/>
          <w:szCs w:val="28"/>
        </w:rPr>
        <w:t>Т</w:t>
      </w:r>
      <w:r w:rsidRPr="00677D61">
        <w:rPr>
          <w:rFonts w:ascii="Times New Roman" w:hAnsi="Times New Roman"/>
          <w:sz w:val="28"/>
          <w:szCs w:val="28"/>
          <w:lang w:val="en-US"/>
        </w:rPr>
        <w:t xml:space="preserve">., 2006. – 32 </w:t>
      </w:r>
      <w:r w:rsidRPr="00677D61">
        <w:rPr>
          <w:rFonts w:ascii="Times New Roman" w:hAnsi="Times New Roman"/>
          <w:sz w:val="28"/>
          <w:szCs w:val="28"/>
        </w:rPr>
        <w:t>р</w:t>
      </w:r>
      <w:r w:rsidRPr="00677D61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AD2D74" w:rsidRPr="00677D61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77D61">
        <w:rPr>
          <w:rFonts w:ascii="Times New Roman" w:hAnsi="Times New Roman"/>
          <w:sz w:val="28"/>
          <w:szCs w:val="28"/>
        </w:rPr>
        <w:t>3. Харазян О.Г. Виртуальный физический эксперимент: сущность понятия. – Мозырь, интернет конференция, 2012.</w:t>
      </w:r>
    </w:p>
    <w:p w:rsidR="00AD2D74" w:rsidRPr="00677D61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77D61">
        <w:rPr>
          <w:rFonts w:ascii="Times New Roman" w:hAnsi="Times New Roman"/>
          <w:sz w:val="28"/>
          <w:szCs w:val="28"/>
        </w:rPr>
        <w:t>4. Дьячук П.А. Применение компьютерных технологий обучения в средней школе [Текст] / П.П. Дьячук, Е.В. Ларинов. – Красноярск: Изд-во КГПУ, 2005. -167с.</w:t>
      </w:r>
    </w:p>
    <w:p w:rsidR="00AD2D74" w:rsidRPr="00677D61" w:rsidRDefault="00AD2D74" w:rsidP="008A27DB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77D61">
        <w:rPr>
          <w:rFonts w:ascii="Times New Roman" w:hAnsi="Times New Roman"/>
          <w:sz w:val="28"/>
          <w:szCs w:val="28"/>
        </w:rPr>
        <w:t>5. Роберт И.В.  О понятийном аппарате информатизации образования. Информатика и образование. – 2002. - №12.С.2-6.</w:t>
      </w:r>
    </w:p>
    <w:p w:rsidR="00AD2D74" w:rsidRPr="00677D61" w:rsidRDefault="00AD2D74" w:rsidP="008A27D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7D61">
        <w:rPr>
          <w:rFonts w:ascii="Times New Roman" w:hAnsi="Times New Roman"/>
          <w:sz w:val="28"/>
          <w:szCs w:val="28"/>
        </w:rPr>
        <w:t xml:space="preserve">6. Белов В.В., Образцов И.В. Виртуализация физических процессов в теории и практике строительного образования. Теория и практика повышения эффективности строит. материалов: Мат-лы V Всерос. конф. студ., аспирантов и молодых ученых. Пенза: ПГУАС, 2010. С. 186-189 </w:t>
      </w:r>
    </w:p>
    <w:p w:rsidR="00AD2D74" w:rsidRDefault="00AD2D74" w:rsidP="008A27DB">
      <w:pPr>
        <w:spacing w:line="360" w:lineRule="auto"/>
      </w:pPr>
    </w:p>
    <w:p w:rsidR="00AD2D74" w:rsidRDefault="00AD2D74" w:rsidP="008A27DB">
      <w:pPr>
        <w:spacing w:line="360" w:lineRule="auto"/>
      </w:pPr>
    </w:p>
    <w:sectPr w:rsidR="00AD2D74" w:rsidSect="008A27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74F67"/>
    <w:multiLevelType w:val="hybridMultilevel"/>
    <w:tmpl w:val="CB144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EA0473"/>
    <w:multiLevelType w:val="hybridMultilevel"/>
    <w:tmpl w:val="17B875FC"/>
    <w:lvl w:ilvl="0" w:tplc="191A57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1BA"/>
    <w:rsid w:val="00184175"/>
    <w:rsid w:val="001E0103"/>
    <w:rsid w:val="00247FEE"/>
    <w:rsid w:val="00594D86"/>
    <w:rsid w:val="00677D61"/>
    <w:rsid w:val="006A444D"/>
    <w:rsid w:val="008A27DB"/>
    <w:rsid w:val="00902F99"/>
    <w:rsid w:val="00A501C6"/>
    <w:rsid w:val="00AD2D74"/>
    <w:rsid w:val="00C7089C"/>
    <w:rsid w:val="00D701BA"/>
    <w:rsid w:val="00EE5177"/>
    <w:rsid w:val="00FD76EA"/>
    <w:rsid w:val="00FE5E79"/>
    <w:rsid w:val="00FF0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1BA"/>
    <w:pPr>
      <w:spacing w:after="200" w:line="276" w:lineRule="auto"/>
    </w:pPr>
    <w:rPr>
      <w:lang w:val="ru-RU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01B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701BA"/>
    <w:rPr>
      <w:rFonts w:ascii="Arial" w:hAnsi="Arial" w:cs="Arial"/>
      <w:b/>
      <w:bCs/>
      <w:sz w:val="26"/>
      <w:szCs w:val="26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D70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701BA"/>
    <w:rPr>
      <w:rFonts w:ascii="Courier New" w:hAnsi="Courier New" w:cs="Courier New"/>
      <w:sz w:val="20"/>
      <w:szCs w:val="20"/>
      <w:lang w:eastAsia="ru-RU"/>
    </w:rPr>
  </w:style>
  <w:style w:type="paragraph" w:styleId="NoSpacing">
    <w:name w:val="No Spacing"/>
    <w:uiPriority w:val="99"/>
    <w:qFormat/>
    <w:rsid w:val="00D701BA"/>
    <w:rPr>
      <w:rFonts w:eastAsia="Times New Roman"/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D701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58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-news.kz/news/914635" TargetMode="External"/><Relationship Id="rId5" Type="http://schemas.openxmlformats.org/officeDocument/2006/relationships/hyperlink" Target="http://www.den-za-dnem.ru/school.php?item=2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6692</Words>
  <Characters>3816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Сауле Нуркасымова, Тажибай Сапарбаев,</dc:title>
  <dc:subject/>
  <dc:creator>astana</dc:creator>
  <cp:keywords/>
  <dc:description/>
  <cp:lastModifiedBy>Admin</cp:lastModifiedBy>
  <cp:revision>2</cp:revision>
  <dcterms:created xsi:type="dcterms:W3CDTF">2014-03-17T10:08:00Z</dcterms:created>
  <dcterms:modified xsi:type="dcterms:W3CDTF">2014-03-17T10:08:00Z</dcterms:modified>
</cp:coreProperties>
</file>