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54A2" w:rsidRPr="009D0025" w:rsidRDefault="007F54A2" w:rsidP="009D0025">
      <w:pPr>
        <w:spacing w:line="360" w:lineRule="auto"/>
        <w:ind w:left="7230"/>
        <w:jc w:val="right"/>
        <w:rPr>
          <w:b/>
          <w:sz w:val="28"/>
          <w:szCs w:val="28"/>
          <w:lang w:val="uk-UA"/>
        </w:rPr>
      </w:pPr>
      <w:r w:rsidRPr="009D0025">
        <w:rPr>
          <w:b/>
          <w:sz w:val="28"/>
          <w:szCs w:val="28"/>
          <w:lang w:val="uk-UA"/>
        </w:rPr>
        <w:t xml:space="preserve">Тетяна Окуневич  </w:t>
      </w:r>
    </w:p>
    <w:p w:rsidR="007F54A2" w:rsidRPr="009D0025" w:rsidRDefault="007F54A2" w:rsidP="009D0025">
      <w:pPr>
        <w:spacing w:line="360" w:lineRule="auto"/>
        <w:ind w:left="7230"/>
        <w:jc w:val="right"/>
        <w:rPr>
          <w:b/>
          <w:sz w:val="28"/>
          <w:szCs w:val="28"/>
          <w:lang w:val="uk-UA"/>
        </w:rPr>
      </w:pPr>
      <w:r w:rsidRPr="009D0025">
        <w:rPr>
          <w:b/>
          <w:sz w:val="28"/>
          <w:szCs w:val="28"/>
          <w:lang w:val="uk-UA"/>
        </w:rPr>
        <w:t>(Херсон, Україна)</w:t>
      </w:r>
    </w:p>
    <w:p w:rsidR="007F54A2" w:rsidRDefault="007F54A2" w:rsidP="00102FA3">
      <w:pPr>
        <w:spacing w:line="360" w:lineRule="auto"/>
        <w:ind w:firstLine="680"/>
        <w:jc w:val="right"/>
        <w:rPr>
          <w:sz w:val="28"/>
          <w:szCs w:val="28"/>
          <w:lang w:val="uk-UA"/>
        </w:rPr>
      </w:pPr>
    </w:p>
    <w:p w:rsidR="007F54A2" w:rsidRPr="009D0025" w:rsidRDefault="007F54A2" w:rsidP="00102FA3">
      <w:pPr>
        <w:spacing w:line="360" w:lineRule="auto"/>
        <w:jc w:val="center"/>
        <w:rPr>
          <w:b/>
          <w:caps/>
          <w:sz w:val="28"/>
          <w:szCs w:val="28"/>
          <w:lang w:val="uk-UA"/>
        </w:rPr>
      </w:pPr>
      <w:r w:rsidRPr="009D0025">
        <w:rPr>
          <w:b/>
          <w:caps/>
          <w:sz w:val="28"/>
          <w:szCs w:val="28"/>
          <w:lang w:val="uk-UA"/>
        </w:rPr>
        <w:t>Вивчення програмового матеріалу</w:t>
      </w:r>
    </w:p>
    <w:p w:rsidR="007F54A2" w:rsidRPr="009D0025" w:rsidRDefault="007F54A2" w:rsidP="00102FA3">
      <w:pPr>
        <w:spacing w:line="360" w:lineRule="auto"/>
        <w:jc w:val="center"/>
        <w:rPr>
          <w:b/>
          <w:caps/>
          <w:sz w:val="28"/>
          <w:szCs w:val="28"/>
          <w:lang w:val="uk-UA"/>
        </w:rPr>
      </w:pPr>
      <w:r w:rsidRPr="009D0025">
        <w:rPr>
          <w:b/>
          <w:caps/>
          <w:sz w:val="28"/>
          <w:szCs w:val="28"/>
          <w:lang w:val="uk-UA"/>
        </w:rPr>
        <w:t>укрупненими частинами (блоками)</w:t>
      </w:r>
    </w:p>
    <w:p w:rsidR="007F54A2" w:rsidRDefault="007F54A2" w:rsidP="00102FA3">
      <w:pPr>
        <w:spacing w:line="360" w:lineRule="auto"/>
        <w:ind w:firstLine="680"/>
        <w:jc w:val="center"/>
        <w:rPr>
          <w:b/>
          <w:caps/>
          <w:sz w:val="28"/>
          <w:szCs w:val="28"/>
          <w:lang w:val="uk-UA"/>
        </w:rPr>
      </w:pPr>
    </w:p>
    <w:p w:rsidR="007F54A2" w:rsidRDefault="007F54A2" w:rsidP="00102FA3">
      <w:pPr>
        <w:spacing w:line="360" w:lineRule="auto"/>
        <w:ind w:firstLine="680"/>
        <w:jc w:val="both"/>
        <w:rPr>
          <w:sz w:val="28"/>
          <w:szCs w:val="28"/>
          <w:lang w:val="uk-UA"/>
        </w:rPr>
      </w:pPr>
      <w:r>
        <w:rPr>
          <w:sz w:val="28"/>
          <w:szCs w:val="28"/>
          <w:lang w:val="uk-UA"/>
        </w:rPr>
        <w:t>Складний сучасний світ вимагає від випускників загальноосвітньої школи умінь самостійно здобувати знання, застосовувати їх для вирішення складних життєвих проблем. Досягти цього можна шляхом удосконалення процесу навчання, уведення новітніх методів і прийомів роботи вчителя з учнями. За останні роки зроблено значні досягнення в галузі впровадження ефективних методів і способів навчання. У цій справі об’єдналися педагоги, психологи й лінгводидакти. За їхніми дослідженнями особистість учня з об’єкта навчання перетворюється на головну фігуру цього процесу – суб’єкт навчальної діяльності. Ефективну систему реалізації означеної проблеми розробив Г. Лозанов, об’єктом дослідження якого стали резервні можливості людини, закладені в неусвідомленій психічній сфері [3]. Ця система спрямована на комплексний розвиток особистості учня: розкриття резервів пам’яті, інтелектуальних можливостей, творчого потенціалу. Тому багаторазове повторення матеріалу в різноманітних формах, групування й подання навчальної теорії у вигляді укрупнених частин (блоків) довели, що немає слабких учнів, що навчання під силу всім [6].</w:t>
      </w:r>
    </w:p>
    <w:p w:rsidR="007F54A2" w:rsidRPr="008547B5" w:rsidRDefault="007F54A2" w:rsidP="00102FA3">
      <w:pPr>
        <w:spacing w:line="360" w:lineRule="auto"/>
        <w:ind w:firstLine="680"/>
        <w:jc w:val="both"/>
        <w:rPr>
          <w:sz w:val="28"/>
          <w:szCs w:val="28"/>
          <w:lang w:val="uk-UA"/>
        </w:rPr>
      </w:pPr>
      <w:r w:rsidRPr="00CF3324">
        <w:rPr>
          <w:sz w:val="28"/>
          <w:szCs w:val="28"/>
          <w:lang w:val="uk-UA"/>
        </w:rPr>
        <w:t xml:space="preserve">Під блоками як укрупненими структурами </w:t>
      </w:r>
      <w:r>
        <w:rPr>
          <w:sz w:val="28"/>
          <w:szCs w:val="28"/>
          <w:lang w:val="uk-UA"/>
        </w:rPr>
        <w:t xml:space="preserve">(схемами) </w:t>
      </w:r>
      <w:r w:rsidRPr="00CF3324">
        <w:rPr>
          <w:sz w:val="28"/>
          <w:szCs w:val="28"/>
          <w:lang w:val="uk-UA"/>
        </w:rPr>
        <w:t>теоретичного матеріалу</w:t>
      </w:r>
      <w:r>
        <w:rPr>
          <w:sz w:val="28"/>
          <w:szCs w:val="28"/>
          <w:lang w:val="uk-UA"/>
        </w:rPr>
        <w:t xml:space="preserve"> розуміємо</w:t>
      </w:r>
      <w:r w:rsidRPr="001B1959">
        <w:rPr>
          <w:sz w:val="28"/>
          <w:szCs w:val="28"/>
          <w:lang w:val="uk-UA"/>
        </w:rPr>
        <w:t>систем</w:t>
      </w:r>
      <w:r>
        <w:rPr>
          <w:sz w:val="28"/>
          <w:szCs w:val="28"/>
          <w:lang w:val="uk-UA"/>
        </w:rPr>
        <w:t>у</w:t>
      </w:r>
      <w:r w:rsidRPr="001B1959">
        <w:rPr>
          <w:sz w:val="28"/>
          <w:szCs w:val="28"/>
          <w:lang w:val="uk-UA"/>
        </w:rPr>
        <w:t xml:space="preserve"> і відповідно матеріал</w:t>
      </w:r>
      <w:r>
        <w:rPr>
          <w:sz w:val="28"/>
          <w:szCs w:val="28"/>
          <w:lang w:val="uk-UA"/>
        </w:rPr>
        <w:t>,який</w:t>
      </w:r>
      <w:r w:rsidRPr="001B1959">
        <w:rPr>
          <w:sz w:val="28"/>
          <w:szCs w:val="28"/>
          <w:lang w:val="uk-UA"/>
        </w:rPr>
        <w:t xml:space="preserve"> має організован</w:t>
      </w:r>
      <w:r>
        <w:rPr>
          <w:sz w:val="28"/>
          <w:szCs w:val="28"/>
          <w:lang w:val="uk-UA"/>
        </w:rPr>
        <w:t>уй</w:t>
      </w:r>
      <w:r w:rsidRPr="001B1959">
        <w:rPr>
          <w:sz w:val="28"/>
          <w:szCs w:val="28"/>
          <w:lang w:val="uk-UA"/>
        </w:rPr>
        <w:t xml:space="preserve"> цілісн</w:t>
      </w:r>
      <w:r>
        <w:rPr>
          <w:sz w:val="28"/>
          <w:szCs w:val="28"/>
          <w:lang w:val="uk-UA"/>
        </w:rPr>
        <w:t>у</w:t>
      </w:r>
      <w:r w:rsidRPr="001B1959">
        <w:rPr>
          <w:sz w:val="28"/>
          <w:szCs w:val="28"/>
          <w:lang w:val="uk-UA"/>
        </w:rPr>
        <w:t xml:space="preserve"> єдність.</w:t>
      </w:r>
      <w:r>
        <w:rPr>
          <w:sz w:val="28"/>
          <w:szCs w:val="28"/>
          <w:lang w:val="uk-UA"/>
        </w:rPr>
        <w:t>Розробник</w:t>
      </w:r>
      <w:r w:rsidRPr="009D0025">
        <w:rPr>
          <w:sz w:val="28"/>
          <w:szCs w:val="28"/>
          <w:lang w:val="uk-UA"/>
        </w:rPr>
        <w:t xml:space="preserve">ом </w:t>
      </w:r>
      <w:r>
        <w:rPr>
          <w:sz w:val="28"/>
          <w:szCs w:val="28"/>
          <w:lang w:val="uk-UA"/>
        </w:rPr>
        <w:t xml:space="preserve">методики </w:t>
      </w:r>
      <w:r w:rsidRPr="008547B5">
        <w:rPr>
          <w:sz w:val="28"/>
          <w:szCs w:val="28"/>
          <w:lang w:val="uk-UA"/>
        </w:rPr>
        <w:t>вивчення навчального матеріалу укрупненими дидактичними одиницями слід вважати В.</w:t>
      </w:r>
      <w:r>
        <w:rPr>
          <w:sz w:val="28"/>
          <w:szCs w:val="28"/>
          <w:lang w:val="uk-UA"/>
        </w:rPr>
        <w:t> </w:t>
      </w:r>
      <w:r w:rsidRPr="008547B5">
        <w:rPr>
          <w:sz w:val="28"/>
          <w:szCs w:val="28"/>
          <w:lang w:val="uk-UA"/>
        </w:rPr>
        <w:t>Шаталова, який разом із П.</w:t>
      </w:r>
      <w:r>
        <w:rPr>
          <w:sz w:val="28"/>
          <w:szCs w:val="28"/>
          <w:lang w:val="uk-UA"/>
        </w:rPr>
        <w:t> </w:t>
      </w:r>
      <w:r w:rsidRPr="008547B5">
        <w:rPr>
          <w:sz w:val="28"/>
          <w:szCs w:val="28"/>
          <w:lang w:val="uk-UA"/>
        </w:rPr>
        <w:t xml:space="preserve">Ерднієвимдовели, що дидактичною одиницею може бути сукупність питань або груп завдань, </w:t>
      </w:r>
      <w:r>
        <w:rPr>
          <w:sz w:val="28"/>
          <w:szCs w:val="28"/>
          <w:lang w:val="uk-UA"/>
        </w:rPr>
        <w:t>що</w:t>
      </w:r>
      <w:r w:rsidRPr="008547B5">
        <w:rPr>
          <w:sz w:val="28"/>
          <w:szCs w:val="28"/>
          <w:lang w:val="uk-UA"/>
        </w:rPr>
        <w:t xml:space="preserve"> опрацьовуються протяг</w:t>
      </w:r>
      <w:r>
        <w:rPr>
          <w:sz w:val="28"/>
          <w:szCs w:val="28"/>
          <w:lang w:val="uk-UA"/>
        </w:rPr>
        <w:t>о</w:t>
      </w:r>
      <w:r w:rsidRPr="008547B5">
        <w:rPr>
          <w:sz w:val="28"/>
          <w:szCs w:val="28"/>
          <w:lang w:val="uk-UA"/>
        </w:rPr>
        <w:t xml:space="preserve">м одного заняття. Ця одиниця знань повинна бути стійкою до зберігання в </w:t>
      </w:r>
      <w:r>
        <w:rPr>
          <w:sz w:val="28"/>
          <w:szCs w:val="28"/>
          <w:lang w:val="uk-UA"/>
        </w:rPr>
        <w:t>п</w:t>
      </w:r>
      <w:r w:rsidRPr="008547B5">
        <w:rPr>
          <w:sz w:val="28"/>
          <w:szCs w:val="28"/>
          <w:lang w:val="uk-UA"/>
        </w:rPr>
        <w:t xml:space="preserve">ам’яті і слугувати генетичною базою для наступного нарощування нових знань. </w:t>
      </w:r>
      <w:r>
        <w:rPr>
          <w:sz w:val="28"/>
          <w:szCs w:val="28"/>
          <w:lang w:val="uk-UA"/>
        </w:rPr>
        <w:t>Дослідники</w:t>
      </w:r>
      <w:r w:rsidRPr="008547B5">
        <w:rPr>
          <w:sz w:val="28"/>
          <w:szCs w:val="28"/>
          <w:lang w:val="uk-UA"/>
        </w:rPr>
        <w:t xml:space="preserve"> не вилуча</w:t>
      </w:r>
      <w:r>
        <w:rPr>
          <w:sz w:val="28"/>
          <w:szCs w:val="28"/>
          <w:lang w:val="uk-UA"/>
        </w:rPr>
        <w:t>ють</w:t>
      </w:r>
      <w:r w:rsidRPr="008547B5">
        <w:rPr>
          <w:sz w:val="28"/>
          <w:szCs w:val="28"/>
          <w:lang w:val="uk-UA"/>
        </w:rPr>
        <w:t xml:space="preserve"> з навчального матеріалу частину інформації, а лише по іншому його структуру</w:t>
      </w:r>
      <w:r>
        <w:rPr>
          <w:sz w:val="28"/>
          <w:szCs w:val="28"/>
          <w:lang w:val="uk-UA"/>
        </w:rPr>
        <w:t>ють</w:t>
      </w:r>
      <w:r w:rsidRPr="008547B5">
        <w:rPr>
          <w:sz w:val="28"/>
          <w:szCs w:val="28"/>
          <w:lang w:val="uk-UA"/>
        </w:rPr>
        <w:t xml:space="preserve">, створюючи укрупнені, узагальнені дидактичні одиниці </w:t>
      </w:r>
      <w:r>
        <w:rPr>
          <w:sz w:val="28"/>
          <w:szCs w:val="28"/>
          <w:lang w:val="uk-UA"/>
        </w:rPr>
        <w:t xml:space="preserve">(блоки) </w:t>
      </w:r>
      <w:r w:rsidRPr="008547B5">
        <w:rPr>
          <w:sz w:val="28"/>
          <w:szCs w:val="28"/>
          <w:lang w:val="uk-UA"/>
        </w:rPr>
        <w:t>одночасного вивчення</w:t>
      </w:r>
      <w:r>
        <w:rPr>
          <w:sz w:val="28"/>
          <w:szCs w:val="28"/>
          <w:lang w:val="uk-UA"/>
        </w:rPr>
        <w:t xml:space="preserve"> [1; 9]</w:t>
      </w:r>
      <w:r w:rsidRPr="008547B5">
        <w:rPr>
          <w:sz w:val="28"/>
          <w:szCs w:val="28"/>
          <w:lang w:val="uk-UA"/>
        </w:rPr>
        <w:t>.</w:t>
      </w:r>
    </w:p>
    <w:p w:rsidR="007F54A2" w:rsidRDefault="007F54A2" w:rsidP="00102FA3">
      <w:pPr>
        <w:spacing w:line="360" w:lineRule="auto"/>
        <w:ind w:firstLine="680"/>
        <w:jc w:val="both"/>
        <w:rPr>
          <w:sz w:val="28"/>
          <w:szCs w:val="28"/>
          <w:lang w:val="uk-UA"/>
        </w:rPr>
      </w:pPr>
      <w:r>
        <w:rPr>
          <w:sz w:val="28"/>
          <w:szCs w:val="28"/>
          <w:lang w:val="uk-UA"/>
        </w:rPr>
        <w:t>Упровадження інформаційних технологій у навчальний процес відкриває нові можливості реалізації блочного навчання завдяки використанню інформаційно-комунікаційних технологій, щодозволяє оптимально враховувати індивідуальні потреби й можливості кожного школяра, сприяє реалізації дидактичних цілей відповідно до вимог освітнього стандарту, загальнопедагогічних завдань, пов’язаних із формуванням мовної особистості.</w:t>
      </w:r>
    </w:p>
    <w:p w:rsidR="007F54A2" w:rsidRDefault="007F54A2" w:rsidP="00102FA3">
      <w:pPr>
        <w:spacing w:line="360" w:lineRule="auto"/>
        <w:ind w:firstLine="680"/>
        <w:jc w:val="both"/>
        <w:rPr>
          <w:sz w:val="28"/>
          <w:szCs w:val="28"/>
          <w:lang w:val="uk-UA"/>
        </w:rPr>
      </w:pPr>
      <w:r>
        <w:rPr>
          <w:sz w:val="28"/>
          <w:szCs w:val="28"/>
          <w:lang w:val="uk-UA"/>
        </w:rPr>
        <w:t xml:space="preserve">Застосуванню моделей та комп’ютерних технологій на уроці присвятили свої праці М. Девдера, Г. Дегтярьова, Н. Мельник та ін. Проблеми використання наочності на уроках в школі розробляли В. Сухомлинський, В. Шаталов, М. Дорошенко, О. Гаврилюк та ін. </w:t>
      </w:r>
      <w:r w:rsidRPr="00FC3957">
        <w:rPr>
          <w:sz w:val="28"/>
          <w:szCs w:val="28"/>
          <w:lang w:val="uk-UA"/>
        </w:rPr>
        <w:t xml:space="preserve">Методику укрупнених блоків, що передбачає багаторазове повторення теоретичного матеріалу в найрізноманітніших формах </w:t>
      </w:r>
      <w:r>
        <w:rPr>
          <w:sz w:val="28"/>
          <w:szCs w:val="28"/>
          <w:lang w:val="uk-UA"/>
        </w:rPr>
        <w:t>розробляли О. Біляєв, В. Власенков, Т. Горбачук, В. Паламарчук, М. Скаткін, О. Яворська та ін., відзначаючи, що таблиці, схеми є основою для узагальнення, повторення, підсумкових занять. Сучасні методисти (М. Пентилюк, О. Горошкіна, С. Караман та ін.) довели, що вивчення програмового матеріалу укрупненими частинами забезпечує потрібну якість знань та рівень сформованості мовленнєвих умінь і навичок. «При цьому, на думку С. Карамана, компактніше будується система занять, спрямованих на зміцнення й подальше вдосконалення комунікативних умінь і навичок учнів, …з’являється реальна можливість планувати систему різнотипних уроків у межах розділу курсу з урахуванням тісного зв’язку …з розвитком зв’язного мовлення» [</w:t>
      </w:r>
      <w:r w:rsidRPr="00670729">
        <w:rPr>
          <w:sz w:val="28"/>
          <w:szCs w:val="28"/>
          <w:lang w:val="uk-UA"/>
        </w:rPr>
        <w:t>2</w:t>
      </w:r>
      <w:r>
        <w:rPr>
          <w:sz w:val="28"/>
          <w:szCs w:val="28"/>
          <w:lang w:val="uk-UA"/>
        </w:rPr>
        <w:t>, с.145]. Таке зацікавлення проблемою свідчить про її актуальність, а всебічні дослідження психології дітей вимагають змін у структурі навчального процесу, які б впливали на його інтенсифікацію, оскільки головною вимогою сучасного суспільства є компетентна мовна особистість.</w:t>
      </w:r>
    </w:p>
    <w:p w:rsidR="007F54A2" w:rsidRDefault="007F54A2" w:rsidP="00C81BC4">
      <w:pPr>
        <w:spacing w:line="348" w:lineRule="auto"/>
        <w:ind w:firstLine="680"/>
        <w:jc w:val="both"/>
        <w:rPr>
          <w:sz w:val="28"/>
          <w:szCs w:val="28"/>
          <w:lang w:val="uk-UA"/>
        </w:rPr>
      </w:pPr>
      <w:r>
        <w:rPr>
          <w:sz w:val="28"/>
          <w:szCs w:val="28"/>
          <w:lang w:val="uk-UA"/>
        </w:rPr>
        <w:t>У цьому зв’язку одниміз головних завдань вчителя-філолога є творчий підхід до своєї справи:використання традиційних і нетрадиційних методів, видів і прийомів роботи, вдале йуміле їх поєднання, що сприятиме підвищенню інтересу учнів до навчання, ефективності уроків мови. Школярів приваблює новизна, незвичайність, елементи гри. Використання на уроці мови опорних таблиць-схем – це вид роботи, який 1) допомагає уникнути одноманітності, стимулює пізнавальну діяльність учнів, залучає їх до спільної творчої праці;2) створює можливості для розвитку процесів мислення (порівняння, абстрагування, аналіз тощо); систематизації, узагальнення вивченого матеріалу;3) сприяє розвитку пам’яті, уваги, монологічного та діалогічногомовлення. Схеми на уроках мови, на думку М. Пентилюк, відіграють роль плану, є своєрідною системою підказок, які дисциплінують процеси мислення, сприяють розумінню й усвідомленню навчального матеріалу,моделюванню ситуацій. [5, </w:t>
      </w:r>
      <w:r w:rsidRPr="005D2628">
        <w:rPr>
          <w:sz w:val="28"/>
          <w:szCs w:val="28"/>
          <w:lang w:val="uk-UA"/>
        </w:rPr>
        <w:t>с</w:t>
      </w:r>
      <w:r>
        <w:rPr>
          <w:sz w:val="28"/>
          <w:szCs w:val="28"/>
          <w:lang w:val="uk-UA"/>
        </w:rPr>
        <w:t>. 145].</w:t>
      </w:r>
    </w:p>
    <w:p w:rsidR="007F54A2" w:rsidRDefault="007F54A2" w:rsidP="00C81BC4">
      <w:pPr>
        <w:spacing w:line="348" w:lineRule="auto"/>
        <w:ind w:firstLine="680"/>
        <w:jc w:val="both"/>
        <w:rPr>
          <w:sz w:val="28"/>
          <w:szCs w:val="28"/>
          <w:lang w:val="uk-UA"/>
        </w:rPr>
      </w:pPr>
      <w:r>
        <w:rPr>
          <w:sz w:val="28"/>
          <w:szCs w:val="28"/>
          <w:lang w:val="uk-UA"/>
        </w:rPr>
        <w:t>Під час використання опорних схем і конспектів Н. Мельник рекомендує звернути увагу на такі аспекти:</w:t>
      </w:r>
    </w:p>
    <w:p w:rsidR="007F54A2" w:rsidRDefault="007F54A2" w:rsidP="00C81BC4">
      <w:pPr>
        <w:numPr>
          <w:ilvl w:val="0"/>
          <w:numId w:val="1"/>
        </w:numPr>
        <w:tabs>
          <w:tab w:val="left" w:pos="1080"/>
        </w:tabs>
        <w:spacing w:line="348" w:lineRule="auto"/>
        <w:ind w:left="0" w:firstLine="540"/>
        <w:jc w:val="both"/>
        <w:rPr>
          <w:sz w:val="28"/>
          <w:szCs w:val="28"/>
          <w:lang w:val="uk-UA"/>
        </w:rPr>
      </w:pPr>
      <w:r>
        <w:rPr>
          <w:sz w:val="28"/>
          <w:szCs w:val="28"/>
          <w:lang w:val="uk-UA"/>
        </w:rPr>
        <w:t xml:space="preserve">Організація навчального процесу і діяльності учнів має бути чіткою,що досягається при певній структурі уроку, теми або розділу. </w:t>
      </w:r>
    </w:p>
    <w:p w:rsidR="007F54A2" w:rsidRDefault="007F54A2" w:rsidP="00C81BC4">
      <w:pPr>
        <w:numPr>
          <w:ilvl w:val="0"/>
          <w:numId w:val="1"/>
        </w:numPr>
        <w:tabs>
          <w:tab w:val="clear" w:pos="1730"/>
          <w:tab w:val="num" w:pos="540"/>
          <w:tab w:val="num" w:pos="567"/>
        </w:tabs>
        <w:spacing w:line="348" w:lineRule="auto"/>
        <w:ind w:left="0" w:firstLine="360"/>
        <w:jc w:val="both"/>
        <w:rPr>
          <w:sz w:val="28"/>
          <w:szCs w:val="28"/>
          <w:lang w:val="uk-UA"/>
        </w:rPr>
      </w:pPr>
      <w:r>
        <w:rPr>
          <w:sz w:val="28"/>
          <w:szCs w:val="28"/>
          <w:lang w:val="uk-UA"/>
        </w:rPr>
        <w:t xml:space="preserve">Конструювання нового матеріалу в узагальнено великі блоки, тобто поєднання одразу кількох структурно споріднених понять. </w:t>
      </w:r>
    </w:p>
    <w:p w:rsidR="007F54A2" w:rsidRDefault="007F54A2" w:rsidP="00C81BC4">
      <w:pPr>
        <w:numPr>
          <w:ilvl w:val="0"/>
          <w:numId w:val="1"/>
        </w:numPr>
        <w:tabs>
          <w:tab w:val="clear" w:pos="1730"/>
          <w:tab w:val="num" w:pos="540"/>
        </w:tabs>
        <w:spacing w:line="348" w:lineRule="auto"/>
        <w:ind w:left="0" w:firstLine="360"/>
        <w:jc w:val="both"/>
        <w:rPr>
          <w:sz w:val="28"/>
          <w:szCs w:val="28"/>
          <w:lang w:val="uk-UA"/>
        </w:rPr>
      </w:pPr>
      <w:r>
        <w:rPr>
          <w:sz w:val="28"/>
          <w:szCs w:val="28"/>
          <w:lang w:val="uk-UA"/>
        </w:rPr>
        <w:t xml:space="preserve">Опорні таблиці мають бути простими і зрозумілими,зручними для відтворення навчального матеріалу. Опори мають містити основні поняття і зв’язки між ними, приклади. Опорні схеми можуть бути виготовлені попередньо або можуть створюватися разом з учнями під час пояснення нового матеріалу [4, с. 154]. </w:t>
      </w:r>
    </w:p>
    <w:p w:rsidR="007F54A2" w:rsidRDefault="007F54A2" w:rsidP="00C81BC4">
      <w:pPr>
        <w:spacing w:line="348" w:lineRule="auto"/>
        <w:ind w:firstLine="567"/>
        <w:jc w:val="both"/>
        <w:rPr>
          <w:sz w:val="28"/>
          <w:szCs w:val="28"/>
          <w:lang w:val="uk-UA"/>
        </w:rPr>
      </w:pPr>
      <w:r>
        <w:rPr>
          <w:sz w:val="28"/>
          <w:szCs w:val="28"/>
          <w:lang w:val="uk-UA"/>
        </w:rPr>
        <w:t>Досвід багатьох учителів доводить, що кращого результату у викладанні мови досягають ті, хто правильно організовує систематизацію знань учнів шляхом складання опорних таблиць. Під час пояснення нового матеріалу учні повинні сприймати його в структурно-логічній послідовності і цілісності. Тому, головна мета вчителя – навчити учнів складати таблиці-опори, об’єднуючи їх між собою в опорні конспекти. Цю роботу необхіднопроводити в такій послідовності:а) навчати учнів згортанню інформації, тобто зі словесної форми вибирати тільки головне: слова-поняття, правила, що стають зв’язуючими символами під час відтворення матеріалу;б) навчати шифруванню інформації за допомогою кольорів, позначень та інших символів [6].</w:t>
      </w:r>
    </w:p>
    <w:p w:rsidR="007F54A2" w:rsidRDefault="007F54A2" w:rsidP="00C81BC4">
      <w:pPr>
        <w:spacing w:line="348" w:lineRule="auto"/>
        <w:ind w:firstLine="680"/>
        <w:jc w:val="both"/>
        <w:rPr>
          <w:sz w:val="28"/>
          <w:szCs w:val="28"/>
          <w:lang w:val="uk-UA"/>
        </w:rPr>
      </w:pPr>
      <w:r>
        <w:rPr>
          <w:sz w:val="28"/>
          <w:szCs w:val="28"/>
          <w:lang w:val="uk-UA"/>
        </w:rPr>
        <w:t>Складаючи опорні схеми-конспекти, слід урахувати такі методичні умови: цілеспрямованість, чіткість, послідовність викладу теми самими вчителем; вміння виділяти головне і другорядне; відповідність до програми; адаптованість до навчальних потреб і можливостей конкретного класу.</w:t>
      </w:r>
    </w:p>
    <w:p w:rsidR="007F54A2" w:rsidRDefault="007F54A2" w:rsidP="00C81BC4">
      <w:pPr>
        <w:spacing w:line="348" w:lineRule="auto"/>
        <w:ind w:firstLine="680"/>
        <w:jc w:val="both"/>
        <w:rPr>
          <w:sz w:val="28"/>
          <w:szCs w:val="28"/>
          <w:lang w:val="uk-UA"/>
        </w:rPr>
      </w:pPr>
      <w:r>
        <w:rPr>
          <w:sz w:val="28"/>
          <w:szCs w:val="28"/>
          <w:lang w:val="uk-UA"/>
        </w:rPr>
        <w:t>Методика застосування зорових опор детально описана В. Шаталовимі зумовлена тим, що під час пояснення нового матеріалу вчитель поетапно, синхронно до змісту, схематично викреслює на дошці (можна використовувати різні кольори) схему опорного конспекту, ав ній – основні елементи і поняття, використовуючи умовні сигнал</w:t>
      </w:r>
      <w:bookmarkStart w:id="0" w:name="_GoBack"/>
      <w:bookmarkEnd w:id="0"/>
      <w:r>
        <w:rPr>
          <w:sz w:val="28"/>
          <w:szCs w:val="28"/>
          <w:lang w:val="uk-UA"/>
        </w:rPr>
        <w:t>и, цифри, букви, стрілки, символи, скорочення [9]. Наприклад, під час вивчення словосполучення можна створити таку опору.</w:t>
      </w:r>
    </w:p>
    <w:p w:rsidR="007F54A2" w:rsidRDefault="007F54A2" w:rsidP="00102FA3">
      <w:pPr>
        <w:jc w:val="center"/>
        <w:rPr>
          <w:b/>
          <w:sz w:val="28"/>
          <w:szCs w:val="28"/>
        </w:rPr>
      </w:pPr>
      <w:r w:rsidRPr="004B390E">
        <w:rPr>
          <w:b/>
          <w:sz w:val="28"/>
          <w:szCs w:val="28"/>
        </w:rPr>
        <w:t>Словосполучення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17"/>
        <w:gridCol w:w="2031"/>
        <w:gridCol w:w="1700"/>
        <w:gridCol w:w="3445"/>
      </w:tblGrid>
      <w:tr w:rsidR="007F54A2" w:rsidTr="00757902">
        <w:tc>
          <w:tcPr>
            <w:tcW w:w="9493" w:type="dxa"/>
            <w:gridSpan w:val="4"/>
          </w:tcPr>
          <w:p w:rsidR="007F54A2" w:rsidRPr="00AA6312" w:rsidRDefault="007F54A2" w:rsidP="00F178C9">
            <w:r w:rsidRPr="00757902">
              <w:rPr>
                <w:b/>
              </w:rPr>
              <w:t xml:space="preserve">Словосполучення – </w:t>
            </w:r>
            <w:r w:rsidRPr="00AE36A8">
              <w:t xml:space="preserve">синтаксичнаодиниця, </w:t>
            </w:r>
            <w:r w:rsidRPr="00757902">
              <w:rPr>
                <w:lang w:val="uk-UA"/>
              </w:rPr>
              <w:t>що</w:t>
            </w:r>
            <w:r w:rsidRPr="00AE36A8">
              <w:t>складається з двох</w:t>
            </w:r>
            <w:r w:rsidRPr="00757902">
              <w:rPr>
                <w:lang w:val="uk-UA"/>
              </w:rPr>
              <w:t>та</w:t>
            </w:r>
            <w:r w:rsidRPr="00AE36A8">
              <w:t>більшеповнозначнихслів і служить назвоюпредметів, дійабоїхознак</w:t>
            </w:r>
          </w:p>
        </w:tc>
      </w:tr>
      <w:tr w:rsidR="007F54A2" w:rsidTr="00757902">
        <w:tc>
          <w:tcPr>
            <w:tcW w:w="2317" w:type="dxa"/>
          </w:tcPr>
          <w:p w:rsidR="007F54A2" w:rsidRPr="00757902" w:rsidRDefault="007F54A2" w:rsidP="00102FA3">
            <w:pPr>
              <w:rPr>
                <w:b/>
                <w:i/>
              </w:rPr>
            </w:pPr>
            <w:r w:rsidRPr="00757902">
              <w:rPr>
                <w:b/>
                <w:i/>
              </w:rPr>
              <w:t>1. Роль у мовленні</w:t>
            </w:r>
          </w:p>
        </w:tc>
        <w:tc>
          <w:tcPr>
            <w:tcW w:w="3731" w:type="dxa"/>
            <w:gridSpan w:val="2"/>
          </w:tcPr>
          <w:p w:rsidR="007F54A2" w:rsidRPr="00AE36A8" w:rsidRDefault="007F54A2" w:rsidP="00102FA3">
            <w:r>
              <w:t>Називає предмет, дію, ознаку предмета абодії (точнішеніж слово)</w:t>
            </w:r>
          </w:p>
        </w:tc>
        <w:tc>
          <w:tcPr>
            <w:tcW w:w="3445" w:type="dxa"/>
          </w:tcPr>
          <w:p w:rsidR="007F54A2" w:rsidRPr="00757902" w:rsidRDefault="007F54A2" w:rsidP="00102FA3">
            <w:pPr>
              <w:rPr>
                <w:i/>
              </w:rPr>
            </w:pPr>
            <w:r>
              <w:rPr>
                <w:noProof/>
                <w:lang w:val="uk-UA" w:eastAsia="uk-UA"/>
              </w:rPr>
              <w:pict>
                <v:line id="Прямая соединительная линия 66" o:spid="_x0000_s1026" style="position:absolute;z-index:251665920;visibility:visible;mso-position-horizontal-relative:text;mso-position-vertical-relative:text" from="68pt,3.55pt" to="68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"/>
              </w:pict>
            </w:r>
            <w:r>
              <w:rPr>
                <w:noProof/>
                <w:lang w:val="uk-UA" w:eastAsia="uk-UA"/>
              </w:rPr>
              <w:pict>
                <v:line id="Прямая соединительная линия 65" o:spid="_x0000_s1027" style="position:absolute;z-index:251664896;visibility:visible;mso-position-horizontal-relative:text;mso-position-vertical-relative:text" from="23pt,3.55pt" to="23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">
                  <v:stroke endarrow="block"/>
                </v:line>
              </w:pict>
            </w:r>
            <w:r>
              <w:rPr>
                <w:noProof/>
                <w:lang w:val="uk-UA" w:eastAsia="uk-UA"/>
              </w:rPr>
              <w:pict>
                <v:line id="Прямая соединительная линия 64" o:spid="_x0000_s1028" style="position:absolute;flip:x;z-index:251663872;visibility:visible;mso-position-horizontal-relative:text;mso-position-vertical-relative:text" from="23pt,3.55pt" to="68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"/>
              </w:pict>
            </w:r>
            <w:r w:rsidRPr="00757902">
              <w:rPr>
                <w:i/>
              </w:rPr>
              <w:t xml:space="preserve">                           ×</w:t>
            </w:r>
          </w:p>
          <w:p w:rsidR="007F54A2" w:rsidRPr="00757902" w:rsidRDefault="007F54A2" w:rsidP="00102FA3">
            <w:pPr>
              <w:rPr>
                <w:i/>
              </w:rPr>
            </w:pPr>
            <w:r w:rsidRPr="00757902">
              <w:rPr>
                <w:i/>
              </w:rPr>
              <w:t>Українськаабетка</w:t>
            </w:r>
          </w:p>
        </w:tc>
      </w:tr>
      <w:tr w:rsidR="007F54A2" w:rsidTr="00757902">
        <w:tc>
          <w:tcPr>
            <w:tcW w:w="2317" w:type="dxa"/>
          </w:tcPr>
          <w:p w:rsidR="007F54A2" w:rsidRPr="00757902" w:rsidRDefault="007F54A2" w:rsidP="00102FA3">
            <w:pPr>
              <w:rPr>
                <w:b/>
                <w:i/>
              </w:rPr>
            </w:pPr>
            <w:r w:rsidRPr="00757902">
              <w:rPr>
                <w:b/>
                <w:i/>
              </w:rPr>
              <w:t xml:space="preserve">2. Будова </w:t>
            </w:r>
          </w:p>
        </w:tc>
        <w:tc>
          <w:tcPr>
            <w:tcW w:w="3731" w:type="dxa"/>
            <w:gridSpan w:val="2"/>
          </w:tcPr>
          <w:p w:rsidR="007F54A2" w:rsidRDefault="007F54A2" w:rsidP="00102FA3">
            <w:r w:rsidRPr="00AE36A8">
              <w:t>Головне слово</w:t>
            </w:r>
            <w:r>
              <w:t>залежне слово</w:t>
            </w:r>
          </w:p>
          <w:p w:rsidR="007F54A2" w:rsidRDefault="007F54A2" w:rsidP="00102FA3">
            <w:r>
              <w:rPr>
                <w:noProof/>
                <w:lang w:val="uk-UA" w:eastAsia="uk-UA"/>
              </w:rPr>
              <w:pict>
                <v:oval id="Овал 63" o:spid="_x0000_s1029" style="position:absolute;margin-left:41.55pt;margin-top:9.5pt;width:14.2pt;height:15.1pt;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">
                  <v:textbox>
                    <w:txbxContent>
                      <w:p w:rsidR="007F54A2" w:rsidRPr="006664D3" w:rsidRDefault="007F54A2" w:rsidP="004B390E">
                        <w:pPr>
                          <w:rPr>
                            <w:vertAlign w:val="superscript"/>
                          </w:rPr>
                        </w:pPr>
                        <w:r w:rsidRPr="006664D3">
                          <w:rPr>
                            <w:vertAlign w:val="superscript"/>
                          </w:rPr>
                          <w:t>×</w:t>
                        </w:r>
                      </w:p>
                    </w:txbxContent>
                  </v:textbox>
                </v:oval>
              </w:pict>
            </w:r>
            <w:r>
              <w:rPr>
                <w:noProof/>
                <w:lang w:val="uk-UA" w:eastAsia="uk-UA"/>
              </w:rPr>
              <w:pict>
                <v:oval id="Овал 61" o:spid="_x0000_s1030" style="position:absolute;margin-left:111.25pt;margin-top:9.6pt;width:14.25pt;height:15pt;z-index:251667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"/>
              </w:pict>
            </w:r>
            <w:r>
              <w:rPr>
                <w:noProof/>
                <w:lang w:val="uk-UA" w:eastAsia="uk-UA"/>
              </w:rPr>
              <w:pict>
                <v:line id="Прямая соединительная линия 62" o:spid="_x0000_s1031" style="position:absolute;z-index:251671040;visibility:visible" from="46.15pt,1.85pt" to="46.1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"/>
              </w:pict>
            </w:r>
            <w:r>
              <w:rPr>
                <w:noProof/>
                <w:lang w:val="uk-UA" w:eastAsia="uk-UA"/>
              </w:rPr>
              <w:pict>
                <v:line id="Прямая соединительная линия 60" o:spid="_x0000_s1032" style="position:absolute;z-index:251670016;visibility:visible" from="118.15pt,1.85pt" to="118.1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">
                  <v:stroke endarrow="block"/>
                </v:line>
              </w:pict>
            </w:r>
            <w:r>
              <w:rPr>
                <w:noProof/>
                <w:lang w:val="uk-UA" w:eastAsia="uk-UA"/>
              </w:rPr>
              <w:pict>
                <v:line id="Прямая соединительная линия 59" o:spid="_x0000_s1033" style="position:absolute;z-index:251668992;visibility:visible" from="46.15pt,1.85pt" to="118.1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"/>
              </w:pict>
            </w:r>
          </w:p>
          <w:p w:rsidR="007F54A2" w:rsidRPr="00AE36A8" w:rsidRDefault="007F54A2" w:rsidP="00102FA3"/>
        </w:tc>
        <w:tc>
          <w:tcPr>
            <w:tcW w:w="3445" w:type="dxa"/>
          </w:tcPr>
          <w:p w:rsidR="007F54A2" w:rsidRPr="00757902" w:rsidRDefault="007F54A2" w:rsidP="00102FA3">
            <w:pPr>
              <w:rPr>
                <w:i/>
              </w:rPr>
            </w:pPr>
            <w:r>
              <w:rPr>
                <w:noProof/>
                <w:lang w:val="uk-UA" w:eastAsia="uk-UA"/>
              </w:rPr>
              <w:pict>
                <v:line id="Прямая соединительная линия 58" o:spid="_x0000_s1034" style="position:absolute;z-index:251674112;visibility:visible;mso-position-horizontal-relative:text;mso-position-vertical-relative:text" from="30.6pt,6.65pt" to="30.6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">
                  <v:stroke endarrow="block"/>
                </v:line>
              </w:pict>
            </w:r>
            <w:r>
              <w:rPr>
                <w:noProof/>
                <w:lang w:val="uk-UA" w:eastAsia="uk-UA"/>
              </w:rPr>
              <w:pict>
                <v:line id="Прямая соединительная линия 57" o:spid="_x0000_s1035" style="position:absolute;z-index:251673088;visibility:visible;mso-position-horizontal-relative:text;mso-position-vertical-relative:text" from="75.6pt,6.65pt" to="75.6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"/>
              </w:pict>
            </w:r>
            <w:r>
              <w:rPr>
                <w:noProof/>
                <w:lang w:val="uk-UA" w:eastAsia="uk-UA"/>
              </w:rPr>
              <w:pict>
                <v:line id="Прямая соединительная линия 56" o:spid="_x0000_s1036" style="position:absolute;z-index:251672064;visibility:visible;mso-position-horizontal-relative:text;mso-position-vertical-relative:text" from="30.6pt,6.65pt" to="75.6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"/>
              </w:pict>
            </w:r>
            <w:r w:rsidRPr="00757902">
              <w:rPr>
                <w:i/>
              </w:rPr>
              <w:t xml:space="preserve">                          ×</w:t>
            </w:r>
          </w:p>
          <w:p w:rsidR="007F54A2" w:rsidRPr="00757902" w:rsidRDefault="007F54A2" w:rsidP="00102FA3">
            <w:pPr>
              <w:rPr>
                <w:i/>
              </w:rPr>
            </w:pPr>
            <w:r w:rsidRPr="00757902">
              <w:rPr>
                <w:i/>
              </w:rPr>
              <w:t>Стародавні греки</w:t>
            </w:r>
          </w:p>
        </w:tc>
      </w:tr>
      <w:tr w:rsidR="007F54A2" w:rsidTr="00757902">
        <w:tc>
          <w:tcPr>
            <w:tcW w:w="2317" w:type="dxa"/>
          </w:tcPr>
          <w:p w:rsidR="007F54A2" w:rsidRPr="00757902" w:rsidRDefault="007F54A2" w:rsidP="00102FA3">
            <w:pPr>
              <w:rPr>
                <w:b/>
                <w:i/>
              </w:rPr>
            </w:pPr>
            <w:r w:rsidRPr="00757902">
              <w:rPr>
                <w:b/>
                <w:i/>
              </w:rPr>
              <w:t>3. Зв’язокслів у словосполученні</w:t>
            </w:r>
          </w:p>
        </w:tc>
        <w:tc>
          <w:tcPr>
            <w:tcW w:w="3731" w:type="dxa"/>
            <w:gridSpan w:val="2"/>
          </w:tcPr>
          <w:p w:rsidR="007F54A2" w:rsidRDefault="007F54A2" w:rsidP="00102FA3">
            <w:r>
              <w:t xml:space="preserve">а) </w:t>
            </w:r>
            <w:r w:rsidRPr="00757902">
              <w:rPr>
                <w:b/>
                <w:i/>
              </w:rPr>
              <w:t>змістовий</w:t>
            </w:r>
          </w:p>
          <w:p w:rsidR="007F54A2" w:rsidRDefault="007F54A2" w:rsidP="00102FA3">
            <w:r>
              <w:t>(за допомогоюпитання);</w:t>
            </w:r>
          </w:p>
          <w:p w:rsidR="007F54A2" w:rsidRDefault="007F54A2" w:rsidP="00102FA3">
            <w:r>
              <w:t xml:space="preserve">б) </w:t>
            </w:r>
            <w:r w:rsidRPr="00757902">
              <w:rPr>
                <w:b/>
                <w:i/>
              </w:rPr>
              <w:t>граматичний</w:t>
            </w:r>
          </w:p>
          <w:p w:rsidR="007F54A2" w:rsidRPr="00757902" w:rsidRDefault="007F54A2" w:rsidP="00102FA3">
            <w:pPr>
              <w:rPr>
                <w:lang w:val="uk-UA"/>
              </w:rPr>
            </w:pPr>
            <w:r w:rsidRPr="00757902">
              <w:rPr>
                <w:lang w:val="uk-UA"/>
              </w:rPr>
              <w:t>(</w:t>
            </w:r>
            <w:r>
              <w:t>за допомогоюзакінчення</w:t>
            </w:r>
            <w:r w:rsidRPr="00757902">
              <w:rPr>
                <w:lang w:val="uk-UA"/>
              </w:rPr>
              <w:t xml:space="preserve">; </w:t>
            </w:r>
          </w:p>
          <w:p w:rsidR="007F54A2" w:rsidRPr="00AE36A8" w:rsidRDefault="007F54A2" w:rsidP="00102FA3">
            <w:r w:rsidRPr="00757902">
              <w:rPr>
                <w:lang w:val="uk-UA"/>
              </w:rPr>
              <w:t>з</w:t>
            </w:r>
            <w:r>
              <w:t>акінчення і прийменника</w:t>
            </w:r>
          </w:p>
        </w:tc>
        <w:tc>
          <w:tcPr>
            <w:tcW w:w="3445" w:type="dxa"/>
          </w:tcPr>
          <w:p w:rsidR="007F54A2" w:rsidRPr="00757902" w:rsidRDefault="007F54A2" w:rsidP="00102FA3">
            <w:pPr>
              <w:rPr>
                <w:i/>
              </w:rPr>
            </w:pPr>
            <w:r>
              <w:rPr>
                <w:noProof/>
                <w:lang w:val="uk-UA" w:eastAsia="uk-UA"/>
              </w:rPr>
              <w:pict>
                <v:line id="Прямая соединительная линия 55" o:spid="_x0000_s1037" style="position:absolute;z-index:251677184;visibility:visible;mso-position-horizontal-relative:text;mso-position-vertical-relative:text" from="30.6pt,4.95pt" to="30.6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"/>
              </w:pict>
            </w:r>
            <w:r>
              <w:rPr>
                <w:noProof/>
                <w:lang w:val="uk-UA" w:eastAsia="uk-UA"/>
              </w:rPr>
              <w:pict>
                <v:line id="Прямая соединительная линия 54" o:spid="_x0000_s1038" style="position:absolute;z-index:251676160;visibility:visible;mso-position-horizontal-relative:text;mso-position-vertical-relative:text" from="66.6pt,4.95pt" to="66.6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">
                  <v:stroke endarrow="block"/>
                </v:line>
              </w:pict>
            </w:r>
            <w:r>
              <w:rPr>
                <w:noProof/>
                <w:lang w:val="uk-UA" w:eastAsia="uk-UA"/>
              </w:rPr>
              <w:pict>
                <v:line id="Прямая соединительная линия 53" o:spid="_x0000_s1039" style="position:absolute;z-index:251675136;visibility:visible;mso-position-horizontal-relative:text;mso-position-vertical-relative:text" from="30.6pt,4.95pt" to="66.6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"/>
              </w:pict>
            </w:r>
            <w:r w:rsidRPr="00757902">
              <w:rPr>
                <w:b/>
              </w:rPr>
              <w:t>×</w:t>
            </w:r>
            <w:r w:rsidRPr="00757902">
              <w:rPr>
                <w:i/>
              </w:rPr>
              <w:t xml:space="preserve">   (куди?)</w:t>
            </w:r>
          </w:p>
          <w:p w:rsidR="007F54A2" w:rsidRPr="00757902" w:rsidRDefault="007F54A2" w:rsidP="00102FA3">
            <w:pPr>
              <w:rPr>
                <w:i/>
              </w:rPr>
            </w:pPr>
            <w:r w:rsidRPr="00757902">
              <w:rPr>
                <w:i/>
              </w:rPr>
              <w:t>Піднятивгору</w:t>
            </w:r>
          </w:p>
          <w:p w:rsidR="007F54A2" w:rsidRPr="00757902" w:rsidRDefault="007F54A2" w:rsidP="00102FA3">
            <w:pPr>
              <w:rPr>
                <w:i/>
              </w:rPr>
            </w:pPr>
            <w:r>
              <w:rPr>
                <w:noProof/>
                <w:lang w:val="uk-UA" w:eastAsia="uk-UA"/>
              </w:rPr>
              <w:pict>
                <v:line id="Прямая соединительная линия 52" o:spid="_x0000_s1040" style="position:absolute;z-index:251680256;visibility:visible" from="21.6pt,4.35pt" to="21.6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">
                  <v:stroke endarrow="block"/>
                </v:line>
              </w:pict>
            </w:r>
            <w:r>
              <w:rPr>
                <w:noProof/>
                <w:lang w:val="uk-UA" w:eastAsia="uk-UA"/>
              </w:rPr>
              <w:pict>
                <v:line id="Прямая соединительная линия 51" o:spid="_x0000_s1041" style="position:absolute;z-index:251679232;visibility:visible" from="57.6pt,4.35pt" to="57.6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"/>
              </w:pict>
            </w:r>
            <w:r>
              <w:rPr>
                <w:noProof/>
                <w:lang w:val="uk-UA" w:eastAsia="uk-UA"/>
              </w:rPr>
              <w:pict>
                <v:line id="Прямая соединительная линия 50" o:spid="_x0000_s1042" style="position:absolute;z-index:251678208;visibility:visible" from="21.6pt,4.35pt" to="57.6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"/>
              </w:pict>
            </w:r>
            <w:r w:rsidRPr="00757902">
              <w:rPr>
                <w:i/>
              </w:rPr>
              <w:t xml:space="preserve">                    ×</w:t>
            </w:r>
          </w:p>
          <w:p w:rsidR="007F54A2" w:rsidRPr="00757902" w:rsidRDefault="007F54A2" w:rsidP="00102FA3">
            <w:pPr>
              <w:rPr>
                <w:i/>
              </w:rPr>
            </w:pPr>
            <w:r w:rsidRPr="00757902">
              <w:rPr>
                <w:i/>
              </w:rPr>
              <w:t>Грецьк</w:t>
            </w:r>
            <w:r w:rsidRPr="00757902">
              <w:rPr>
                <w:b/>
                <w:i/>
              </w:rPr>
              <w:t>их</w:t>
            </w:r>
            <w:r w:rsidRPr="00757902">
              <w:rPr>
                <w:i/>
              </w:rPr>
              <w:t>літер</w:t>
            </w:r>
          </w:p>
          <w:p w:rsidR="007F54A2" w:rsidRPr="00757902" w:rsidRDefault="007F54A2" w:rsidP="00102FA3">
            <w:pPr>
              <w:rPr>
                <w:b/>
              </w:rPr>
            </w:pPr>
            <w:r>
              <w:rPr>
                <w:noProof/>
                <w:lang w:val="uk-UA" w:eastAsia="uk-UA"/>
              </w:rPr>
              <w:pict>
                <v:line id="Прямая соединительная линия 49" o:spid="_x0000_s1043" style="position:absolute;z-index:251683328;visibility:visible" from="57.6pt,3.75pt" to="57.6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">
                  <v:stroke endarrow="block"/>
                </v:line>
              </w:pict>
            </w:r>
            <w:r>
              <w:rPr>
                <w:noProof/>
                <w:lang w:val="uk-UA" w:eastAsia="uk-UA"/>
              </w:rPr>
              <w:pict>
                <v:line id="Прямая соединительная линия 48" o:spid="_x0000_s1044" style="position:absolute;z-index:251682304;visibility:visible" from="21.6pt,3.75pt" to="21.6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"/>
              </w:pict>
            </w:r>
            <w:r>
              <w:rPr>
                <w:noProof/>
                <w:lang w:val="uk-UA" w:eastAsia="uk-UA"/>
              </w:rPr>
              <w:pict>
                <v:line id="Прямая соединительная линия 47" o:spid="_x0000_s1045" style="position:absolute;flip:x y;z-index:251681280;visibility:visible" from="21.6pt,3.75pt" to="57.8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"/>
              </w:pict>
            </w:r>
            <w:r w:rsidRPr="00757902">
              <w:rPr>
                <w:b/>
              </w:rPr>
              <w:t>×</w:t>
            </w:r>
          </w:p>
          <w:p w:rsidR="007F54A2" w:rsidRPr="00757902" w:rsidRDefault="007F54A2" w:rsidP="00102FA3">
            <w:pPr>
              <w:rPr>
                <w:i/>
              </w:rPr>
            </w:pPr>
            <w:r w:rsidRPr="00757902">
              <w:rPr>
                <w:i/>
              </w:rPr>
              <w:t>Дійшл</w:t>
            </w:r>
            <w:r w:rsidRPr="00757902">
              <w:rPr>
                <w:b/>
                <w:i/>
              </w:rPr>
              <w:t>одо</w:t>
            </w:r>
            <w:r w:rsidRPr="00757902">
              <w:rPr>
                <w:i/>
              </w:rPr>
              <w:t xml:space="preserve"> нас</w:t>
            </w:r>
          </w:p>
        </w:tc>
      </w:tr>
      <w:tr w:rsidR="007F54A2" w:rsidTr="00757902">
        <w:tc>
          <w:tcPr>
            <w:tcW w:w="9493" w:type="dxa"/>
            <w:gridSpan w:val="4"/>
          </w:tcPr>
          <w:p w:rsidR="007F54A2" w:rsidRPr="00757902" w:rsidRDefault="007F54A2" w:rsidP="00757902">
            <w:pPr>
              <w:jc w:val="center"/>
              <w:rPr>
                <w:b/>
                <w:i/>
              </w:rPr>
            </w:pPr>
            <w:r w:rsidRPr="00757902">
              <w:rPr>
                <w:b/>
                <w:i/>
              </w:rPr>
              <w:t>Словосполучення за будовоюбувають</w:t>
            </w:r>
          </w:p>
        </w:tc>
      </w:tr>
      <w:tr w:rsidR="007F54A2" w:rsidTr="00757902">
        <w:tc>
          <w:tcPr>
            <w:tcW w:w="4348" w:type="dxa"/>
            <w:gridSpan w:val="2"/>
          </w:tcPr>
          <w:p w:rsidR="007F54A2" w:rsidRPr="00757902" w:rsidRDefault="007F54A2" w:rsidP="00102FA3">
            <w:pPr>
              <w:rPr>
                <w:i/>
              </w:rPr>
            </w:pPr>
            <w:r w:rsidRPr="00757902">
              <w:rPr>
                <w:b/>
                <w:i/>
              </w:rPr>
              <w:t xml:space="preserve">Прості: </w:t>
            </w:r>
            <w:r w:rsidRPr="00757902">
              <w:rPr>
                <w:i/>
                <w:lang w:val="uk-UA"/>
              </w:rPr>
              <w:t>слов’янське письмо</w:t>
            </w:r>
            <w:r w:rsidRPr="00757902">
              <w:rPr>
                <w:i/>
              </w:rPr>
              <w:t>;</w:t>
            </w:r>
          </w:p>
          <w:p w:rsidR="007F54A2" w:rsidRPr="00D96B61" w:rsidRDefault="007F54A2" w:rsidP="00102FA3">
            <w:r w:rsidRPr="00757902">
              <w:rPr>
                <w:i/>
              </w:rPr>
              <w:t>зроблена за зразком</w:t>
            </w:r>
          </w:p>
        </w:tc>
        <w:tc>
          <w:tcPr>
            <w:tcW w:w="5145" w:type="dxa"/>
            <w:gridSpan w:val="2"/>
          </w:tcPr>
          <w:p w:rsidR="007F54A2" w:rsidRPr="00757902" w:rsidRDefault="007F54A2" w:rsidP="00102FA3">
            <w:pPr>
              <w:rPr>
                <w:i/>
              </w:rPr>
            </w:pPr>
            <w:r w:rsidRPr="00757902">
              <w:rPr>
                <w:b/>
                <w:i/>
              </w:rPr>
              <w:t xml:space="preserve">Складні: </w:t>
            </w:r>
            <w:r w:rsidRPr="00757902">
              <w:rPr>
                <w:i/>
              </w:rPr>
              <w:t xml:space="preserve">наше слов’янське письмо, </w:t>
            </w:r>
          </w:p>
          <w:p w:rsidR="007F54A2" w:rsidRPr="00757902" w:rsidRDefault="007F54A2" w:rsidP="00102FA3">
            <w:pPr>
              <w:rPr>
                <w:b/>
                <w:i/>
              </w:rPr>
            </w:pPr>
            <w:r w:rsidRPr="00757902">
              <w:rPr>
                <w:i/>
              </w:rPr>
              <w:t>булазроблена за зразкомгрецької</w:t>
            </w:r>
          </w:p>
        </w:tc>
      </w:tr>
      <w:tr w:rsidR="007F54A2" w:rsidTr="00757902">
        <w:tc>
          <w:tcPr>
            <w:tcW w:w="9493" w:type="dxa"/>
            <w:gridSpan w:val="4"/>
          </w:tcPr>
          <w:p w:rsidR="007F54A2" w:rsidRPr="00757902" w:rsidRDefault="007F54A2" w:rsidP="00757902">
            <w:pPr>
              <w:jc w:val="center"/>
              <w:rPr>
                <w:b/>
                <w:i/>
              </w:rPr>
            </w:pPr>
            <w:r w:rsidRPr="00757902">
              <w:rPr>
                <w:b/>
                <w:i/>
              </w:rPr>
              <w:t>Видисловосполучень</w:t>
            </w:r>
          </w:p>
        </w:tc>
      </w:tr>
      <w:tr w:rsidR="007F54A2" w:rsidTr="00757902">
        <w:tc>
          <w:tcPr>
            <w:tcW w:w="4348" w:type="dxa"/>
            <w:gridSpan w:val="2"/>
          </w:tcPr>
          <w:p w:rsidR="007F54A2" w:rsidRPr="00757902" w:rsidRDefault="007F54A2" w:rsidP="00102FA3">
            <w:pPr>
              <w:rPr>
                <w:b/>
                <w:i/>
              </w:rPr>
            </w:pPr>
            <w:r w:rsidRPr="00757902">
              <w:rPr>
                <w:b/>
                <w:i/>
              </w:rPr>
              <w:t xml:space="preserve">Лексичні: </w:t>
            </w:r>
            <w:r w:rsidRPr="00757902">
              <w:rPr>
                <w:i/>
              </w:rPr>
              <w:t>за тридцятьстоліть до нас; літериабетки, розробити азбуку</w:t>
            </w:r>
          </w:p>
          <w:p w:rsidR="007F54A2" w:rsidRPr="00757902" w:rsidRDefault="007F54A2" w:rsidP="00102FA3">
            <w:pPr>
              <w:rPr>
                <w:b/>
                <w:i/>
              </w:rPr>
            </w:pPr>
            <w:r w:rsidRPr="00757902">
              <w:rPr>
                <w:lang w:val="uk-UA"/>
              </w:rPr>
              <w:t>(</w:t>
            </w:r>
            <w:r>
              <w:t>кожне слово розглядаєтьсяокремо (вступає членом речення)</w:t>
            </w:r>
            <w:r w:rsidRPr="00757902">
              <w:rPr>
                <w:lang w:val="uk-UA"/>
              </w:rPr>
              <w:t>)</w:t>
            </w:r>
          </w:p>
        </w:tc>
        <w:tc>
          <w:tcPr>
            <w:tcW w:w="5145" w:type="dxa"/>
            <w:gridSpan w:val="2"/>
          </w:tcPr>
          <w:p w:rsidR="007F54A2" w:rsidRPr="00757902" w:rsidRDefault="007F54A2" w:rsidP="00102FA3">
            <w:pPr>
              <w:rPr>
                <w:i/>
              </w:rPr>
            </w:pPr>
            <w:r w:rsidRPr="00757902">
              <w:rPr>
                <w:b/>
                <w:i/>
              </w:rPr>
              <w:t xml:space="preserve">Фразеологічні: </w:t>
            </w:r>
            <w:r w:rsidRPr="00757902">
              <w:rPr>
                <w:i/>
              </w:rPr>
              <w:t>битибайдики (лінуватися), дати драла (тікати)</w:t>
            </w:r>
          </w:p>
          <w:p w:rsidR="007F54A2" w:rsidRPr="00757902" w:rsidRDefault="007F54A2" w:rsidP="00102FA3">
            <w:pPr>
              <w:rPr>
                <w:lang w:val="uk-UA"/>
              </w:rPr>
            </w:pPr>
            <w:r w:rsidRPr="00757902">
              <w:rPr>
                <w:lang w:val="uk-UA"/>
              </w:rPr>
              <w:t>(</w:t>
            </w:r>
            <w:r>
              <w:t>словосполученнявиступа</w:t>
            </w:r>
            <w:r w:rsidRPr="00757902">
              <w:rPr>
                <w:lang w:val="uk-UA"/>
              </w:rPr>
              <w:t>є</w:t>
            </w:r>
            <w:r>
              <w:t xml:space="preserve"> одним членом речення</w:t>
            </w:r>
            <w:r w:rsidRPr="00757902">
              <w:rPr>
                <w:lang w:val="uk-UA"/>
              </w:rPr>
              <w:t>;</w:t>
            </w:r>
            <w:r>
              <w:t>мо</w:t>
            </w:r>
            <w:r w:rsidRPr="00757902">
              <w:rPr>
                <w:lang w:val="uk-UA"/>
              </w:rPr>
              <w:t>ж</w:t>
            </w:r>
            <w:r>
              <w:t>на замінити одним словом</w:t>
            </w:r>
            <w:r w:rsidRPr="00757902">
              <w:rPr>
                <w:lang w:val="uk-UA"/>
              </w:rPr>
              <w:t>)</w:t>
            </w:r>
          </w:p>
        </w:tc>
      </w:tr>
      <w:tr w:rsidR="007F54A2" w:rsidTr="00757902">
        <w:tc>
          <w:tcPr>
            <w:tcW w:w="9493" w:type="dxa"/>
            <w:gridSpan w:val="4"/>
          </w:tcPr>
          <w:p w:rsidR="007F54A2" w:rsidRPr="00757902" w:rsidRDefault="007F54A2" w:rsidP="00757902">
            <w:pPr>
              <w:jc w:val="center"/>
              <w:rPr>
                <w:b/>
                <w:i/>
              </w:rPr>
            </w:pPr>
            <w:r w:rsidRPr="00757902">
              <w:rPr>
                <w:b/>
                <w:i/>
              </w:rPr>
              <w:t>Не є словосполученням</w:t>
            </w:r>
          </w:p>
        </w:tc>
      </w:tr>
      <w:tr w:rsidR="007F54A2" w:rsidTr="00757902">
        <w:tc>
          <w:tcPr>
            <w:tcW w:w="2317" w:type="dxa"/>
          </w:tcPr>
          <w:p w:rsidR="007F54A2" w:rsidRPr="00757902" w:rsidRDefault="007F54A2" w:rsidP="00102FA3">
            <w:pPr>
              <w:rPr>
                <w:b/>
                <w:i/>
                <w:lang w:val="uk-UA"/>
              </w:rPr>
            </w:pPr>
            <w:r w:rsidRPr="00757902">
              <w:rPr>
                <w:b/>
                <w:i/>
              </w:rPr>
              <w:t>Іменники з прийменниками</w:t>
            </w:r>
            <w:r w:rsidRPr="00757902">
              <w:rPr>
                <w:b/>
                <w:i/>
                <w:lang w:val="uk-UA"/>
              </w:rPr>
              <w:t>:</w:t>
            </w:r>
          </w:p>
          <w:p w:rsidR="007F54A2" w:rsidRPr="00D54C50" w:rsidRDefault="007F54A2" w:rsidP="00F178C9">
            <w:r w:rsidRPr="00757902">
              <w:rPr>
                <w:i/>
              </w:rPr>
              <w:t>за зразком</w:t>
            </w:r>
          </w:p>
        </w:tc>
        <w:tc>
          <w:tcPr>
            <w:tcW w:w="3731" w:type="dxa"/>
            <w:gridSpan w:val="2"/>
          </w:tcPr>
          <w:p w:rsidR="007F54A2" w:rsidRDefault="007F54A2" w:rsidP="00F178C9">
            <w:r w:rsidRPr="00757902">
              <w:rPr>
                <w:b/>
                <w:i/>
              </w:rPr>
              <w:t>Слова з’єднанісуряднимзв’язком</w:t>
            </w:r>
            <w:r w:rsidRPr="00757902">
              <w:rPr>
                <w:lang w:val="uk-UA"/>
              </w:rPr>
              <w:t>:</w:t>
            </w:r>
          </w:p>
          <w:p w:rsidR="007F54A2" w:rsidRPr="00AE36A8" w:rsidRDefault="007F54A2" w:rsidP="00F178C9">
            <w:r w:rsidRPr="00757902">
              <w:rPr>
                <w:i/>
                <w:lang w:val="uk-UA"/>
              </w:rPr>
              <w:t>знайш</w:t>
            </w:r>
            <w:r w:rsidRPr="00757902">
              <w:rPr>
                <w:i/>
              </w:rPr>
              <w:t xml:space="preserve">ли й </w:t>
            </w:r>
            <w:r w:rsidRPr="00757902">
              <w:rPr>
                <w:i/>
                <w:lang w:val="uk-UA"/>
              </w:rPr>
              <w:t>використали</w:t>
            </w:r>
          </w:p>
        </w:tc>
        <w:tc>
          <w:tcPr>
            <w:tcW w:w="3445" w:type="dxa"/>
          </w:tcPr>
          <w:p w:rsidR="007F54A2" w:rsidRPr="00757902" w:rsidRDefault="007F54A2" w:rsidP="00F178C9">
            <w:pPr>
              <w:rPr>
                <w:i/>
              </w:rPr>
            </w:pPr>
            <w:r w:rsidRPr="00757902">
              <w:rPr>
                <w:b/>
                <w:i/>
              </w:rPr>
              <w:t>Граматична основа</w:t>
            </w:r>
            <w:r w:rsidRPr="00757902">
              <w:rPr>
                <w:b/>
                <w:i/>
                <w:lang w:val="uk-UA"/>
              </w:rPr>
              <w:t xml:space="preserve"> речення</w:t>
            </w:r>
            <w:r w:rsidRPr="00757902">
              <w:rPr>
                <w:i/>
                <w:lang w:val="uk-UA"/>
              </w:rPr>
              <w:t>:</w:t>
            </w:r>
          </w:p>
          <w:p w:rsidR="007F54A2" w:rsidRPr="00757902" w:rsidRDefault="007F54A2" w:rsidP="00F178C9">
            <w:pPr>
              <w:rPr>
                <w:i/>
              </w:rPr>
            </w:pPr>
            <w:r w:rsidRPr="00757902">
              <w:rPr>
                <w:i/>
              </w:rPr>
              <w:t>вона прийшла</w:t>
            </w:r>
          </w:p>
        </w:tc>
      </w:tr>
    </w:tbl>
    <w:p w:rsidR="007F54A2" w:rsidRDefault="007F54A2" w:rsidP="003F1BB1">
      <w:pPr>
        <w:spacing w:line="360" w:lineRule="auto"/>
        <w:ind w:firstLine="680"/>
        <w:jc w:val="both"/>
        <w:rPr>
          <w:sz w:val="28"/>
          <w:szCs w:val="28"/>
          <w:lang w:val="uk-UA"/>
        </w:rPr>
      </w:pPr>
      <w:r>
        <w:rPr>
          <w:sz w:val="28"/>
          <w:szCs w:val="28"/>
          <w:lang w:val="uk-UA"/>
        </w:rPr>
        <w:t>Поступове уведення таблиці-опорина уроках мови має свої переваги: сприяє поетапному формуванню знань, акцентує увагу школярів на основному матеріалі. Такий шлях учитель обирає тоді, коли метою навчання передбачено самостійне дослідження учнями мовних явищ, що є важливим стимулом активної розумової діяльності. Об’єктом самостійного вивчення на уроці можуть стати «картки, малюнки, схеми, діаграми, факти живої мови (слова, речення). Майстерність педагога, на думку Н.Сороко, полягає в тому, щоб подати нову інформацію учням не у готовому вигляді, а як завдання для розумової праці» [8, с.593]. До сприйняття зорових опор учнів потрібно готувати у процесі актуалізації знань, проведення попередньої бесіди за темою уроку, розв’язання граматичних завдань. Наприклад, під час вивчення теми «Речення. Граматична основа речення» учитель актуалізує знання учнів про речення, залучає школярів до аналізуузагальнювальної таблиці.</w:t>
      </w:r>
    </w:p>
    <w:p w:rsidR="007F54A2" w:rsidRPr="004B390E" w:rsidRDefault="007F54A2" w:rsidP="00102FA3">
      <w:pPr>
        <w:spacing w:line="360" w:lineRule="auto"/>
        <w:ind w:firstLine="539"/>
        <w:jc w:val="center"/>
        <w:rPr>
          <w:b/>
          <w:sz w:val="28"/>
          <w:szCs w:val="28"/>
          <w:lang w:val="uk-UA"/>
        </w:rPr>
      </w:pPr>
      <w:r w:rsidRPr="004B390E">
        <w:rPr>
          <w:b/>
          <w:sz w:val="28"/>
          <w:szCs w:val="28"/>
          <w:lang w:val="uk-UA"/>
        </w:rPr>
        <w:t>Речення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7122"/>
      </w:tblGrid>
      <w:tr w:rsidR="007F54A2" w:rsidTr="00757902">
        <w:tc>
          <w:tcPr>
            <w:tcW w:w="2448" w:type="dxa"/>
          </w:tcPr>
          <w:p w:rsidR="007F54A2" w:rsidRPr="00757902" w:rsidRDefault="007F54A2" w:rsidP="00757902">
            <w:pPr>
              <w:tabs>
                <w:tab w:val="left" w:pos="0"/>
              </w:tabs>
              <w:jc w:val="both"/>
              <w:rPr>
                <w:b/>
                <w:i/>
                <w:sz w:val="26"/>
                <w:szCs w:val="26"/>
                <w:lang w:val="uk-UA"/>
              </w:rPr>
            </w:pPr>
            <w:r w:rsidRPr="00757902">
              <w:rPr>
                <w:b/>
                <w:i/>
                <w:sz w:val="26"/>
                <w:szCs w:val="26"/>
                <w:lang w:val="uk-UA"/>
              </w:rPr>
              <w:t xml:space="preserve">Речення </w:t>
            </w:r>
          </w:p>
        </w:tc>
        <w:tc>
          <w:tcPr>
            <w:tcW w:w="7122" w:type="dxa"/>
          </w:tcPr>
          <w:p w:rsidR="007F54A2" w:rsidRPr="00757902" w:rsidRDefault="007F54A2" w:rsidP="00757902">
            <w:pPr>
              <w:tabs>
                <w:tab w:val="left" w:pos="0"/>
              </w:tabs>
              <w:jc w:val="both"/>
              <w:rPr>
                <w:lang w:val="uk-UA"/>
              </w:rPr>
            </w:pPr>
            <w:r w:rsidRPr="00757902">
              <w:rPr>
                <w:lang w:val="uk-UA"/>
              </w:rPr>
              <w:t>Виражає закінчену думку</w:t>
            </w:r>
          </w:p>
        </w:tc>
      </w:tr>
      <w:tr w:rsidR="007F54A2" w:rsidTr="00757902">
        <w:tc>
          <w:tcPr>
            <w:tcW w:w="2448" w:type="dxa"/>
          </w:tcPr>
          <w:p w:rsidR="007F54A2" w:rsidRPr="00757902" w:rsidRDefault="007F54A2" w:rsidP="00757902">
            <w:pPr>
              <w:tabs>
                <w:tab w:val="left" w:pos="0"/>
              </w:tabs>
              <w:jc w:val="both"/>
              <w:rPr>
                <w:b/>
                <w:i/>
                <w:sz w:val="26"/>
                <w:szCs w:val="26"/>
                <w:lang w:val="uk-UA"/>
              </w:rPr>
            </w:pPr>
            <w:r w:rsidRPr="00757902">
              <w:rPr>
                <w:b/>
                <w:i/>
                <w:sz w:val="26"/>
                <w:szCs w:val="26"/>
                <w:lang w:val="uk-UA"/>
              </w:rPr>
              <w:t>Будова речення</w:t>
            </w:r>
          </w:p>
        </w:tc>
        <w:tc>
          <w:tcPr>
            <w:tcW w:w="7122" w:type="dxa"/>
          </w:tcPr>
          <w:p w:rsidR="007F54A2" w:rsidRPr="00757902" w:rsidRDefault="007F54A2" w:rsidP="00757902">
            <w:pPr>
              <w:tabs>
                <w:tab w:val="left" w:pos="0"/>
              </w:tabs>
              <w:jc w:val="both"/>
              <w:rPr>
                <w:lang w:val="uk-UA"/>
              </w:rPr>
            </w:pPr>
            <w:r w:rsidRPr="00757902">
              <w:rPr>
                <w:b/>
                <w:i/>
                <w:lang w:val="uk-UA"/>
              </w:rPr>
              <w:t>За наявність головних членів розрізняємо</w:t>
            </w:r>
            <w:r w:rsidRPr="00757902">
              <w:rPr>
                <w:lang w:val="uk-UA"/>
              </w:rPr>
              <w:t>:</w:t>
            </w:r>
          </w:p>
          <w:p w:rsidR="007F54A2" w:rsidRPr="00757902" w:rsidRDefault="007F54A2" w:rsidP="00757902">
            <w:pPr>
              <w:numPr>
                <w:ilvl w:val="0"/>
                <w:numId w:val="5"/>
              </w:numPr>
              <w:tabs>
                <w:tab w:val="left" w:pos="0"/>
                <w:tab w:val="num" w:pos="432"/>
              </w:tabs>
              <w:ind w:left="0"/>
              <w:jc w:val="both"/>
              <w:rPr>
                <w:lang w:val="uk-UA"/>
              </w:rPr>
            </w:pPr>
            <w:r w:rsidRPr="00757902">
              <w:rPr>
                <w:lang w:val="uk-UA"/>
              </w:rPr>
              <w:t xml:space="preserve">речення з двома головними членами – </w:t>
            </w:r>
            <w:r w:rsidRPr="00757902">
              <w:rPr>
                <w:i/>
                <w:lang w:val="uk-UA"/>
              </w:rPr>
              <w:t>підметом і присудком</w:t>
            </w:r>
            <w:r w:rsidRPr="00757902">
              <w:rPr>
                <w:lang w:val="uk-UA"/>
              </w:rPr>
              <w:t>;</w:t>
            </w:r>
          </w:p>
          <w:p w:rsidR="007F54A2" w:rsidRPr="00757902" w:rsidRDefault="007F54A2" w:rsidP="00757902">
            <w:pPr>
              <w:numPr>
                <w:ilvl w:val="0"/>
                <w:numId w:val="5"/>
              </w:numPr>
              <w:tabs>
                <w:tab w:val="left" w:pos="0"/>
                <w:tab w:val="num" w:pos="432"/>
              </w:tabs>
              <w:ind w:left="0"/>
              <w:jc w:val="both"/>
              <w:rPr>
                <w:lang w:val="uk-UA"/>
              </w:rPr>
            </w:pPr>
            <w:r w:rsidRPr="00757902">
              <w:rPr>
                <w:lang w:val="uk-UA"/>
              </w:rPr>
              <w:t xml:space="preserve">речення з одним головним членом – </w:t>
            </w:r>
            <w:r w:rsidRPr="00757902">
              <w:rPr>
                <w:i/>
                <w:lang w:val="uk-UA"/>
              </w:rPr>
              <w:t>або підметом, або присудком</w:t>
            </w:r>
          </w:p>
        </w:tc>
      </w:tr>
      <w:tr w:rsidR="007F54A2" w:rsidTr="00757902">
        <w:tc>
          <w:tcPr>
            <w:tcW w:w="2448" w:type="dxa"/>
          </w:tcPr>
          <w:p w:rsidR="007F54A2" w:rsidRPr="00757902" w:rsidRDefault="007F54A2" w:rsidP="00757902">
            <w:pPr>
              <w:tabs>
                <w:tab w:val="left" w:pos="0"/>
              </w:tabs>
              <w:jc w:val="both"/>
              <w:rPr>
                <w:b/>
                <w:i/>
                <w:sz w:val="26"/>
                <w:szCs w:val="26"/>
                <w:lang w:val="uk-UA"/>
              </w:rPr>
            </w:pPr>
            <w:r w:rsidRPr="00757902">
              <w:rPr>
                <w:b/>
                <w:i/>
                <w:sz w:val="26"/>
                <w:szCs w:val="26"/>
                <w:lang w:val="uk-UA"/>
              </w:rPr>
              <w:t>Види за метою висловлювання</w:t>
            </w:r>
          </w:p>
        </w:tc>
        <w:tc>
          <w:tcPr>
            <w:tcW w:w="7122" w:type="dxa"/>
          </w:tcPr>
          <w:p w:rsidR="007F54A2" w:rsidRPr="00757902" w:rsidRDefault="007F54A2" w:rsidP="00757902">
            <w:pPr>
              <w:numPr>
                <w:ilvl w:val="0"/>
                <w:numId w:val="6"/>
              </w:numPr>
              <w:tabs>
                <w:tab w:val="left" w:pos="0"/>
                <w:tab w:val="num" w:pos="432"/>
              </w:tabs>
              <w:ind w:left="0" w:hanging="181"/>
              <w:jc w:val="both"/>
              <w:rPr>
                <w:lang w:val="uk-UA"/>
              </w:rPr>
            </w:pPr>
            <w:r w:rsidRPr="00757902">
              <w:rPr>
                <w:lang w:val="uk-UA"/>
              </w:rPr>
              <w:t>розповідні (повідомлення). У кінці речення ставимо крапку;</w:t>
            </w:r>
          </w:p>
          <w:p w:rsidR="007F54A2" w:rsidRPr="00757902" w:rsidRDefault="007F54A2" w:rsidP="00757902">
            <w:pPr>
              <w:numPr>
                <w:ilvl w:val="0"/>
                <w:numId w:val="6"/>
              </w:numPr>
              <w:tabs>
                <w:tab w:val="left" w:pos="0"/>
                <w:tab w:val="num" w:pos="432"/>
              </w:tabs>
              <w:ind w:left="0" w:hanging="181"/>
              <w:jc w:val="both"/>
              <w:rPr>
                <w:lang w:val="uk-UA"/>
              </w:rPr>
            </w:pPr>
            <w:r w:rsidRPr="00757902">
              <w:rPr>
                <w:lang w:val="uk-UA"/>
              </w:rPr>
              <w:t>питальні (запитання). У кінці речення ставимо знак питання;</w:t>
            </w:r>
          </w:p>
          <w:p w:rsidR="007F54A2" w:rsidRPr="00757902" w:rsidRDefault="007F54A2" w:rsidP="00757902">
            <w:pPr>
              <w:numPr>
                <w:ilvl w:val="0"/>
                <w:numId w:val="6"/>
              </w:numPr>
              <w:tabs>
                <w:tab w:val="left" w:pos="0"/>
                <w:tab w:val="num" w:pos="432"/>
              </w:tabs>
              <w:ind w:left="0" w:hanging="181"/>
              <w:jc w:val="both"/>
              <w:rPr>
                <w:lang w:val="uk-UA"/>
              </w:rPr>
            </w:pPr>
            <w:r w:rsidRPr="00757902">
              <w:rPr>
                <w:lang w:val="uk-UA"/>
              </w:rPr>
              <w:t>спонукальні (спонукання до дії). У кінці речення ставимо крапку.</w:t>
            </w:r>
          </w:p>
        </w:tc>
      </w:tr>
      <w:tr w:rsidR="007F54A2" w:rsidTr="00757902">
        <w:tc>
          <w:tcPr>
            <w:tcW w:w="2448" w:type="dxa"/>
          </w:tcPr>
          <w:p w:rsidR="007F54A2" w:rsidRPr="00757902" w:rsidRDefault="007F54A2" w:rsidP="00757902">
            <w:pPr>
              <w:tabs>
                <w:tab w:val="left" w:pos="0"/>
              </w:tabs>
              <w:rPr>
                <w:b/>
                <w:i/>
                <w:sz w:val="26"/>
                <w:szCs w:val="26"/>
                <w:lang w:val="uk-UA"/>
              </w:rPr>
            </w:pPr>
            <w:r w:rsidRPr="00757902">
              <w:rPr>
                <w:b/>
                <w:i/>
                <w:sz w:val="26"/>
                <w:szCs w:val="26"/>
                <w:lang w:val="uk-UA"/>
              </w:rPr>
              <w:t>Види за емоційним забарвленням</w:t>
            </w:r>
          </w:p>
        </w:tc>
        <w:tc>
          <w:tcPr>
            <w:tcW w:w="7122" w:type="dxa"/>
          </w:tcPr>
          <w:p w:rsidR="007F54A2" w:rsidRPr="00757902" w:rsidRDefault="007F54A2" w:rsidP="00757902">
            <w:pPr>
              <w:numPr>
                <w:ilvl w:val="0"/>
                <w:numId w:val="7"/>
              </w:numPr>
              <w:tabs>
                <w:tab w:val="left" w:pos="0"/>
                <w:tab w:val="num" w:pos="432"/>
              </w:tabs>
              <w:ind w:left="0" w:hanging="252"/>
              <w:jc w:val="both"/>
              <w:rPr>
                <w:lang w:val="uk-UA"/>
              </w:rPr>
            </w:pPr>
            <w:r w:rsidRPr="00757902">
              <w:rPr>
                <w:lang w:val="uk-UA"/>
              </w:rPr>
              <w:t>окличні. У кінці речення ставимо знак оклику;</w:t>
            </w:r>
          </w:p>
          <w:p w:rsidR="007F54A2" w:rsidRPr="00757902" w:rsidRDefault="007F54A2" w:rsidP="00757902">
            <w:pPr>
              <w:numPr>
                <w:ilvl w:val="0"/>
                <w:numId w:val="7"/>
              </w:numPr>
              <w:tabs>
                <w:tab w:val="left" w:pos="0"/>
                <w:tab w:val="num" w:pos="432"/>
              </w:tabs>
              <w:ind w:left="0" w:hanging="252"/>
              <w:jc w:val="both"/>
              <w:rPr>
                <w:sz w:val="28"/>
                <w:szCs w:val="28"/>
                <w:lang w:val="uk-UA"/>
              </w:rPr>
            </w:pPr>
            <w:r w:rsidRPr="00757902">
              <w:rPr>
                <w:lang w:val="uk-UA"/>
              </w:rPr>
              <w:t>неокличні. У кінці речення ставимо крапку чи знак питання.</w:t>
            </w:r>
          </w:p>
        </w:tc>
      </w:tr>
    </w:tbl>
    <w:p w:rsidR="007F54A2" w:rsidRDefault="007F54A2" w:rsidP="00102FA3">
      <w:pPr>
        <w:spacing w:line="360" w:lineRule="auto"/>
        <w:ind w:firstLine="540"/>
        <w:jc w:val="both"/>
        <w:rPr>
          <w:sz w:val="28"/>
          <w:szCs w:val="28"/>
          <w:lang w:val="uk-UA"/>
        </w:rPr>
      </w:pPr>
      <w:r>
        <w:rPr>
          <w:sz w:val="28"/>
          <w:szCs w:val="28"/>
          <w:lang w:val="uk-UA"/>
        </w:rPr>
        <w:t>Після аналізу теоретичного матеріалу учитель пропонує учням доповнити таблицю новою інформацією, звертаючи увагу їх на те, що граматична основа речення може містити як один підмет і присудок, так і декілька. У результаті такої роботи створюється новий блок таблиці про речення – «Граматична основа речення» (Див. далі).</w:t>
      </w:r>
    </w:p>
    <w:p w:rsidR="007F54A2" w:rsidRDefault="007F54A2" w:rsidP="003F1BB1">
      <w:pPr>
        <w:spacing w:line="360" w:lineRule="auto"/>
        <w:ind w:firstLine="540"/>
        <w:jc w:val="both"/>
        <w:rPr>
          <w:sz w:val="28"/>
          <w:szCs w:val="28"/>
          <w:lang w:val="uk-UA"/>
        </w:rPr>
      </w:pPr>
      <w:r>
        <w:rPr>
          <w:sz w:val="28"/>
          <w:szCs w:val="28"/>
          <w:lang w:val="uk-UA"/>
        </w:rPr>
        <w:t>Таблиці такого типу можуть бути створені на самому уроці вчителем й учнями на дошці, а потім перенесені до опорного конспекту.</w:t>
      </w:r>
    </w:p>
    <w:p w:rsidR="007F54A2" w:rsidRDefault="007F54A2" w:rsidP="003F1BB1">
      <w:pPr>
        <w:spacing w:line="360" w:lineRule="auto"/>
        <w:ind w:firstLine="680"/>
        <w:jc w:val="both"/>
        <w:rPr>
          <w:sz w:val="28"/>
          <w:szCs w:val="28"/>
          <w:lang w:val="uk-UA"/>
        </w:rPr>
      </w:pPr>
      <w:r>
        <w:rPr>
          <w:sz w:val="28"/>
          <w:szCs w:val="28"/>
          <w:lang w:val="uk-UA"/>
        </w:rPr>
        <w:t xml:space="preserve">Після складання й аналізу таблиці-опори вчитель організовує повторення й закріплення основних поняття теми (можна запропонувати учням зафарбувати частини конспекту різними кольорами але так, щоб це не відволікало від основного наповнення схеми), зосереджуючи увагу на головному і найскладнішому матеріалі. </w:t>
      </w:r>
    </w:p>
    <w:p w:rsidR="007F54A2" w:rsidRPr="007C42F1" w:rsidRDefault="007F54A2" w:rsidP="00102FA3">
      <w:pPr>
        <w:tabs>
          <w:tab w:val="left" w:pos="0"/>
        </w:tabs>
        <w:jc w:val="center"/>
        <w:rPr>
          <w:b/>
          <w:sz w:val="28"/>
          <w:szCs w:val="28"/>
          <w:lang w:val="uk-UA"/>
        </w:rPr>
      </w:pPr>
      <w:r w:rsidRPr="007C42F1">
        <w:rPr>
          <w:b/>
          <w:sz w:val="28"/>
          <w:szCs w:val="28"/>
          <w:lang w:val="uk-UA"/>
        </w:rPr>
        <w:t>Граматична основа речення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8"/>
        <w:gridCol w:w="7662"/>
      </w:tblGrid>
      <w:tr w:rsidR="007F54A2" w:rsidRPr="007C42F1" w:rsidTr="00757902">
        <w:tc>
          <w:tcPr>
            <w:tcW w:w="1908" w:type="dxa"/>
          </w:tcPr>
          <w:p w:rsidR="007F54A2" w:rsidRPr="00757902" w:rsidRDefault="007F54A2" w:rsidP="00757902">
            <w:pPr>
              <w:tabs>
                <w:tab w:val="left" w:pos="0"/>
              </w:tabs>
              <w:jc w:val="both"/>
              <w:rPr>
                <w:b/>
                <w:i/>
                <w:lang w:val="uk-UA"/>
              </w:rPr>
            </w:pPr>
            <w:r w:rsidRPr="00757902">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4" o:spid="_x0000_i1025" type="#_x0000_t75" style="width:2.25pt;height:2.25pt;visibility:visible">
                  <v:imagedata r:id="rId5" o:title=""/>
                </v:shape>
              </w:pict>
            </w:r>
            <w:r w:rsidRPr="00757902">
              <w:rPr>
                <w:b/>
                <w:i/>
                <w:lang w:val="uk-UA"/>
              </w:rPr>
              <w:t>Граматична основа речення</w:t>
            </w:r>
          </w:p>
        </w:tc>
        <w:tc>
          <w:tcPr>
            <w:tcW w:w="7662" w:type="dxa"/>
          </w:tcPr>
          <w:p w:rsidR="007F54A2" w:rsidRPr="00757902" w:rsidRDefault="007F54A2" w:rsidP="00757902">
            <w:pPr>
              <w:tabs>
                <w:tab w:val="left" w:pos="0"/>
              </w:tabs>
              <w:ind w:firstLine="252"/>
              <w:jc w:val="both"/>
              <w:rPr>
                <w:lang w:val="uk-UA"/>
              </w:rPr>
            </w:pPr>
            <w:r w:rsidRPr="00757902">
              <w:rPr>
                <w:lang w:val="uk-UA"/>
              </w:rPr>
              <w:t xml:space="preserve">Речення є засобом вираження думки. Найважливішу роль у вираженні думки відіграє </w:t>
            </w:r>
            <w:r w:rsidRPr="00757902">
              <w:rPr>
                <w:b/>
                <w:i/>
                <w:lang w:val="uk-UA"/>
              </w:rPr>
              <w:t>граматична основа речення</w:t>
            </w:r>
            <w:r w:rsidRPr="00757902">
              <w:rPr>
                <w:lang w:val="uk-UA"/>
              </w:rPr>
              <w:t xml:space="preserve">, яка складається з </w:t>
            </w:r>
            <w:r w:rsidRPr="00757902">
              <w:rPr>
                <w:b/>
                <w:i/>
                <w:lang w:val="uk-UA"/>
              </w:rPr>
              <w:t xml:space="preserve">підмета </w:t>
            </w:r>
            <w:r w:rsidRPr="00757902">
              <w:rPr>
                <w:lang w:val="uk-UA"/>
              </w:rPr>
              <w:t xml:space="preserve">й </w:t>
            </w:r>
            <w:r w:rsidRPr="00757902">
              <w:rPr>
                <w:b/>
                <w:i/>
                <w:lang w:val="uk-UA"/>
              </w:rPr>
              <w:t>присудка.</w:t>
            </w:r>
          </w:p>
          <w:p w:rsidR="007F54A2" w:rsidRPr="00757902" w:rsidRDefault="007F54A2" w:rsidP="00757902">
            <w:pPr>
              <w:tabs>
                <w:tab w:val="left" w:pos="0"/>
              </w:tabs>
              <w:ind w:firstLine="252"/>
              <w:jc w:val="both"/>
              <w:rPr>
                <w:lang w:val="uk-UA"/>
              </w:rPr>
            </w:pPr>
            <w:r w:rsidRPr="00757902">
              <w:rPr>
                <w:lang w:val="uk-UA"/>
              </w:rPr>
              <w:t>До складу граматичної основи речення можуть входити:</w:t>
            </w:r>
          </w:p>
          <w:p w:rsidR="007F54A2" w:rsidRPr="00757902" w:rsidRDefault="007F54A2" w:rsidP="00757902">
            <w:pPr>
              <w:tabs>
                <w:tab w:val="left" w:pos="0"/>
              </w:tabs>
              <w:jc w:val="both"/>
              <w:rPr>
                <w:lang w:val="uk-UA"/>
              </w:rPr>
            </w:pPr>
            <w:r>
              <w:rPr>
                <w:noProof/>
                <w:lang w:val="uk-UA" w:eastAsia="uk-UA"/>
              </w:rPr>
              <w:pict>
                <v:rect id="Прямоугольник 46" o:spid="_x0000_s1046" style="position:absolute;left:0;text-align:left;margin-left:129.6pt;margin-top:7.1pt;width:135pt;height:45pt;flip:y;z-index:251632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"/>
              </w:pict>
            </w:r>
            <w:r w:rsidRPr="00757902">
              <w:rPr>
                <w:lang w:val="uk-UA"/>
              </w:rPr>
              <w:t xml:space="preserve">а) підмет і присудок:                                          </w:t>
            </w:r>
          </w:p>
          <w:p w:rsidR="007F54A2" w:rsidRPr="00757902" w:rsidRDefault="007F54A2" w:rsidP="00757902">
            <w:pPr>
              <w:tabs>
                <w:tab w:val="left" w:pos="0"/>
              </w:tabs>
              <w:jc w:val="both"/>
              <w:rPr>
                <w:lang w:val="uk-UA"/>
              </w:rPr>
            </w:pPr>
            <w:r>
              <w:rPr>
                <w:noProof/>
                <w:lang w:val="uk-UA" w:eastAsia="uk-UA"/>
              </w:rPr>
              <w:pict>
                <v:oval id="Овал 45" o:spid="_x0000_s1047" style="position:absolute;left:0;text-align:left;margin-left:228.6pt;margin-top:9pt;width:17.75pt;height:17.95pt;z-index:251634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">
                  <v:textbox>
                    <w:txbxContent>
                      <w:p w:rsidR="007F54A2" w:rsidRPr="005D4062" w:rsidRDefault="007F54A2" w:rsidP="007C42F1">
                        <w:pPr>
                          <w:rPr>
                            <w:sz w:val="16"/>
                            <w:szCs w:val="16"/>
                            <w:lang w:val="uk-UA"/>
                          </w:rPr>
                        </w:pPr>
                        <w:r>
                          <w:rPr>
                            <w:sz w:val="16"/>
                            <w:szCs w:val="16"/>
                            <w:lang w:val="uk-UA"/>
                          </w:rPr>
                          <w:t>====</w:t>
                        </w:r>
                      </w:p>
                    </w:txbxContent>
                  </v:textbox>
                </v:oval>
              </w:pict>
            </w:r>
            <w:r>
              <w:rPr>
                <w:noProof/>
                <w:lang w:val="uk-UA" w:eastAsia="uk-UA"/>
              </w:rPr>
              <w:pict>
                <v:oval id="Овал 44" o:spid="_x0000_s1048" style="position:absolute;left:0;text-align:left;margin-left:147.85pt;margin-top:9.05pt;width:18pt;height:18pt;z-index:251633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">
                  <v:textbox>
                    <w:txbxContent>
                      <w:p w:rsidR="007F54A2" w:rsidRPr="005D4062" w:rsidRDefault="007F54A2" w:rsidP="007C42F1">
                        <w:pPr>
                          <w:rPr>
                            <w:lang w:val="uk-UA"/>
                          </w:rPr>
                        </w:pPr>
                        <w:r>
                          <w:rPr>
                            <w:sz w:val="16"/>
                            <w:szCs w:val="16"/>
                            <w:lang w:val="uk-UA"/>
                          </w:rPr>
                          <w:t>-_--__--_</w:t>
                        </w:r>
                        <w:r>
                          <w:rPr>
                            <w:lang w:val="uk-UA"/>
                          </w:rPr>
                          <w:t>__</w:t>
                        </w:r>
                      </w:p>
                    </w:txbxContent>
                  </v:textbox>
                </v:oval>
              </w:pict>
            </w:r>
            <w:r>
              <w:rPr>
                <w:noProof/>
                <w:lang w:val="uk-UA" w:eastAsia="uk-UA"/>
              </w:rPr>
              <w:pict>
                <v:line id="Прямая соединительная линия 43" o:spid="_x0000_s1049" style="position:absolute;left:0;text-align:left;z-index:251637248;visibility:visible" from="237.6pt,0" to="237.6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">
                  <v:stroke endarrow="block"/>
                </v:line>
              </w:pict>
            </w:r>
            <w:r>
              <w:rPr>
                <w:noProof/>
                <w:lang w:val="uk-UA" w:eastAsia="uk-UA"/>
              </w:rPr>
              <w:pict>
                <v:line id="Прямая соединительная линия 42" o:spid="_x0000_s1050" style="position:absolute;left:0;text-align:left;z-index:251636224;visibility:visible" from="156.6pt,0" to="156.6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">
                  <v:stroke endarrow="block"/>
                </v:line>
              </w:pict>
            </w:r>
            <w:r>
              <w:rPr>
                <w:noProof/>
                <w:lang w:val="uk-UA" w:eastAsia="uk-UA"/>
              </w:rPr>
              <w:pict>
                <v:line id="Прямая соединительная линия 41" o:spid="_x0000_s1051" style="position:absolute;left:0;text-align:left;z-index:251635200;visibility:visible" from="156.6pt,0" to="237.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"/>
              </w:pict>
            </w:r>
          </w:p>
          <w:p w:rsidR="007F54A2" w:rsidRPr="00757902" w:rsidRDefault="007F54A2" w:rsidP="00757902">
            <w:pPr>
              <w:tabs>
                <w:tab w:val="left" w:pos="0"/>
              </w:tabs>
              <w:jc w:val="both"/>
              <w:rPr>
                <w:b/>
                <w:lang w:val="uk-UA"/>
              </w:rPr>
            </w:pPr>
            <w:r w:rsidRPr="00757902">
              <w:rPr>
                <w:b/>
                <w:lang w:val="uk-UA"/>
              </w:rPr>
              <w:t>.(?!)</w:t>
            </w:r>
          </w:p>
          <w:p w:rsidR="007F54A2" w:rsidRPr="00757902" w:rsidRDefault="007F54A2" w:rsidP="00757902">
            <w:pPr>
              <w:tabs>
                <w:tab w:val="left" w:pos="0"/>
              </w:tabs>
              <w:jc w:val="both"/>
              <w:rPr>
                <w:lang w:val="uk-UA"/>
              </w:rPr>
            </w:pPr>
          </w:p>
          <w:p w:rsidR="007F54A2" w:rsidRPr="00757902" w:rsidRDefault="007F54A2" w:rsidP="00757902">
            <w:pPr>
              <w:tabs>
                <w:tab w:val="left" w:pos="0"/>
              </w:tabs>
              <w:jc w:val="both"/>
              <w:rPr>
                <w:lang w:val="uk-UA"/>
              </w:rPr>
            </w:pPr>
            <w:r w:rsidRPr="00757902">
              <w:rPr>
                <w:lang w:val="uk-UA"/>
              </w:rPr>
              <w:t>б) підмет і кілька присудків або кілька підметів і присудок:</w:t>
            </w:r>
          </w:p>
          <w:p w:rsidR="007F54A2" w:rsidRPr="00757902" w:rsidRDefault="007F54A2" w:rsidP="00757902">
            <w:pPr>
              <w:tabs>
                <w:tab w:val="left" w:pos="0"/>
              </w:tabs>
              <w:jc w:val="both"/>
              <w:rPr>
                <w:lang w:val="uk-UA"/>
              </w:rPr>
            </w:pPr>
            <w:r>
              <w:rPr>
                <w:noProof/>
                <w:lang w:val="uk-UA" w:eastAsia="uk-UA"/>
              </w:rPr>
              <w:pict>
                <v:rect id="Прямоугольник 40" o:spid="_x0000_s1052" style="position:absolute;left:0;text-align:left;margin-left:201.6pt;margin-top:7.6pt;width:134.75pt;height:45pt;z-index:251639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"/>
              </w:pict>
            </w:r>
            <w:r>
              <w:rPr>
                <w:noProof/>
                <w:lang w:val="uk-UA" w:eastAsia="uk-UA"/>
              </w:rPr>
              <w:pict>
                <v:rect id="Прямоугольник 39" o:spid="_x0000_s1053" style="position:absolute;left:0;text-align:left;margin-left:4.1pt;margin-top:7.7pt;width:134.75pt;height:45pt;z-index:251638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"/>
              </w:pict>
            </w:r>
          </w:p>
          <w:p w:rsidR="007F54A2" w:rsidRPr="00757902" w:rsidRDefault="007F54A2" w:rsidP="00757902">
            <w:pPr>
              <w:tabs>
                <w:tab w:val="left" w:pos="0"/>
              </w:tabs>
              <w:jc w:val="both"/>
              <w:rPr>
                <w:lang w:val="uk-UA"/>
              </w:rPr>
            </w:pPr>
            <w:r>
              <w:rPr>
                <w:noProof/>
                <w:lang w:val="uk-UA" w:eastAsia="uk-UA"/>
              </w:rPr>
              <w:pict>
                <v:line id="Прямая соединительная линия 38" o:spid="_x0000_s1054" style="position:absolute;left:0;text-align:left;z-index:251658752;visibility:visible" from="318.6pt,.5pt" to="318.6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">
                  <v:stroke endarrow="block"/>
                </v:line>
              </w:pict>
            </w:r>
            <w:r>
              <w:rPr>
                <w:noProof/>
                <w:lang w:val="uk-UA" w:eastAsia="uk-UA"/>
              </w:rPr>
              <w:pict>
                <v:line id="Прямая соединительная линия 37" o:spid="_x0000_s1055" style="position:absolute;left:0;text-align:left;flip:y;z-index:251653632;visibility:visible" from="256.1pt,.55pt" to="318.8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"/>
              </w:pict>
            </w:r>
            <w:r>
              <w:rPr>
                <w:noProof/>
                <w:lang w:val="uk-UA" w:eastAsia="uk-UA"/>
              </w:rPr>
              <w:pict>
                <v:line id="Прямая соединительная линия 36" o:spid="_x0000_s1056" style="position:absolute;left:0;text-align:left;flip:x y;z-index:251654656;visibility:visible" from="318.6pt,.5pt" to="318.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">
                  <v:stroke endarrow="block"/>
                </v:line>
              </w:pict>
            </w:r>
            <w:r>
              <w:rPr>
                <w:noProof/>
                <w:lang w:val="uk-UA" w:eastAsia="uk-UA"/>
              </w:rPr>
              <w:pict>
                <v:oval id="Овал 35" o:spid="_x0000_s1057" style="position:absolute;left:0;text-align:left;margin-left:309.85pt;margin-top:9.55pt;width:18pt;height:18pt;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">
                  <v:textbox>
                    <w:txbxContent>
                      <w:p w:rsidR="007F54A2" w:rsidRPr="000C7F19" w:rsidRDefault="007F54A2" w:rsidP="007C42F1">
                        <w:pPr>
                          <w:rPr>
                            <w:sz w:val="16"/>
                            <w:szCs w:val="16"/>
                            <w:lang w:val="uk-UA"/>
                          </w:rPr>
                        </w:pPr>
                        <w:r>
                          <w:rPr>
                            <w:sz w:val="16"/>
                            <w:szCs w:val="16"/>
                            <w:lang w:val="uk-UA"/>
                          </w:rPr>
                          <w:t>=</w:t>
                        </w:r>
                      </w:p>
                    </w:txbxContent>
                  </v:textbox>
                </v:oval>
              </w:pict>
            </w:r>
            <w:r>
              <w:rPr>
                <w:noProof/>
                <w:lang w:val="uk-UA" w:eastAsia="uk-UA"/>
              </w:rPr>
              <w:pict>
                <v:line id="Прямая соединительная линия 34" o:spid="_x0000_s1058" style="position:absolute;left:0;text-align:left;z-index:251657728;visibility:visible" from="255.6pt,.5pt" to="291.6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">
                  <v:stroke endarrow="block"/>
                </v:line>
              </w:pict>
            </w:r>
            <w:r>
              <w:rPr>
                <w:noProof/>
                <w:lang w:val="uk-UA" w:eastAsia="uk-UA"/>
              </w:rPr>
              <w:pict>
                <v:line id="Прямая соединительная линия 33" o:spid="_x0000_s1059" style="position:absolute;left:0;text-align:left;z-index:251656704;visibility:visible" from="255.6pt,.5pt" to="255.6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">
                  <v:stroke endarrow="block"/>
                </v:line>
              </w:pict>
            </w:r>
            <w:r>
              <w:rPr>
                <w:noProof/>
                <w:lang w:val="uk-UA" w:eastAsia="uk-UA"/>
              </w:rPr>
              <w:pict>
                <v:line id="Прямая соединительная линия 32" o:spid="_x0000_s1060" style="position:absolute;left:0;text-align:left;flip:x;z-index:251655680;visibility:visible" from="219.6pt,.5pt" to="255.6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">
                  <v:stroke endarrow="block"/>
                </v:line>
              </w:pict>
            </w:r>
            <w:r>
              <w:rPr>
                <w:noProof/>
                <w:lang w:val="uk-UA" w:eastAsia="uk-UA"/>
              </w:rPr>
              <w:pict>
                <v:oval id="Овал 31" o:spid="_x0000_s1061" style="position:absolute;left:0;text-align:left;margin-left:282.85pt;margin-top:9.55pt;width:18pt;height:18pt;z-index:25165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">
                  <v:textbox>
                    <w:txbxContent>
                      <w:p w:rsidR="007F54A2" w:rsidRPr="000C7F19" w:rsidRDefault="007F54A2" w:rsidP="007C42F1">
                        <w:pPr>
                          <w:rPr>
                            <w:sz w:val="16"/>
                            <w:szCs w:val="16"/>
                            <w:lang w:val="uk-UA"/>
                          </w:rPr>
                        </w:pPr>
                        <w:r>
                          <w:rPr>
                            <w:sz w:val="16"/>
                            <w:szCs w:val="16"/>
                            <w:lang w:val="uk-UA"/>
                          </w:rPr>
                          <w:t>-</w:t>
                        </w:r>
                      </w:p>
                    </w:txbxContent>
                  </v:textbox>
                </v:oval>
              </w:pict>
            </w:r>
            <w:r>
              <w:rPr>
                <w:noProof/>
                <w:lang w:val="uk-UA" w:eastAsia="uk-UA"/>
              </w:rPr>
              <w:pict>
                <v:oval id="Овал 30" o:spid="_x0000_s1062" style="position:absolute;left:0;text-align:left;margin-left:246.85pt;margin-top:9.55pt;width:18pt;height:18pt;z-index:251650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">
                  <v:textbox>
                    <w:txbxContent>
                      <w:p w:rsidR="007F54A2" w:rsidRPr="000C7F19" w:rsidRDefault="007F54A2" w:rsidP="007C42F1">
                        <w:pPr>
                          <w:rPr>
                            <w:sz w:val="16"/>
                            <w:szCs w:val="16"/>
                            <w:lang w:val="uk-UA"/>
                          </w:rPr>
                        </w:pPr>
                        <w:r>
                          <w:rPr>
                            <w:sz w:val="16"/>
                            <w:szCs w:val="16"/>
                            <w:lang w:val="uk-UA"/>
                          </w:rPr>
                          <w:t>-</w:t>
                        </w:r>
                      </w:p>
                    </w:txbxContent>
                  </v:textbox>
                </v:oval>
              </w:pict>
            </w:r>
            <w:r>
              <w:rPr>
                <w:noProof/>
                <w:lang w:val="uk-UA" w:eastAsia="uk-UA"/>
              </w:rPr>
              <w:pict>
                <v:line id="Прямая соединительная линия 29" o:spid="_x0000_s1063" style="position:absolute;left:0;text-align:left;z-index:251649536;visibility:visible" from="84.6pt,.5pt" to="111.6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">
                  <v:stroke endarrow="block"/>
                </v:line>
              </w:pict>
            </w:r>
            <w:r>
              <w:rPr>
                <w:noProof/>
                <w:lang w:val="uk-UA" w:eastAsia="uk-UA"/>
              </w:rPr>
              <w:pict>
                <v:line id="Прямая соединительная линия 28" o:spid="_x0000_s1064" style="position:absolute;left:0;text-align:left;z-index:251648512;visibility:visible" from="84.85pt,.55pt" to="85.1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">
                  <v:stroke endarrow="block"/>
                </v:line>
              </w:pict>
            </w:r>
            <w:r>
              <w:rPr>
                <w:noProof/>
                <w:lang w:val="uk-UA" w:eastAsia="uk-UA"/>
              </w:rPr>
              <w:pict>
                <v:line id="Прямая соединительная линия 27" o:spid="_x0000_s1065" style="position:absolute;left:0;text-align:left;flip:x;z-index:251647488;visibility:visible" from="57.6pt,.5pt" to="84.6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">
                  <v:stroke endarrow="block"/>
                </v:line>
              </w:pict>
            </w:r>
            <w:r>
              <w:rPr>
                <w:noProof/>
                <w:lang w:val="uk-UA" w:eastAsia="uk-UA"/>
              </w:rPr>
              <w:pict>
                <v:line id="Прямая соединительная линия 26" o:spid="_x0000_s1066" style="position:absolute;left:0;text-align:left;z-index:251646464;visibility:visible" from="30.6pt,.5pt" to="30.6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">
                  <v:stroke endarrow="block"/>
                </v:line>
              </w:pict>
            </w:r>
            <w:r>
              <w:rPr>
                <w:noProof/>
                <w:lang w:val="uk-UA" w:eastAsia="uk-UA"/>
              </w:rPr>
              <w:pict>
                <v:line id="Прямая соединительная линия 25" o:spid="_x0000_s1067" style="position:absolute;left:0;text-align:left;z-index:251645440;visibility:visible" from="30.6pt,.5pt" to="84.6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"/>
              </w:pict>
            </w:r>
            <w:r>
              <w:rPr>
                <w:noProof/>
                <w:lang w:val="uk-UA" w:eastAsia="uk-UA"/>
              </w:rPr>
              <w:pict>
                <v:oval id="Овал 24" o:spid="_x0000_s1068" style="position:absolute;left:0;text-align:left;margin-left:210.6pt;margin-top:9.5pt;width:18pt;height:18pt;flip:x;z-index:251644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">
                  <v:textbox>
                    <w:txbxContent>
                      <w:p w:rsidR="007F54A2" w:rsidRPr="000C7F19" w:rsidRDefault="007F54A2" w:rsidP="007C42F1">
                        <w:pPr>
                          <w:rPr>
                            <w:sz w:val="16"/>
                            <w:szCs w:val="16"/>
                            <w:lang w:val="uk-UA"/>
                          </w:rPr>
                        </w:pPr>
                        <w:r>
                          <w:rPr>
                            <w:sz w:val="16"/>
                            <w:szCs w:val="16"/>
                            <w:lang w:val="uk-UA"/>
                          </w:rPr>
                          <w:t>-</w:t>
                        </w:r>
                      </w:p>
                    </w:txbxContent>
                  </v:textbox>
                </v:oval>
              </w:pict>
            </w:r>
            <w:r>
              <w:rPr>
                <w:noProof/>
                <w:lang w:val="uk-UA" w:eastAsia="uk-UA"/>
              </w:rPr>
              <w:pict>
                <v:oval id="Овал 23" o:spid="_x0000_s1069" style="position:absolute;left:0;text-align:left;margin-left:102.6pt;margin-top:9.5pt;width:18.25pt;height:17.95pt;z-index:251643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">
                  <v:textbox>
                    <w:txbxContent>
                      <w:p w:rsidR="007F54A2" w:rsidRPr="000C7F19" w:rsidRDefault="007F54A2" w:rsidP="007C42F1">
                        <w:pPr>
                          <w:rPr>
                            <w:sz w:val="16"/>
                            <w:szCs w:val="16"/>
                            <w:lang w:val="uk-UA"/>
                          </w:rPr>
                        </w:pPr>
                        <w:r>
                          <w:rPr>
                            <w:sz w:val="16"/>
                            <w:szCs w:val="16"/>
                            <w:lang w:val="uk-UA"/>
                          </w:rPr>
                          <w:t>=</w:t>
                        </w:r>
                      </w:p>
                    </w:txbxContent>
                  </v:textbox>
                </v:oval>
              </w:pict>
            </w:r>
            <w:r>
              <w:rPr>
                <w:noProof/>
                <w:lang w:val="uk-UA" w:eastAsia="uk-UA"/>
              </w:rPr>
              <w:pict>
                <v:oval id="Овал 22" o:spid="_x0000_s1070" style="position:absolute;left:0;text-align:left;margin-left:75.85pt;margin-top:9.55pt;width:17.5pt;height:17.95pt;z-index:251642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">
                  <v:textbox>
                    <w:txbxContent>
                      <w:p w:rsidR="007F54A2" w:rsidRPr="000C7F19" w:rsidRDefault="007F54A2" w:rsidP="007C42F1">
                        <w:pPr>
                          <w:rPr>
                            <w:sz w:val="16"/>
                            <w:szCs w:val="16"/>
                            <w:lang w:val="uk-UA"/>
                          </w:rPr>
                        </w:pPr>
                        <w:r>
                          <w:rPr>
                            <w:sz w:val="16"/>
                            <w:szCs w:val="16"/>
                            <w:lang w:val="uk-UA"/>
                          </w:rPr>
                          <w:t>=</w:t>
                        </w:r>
                      </w:p>
                    </w:txbxContent>
                  </v:textbox>
                </v:oval>
              </w:pict>
            </w:r>
            <w:r>
              <w:rPr>
                <w:noProof/>
                <w:lang w:val="uk-UA" w:eastAsia="uk-UA"/>
              </w:rPr>
              <w:pict>
                <v:oval id="Овал 21" o:spid="_x0000_s1071" style="position:absolute;left:0;text-align:left;margin-left:48.85pt;margin-top:9.55pt;width:18pt;height:18pt;z-index:251641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">
                  <v:textbox>
                    <w:txbxContent>
                      <w:p w:rsidR="007F54A2" w:rsidRPr="000C7F19" w:rsidRDefault="007F54A2" w:rsidP="007C42F1">
                        <w:pPr>
                          <w:rPr>
                            <w:sz w:val="16"/>
                            <w:szCs w:val="16"/>
                            <w:lang w:val="uk-UA"/>
                          </w:rPr>
                        </w:pPr>
                        <w:r>
                          <w:rPr>
                            <w:sz w:val="16"/>
                            <w:szCs w:val="16"/>
                            <w:lang w:val="uk-UA"/>
                          </w:rPr>
                          <w:t>=</w:t>
                        </w:r>
                      </w:p>
                    </w:txbxContent>
                  </v:textbox>
                </v:oval>
              </w:pict>
            </w:r>
            <w:r>
              <w:rPr>
                <w:noProof/>
                <w:lang w:val="uk-UA" w:eastAsia="uk-UA"/>
              </w:rPr>
              <w:pict>
                <v:oval id="Овал 20" o:spid="_x0000_s1072" style="position:absolute;left:0;text-align:left;margin-left:21.85pt;margin-top:9.55pt;width:18pt;height:18pt;z-index:251640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">
                  <v:textbox>
                    <w:txbxContent>
                      <w:p w:rsidR="007F54A2" w:rsidRPr="005D4062" w:rsidRDefault="007F54A2" w:rsidP="007C42F1">
                        <w:pPr>
                          <w:rPr>
                            <w:sz w:val="16"/>
                            <w:szCs w:val="16"/>
                            <w:lang w:val="uk-UA"/>
                          </w:rPr>
                        </w:pPr>
                        <w:r w:rsidRPr="00757902">
                          <w:rPr>
                            <w:noProof/>
                            <w:sz w:val="16"/>
                            <w:szCs w:val="16"/>
                            <w:lang w:val="uk-UA" w:eastAsia="uk-UA"/>
                          </w:rPr>
                          <w:pict>
                            <v:shape id="Рисунок 19" o:spid="_x0000_i1027" type="#_x0000_t75" style="width:1.5pt;height:.75pt;visibility:visible">
                              <v:imagedata r:id="rId6" o:title=""/>
                            </v:shape>
                          </w:pict>
                        </w:r>
                        <w:r>
                          <w:rPr>
                            <w:sz w:val="16"/>
                            <w:szCs w:val="16"/>
                            <w:lang w:val="uk-UA"/>
                          </w:rPr>
                          <w:t>-</w:t>
                        </w:r>
                      </w:p>
                    </w:txbxContent>
                  </v:textbox>
                </v:oval>
              </w:pict>
            </w:r>
          </w:p>
          <w:p w:rsidR="007F54A2" w:rsidRPr="00757902" w:rsidRDefault="007F54A2" w:rsidP="00757902">
            <w:pPr>
              <w:tabs>
                <w:tab w:val="left" w:pos="0"/>
              </w:tabs>
              <w:jc w:val="both"/>
              <w:rPr>
                <w:b/>
                <w:lang w:val="uk-UA"/>
              </w:rPr>
            </w:pPr>
            <w:r w:rsidRPr="00757902">
              <w:rPr>
                <w:b/>
                <w:lang w:val="uk-UA"/>
              </w:rPr>
              <w:t>. (?!)                                                .(?!)</w:t>
            </w:r>
          </w:p>
          <w:p w:rsidR="007F54A2" w:rsidRPr="00757902" w:rsidRDefault="007F54A2" w:rsidP="00757902">
            <w:pPr>
              <w:tabs>
                <w:tab w:val="left" w:pos="0"/>
              </w:tabs>
              <w:jc w:val="both"/>
              <w:rPr>
                <w:lang w:val="uk-UA"/>
              </w:rPr>
            </w:pPr>
          </w:p>
          <w:p w:rsidR="007F54A2" w:rsidRPr="00757902" w:rsidRDefault="007F54A2" w:rsidP="00757902">
            <w:pPr>
              <w:tabs>
                <w:tab w:val="left" w:pos="0"/>
              </w:tabs>
              <w:jc w:val="both"/>
              <w:rPr>
                <w:lang w:val="uk-UA"/>
              </w:rPr>
            </w:pPr>
            <w:r w:rsidRPr="00757902">
              <w:rPr>
                <w:lang w:val="uk-UA"/>
              </w:rPr>
              <w:t>в) один з головних членів (підмет або присудок)</w:t>
            </w:r>
          </w:p>
          <w:p w:rsidR="007F54A2" w:rsidRPr="00757902" w:rsidRDefault="007F54A2" w:rsidP="00757902">
            <w:pPr>
              <w:tabs>
                <w:tab w:val="left" w:pos="0"/>
              </w:tabs>
              <w:jc w:val="both"/>
              <w:rPr>
                <w:lang w:val="uk-UA"/>
              </w:rPr>
            </w:pPr>
            <w:r>
              <w:rPr>
                <w:noProof/>
                <w:lang w:val="uk-UA" w:eastAsia="uk-UA"/>
              </w:rPr>
              <w:pict>
                <v:rect id="Прямоугольник 18" o:spid="_x0000_s1073" style="position:absolute;left:0;text-align:left;margin-left:138.6pt;margin-top:8.1pt;width:54pt;height:36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"/>
              </w:pict>
            </w:r>
            <w:r>
              <w:rPr>
                <w:noProof/>
                <w:lang w:val="uk-UA" w:eastAsia="uk-UA"/>
              </w:rPr>
              <w:pict>
                <v:rect id="Прямоугольник 17" o:spid="_x0000_s1074" style="position:absolute;left:0;text-align:left;margin-left:3.6pt;margin-top:8.1pt;width:54pt;height:36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"/>
              </w:pict>
            </w:r>
          </w:p>
          <w:p w:rsidR="007F54A2" w:rsidRPr="00757902" w:rsidRDefault="007F54A2" w:rsidP="00757902">
            <w:pPr>
              <w:tabs>
                <w:tab w:val="left" w:pos="0"/>
              </w:tabs>
              <w:jc w:val="both"/>
              <w:rPr>
                <w:b/>
                <w:lang w:val="uk-UA"/>
              </w:rPr>
            </w:pPr>
            <w:r>
              <w:rPr>
                <w:noProof/>
                <w:lang w:val="uk-UA" w:eastAsia="uk-UA"/>
              </w:rPr>
              <w:pict>
                <v:oval id="Овал 16" o:spid="_x0000_s1075" style="position:absolute;left:0;text-align:left;margin-left:156.6pt;margin-top:1pt;width:18pt;height:18pt;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">
                  <v:textbox>
                    <w:txbxContent>
                      <w:p w:rsidR="007F54A2" w:rsidRPr="00256EF6" w:rsidRDefault="007F54A2" w:rsidP="007C42F1">
                        <w:pPr>
                          <w:rPr>
                            <w:sz w:val="16"/>
                            <w:szCs w:val="16"/>
                            <w:lang w:val="uk-UA"/>
                          </w:rPr>
                        </w:pPr>
                        <w:r>
                          <w:rPr>
                            <w:sz w:val="16"/>
                            <w:szCs w:val="16"/>
                            <w:lang w:val="uk-UA"/>
                          </w:rPr>
                          <w:t>=</w:t>
                        </w:r>
                      </w:p>
                    </w:txbxContent>
                  </v:textbox>
                </v:oval>
              </w:pict>
            </w:r>
            <w:r>
              <w:rPr>
                <w:noProof/>
                <w:lang w:val="uk-UA" w:eastAsia="uk-UA"/>
              </w:rPr>
              <w:pict>
                <v:oval id="Овал 15" o:spid="_x0000_s1076" style="position:absolute;left:0;text-align:left;margin-left:21.6pt;margin-top:1pt;width:18pt;height:18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">
                  <v:textbox>
                    <w:txbxContent>
                      <w:p w:rsidR="007F54A2" w:rsidRPr="00256EF6" w:rsidRDefault="007F54A2" w:rsidP="007C42F1">
                        <w:pPr>
                          <w:rPr>
                            <w:sz w:val="16"/>
                            <w:szCs w:val="16"/>
                            <w:lang w:val="uk-UA"/>
                          </w:rPr>
                        </w:pPr>
                        <w:r>
                          <w:rPr>
                            <w:sz w:val="16"/>
                            <w:szCs w:val="16"/>
                            <w:lang w:val="uk-UA"/>
                          </w:rPr>
                          <w:t>-</w:t>
                        </w:r>
                      </w:p>
                    </w:txbxContent>
                  </v:textbox>
                </v:oval>
              </w:pict>
            </w:r>
            <w:r w:rsidRPr="00757902">
              <w:rPr>
                <w:b/>
                <w:lang w:val="uk-UA"/>
              </w:rPr>
              <w:t>.(?!)                                . (?!)</w:t>
            </w:r>
          </w:p>
          <w:p w:rsidR="007F54A2" w:rsidRPr="00757902" w:rsidRDefault="007F54A2" w:rsidP="00757902">
            <w:pPr>
              <w:tabs>
                <w:tab w:val="left" w:pos="0"/>
              </w:tabs>
              <w:jc w:val="both"/>
              <w:rPr>
                <w:lang w:val="uk-UA"/>
              </w:rPr>
            </w:pPr>
          </w:p>
          <w:p w:rsidR="007F54A2" w:rsidRPr="00757902" w:rsidRDefault="007F54A2" w:rsidP="00757902">
            <w:pPr>
              <w:tabs>
                <w:tab w:val="left" w:pos="0"/>
              </w:tabs>
              <w:jc w:val="both"/>
              <w:rPr>
                <w:lang w:val="uk-UA"/>
              </w:rPr>
            </w:pPr>
          </w:p>
        </w:tc>
      </w:tr>
      <w:tr w:rsidR="007F54A2" w:rsidRPr="007C42F1" w:rsidTr="00757902">
        <w:tc>
          <w:tcPr>
            <w:tcW w:w="1908" w:type="dxa"/>
          </w:tcPr>
          <w:p w:rsidR="007F54A2" w:rsidRPr="00757902" w:rsidRDefault="007F54A2" w:rsidP="00757902">
            <w:pPr>
              <w:tabs>
                <w:tab w:val="left" w:pos="0"/>
              </w:tabs>
              <w:jc w:val="both"/>
              <w:rPr>
                <w:b/>
                <w:i/>
                <w:lang w:val="uk-UA"/>
              </w:rPr>
            </w:pPr>
            <w:r w:rsidRPr="00757902">
              <w:rPr>
                <w:b/>
                <w:i/>
                <w:lang w:val="uk-UA"/>
              </w:rPr>
              <w:t xml:space="preserve">Підмет </w:t>
            </w:r>
          </w:p>
        </w:tc>
        <w:tc>
          <w:tcPr>
            <w:tcW w:w="7662" w:type="dxa"/>
          </w:tcPr>
          <w:p w:rsidR="007F54A2" w:rsidRPr="00757902" w:rsidRDefault="007F54A2" w:rsidP="00757902">
            <w:pPr>
              <w:tabs>
                <w:tab w:val="left" w:pos="0"/>
              </w:tabs>
              <w:ind w:firstLine="252"/>
              <w:jc w:val="both"/>
              <w:rPr>
                <w:lang w:val="uk-UA"/>
              </w:rPr>
            </w:pPr>
            <w:r w:rsidRPr="00757902">
              <w:rPr>
                <w:lang w:val="uk-UA"/>
              </w:rPr>
              <w:t>Головний член речення, який вказує на особу чи предмет, про який говориться в реченні. Підмет відповідає на питання:</w:t>
            </w:r>
          </w:p>
          <w:p w:rsidR="007F54A2" w:rsidRPr="00757902" w:rsidRDefault="007F54A2" w:rsidP="00757902">
            <w:pPr>
              <w:tabs>
                <w:tab w:val="left" w:pos="0"/>
              </w:tabs>
              <w:jc w:val="both"/>
              <w:rPr>
                <w:b/>
                <w:i/>
                <w:lang w:val="uk-UA"/>
              </w:rPr>
            </w:pPr>
            <w:r w:rsidRPr="00757902">
              <w:rPr>
                <w:b/>
                <w:i/>
                <w:lang w:val="uk-UA"/>
              </w:rPr>
              <w:t>Хто? що?</w:t>
            </w:r>
          </w:p>
        </w:tc>
      </w:tr>
      <w:tr w:rsidR="007F54A2" w:rsidRPr="007C42F1" w:rsidTr="00757902">
        <w:tc>
          <w:tcPr>
            <w:tcW w:w="1908" w:type="dxa"/>
          </w:tcPr>
          <w:p w:rsidR="007F54A2" w:rsidRPr="00757902" w:rsidRDefault="007F54A2" w:rsidP="00757902">
            <w:pPr>
              <w:tabs>
                <w:tab w:val="left" w:pos="0"/>
              </w:tabs>
              <w:jc w:val="both"/>
              <w:rPr>
                <w:b/>
                <w:i/>
                <w:lang w:val="uk-UA"/>
              </w:rPr>
            </w:pPr>
            <w:r w:rsidRPr="00757902">
              <w:rPr>
                <w:b/>
                <w:i/>
                <w:lang w:val="uk-UA"/>
              </w:rPr>
              <w:t xml:space="preserve">Присудок </w:t>
            </w:r>
          </w:p>
        </w:tc>
        <w:tc>
          <w:tcPr>
            <w:tcW w:w="7662" w:type="dxa"/>
          </w:tcPr>
          <w:p w:rsidR="007F54A2" w:rsidRPr="00757902" w:rsidRDefault="007F54A2" w:rsidP="00757902">
            <w:pPr>
              <w:tabs>
                <w:tab w:val="left" w:pos="0"/>
              </w:tabs>
              <w:ind w:firstLine="252"/>
              <w:jc w:val="both"/>
              <w:rPr>
                <w:lang w:val="uk-UA"/>
              </w:rPr>
            </w:pPr>
            <w:r w:rsidRPr="00757902">
              <w:rPr>
                <w:lang w:val="uk-UA"/>
              </w:rPr>
              <w:t xml:space="preserve">Головний член речення, який виражає, що робить особа чи предмет, що з ними робиться, якими вони є. Присудок відповідає на питання: </w:t>
            </w:r>
            <w:r w:rsidRPr="00757902">
              <w:rPr>
                <w:b/>
                <w:i/>
                <w:lang w:val="uk-UA"/>
              </w:rPr>
              <w:t>що робить підмет? що з ним робиться? який він? хто або що він є?</w:t>
            </w:r>
          </w:p>
          <w:p w:rsidR="007F54A2" w:rsidRPr="00757902" w:rsidRDefault="007F54A2" w:rsidP="00757902">
            <w:pPr>
              <w:tabs>
                <w:tab w:val="left" w:pos="0"/>
              </w:tabs>
              <w:ind w:firstLine="252"/>
              <w:jc w:val="both"/>
              <w:rPr>
                <w:lang w:val="uk-UA"/>
              </w:rPr>
            </w:pPr>
          </w:p>
        </w:tc>
      </w:tr>
    </w:tbl>
    <w:p w:rsidR="007F54A2" w:rsidRDefault="007F54A2" w:rsidP="00102FA3">
      <w:pPr>
        <w:spacing w:line="360" w:lineRule="auto"/>
        <w:ind w:firstLine="680"/>
        <w:jc w:val="both"/>
        <w:rPr>
          <w:sz w:val="28"/>
          <w:szCs w:val="28"/>
          <w:lang w:val="uk-UA"/>
        </w:rPr>
      </w:pPr>
      <w:r>
        <w:rPr>
          <w:sz w:val="28"/>
          <w:szCs w:val="28"/>
          <w:lang w:val="uk-UA"/>
        </w:rPr>
        <w:t>Ефективність використання таблиць-опор полягає в тому, що до них учні можуть звертатися кілька разів, наприклад, під час перевірки домашнього завдання на наступному уроці або на уроках повторення, узагальнення й систематизації знань з теми чи розділу. Завданням таких уроків може бути:  відтворити опорний конспект, склавши усне повідомлення на лінгвістичну тему; виконати письмовезавдання, спираючись на таблицю-опору тощо.</w:t>
      </w:r>
    </w:p>
    <w:p w:rsidR="007F54A2" w:rsidRDefault="007F54A2" w:rsidP="00102FA3">
      <w:pPr>
        <w:spacing w:line="360" w:lineRule="auto"/>
        <w:ind w:firstLine="680"/>
        <w:jc w:val="both"/>
        <w:rPr>
          <w:sz w:val="28"/>
          <w:szCs w:val="28"/>
          <w:lang w:val="uk-UA"/>
        </w:rPr>
      </w:pPr>
      <w:r>
        <w:rPr>
          <w:sz w:val="28"/>
          <w:szCs w:val="28"/>
          <w:lang w:val="uk-UA"/>
        </w:rPr>
        <w:t>Відтворюючи опорний конспект можна використовувати такий прийом, як робота в парах. Учні по черзі «озвучують» опорний конспект, розкриваючи зміст вивченого матеріалу.</w:t>
      </w:r>
    </w:p>
    <w:p w:rsidR="007F54A2" w:rsidRDefault="007F54A2" w:rsidP="00102FA3">
      <w:pPr>
        <w:spacing w:line="360" w:lineRule="auto"/>
        <w:ind w:firstLine="680"/>
        <w:jc w:val="both"/>
        <w:rPr>
          <w:sz w:val="28"/>
          <w:szCs w:val="28"/>
          <w:lang w:val="uk-UA"/>
        </w:rPr>
      </w:pPr>
      <w:r>
        <w:rPr>
          <w:sz w:val="28"/>
          <w:szCs w:val="28"/>
          <w:lang w:val="uk-UA"/>
        </w:rPr>
        <w:t>Отже, Використання зорових опор допомагає економной раціонально використовувати час, сприяє кращому сприйняттю, засвоєнню навчального матеріалу, розвитку самостійної пізнавальної діяльності школярів. Під час «озвучення» опорних схем формуються навички активного, логічно чіткого, аргументованого мовлення, розвивається мовленнєва культура, збагачується словниковий запас учнів.</w:t>
      </w:r>
    </w:p>
    <w:p w:rsidR="007F54A2" w:rsidRDefault="007F54A2" w:rsidP="009D0025">
      <w:pPr>
        <w:rPr>
          <w:b/>
          <w:sz w:val="28"/>
          <w:szCs w:val="28"/>
          <w:lang w:val="uk-UA"/>
        </w:rPr>
      </w:pPr>
      <w:r>
        <w:rPr>
          <w:b/>
          <w:sz w:val="28"/>
          <w:szCs w:val="28"/>
          <w:lang w:val="uk-UA"/>
        </w:rPr>
        <w:t>Література:</w:t>
      </w:r>
    </w:p>
    <w:p w:rsidR="007F54A2" w:rsidRDefault="007F54A2" w:rsidP="00102FA3">
      <w:pPr>
        <w:rPr>
          <w:lang w:val="uk-UA"/>
        </w:rPr>
      </w:pPr>
    </w:p>
    <w:p w:rsidR="007F54A2" w:rsidRDefault="007F54A2" w:rsidP="00102FA3">
      <w:pPr>
        <w:numPr>
          <w:ilvl w:val="0"/>
          <w:numId w:val="4"/>
        </w:numPr>
        <w:tabs>
          <w:tab w:val="clear" w:pos="720"/>
          <w:tab w:val="num" w:pos="709"/>
        </w:tabs>
        <w:spacing w:line="360" w:lineRule="auto"/>
        <w:ind w:left="0" w:firstLine="426"/>
        <w:jc w:val="both"/>
        <w:rPr>
          <w:sz w:val="28"/>
          <w:lang w:val="uk-UA"/>
        </w:rPr>
      </w:pPr>
      <w:r>
        <w:rPr>
          <w:sz w:val="28"/>
          <w:lang w:val="uk-UA"/>
        </w:rPr>
        <w:t>Эрдниев П.М. </w:t>
      </w:r>
      <w:r w:rsidRPr="005D2628">
        <w:rPr>
          <w:sz w:val="28"/>
          <w:lang w:val="uk-UA"/>
        </w:rPr>
        <w:t>Укрупнение</w:t>
      </w:r>
      <w:r>
        <w:rPr>
          <w:sz w:val="28"/>
          <w:lang w:val="uk-UA"/>
        </w:rPr>
        <w:t xml:space="preserve"> </w:t>
      </w:r>
      <w:r w:rsidRPr="005D2628">
        <w:rPr>
          <w:sz w:val="28"/>
          <w:lang w:val="uk-UA"/>
        </w:rPr>
        <w:t>дидактических</w:t>
      </w:r>
      <w:r>
        <w:rPr>
          <w:sz w:val="28"/>
          <w:lang w:val="uk-UA"/>
        </w:rPr>
        <w:t xml:space="preserve"> </w:t>
      </w:r>
      <w:r w:rsidRPr="005D2628">
        <w:rPr>
          <w:sz w:val="28"/>
          <w:lang w:val="uk-UA"/>
        </w:rPr>
        <w:t>единиц</w:t>
      </w:r>
      <w:r>
        <w:rPr>
          <w:sz w:val="28"/>
          <w:lang w:val="uk-UA"/>
        </w:rPr>
        <w:t xml:space="preserve"> </w:t>
      </w:r>
      <w:r w:rsidRPr="005D2628">
        <w:rPr>
          <w:sz w:val="28"/>
          <w:lang w:val="uk-UA"/>
        </w:rPr>
        <w:t>как</w:t>
      </w:r>
      <w:r>
        <w:rPr>
          <w:sz w:val="28"/>
          <w:lang w:val="uk-UA"/>
        </w:rPr>
        <w:t xml:space="preserve"> </w:t>
      </w:r>
      <w:r w:rsidRPr="005D2628">
        <w:rPr>
          <w:sz w:val="28"/>
          <w:lang w:val="uk-UA"/>
        </w:rPr>
        <w:t>технология</w:t>
      </w:r>
      <w:r>
        <w:rPr>
          <w:sz w:val="28"/>
          <w:lang w:val="uk-UA"/>
        </w:rPr>
        <w:t xml:space="preserve"> </w:t>
      </w:r>
      <w:r w:rsidRPr="005D2628">
        <w:rPr>
          <w:sz w:val="28"/>
          <w:lang w:val="uk-UA"/>
        </w:rPr>
        <w:t>обучения</w:t>
      </w:r>
      <w:r>
        <w:rPr>
          <w:sz w:val="28"/>
          <w:lang w:val="uk-UA"/>
        </w:rPr>
        <w:t xml:space="preserve"> / П.М.Ердниев – </w:t>
      </w:r>
      <w:r w:rsidRPr="005D2628">
        <w:rPr>
          <w:sz w:val="28"/>
          <w:lang w:val="uk-UA"/>
        </w:rPr>
        <w:t xml:space="preserve"> М.: Просвещение, 1992</w:t>
      </w:r>
      <w:r>
        <w:rPr>
          <w:sz w:val="28"/>
          <w:lang w:val="uk-UA"/>
        </w:rPr>
        <w:t>.</w:t>
      </w:r>
    </w:p>
    <w:p w:rsidR="007F54A2" w:rsidRDefault="007F54A2" w:rsidP="00102FA3">
      <w:pPr>
        <w:numPr>
          <w:ilvl w:val="0"/>
          <w:numId w:val="4"/>
        </w:numPr>
        <w:tabs>
          <w:tab w:val="clear" w:pos="720"/>
          <w:tab w:val="num" w:pos="709"/>
        </w:tabs>
        <w:spacing w:line="360" w:lineRule="auto"/>
        <w:ind w:left="0" w:firstLine="426"/>
        <w:jc w:val="both"/>
        <w:rPr>
          <w:sz w:val="28"/>
          <w:lang w:val="uk-UA"/>
        </w:rPr>
      </w:pPr>
      <w:r>
        <w:rPr>
          <w:sz w:val="28"/>
          <w:lang w:val="uk-UA"/>
        </w:rPr>
        <w:t>Караман С.О. Методика навчання української мови в гімназії. / С.О.Караман. – К. : Левіт, 2000. – 272 с.</w:t>
      </w:r>
    </w:p>
    <w:p w:rsidR="007F54A2" w:rsidRDefault="007F54A2" w:rsidP="00D13660">
      <w:pPr>
        <w:numPr>
          <w:ilvl w:val="0"/>
          <w:numId w:val="4"/>
        </w:numPr>
        <w:spacing w:line="360" w:lineRule="auto"/>
        <w:jc w:val="both"/>
        <w:rPr>
          <w:sz w:val="28"/>
          <w:lang w:val="uk-UA"/>
        </w:rPr>
      </w:pPr>
      <w:r w:rsidRPr="00D13660">
        <w:rPr>
          <w:sz w:val="28"/>
          <w:lang w:val="uk-UA"/>
        </w:rPr>
        <w:t>Лозанов Г.К. Суггестология</w:t>
      </w:r>
      <w:r>
        <w:rPr>
          <w:sz w:val="28"/>
          <w:lang w:val="uk-UA"/>
        </w:rPr>
        <w:t xml:space="preserve"> / </w:t>
      </w:r>
      <w:r w:rsidRPr="00D13660">
        <w:rPr>
          <w:sz w:val="28"/>
          <w:lang w:val="uk-UA"/>
        </w:rPr>
        <w:t>Г.К.</w:t>
      </w:r>
      <w:r>
        <w:rPr>
          <w:sz w:val="28"/>
          <w:lang w:val="uk-UA"/>
        </w:rPr>
        <w:t> </w:t>
      </w:r>
      <w:r w:rsidRPr="00D13660">
        <w:rPr>
          <w:sz w:val="28"/>
          <w:lang w:val="uk-UA"/>
        </w:rPr>
        <w:t xml:space="preserve">Лозанов. </w:t>
      </w:r>
      <w:r>
        <w:rPr>
          <w:sz w:val="28"/>
          <w:lang w:val="uk-UA"/>
        </w:rPr>
        <w:t xml:space="preserve">– </w:t>
      </w:r>
      <w:r w:rsidRPr="00D13660">
        <w:rPr>
          <w:sz w:val="28"/>
          <w:lang w:val="uk-UA"/>
        </w:rPr>
        <w:t>София : EdituraSciifica, 1971.</w:t>
      </w:r>
    </w:p>
    <w:p w:rsidR="007F54A2" w:rsidRDefault="007F54A2" w:rsidP="00102FA3">
      <w:pPr>
        <w:numPr>
          <w:ilvl w:val="0"/>
          <w:numId w:val="4"/>
        </w:numPr>
        <w:tabs>
          <w:tab w:val="clear" w:pos="720"/>
          <w:tab w:val="num" w:pos="360"/>
          <w:tab w:val="num" w:pos="709"/>
        </w:tabs>
        <w:spacing w:line="360" w:lineRule="auto"/>
        <w:ind w:left="0" w:firstLine="426"/>
        <w:jc w:val="both"/>
        <w:rPr>
          <w:sz w:val="28"/>
          <w:lang w:val="uk-UA"/>
        </w:rPr>
      </w:pPr>
      <w:r>
        <w:rPr>
          <w:sz w:val="28"/>
          <w:lang w:val="uk-UA"/>
        </w:rPr>
        <w:t>Мельник Н.А. Опорні конспекти з української мови / Н.А.Мельник, М.І.Піддубник // Українська мова і література в школі. – 2001. – №3. – С.46-51.</w:t>
      </w:r>
    </w:p>
    <w:p w:rsidR="007F54A2" w:rsidRDefault="007F54A2" w:rsidP="00102FA3">
      <w:pPr>
        <w:numPr>
          <w:ilvl w:val="0"/>
          <w:numId w:val="4"/>
        </w:numPr>
        <w:tabs>
          <w:tab w:val="clear" w:pos="720"/>
          <w:tab w:val="num" w:pos="360"/>
          <w:tab w:val="num" w:pos="709"/>
        </w:tabs>
        <w:spacing w:line="360" w:lineRule="auto"/>
        <w:ind w:left="0" w:firstLine="426"/>
        <w:jc w:val="both"/>
        <w:rPr>
          <w:sz w:val="28"/>
          <w:lang w:val="uk-UA"/>
        </w:rPr>
      </w:pPr>
      <w:r>
        <w:rPr>
          <w:sz w:val="28"/>
          <w:lang w:val="uk-UA"/>
        </w:rPr>
        <w:t>Методика навчання української мови в середніх освітніх закладах / За ред. Пентилюк М.І. – К.: Ленвіт, 2009. – 400 с.</w:t>
      </w:r>
    </w:p>
    <w:p w:rsidR="007F54A2" w:rsidRDefault="007F54A2" w:rsidP="00102FA3">
      <w:pPr>
        <w:numPr>
          <w:ilvl w:val="0"/>
          <w:numId w:val="4"/>
        </w:numPr>
        <w:tabs>
          <w:tab w:val="clear" w:pos="720"/>
          <w:tab w:val="num" w:pos="360"/>
          <w:tab w:val="num" w:pos="709"/>
        </w:tabs>
        <w:spacing w:line="360" w:lineRule="auto"/>
        <w:ind w:left="0" w:firstLine="426"/>
        <w:jc w:val="both"/>
        <w:rPr>
          <w:sz w:val="28"/>
          <w:lang w:val="uk-UA"/>
        </w:rPr>
      </w:pPr>
      <w:r>
        <w:rPr>
          <w:sz w:val="28"/>
          <w:lang w:val="uk-UA"/>
        </w:rPr>
        <w:t xml:space="preserve">Педагогічна психологія / За ред. Проколієнко Л.М.,  Ніколенко Д.Ф. – К. : Вища школа, 1991. </w:t>
      </w:r>
    </w:p>
    <w:p w:rsidR="007F54A2" w:rsidRDefault="007F54A2" w:rsidP="00102FA3">
      <w:pPr>
        <w:numPr>
          <w:ilvl w:val="0"/>
          <w:numId w:val="4"/>
        </w:numPr>
        <w:tabs>
          <w:tab w:val="clear" w:pos="720"/>
          <w:tab w:val="num" w:pos="360"/>
          <w:tab w:val="num" w:pos="709"/>
        </w:tabs>
        <w:spacing w:line="360" w:lineRule="auto"/>
        <w:ind w:left="0" w:firstLine="426"/>
        <w:jc w:val="both"/>
        <w:rPr>
          <w:sz w:val="28"/>
          <w:lang w:val="uk-UA"/>
        </w:rPr>
      </w:pPr>
      <w:r>
        <w:rPr>
          <w:sz w:val="28"/>
          <w:lang w:val="uk-UA"/>
        </w:rPr>
        <w:t xml:space="preserve">Рідна мова: підр. для 5кл. загальноосвітніх навчальних закладів / М.І. Пентилюк, І.В.Гайдаєнко, А.І.Ляшкевич. С.А.Омельчук / За заг.ред. М.І.Пентилюк. – К.: Освіта, 2007. </w:t>
      </w:r>
    </w:p>
    <w:p w:rsidR="007F54A2" w:rsidRPr="005D2628" w:rsidRDefault="007F54A2" w:rsidP="00102FA3">
      <w:pPr>
        <w:numPr>
          <w:ilvl w:val="0"/>
          <w:numId w:val="4"/>
        </w:numPr>
        <w:tabs>
          <w:tab w:val="clear" w:pos="720"/>
          <w:tab w:val="num" w:pos="360"/>
          <w:tab w:val="num" w:pos="709"/>
        </w:tabs>
        <w:spacing w:line="360" w:lineRule="auto"/>
        <w:ind w:left="0" w:firstLine="426"/>
        <w:jc w:val="both"/>
        <w:rPr>
          <w:sz w:val="28"/>
          <w:lang w:val="uk-UA"/>
        </w:rPr>
      </w:pPr>
      <w:r>
        <w:rPr>
          <w:sz w:val="28"/>
          <w:lang w:val="uk-UA"/>
        </w:rPr>
        <w:t>Сороко Н.В. Стан і перспективи використання комп’ютерних технологій на уроках української мови / Н.В.Сороко // Комп’ютер у школі та сім’ї. – 2006. – №8. – С.34–35.</w:t>
      </w:r>
    </w:p>
    <w:p w:rsidR="007F54A2" w:rsidRDefault="007F54A2" w:rsidP="00102FA3">
      <w:pPr>
        <w:numPr>
          <w:ilvl w:val="0"/>
          <w:numId w:val="4"/>
        </w:numPr>
        <w:tabs>
          <w:tab w:val="clear" w:pos="720"/>
          <w:tab w:val="num" w:pos="709"/>
        </w:tabs>
        <w:spacing w:line="360" w:lineRule="auto"/>
        <w:ind w:left="0" w:firstLine="426"/>
        <w:jc w:val="both"/>
        <w:rPr>
          <w:sz w:val="28"/>
          <w:lang w:val="uk-UA"/>
        </w:rPr>
      </w:pPr>
      <w:r w:rsidRPr="00015CEA">
        <w:rPr>
          <w:sz w:val="28"/>
          <w:lang w:val="uk-UA"/>
        </w:rPr>
        <w:t>Шаталов В. Ф. Метод опорних сигналів</w:t>
      </w:r>
      <w:r>
        <w:rPr>
          <w:sz w:val="28"/>
          <w:lang w:val="uk-UA"/>
        </w:rPr>
        <w:t xml:space="preserve"> [Електронний рексурс]</w:t>
      </w:r>
      <w:r w:rsidRPr="00015CEA">
        <w:rPr>
          <w:sz w:val="28"/>
          <w:lang w:val="uk-UA"/>
        </w:rPr>
        <w:t xml:space="preserve"> /Віктор Федорович Шаталов</w:t>
      </w:r>
      <w:r>
        <w:rPr>
          <w:sz w:val="28"/>
          <w:lang w:val="uk-UA"/>
        </w:rPr>
        <w:t xml:space="preserve"> – Режим доступу : </w:t>
      </w:r>
      <w:r w:rsidRPr="00015CEA">
        <w:rPr>
          <w:sz w:val="28"/>
          <w:lang w:val="uk-UA"/>
        </w:rPr>
        <w:t>http://bibliofond.ru</w:t>
      </w:r>
    </w:p>
    <w:p w:rsidR="007F54A2" w:rsidRDefault="007F54A2" w:rsidP="00102FA3">
      <w:pPr>
        <w:tabs>
          <w:tab w:val="num" w:pos="360"/>
        </w:tabs>
        <w:rPr>
          <w:lang w:val="uk-UA"/>
        </w:rPr>
      </w:pPr>
    </w:p>
    <w:p w:rsidR="007F54A2" w:rsidRDefault="007F54A2" w:rsidP="00102FA3">
      <w:pPr>
        <w:rPr>
          <w:lang w:val="uk-UA"/>
        </w:rPr>
      </w:pPr>
    </w:p>
    <w:p w:rsidR="007F54A2" w:rsidRDefault="007F54A2" w:rsidP="00102FA3">
      <w:pPr>
        <w:rPr>
          <w:lang w:val="uk-UA"/>
        </w:rPr>
      </w:pPr>
    </w:p>
    <w:p w:rsidR="007F54A2" w:rsidRDefault="007F54A2" w:rsidP="00102FA3">
      <w:pPr>
        <w:rPr>
          <w:lang w:val="uk-UA"/>
        </w:rPr>
      </w:pPr>
    </w:p>
    <w:p w:rsidR="007F54A2" w:rsidRDefault="007F54A2" w:rsidP="00102FA3">
      <w:pPr>
        <w:rPr>
          <w:lang w:val="uk-UA"/>
        </w:rPr>
      </w:pPr>
    </w:p>
    <w:p w:rsidR="007F54A2" w:rsidRDefault="007F54A2" w:rsidP="00102FA3">
      <w:pPr>
        <w:rPr>
          <w:lang w:val="uk-UA"/>
        </w:rPr>
      </w:pPr>
    </w:p>
    <w:p w:rsidR="007F54A2" w:rsidRDefault="007F54A2" w:rsidP="00102FA3">
      <w:pPr>
        <w:rPr>
          <w:lang w:val="uk-UA"/>
        </w:rPr>
      </w:pPr>
    </w:p>
    <w:p w:rsidR="007F54A2" w:rsidRDefault="007F54A2" w:rsidP="00102FA3">
      <w:pPr>
        <w:rPr>
          <w:lang w:val="uk-UA"/>
        </w:rPr>
      </w:pPr>
    </w:p>
    <w:p w:rsidR="007F54A2" w:rsidRDefault="007F54A2" w:rsidP="00102FA3">
      <w:pPr>
        <w:rPr>
          <w:lang w:val="uk-UA"/>
        </w:rPr>
      </w:pPr>
    </w:p>
    <w:p w:rsidR="007F54A2" w:rsidRDefault="007F54A2" w:rsidP="00102FA3">
      <w:pPr>
        <w:rPr>
          <w:lang w:val="uk-UA"/>
        </w:rPr>
      </w:pPr>
    </w:p>
    <w:p w:rsidR="007F54A2" w:rsidRDefault="007F54A2" w:rsidP="00102FA3">
      <w:pPr>
        <w:rPr>
          <w:lang w:val="uk-UA"/>
        </w:rPr>
      </w:pPr>
    </w:p>
    <w:p w:rsidR="007F54A2" w:rsidRPr="001626BD" w:rsidRDefault="007F54A2" w:rsidP="00102FA3">
      <w:pPr>
        <w:jc w:val="center"/>
        <w:rPr>
          <w:b/>
          <w:sz w:val="28"/>
          <w:szCs w:val="28"/>
          <w:lang w:val="uk-UA"/>
        </w:rPr>
      </w:pPr>
      <w:r w:rsidRPr="001626BD">
        <w:rPr>
          <w:b/>
          <w:sz w:val="28"/>
          <w:szCs w:val="28"/>
          <w:lang w:val="uk-UA"/>
        </w:rPr>
        <w:t>Інформація про автора</w:t>
      </w:r>
    </w:p>
    <w:p w:rsidR="007F54A2" w:rsidRDefault="007F54A2" w:rsidP="00102FA3">
      <w:pPr>
        <w:jc w:val="center"/>
        <w:rPr>
          <w:lang w:val="uk-UA"/>
        </w:rPr>
      </w:pPr>
    </w:p>
    <w:p w:rsidR="007F54A2" w:rsidRDefault="007F54A2" w:rsidP="00102FA3">
      <w:pPr>
        <w:jc w:val="center"/>
        <w:rPr>
          <w:lang w:val="uk-UA"/>
        </w:rPr>
      </w:pPr>
    </w:p>
    <w:p w:rsidR="007F54A2" w:rsidRDefault="007F54A2" w:rsidP="00102FA3">
      <w:pPr>
        <w:spacing w:line="360" w:lineRule="auto"/>
        <w:rPr>
          <w:sz w:val="28"/>
          <w:szCs w:val="28"/>
          <w:lang w:val="uk-UA"/>
        </w:rPr>
      </w:pPr>
      <w:r>
        <w:rPr>
          <w:b/>
          <w:sz w:val="28"/>
          <w:szCs w:val="28"/>
          <w:lang w:val="uk-UA"/>
        </w:rPr>
        <w:t>Окуневич Тетяна Григорівна</w:t>
      </w:r>
      <w:r>
        <w:rPr>
          <w:sz w:val="28"/>
          <w:szCs w:val="28"/>
          <w:lang w:val="uk-UA"/>
        </w:rPr>
        <w:t xml:space="preserve"> – кандидат педагогічних наук, доцент кафедри мовознавства факультету філології та журналістики Херсонського державного університету.</w:t>
      </w:r>
    </w:p>
    <w:p w:rsidR="007F54A2" w:rsidRDefault="007F54A2" w:rsidP="00102FA3">
      <w:pPr>
        <w:spacing w:line="360" w:lineRule="auto"/>
        <w:rPr>
          <w:sz w:val="28"/>
          <w:szCs w:val="28"/>
          <w:lang w:val="uk-UA"/>
        </w:rPr>
      </w:pPr>
    </w:p>
    <w:p w:rsidR="007F54A2" w:rsidRPr="0048574A" w:rsidRDefault="007F54A2" w:rsidP="00102FA3">
      <w:pPr>
        <w:rPr>
          <w:sz w:val="28"/>
          <w:szCs w:val="28"/>
        </w:rPr>
      </w:pPr>
    </w:p>
    <w:sectPr w:rsidR="007F54A2" w:rsidRPr="0048574A" w:rsidSect="00102FA3">
      <w:pgSz w:w="11906" w:h="16838"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86FA9"/>
    <w:multiLevelType w:val="hybridMultilevel"/>
    <w:tmpl w:val="0EA89AD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1EC64F99"/>
    <w:multiLevelType w:val="hybridMultilevel"/>
    <w:tmpl w:val="AF2A71F6"/>
    <w:lvl w:ilvl="0" w:tplc="199CB8A2">
      <w:start w:val="1"/>
      <w:numFmt w:val="decimal"/>
      <w:lvlText w:val="%1."/>
      <w:lvlJc w:val="left"/>
      <w:pPr>
        <w:tabs>
          <w:tab w:val="num" w:pos="1730"/>
        </w:tabs>
        <w:ind w:left="1730" w:hanging="1050"/>
      </w:pPr>
      <w:rPr>
        <w:rFonts w:cs="Times New Roman"/>
      </w:rPr>
    </w:lvl>
    <w:lvl w:ilvl="1" w:tplc="04190019">
      <w:start w:val="1"/>
      <w:numFmt w:val="lowerLetter"/>
      <w:lvlText w:val="%2."/>
      <w:lvlJc w:val="left"/>
      <w:pPr>
        <w:tabs>
          <w:tab w:val="num" w:pos="1760"/>
        </w:tabs>
        <w:ind w:left="1760" w:hanging="360"/>
      </w:pPr>
      <w:rPr>
        <w:rFonts w:cs="Times New Roman"/>
      </w:rPr>
    </w:lvl>
    <w:lvl w:ilvl="2" w:tplc="0419001B">
      <w:start w:val="1"/>
      <w:numFmt w:val="lowerRoman"/>
      <w:lvlText w:val="%3."/>
      <w:lvlJc w:val="right"/>
      <w:pPr>
        <w:tabs>
          <w:tab w:val="num" w:pos="2480"/>
        </w:tabs>
        <w:ind w:left="2480" w:hanging="180"/>
      </w:pPr>
      <w:rPr>
        <w:rFonts w:cs="Times New Roman"/>
      </w:rPr>
    </w:lvl>
    <w:lvl w:ilvl="3" w:tplc="0419000F">
      <w:start w:val="1"/>
      <w:numFmt w:val="decimal"/>
      <w:lvlText w:val="%4."/>
      <w:lvlJc w:val="left"/>
      <w:pPr>
        <w:tabs>
          <w:tab w:val="num" w:pos="3200"/>
        </w:tabs>
        <w:ind w:left="3200" w:hanging="360"/>
      </w:pPr>
      <w:rPr>
        <w:rFonts w:cs="Times New Roman"/>
      </w:rPr>
    </w:lvl>
    <w:lvl w:ilvl="4" w:tplc="04190019">
      <w:start w:val="1"/>
      <w:numFmt w:val="lowerLetter"/>
      <w:lvlText w:val="%5."/>
      <w:lvlJc w:val="left"/>
      <w:pPr>
        <w:tabs>
          <w:tab w:val="num" w:pos="3920"/>
        </w:tabs>
        <w:ind w:left="3920" w:hanging="360"/>
      </w:pPr>
      <w:rPr>
        <w:rFonts w:cs="Times New Roman"/>
      </w:rPr>
    </w:lvl>
    <w:lvl w:ilvl="5" w:tplc="0419001B">
      <w:start w:val="1"/>
      <w:numFmt w:val="lowerRoman"/>
      <w:lvlText w:val="%6."/>
      <w:lvlJc w:val="right"/>
      <w:pPr>
        <w:tabs>
          <w:tab w:val="num" w:pos="4640"/>
        </w:tabs>
        <w:ind w:left="4640" w:hanging="180"/>
      </w:pPr>
      <w:rPr>
        <w:rFonts w:cs="Times New Roman"/>
      </w:rPr>
    </w:lvl>
    <w:lvl w:ilvl="6" w:tplc="0419000F">
      <w:start w:val="1"/>
      <w:numFmt w:val="decimal"/>
      <w:lvlText w:val="%7."/>
      <w:lvlJc w:val="left"/>
      <w:pPr>
        <w:tabs>
          <w:tab w:val="num" w:pos="5360"/>
        </w:tabs>
        <w:ind w:left="5360" w:hanging="360"/>
      </w:pPr>
      <w:rPr>
        <w:rFonts w:cs="Times New Roman"/>
      </w:rPr>
    </w:lvl>
    <w:lvl w:ilvl="7" w:tplc="04190019">
      <w:start w:val="1"/>
      <w:numFmt w:val="lowerLetter"/>
      <w:lvlText w:val="%8."/>
      <w:lvlJc w:val="left"/>
      <w:pPr>
        <w:tabs>
          <w:tab w:val="num" w:pos="6080"/>
        </w:tabs>
        <w:ind w:left="6080" w:hanging="360"/>
      </w:pPr>
      <w:rPr>
        <w:rFonts w:cs="Times New Roman"/>
      </w:rPr>
    </w:lvl>
    <w:lvl w:ilvl="8" w:tplc="0419001B">
      <w:start w:val="1"/>
      <w:numFmt w:val="lowerRoman"/>
      <w:lvlText w:val="%9."/>
      <w:lvlJc w:val="right"/>
      <w:pPr>
        <w:tabs>
          <w:tab w:val="num" w:pos="6800"/>
        </w:tabs>
        <w:ind w:left="6800" w:hanging="180"/>
      </w:pPr>
      <w:rPr>
        <w:rFonts w:cs="Times New Roman"/>
      </w:rPr>
    </w:lvl>
  </w:abstractNum>
  <w:abstractNum w:abstractNumId="2">
    <w:nsid w:val="1F3E42B6"/>
    <w:multiLevelType w:val="hybridMultilevel"/>
    <w:tmpl w:val="22DCBACC"/>
    <w:lvl w:ilvl="0" w:tplc="FFFFFFF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2F3C4FF5"/>
    <w:multiLevelType w:val="hybridMultilevel"/>
    <w:tmpl w:val="63D2DE76"/>
    <w:lvl w:ilvl="0" w:tplc="EABA9C72">
      <w:start w:val="2"/>
      <w:numFmt w:val="bullet"/>
      <w:lvlText w:val="–"/>
      <w:lvlJc w:val="left"/>
      <w:pPr>
        <w:tabs>
          <w:tab w:val="num" w:pos="360"/>
        </w:tabs>
        <w:ind w:left="360" w:hanging="360"/>
      </w:pPr>
      <w:rPr>
        <w:rFonts w:ascii="Times New Roman" w:eastAsia="Times New Roman" w:hAnsi="Times New Roman" w:hint="default"/>
      </w:rPr>
    </w:lvl>
    <w:lvl w:ilvl="1" w:tplc="04220003" w:tentative="1">
      <w:start w:val="1"/>
      <w:numFmt w:val="bullet"/>
      <w:lvlText w:val="o"/>
      <w:lvlJc w:val="left"/>
      <w:pPr>
        <w:tabs>
          <w:tab w:val="num" w:pos="1080"/>
        </w:tabs>
        <w:ind w:left="1080" w:hanging="360"/>
      </w:pPr>
      <w:rPr>
        <w:rFonts w:ascii="Courier New" w:hAnsi="Courier New" w:hint="default"/>
      </w:rPr>
    </w:lvl>
    <w:lvl w:ilvl="2" w:tplc="04220005" w:tentative="1">
      <w:start w:val="1"/>
      <w:numFmt w:val="bullet"/>
      <w:lvlText w:val=""/>
      <w:lvlJc w:val="left"/>
      <w:pPr>
        <w:tabs>
          <w:tab w:val="num" w:pos="1800"/>
        </w:tabs>
        <w:ind w:left="1800" w:hanging="360"/>
      </w:pPr>
      <w:rPr>
        <w:rFonts w:ascii="Wingdings" w:hAnsi="Wingdings" w:hint="default"/>
      </w:rPr>
    </w:lvl>
    <w:lvl w:ilvl="3" w:tplc="04220001" w:tentative="1">
      <w:start w:val="1"/>
      <w:numFmt w:val="bullet"/>
      <w:lvlText w:val=""/>
      <w:lvlJc w:val="left"/>
      <w:pPr>
        <w:tabs>
          <w:tab w:val="num" w:pos="2520"/>
        </w:tabs>
        <w:ind w:left="2520" w:hanging="360"/>
      </w:pPr>
      <w:rPr>
        <w:rFonts w:ascii="Symbol" w:hAnsi="Symbol" w:hint="default"/>
      </w:rPr>
    </w:lvl>
    <w:lvl w:ilvl="4" w:tplc="04220003" w:tentative="1">
      <w:start w:val="1"/>
      <w:numFmt w:val="bullet"/>
      <w:lvlText w:val="o"/>
      <w:lvlJc w:val="left"/>
      <w:pPr>
        <w:tabs>
          <w:tab w:val="num" w:pos="3240"/>
        </w:tabs>
        <w:ind w:left="3240" w:hanging="360"/>
      </w:pPr>
      <w:rPr>
        <w:rFonts w:ascii="Courier New" w:hAnsi="Courier New" w:hint="default"/>
      </w:rPr>
    </w:lvl>
    <w:lvl w:ilvl="5" w:tplc="04220005" w:tentative="1">
      <w:start w:val="1"/>
      <w:numFmt w:val="bullet"/>
      <w:lvlText w:val=""/>
      <w:lvlJc w:val="left"/>
      <w:pPr>
        <w:tabs>
          <w:tab w:val="num" w:pos="3960"/>
        </w:tabs>
        <w:ind w:left="3960" w:hanging="360"/>
      </w:pPr>
      <w:rPr>
        <w:rFonts w:ascii="Wingdings" w:hAnsi="Wingdings" w:hint="default"/>
      </w:rPr>
    </w:lvl>
    <w:lvl w:ilvl="6" w:tplc="04220001" w:tentative="1">
      <w:start w:val="1"/>
      <w:numFmt w:val="bullet"/>
      <w:lvlText w:val=""/>
      <w:lvlJc w:val="left"/>
      <w:pPr>
        <w:tabs>
          <w:tab w:val="num" w:pos="4680"/>
        </w:tabs>
        <w:ind w:left="4680" w:hanging="360"/>
      </w:pPr>
      <w:rPr>
        <w:rFonts w:ascii="Symbol" w:hAnsi="Symbol" w:hint="default"/>
      </w:rPr>
    </w:lvl>
    <w:lvl w:ilvl="7" w:tplc="04220003" w:tentative="1">
      <w:start w:val="1"/>
      <w:numFmt w:val="bullet"/>
      <w:lvlText w:val="o"/>
      <w:lvlJc w:val="left"/>
      <w:pPr>
        <w:tabs>
          <w:tab w:val="num" w:pos="5400"/>
        </w:tabs>
        <w:ind w:left="5400" w:hanging="360"/>
      </w:pPr>
      <w:rPr>
        <w:rFonts w:ascii="Courier New" w:hAnsi="Courier New" w:hint="default"/>
      </w:rPr>
    </w:lvl>
    <w:lvl w:ilvl="8" w:tplc="04220005" w:tentative="1">
      <w:start w:val="1"/>
      <w:numFmt w:val="bullet"/>
      <w:lvlText w:val=""/>
      <w:lvlJc w:val="left"/>
      <w:pPr>
        <w:tabs>
          <w:tab w:val="num" w:pos="6120"/>
        </w:tabs>
        <w:ind w:left="6120" w:hanging="360"/>
      </w:pPr>
      <w:rPr>
        <w:rFonts w:ascii="Wingdings" w:hAnsi="Wingdings" w:hint="default"/>
      </w:rPr>
    </w:lvl>
  </w:abstractNum>
  <w:abstractNum w:abstractNumId="4">
    <w:nsid w:val="37AE4F70"/>
    <w:multiLevelType w:val="hybridMultilevel"/>
    <w:tmpl w:val="56EE6EDE"/>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37F5688D"/>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45587642"/>
    <w:multiLevelType w:val="hybridMultilevel"/>
    <w:tmpl w:val="28B8932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45DE0FC4"/>
    <w:multiLevelType w:val="hybridMultilevel"/>
    <w:tmpl w:val="06DC7AA8"/>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0"/>
  </w:num>
  <w:num w:numId="7">
    <w:abstractNumId w:val="6"/>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24113"/>
    <w:rsid w:val="00015CEA"/>
    <w:rsid w:val="00045638"/>
    <w:rsid w:val="00084266"/>
    <w:rsid w:val="000B6040"/>
    <w:rsid w:val="000C7F19"/>
    <w:rsid w:val="000D7A93"/>
    <w:rsid w:val="00102FA3"/>
    <w:rsid w:val="001626BD"/>
    <w:rsid w:val="0017194D"/>
    <w:rsid w:val="001B1959"/>
    <w:rsid w:val="00256EF6"/>
    <w:rsid w:val="002B4234"/>
    <w:rsid w:val="002F1F22"/>
    <w:rsid w:val="003F1BB1"/>
    <w:rsid w:val="0048574A"/>
    <w:rsid w:val="004B26E3"/>
    <w:rsid w:val="004B390E"/>
    <w:rsid w:val="0058321C"/>
    <w:rsid w:val="005D2628"/>
    <w:rsid w:val="005D4062"/>
    <w:rsid w:val="006664D3"/>
    <w:rsid w:val="00670729"/>
    <w:rsid w:val="0069479F"/>
    <w:rsid w:val="006B79FC"/>
    <w:rsid w:val="006C25C7"/>
    <w:rsid w:val="006F1D2A"/>
    <w:rsid w:val="00711159"/>
    <w:rsid w:val="00742605"/>
    <w:rsid w:val="00757902"/>
    <w:rsid w:val="00763944"/>
    <w:rsid w:val="007829D2"/>
    <w:rsid w:val="007C42F1"/>
    <w:rsid w:val="007F54A2"/>
    <w:rsid w:val="008547B5"/>
    <w:rsid w:val="008719C4"/>
    <w:rsid w:val="00951608"/>
    <w:rsid w:val="00951F3D"/>
    <w:rsid w:val="009B2F66"/>
    <w:rsid w:val="009D0025"/>
    <w:rsid w:val="00A43821"/>
    <w:rsid w:val="00AA6312"/>
    <w:rsid w:val="00AE36A8"/>
    <w:rsid w:val="00B0448C"/>
    <w:rsid w:val="00BB5469"/>
    <w:rsid w:val="00C34049"/>
    <w:rsid w:val="00C65E4A"/>
    <w:rsid w:val="00C81BC4"/>
    <w:rsid w:val="00CF3324"/>
    <w:rsid w:val="00D13660"/>
    <w:rsid w:val="00D24113"/>
    <w:rsid w:val="00D54C50"/>
    <w:rsid w:val="00D96B61"/>
    <w:rsid w:val="00E87293"/>
    <w:rsid w:val="00EA7728"/>
    <w:rsid w:val="00F178C9"/>
    <w:rsid w:val="00FC3957"/>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448C"/>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7C42F1"/>
    <w:rPr>
      <w:rFonts w:ascii="Times New Roman" w:eastAsia="Times New Roman" w:hAnsi="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BB5469"/>
    <w:rPr>
      <w:rFonts w:ascii="Arial" w:hAnsi="Arial" w:cs="Arial"/>
      <w:sz w:val="18"/>
      <w:szCs w:val="18"/>
    </w:rPr>
  </w:style>
  <w:style w:type="character" w:customStyle="1" w:styleId="BalloonTextChar">
    <w:name w:val="Balloon Text Char"/>
    <w:basedOn w:val="DefaultParagraphFont"/>
    <w:link w:val="BalloonText"/>
    <w:uiPriority w:val="99"/>
    <w:semiHidden/>
    <w:locked/>
    <w:rsid w:val="00BB5469"/>
    <w:rPr>
      <w:rFonts w:ascii="Arial" w:hAnsi="Arial" w:cs="Arial"/>
      <w:sz w:val="18"/>
      <w:szCs w:val="18"/>
      <w:lang w:eastAsia="ru-RU"/>
    </w:rPr>
  </w:style>
</w:styles>
</file>

<file path=word/webSettings.xml><?xml version="1.0" encoding="utf-8"?>
<w:webSettings xmlns:r="http://schemas.openxmlformats.org/officeDocument/2006/relationships" xmlns:w="http://schemas.openxmlformats.org/wordprocessingml/2006/main">
  <w:divs>
    <w:div w:id="118496480">
      <w:marLeft w:val="0"/>
      <w:marRight w:val="0"/>
      <w:marTop w:val="0"/>
      <w:marBottom w:val="0"/>
      <w:divBdr>
        <w:top w:val="none" w:sz="0" w:space="0" w:color="auto"/>
        <w:left w:val="none" w:sz="0" w:space="0" w:color="auto"/>
        <w:bottom w:val="none" w:sz="0" w:space="0" w:color="auto"/>
        <w:right w:val="none" w:sz="0" w:space="0" w:color="auto"/>
      </w:divBdr>
    </w:div>
    <w:div w:id="118496481">
      <w:marLeft w:val="0"/>
      <w:marRight w:val="0"/>
      <w:marTop w:val="0"/>
      <w:marBottom w:val="0"/>
      <w:divBdr>
        <w:top w:val="none" w:sz="0" w:space="0" w:color="auto"/>
        <w:left w:val="none" w:sz="0" w:space="0" w:color="auto"/>
        <w:bottom w:val="none" w:sz="0" w:space="0" w:color="auto"/>
        <w:right w:val="none" w:sz="0" w:space="0" w:color="auto"/>
      </w:divBdr>
    </w:div>
    <w:div w:id="118496482">
      <w:marLeft w:val="0"/>
      <w:marRight w:val="0"/>
      <w:marTop w:val="0"/>
      <w:marBottom w:val="0"/>
      <w:divBdr>
        <w:top w:val="none" w:sz="0" w:space="0" w:color="auto"/>
        <w:left w:val="none" w:sz="0" w:space="0" w:color="auto"/>
        <w:bottom w:val="none" w:sz="0" w:space="0" w:color="auto"/>
        <w:right w:val="none" w:sz="0" w:space="0" w:color="auto"/>
      </w:divBdr>
    </w:div>
    <w:div w:id="118496483">
      <w:marLeft w:val="0"/>
      <w:marRight w:val="0"/>
      <w:marTop w:val="0"/>
      <w:marBottom w:val="0"/>
      <w:divBdr>
        <w:top w:val="none" w:sz="0" w:space="0" w:color="auto"/>
        <w:left w:val="none" w:sz="0" w:space="0" w:color="auto"/>
        <w:bottom w:val="none" w:sz="0" w:space="0" w:color="auto"/>
        <w:right w:val="none" w:sz="0" w:space="0" w:color="auto"/>
      </w:divBdr>
    </w:div>
    <w:div w:id="118496484">
      <w:marLeft w:val="0"/>
      <w:marRight w:val="0"/>
      <w:marTop w:val="0"/>
      <w:marBottom w:val="0"/>
      <w:divBdr>
        <w:top w:val="none" w:sz="0" w:space="0" w:color="auto"/>
        <w:left w:val="none" w:sz="0" w:space="0" w:color="auto"/>
        <w:bottom w:val="none" w:sz="0" w:space="0" w:color="auto"/>
        <w:right w:val="none" w:sz="0" w:space="0" w:color="auto"/>
      </w:divBdr>
    </w:div>
    <w:div w:id="118496485">
      <w:marLeft w:val="0"/>
      <w:marRight w:val="0"/>
      <w:marTop w:val="0"/>
      <w:marBottom w:val="0"/>
      <w:divBdr>
        <w:top w:val="none" w:sz="0" w:space="0" w:color="auto"/>
        <w:left w:val="none" w:sz="0" w:space="0" w:color="auto"/>
        <w:bottom w:val="none" w:sz="0" w:space="0" w:color="auto"/>
        <w:right w:val="none" w:sz="0" w:space="0" w:color="auto"/>
      </w:divBdr>
    </w:div>
    <w:div w:id="1184964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326</TotalTime>
  <Pages>8</Pages>
  <Words>8527</Words>
  <Characters>4861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Admin</cp:lastModifiedBy>
  <cp:revision>11</cp:revision>
  <cp:lastPrinted>2017-05-30T19:09:00Z</cp:lastPrinted>
  <dcterms:created xsi:type="dcterms:W3CDTF">2017-05-29T20:08:00Z</dcterms:created>
  <dcterms:modified xsi:type="dcterms:W3CDTF">2017-05-31T05:59:00Z</dcterms:modified>
</cp:coreProperties>
</file>