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B19" w:rsidRPr="00ED6C5D" w:rsidRDefault="00D75B19" w:rsidP="00B94E86">
      <w:pPr>
        <w:spacing w:after="0"/>
        <w:ind w:firstLine="709"/>
        <w:jc w:val="right"/>
        <w:rPr>
          <w:rFonts w:ascii="Times New Roman" w:hAnsi="Times New Roman"/>
          <w:b/>
          <w:sz w:val="28"/>
          <w:szCs w:val="28"/>
          <w:lang w:val="uk-UA"/>
        </w:rPr>
      </w:pPr>
      <w:r w:rsidRPr="00ED6C5D">
        <w:rPr>
          <w:rFonts w:ascii="Times New Roman" w:hAnsi="Times New Roman"/>
          <w:b/>
          <w:sz w:val="28"/>
          <w:szCs w:val="28"/>
          <w:lang w:val="uk-UA"/>
        </w:rPr>
        <w:t>Ольга Бондар</w:t>
      </w:r>
    </w:p>
    <w:p w:rsidR="00D75B19" w:rsidRPr="00ED6C5D" w:rsidRDefault="00D75B19" w:rsidP="00B94E86">
      <w:pPr>
        <w:spacing w:after="0"/>
        <w:ind w:firstLine="709"/>
        <w:jc w:val="right"/>
        <w:rPr>
          <w:rFonts w:ascii="Times New Roman" w:hAnsi="Times New Roman"/>
          <w:b/>
          <w:sz w:val="28"/>
          <w:szCs w:val="28"/>
          <w:lang w:val="uk-UA"/>
        </w:rPr>
      </w:pPr>
      <w:r w:rsidRPr="00ED6C5D">
        <w:rPr>
          <w:rFonts w:ascii="Times New Roman" w:hAnsi="Times New Roman"/>
          <w:b/>
          <w:sz w:val="28"/>
          <w:szCs w:val="28"/>
          <w:lang w:val="uk-UA"/>
        </w:rPr>
        <w:t>(Глухів, Україна)</w:t>
      </w:r>
    </w:p>
    <w:p w:rsidR="00D75B19" w:rsidRPr="009867C9" w:rsidRDefault="00D75B19" w:rsidP="00B94E86">
      <w:pPr>
        <w:spacing w:after="0"/>
        <w:ind w:firstLine="709"/>
        <w:jc w:val="right"/>
        <w:rPr>
          <w:rFonts w:ascii="Times New Roman" w:hAnsi="Times New Roman"/>
          <w:b/>
          <w:sz w:val="28"/>
          <w:szCs w:val="28"/>
          <w:lang w:val="uk-UA"/>
        </w:rPr>
      </w:pPr>
    </w:p>
    <w:p w:rsidR="00D75B19" w:rsidRDefault="00D75B19" w:rsidP="00EB789F">
      <w:pPr>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t>ВПЛИВ ЗМІ НА ПРОЦЕС СОЦІАЛІЗАЦІЇ ПІДЛІТКІВ</w:t>
      </w:r>
    </w:p>
    <w:p w:rsidR="00D75B19" w:rsidRDefault="00D75B19" w:rsidP="00EB789F">
      <w:pPr>
        <w:spacing w:after="0" w:line="360" w:lineRule="auto"/>
        <w:ind w:firstLine="709"/>
        <w:jc w:val="center"/>
        <w:rPr>
          <w:rFonts w:ascii="Times New Roman" w:hAnsi="Times New Roman"/>
          <w:b/>
          <w:sz w:val="28"/>
          <w:szCs w:val="28"/>
          <w:lang w:val="uk-UA"/>
        </w:rPr>
      </w:pPr>
    </w:p>
    <w:p w:rsidR="00D75B19" w:rsidRDefault="00D75B19" w:rsidP="00EB78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На сьогодні вивчення проблем впливу ЗМІ на процес соціалізації підлітків є дуже актуальним питанням. Бурхливий розвиток інформаційних технологій у ХХ столітті заклав основу формування суспільства абсолютно нового типу – інформаційного суспільства, в якому ЗМІ фактично перейняли на себе значну частину функцій щодо формування свідомості людей, виховання їх смаків, поглядів, звичок, уподобань. </w:t>
      </w:r>
    </w:p>
    <w:p w:rsidR="00D75B19" w:rsidRDefault="00D75B19" w:rsidP="00EB789F">
      <w:pPr>
        <w:spacing w:after="0" w:line="360" w:lineRule="auto"/>
        <w:ind w:firstLine="709"/>
        <w:jc w:val="both"/>
        <w:rPr>
          <w:rFonts w:ascii="Times New Roman" w:hAnsi="Times New Roman"/>
          <w:sz w:val="28"/>
          <w:szCs w:val="28"/>
          <w:lang w:val="uk-UA"/>
        </w:rPr>
      </w:pPr>
      <w:r w:rsidRPr="00084FAD">
        <w:rPr>
          <w:rFonts w:ascii="Times New Roman" w:hAnsi="Times New Roman"/>
          <w:sz w:val="28"/>
          <w:szCs w:val="28"/>
          <w:lang w:val="uk-UA"/>
        </w:rPr>
        <w:t>У сучасному світі зв’язки між молодим поколінням та глобальною медіа</w:t>
      </w:r>
      <w:r>
        <w:rPr>
          <w:rFonts w:ascii="Times New Roman" w:hAnsi="Times New Roman"/>
          <w:sz w:val="28"/>
          <w:szCs w:val="28"/>
          <w:lang w:val="uk-UA"/>
        </w:rPr>
        <w:t xml:space="preserve"> </w:t>
      </w:r>
      <w:r w:rsidRPr="00084FAD">
        <w:rPr>
          <w:rFonts w:ascii="Times New Roman" w:hAnsi="Times New Roman"/>
          <w:sz w:val="28"/>
          <w:szCs w:val="28"/>
          <w:lang w:val="uk-UA"/>
        </w:rPr>
        <w:t>системою дуже суперечливі. З одного боку, молодь має широкі можливості для розширення кругозору, включення в освітній процес на основі сучасних інформаційних технологій, знайомства з іншим культурами. З іншого – комерційні засади більшості медіаструктур (мережа Інтернет, супутникове та кабельне телебачення, радіо) створюють умови для безперешкодного доступу широкого кола молоді до антигуманної, антидуховної, аморальної інформації. Крім того, певні деструктивні наслідки некритичного ставлення до інформаційного потоку, зниження якості медійного продукту,  можливості широкої маніпуляції свідомістю людей загострюють відносини суспільства із ЗМІ, вимагають значної уваги до інформаційно-комунікаційного простору всіх  соціальних та освітніх інститутів.</w:t>
      </w:r>
    </w:p>
    <w:p w:rsidR="00D75B19" w:rsidRDefault="00D75B19" w:rsidP="00EB78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Значний внесок у розробку проблеми засобів масової інформації як інституту соціалізації людини внесли такі науковці як: І. Бех, Ю. Гальперін, Л.Гордін, І.Кон, В. Ксенофонтов, В. Москаленко, О. Первишева, Л.Сніжко (аналіз проблеми виховання молоді, принципи взаємодії соціальних інститутів, фактори та умови виховання); В. Гуров, І. Левшина,І. Звєрєва, В. Лізанчук,А. Толстих, А. Харчев, С. Хлєбик (аналіз різних змістових аспектів засобів масової інформації й комунікації). </w:t>
      </w:r>
    </w:p>
    <w:p w:rsidR="00D75B19" w:rsidRDefault="00D75B19" w:rsidP="00EB789F">
      <w:pPr>
        <w:spacing w:after="0" w:line="360" w:lineRule="auto"/>
        <w:ind w:firstLine="709"/>
        <w:jc w:val="both"/>
        <w:rPr>
          <w:rFonts w:ascii="Times New Roman" w:hAnsi="Times New Roman"/>
          <w:b/>
          <w:sz w:val="28"/>
          <w:szCs w:val="28"/>
          <w:lang w:val="uk-UA"/>
        </w:rPr>
      </w:pPr>
      <w:r>
        <w:rPr>
          <w:rFonts w:ascii="Times New Roman" w:hAnsi="Times New Roman"/>
          <w:sz w:val="28"/>
          <w:szCs w:val="28"/>
          <w:lang w:val="uk-UA"/>
        </w:rPr>
        <w:t xml:space="preserve">Аналізуючи </w:t>
      </w:r>
      <w:r w:rsidRPr="00084FAD">
        <w:rPr>
          <w:rFonts w:ascii="Times New Roman" w:hAnsi="Times New Roman"/>
          <w:sz w:val="28"/>
          <w:szCs w:val="28"/>
          <w:lang w:val="uk-UA"/>
        </w:rPr>
        <w:t>історію становлення поняття</w:t>
      </w:r>
      <w:r>
        <w:rPr>
          <w:rFonts w:ascii="Times New Roman" w:hAnsi="Times New Roman"/>
          <w:sz w:val="28"/>
          <w:szCs w:val="28"/>
          <w:lang w:val="uk-UA"/>
        </w:rPr>
        <w:t xml:space="preserve"> «соціалізація особистості», було встановлено, що існувало багато підходів до його трактування. У гуманітарні науки термін “соціалізація” прийшов з політекономії, де його початковим значенням було «усуспільнення» землі, засобів виробництва.</w:t>
      </w:r>
    </w:p>
    <w:p w:rsidR="00D75B19" w:rsidRDefault="00D75B19" w:rsidP="00EB789F">
      <w:pPr>
        <w:spacing w:after="0" w:line="360" w:lineRule="auto"/>
        <w:ind w:firstLine="709"/>
        <w:jc w:val="both"/>
        <w:rPr>
          <w:rFonts w:ascii="Times New Roman" w:hAnsi="Times New Roman"/>
          <w:b/>
          <w:sz w:val="28"/>
          <w:szCs w:val="28"/>
          <w:lang w:val="uk-UA"/>
        </w:rPr>
      </w:pPr>
      <w:r>
        <w:rPr>
          <w:rFonts w:ascii="Times New Roman" w:hAnsi="Times New Roman"/>
          <w:sz w:val="28"/>
          <w:szCs w:val="28"/>
          <w:lang w:val="uk-UA"/>
        </w:rPr>
        <w:t>Автором терміна «соціалізація» в гуманітарних науках є американський соціолог Ф. Гідінгс, котрий у 1887 р. у праці «Теорія соціалізації» вжив його в значенні, близько мудо сучасного, - «розвиток соціальної природи або характеру індивіда, підготовка людини до соціального життя» [4].</w:t>
      </w:r>
    </w:p>
    <w:p w:rsidR="00D75B19" w:rsidRPr="00084FAD" w:rsidRDefault="00D75B19" w:rsidP="00084FA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Метою процесу соціалізації  є становлення особистості, яка була б здатна адаптуватися до умов, що постійно змінюються та реалізувати себе. Процес соціалізації підлітка, його формування та розвиток, становлення як особистості відбувається у взаємодії з навколишнім середовищем за допомогою різних соціальних чинників. </w:t>
      </w:r>
    </w:p>
    <w:p w:rsidR="00D75B19" w:rsidRPr="00306D95" w:rsidRDefault="00D75B19" w:rsidP="00306D95">
      <w:pPr>
        <w:spacing w:after="0" w:line="360" w:lineRule="auto"/>
        <w:ind w:firstLine="709"/>
        <w:jc w:val="both"/>
        <w:rPr>
          <w:rFonts w:ascii="Times New Roman" w:hAnsi="Times New Roman"/>
          <w:color w:val="FF0000"/>
          <w:sz w:val="28"/>
          <w:szCs w:val="28"/>
          <w:lang w:val="uk-UA"/>
        </w:rPr>
      </w:pPr>
      <w:r>
        <w:rPr>
          <w:rFonts w:ascii="Times New Roman" w:hAnsi="Times New Roman"/>
          <w:sz w:val="28"/>
          <w:szCs w:val="28"/>
          <w:lang w:val="uk-UA"/>
        </w:rPr>
        <w:t xml:space="preserve">Підлітковий вік – вік критичного, швидко зростаючого логічного мислення, прагнення до пізнання всього, що оточує,активності, ініціативності,сміливості,мужності, а також етично-емоційного розвитку. </w:t>
      </w:r>
    </w:p>
    <w:p w:rsidR="00D75B19" w:rsidRDefault="00D75B19" w:rsidP="00EB789F">
      <w:pPr>
        <w:spacing w:after="0" w:line="360" w:lineRule="auto"/>
        <w:ind w:firstLine="709"/>
        <w:jc w:val="both"/>
        <w:rPr>
          <w:rFonts w:ascii="Times New Roman" w:hAnsi="Times New Roman"/>
          <w:sz w:val="28"/>
          <w:szCs w:val="28"/>
          <w:lang w:val="uk-UA"/>
        </w:rPr>
      </w:pPr>
      <w:r w:rsidRPr="00084FAD">
        <w:rPr>
          <w:rFonts w:ascii="Times New Roman" w:hAnsi="Times New Roman"/>
          <w:sz w:val="28"/>
          <w:szCs w:val="28"/>
          <w:lang w:val="uk-UA"/>
        </w:rPr>
        <w:t>Як зазначає І. Д. Бех</w:t>
      </w:r>
      <w:r>
        <w:rPr>
          <w:rFonts w:ascii="Times New Roman" w:hAnsi="Times New Roman"/>
          <w:sz w:val="28"/>
          <w:szCs w:val="28"/>
          <w:lang w:val="uk-UA"/>
        </w:rPr>
        <w:t xml:space="preserve"> процес соціалізації особистості, зокрема підлітка – це процес формування дорослості й почуття дорослості, який є специфічним за соціальною формою самосвідомості [1].</w:t>
      </w:r>
    </w:p>
    <w:p w:rsidR="00D75B19" w:rsidRDefault="00D75B19" w:rsidP="00EB78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Залежно від віку індивіда розрізняють 5 основних етапів (стадій) соціалізації: </w:t>
      </w:r>
    </w:p>
    <w:p w:rsidR="00D75B19" w:rsidRDefault="00D75B19" w:rsidP="00EB78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1. Первинна соціалізація, або стадія адаптації (від народження до підліткового періоду – дитина засвоює соціальний досвід, адаптується, пристосовується, наслідує).</w:t>
      </w:r>
    </w:p>
    <w:p w:rsidR="00D75B19" w:rsidRDefault="00D75B19" w:rsidP="00EB78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2. Стадія індивідуалізації (з'являється бажання виділити себе серед інших, критичне ставлення до суспільних норм поведінки). </w:t>
      </w:r>
    </w:p>
    <w:p w:rsidR="00D75B19" w:rsidRDefault="00D75B19" w:rsidP="00EB78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3. Стадія інтеграції (з'являється бажання знайти своє місце в суспільстві). </w:t>
      </w:r>
    </w:p>
    <w:p w:rsidR="00D75B19" w:rsidRDefault="00D75B19" w:rsidP="00EB78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4. Трудова стадія соціалізації охоплює весь період зрілості людини, її трудової діяльності, коли людина не тільки опановує соціальний досвід, але й відтворює його.</w:t>
      </w:r>
    </w:p>
    <w:p w:rsidR="00D75B19" w:rsidRDefault="00D75B19" w:rsidP="00EB789F">
      <w:pPr>
        <w:spacing w:after="0" w:line="360" w:lineRule="auto"/>
        <w:ind w:firstLine="709"/>
        <w:jc w:val="both"/>
        <w:rPr>
          <w:rFonts w:ascii="Times New Roman" w:hAnsi="Times New Roman"/>
          <w:b/>
          <w:sz w:val="28"/>
          <w:szCs w:val="28"/>
          <w:lang w:val="uk-UA"/>
        </w:rPr>
      </w:pPr>
      <w:r>
        <w:rPr>
          <w:rFonts w:ascii="Times New Roman" w:hAnsi="Times New Roman"/>
          <w:sz w:val="28"/>
          <w:szCs w:val="28"/>
          <w:lang w:val="uk-UA"/>
        </w:rPr>
        <w:t xml:space="preserve"> 5. Після трудова стадія соціалізації розглядає похилий вік як вік, що робить істотний внесок у відтворення соціального досвіду, у процес передачі його новим поколінням.</w:t>
      </w:r>
    </w:p>
    <w:p w:rsidR="00D75B19" w:rsidRDefault="00D75B19" w:rsidP="00EB78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Отже, соціалізація не є одностороннім процесом. Вона охоплює всі етапи життєвого шляху людини.Накопичення засвоєних цінностей у певний період переходить у нову якість, що виявляється у зміні структури та спрямованості особи.</w:t>
      </w:r>
    </w:p>
    <w:p w:rsidR="00D75B19" w:rsidRDefault="00D75B19" w:rsidP="00EB78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До факторів соціалізації відносяться не лише сім’я, школа, гуртки, а і засоби масової інформації. </w:t>
      </w:r>
    </w:p>
    <w:p w:rsidR="00D75B19" w:rsidRDefault="00D75B19" w:rsidP="00EB78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Засоби масової інформації – технічні засоби створення, запису, копіювання, тиражування, збереження і поширення інформації для масової аудиторії. </w:t>
      </w:r>
    </w:p>
    <w:p w:rsidR="00D75B19" w:rsidRDefault="00D75B19" w:rsidP="00EB78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За останні часи середовище людини, в якому відбувається виховання, істотно змінилося. До нього увійшли засоби масової інформації, які проникли в різні сфери життя [3].</w:t>
      </w:r>
    </w:p>
    <w:p w:rsidR="00D75B19" w:rsidRDefault="00D75B19" w:rsidP="00EB78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У виховному плані дослідники виділяють, як значущі, наступні функції засобів масової інформації: </w:t>
      </w:r>
    </w:p>
    <w:p w:rsidR="00D75B19" w:rsidRDefault="00D75B19" w:rsidP="00EB78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Рекреативна – визначає вільне проведення часу як групове, так і індивідуальне.</w:t>
      </w:r>
    </w:p>
    <w:p w:rsidR="00D75B19" w:rsidRDefault="00D75B19" w:rsidP="00EB78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Релаксаційна – знімає відчуття самотності, служить засобом відволікання при ускладненнях у спілкуванні.</w:t>
      </w:r>
    </w:p>
    <w:p w:rsidR="00D75B19" w:rsidRDefault="00D75B19" w:rsidP="00EB78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Інформаційно-пізнавальна – преса, телебачення, радіо, кіно орієнтуються на потребу людей в отриманні різноманітних фактів і даних про цікаві явища та суспільні події.</w:t>
      </w:r>
    </w:p>
    <w:p w:rsidR="00D75B19" w:rsidRDefault="00D75B19" w:rsidP="00EB78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Нормативна – за допомогою засобів масової інформації пропагуються норми і зразки поведінки в суспільстві, затверджується система цінностей, у зв'язку з цим засоби масової інформації виступають важливим суспільним регулятором життєдіяльності людей.</w:t>
      </w:r>
    </w:p>
    <w:p w:rsidR="00D75B19" w:rsidRDefault="00D75B19" w:rsidP="00EB78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Інтегративна – засоби масової інформації об'єднують маси навколо ідей, сприяють у людей формуванню спільних поглядів, позицій, оцінок тих або інших подій і створюють психологічний тонус у суспільстві.</w:t>
      </w:r>
    </w:p>
    <w:p w:rsidR="00D75B19" w:rsidRDefault="00D75B19" w:rsidP="00EB78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Розважально-компенсаторна – відпочинок перед телеекраном, в кіно, дозволяє розслабитися після трудового дня, змінити емоційний фон і одночасно отримати заряд відсутніх в реальному житті яскравих відчуттів, вражень. </w:t>
      </w:r>
    </w:p>
    <w:p w:rsidR="00D75B19" w:rsidRDefault="00D75B19" w:rsidP="00377BD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Фонова – радіо, телебачення, звукозапис дозволяють багатьом людям уникнути самотності </w:t>
      </w:r>
      <w:r>
        <w:rPr>
          <w:rFonts w:ascii="Times New Roman" w:hAnsi="Times New Roman"/>
          <w:sz w:val="28"/>
          <w:szCs w:val="28"/>
        </w:rPr>
        <w:t>[2].</w:t>
      </w:r>
    </w:p>
    <w:p w:rsidR="00D75B19" w:rsidRDefault="00D75B19" w:rsidP="00377BD9">
      <w:pPr>
        <w:spacing w:after="0" w:line="360" w:lineRule="auto"/>
        <w:ind w:firstLine="709"/>
        <w:jc w:val="both"/>
        <w:rPr>
          <w:rFonts w:ascii="Times New Roman" w:hAnsi="Times New Roman"/>
          <w:sz w:val="28"/>
          <w:szCs w:val="28"/>
          <w:lang w:val="uk-UA"/>
        </w:rPr>
      </w:pPr>
      <w:r w:rsidRPr="00377BD9">
        <w:rPr>
          <w:rFonts w:ascii="Times New Roman" w:hAnsi="Times New Roman"/>
          <w:sz w:val="28"/>
          <w:szCs w:val="28"/>
          <w:lang w:val="uk-UA"/>
        </w:rPr>
        <w:t xml:space="preserve">Звичайно,  ЗМІ  не  можуть  забезпечити систематичне і глибоке засвоєння різноманітних знань. </w:t>
      </w:r>
      <w:r>
        <w:rPr>
          <w:rFonts w:ascii="Times New Roman" w:hAnsi="Times New Roman"/>
          <w:sz w:val="28"/>
          <w:szCs w:val="28"/>
          <w:lang w:val="uk-UA"/>
        </w:rPr>
        <w:t>Та все ж мас</w:t>
      </w:r>
      <w:r w:rsidRPr="00377BD9">
        <w:rPr>
          <w:rFonts w:ascii="Times New Roman" w:hAnsi="Times New Roman"/>
          <w:sz w:val="28"/>
          <w:szCs w:val="28"/>
          <w:lang w:val="uk-UA"/>
        </w:rPr>
        <w:t>медіа, супроводжуючи людину упродовж всього її життя</w:t>
      </w:r>
      <w:r>
        <w:rPr>
          <w:rFonts w:ascii="Times New Roman" w:hAnsi="Times New Roman"/>
          <w:sz w:val="28"/>
          <w:szCs w:val="28"/>
          <w:lang w:val="uk-UA"/>
        </w:rPr>
        <w:t xml:space="preserve"> значною</w:t>
      </w:r>
      <w:r w:rsidRPr="00377BD9">
        <w:rPr>
          <w:rFonts w:ascii="Times New Roman" w:hAnsi="Times New Roman"/>
          <w:sz w:val="28"/>
          <w:szCs w:val="28"/>
          <w:lang w:val="uk-UA"/>
        </w:rPr>
        <w:t xml:space="preserve"> мірою впливають  на  сприйняття  нею соціальної інформації. </w:t>
      </w:r>
    </w:p>
    <w:p w:rsidR="00D75B19" w:rsidRPr="00377BD9" w:rsidRDefault="00D75B19" w:rsidP="00377BD9">
      <w:pPr>
        <w:spacing w:after="0" w:line="360" w:lineRule="auto"/>
        <w:ind w:firstLine="709"/>
        <w:jc w:val="both"/>
        <w:rPr>
          <w:rFonts w:ascii="Times New Roman" w:hAnsi="Times New Roman"/>
          <w:sz w:val="28"/>
          <w:szCs w:val="28"/>
          <w:lang w:val="uk-UA"/>
        </w:rPr>
      </w:pPr>
      <w:r w:rsidRPr="00377BD9">
        <w:rPr>
          <w:rFonts w:ascii="Times New Roman" w:hAnsi="Times New Roman"/>
          <w:sz w:val="28"/>
          <w:szCs w:val="28"/>
          <w:lang w:val="uk-UA"/>
        </w:rPr>
        <w:t>Освітня  роль  ЗМІ  тісно  пов’язана  з  їх соціаліз</w:t>
      </w:r>
      <w:r>
        <w:rPr>
          <w:rFonts w:ascii="Times New Roman" w:hAnsi="Times New Roman"/>
          <w:sz w:val="28"/>
          <w:szCs w:val="28"/>
          <w:lang w:val="uk-UA"/>
        </w:rPr>
        <w:t>уючою</w:t>
      </w:r>
      <w:r w:rsidRPr="00377BD9">
        <w:rPr>
          <w:rFonts w:ascii="Times New Roman" w:hAnsi="Times New Roman"/>
          <w:sz w:val="28"/>
          <w:szCs w:val="28"/>
          <w:lang w:val="uk-UA"/>
        </w:rPr>
        <w:t xml:space="preserve"> функцією і по суті переростає в неї. Проте якщо  освіта  припускає систематичне набуття знань і розширює пізнавальні можливості  індивіда,  то  соціалізація  означає сприйняття  і  засвоєння  людиною загальноприйнятих  норм,  цінностей  і  зразків поведінки. Вона дозволяє індивіду адаптуватися до  соціальної  дійсності</w:t>
      </w:r>
      <w:r w:rsidRPr="00E02FE1">
        <w:rPr>
          <w:rFonts w:ascii="Times New Roman" w:hAnsi="Times New Roman"/>
          <w:sz w:val="28"/>
          <w:szCs w:val="28"/>
          <w:lang w:val="uk-UA"/>
        </w:rPr>
        <w:t>[</w:t>
      </w:r>
      <w:r>
        <w:rPr>
          <w:rFonts w:ascii="Times New Roman" w:hAnsi="Times New Roman"/>
          <w:sz w:val="28"/>
          <w:szCs w:val="28"/>
          <w:lang w:val="uk-UA"/>
        </w:rPr>
        <w:t>5</w:t>
      </w:r>
      <w:r w:rsidRPr="00E02FE1">
        <w:rPr>
          <w:rFonts w:ascii="Times New Roman" w:hAnsi="Times New Roman"/>
          <w:sz w:val="28"/>
          <w:szCs w:val="28"/>
          <w:lang w:val="uk-UA"/>
        </w:rPr>
        <w:t>]</w:t>
      </w:r>
      <w:r>
        <w:rPr>
          <w:rFonts w:ascii="Times New Roman" w:hAnsi="Times New Roman"/>
          <w:sz w:val="28"/>
          <w:szCs w:val="28"/>
          <w:lang w:val="uk-UA"/>
        </w:rPr>
        <w:t>.</w:t>
      </w:r>
    </w:p>
    <w:p w:rsidR="00D75B19" w:rsidRPr="00377BD9" w:rsidRDefault="00D75B19" w:rsidP="008926A1">
      <w:pPr>
        <w:spacing w:after="0" w:line="360" w:lineRule="auto"/>
        <w:ind w:firstLine="709"/>
        <w:jc w:val="both"/>
        <w:rPr>
          <w:rFonts w:ascii="Times New Roman" w:hAnsi="Times New Roman"/>
          <w:sz w:val="28"/>
          <w:szCs w:val="28"/>
          <w:lang w:val="uk-UA"/>
        </w:rPr>
      </w:pPr>
      <w:r w:rsidRPr="00377BD9">
        <w:rPr>
          <w:rFonts w:ascii="Times New Roman" w:hAnsi="Times New Roman"/>
          <w:sz w:val="28"/>
          <w:szCs w:val="28"/>
          <w:lang w:val="uk-UA"/>
        </w:rPr>
        <w:t xml:space="preserve">ЗМІ  можна  розглядати  як  </w:t>
      </w:r>
      <w:r>
        <w:rPr>
          <w:rFonts w:ascii="Times New Roman" w:hAnsi="Times New Roman"/>
          <w:sz w:val="28"/>
          <w:szCs w:val="28"/>
          <w:lang w:val="uk-UA"/>
        </w:rPr>
        <w:t>один з найважливіших засобів</w:t>
      </w:r>
      <w:r w:rsidRPr="00377BD9">
        <w:rPr>
          <w:rFonts w:ascii="Times New Roman" w:hAnsi="Times New Roman"/>
          <w:sz w:val="28"/>
          <w:szCs w:val="28"/>
          <w:lang w:val="uk-UA"/>
        </w:rPr>
        <w:t xml:space="preserve"> соціалізації</w:t>
      </w:r>
      <w:r>
        <w:rPr>
          <w:rFonts w:ascii="Times New Roman" w:hAnsi="Times New Roman"/>
          <w:sz w:val="28"/>
          <w:szCs w:val="28"/>
          <w:lang w:val="uk-UA"/>
        </w:rPr>
        <w:t>,оскільки</w:t>
      </w:r>
      <w:r w:rsidRPr="00377BD9">
        <w:rPr>
          <w:rFonts w:ascii="Times New Roman" w:hAnsi="Times New Roman"/>
          <w:sz w:val="28"/>
          <w:szCs w:val="28"/>
          <w:lang w:val="uk-UA"/>
        </w:rPr>
        <w:t xml:space="preserve"> вони впливають на  соціалізацію  </w:t>
      </w:r>
      <w:r>
        <w:rPr>
          <w:rFonts w:ascii="Times New Roman" w:hAnsi="Times New Roman"/>
          <w:sz w:val="28"/>
          <w:szCs w:val="28"/>
          <w:lang w:val="uk-UA"/>
        </w:rPr>
        <w:t>майже</w:t>
      </w:r>
      <w:r w:rsidRPr="00377BD9">
        <w:rPr>
          <w:rFonts w:ascii="Times New Roman" w:hAnsi="Times New Roman"/>
          <w:sz w:val="28"/>
          <w:szCs w:val="28"/>
          <w:lang w:val="uk-UA"/>
        </w:rPr>
        <w:t xml:space="preserve"> всього  населення країни. </w:t>
      </w:r>
      <w:r>
        <w:rPr>
          <w:rFonts w:ascii="Times New Roman" w:hAnsi="Times New Roman"/>
          <w:sz w:val="28"/>
          <w:szCs w:val="28"/>
          <w:lang w:val="uk-UA"/>
        </w:rPr>
        <w:t>Тому</w:t>
      </w:r>
      <w:r w:rsidRPr="00377BD9">
        <w:rPr>
          <w:rFonts w:ascii="Times New Roman" w:hAnsi="Times New Roman"/>
          <w:sz w:val="28"/>
          <w:szCs w:val="28"/>
          <w:lang w:val="uk-UA"/>
        </w:rPr>
        <w:t xml:space="preserve"> фактично </w:t>
      </w:r>
      <w:r>
        <w:rPr>
          <w:rFonts w:ascii="Times New Roman" w:hAnsi="Times New Roman"/>
          <w:sz w:val="28"/>
          <w:szCs w:val="28"/>
          <w:lang w:val="uk-UA"/>
        </w:rPr>
        <w:t>ЗМІ</w:t>
      </w:r>
      <w:bookmarkStart w:id="0" w:name="_GoBack"/>
      <w:bookmarkEnd w:id="0"/>
      <w:r w:rsidRPr="00377BD9">
        <w:rPr>
          <w:rFonts w:ascii="Times New Roman" w:hAnsi="Times New Roman"/>
          <w:sz w:val="28"/>
          <w:szCs w:val="28"/>
          <w:lang w:val="uk-UA"/>
        </w:rPr>
        <w:t xml:space="preserve"> є системою неформальної освіти для різних верств населення. </w:t>
      </w:r>
    </w:p>
    <w:p w:rsidR="00D75B19" w:rsidRDefault="00D75B19" w:rsidP="00EB789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Особливо слід зазначити що набирає силу тенденція перетворення ЗМІ в сферу самореалізації людини. До традиційного листування, читання газет і журналів додалися радіо і телебачення з прямою участю слухачів і глядачів, чати на різноманітних сайтах.</w:t>
      </w:r>
    </w:p>
    <w:p w:rsidR="00D75B19" w:rsidRDefault="00D75B19" w:rsidP="008926A1">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Розвиток електронних систем створив новий спосіб комунікації і самореалізації – віртуальна взаємодія людини з цікавими їй співрозмовниками. Такий вид комунікації допомагає знайти однодумців і виразити себе під час спілкування з ними, що є дуже актуальним для підлітків.</w:t>
      </w:r>
    </w:p>
    <w:p w:rsidR="00D75B19" w:rsidRDefault="00D75B19" w:rsidP="000B553C">
      <w:pPr>
        <w:spacing w:after="0" w:line="360" w:lineRule="auto"/>
        <w:ind w:firstLine="709"/>
        <w:jc w:val="both"/>
        <w:rPr>
          <w:rFonts w:ascii="Times New Roman" w:hAnsi="Times New Roman"/>
          <w:sz w:val="28"/>
          <w:szCs w:val="28"/>
          <w:lang w:val="uk-UA"/>
        </w:rPr>
      </w:pPr>
      <w:r w:rsidRPr="000B553C">
        <w:rPr>
          <w:rFonts w:ascii="Times New Roman" w:hAnsi="Times New Roman"/>
          <w:sz w:val="28"/>
          <w:szCs w:val="28"/>
          <w:lang w:val="uk-UA"/>
        </w:rPr>
        <w:t>Супутникове  телебачення, відео, комп’ютери</w:t>
      </w:r>
      <w:r>
        <w:rPr>
          <w:rFonts w:ascii="Times New Roman" w:hAnsi="Times New Roman"/>
          <w:sz w:val="28"/>
          <w:szCs w:val="28"/>
          <w:lang w:val="uk-UA"/>
        </w:rPr>
        <w:t xml:space="preserve"> набирають все більш масового масштабу і є майже не контрольованими джерелами впливу.</w:t>
      </w:r>
    </w:p>
    <w:p w:rsidR="00D75B19" w:rsidRDefault="00D75B19" w:rsidP="000B553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З одного </w:t>
      </w:r>
      <w:r w:rsidRPr="000B553C">
        <w:rPr>
          <w:rFonts w:ascii="Times New Roman" w:hAnsi="Times New Roman"/>
          <w:sz w:val="28"/>
          <w:szCs w:val="28"/>
          <w:lang w:val="uk-UA"/>
        </w:rPr>
        <w:t>боку,</w:t>
      </w:r>
      <w:r>
        <w:rPr>
          <w:rFonts w:ascii="Times New Roman" w:hAnsi="Times New Roman"/>
          <w:sz w:val="28"/>
          <w:szCs w:val="28"/>
          <w:lang w:val="uk-UA"/>
        </w:rPr>
        <w:t xml:space="preserve">це </w:t>
      </w:r>
      <w:r w:rsidRPr="000B553C">
        <w:rPr>
          <w:rFonts w:ascii="Times New Roman" w:hAnsi="Times New Roman"/>
          <w:sz w:val="28"/>
          <w:szCs w:val="28"/>
          <w:lang w:val="uk-UA"/>
        </w:rPr>
        <w:t>може</w:t>
      </w:r>
      <w:r>
        <w:rPr>
          <w:rFonts w:ascii="Times New Roman" w:hAnsi="Times New Roman"/>
          <w:sz w:val="28"/>
          <w:szCs w:val="28"/>
          <w:lang w:val="uk-UA"/>
        </w:rPr>
        <w:t xml:space="preserve"> </w:t>
      </w:r>
      <w:r w:rsidRPr="000B553C">
        <w:rPr>
          <w:rFonts w:ascii="Times New Roman" w:hAnsi="Times New Roman"/>
          <w:sz w:val="28"/>
          <w:szCs w:val="28"/>
          <w:lang w:val="uk-UA"/>
        </w:rPr>
        <w:t>доповнювати</w:t>
      </w:r>
      <w:r>
        <w:rPr>
          <w:rFonts w:ascii="Times New Roman" w:hAnsi="Times New Roman"/>
          <w:sz w:val="28"/>
          <w:szCs w:val="28"/>
          <w:lang w:val="uk-UA"/>
        </w:rPr>
        <w:t xml:space="preserve"> та розширювати інституційну</w:t>
      </w:r>
      <w:r w:rsidRPr="000B553C">
        <w:rPr>
          <w:rFonts w:ascii="Times New Roman" w:hAnsi="Times New Roman"/>
          <w:sz w:val="28"/>
          <w:szCs w:val="28"/>
          <w:lang w:val="uk-UA"/>
        </w:rPr>
        <w:t xml:space="preserve"> освіту</w:t>
      </w:r>
      <w:r>
        <w:rPr>
          <w:rFonts w:ascii="Times New Roman" w:hAnsi="Times New Roman"/>
          <w:sz w:val="28"/>
          <w:szCs w:val="28"/>
          <w:lang w:val="uk-UA"/>
        </w:rPr>
        <w:t>. Але з іншого</w:t>
      </w:r>
      <w:r w:rsidRPr="000B553C">
        <w:rPr>
          <w:rFonts w:ascii="Times New Roman" w:hAnsi="Times New Roman"/>
          <w:sz w:val="28"/>
          <w:szCs w:val="28"/>
          <w:lang w:val="uk-UA"/>
        </w:rPr>
        <w:t xml:space="preserve"> боку,</w:t>
      </w:r>
      <w:r>
        <w:rPr>
          <w:rFonts w:ascii="Times New Roman" w:hAnsi="Times New Roman"/>
          <w:sz w:val="28"/>
          <w:szCs w:val="28"/>
          <w:lang w:val="uk-UA"/>
        </w:rPr>
        <w:t>навчальні телепередачі</w:t>
      </w:r>
      <w:r w:rsidRPr="000B553C">
        <w:rPr>
          <w:rFonts w:ascii="Times New Roman" w:hAnsi="Times New Roman"/>
          <w:sz w:val="28"/>
          <w:szCs w:val="28"/>
          <w:lang w:val="uk-UA"/>
        </w:rPr>
        <w:t>,рубрики</w:t>
      </w:r>
      <w:r>
        <w:rPr>
          <w:rFonts w:ascii="Times New Roman" w:hAnsi="Times New Roman"/>
          <w:sz w:val="28"/>
          <w:szCs w:val="28"/>
          <w:lang w:val="uk-UA"/>
        </w:rPr>
        <w:t xml:space="preserve">, статті в </w:t>
      </w:r>
      <w:r w:rsidRPr="000B553C">
        <w:rPr>
          <w:rFonts w:ascii="Times New Roman" w:hAnsi="Times New Roman"/>
          <w:sz w:val="28"/>
          <w:szCs w:val="28"/>
          <w:lang w:val="uk-UA"/>
        </w:rPr>
        <w:t>газетах</w:t>
      </w:r>
      <w:r>
        <w:rPr>
          <w:rFonts w:ascii="Times New Roman" w:hAnsi="Times New Roman"/>
          <w:sz w:val="28"/>
          <w:szCs w:val="28"/>
          <w:lang w:val="uk-UA"/>
        </w:rPr>
        <w:t xml:space="preserve"> і журналах, публікації </w:t>
      </w:r>
      <w:r w:rsidRPr="000B553C">
        <w:rPr>
          <w:rFonts w:ascii="Times New Roman" w:hAnsi="Times New Roman"/>
          <w:sz w:val="28"/>
          <w:szCs w:val="28"/>
          <w:lang w:val="uk-UA"/>
        </w:rPr>
        <w:t>в</w:t>
      </w:r>
      <w:r>
        <w:rPr>
          <w:rFonts w:ascii="Times New Roman" w:hAnsi="Times New Roman"/>
          <w:sz w:val="28"/>
          <w:szCs w:val="28"/>
          <w:lang w:val="uk-UA"/>
        </w:rPr>
        <w:t xml:space="preserve"> мережі Інтернет можуть пропонувати</w:t>
      </w:r>
      <w:r w:rsidRPr="000B553C">
        <w:rPr>
          <w:rFonts w:ascii="Times New Roman" w:hAnsi="Times New Roman"/>
          <w:sz w:val="28"/>
          <w:szCs w:val="28"/>
          <w:lang w:val="uk-UA"/>
        </w:rPr>
        <w:t xml:space="preserve"> матеріали,які</w:t>
      </w:r>
      <w:r>
        <w:rPr>
          <w:rFonts w:ascii="Times New Roman" w:hAnsi="Times New Roman"/>
          <w:sz w:val="28"/>
          <w:szCs w:val="28"/>
          <w:lang w:val="uk-UA"/>
        </w:rPr>
        <w:t xml:space="preserve"> недопустимі в освітніх програмах, але дозволяють  задовольнити інтереси і захоплення підлітків.</w:t>
      </w:r>
    </w:p>
    <w:p w:rsidR="00D75B19" w:rsidRDefault="00D75B19" w:rsidP="000B553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Тобто, засоби</w:t>
      </w:r>
      <w:r w:rsidRPr="000B553C">
        <w:rPr>
          <w:rFonts w:ascii="Times New Roman" w:hAnsi="Times New Roman"/>
          <w:sz w:val="28"/>
          <w:szCs w:val="28"/>
          <w:lang w:val="uk-UA"/>
        </w:rPr>
        <w:t xml:space="preserve"> масової</w:t>
      </w:r>
      <w:r>
        <w:rPr>
          <w:rFonts w:ascii="Times New Roman" w:hAnsi="Times New Roman"/>
          <w:sz w:val="28"/>
          <w:szCs w:val="28"/>
          <w:lang w:val="uk-UA"/>
        </w:rPr>
        <w:t xml:space="preserve"> комунікації можуть</w:t>
      </w:r>
      <w:r w:rsidRPr="000B553C">
        <w:rPr>
          <w:rFonts w:ascii="Times New Roman" w:hAnsi="Times New Roman"/>
          <w:sz w:val="28"/>
          <w:szCs w:val="28"/>
          <w:lang w:val="uk-UA"/>
        </w:rPr>
        <w:t xml:space="preserve"> створити</w:t>
      </w:r>
      <w:r>
        <w:rPr>
          <w:rFonts w:ascii="Times New Roman" w:hAnsi="Times New Roman"/>
          <w:sz w:val="28"/>
          <w:szCs w:val="28"/>
          <w:lang w:val="uk-UA"/>
        </w:rPr>
        <w:t xml:space="preserve"> як позитивні так і негативні можливості для самоосвіти і</w:t>
      </w:r>
      <w:r w:rsidRPr="000B553C">
        <w:rPr>
          <w:rFonts w:ascii="Times New Roman" w:hAnsi="Times New Roman"/>
          <w:sz w:val="28"/>
          <w:szCs w:val="28"/>
          <w:lang w:val="uk-UA"/>
        </w:rPr>
        <w:t xml:space="preserve"> самореалізації</w:t>
      </w:r>
      <w:r>
        <w:rPr>
          <w:rFonts w:ascii="Times New Roman" w:hAnsi="Times New Roman"/>
          <w:sz w:val="28"/>
          <w:szCs w:val="28"/>
          <w:lang w:val="uk-UA"/>
        </w:rPr>
        <w:t xml:space="preserve"> людини </w:t>
      </w:r>
      <w:r w:rsidRPr="000B553C">
        <w:rPr>
          <w:rFonts w:ascii="Times New Roman" w:hAnsi="Times New Roman"/>
          <w:sz w:val="28"/>
          <w:szCs w:val="28"/>
          <w:lang w:val="uk-UA"/>
        </w:rPr>
        <w:t>в</w:t>
      </w:r>
      <w:r>
        <w:rPr>
          <w:rFonts w:ascii="Times New Roman" w:hAnsi="Times New Roman"/>
          <w:sz w:val="28"/>
          <w:szCs w:val="28"/>
          <w:lang w:val="uk-UA"/>
        </w:rPr>
        <w:t xml:space="preserve"> </w:t>
      </w:r>
      <w:r w:rsidRPr="000B553C">
        <w:rPr>
          <w:rFonts w:ascii="Times New Roman" w:hAnsi="Times New Roman"/>
          <w:sz w:val="28"/>
          <w:szCs w:val="28"/>
          <w:lang w:val="uk-UA"/>
        </w:rPr>
        <w:t>практично</w:t>
      </w:r>
      <w:r>
        <w:rPr>
          <w:rFonts w:ascii="Times New Roman" w:hAnsi="Times New Roman"/>
          <w:sz w:val="28"/>
          <w:szCs w:val="28"/>
          <w:lang w:val="uk-UA"/>
        </w:rPr>
        <w:t xml:space="preserve"> не обмеженому </w:t>
      </w:r>
      <w:r w:rsidRPr="000B553C">
        <w:rPr>
          <w:rFonts w:ascii="Times New Roman" w:hAnsi="Times New Roman"/>
          <w:sz w:val="28"/>
          <w:szCs w:val="28"/>
          <w:lang w:val="uk-UA"/>
        </w:rPr>
        <w:t>діапазоні</w:t>
      </w:r>
      <w:r>
        <w:rPr>
          <w:rFonts w:ascii="Times New Roman" w:hAnsi="Times New Roman"/>
          <w:sz w:val="28"/>
          <w:szCs w:val="28"/>
          <w:lang w:val="uk-UA"/>
        </w:rPr>
        <w:t>.</w:t>
      </w:r>
    </w:p>
    <w:p w:rsidR="00D75B19" w:rsidRDefault="00D75B19" w:rsidP="00D1366C">
      <w:pPr>
        <w:spacing w:after="0" w:line="360" w:lineRule="auto"/>
        <w:ind w:firstLine="567"/>
        <w:jc w:val="both"/>
        <w:rPr>
          <w:rFonts w:ascii="Times New Roman" w:hAnsi="Times New Roman"/>
          <w:sz w:val="28"/>
          <w:szCs w:val="28"/>
          <w:lang w:val="uk-UA"/>
        </w:rPr>
      </w:pPr>
      <w:r w:rsidRPr="00B94E86">
        <w:rPr>
          <w:rFonts w:ascii="Times New Roman" w:hAnsi="Times New Roman"/>
          <w:bCs/>
          <w:iCs/>
          <w:sz w:val="28"/>
          <w:szCs w:val="28"/>
          <w:lang w:val="uk-UA"/>
        </w:rPr>
        <w:t>Отже, р</w:t>
      </w:r>
      <w:r>
        <w:rPr>
          <w:rFonts w:ascii="Times New Roman" w:hAnsi="Times New Roman"/>
          <w:sz w:val="28"/>
          <w:szCs w:val="28"/>
          <w:lang w:val="uk-UA"/>
        </w:rPr>
        <w:t xml:space="preserve">озвиток і становлення особистості підлітка відбувається у постійному контакті з навколишнім світом. А саме сьогодні, коли зріс вплив засобів масової інформації, пов'язаний з технічним прогресом і реалізацією ідей інтерактивного залучення, особливо важливо контролювати виховання і розвиток підлітка у його взаємодії з різною інформацією, одержуваною через засоби масової інформації. </w:t>
      </w:r>
    </w:p>
    <w:p w:rsidR="00D75B19" w:rsidRDefault="00D75B19" w:rsidP="00ED6C5D">
      <w:pPr>
        <w:pStyle w:val="NoSpacing"/>
        <w:spacing w:line="360" w:lineRule="auto"/>
        <w:ind w:firstLine="709"/>
        <w:rPr>
          <w:rFonts w:ascii="Times New Roman" w:hAnsi="Times New Roman"/>
          <w:b/>
          <w:sz w:val="28"/>
          <w:szCs w:val="28"/>
          <w:lang w:val="ru-RU"/>
        </w:rPr>
      </w:pPr>
    </w:p>
    <w:p w:rsidR="00D75B19" w:rsidRDefault="00D75B19" w:rsidP="00ED6C5D">
      <w:pPr>
        <w:pStyle w:val="NoSpacing"/>
        <w:spacing w:line="360" w:lineRule="auto"/>
        <w:ind w:firstLine="709"/>
        <w:rPr>
          <w:rFonts w:ascii="Times New Roman" w:hAnsi="Times New Roman"/>
          <w:b/>
          <w:sz w:val="28"/>
          <w:szCs w:val="28"/>
        </w:rPr>
      </w:pPr>
      <w:r>
        <w:rPr>
          <w:rFonts w:ascii="Times New Roman" w:hAnsi="Times New Roman"/>
          <w:b/>
          <w:sz w:val="28"/>
          <w:szCs w:val="28"/>
        </w:rPr>
        <w:t>Література:</w:t>
      </w:r>
    </w:p>
    <w:p w:rsidR="00D75B19" w:rsidRDefault="00D75B19" w:rsidP="00EB789F">
      <w:pPr>
        <w:pStyle w:val="ListParagraph"/>
        <w:numPr>
          <w:ilvl w:val="0"/>
          <w:numId w:val="1"/>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Бех І.Д. Особистісно зорієнтоване виховання : науково-методичний посібник / І. Д. Бех. – К.: ІЗМН, 1998. – 204 с.</w:t>
      </w:r>
    </w:p>
    <w:p w:rsidR="00D75B19" w:rsidRDefault="00D75B19" w:rsidP="00EB789F">
      <w:pPr>
        <w:pStyle w:val="ListParagraph"/>
        <w:numPr>
          <w:ilvl w:val="0"/>
          <w:numId w:val="1"/>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Гундарова І. Про наслідки сприйняття телевізійної інформації молодшими школярами /І.  Гундарова / / Виховання школярів. – 2005. – № 9. –С.49-53.</w:t>
      </w:r>
    </w:p>
    <w:p w:rsidR="00D75B19" w:rsidRDefault="00D75B19" w:rsidP="00EB789F">
      <w:pPr>
        <w:pStyle w:val="ListParagraph"/>
        <w:numPr>
          <w:ilvl w:val="0"/>
          <w:numId w:val="1"/>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Ковінько Л.В. Виховання молодшого школяра: посібник для студентів середніх та вищих педагогічних навчальних закладів, вчителів початкових класів та батьків / Л. В. Ковінько. – М.: Видавничий центр "Академія", 2000. – 288 с.</w:t>
      </w:r>
    </w:p>
    <w:p w:rsidR="00D75B19" w:rsidRDefault="00D75B19" w:rsidP="00377BD9">
      <w:pPr>
        <w:pStyle w:val="ListParagraph"/>
        <w:numPr>
          <w:ilvl w:val="0"/>
          <w:numId w:val="1"/>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Мудрик А. В. Социализация человека / А.В. Мудрик. – М.: Академия, 2006. – 304 с.</w:t>
      </w:r>
    </w:p>
    <w:p w:rsidR="00D75B19" w:rsidRPr="00377BD9" w:rsidRDefault="00D75B19" w:rsidP="00377BD9">
      <w:pPr>
        <w:pStyle w:val="ListParagraph"/>
        <w:numPr>
          <w:ilvl w:val="0"/>
          <w:numId w:val="1"/>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Филатова</w:t>
      </w:r>
      <w:r w:rsidRPr="00377BD9">
        <w:rPr>
          <w:rFonts w:ascii="Times New Roman" w:hAnsi="Times New Roman"/>
          <w:sz w:val="28"/>
          <w:szCs w:val="28"/>
          <w:lang w:val="uk-UA"/>
        </w:rPr>
        <w:t>О.</w:t>
      </w:r>
      <w:r>
        <w:rPr>
          <w:rFonts w:ascii="Times New Roman" w:hAnsi="Times New Roman"/>
          <w:sz w:val="28"/>
          <w:szCs w:val="28"/>
          <w:lang w:val="uk-UA"/>
        </w:rPr>
        <w:t xml:space="preserve"> Г. Социология массовой коммуникации / </w:t>
      </w:r>
      <w:r w:rsidRPr="00377BD9">
        <w:rPr>
          <w:rFonts w:ascii="Times New Roman" w:hAnsi="Times New Roman"/>
          <w:sz w:val="28"/>
          <w:szCs w:val="28"/>
          <w:lang w:val="uk-UA"/>
        </w:rPr>
        <w:t>О.</w:t>
      </w:r>
      <w:r>
        <w:rPr>
          <w:rFonts w:ascii="Times New Roman" w:hAnsi="Times New Roman"/>
          <w:sz w:val="28"/>
          <w:szCs w:val="28"/>
          <w:lang w:val="uk-UA"/>
        </w:rPr>
        <w:t xml:space="preserve"> Г. Филатова. – </w:t>
      </w:r>
      <w:r w:rsidRPr="00377BD9">
        <w:rPr>
          <w:rFonts w:ascii="Times New Roman" w:hAnsi="Times New Roman"/>
          <w:sz w:val="28"/>
          <w:szCs w:val="28"/>
          <w:lang w:val="uk-UA"/>
        </w:rPr>
        <w:t>М.</w:t>
      </w:r>
      <w:r>
        <w:rPr>
          <w:rFonts w:ascii="Times New Roman" w:hAnsi="Times New Roman"/>
          <w:sz w:val="28"/>
          <w:szCs w:val="28"/>
          <w:lang w:val="uk-UA"/>
        </w:rPr>
        <w:t xml:space="preserve"> : Гардарики, 2006. – 303 </w:t>
      </w:r>
      <w:r w:rsidRPr="00377BD9">
        <w:rPr>
          <w:rFonts w:ascii="Times New Roman" w:hAnsi="Times New Roman"/>
          <w:sz w:val="28"/>
          <w:szCs w:val="28"/>
          <w:lang w:val="uk-UA"/>
        </w:rPr>
        <w:t>с</w:t>
      </w:r>
      <w:r>
        <w:rPr>
          <w:rFonts w:ascii="Times New Roman" w:hAnsi="Times New Roman"/>
          <w:sz w:val="28"/>
          <w:szCs w:val="28"/>
          <w:lang w:val="uk-UA"/>
        </w:rPr>
        <w:t>.</w:t>
      </w:r>
    </w:p>
    <w:p w:rsidR="00D75B19" w:rsidRDefault="00D75B19" w:rsidP="00EB789F">
      <w:pPr>
        <w:spacing w:after="0"/>
        <w:ind w:firstLine="709"/>
        <w:rPr>
          <w:lang w:val="uk-UA"/>
        </w:rPr>
      </w:pPr>
    </w:p>
    <w:p w:rsidR="00D75B19" w:rsidRDefault="00D75B19" w:rsidP="00ED6C5D">
      <w:pPr>
        <w:pStyle w:val="ListParagraph"/>
        <w:spacing w:after="0" w:line="360" w:lineRule="auto"/>
        <w:ind w:left="2835"/>
        <w:jc w:val="right"/>
        <w:rPr>
          <w:rFonts w:ascii="Times New Roman" w:hAnsi="Times New Roman"/>
          <w:b/>
          <w:sz w:val="28"/>
          <w:szCs w:val="24"/>
        </w:rPr>
      </w:pPr>
      <w:r w:rsidRPr="009867C9">
        <w:rPr>
          <w:rFonts w:ascii="Times New Roman" w:hAnsi="Times New Roman"/>
          <w:b/>
          <w:sz w:val="28"/>
          <w:szCs w:val="24"/>
        </w:rPr>
        <w:t>Нау</w:t>
      </w:r>
      <w:r w:rsidRPr="009867C9">
        <w:rPr>
          <w:rFonts w:ascii="Times New Roman" w:hAnsi="Times New Roman"/>
          <w:b/>
          <w:sz w:val="28"/>
          <w:szCs w:val="24"/>
          <w:lang w:val="uk-UA"/>
        </w:rPr>
        <w:t>ковий</w:t>
      </w:r>
      <w:r>
        <w:rPr>
          <w:rFonts w:ascii="Times New Roman" w:hAnsi="Times New Roman"/>
          <w:b/>
          <w:sz w:val="28"/>
          <w:szCs w:val="24"/>
          <w:lang w:val="uk-UA"/>
        </w:rPr>
        <w:t xml:space="preserve"> </w:t>
      </w:r>
      <w:r w:rsidRPr="009867C9">
        <w:rPr>
          <w:rFonts w:ascii="Times New Roman" w:hAnsi="Times New Roman"/>
          <w:b/>
          <w:sz w:val="28"/>
          <w:szCs w:val="24"/>
          <w:lang w:val="uk-UA"/>
        </w:rPr>
        <w:t>керівник</w:t>
      </w:r>
      <w:r w:rsidRPr="009867C9">
        <w:rPr>
          <w:rFonts w:ascii="Times New Roman" w:hAnsi="Times New Roman"/>
          <w:b/>
          <w:sz w:val="28"/>
          <w:szCs w:val="24"/>
        </w:rPr>
        <w:t xml:space="preserve">: </w:t>
      </w:r>
    </w:p>
    <w:p w:rsidR="00D75B19" w:rsidRPr="009867C9" w:rsidRDefault="00D75B19" w:rsidP="00ED6C5D">
      <w:pPr>
        <w:pStyle w:val="ListParagraph"/>
        <w:spacing w:after="0" w:line="360" w:lineRule="auto"/>
        <w:ind w:left="2835"/>
        <w:jc w:val="right"/>
        <w:rPr>
          <w:rFonts w:ascii="Times New Roman" w:hAnsi="Times New Roman"/>
          <w:sz w:val="32"/>
          <w:szCs w:val="28"/>
          <w:lang w:val="uk-UA"/>
        </w:rPr>
      </w:pPr>
      <w:r>
        <w:rPr>
          <w:rFonts w:ascii="Times New Roman" w:hAnsi="Times New Roman"/>
          <w:sz w:val="28"/>
          <w:szCs w:val="24"/>
          <w:lang w:val="uk-UA"/>
        </w:rPr>
        <w:t xml:space="preserve">викладач </w:t>
      </w:r>
      <w:r w:rsidRPr="009867C9">
        <w:rPr>
          <w:rFonts w:ascii="Times New Roman" w:hAnsi="Times New Roman"/>
          <w:sz w:val="28"/>
          <w:szCs w:val="24"/>
          <w:lang w:val="uk-UA"/>
        </w:rPr>
        <w:t>Пилипчук Василь Миколайович</w:t>
      </w:r>
      <w:r>
        <w:rPr>
          <w:rFonts w:ascii="Times New Roman" w:hAnsi="Times New Roman"/>
          <w:sz w:val="28"/>
          <w:szCs w:val="24"/>
          <w:lang w:val="uk-UA"/>
        </w:rPr>
        <w:t>.</w:t>
      </w:r>
    </w:p>
    <w:p w:rsidR="00D75B19" w:rsidRPr="009867C9" w:rsidRDefault="00D75B19" w:rsidP="00B94E86">
      <w:pPr>
        <w:spacing w:after="0" w:line="240" w:lineRule="auto"/>
        <w:ind w:left="2835"/>
        <w:rPr>
          <w:rFonts w:ascii="Times New Roman" w:hAnsi="Times New Roman"/>
          <w:sz w:val="28"/>
          <w:szCs w:val="28"/>
          <w:lang w:val="uk-UA"/>
        </w:rPr>
      </w:pPr>
    </w:p>
    <w:p w:rsidR="00D75B19" w:rsidRPr="006B0F9E" w:rsidRDefault="00D75B19" w:rsidP="00B94E86">
      <w:pPr>
        <w:pStyle w:val="NoSpacing"/>
        <w:spacing w:line="360" w:lineRule="auto"/>
        <w:jc w:val="both"/>
        <w:rPr>
          <w:rFonts w:ascii="Times New Roman" w:hAnsi="Times New Roman"/>
          <w:sz w:val="28"/>
          <w:szCs w:val="28"/>
        </w:rPr>
      </w:pPr>
    </w:p>
    <w:p w:rsidR="00D75B19" w:rsidRPr="000F4E06" w:rsidRDefault="00D75B19" w:rsidP="00EB789F">
      <w:pPr>
        <w:spacing w:after="0"/>
        <w:ind w:firstLine="709"/>
        <w:rPr>
          <w:lang w:val="uk-UA"/>
        </w:rPr>
      </w:pPr>
    </w:p>
    <w:sectPr w:rsidR="00D75B19" w:rsidRPr="000F4E06" w:rsidSect="00EB789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9C7BB9"/>
    <w:multiLevelType w:val="hybridMultilevel"/>
    <w:tmpl w:val="690C5BF0"/>
    <w:lvl w:ilvl="0" w:tplc="0419000F">
      <w:start w:val="1"/>
      <w:numFmt w:val="decimal"/>
      <w:lvlText w:val="%1."/>
      <w:lvlJc w:val="left"/>
      <w:pPr>
        <w:ind w:left="64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4E06"/>
    <w:rsid w:val="00084FAD"/>
    <w:rsid w:val="000B553C"/>
    <w:rsid w:val="000F4E06"/>
    <w:rsid w:val="000F6C83"/>
    <w:rsid w:val="00114485"/>
    <w:rsid w:val="00173C17"/>
    <w:rsid w:val="001D1E2F"/>
    <w:rsid w:val="00217821"/>
    <w:rsid w:val="00306D95"/>
    <w:rsid w:val="00323052"/>
    <w:rsid w:val="00377BD9"/>
    <w:rsid w:val="004A17FA"/>
    <w:rsid w:val="004C7D4E"/>
    <w:rsid w:val="005407DC"/>
    <w:rsid w:val="005B42E1"/>
    <w:rsid w:val="005B5E08"/>
    <w:rsid w:val="006B0F9E"/>
    <w:rsid w:val="00736017"/>
    <w:rsid w:val="00885238"/>
    <w:rsid w:val="008926A1"/>
    <w:rsid w:val="008C3A9F"/>
    <w:rsid w:val="00925380"/>
    <w:rsid w:val="00966EC2"/>
    <w:rsid w:val="009867C9"/>
    <w:rsid w:val="009900A9"/>
    <w:rsid w:val="00B94E86"/>
    <w:rsid w:val="00C32F4F"/>
    <w:rsid w:val="00CB5AE3"/>
    <w:rsid w:val="00D1366C"/>
    <w:rsid w:val="00D75B19"/>
    <w:rsid w:val="00E02FE1"/>
    <w:rsid w:val="00E6306D"/>
    <w:rsid w:val="00EA46CA"/>
    <w:rsid w:val="00EB789F"/>
    <w:rsid w:val="00ED6C5D"/>
    <w:rsid w:val="00EE035C"/>
    <w:rsid w:val="00FE0DF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E06"/>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F4E06"/>
    <w:pPr>
      <w:ind w:left="720"/>
      <w:contextualSpacing/>
    </w:pPr>
  </w:style>
  <w:style w:type="paragraph" w:styleId="NoSpacing">
    <w:name w:val="No Spacing"/>
    <w:uiPriority w:val="99"/>
    <w:qFormat/>
    <w:rsid w:val="00EB789F"/>
    <w:rPr>
      <w:lang w:eastAsia="en-US"/>
    </w:rPr>
  </w:style>
</w:styles>
</file>

<file path=word/webSettings.xml><?xml version="1.0" encoding="utf-8"?>
<w:webSettings xmlns:r="http://schemas.openxmlformats.org/officeDocument/2006/relationships" xmlns:w="http://schemas.openxmlformats.org/wordprocessingml/2006/main">
  <w:divs>
    <w:div w:id="9342473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6</Pages>
  <Words>5568</Words>
  <Characters>3175</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swetsmoke</dc:creator>
  <cp:keywords/>
  <dc:description/>
  <cp:lastModifiedBy>Admin</cp:lastModifiedBy>
  <cp:revision>4</cp:revision>
  <dcterms:created xsi:type="dcterms:W3CDTF">2017-05-28T08:18:00Z</dcterms:created>
  <dcterms:modified xsi:type="dcterms:W3CDTF">2017-05-29T11:15:00Z</dcterms:modified>
</cp:coreProperties>
</file>