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B3A" w:rsidRPr="009D74E7" w:rsidRDefault="00450B3A" w:rsidP="001716DB">
      <w:pPr>
        <w:pStyle w:val="Default"/>
        <w:spacing w:line="360" w:lineRule="auto"/>
        <w:ind w:left="708"/>
        <w:contextualSpacing/>
        <w:jc w:val="right"/>
        <w:rPr>
          <w:b/>
          <w:bCs/>
          <w:sz w:val="28"/>
          <w:szCs w:val="28"/>
          <w:lang w:val="ru-RU"/>
        </w:rPr>
      </w:pPr>
      <w:r w:rsidRPr="009D74E7">
        <w:rPr>
          <w:b/>
          <w:sz w:val="28"/>
          <w:szCs w:val="28"/>
        </w:rPr>
        <w:t xml:space="preserve">Дмитро Моторний </w:t>
      </w:r>
      <w:r w:rsidRPr="009D74E7">
        <w:rPr>
          <w:b/>
          <w:sz w:val="28"/>
          <w:szCs w:val="28"/>
        </w:rPr>
        <w:br/>
        <w:t>(</w:t>
      </w:r>
      <w:r w:rsidRPr="009D74E7">
        <w:rPr>
          <w:b/>
          <w:bCs/>
          <w:sz w:val="28"/>
          <w:szCs w:val="28"/>
          <w:lang w:val="ru-RU"/>
        </w:rPr>
        <w:t>Ірпінь, Україна)</w:t>
      </w:r>
    </w:p>
    <w:p w:rsidR="00450B3A" w:rsidRPr="009E06E4" w:rsidRDefault="00450B3A" w:rsidP="003C540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50B3A" w:rsidRPr="009E06E4" w:rsidRDefault="00450B3A" w:rsidP="00D951EC">
      <w:pPr>
        <w:tabs>
          <w:tab w:val="left" w:pos="7371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БІЗНЕС-ЯНГОЛИ ЯК ДЖЕРЕЛО ФІНАНСУВАННЯ ІННОВАЦІЙНИХ БІЗНЕС-ПРОЕКТІВ</w:t>
      </w:r>
    </w:p>
    <w:p w:rsidR="00450B3A" w:rsidRPr="009E06E4" w:rsidRDefault="00450B3A" w:rsidP="009E06E4">
      <w:pPr>
        <w:tabs>
          <w:tab w:val="left" w:pos="7371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50B3A" w:rsidRDefault="00450B3A" w:rsidP="001F40EA">
      <w:pPr>
        <w:tabs>
          <w:tab w:val="left" w:pos="737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40EA">
        <w:rPr>
          <w:rFonts w:ascii="Times New Roman" w:hAnsi="Times New Roman"/>
          <w:sz w:val="28"/>
          <w:szCs w:val="28"/>
        </w:rPr>
        <w:t>Будь-який інвестиційний проект проходить 5 с</w:t>
      </w:r>
      <w:r>
        <w:rPr>
          <w:rFonts w:ascii="Times New Roman" w:hAnsi="Times New Roman"/>
          <w:sz w:val="28"/>
          <w:szCs w:val="28"/>
        </w:rPr>
        <w:t xml:space="preserve">тадій розвитку: посів, </w:t>
      </w:r>
      <w:r>
        <w:rPr>
          <w:rFonts w:ascii="Times New Roman" w:hAnsi="Times New Roman"/>
          <w:sz w:val="28"/>
          <w:szCs w:val="28"/>
        </w:rPr>
        <w:br/>
        <w:t xml:space="preserve">старт-ап, </w:t>
      </w:r>
      <w:r w:rsidRPr="001F40EA">
        <w:rPr>
          <w:rFonts w:ascii="Times New Roman" w:hAnsi="Times New Roman"/>
          <w:sz w:val="28"/>
          <w:szCs w:val="28"/>
        </w:rPr>
        <w:t>ран</w:t>
      </w:r>
      <w:r>
        <w:rPr>
          <w:rFonts w:ascii="Times New Roman" w:hAnsi="Times New Roman"/>
          <w:sz w:val="28"/>
          <w:szCs w:val="28"/>
        </w:rPr>
        <w:t>нє</w:t>
      </w:r>
      <w:r w:rsidRPr="001F40EA">
        <w:rPr>
          <w:rFonts w:ascii="Times New Roman" w:hAnsi="Times New Roman"/>
          <w:sz w:val="28"/>
          <w:szCs w:val="28"/>
        </w:rPr>
        <w:t xml:space="preserve"> зростання, розширення, вихід. Банки і венчурні фонди готові допомогти компаніям, коли вони знаходяться на другому, третьому або четвертому етапі. Але в основному труднощі у підприємця виникають на першому етапі розвитку бізнесу. Саме на етапі "посіву" надають допомогу приватні інвестори або так звані бізнес-</w:t>
      </w:r>
      <w:r>
        <w:rPr>
          <w:rFonts w:ascii="Times New Roman" w:hAnsi="Times New Roman"/>
          <w:sz w:val="28"/>
          <w:szCs w:val="28"/>
        </w:rPr>
        <w:t>я</w:t>
      </w:r>
      <w:r w:rsidRPr="001F40EA">
        <w:rPr>
          <w:rFonts w:ascii="Times New Roman" w:hAnsi="Times New Roman"/>
          <w:sz w:val="28"/>
          <w:szCs w:val="28"/>
        </w:rPr>
        <w:t>нг</w:t>
      </w:r>
      <w:r>
        <w:rPr>
          <w:rFonts w:ascii="Times New Roman" w:hAnsi="Times New Roman"/>
          <w:sz w:val="28"/>
          <w:szCs w:val="28"/>
        </w:rPr>
        <w:t>о</w:t>
      </w:r>
      <w:r w:rsidRPr="001F40EA">
        <w:rPr>
          <w:rFonts w:ascii="Times New Roman" w:hAnsi="Times New Roman"/>
          <w:sz w:val="28"/>
          <w:szCs w:val="28"/>
        </w:rPr>
        <w:t>ли. Головна відмінність бізнес-</w:t>
      </w:r>
      <w:r>
        <w:rPr>
          <w:rFonts w:ascii="Times New Roman" w:hAnsi="Times New Roman"/>
          <w:sz w:val="28"/>
          <w:szCs w:val="28"/>
        </w:rPr>
        <w:t>янгол</w:t>
      </w:r>
      <w:r w:rsidRPr="001F40EA">
        <w:rPr>
          <w:rFonts w:ascii="Times New Roman" w:hAnsi="Times New Roman"/>
          <w:sz w:val="28"/>
          <w:szCs w:val="28"/>
        </w:rPr>
        <w:t>ів від інших джерел інвестування бізнесу в тому, що вони готові інвестувати кошти в ідею і людей.</w:t>
      </w:r>
    </w:p>
    <w:p w:rsidR="00450B3A" w:rsidRDefault="00450B3A" w:rsidP="001F40EA">
      <w:pPr>
        <w:tabs>
          <w:tab w:val="left" w:pos="737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Бізнес-янго</w:t>
      </w:r>
      <w:r w:rsidRPr="001F40EA">
        <w:rPr>
          <w:rFonts w:ascii="Times New Roman" w:hAnsi="Times New Roman"/>
          <w:sz w:val="28"/>
          <w:szCs w:val="28"/>
        </w:rPr>
        <w:t xml:space="preserve">л </w:t>
      </w:r>
      <w:r>
        <w:rPr>
          <w:rFonts w:ascii="Times New Roman" w:hAnsi="Times New Roman"/>
          <w:sz w:val="28"/>
          <w:szCs w:val="28"/>
        </w:rPr>
        <w:t>–</w:t>
      </w:r>
      <w:r w:rsidRPr="001F40EA">
        <w:rPr>
          <w:rFonts w:ascii="Times New Roman" w:hAnsi="Times New Roman"/>
          <w:sz w:val="28"/>
          <w:szCs w:val="28"/>
        </w:rPr>
        <w:t xml:space="preserve"> приватний інвестор, який вкладає гроші в інноваційні проекти на ранніх етапах розвитку бізнесу в обмін на повернення вкладень і частку в капіталі. Разом з венчурними капіталістами бізнес-ангели складають клас інвесторів венчурного бізнесу, які не позичають гроші, як банк (боргове фінансування), а надають гроші, зв'язки та досвід в обмін на частку акцій в новій компанії (часткове фінансування)</w:t>
      </w:r>
      <w:r w:rsidRPr="00300054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2</w:t>
      </w:r>
      <w:r w:rsidRPr="0030005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c</w:t>
      </w:r>
      <w:r w:rsidRPr="00300054">
        <w:rPr>
          <w:rFonts w:ascii="Times New Roman" w:hAnsi="Times New Roman"/>
          <w:sz w:val="28"/>
          <w:szCs w:val="28"/>
        </w:rPr>
        <w:t>.49]</w:t>
      </w:r>
      <w:r w:rsidRPr="001F40EA">
        <w:rPr>
          <w:rFonts w:ascii="Times New Roman" w:hAnsi="Times New Roman"/>
          <w:sz w:val="28"/>
          <w:szCs w:val="28"/>
        </w:rPr>
        <w:t>. Інвестиційна діяльність бізнес-ангелів пов'язана з високим рівнем інвестиційного ризику</w:t>
      </w:r>
      <w:r>
        <w:rPr>
          <w:rFonts w:ascii="Times New Roman" w:hAnsi="Times New Roman"/>
          <w:sz w:val="28"/>
          <w:szCs w:val="28"/>
        </w:rPr>
        <w:t>.</w:t>
      </w:r>
    </w:p>
    <w:p w:rsidR="00450B3A" w:rsidRPr="001F40EA" w:rsidRDefault="00450B3A" w:rsidP="001F40EA">
      <w:pPr>
        <w:tabs>
          <w:tab w:val="left" w:pos="737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40EA">
        <w:rPr>
          <w:rFonts w:ascii="Times New Roman" w:hAnsi="Times New Roman"/>
          <w:sz w:val="28"/>
          <w:szCs w:val="28"/>
        </w:rPr>
        <w:t>Сума, яку бізнес-</w:t>
      </w:r>
      <w:r>
        <w:rPr>
          <w:rFonts w:ascii="Times New Roman" w:hAnsi="Times New Roman"/>
          <w:sz w:val="28"/>
          <w:szCs w:val="28"/>
        </w:rPr>
        <w:t>янгол</w:t>
      </w:r>
      <w:r w:rsidRPr="001F40EA">
        <w:rPr>
          <w:rFonts w:ascii="Times New Roman" w:hAnsi="Times New Roman"/>
          <w:sz w:val="28"/>
          <w:szCs w:val="28"/>
        </w:rPr>
        <w:t xml:space="preserve"> вкладає в один проект, коливається від $ 20 тис. </w:t>
      </w:r>
      <w:r>
        <w:rPr>
          <w:rFonts w:ascii="Times New Roman" w:hAnsi="Times New Roman"/>
          <w:sz w:val="28"/>
          <w:szCs w:val="28"/>
        </w:rPr>
        <w:t>д</w:t>
      </w:r>
      <w:r w:rsidRPr="001F40EA">
        <w:rPr>
          <w:rFonts w:ascii="Times New Roman" w:hAnsi="Times New Roman"/>
          <w:sz w:val="28"/>
          <w:szCs w:val="28"/>
        </w:rPr>
        <w:t xml:space="preserve">о декількох мільйонів. Але оскільки вона становить лише невелику частку його </w:t>
      </w:r>
      <w:r>
        <w:rPr>
          <w:rFonts w:ascii="Times New Roman" w:hAnsi="Times New Roman"/>
          <w:sz w:val="28"/>
          <w:szCs w:val="28"/>
        </w:rPr>
        <w:t>доходів</w:t>
      </w:r>
      <w:r w:rsidRPr="001F40EA">
        <w:rPr>
          <w:rFonts w:ascii="Times New Roman" w:hAnsi="Times New Roman"/>
          <w:sz w:val="28"/>
          <w:szCs w:val="28"/>
        </w:rPr>
        <w:t xml:space="preserve"> (рідко вкладають в проект більше 5% власних грошей), то бізнес-</w:t>
      </w:r>
      <w:r>
        <w:rPr>
          <w:rFonts w:ascii="Times New Roman" w:hAnsi="Times New Roman"/>
          <w:sz w:val="28"/>
          <w:szCs w:val="28"/>
        </w:rPr>
        <w:t>янгол</w:t>
      </w:r>
      <w:r w:rsidRPr="001F40EA">
        <w:rPr>
          <w:rFonts w:ascii="Times New Roman" w:hAnsi="Times New Roman"/>
          <w:sz w:val="28"/>
          <w:szCs w:val="28"/>
        </w:rPr>
        <w:t xml:space="preserve"> нерідко береться за втілення досить ризикованих ідей. Правда, і просить бізнес-</w:t>
      </w:r>
      <w:r>
        <w:rPr>
          <w:rFonts w:ascii="Times New Roman" w:hAnsi="Times New Roman"/>
          <w:sz w:val="28"/>
          <w:szCs w:val="28"/>
        </w:rPr>
        <w:t xml:space="preserve">янгол за це чимало. </w:t>
      </w:r>
      <w:r w:rsidRPr="001F40EA">
        <w:rPr>
          <w:rFonts w:ascii="Times New Roman" w:hAnsi="Times New Roman"/>
          <w:sz w:val="28"/>
          <w:szCs w:val="28"/>
        </w:rPr>
        <w:t>В обмін на інвестиції бізнес-</w:t>
      </w:r>
      <w:r>
        <w:rPr>
          <w:rFonts w:ascii="Times New Roman" w:hAnsi="Times New Roman"/>
          <w:sz w:val="28"/>
          <w:szCs w:val="28"/>
        </w:rPr>
        <w:t>янгол</w:t>
      </w:r>
      <w:r w:rsidRPr="001F40EA">
        <w:rPr>
          <w:rFonts w:ascii="Times New Roman" w:hAnsi="Times New Roman"/>
          <w:sz w:val="28"/>
          <w:szCs w:val="28"/>
        </w:rPr>
        <w:t xml:space="preserve">и вимагають значної частки </w:t>
      </w:r>
      <w:r>
        <w:rPr>
          <w:rFonts w:ascii="Times New Roman" w:hAnsi="Times New Roman"/>
          <w:sz w:val="28"/>
          <w:szCs w:val="28"/>
        </w:rPr>
        <w:t xml:space="preserve">в капіталі компанії-розробника – від </w:t>
      </w:r>
      <w:r w:rsidRPr="001F40EA">
        <w:rPr>
          <w:rFonts w:ascii="Times New Roman" w:hAnsi="Times New Roman"/>
          <w:sz w:val="28"/>
          <w:szCs w:val="28"/>
        </w:rPr>
        <w:t>25 до 75%, але запити бізнес-</w:t>
      </w:r>
      <w:r>
        <w:rPr>
          <w:rFonts w:ascii="Times New Roman" w:hAnsi="Times New Roman"/>
          <w:sz w:val="28"/>
          <w:szCs w:val="28"/>
        </w:rPr>
        <w:t>янгол</w:t>
      </w:r>
      <w:r w:rsidRPr="001F40EA">
        <w:rPr>
          <w:rFonts w:ascii="Times New Roman" w:hAnsi="Times New Roman"/>
          <w:sz w:val="28"/>
          <w:szCs w:val="28"/>
        </w:rPr>
        <w:t>а можуть доходити і до 90%. Те, що українським підприємцям не світить європейське співвідношення часток (там бізнес-</w:t>
      </w:r>
      <w:r>
        <w:rPr>
          <w:rFonts w:ascii="Times New Roman" w:hAnsi="Times New Roman"/>
          <w:sz w:val="28"/>
          <w:szCs w:val="28"/>
        </w:rPr>
        <w:t xml:space="preserve">янгол одержує не контрольний пакет – </w:t>
      </w:r>
      <w:r w:rsidRPr="001F40EA">
        <w:rPr>
          <w:rFonts w:ascii="Times New Roman" w:hAnsi="Times New Roman"/>
          <w:sz w:val="28"/>
          <w:szCs w:val="28"/>
        </w:rPr>
        <w:t>від 25% до 49% акцій) підтверджують і самі бізнес-</w:t>
      </w:r>
      <w:r>
        <w:rPr>
          <w:rFonts w:ascii="Times New Roman" w:hAnsi="Times New Roman"/>
          <w:sz w:val="28"/>
          <w:szCs w:val="28"/>
        </w:rPr>
        <w:t>янгол</w:t>
      </w:r>
      <w:r w:rsidRPr="001F40EA">
        <w:rPr>
          <w:rFonts w:ascii="Times New Roman" w:hAnsi="Times New Roman"/>
          <w:sz w:val="28"/>
          <w:szCs w:val="28"/>
        </w:rPr>
        <w:t>и. Українські бізнес-</w:t>
      </w:r>
      <w:r>
        <w:rPr>
          <w:rFonts w:ascii="Times New Roman" w:hAnsi="Times New Roman"/>
          <w:sz w:val="28"/>
          <w:szCs w:val="28"/>
        </w:rPr>
        <w:t>янгол</w:t>
      </w:r>
      <w:r w:rsidRPr="001F40EA">
        <w:rPr>
          <w:rFonts w:ascii="Times New Roman" w:hAnsi="Times New Roman"/>
          <w:sz w:val="28"/>
          <w:szCs w:val="28"/>
        </w:rPr>
        <w:t>и готові ризикувати своїми грошима в обмін на 80-90% акцій, обґрунтовуючи це тим, що більше 40% проектів закінчуються повною або частковою втратою вкладених грошей. В Україні з урахуванням нерозвиненості інфраструктури та більш високих ризиків, частка втрати капіталу значно вище європейських показників.</w:t>
      </w:r>
    </w:p>
    <w:p w:rsidR="00450B3A" w:rsidRPr="001F40EA" w:rsidRDefault="00450B3A" w:rsidP="001F40EA">
      <w:pPr>
        <w:tabs>
          <w:tab w:val="left" w:pos="737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40EA">
        <w:rPr>
          <w:rFonts w:ascii="Times New Roman" w:hAnsi="Times New Roman"/>
          <w:sz w:val="28"/>
          <w:szCs w:val="28"/>
        </w:rPr>
        <w:t>Кількість активних бізнес-</w:t>
      </w:r>
      <w:r>
        <w:rPr>
          <w:rFonts w:ascii="Times New Roman" w:hAnsi="Times New Roman"/>
          <w:sz w:val="28"/>
          <w:szCs w:val="28"/>
        </w:rPr>
        <w:t>янгол</w:t>
      </w:r>
      <w:r w:rsidRPr="001F40EA">
        <w:rPr>
          <w:rFonts w:ascii="Times New Roman" w:hAnsi="Times New Roman"/>
          <w:sz w:val="28"/>
          <w:szCs w:val="28"/>
        </w:rPr>
        <w:t>ів в Європі оц</w:t>
      </w:r>
      <w:r>
        <w:rPr>
          <w:rFonts w:ascii="Times New Roman" w:hAnsi="Times New Roman"/>
          <w:sz w:val="28"/>
          <w:szCs w:val="28"/>
        </w:rPr>
        <w:t>інюється експертами в 125 тис. осіб</w:t>
      </w:r>
      <w:r w:rsidRPr="001F40EA">
        <w:rPr>
          <w:rFonts w:ascii="Times New Roman" w:hAnsi="Times New Roman"/>
          <w:sz w:val="28"/>
          <w:szCs w:val="28"/>
        </w:rPr>
        <w:t>. Кількість же потенційних, «незайманих» бізнес-</w:t>
      </w:r>
      <w:r>
        <w:rPr>
          <w:rFonts w:ascii="Times New Roman" w:hAnsi="Times New Roman"/>
          <w:sz w:val="28"/>
          <w:szCs w:val="28"/>
        </w:rPr>
        <w:t>янгол</w:t>
      </w:r>
      <w:r w:rsidRPr="001F40EA">
        <w:rPr>
          <w:rFonts w:ascii="Times New Roman" w:hAnsi="Times New Roman"/>
          <w:sz w:val="28"/>
          <w:szCs w:val="28"/>
        </w:rPr>
        <w:t>ів перевищує цей показник в 10 разів. У США близько 80% проектів на стадії старт-апу фінансується саме бізнес-</w:t>
      </w:r>
      <w:r>
        <w:rPr>
          <w:rFonts w:ascii="Times New Roman" w:hAnsi="Times New Roman"/>
          <w:sz w:val="28"/>
          <w:szCs w:val="28"/>
        </w:rPr>
        <w:t>янгол</w:t>
      </w:r>
      <w:r w:rsidRPr="001F40EA">
        <w:rPr>
          <w:rFonts w:ascii="Times New Roman" w:hAnsi="Times New Roman"/>
          <w:sz w:val="28"/>
          <w:szCs w:val="28"/>
        </w:rPr>
        <w:t>ами. У Великобританії б</w:t>
      </w:r>
      <w:r>
        <w:rPr>
          <w:rFonts w:ascii="Times New Roman" w:hAnsi="Times New Roman"/>
          <w:sz w:val="28"/>
          <w:szCs w:val="28"/>
        </w:rPr>
        <w:t>лизько 18 тис. б</w:t>
      </w:r>
      <w:r w:rsidRPr="001F40EA">
        <w:rPr>
          <w:rFonts w:ascii="Times New Roman" w:hAnsi="Times New Roman"/>
          <w:sz w:val="28"/>
          <w:szCs w:val="28"/>
        </w:rPr>
        <w:t>ізнес-</w:t>
      </w:r>
      <w:r>
        <w:rPr>
          <w:rFonts w:ascii="Times New Roman" w:hAnsi="Times New Roman"/>
          <w:sz w:val="28"/>
          <w:szCs w:val="28"/>
        </w:rPr>
        <w:t>янгол</w:t>
      </w:r>
      <w:r w:rsidRPr="001F40EA">
        <w:rPr>
          <w:rFonts w:ascii="Times New Roman" w:hAnsi="Times New Roman"/>
          <w:sz w:val="28"/>
          <w:szCs w:val="28"/>
        </w:rPr>
        <w:t>ів вкладають бли</w:t>
      </w:r>
      <w:r>
        <w:rPr>
          <w:rFonts w:ascii="Times New Roman" w:hAnsi="Times New Roman"/>
          <w:sz w:val="28"/>
          <w:szCs w:val="28"/>
        </w:rPr>
        <w:t>зько 500 млн фунтів в 3,5 тис. п</w:t>
      </w:r>
      <w:r w:rsidRPr="001F40EA">
        <w:rPr>
          <w:rFonts w:ascii="Times New Roman" w:hAnsi="Times New Roman"/>
          <w:sz w:val="28"/>
          <w:szCs w:val="28"/>
        </w:rPr>
        <w:t>ідприємств</w:t>
      </w:r>
      <w:r w:rsidRPr="00300054">
        <w:rPr>
          <w:rFonts w:ascii="Times New Roman" w:hAnsi="Times New Roman"/>
          <w:sz w:val="28"/>
          <w:szCs w:val="28"/>
          <w:lang w:val="ru-RU"/>
        </w:rPr>
        <w:t xml:space="preserve"> [1]</w:t>
      </w:r>
      <w:r w:rsidRPr="001F40EA">
        <w:rPr>
          <w:rFonts w:ascii="Times New Roman" w:hAnsi="Times New Roman"/>
          <w:sz w:val="28"/>
          <w:szCs w:val="28"/>
        </w:rPr>
        <w:t>.</w:t>
      </w:r>
    </w:p>
    <w:p w:rsidR="00450B3A" w:rsidRDefault="00450B3A" w:rsidP="00E5531E">
      <w:pPr>
        <w:tabs>
          <w:tab w:val="left" w:pos="737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40EA">
        <w:rPr>
          <w:rFonts w:ascii="Times New Roman" w:hAnsi="Times New Roman"/>
          <w:sz w:val="28"/>
          <w:szCs w:val="28"/>
        </w:rPr>
        <w:t>Невелике, але зростаюче число бізнес-</w:t>
      </w:r>
      <w:r>
        <w:rPr>
          <w:rFonts w:ascii="Times New Roman" w:hAnsi="Times New Roman"/>
          <w:sz w:val="28"/>
          <w:szCs w:val="28"/>
        </w:rPr>
        <w:t>янгол</w:t>
      </w:r>
      <w:r w:rsidRPr="001F40EA">
        <w:rPr>
          <w:rFonts w:ascii="Times New Roman" w:hAnsi="Times New Roman"/>
          <w:sz w:val="28"/>
          <w:szCs w:val="28"/>
        </w:rPr>
        <w:t>ів утворюють мережі, або групи, щоб спільно брати участь в пошуку об'єктів інвестицій і для об'єднання капіталів. Асоціації бізнес-</w:t>
      </w:r>
      <w:r>
        <w:rPr>
          <w:rFonts w:ascii="Times New Roman" w:hAnsi="Times New Roman"/>
          <w:sz w:val="28"/>
          <w:szCs w:val="28"/>
        </w:rPr>
        <w:t>янгол</w:t>
      </w:r>
      <w:r w:rsidRPr="001F40EA">
        <w:rPr>
          <w:rFonts w:ascii="Times New Roman" w:hAnsi="Times New Roman"/>
          <w:sz w:val="28"/>
          <w:szCs w:val="28"/>
        </w:rPr>
        <w:t>ів беруть на себе також і дея</w:t>
      </w:r>
      <w:r>
        <w:rPr>
          <w:rFonts w:ascii="Times New Roman" w:hAnsi="Times New Roman"/>
          <w:sz w:val="28"/>
          <w:szCs w:val="28"/>
        </w:rPr>
        <w:t xml:space="preserve">кі зобов'язання щодо подальшої координації </w:t>
      </w:r>
      <w:r w:rsidRPr="001F40EA">
        <w:rPr>
          <w:rFonts w:ascii="Times New Roman" w:hAnsi="Times New Roman"/>
          <w:sz w:val="28"/>
          <w:szCs w:val="28"/>
        </w:rPr>
        <w:t>бізнес-проектів, а при певних умовах навіть беруть участь і в їх управлінні</w:t>
      </w:r>
      <w:r w:rsidRPr="00300054">
        <w:rPr>
          <w:rFonts w:ascii="Times New Roman" w:hAnsi="Times New Roman"/>
          <w:sz w:val="28"/>
          <w:szCs w:val="28"/>
        </w:rPr>
        <w:t xml:space="preserve"> [</w:t>
      </w:r>
      <w:r>
        <w:rPr>
          <w:rFonts w:ascii="Times New Roman" w:hAnsi="Times New Roman"/>
          <w:sz w:val="28"/>
          <w:szCs w:val="28"/>
        </w:rPr>
        <w:t>3</w:t>
      </w:r>
      <w:r w:rsidRPr="00300054">
        <w:rPr>
          <w:rFonts w:ascii="Times New Roman" w:hAnsi="Times New Roman"/>
          <w:sz w:val="28"/>
          <w:szCs w:val="28"/>
        </w:rPr>
        <w:t>]</w:t>
      </w:r>
      <w:r w:rsidRPr="001F40EA">
        <w:rPr>
          <w:rFonts w:ascii="Times New Roman" w:hAnsi="Times New Roman"/>
          <w:sz w:val="28"/>
          <w:szCs w:val="28"/>
        </w:rPr>
        <w:t>. Хоча в мережі бізнес-</w:t>
      </w:r>
      <w:r>
        <w:rPr>
          <w:rFonts w:ascii="Times New Roman" w:hAnsi="Times New Roman"/>
          <w:sz w:val="28"/>
          <w:szCs w:val="28"/>
        </w:rPr>
        <w:t>янгол</w:t>
      </w:r>
      <w:r w:rsidRPr="001F40EA">
        <w:rPr>
          <w:rFonts w:ascii="Times New Roman" w:hAnsi="Times New Roman"/>
          <w:sz w:val="28"/>
          <w:szCs w:val="28"/>
        </w:rPr>
        <w:t>ів серйозна, ґрунтовна, остаточна експертиза проектів не проводиться, і асоціація перебирає ризики за результат. Цим займаються вже ініціатор бізнес-проекту і сам бізнес-</w:t>
      </w:r>
      <w:r>
        <w:rPr>
          <w:rFonts w:ascii="Times New Roman" w:hAnsi="Times New Roman"/>
          <w:sz w:val="28"/>
          <w:szCs w:val="28"/>
        </w:rPr>
        <w:t>янгол</w:t>
      </w:r>
      <w:r w:rsidRPr="001F40EA">
        <w:rPr>
          <w:rFonts w:ascii="Times New Roman" w:hAnsi="Times New Roman"/>
          <w:sz w:val="28"/>
          <w:szCs w:val="28"/>
        </w:rPr>
        <w:t>.</w:t>
      </w:r>
      <w:bookmarkStart w:id="0" w:name="825"/>
      <w:bookmarkEnd w:id="0"/>
    </w:p>
    <w:p w:rsidR="00450B3A" w:rsidRDefault="00450B3A" w:rsidP="00E5531E">
      <w:pPr>
        <w:tabs>
          <w:tab w:val="left" w:pos="7371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553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Бізнес-ангели зазвичай ведуть кілька проектів. Сьогодні у світі існують мережі бізнес-ангелів (вони особливо розвинені в США). На відміну від венчурних фондів, бізнес-ангели, як правило, вкладають свої гроші. В обмін на фінансування бізнес-ангел отримує значну частку в компанії.</w:t>
      </w:r>
    </w:p>
    <w:p w:rsidR="00450B3A" w:rsidRDefault="00450B3A" w:rsidP="00E5531E">
      <w:pPr>
        <w:tabs>
          <w:tab w:val="left" w:pos="7371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553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Основні принципи відбору проекту бізнес-ангелом наступні:</w:t>
      </w:r>
    </w:p>
    <w:p w:rsidR="00450B3A" w:rsidRDefault="00450B3A" w:rsidP="00E5531E">
      <w:pPr>
        <w:tabs>
          <w:tab w:val="left" w:pos="7371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</w:t>
      </w:r>
      <w:r w:rsidRPr="00E553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бізнес-ангелу повинні бути запропоновані не тільки ідея, але і програма її втілення, що складається з чітких і реальних кроків;</w:t>
      </w:r>
    </w:p>
    <w:p w:rsidR="00450B3A" w:rsidRDefault="00450B3A" w:rsidP="00E5531E">
      <w:pPr>
        <w:tabs>
          <w:tab w:val="left" w:pos="7371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</w:t>
      </w:r>
      <w:r w:rsidRPr="00E553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бізнес-ангел повинен чітко уявляти свій "вихід" з проекту;</w:t>
      </w:r>
    </w:p>
    <w:p w:rsidR="00450B3A" w:rsidRDefault="00450B3A" w:rsidP="00E5531E">
      <w:pPr>
        <w:tabs>
          <w:tab w:val="left" w:pos="7371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</w:t>
      </w:r>
      <w:r w:rsidRPr="00E553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бізнес-ангельські інвестиції - інвестиції в команду.</w:t>
      </w:r>
    </w:p>
    <w:p w:rsidR="00450B3A" w:rsidRDefault="00450B3A" w:rsidP="00E5531E">
      <w:pPr>
        <w:tabs>
          <w:tab w:val="left" w:pos="7371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553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Процес відбору проектів бізнес-ангелами складається з двох послідовних стадій: аналіз потоку конкурентних проектів і ретельне вивчення проекту.</w:t>
      </w:r>
    </w:p>
    <w:p w:rsidR="00450B3A" w:rsidRDefault="00450B3A" w:rsidP="00E5531E">
      <w:pPr>
        <w:tabs>
          <w:tab w:val="left" w:pos="7371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553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Фаза відбору проектів пов'язана з аналізом описів проектів, які надійшли на розгляд інвестору, а також із загального інформаційного потоку, джерелами якого є преса, Інтернет, реклама, виставки та венчурні ярмарки, бази даних асоціацій венчурного інвестування, інформація про розробки в науковому секторі, особисті контакти.</w:t>
      </w:r>
    </w:p>
    <w:p w:rsidR="00450B3A" w:rsidRDefault="00450B3A" w:rsidP="00E5531E">
      <w:pPr>
        <w:tabs>
          <w:tab w:val="left" w:pos="7371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553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Процедура аналізу проекту займає невеликий час і спирається значною мірою на особистий досвід, інтуїцію, вироблене перше враження. За різними оцінками на цьому етапі відкидається 50-80% проектів. Найбільш важливими є питання, пов'язані з конкурентоспроможністю продукту, реальними передумовами отримання прибутку, поверненням інвестицій.</w:t>
      </w:r>
    </w:p>
    <w:p w:rsidR="00450B3A" w:rsidRDefault="00450B3A" w:rsidP="00E5531E">
      <w:pPr>
        <w:tabs>
          <w:tab w:val="left" w:pos="7371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553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Процес ретельного вивчення проекту може займати значний час, до декількох місяців. Розглядаються такі аспекти:</w:t>
      </w:r>
    </w:p>
    <w:p w:rsidR="00450B3A" w:rsidRDefault="00450B3A" w:rsidP="00E5531E">
      <w:pPr>
        <w:tabs>
          <w:tab w:val="left" w:pos="7371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553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• бізнес і перспективи зростання вартості компанії;</w:t>
      </w:r>
    </w:p>
    <w:p w:rsidR="00450B3A" w:rsidRDefault="00450B3A" w:rsidP="00E5531E">
      <w:pPr>
        <w:tabs>
          <w:tab w:val="left" w:pos="7371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553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• ризики;</w:t>
      </w:r>
    </w:p>
    <w:p w:rsidR="00450B3A" w:rsidRDefault="00450B3A" w:rsidP="00E5531E">
      <w:pPr>
        <w:tabs>
          <w:tab w:val="left" w:pos="7371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553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• перспективи проекту з фінансової точки зору;</w:t>
      </w:r>
    </w:p>
    <w:p w:rsidR="00450B3A" w:rsidRDefault="00450B3A" w:rsidP="00E5531E">
      <w:pPr>
        <w:tabs>
          <w:tab w:val="left" w:pos="7371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553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• перспективи бізнесу, ринок і конкурентне середовище;</w:t>
      </w:r>
    </w:p>
    <w:p w:rsidR="00450B3A" w:rsidRDefault="00450B3A" w:rsidP="00E5531E">
      <w:pPr>
        <w:tabs>
          <w:tab w:val="left" w:pos="7371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553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• здатність заявників проекту ефективно управляти бізнесом;</w:t>
      </w:r>
    </w:p>
    <w:p w:rsidR="00450B3A" w:rsidRDefault="00450B3A" w:rsidP="00E5531E">
      <w:pPr>
        <w:tabs>
          <w:tab w:val="left" w:pos="7371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553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• бізнес-модель, механізм генерації прибутку і ринковий ризик;</w:t>
      </w:r>
    </w:p>
    <w:p w:rsidR="00450B3A" w:rsidRDefault="00450B3A" w:rsidP="00E5531E">
      <w:pPr>
        <w:tabs>
          <w:tab w:val="left" w:pos="7371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553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• стан інтелектуальної власності та наявних активів.</w:t>
      </w:r>
    </w:p>
    <w:p w:rsidR="00450B3A" w:rsidRDefault="00450B3A" w:rsidP="00E5531E">
      <w:pPr>
        <w:tabs>
          <w:tab w:val="left" w:pos="7371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553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Під час ретельного вивчення проекту між інвестором і підприємцем відбувається інтенсивне спілкування, в ході якого останній повинен продемонструвати повне володіння усіма питаннями, пов'язаними з проектом; обговорюються продукція, ринок, перспективи, команда; питання інтелектуальної власності; виробництва, умов інвестування та фінансових показників формується компанії. Проводяться виїзди для огляду обладнання, лабораторії або дослідних зразків.</w:t>
      </w:r>
    </w:p>
    <w:p w:rsidR="00450B3A" w:rsidRDefault="00450B3A" w:rsidP="00E5531E">
      <w:pPr>
        <w:tabs>
          <w:tab w:val="left" w:pos="7371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553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Представлення проекту здійснюється в різних формах, таких як резюме, бізнес-пропозицію, презентація, усна бесіда.</w:t>
      </w:r>
    </w:p>
    <w:p w:rsidR="00450B3A" w:rsidRDefault="00450B3A" w:rsidP="00E5531E">
      <w:pPr>
        <w:tabs>
          <w:tab w:val="left" w:pos="7371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553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Резюме проекту, як правило, являє собою невеликий документ (одна-дві сторінки) відображає суть інвестиційного проекту.</w:t>
      </w:r>
    </w:p>
    <w:p w:rsidR="00450B3A" w:rsidRDefault="00450B3A" w:rsidP="00E5531E">
      <w:pPr>
        <w:tabs>
          <w:tab w:val="left" w:pos="7371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553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Типова структура бізнес-пропозиції включає: опис проекту; інвестиційна пропозиція; склад команди; опис продукту або послуги, ринку, виробництва; наявні активи, включаючи інтелектуальну власність; бізнес-модель; план робіт після отримання інвестицій. Найбільш важлива частина бізнес-пропозиції - ціннісне пропозицію бізнес-моделі.</w:t>
      </w:r>
    </w:p>
    <w:p w:rsidR="00450B3A" w:rsidRDefault="00450B3A" w:rsidP="00E5531E">
      <w:pPr>
        <w:tabs>
          <w:tab w:val="left" w:pos="7371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553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 бізнес-пропозиція часто включається резюме проекту, а також інша корисна інформація. Склад документа і форма подання інформації можуть коригуватися в залежності від вимог конкретних мереж бізнес-ангелів. У більшості випадків обсяг документа не повинен перевищувати 15 сторінок.</w:t>
      </w:r>
    </w:p>
    <w:p w:rsidR="00450B3A" w:rsidRDefault="00450B3A" w:rsidP="00E5531E">
      <w:pPr>
        <w:tabs>
          <w:tab w:val="left" w:pos="7371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553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Часто для представлення бізнес-пропозиції використовується формат презентації або структура каталогу виставок або форумів.</w:t>
      </w:r>
    </w:p>
    <w:p w:rsidR="00450B3A" w:rsidRDefault="00450B3A" w:rsidP="00E5531E">
      <w:pPr>
        <w:tabs>
          <w:tab w:val="left" w:pos="7371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553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Важливу роль відіграє усне представлення, коли суть проекту викладається протягом декількох хвилин. Вважається, що підприємець повинен бути завжди готовий викласти свою пропозицію. Відомі принципи "одного речення" (виклад бізнес-ідеї у форматі одного речення) і "принцип спілкування в ліфті" (підприємець "ловить" інвестора в ліфті і викладає проект за час, поки піднімається на потрібний інвестору поверх). Такі ситуації говорять про необхідність серйозного опрацювання бізнес-пропозиції та підготовки різних форматів його подання.</w:t>
      </w:r>
    </w:p>
    <w:p w:rsidR="00450B3A" w:rsidRDefault="00450B3A" w:rsidP="00E5531E">
      <w:pPr>
        <w:tabs>
          <w:tab w:val="left" w:pos="7371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F40EA">
        <w:rPr>
          <w:rFonts w:ascii="Times New Roman" w:hAnsi="Times New Roman"/>
          <w:sz w:val="28"/>
          <w:szCs w:val="28"/>
        </w:rPr>
        <w:t>Згідно зарубіжним дослідженням, кожен п'ятий бізнес-</w:t>
      </w:r>
      <w:r>
        <w:rPr>
          <w:rFonts w:ascii="Times New Roman" w:hAnsi="Times New Roman"/>
          <w:sz w:val="28"/>
          <w:szCs w:val="28"/>
        </w:rPr>
        <w:t>янгол</w:t>
      </w:r>
      <w:r w:rsidRPr="001F40EA">
        <w:rPr>
          <w:rFonts w:ascii="Times New Roman" w:hAnsi="Times New Roman"/>
          <w:sz w:val="28"/>
          <w:szCs w:val="28"/>
        </w:rPr>
        <w:t xml:space="preserve"> в світі є мільйонером. Зазвичай бізнес-</w:t>
      </w:r>
      <w:r>
        <w:rPr>
          <w:rFonts w:ascii="Times New Roman" w:hAnsi="Times New Roman"/>
          <w:sz w:val="28"/>
          <w:szCs w:val="28"/>
        </w:rPr>
        <w:t>янгол</w:t>
      </w:r>
      <w:r w:rsidRPr="001F40EA">
        <w:rPr>
          <w:rFonts w:ascii="Times New Roman" w:hAnsi="Times New Roman"/>
          <w:sz w:val="28"/>
          <w:szCs w:val="28"/>
        </w:rPr>
        <w:t xml:space="preserve">и прагнуть максимально збільшити вартість компанії і після закінчення обумовленого терміну продати свою </w:t>
      </w:r>
      <w:r>
        <w:rPr>
          <w:rFonts w:ascii="Times New Roman" w:hAnsi="Times New Roman"/>
          <w:sz w:val="28"/>
          <w:szCs w:val="28"/>
        </w:rPr>
        <w:t>частку в ній. При цьому отриманий</w:t>
      </w:r>
      <w:r w:rsidRPr="001F40EA">
        <w:rPr>
          <w:rFonts w:ascii="Times New Roman" w:hAnsi="Times New Roman"/>
          <w:sz w:val="28"/>
          <w:szCs w:val="28"/>
        </w:rPr>
        <w:t xml:space="preserve"> бізнес-</w:t>
      </w:r>
      <w:r>
        <w:rPr>
          <w:rFonts w:ascii="Times New Roman" w:hAnsi="Times New Roman"/>
          <w:sz w:val="28"/>
          <w:szCs w:val="28"/>
        </w:rPr>
        <w:t>янгол</w:t>
      </w:r>
      <w:r w:rsidRPr="001F40EA">
        <w:rPr>
          <w:rFonts w:ascii="Times New Roman" w:hAnsi="Times New Roman"/>
          <w:sz w:val="28"/>
          <w:szCs w:val="28"/>
        </w:rPr>
        <w:t>ом прибуток багаторазово перевищує початкові вкладення. У 80% випадків бізнес-</w:t>
      </w:r>
      <w:r>
        <w:rPr>
          <w:rFonts w:ascii="Times New Roman" w:hAnsi="Times New Roman"/>
          <w:sz w:val="28"/>
          <w:szCs w:val="28"/>
        </w:rPr>
        <w:t>янгол</w:t>
      </w:r>
      <w:r w:rsidRPr="001F40EA">
        <w:rPr>
          <w:rFonts w:ascii="Times New Roman" w:hAnsi="Times New Roman"/>
          <w:sz w:val="28"/>
          <w:szCs w:val="28"/>
        </w:rPr>
        <w:t>и активно беруть участь в управлінні таким підприємством, привносячи в</w:t>
      </w:r>
      <w:r>
        <w:rPr>
          <w:rFonts w:ascii="Times New Roman" w:hAnsi="Times New Roman"/>
          <w:sz w:val="28"/>
          <w:szCs w:val="28"/>
        </w:rPr>
        <w:t xml:space="preserve"> нього додану вартість –</w:t>
      </w:r>
      <w:r w:rsidRPr="001F40EA">
        <w:rPr>
          <w:rFonts w:ascii="Times New Roman" w:hAnsi="Times New Roman"/>
          <w:sz w:val="28"/>
          <w:szCs w:val="28"/>
        </w:rPr>
        <w:t xml:space="preserve"> власний бізнес-досвід і зв'язки. Багато з бізнес-</w:t>
      </w:r>
      <w:r>
        <w:rPr>
          <w:rFonts w:ascii="Times New Roman" w:hAnsi="Times New Roman"/>
          <w:sz w:val="28"/>
          <w:szCs w:val="28"/>
        </w:rPr>
        <w:t>янгол</w:t>
      </w:r>
      <w:r w:rsidRPr="001F40EA">
        <w:rPr>
          <w:rFonts w:ascii="Times New Roman" w:hAnsi="Times New Roman"/>
          <w:sz w:val="28"/>
          <w:szCs w:val="28"/>
        </w:rPr>
        <w:t>ів отримують задоволення від керівництва запущеним з нуля проектом. Один раз відчувши смак подібного заробітку, бізнес-</w:t>
      </w:r>
      <w:r>
        <w:rPr>
          <w:rFonts w:ascii="Times New Roman" w:hAnsi="Times New Roman"/>
          <w:sz w:val="28"/>
          <w:szCs w:val="28"/>
        </w:rPr>
        <w:t xml:space="preserve">янгол </w:t>
      </w:r>
      <w:r w:rsidRPr="001F40EA">
        <w:rPr>
          <w:rFonts w:ascii="Times New Roman" w:hAnsi="Times New Roman"/>
          <w:sz w:val="28"/>
          <w:szCs w:val="28"/>
        </w:rPr>
        <w:t>рідко змінює сферу діяльності. Мета бізнес-</w:t>
      </w:r>
      <w:r>
        <w:rPr>
          <w:rFonts w:ascii="Times New Roman" w:hAnsi="Times New Roman"/>
          <w:sz w:val="28"/>
          <w:szCs w:val="28"/>
        </w:rPr>
        <w:t>янгол</w:t>
      </w:r>
      <w:r w:rsidRPr="001F40EA">
        <w:rPr>
          <w:rFonts w:ascii="Times New Roman" w:hAnsi="Times New Roman"/>
          <w:sz w:val="28"/>
          <w:szCs w:val="28"/>
        </w:rPr>
        <w:t xml:space="preserve">а </w:t>
      </w:r>
      <w:r>
        <w:rPr>
          <w:rFonts w:ascii="Times New Roman" w:hAnsi="Times New Roman"/>
          <w:sz w:val="28"/>
          <w:szCs w:val="28"/>
        </w:rPr>
        <w:t>–</w:t>
      </w:r>
      <w:r w:rsidRPr="001F40EA">
        <w:rPr>
          <w:rFonts w:ascii="Times New Roman" w:hAnsi="Times New Roman"/>
          <w:sz w:val="28"/>
          <w:szCs w:val="28"/>
        </w:rPr>
        <w:t xml:space="preserve"> максимально збільшити вартість вирощуваної компанії і після закінчення обумовленого терміну (зазвичай він становить від трьох до семи років) продати свою частку, щоб зайнятися таким, що мають потребу в </w:t>
      </w:r>
      <w:r>
        <w:rPr>
          <w:rFonts w:ascii="Times New Roman" w:hAnsi="Times New Roman"/>
          <w:sz w:val="28"/>
          <w:szCs w:val="28"/>
        </w:rPr>
        <w:t>янгол</w:t>
      </w:r>
      <w:r w:rsidRPr="001F40EA">
        <w:rPr>
          <w:rFonts w:ascii="Times New Roman" w:hAnsi="Times New Roman"/>
          <w:sz w:val="28"/>
          <w:szCs w:val="28"/>
        </w:rPr>
        <w:t>ьських інвестицій, проектом.</w:t>
      </w:r>
    </w:p>
    <w:p w:rsidR="00450B3A" w:rsidRPr="00E5531E" w:rsidRDefault="00450B3A" w:rsidP="00E5531E">
      <w:pPr>
        <w:tabs>
          <w:tab w:val="left" w:pos="7371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300054">
        <w:rPr>
          <w:rFonts w:ascii="Times New Roman" w:hAnsi="Times New Roman"/>
          <w:sz w:val="28"/>
          <w:szCs w:val="28"/>
        </w:rPr>
        <w:t>На сьогоднішній день можна виділит</w:t>
      </w:r>
      <w:r>
        <w:rPr>
          <w:rFonts w:ascii="Times New Roman" w:hAnsi="Times New Roman"/>
          <w:sz w:val="28"/>
          <w:szCs w:val="28"/>
        </w:rPr>
        <w:t>и 5 факторів, які перешкоджають подальшо</w:t>
      </w:r>
      <w:r w:rsidRPr="00300054">
        <w:rPr>
          <w:rFonts w:ascii="Times New Roman" w:hAnsi="Times New Roman"/>
          <w:sz w:val="28"/>
          <w:szCs w:val="28"/>
        </w:rPr>
        <w:t>му</w:t>
      </w:r>
      <w:r>
        <w:rPr>
          <w:rFonts w:ascii="Times New Roman" w:hAnsi="Times New Roman"/>
          <w:sz w:val="28"/>
          <w:szCs w:val="28"/>
        </w:rPr>
        <w:t xml:space="preserve"> збільшенню</w:t>
      </w:r>
      <w:r w:rsidRPr="00300054">
        <w:rPr>
          <w:rFonts w:ascii="Times New Roman" w:hAnsi="Times New Roman"/>
          <w:sz w:val="28"/>
          <w:szCs w:val="28"/>
        </w:rPr>
        <w:t xml:space="preserve"> кількості активних бізнес-ангелів: </w:t>
      </w:r>
    </w:p>
    <w:p w:rsidR="00450B3A" w:rsidRDefault="00450B3A" w:rsidP="00300054">
      <w:pPr>
        <w:tabs>
          <w:tab w:val="left" w:pos="737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0054">
        <w:rPr>
          <w:rFonts w:ascii="Times New Roman" w:hAnsi="Times New Roman"/>
          <w:sz w:val="28"/>
          <w:szCs w:val="28"/>
        </w:rPr>
        <w:t xml:space="preserve">– недостатнє інформаційне забезпечення; консервативність приватних інвесторів; </w:t>
      </w:r>
    </w:p>
    <w:p w:rsidR="00450B3A" w:rsidRDefault="00450B3A" w:rsidP="00300054">
      <w:pPr>
        <w:tabs>
          <w:tab w:val="left" w:pos="737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– </w:t>
      </w:r>
      <w:r w:rsidRPr="00300054">
        <w:rPr>
          <w:rFonts w:ascii="Times New Roman" w:hAnsi="Times New Roman"/>
          <w:sz w:val="28"/>
          <w:szCs w:val="28"/>
        </w:rPr>
        <w:t xml:space="preserve">недолік якісних об'єктів для інвестицій; </w:t>
      </w:r>
    </w:p>
    <w:p w:rsidR="00450B3A" w:rsidRDefault="00450B3A" w:rsidP="00300054">
      <w:pPr>
        <w:tabs>
          <w:tab w:val="left" w:pos="737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– </w:t>
      </w:r>
      <w:r w:rsidRPr="00300054">
        <w:rPr>
          <w:rFonts w:ascii="Times New Roman" w:hAnsi="Times New Roman"/>
          <w:sz w:val="28"/>
          <w:szCs w:val="28"/>
        </w:rPr>
        <w:t xml:space="preserve">непередбачуваність можливостей виходу з проекту бізнес-ангела; </w:t>
      </w:r>
    </w:p>
    <w:p w:rsidR="00450B3A" w:rsidRDefault="00450B3A" w:rsidP="00300054">
      <w:pPr>
        <w:tabs>
          <w:tab w:val="left" w:pos="737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– </w:t>
      </w:r>
      <w:r w:rsidRPr="00300054">
        <w:rPr>
          <w:rFonts w:ascii="Times New Roman" w:hAnsi="Times New Roman"/>
          <w:sz w:val="28"/>
          <w:szCs w:val="28"/>
        </w:rPr>
        <w:t xml:space="preserve">недосконалість законодавства в частині захисту прав міноритарних акціонерів. </w:t>
      </w:r>
    </w:p>
    <w:p w:rsidR="00450B3A" w:rsidRDefault="00450B3A" w:rsidP="00E5531E">
      <w:pPr>
        <w:tabs>
          <w:tab w:val="left" w:pos="737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0054">
        <w:rPr>
          <w:rFonts w:ascii="Times New Roman" w:hAnsi="Times New Roman"/>
          <w:sz w:val="28"/>
          <w:szCs w:val="28"/>
        </w:rPr>
        <w:t>Незважаючи на перераховані складності, бізнес-</w:t>
      </w:r>
      <w:r>
        <w:rPr>
          <w:rFonts w:ascii="Times New Roman" w:hAnsi="Times New Roman"/>
          <w:sz w:val="28"/>
          <w:szCs w:val="28"/>
          <w:lang w:val="ru-RU"/>
        </w:rPr>
        <w:t>янгольство</w:t>
      </w:r>
      <w:r w:rsidRPr="00300054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  <w:lang w:val="ru-RU"/>
        </w:rPr>
        <w:t>Укра</w:t>
      </w:r>
      <w:r>
        <w:rPr>
          <w:rFonts w:ascii="Times New Roman" w:hAnsi="Times New Roman"/>
          <w:sz w:val="28"/>
          <w:szCs w:val="28"/>
        </w:rPr>
        <w:t>їні</w:t>
      </w:r>
      <w:r w:rsidRPr="00300054">
        <w:rPr>
          <w:rFonts w:ascii="Times New Roman" w:hAnsi="Times New Roman"/>
          <w:sz w:val="28"/>
          <w:szCs w:val="28"/>
        </w:rPr>
        <w:t xml:space="preserve"> продовжує розвиватися. Збільшення кількості бізнес-</w:t>
      </w:r>
      <w:r>
        <w:rPr>
          <w:rFonts w:ascii="Times New Roman" w:hAnsi="Times New Roman"/>
          <w:sz w:val="28"/>
          <w:szCs w:val="28"/>
        </w:rPr>
        <w:t>я</w:t>
      </w:r>
      <w:r w:rsidRPr="00300054">
        <w:rPr>
          <w:rFonts w:ascii="Times New Roman" w:hAnsi="Times New Roman"/>
          <w:sz w:val="28"/>
          <w:szCs w:val="28"/>
        </w:rPr>
        <w:t>нг</w:t>
      </w:r>
      <w:r>
        <w:rPr>
          <w:rFonts w:ascii="Times New Roman" w:hAnsi="Times New Roman"/>
          <w:sz w:val="28"/>
          <w:szCs w:val="28"/>
        </w:rPr>
        <w:t xml:space="preserve">олів сприятиме </w:t>
      </w:r>
      <w:r w:rsidRPr="00300054">
        <w:rPr>
          <w:rFonts w:ascii="Times New Roman" w:hAnsi="Times New Roman"/>
          <w:sz w:val="28"/>
          <w:szCs w:val="28"/>
        </w:rPr>
        <w:t>зроста</w:t>
      </w:r>
      <w:r>
        <w:rPr>
          <w:rFonts w:ascii="Times New Roman" w:hAnsi="Times New Roman"/>
          <w:sz w:val="28"/>
          <w:szCs w:val="28"/>
        </w:rPr>
        <w:t xml:space="preserve">нню добробуту населення країни, </w:t>
      </w:r>
      <w:r w:rsidRPr="00300054">
        <w:rPr>
          <w:rFonts w:ascii="Times New Roman" w:hAnsi="Times New Roman"/>
          <w:sz w:val="28"/>
          <w:szCs w:val="28"/>
        </w:rPr>
        <w:t>підйому економіки країни в цілому</w:t>
      </w:r>
      <w:r>
        <w:rPr>
          <w:rFonts w:ascii="Times New Roman" w:hAnsi="Times New Roman"/>
          <w:sz w:val="28"/>
          <w:szCs w:val="28"/>
        </w:rPr>
        <w:t>,</w:t>
      </w:r>
      <w:r w:rsidRPr="00300054">
        <w:rPr>
          <w:rFonts w:ascii="Times New Roman" w:hAnsi="Times New Roman"/>
          <w:sz w:val="28"/>
          <w:szCs w:val="28"/>
        </w:rPr>
        <w:t xml:space="preserve"> збільшення кількості р</w:t>
      </w:r>
      <w:r>
        <w:rPr>
          <w:rFonts w:ascii="Times New Roman" w:hAnsi="Times New Roman"/>
          <w:sz w:val="28"/>
          <w:szCs w:val="28"/>
        </w:rPr>
        <w:t xml:space="preserve">озроблюваних інноваційних ідей, </w:t>
      </w:r>
      <w:r w:rsidRPr="00300054">
        <w:rPr>
          <w:rFonts w:ascii="Times New Roman" w:hAnsi="Times New Roman"/>
          <w:sz w:val="28"/>
          <w:szCs w:val="28"/>
        </w:rPr>
        <w:t xml:space="preserve">вирішення проблем глобалізації. </w:t>
      </w:r>
    </w:p>
    <w:p w:rsidR="00450B3A" w:rsidRDefault="00450B3A" w:rsidP="00967099">
      <w:pPr>
        <w:tabs>
          <w:tab w:val="left" w:pos="737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чином, б</w:t>
      </w:r>
      <w:r w:rsidRPr="00300054">
        <w:rPr>
          <w:rFonts w:ascii="Times New Roman" w:hAnsi="Times New Roman"/>
          <w:sz w:val="28"/>
          <w:szCs w:val="28"/>
        </w:rPr>
        <w:t>ізнес-</w:t>
      </w:r>
      <w:r>
        <w:rPr>
          <w:rFonts w:ascii="Times New Roman" w:hAnsi="Times New Roman"/>
          <w:sz w:val="28"/>
          <w:szCs w:val="28"/>
        </w:rPr>
        <w:t>я</w:t>
      </w:r>
      <w:r w:rsidRPr="00300054">
        <w:rPr>
          <w:rFonts w:ascii="Times New Roman" w:hAnsi="Times New Roman"/>
          <w:sz w:val="28"/>
          <w:szCs w:val="28"/>
        </w:rPr>
        <w:t>нг</w:t>
      </w:r>
      <w:r>
        <w:rPr>
          <w:rFonts w:ascii="Times New Roman" w:hAnsi="Times New Roman"/>
          <w:sz w:val="28"/>
          <w:szCs w:val="28"/>
        </w:rPr>
        <w:t>о</w:t>
      </w:r>
      <w:r w:rsidRPr="00300054">
        <w:rPr>
          <w:rFonts w:ascii="Times New Roman" w:hAnsi="Times New Roman"/>
          <w:sz w:val="28"/>
          <w:szCs w:val="28"/>
        </w:rPr>
        <w:t xml:space="preserve">ли можуть стати ще одним, </w:t>
      </w:r>
      <w:r>
        <w:rPr>
          <w:rFonts w:ascii="Times New Roman" w:hAnsi="Times New Roman"/>
          <w:sz w:val="28"/>
          <w:szCs w:val="28"/>
        </w:rPr>
        <w:t>поруч з венчурними</w:t>
      </w:r>
      <w:r w:rsidRPr="00300054">
        <w:rPr>
          <w:rFonts w:ascii="Times New Roman" w:hAnsi="Times New Roman"/>
          <w:sz w:val="28"/>
          <w:szCs w:val="28"/>
        </w:rPr>
        <w:t xml:space="preserve"> фондами, важелем розвитку такої необхідної </w:t>
      </w:r>
      <w:r>
        <w:rPr>
          <w:rFonts w:ascii="Times New Roman" w:hAnsi="Times New Roman"/>
          <w:sz w:val="28"/>
          <w:szCs w:val="28"/>
        </w:rPr>
        <w:t>для України</w:t>
      </w:r>
      <w:r w:rsidRPr="00300054">
        <w:rPr>
          <w:rFonts w:ascii="Times New Roman" w:hAnsi="Times New Roman"/>
          <w:sz w:val="28"/>
          <w:szCs w:val="28"/>
        </w:rPr>
        <w:t xml:space="preserve"> інноваційної економіки.</w:t>
      </w:r>
    </w:p>
    <w:p w:rsidR="00450B3A" w:rsidRPr="00967099" w:rsidRDefault="00450B3A" w:rsidP="00967099">
      <w:pPr>
        <w:tabs>
          <w:tab w:val="left" w:pos="737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50B3A" w:rsidRPr="00E5531E" w:rsidRDefault="00450B3A" w:rsidP="009D74E7">
      <w:pPr>
        <w:tabs>
          <w:tab w:val="left" w:pos="7371"/>
        </w:tabs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05CAE">
        <w:rPr>
          <w:rFonts w:ascii="Times New Roman" w:hAnsi="Times New Roman"/>
          <w:b/>
          <w:sz w:val="28"/>
          <w:szCs w:val="28"/>
        </w:rPr>
        <w:t>Література:</w:t>
      </w:r>
    </w:p>
    <w:p w:rsidR="00450B3A" w:rsidRDefault="00450B3A" w:rsidP="00205CAE">
      <w:pPr>
        <w:tabs>
          <w:tab w:val="left" w:pos="737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Бізнес-янголи як джерело фінансування старт-апів</w:t>
      </w:r>
      <w:r w:rsidRPr="00300054">
        <w:rPr>
          <w:rFonts w:ascii="Times New Roman" w:hAnsi="Times New Roman"/>
          <w:sz w:val="28"/>
          <w:szCs w:val="28"/>
          <w:lang w:val="ru-RU"/>
        </w:rPr>
        <w:t>[</w:t>
      </w:r>
      <w:r>
        <w:rPr>
          <w:rFonts w:ascii="Times New Roman" w:hAnsi="Times New Roman"/>
          <w:sz w:val="28"/>
          <w:szCs w:val="28"/>
        </w:rPr>
        <w:t>Електронний ресурс</w:t>
      </w:r>
      <w:r w:rsidRPr="00300054">
        <w:rPr>
          <w:rFonts w:ascii="Times New Roman" w:hAnsi="Times New Roman"/>
          <w:sz w:val="28"/>
          <w:szCs w:val="28"/>
          <w:lang w:val="ru-RU"/>
        </w:rPr>
        <w:t>]</w:t>
      </w:r>
      <w:r>
        <w:rPr>
          <w:rFonts w:ascii="Times New Roman" w:hAnsi="Times New Roman"/>
          <w:sz w:val="28"/>
          <w:szCs w:val="28"/>
          <w:lang w:val="ru-RU"/>
        </w:rPr>
        <w:t>. – Режим доступу:</w:t>
      </w:r>
      <w:r>
        <w:rPr>
          <w:rFonts w:ascii="Times New Roman" w:hAnsi="Times New Roman"/>
          <w:sz w:val="28"/>
          <w:szCs w:val="28"/>
        </w:rPr>
        <w:t xml:space="preserve"> http://www.progressive-management.com.ua/glossary-management/146-biznes-angel-business-angels</w:t>
      </w:r>
    </w:p>
    <w:p w:rsidR="00450B3A" w:rsidRPr="00300054" w:rsidRDefault="00450B3A" w:rsidP="00300054">
      <w:pPr>
        <w:tabs>
          <w:tab w:val="left" w:pos="737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300054">
        <w:rPr>
          <w:rFonts w:ascii="Times New Roman" w:hAnsi="Times New Roman"/>
          <w:sz w:val="28"/>
          <w:szCs w:val="28"/>
        </w:rPr>
        <w:t xml:space="preserve">Малойван В. В. Інвестування бізнес-ангелами інноваційних проектів в Україні / В. В. Малойван // Право та інноваційне суспільство : електрон. наук. вид. – 2015. – № 1 (4) </w:t>
      </w:r>
    </w:p>
    <w:p w:rsidR="00450B3A" w:rsidRDefault="00450B3A" w:rsidP="00205CAE">
      <w:pPr>
        <w:tabs>
          <w:tab w:val="left" w:pos="737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3. Офіційний сайт Асоціації </w:t>
      </w:r>
      <w:r w:rsidRPr="00300054">
        <w:rPr>
          <w:rFonts w:ascii="Times New Roman" w:hAnsi="Times New Roman"/>
          <w:sz w:val="28"/>
          <w:szCs w:val="28"/>
        </w:rPr>
        <w:t>приватних інвесторів України</w:t>
      </w:r>
      <w:r w:rsidRPr="00300054">
        <w:rPr>
          <w:rFonts w:ascii="Times New Roman" w:hAnsi="Times New Roman"/>
          <w:sz w:val="28"/>
          <w:szCs w:val="28"/>
          <w:lang w:val="ru-RU"/>
        </w:rPr>
        <w:t>[</w:t>
      </w:r>
      <w:r>
        <w:rPr>
          <w:rFonts w:ascii="Times New Roman" w:hAnsi="Times New Roman"/>
          <w:sz w:val="28"/>
          <w:szCs w:val="28"/>
        </w:rPr>
        <w:t>Електронний ресурс</w:t>
      </w:r>
      <w:r w:rsidRPr="00300054">
        <w:rPr>
          <w:rFonts w:ascii="Times New Roman" w:hAnsi="Times New Roman"/>
          <w:sz w:val="28"/>
          <w:szCs w:val="28"/>
          <w:lang w:val="ru-RU"/>
        </w:rPr>
        <w:t>]</w:t>
      </w:r>
      <w:r>
        <w:rPr>
          <w:rFonts w:ascii="Times New Roman" w:hAnsi="Times New Roman"/>
          <w:sz w:val="28"/>
          <w:szCs w:val="28"/>
          <w:lang w:val="ru-RU"/>
        </w:rPr>
        <w:t xml:space="preserve">. – Режим доступу: </w:t>
      </w:r>
      <w:hyperlink r:id="rId4" w:history="1">
        <w:r w:rsidRPr="00721DF0">
          <w:rPr>
            <w:rStyle w:val="Hyperlink"/>
            <w:rFonts w:ascii="Times New Roman" w:hAnsi="Times New Roman"/>
            <w:sz w:val="28"/>
            <w:szCs w:val="28"/>
            <w:lang w:val="ru-RU"/>
          </w:rPr>
          <w:t>https://www.uaban.org/about.html</w:t>
        </w:r>
      </w:hyperlink>
    </w:p>
    <w:p w:rsidR="00450B3A" w:rsidRDefault="00450B3A" w:rsidP="001716DB">
      <w:pPr>
        <w:spacing w:after="0" w:line="360" w:lineRule="auto"/>
        <w:ind w:left="3540" w:firstLine="709"/>
        <w:contextualSpacing/>
        <w:rPr>
          <w:rFonts w:ascii="Times New Roman" w:hAnsi="Times New Roman"/>
          <w:b/>
          <w:iCs/>
          <w:color w:val="000000"/>
          <w:sz w:val="28"/>
          <w:szCs w:val="28"/>
        </w:rPr>
      </w:pPr>
    </w:p>
    <w:p w:rsidR="00450B3A" w:rsidRDefault="00450B3A" w:rsidP="001716DB">
      <w:pPr>
        <w:spacing w:after="0" w:line="360" w:lineRule="auto"/>
        <w:ind w:left="3540" w:firstLine="709"/>
        <w:contextualSpacing/>
        <w:rPr>
          <w:rFonts w:ascii="Times New Roman" w:hAnsi="Times New Roman"/>
          <w:b/>
          <w:iCs/>
          <w:color w:val="000000"/>
          <w:sz w:val="28"/>
          <w:szCs w:val="28"/>
        </w:rPr>
      </w:pPr>
      <w:bookmarkStart w:id="1" w:name="_GoBack"/>
      <w:bookmarkEnd w:id="1"/>
    </w:p>
    <w:p w:rsidR="00450B3A" w:rsidRDefault="00450B3A" w:rsidP="009D74E7">
      <w:pPr>
        <w:spacing w:after="0" w:line="360" w:lineRule="auto"/>
        <w:ind w:left="3540" w:firstLine="709"/>
        <w:contextualSpacing/>
        <w:jc w:val="right"/>
        <w:rPr>
          <w:rFonts w:ascii="Times New Roman" w:hAnsi="Times New Roman"/>
          <w:b/>
          <w:iCs/>
          <w:color w:val="000000"/>
          <w:sz w:val="28"/>
          <w:szCs w:val="28"/>
        </w:rPr>
      </w:pPr>
      <w:r w:rsidRPr="00E73E6C">
        <w:rPr>
          <w:rFonts w:ascii="Times New Roman" w:hAnsi="Times New Roman"/>
          <w:b/>
          <w:iCs/>
          <w:color w:val="000000"/>
          <w:sz w:val="28"/>
          <w:szCs w:val="28"/>
        </w:rPr>
        <w:t xml:space="preserve">Науковий керівник: </w:t>
      </w:r>
    </w:p>
    <w:p w:rsidR="00450B3A" w:rsidRPr="009D74E7" w:rsidRDefault="00450B3A" w:rsidP="009D74E7">
      <w:pPr>
        <w:spacing w:after="0" w:line="360" w:lineRule="auto"/>
        <w:ind w:left="3540" w:firstLine="709"/>
        <w:contextualSpacing/>
        <w:jc w:val="right"/>
        <w:rPr>
          <w:rFonts w:ascii="Times New Roman" w:hAnsi="Times New Roman"/>
          <w:b/>
          <w:iCs/>
          <w:color w:val="000000"/>
          <w:sz w:val="28"/>
          <w:szCs w:val="28"/>
        </w:rPr>
      </w:pPr>
      <w:r w:rsidRPr="00E73E6C">
        <w:rPr>
          <w:rFonts w:ascii="Times New Roman" w:hAnsi="Times New Roman"/>
          <w:iCs/>
          <w:color w:val="000000"/>
          <w:sz w:val="28"/>
          <w:szCs w:val="28"/>
        </w:rPr>
        <w:t>старший викладач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E73E6C">
        <w:rPr>
          <w:rFonts w:ascii="Times New Roman" w:hAnsi="Times New Roman"/>
          <w:iCs/>
          <w:color w:val="000000"/>
          <w:sz w:val="28"/>
          <w:szCs w:val="28"/>
        </w:rPr>
        <w:t xml:space="preserve"> кафедри економіки підприємства,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 Митяй Світлана Анатоліївна. </w:t>
      </w:r>
    </w:p>
    <w:p w:rsidR="00450B3A" w:rsidRPr="001716DB" w:rsidRDefault="00450B3A" w:rsidP="00205CAE">
      <w:pPr>
        <w:tabs>
          <w:tab w:val="left" w:pos="737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450B3A" w:rsidRPr="001716DB" w:rsidSect="003C540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540F"/>
    <w:rsid w:val="001716DB"/>
    <w:rsid w:val="0017436B"/>
    <w:rsid w:val="001F40EA"/>
    <w:rsid w:val="00205CAE"/>
    <w:rsid w:val="00300054"/>
    <w:rsid w:val="003255BA"/>
    <w:rsid w:val="003C540F"/>
    <w:rsid w:val="00450B3A"/>
    <w:rsid w:val="00625689"/>
    <w:rsid w:val="006C4A5B"/>
    <w:rsid w:val="00721DF0"/>
    <w:rsid w:val="00897554"/>
    <w:rsid w:val="00967099"/>
    <w:rsid w:val="009D74E7"/>
    <w:rsid w:val="009E06E4"/>
    <w:rsid w:val="00D951EC"/>
    <w:rsid w:val="00E5531E"/>
    <w:rsid w:val="00E73E6C"/>
    <w:rsid w:val="00FB4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689"/>
    <w:pPr>
      <w:spacing w:after="160" w:line="259" w:lineRule="auto"/>
    </w:pPr>
    <w:rPr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205CAE"/>
    <w:rPr>
      <w:rFonts w:cs="Times New Roman"/>
      <w:color w:val="0563C1"/>
      <w:u w:val="single"/>
    </w:rPr>
  </w:style>
  <w:style w:type="paragraph" w:styleId="NormalWeb">
    <w:name w:val="Normal (Web)"/>
    <w:basedOn w:val="Normal"/>
    <w:uiPriority w:val="99"/>
    <w:rsid w:val="00E553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Default">
    <w:name w:val="Default"/>
    <w:uiPriority w:val="99"/>
    <w:rsid w:val="001716D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433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3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3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3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uaban.org/abou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</TotalTime>
  <Pages>6</Pages>
  <Words>5866</Words>
  <Characters>3345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Sviatoslav</dc:creator>
  <cp:keywords/>
  <dc:description/>
  <cp:lastModifiedBy>Admin</cp:lastModifiedBy>
  <cp:revision>6</cp:revision>
  <dcterms:created xsi:type="dcterms:W3CDTF">2017-11-01T22:59:00Z</dcterms:created>
  <dcterms:modified xsi:type="dcterms:W3CDTF">2017-11-28T20:01:00Z</dcterms:modified>
</cp:coreProperties>
</file>