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92" w:rsidRPr="0060427F" w:rsidRDefault="00226F92" w:rsidP="00510B9A">
      <w:pPr>
        <w:spacing w:line="360" w:lineRule="auto"/>
        <w:jc w:val="right"/>
        <w:rPr>
          <w:b/>
          <w:sz w:val="28"/>
          <w:szCs w:val="28"/>
          <w:lang w:val="ru-RU"/>
        </w:rPr>
      </w:pPr>
      <w:r w:rsidRPr="0060427F">
        <w:rPr>
          <w:b/>
          <w:sz w:val="28"/>
          <w:szCs w:val="28"/>
          <w:lang w:val="ru-RU"/>
        </w:rPr>
        <w:t xml:space="preserve">Тетяна Скорбач, Олександр Неплях </w:t>
      </w:r>
    </w:p>
    <w:p w:rsidR="00226F92" w:rsidRPr="0060427F" w:rsidRDefault="00226F92" w:rsidP="00510B9A">
      <w:pPr>
        <w:spacing w:line="360" w:lineRule="auto"/>
        <w:jc w:val="right"/>
        <w:rPr>
          <w:b/>
          <w:sz w:val="28"/>
          <w:szCs w:val="28"/>
          <w:lang w:val="ru-RU"/>
        </w:rPr>
      </w:pPr>
      <w:r w:rsidRPr="0060427F">
        <w:rPr>
          <w:b/>
          <w:sz w:val="28"/>
          <w:szCs w:val="28"/>
          <w:lang w:val="ru-RU"/>
        </w:rPr>
        <w:t>(Харків Україна)</w:t>
      </w:r>
    </w:p>
    <w:p w:rsidR="00226F92" w:rsidRPr="0060427F" w:rsidRDefault="00226F92" w:rsidP="00FE1235">
      <w:pPr>
        <w:spacing w:line="360" w:lineRule="auto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60427F">
        <w:rPr>
          <w:b/>
          <w:sz w:val="28"/>
          <w:szCs w:val="28"/>
          <w:lang w:val="ru-RU"/>
        </w:rPr>
        <w:t>ПОНЯТТЯ І ПРЕДМЕТ ПСИХОФІЗІОЛОГІЇ</w:t>
      </w:r>
    </w:p>
    <w:p w:rsidR="00226F92" w:rsidRPr="0060427F" w:rsidRDefault="00226F92" w:rsidP="00510B9A">
      <w:pPr>
        <w:spacing w:line="360" w:lineRule="auto"/>
        <w:jc w:val="center"/>
        <w:rPr>
          <w:b/>
          <w:sz w:val="28"/>
          <w:szCs w:val="28"/>
          <w:lang w:val="ru-RU"/>
        </w:rPr>
      </w:pPr>
      <w:r w:rsidRPr="0060427F">
        <w:rPr>
          <w:b/>
          <w:sz w:val="28"/>
          <w:szCs w:val="28"/>
          <w:lang w:val="ru-RU"/>
        </w:rPr>
        <w:t>ХАРКІВСЬКИЙ НАЦІОНАЛЬНИЙ МЕДИЧНИЙ УНІВЕРСИТЕТ</w:t>
      </w:r>
    </w:p>
    <w:p w:rsidR="00226F92" w:rsidRPr="00D77A63" w:rsidRDefault="00226F92" w:rsidP="00510B9A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- это наука о физиологических основах поведения и психической деят</w:t>
      </w:r>
      <w:r>
        <w:rPr>
          <w:sz w:val="28"/>
          <w:szCs w:val="28"/>
          <w:lang w:val="ru-RU"/>
        </w:rPr>
        <w:t>ельности.[1</w:t>
      </w:r>
      <w:r w:rsidRPr="00510B9A">
        <w:rPr>
          <w:sz w:val="28"/>
          <w:szCs w:val="28"/>
          <w:lang w:val="ru-RU"/>
        </w:rPr>
        <w:t>]</w:t>
      </w:r>
      <w:r w:rsidRPr="00D77A63">
        <w:rPr>
          <w:sz w:val="28"/>
          <w:szCs w:val="28"/>
          <w:lang w:val="ru-RU"/>
        </w:rPr>
        <w:t>Психофизиология – раздел психологии, который связан с физиологическими основами психологических процессов. В то время как психофизиология имела, вообще, широкое поле исследований в 1960-х и 1970-х годах, то сейчас она стала довольно специализированной наукой, и имеет разветвления в сферах таких как социальная психофизиология, сердечно-сосудистой психофизиология, в сфере когнитивной психофизиологии и когнитивной нейронауки, или в сфере когнитивной неврологии, являясь академической сферой, связанной с научным исследованием биологических субстратов, лежащих в основе познания.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— научный раздел и дисциплина специализированных высших учебных и научно-исследовательских заведений, лабораторий в вопросах изучения психологии человека и животных на базе физиологических основ психологических реакций живого организма и изучающая нейрофизиологические механизмы внутренних и внешних процессов, состояний и/или общего поведения. В сфере психофизиологии разрешаются проблемы: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Соотношений и взаимодействия физиологического процесса и психического состояния рассматриваемого субъекта; Изучаются, разбираются, сравниваются, анализируются роли биологических факторов включая свойства нервной системы в реализации психической деятельности, например, релаксации. В зависимости от научно-исследовательской области изучения предмета, выделяют — психофизиологию ощущений и восприятий, речи и мышления, эмоций, внимания, произвольных и автоматических действий, а также — дифференциальную психофизиологию. Вопрос взаимосвязи речи и мышления, его роли в общении и формировании сознания является едва ли не самым важным разделом психофизиологии — психологии и смежных наук, связанных с этой проблемой. Анализ того, как строится наглядное отражение действительности, как человек отражает реальный мир, в котором он обитает, как он получает субъективный образ объективного мира, составляет значительную часть психофизиологической науки.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Сама психофизиология имеет направления: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речи и мышления,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эмоций,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движений,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активности личности,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произвольных действий,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памяти и научения,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сна, психофизиология стресса,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психофизиология функциональных состояний.</w:t>
      </w:r>
    </w:p>
    <w:p w:rsidR="00226F92" w:rsidRPr="00D77A63" w:rsidRDefault="00226F92" w:rsidP="00D77A63">
      <w:pPr>
        <w:spacing w:line="360" w:lineRule="auto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Психофизилогия как область психологии включает: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Нейропсихологию — междисциплинарное научное направление, лежащее на стыке психологии и нейронауки, нацелена на понимание связи структуры и функционирования головного мозга с психическими процессами и поведением живых существ.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Нейрофизиологию — отрасль психологии, разрабатывающая теорию, принципы и инструменты оценки и измерения индивидуально-психологических особенностей личности.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Психодиагностику — отрасль психологии, разрабатывающая теорию, принципы и инструменты оценки и измерения индивидуально-психологических особенностей личности. Психодиагностика складывалась в конце XIX — начале XX столетий.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Психогенетику – раздел психологии, изучающий методы определения психологических особенностей человека с целью наиболее полного раскрытия его внутреннего потенциала во всех сферах жизни.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Психофизику — узкая область физиологии, изучающая взаимодействие между объективно измеримыми физическими процессами и субъективными ощущениями.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Психосоматику — направление в медицине (психосоматическая медицина) и психологии, изучающее влияние психологических факторов на возникновение и течение соматических (телесных) заболеваний.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Клиническую психологию — раздел психологии (на стыке с психиатрией), изучающий психические явления с точки зрения их взаимосвязи с болезнями.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Возрастную психологию — это отрасль психологической науки, изучающая факты и закономерности развития человека, возрастную динамику его психики.</w:t>
      </w:r>
    </w:p>
    <w:p w:rsidR="00226F92" w:rsidRPr="00D77A63" w:rsidRDefault="00226F92" w:rsidP="00D77A63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Патопсихологию — практическая отрасль клинической психологии, «изучающая расстройства психических процессов (например, при психических болезнях)» и состояний психологическими методами, осуществляя анализ патологических изменений «на основе сопоставления с характером формирования и протекания психических процессов, состояний и свойств личности в норме»</w:t>
      </w:r>
    </w:p>
    <w:p w:rsidR="00226F92" w:rsidRPr="00510B9A" w:rsidRDefault="00226F92" w:rsidP="00510B9A">
      <w:pPr>
        <w:spacing w:line="360" w:lineRule="auto"/>
        <w:jc w:val="both"/>
        <w:rPr>
          <w:sz w:val="28"/>
          <w:szCs w:val="28"/>
          <w:lang w:val="ru-RU"/>
        </w:rPr>
      </w:pPr>
      <w:r w:rsidRPr="00D77A63">
        <w:rPr>
          <w:sz w:val="28"/>
          <w:szCs w:val="28"/>
          <w:lang w:val="ru-RU"/>
        </w:rPr>
        <w:t>Психофизиологи обычно изучают психологическую / физиологическую ссылку в неповрежденных человеческих субъектах. В то время как ранние психофизиологи почти всегда исследовали влияние психологических состояний на физиологические реакции системы, с 1970 года, психофизиологи также часто стали изучать влияние физиологических состояний и систем на психологические состояния и процессы. Именно это — перспектива изучения интерфейса души и тела, что делает п</w:t>
      </w:r>
      <w:r>
        <w:rPr>
          <w:sz w:val="28"/>
          <w:szCs w:val="28"/>
          <w:lang w:val="ru-RU"/>
        </w:rPr>
        <w:t xml:space="preserve">сихофизиологов наиболее яркими. </w:t>
      </w:r>
      <w:r w:rsidRPr="00D77A63">
        <w:rPr>
          <w:sz w:val="28"/>
          <w:szCs w:val="28"/>
          <w:lang w:val="ru-RU"/>
        </w:rPr>
        <w:t>Исторически сложилось так, что большинство психофизиологов, как правило, изучают физиологические реакции и системы органов, иннервируемых вегетативной нервной системой. Совсем недавно, психофизиологи были в равной степени, или, возможно, более, заинтересованы в центральной нервной системе, исследуя корковые мозговые потенциалы, таких как многие виды связаны с событием потенциалов (ССП), мозговыми волнами, и используя современные технологии, такие как функциональной магнитно-резонансной томографии (МРТ), МРТ, ПЭТ, МЭГ, и</w:t>
      </w:r>
      <w:r>
        <w:rPr>
          <w:sz w:val="28"/>
          <w:szCs w:val="28"/>
          <w:lang w:val="ru-RU"/>
        </w:rPr>
        <w:t xml:space="preserve"> другими методами neuroimagery. </w:t>
      </w:r>
      <w:r w:rsidRPr="00D77A63">
        <w:rPr>
          <w:sz w:val="28"/>
          <w:szCs w:val="28"/>
          <w:lang w:val="ru-RU"/>
        </w:rPr>
        <w:t>Продолжая рассматривать психофизиологию и физиологическую психологию, психофизиолог может оценить, как воздействие стрессовой ситуации даёт результат в сердечно-сосудистой системе, оказывает такие воздействия, как изменение частоты сердечных сокращений (ЧСС), вазодилатация / сужение сосудов, миокарда или инсульта. Физиологический психолог может оценить это, как одно событие сердечно-сосудистой системы может повлиять на ещё одно событие сердечно-сосудистой или эндокринной систем, или как активация одной нервной структуры мозга оказывает возбуждающее воздействие в другой нервной структуре, которая затем вызывает угнетающее действие в другой системе. Часто, физиологические психологи исследуют эффекты, которые они изучают в infrahuman (менее или ниже, чем человек) субъектах с использованием хирургических методов или инвазивных процессов. Психофизиология тесно связаны с областью неврологии и социальной нейробиологии, которые в первую очередь касаются себя с соотношениями между психологическими событиями и ответов головного мозга. Психофизиология также связана с медицинской дисциплино</w:t>
      </w:r>
      <w:r>
        <w:rPr>
          <w:sz w:val="28"/>
          <w:szCs w:val="28"/>
          <w:lang w:val="ru-RU"/>
        </w:rPr>
        <w:t xml:space="preserve">й, известной как психосоматика. </w:t>
      </w:r>
      <w:r w:rsidRPr="00D77A63">
        <w:rPr>
          <w:sz w:val="28"/>
          <w:szCs w:val="28"/>
          <w:lang w:val="ru-RU"/>
        </w:rPr>
        <w:t>В то время как психофизиология была дисциплиной, которая отклоняла направление психологической и медицинской науки до примерно 1960 и 1970, то в последнее время, психофизиология стала сама позиционироваться на пересечении психологической и медицинской наук, и её популярность и значимость расширились соразмерно с реализацией взаимосвязанности ума и тела. Современная психофизиология включает многие вопросы как, например, вопросы активности мозга, такие как cоматосенсорные вызванные потенциалы (ССВП) — электрические ответы нервных структур при стимуляции (обычно с помощью электрического сигнала). Данные пики отражают активность спинного мозга на этом уровне в ответ на периферическую импульсацию. Включает вопросы мозговых волн (электроэнцефалография, ЭЭГ), МРТ (функциональная магнитно-резонансная томография en:Functional_magnetic_resonance_imaging, вопросы проводимости кожи en:Electrodermal_activity(ответ проводимости кожи, SCR; кожно-гальванической реакции, ГСР), сердечно-сосудистые вопросы (частота сердечных сокращений, HR; количество ударов в минуту, BPM; вариабельность сердечного ритма, ВСР; вазомоторная деятельность), мышечная активность (электромиография, ЭМГ), электрогастроэнтерографии изменения диаметра зрачка от мыслей и эмоций (pupillometry), движения глаз , записанные с помощью электро-oculogram (EOG) и направления взгляда, вопросы кардиодинамики, записанной с помощью импеданса кардиографии</w:t>
      </w:r>
      <w:r w:rsidRPr="00510B9A">
        <w:rPr>
          <w:sz w:val="28"/>
          <w:szCs w:val="28"/>
          <w:lang w:val="ru-RU"/>
        </w:rPr>
        <w:t>.[2]Психофизиология - раздел психологии, посвященный изучению роли биологических факторов, в том числе свойств нервной системы, в реализации психическо</w:t>
      </w:r>
      <w:r>
        <w:rPr>
          <w:sz w:val="28"/>
          <w:szCs w:val="28"/>
          <w:lang w:val="ru-RU"/>
        </w:rPr>
        <w:t>й деятельности.</w:t>
      </w:r>
      <w:r w:rsidRPr="00510B9A">
        <w:rPr>
          <w:sz w:val="28"/>
          <w:szCs w:val="28"/>
          <w:lang w:val="ru-RU"/>
        </w:rPr>
        <w:t>[3]</w:t>
      </w:r>
    </w:p>
    <w:p w:rsidR="00226F92" w:rsidRPr="0060427F" w:rsidRDefault="00226F92" w:rsidP="0060427F">
      <w:pPr>
        <w:spacing w:line="360" w:lineRule="auto"/>
        <w:rPr>
          <w:b/>
          <w:sz w:val="28"/>
          <w:szCs w:val="28"/>
          <w:lang w:val="ru-RU"/>
        </w:rPr>
      </w:pPr>
      <w:r w:rsidRPr="0060427F">
        <w:rPr>
          <w:b/>
          <w:sz w:val="28"/>
          <w:szCs w:val="28"/>
          <w:lang w:val="ru-RU"/>
        </w:rPr>
        <w:t>Литература:</w:t>
      </w:r>
    </w:p>
    <w:p w:rsidR="00226F92" w:rsidRDefault="00226F92" w:rsidP="00D77A63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ru-RU"/>
        </w:rPr>
      </w:pPr>
      <w:hyperlink r:id="rId5" w:history="1">
        <w:r w:rsidRPr="00461B12">
          <w:rPr>
            <w:rStyle w:val="Hyperlink"/>
            <w:sz w:val="28"/>
            <w:szCs w:val="28"/>
            <w:lang w:val="ru-RU"/>
          </w:rPr>
          <w:t>http://fb.ru/article/258466/psihofiziologiya---eto-chto-takoe-vozrastnaya-fiziologiya-i-psihofiziologiya</w:t>
        </w:r>
      </w:hyperlink>
    </w:p>
    <w:p w:rsidR="00226F92" w:rsidRDefault="00226F92" w:rsidP="00510B9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ru-RU"/>
        </w:rPr>
      </w:pPr>
      <w:hyperlink r:id="rId6" w:history="1">
        <w:r w:rsidRPr="00461B12">
          <w:rPr>
            <w:rStyle w:val="Hyperlink"/>
            <w:sz w:val="28"/>
            <w:szCs w:val="28"/>
            <w:lang w:val="ru-RU"/>
          </w:rPr>
          <w:t>http://ru.science.wikia.com/wiki/Психофизиология</w:t>
        </w:r>
      </w:hyperlink>
    </w:p>
    <w:p w:rsidR="00226F92" w:rsidRDefault="00226F92" w:rsidP="00510B9A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  <w:lang w:val="ru-RU"/>
        </w:rPr>
      </w:pPr>
      <w:hyperlink r:id="rId7" w:history="1">
        <w:r w:rsidRPr="00461B12">
          <w:rPr>
            <w:rStyle w:val="Hyperlink"/>
            <w:sz w:val="28"/>
            <w:szCs w:val="28"/>
            <w:lang w:val="ru-RU"/>
          </w:rPr>
          <w:t>http://psychologiya.com.ua/psixofiziologiya.html</w:t>
        </w:r>
      </w:hyperlink>
    </w:p>
    <w:p w:rsidR="00226F92" w:rsidRPr="00D77A63" w:rsidRDefault="00226F92" w:rsidP="00510B9A">
      <w:pPr>
        <w:pStyle w:val="ListParagraph"/>
        <w:spacing w:line="360" w:lineRule="auto"/>
        <w:rPr>
          <w:sz w:val="28"/>
          <w:szCs w:val="28"/>
          <w:lang w:val="ru-RU"/>
        </w:rPr>
      </w:pPr>
    </w:p>
    <w:p w:rsidR="00226F92" w:rsidRPr="0060427F" w:rsidRDefault="00226F92" w:rsidP="00510B9A">
      <w:pPr>
        <w:spacing w:line="360" w:lineRule="auto"/>
        <w:jc w:val="right"/>
        <w:rPr>
          <w:b/>
          <w:sz w:val="28"/>
          <w:szCs w:val="28"/>
          <w:lang w:val="ru-RU"/>
        </w:rPr>
      </w:pPr>
      <w:r w:rsidRPr="0060427F">
        <w:rPr>
          <w:b/>
          <w:sz w:val="28"/>
          <w:szCs w:val="28"/>
          <w:lang w:val="ru-RU"/>
        </w:rPr>
        <w:t xml:space="preserve">Науковий керівник: </w:t>
      </w:r>
    </w:p>
    <w:p w:rsidR="00226F92" w:rsidRPr="00510B9A" w:rsidRDefault="00226F92" w:rsidP="00510B9A">
      <w:pPr>
        <w:spacing w:line="360" w:lineRule="auto"/>
        <w:jc w:val="right"/>
        <w:rPr>
          <w:sz w:val="28"/>
          <w:szCs w:val="28"/>
          <w:lang w:val="ru-RU"/>
        </w:rPr>
      </w:pPr>
      <w:r w:rsidRPr="00510B9A">
        <w:rPr>
          <w:sz w:val="28"/>
          <w:szCs w:val="28"/>
          <w:lang w:val="ru-RU"/>
        </w:rPr>
        <w:t>кандидат філологічних наук</w:t>
      </w:r>
      <w:r>
        <w:rPr>
          <w:sz w:val="28"/>
          <w:szCs w:val="28"/>
          <w:lang w:val="ru-RU"/>
        </w:rPr>
        <w:t xml:space="preserve"> </w:t>
      </w:r>
      <w:r w:rsidRPr="00510B9A">
        <w:rPr>
          <w:sz w:val="28"/>
          <w:szCs w:val="28"/>
          <w:lang w:val="ru-RU"/>
        </w:rPr>
        <w:t>Скорбач</w:t>
      </w:r>
      <w:r>
        <w:rPr>
          <w:sz w:val="28"/>
          <w:szCs w:val="28"/>
          <w:lang w:val="ru-RU"/>
        </w:rPr>
        <w:t xml:space="preserve"> </w:t>
      </w:r>
      <w:r w:rsidRPr="00510B9A">
        <w:rPr>
          <w:sz w:val="28"/>
          <w:szCs w:val="28"/>
          <w:lang w:val="ru-RU"/>
        </w:rPr>
        <w:t>Тетяна</w:t>
      </w:r>
      <w:r>
        <w:rPr>
          <w:sz w:val="28"/>
          <w:szCs w:val="28"/>
          <w:lang w:val="ru-RU"/>
        </w:rPr>
        <w:t xml:space="preserve"> </w:t>
      </w:r>
      <w:r w:rsidRPr="00510B9A">
        <w:rPr>
          <w:sz w:val="28"/>
          <w:szCs w:val="28"/>
          <w:lang w:val="ru-RU"/>
        </w:rPr>
        <w:t>Василівна</w:t>
      </w:r>
      <w:r>
        <w:rPr>
          <w:sz w:val="28"/>
          <w:szCs w:val="28"/>
          <w:lang w:val="ru-RU"/>
        </w:rPr>
        <w:t>.</w:t>
      </w:r>
    </w:p>
    <w:sectPr w:rsidR="00226F92" w:rsidRPr="00510B9A" w:rsidSect="001E36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203947"/>
    <w:multiLevelType w:val="hybridMultilevel"/>
    <w:tmpl w:val="FC1EBE0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353"/>
    <w:rsid w:val="001E362F"/>
    <w:rsid w:val="00226F92"/>
    <w:rsid w:val="003A56DD"/>
    <w:rsid w:val="00461B12"/>
    <w:rsid w:val="00490353"/>
    <w:rsid w:val="00510B9A"/>
    <w:rsid w:val="0060427F"/>
    <w:rsid w:val="00BB2AE9"/>
    <w:rsid w:val="00D77A63"/>
    <w:rsid w:val="00FE1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62F"/>
    <w:pPr>
      <w:spacing w:after="160" w:line="259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7A6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510B9A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sychologiya.com.ua/psixofiziologiya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.science.wikia.com/wiki/&#1055;&#1089;&#1080;&#1093;&#1086;&#1092;&#1080;&#1079;&#1080;&#1086;&#1083;&#1086;&#1075;&#1080;&#1103;" TargetMode="External"/><Relationship Id="rId5" Type="http://schemas.openxmlformats.org/officeDocument/2006/relationships/hyperlink" Target="http://fb.ru/article/258466/psihofiziologiya---eto-chto-takoe-vozrastnaya-fiziologiya-i-psihofiziologiy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</TotalTime>
  <Pages>6</Pages>
  <Words>5469</Words>
  <Characters>3118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4</cp:revision>
  <dcterms:created xsi:type="dcterms:W3CDTF">2017-11-27T22:07:00Z</dcterms:created>
  <dcterms:modified xsi:type="dcterms:W3CDTF">2017-11-29T15:08:00Z</dcterms:modified>
</cp:coreProperties>
</file>