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297" w:rsidRPr="006A15D4" w:rsidRDefault="00084297" w:rsidP="00623CD6">
      <w:pPr>
        <w:spacing w:line="360" w:lineRule="auto"/>
        <w:ind w:left="637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Марина </w:t>
      </w:r>
      <w:r w:rsidRPr="006A15D4">
        <w:rPr>
          <w:rFonts w:ascii="Times New Roman" w:hAnsi="Times New Roman"/>
          <w:b/>
          <w:sz w:val="28"/>
          <w:szCs w:val="28"/>
        </w:rPr>
        <w:t>Котлевская</w:t>
      </w:r>
    </w:p>
    <w:p w:rsidR="00084297" w:rsidRPr="00A352AD" w:rsidRDefault="00084297" w:rsidP="006A15D4">
      <w:pPr>
        <w:tabs>
          <w:tab w:val="left" w:pos="426"/>
        </w:tabs>
        <w:spacing w:line="360" w:lineRule="auto"/>
        <w:ind w:right="-142" w:firstLine="426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A352AD">
        <w:rPr>
          <w:rFonts w:ascii="Times New Roman" w:hAnsi="Times New Roman"/>
          <w:b/>
          <w:sz w:val="28"/>
          <w:szCs w:val="28"/>
        </w:rPr>
        <w:t xml:space="preserve">(Гомель, </w:t>
      </w:r>
      <w:r w:rsidRPr="00A352AD">
        <w:rPr>
          <w:rFonts w:ascii="Times New Roman" w:hAnsi="Times New Roman"/>
          <w:b/>
          <w:color w:val="000000"/>
          <w:sz w:val="28"/>
          <w:szCs w:val="28"/>
        </w:rPr>
        <w:t>Республика Беларусь)</w:t>
      </w:r>
    </w:p>
    <w:p w:rsidR="00084297" w:rsidRDefault="00084297" w:rsidP="00C161FA">
      <w:pPr>
        <w:spacing w:line="36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084297" w:rsidRDefault="00084297" w:rsidP="00C161FA">
      <w:pPr>
        <w:spacing w:line="360" w:lineRule="auto"/>
        <w:contextualSpacing/>
        <w:jc w:val="center"/>
        <w:rPr>
          <w:rStyle w:val="Emphasis"/>
          <w:rFonts w:ascii="Times New Roman" w:hAnsi="Times New Roman"/>
          <w:b/>
          <w:i w:val="0"/>
          <w:iCs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ТЕОРИТИЧЕСКИЕ ОСНОВЫ ПСИХОЛОГИЧЕСКОЙ</w:t>
      </w:r>
      <w:r w:rsidRPr="00A2175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ПОМОЩИ </w:t>
      </w:r>
      <w:r w:rsidRPr="00E77A51">
        <w:rPr>
          <w:rStyle w:val="Emphasis"/>
          <w:rFonts w:ascii="Times New Roman" w:hAnsi="Times New Roman"/>
          <w:b/>
          <w:i w:val="0"/>
          <w:iCs/>
          <w:sz w:val="28"/>
          <w:szCs w:val="28"/>
        </w:rPr>
        <w:t xml:space="preserve">ДЕТЯМ </w:t>
      </w:r>
      <w:r>
        <w:rPr>
          <w:rStyle w:val="Emphasis"/>
          <w:rFonts w:ascii="Times New Roman" w:hAnsi="Times New Roman"/>
          <w:b/>
          <w:i w:val="0"/>
          <w:iCs/>
          <w:sz w:val="28"/>
          <w:szCs w:val="28"/>
        </w:rPr>
        <w:t>С СИНДРОМОМ РАННЕГО ДЕТСКОГО АУТИЗМА</w:t>
      </w:r>
    </w:p>
    <w:p w:rsidR="00084297" w:rsidRPr="00E77A51" w:rsidRDefault="00084297" w:rsidP="001E74F5">
      <w:pPr>
        <w:spacing w:line="360" w:lineRule="auto"/>
        <w:contextualSpacing/>
        <w:jc w:val="center"/>
        <w:rPr>
          <w:rStyle w:val="st"/>
          <w:rFonts w:ascii="Times New Roman" w:hAnsi="Times New Roman"/>
          <w:b/>
          <w:sz w:val="28"/>
          <w:szCs w:val="28"/>
        </w:rPr>
      </w:pPr>
    </w:p>
    <w:p w:rsidR="00084297" w:rsidRDefault="00084297" w:rsidP="001E74F5">
      <w:pPr>
        <w:shd w:val="clear" w:color="auto" w:fill="FFFFFF"/>
        <w:spacing w:line="36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96243">
        <w:rPr>
          <w:rFonts w:ascii="Times New Roman" w:hAnsi="Times New Roman"/>
          <w:sz w:val="28"/>
          <w:szCs w:val="28"/>
        </w:rPr>
        <w:t>Ранний детский аутизм - это общее расстройство развития, определяющееся наличием нарушенного</w:t>
      </w:r>
      <w:r>
        <w:rPr>
          <w:rFonts w:ascii="Times New Roman" w:hAnsi="Times New Roman"/>
          <w:sz w:val="28"/>
          <w:szCs w:val="28"/>
        </w:rPr>
        <w:t xml:space="preserve"> или </w:t>
      </w:r>
      <w:r w:rsidRPr="00196243">
        <w:rPr>
          <w:rFonts w:ascii="Times New Roman" w:hAnsi="Times New Roman"/>
          <w:sz w:val="28"/>
          <w:szCs w:val="28"/>
        </w:rPr>
        <w:t>аномального развития, которое, чаще всего, проявляется в возрасте до трех лет, и аномальным функционированием во всех сферах социального взаимодействия, общения и ограниченного, повторяющегося поведения</w:t>
      </w:r>
      <w:r w:rsidRPr="00ED56DD">
        <w:rPr>
          <w:rFonts w:ascii="Times New Roman" w:hAnsi="Times New Roman"/>
          <w:sz w:val="28"/>
          <w:szCs w:val="28"/>
        </w:rPr>
        <w:t xml:space="preserve"> [1].</w:t>
      </w:r>
    </w:p>
    <w:p w:rsidR="00084297" w:rsidRDefault="00084297" w:rsidP="00623CD6">
      <w:pPr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8758D">
        <w:rPr>
          <w:rFonts w:ascii="Times New Roman" w:hAnsi="Times New Roman"/>
          <w:sz w:val="28"/>
          <w:szCs w:val="28"/>
        </w:rPr>
        <w:t>Проблема раннего детского аутизма в настоящее время является одной из наиболее актуальных, что обусловлено, прежде всего, огромным ростом статистических показателей распространенности данного диагноза по всему миру.</w:t>
      </w:r>
      <w:r w:rsidRPr="00A8758D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1E74F5">
        <w:rPr>
          <w:rFonts w:ascii="Times New Roman" w:hAnsi="Times New Roman"/>
          <w:sz w:val="28"/>
          <w:szCs w:val="28"/>
        </w:rPr>
        <w:t>С каждым годом детей, больных аутизмом становится все больше, и они все больше нуждаются в коррекционной и психологической помощи.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0636">
        <w:rPr>
          <w:rFonts w:ascii="Times New Roman" w:hAnsi="Times New Roman"/>
          <w:sz w:val="28"/>
          <w:szCs w:val="28"/>
          <w:shd w:val="clear" w:color="auto" w:fill="FFFFFF"/>
        </w:rPr>
        <w:t>По статистике аутизмом в мире страдает более 10 миллионов человек.</w:t>
      </w:r>
      <w:r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Pr="00A8758D">
        <w:rPr>
          <w:rFonts w:ascii="Times New Roman" w:hAnsi="Times New Roman"/>
          <w:sz w:val="28"/>
          <w:szCs w:val="28"/>
          <w:shd w:val="clear" w:color="auto" w:fill="FFFFFF"/>
        </w:rPr>
        <w:t>Несколько десятков лет назад на 10 000 жителей приходился один аутист. Каждый год их становится на 11–17% больше.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41B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прогнозам ученых в 2020 году этим расстройством будет страдать каждый 30 житель планеты. А еще через 5 лет – каждый второй.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A8758D">
        <w:rPr>
          <w:rFonts w:ascii="Times New Roman" w:hAnsi="Times New Roman"/>
          <w:bCs/>
          <w:sz w:val="28"/>
          <w:szCs w:val="28"/>
        </w:rPr>
        <w:t>По данным экспертов, в Беларуси сейчас около 10 тыс. детей с аутизмом</w:t>
      </w:r>
      <w:r w:rsidRPr="006A15D4">
        <w:rPr>
          <w:rFonts w:ascii="Times New Roman" w:hAnsi="Times New Roman"/>
          <w:bCs/>
          <w:sz w:val="28"/>
          <w:szCs w:val="28"/>
        </w:rPr>
        <w:t xml:space="preserve"> </w:t>
      </w:r>
      <w:r w:rsidRPr="00815D72">
        <w:rPr>
          <w:rFonts w:ascii="Times New Roman" w:hAnsi="Times New Roman"/>
          <w:bCs/>
          <w:sz w:val="28"/>
          <w:szCs w:val="28"/>
        </w:rPr>
        <w:t>[2].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8758D">
        <w:rPr>
          <w:rFonts w:ascii="Times New Roman" w:hAnsi="Times New Roman"/>
          <w:bCs/>
          <w:sz w:val="28"/>
          <w:szCs w:val="28"/>
        </w:rPr>
        <w:t>В лучшем случае в статистике фиксируется каждый десятый случай, но чаще всего родители стесняются признать проблему.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84297" w:rsidRDefault="00084297" w:rsidP="00623CD6">
      <w:pPr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8758D">
        <w:rPr>
          <w:rFonts w:ascii="Times New Roman" w:hAnsi="Times New Roman"/>
          <w:sz w:val="28"/>
          <w:szCs w:val="28"/>
        </w:rPr>
        <w:t>Аутизм изучался многими учеными, которые рассматривали данное нарушение с разных позиций. Известнейшими учеными, занимающимися данной проблемой были: Л.Каннер, Г.Аспергер, С.С.Мнухин, Л.Уинг, Э.Орниц, К.Джиллберг и другие.</w:t>
      </w:r>
      <w:r w:rsidRPr="00A8758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084297" w:rsidRDefault="00084297" w:rsidP="00847F30">
      <w:pPr>
        <w:pStyle w:val="NormalWeb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</w:p>
    <w:p w:rsidR="00084297" w:rsidRDefault="00084297" w:rsidP="00623CD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7619EE">
        <w:rPr>
          <w:sz w:val="28"/>
          <w:szCs w:val="28"/>
        </w:rPr>
        <w:t>Основные симптомы РДА следующие:</w:t>
      </w:r>
    </w:p>
    <w:p w:rsidR="00084297" w:rsidRPr="002D4491" w:rsidRDefault="00084297" w:rsidP="00F70636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2D4491">
        <w:rPr>
          <w:sz w:val="28"/>
          <w:szCs w:val="28"/>
        </w:rPr>
        <w:t>у детей практически отсутствует реакция на внешние раздражители: свет, звук погремушки и пр., позже сверстников начинает узнавать родителей, не проявляет привязанности к ним;</w:t>
      </w:r>
    </w:p>
    <w:p w:rsidR="00084297" w:rsidRPr="007619EE" w:rsidRDefault="00084297" w:rsidP="007619EE">
      <w:pPr>
        <w:pStyle w:val="ListParagraph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619EE">
        <w:rPr>
          <w:rFonts w:ascii="Times New Roman" w:hAnsi="Times New Roman"/>
          <w:sz w:val="28"/>
          <w:szCs w:val="28"/>
        </w:rPr>
        <w:t>ребенок отводит в сторону глаза, взгляд отсутствующий;</w:t>
      </w:r>
    </w:p>
    <w:p w:rsidR="00084297" w:rsidRPr="007619EE" w:rsidRDefault="00084297" w:rsidP="007619EE">
      <w:pPr>
        <w:pStyle w:val="ListParagraph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619EE">
        <w:rPr>
          <w:rFonts w:ascii="Times New Roman" w:hAnsi="Times New Roman"/>
          <w:sz w:val="28"/>
          <w:szCs w:val="28"/>
        </w:rPr>
        <w:t>жестикуляция у детей отличается от обычной, может и вовсе отсутствовать;</w:t>
      </w:r>
    </w:p>
    <w:p w:rsidR="00084297" w:rsidRPr="007619EE" w:rsidRDefault="00084297" w:rsidP="007619EE">
      <w:pPr>
        <w:pStyle w:val="ListParagraph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619EE">
        <w:rPr>
          <w:rFonts w:ascii="Times New Roman" w:hAnsi="Times New Roman"/>
          <w:sz w:val="28"/>
          <w:szCs w:val="28"/>
        </w:rPr>
        <w:t>уклоняется от прикосновения людей, даже родителей;</w:t>
      </w:r>
    </w:p>
    <w:p w:rsidR="00084297" w:rsidRDefault="00084297" w:rsidP="00EB1251">
      <w:pPr>
        <w:pStyle w:val="ListParagraph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619EE">
        <w:rPr>
          <w:rFonts w:ascii="Times New Roman" w:hAnsi="Times New Roman"/>
          <w:sz w:val="28"/>
          <w:szCs w:val="28"/>
        </w:rPr>
        <w:t>возможен отказ от материнского молока;</w:t>
      </w:r>
    </w:p>
    <w:p w:rsidR="00084297" w:rsidRPr="00EB1251" w:rsidRDefault="00084297" w:rsidP="00EB1251">
      <w:pPr>
        <w:pStyle w:val="ListParagraph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1251">
        <w:rPr>
          <w:rFonts w:ascii="Times New Roman" w:hAnsi="Times New Roman"/>
          <w:sz w:val="28"/>
          <w:szCs w:val="28"/>
        </w:rPr>
        <w:t>наблюдается задержка речевого развития, речь монотонна,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51">
        <w:rPr>
          <w:rFonts w:ascii="Times New Roman" w:hAnsi="Times New Roman"/>
          <w:sz w:val="28"/>
          <w:szCs w:val="28"/>
        </w:rPr>
        <w:t>неэмоциональна;</w:t>
      </w:r>
    </w:p>
    <w:p w:rsidR="00084297" w:rsidRDefault="00084297" w:rsidP="00EB1251">
      <w:pPr>
        <w:pStyle w:val="ListParagraph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5" w:history="1">
        <w:r w:rsidRPr="00EB1251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повышенная тревожность</w:t>
        </w:r>
      </w:hyperlink>
      <w:r w:rsidRPr="00EB1251">
        <w:rPr>
          <w:rFonts w:ascii="Times New Roman" w:hAnsi="Times New Roman"/>
          <w:sz w:val="28"/>
          <w:szCs w:val="28"/>
        </w:rPr>
        <w:t>;</w:t>
      </w:r>
    </w:p>
    <w:p w:rsidR="00084297" w:rsidRPr="00EB1251" w:rsidRDefault="00084297" w:rsidP="00EB1251">
      <w:pPr>
        <w:pStyle w:val="ListParagraph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1251">
        <w:rPr>
          <w:rFonts w:ascii="Times New Roman" w:hAnsi="Times New Roman"/>
          <w:sz w:val="28"/>
          <w:szCs w:val="28"/>
        </w:rPr>
        <w:t>может наблюдаться ускоренный рост окружности головы.</w:t>
      </w:r>
    </w:p>
    <w:p w:rsidR="00084297" w:rsidRPr="007619EE" w:rsidRDefault="00084297" w:rsidP="007619EE">
      <w:pPr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619EE">
        <w:rPr>
          <w:rFonts w:ascii="Times New Roman" w:hAnsi="Times New Roman"/>
          <w:sz w:val="28"/>
          <w:szCs w:val="28"/>
        </w:rPr>
        <w:t>С возникновением необходимости вхождения в социум признаки болезни становятся более явными, при отсутствии коррекции, изолированность</w:t>
      </w:r>
      <w:r w:rsidRPr="007619EE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619EE">
        <w:rPr>
          <w:rFonts w:ascii="Times New Roman" w:hAnsi="Times New Roman"/>
          <w:sz w:val="28"/>
          <w:szCs w:val="28"/>
        </w:rPr>
        <w:t>человека с годами растет.</w:t>
      </w:r>
    </w:p>
    <w:p w:rsidR="00084297" w:rsidRDefault="00084297" w:rsidP="001E74F5">
      <w:pPr>
        <w:shd w:val="clear" w:color="auto" w:fill="FFFFFF"/>
        <w:spacing w:line="36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96243">
        <w:rPr>
          <w:rFonts w:ascii="Times New Roman" w:hAnsi="Times New Roman"/>
          <w:sz w:val="28"/>
          <w:szCs w:val="28"/>
        </w:rPr>
        <w:t xml:space="preserve">Многочисленные исследования показали, что существует несколько причин возникновения и развития аутизма: </w:t>
      </w:r>
    </w:p>
    <w:p w:rsidR="00084297" w:rsidRDefault="00084297" w:rsidP="007619EE">
      <w:pPr>
        <w:pStyle w:val="ListParagraph"/>
        <w:numPr>
          <w:ilvl w:val="0"/>
          <w:numId w:val="16"/>
        </w:numPr>
        <w:shd w:val="clear" w:color="auto" w:fill="FFFFFF"/>
        <w:spacing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619EE">
        <w:rPr>
          <w:rFonts w:ascii="Times New Roman" w:hAnsi="Times New Roman"/>
          <w:sz w:val="28"/>
          <w:szCs w:val="28"/>
        </w:rPr>
        <w:t xml:space="preserve">врожденные биологические факторы; </w:t>
      </w:r>
    </w:p>
    <w:p w:rsidR="00084297" w:rsidRDefault="00084297" w:rsidP="007619EE">
      <w:pPr>
        <w:pStyle w:val="ListParagraph"/>
        <w:numPr>
          <w:ilvl w:val="0"/>
          <w:numId w:val="16"/>
        </w:numPr>
        <w:shd w:val="clear" w:color="auto" w:fill="FFFFFF"/>
        <w:spacing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619EE">
        <w:rPr>
          <w:rFonts w:ascii="Times New Roman" w:hAnsi="Times New Roman"/>
          <w:sz w:val="28"/>
          <w:szCs w:val="28"/>
        </w:rPr>
        <w:t>хромосомные аномалии и нарушения обмена веществ;</w:t>
      </w:r>
    </w:p>
    <w:p w:rsidR="00084297" w:rsidRDefault="00084297" w:rsidP="007619EE">
      <w:pPr>
        <w:pStyle w:val="ListParagraph"/>
        <w:numPr>
          <w:ilvl w:val="0"/>
          <w:numId w:val="16"/>
        </w:numPr>
        <w:shd w:val="clear" w:color="auto" w:fill="FFFFFF"/>
        <w:spacing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619EE">
        <w:rPr>
          <w:rFonts w:ascii="Times New Roman" w:hAnsi="Times New Roman"/>
          <w:sz w:val="28"/>
          <w:szCs w:val="28"/>
        </w:rPr>
        <w:t xml:space="preserve"> недоразвитие определенных долей мозга в сочетании с гиперразвитием других его областей</w:t>
      </w:r>
      <w:r>
        <w:rPr>
          <w:rFonts w:ascii="Times New Roman" w:hAnsi="Times New Roman"/>
          <w:sz w:val="28"/>
          <w:szCs w:val="28"/>
        </w:rPr>
        <w:t xml:space="preserve"> [</w:t>
      </w:r>
      <w:r w:rsidRPr="00815D72">
        <w:rPr>
          <w:rFonts w:ascii="Times New Roman" w:hAnsi="Times New Roman"/>
          <w:sz w:val="28"/>
          <w:szCs w:val="28"/>
        </w:rPr>
        <w:t>3</w:t>
      </w:r>
      <w:r w:rsidRPr="007619EE">
        <w:rPr>
          <w:rFonts w:ascii="Times New Roman" w:hAnsi="Times New Roman"/>
          <w:sz w:val="28"/>
          <w:szCs w:val="28"/>
        </w:rPr>
        <w:t>].</w:t>
      </w:r>
    </w:p>
    <w:p w:rsidR="00084297" w:rsidRDefault="00084297" w:rsidP="007619EE">
      <w:pPr>
        <w:pStyle w:val="ListParagraph"/>
        <w:shd w:val="clear" w:color="auto" w:fill="FFFFFF"/>
        <w:spacing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619EE">
        <w:rPr>
          <w:rFonts w:ascii="Times New Roman" w:hAnsi="Times New Roman"/>
          <w:sz w:val="28"/>
          <w:szCs w:val="28"/>
        </w:rPr>
        <w:t xml:space="preserve"> Среди факторов, которые могут вызвать аутизм также: инфекции, наследственность,  другие врождённые патологии,  экология, интоксикация организма медикаментами, химическими веществами во время беременности и др. Самой распространенной в настоящее время является гипотеза о генетической природе раннего детского аутизма.</w:t>
      </w:r>
    </w:p>
    <w:p w:rsidR="00084297" w:rsidRDefault="00084297" w:rsidP="00EB1251">
      <w:pPr>
        <w:pStyle w:val="ListParagraph"/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96243">
        <w:rPr>
          <w:rFonts w:ascii="Times New Roman" w:hAnsi="Times New Roman"/>
          <w:sz w:val="28"/>
          <w:szCs w:val="28"/>
        </w:rPr>
        <w:t>У детей с РДА всегда отмечаются качественные нарушения социального взаимодействия. Они вы</w:t>
      </w:r>
      <w:r>
        <w:rPr>
          <w:rFonts w:ascii="Times New Roman" w:hAnsi="Times New Roman"/>
          <w:sz w:val="28"/>
          <w:szCs w:val="28"/>
        </w:rPr>
        <w:t>ражаются</w:t>
      </w:r>
      <w:r w:rsidRPr="00196243">
        <w:rPr>
          <w:rFonts w:ascii="Times New Roman" w:hAnsi="Times New Roman"/>
          <w:sz w:val="28"/>
          <w:szCs w:val="28"/>
        </w:rPr>
        <w:t xml:space="preserve"> в форме неадекватной оценки эмоциональных сигналов, что заметно по отсутствию реакций на эмоции других людей или отсутствию модуляции поведения 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196243">
        <w:rPr>
          <w:rFonts w:ascii="Times New Roman" w:hAnsi="Times New Roman"/>
          <w:sz w:val="28"/>
          <w:szCs w:val="28"/>
        </w:rPr>
        <w:t>ситуацией; плохо используются социальные сигналы и незначительная интеграция коммуникативного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1962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эмоционального </w:t>
      </w:r>
      <w:r w:rsidRPr="00196243">
        <w:rPr>
          <w:rFonts w:ascii="Times New Roman" w:hAnsi="Times New Roman"/>
          <w:sz w:val="28"/>
          <w:szCs w:val="28"/>
        </w:rPr>
        <w:t>поведения; особенно характерно отсутствие эмоци</w:t>
      </w:r>
      <w:r>
        <w:rPr>
          <w:rFonts w:ascii="Times New Roman" w:hAnsi="Times New Roman"/>
          <w:sz w:val="28"/>
          <w:szCs w:val="28"/>
        </w:rPr>
        <w:t xml:space="preserve">ональной взаимности. </w:t>
      </w:r>
      <w:r w:rsidRPr="00196243">
        <w:rPr>
          <w:rFonts w:ascii="Times New Roman" w:hAnsi="Times New Roman"/>
          <w:sz w:val="28"/>
          <w:szCs w:val="28"/>
        </w:rPr>
        <w:t xml:space="preserve">Это состояние характеризуется также ограниченными интересами, повторяющимися и стереотипными поведением </w:t>
      </w:r>
      <w:r>
        <w:rPr>
          <w:rFonts w:ascii="Times New Roman" w:hAnsi="Times New Roman"/>
          <w:sz w:val="28"/>
          <w:szCs w:val="28"/>
        </w:rPr>
        <w:t>и активностью [</w:t>
      </w:r>
      <w:r w:rsidRPr="005D0A9E">
        <w:rPr>
          <w:rFonts w:ascii="Times New Roman" w:hAnsi="Times New Roman"/>
          <w:sz w:val="28"/>
          <w:szCs w:val="28"/>
        </w:rPr>
        <w:t>4</w:t>
      </w:r>
      <w:r w:rsidRPr="007121C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84297" w:rsidRDefault="00084297" w:rsidP="00EB1251">
      <w:pPr>
        <w:shd w:val="clear" w:color="auto" w:fill="FFFFFF"/>
        <w:spacing w:line="36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</w:t>
      </w:r>
      <w:r w:rsidRPr="00196243">
        <w:rPr>
          <w:rFonts w:ascii="Times New Roman" w:hAnsi="Times New Roman"/>
          <w:sz w:val="28"/>
          <w:szCs w:val="28"/>
        </w:rPr>
        <w:t>рактерные для аутизма специфические проявления дефекта меняются по мере роста ребенка, но на протяжении зрелого возраста этот дефект сохраняется, проявляясь в проблемах социализации, общения и интересах. Чем раньше специалисты начнут организацию помощи, тем меньше травмирует данный фактор психику ребенка, а значит и возможность стабилизации разв</w:t>
      </w:r>
      <w:r>
        <w:rPr>
          <w:rFonts w:ascii="Times New Roman" w:hAnsi="Times New Roman"/>
          <w:sz w:val="28"/>
          <w:szCs w:val="28"/>
        </w:rPr>
        <w:t xml:space="preserve">ития увеличится. </w:t>
      </w:r>
    </w:p>
    <w:p w:rsidR="00084297" w:rsidRDefault="00084297" w:rsidP="001E74F5">
      <w:pPr>
        <w:pStyle w:val="NormalWeb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196243">
        <w:rPr>
          <w:sz w:val="28"/>
          <w:szCs w:val="28"/>
          <w:shd w:val="clear" w:color="auto" w:fill="FFFFFF"/>
        </w:rPr>
        <w:t>Нами были выделены основные направления психологической помощи</w:t>
      </w:r>
      <w:r w:rsidRPr="00196243">
        <w:rPr>
          <w:sz w:val="28"/>
          <w:szCs w:val="28"/>
        </w:rPr>
        <w:t xml:space="preserve"> детям с </w:t>
      </w:r>
      <w:r>
        <w:rPr>
          <w:sz w:val="28"/>
          <w:szCs w:val="28"/>
        </w:rPr>
        <w:t>РДА</w:t>
      </w:r>
      <w:r w:rsidRPr="00196243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196243">
        <w:rPr>
          <w:sz w:val="28"/>
          <w:szCs w:val="28"/>
        </w:rPr>
        <w:t>психологическое консультирование</w:t>
      </w:r>
      <w:r w:rsidRPr="00C161FA">
        <w:rPr>
          <w:sz w:val="28"/>
          <w:szCs w:val="28"/>
        </w:rPr>
        <w:t>;</w:t>
      </w:r>
      <w:r w:rsidRPr="00196243">
        <w:rPr>
          <w:sz w:val="28"/>
          <w:szCs w:val="28"/>
        </w:rPr>
        <w:t xml:space="preserve"> психодиагностика</w:t>
      </w:r>
      <w:r w:rsidRPr="00C161F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196243">
        <w:rPr>
          <w:sz w:val="28"/>
          <w:szCs w:val="28"/>
        </w:rPr>
        <w:t>организация психокоррекционной работы</w:t>
      </w:r>
      <w:r w:rsidRPr="00C161F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196243">
        <w:rPr>
          <w:sz w:val="28"/>
          <w:szCs w:val="28"/>
        </w:rPr>
        <w:t>психологическое сопровождение</w:t>
      </w:r>
      <w:r w:rsidRPr="00C161FA">
        <w:rPr>
          <w:sz w:val="28"/>
          <w:szCs w:val="28"/>
        </w:rPr>
        <w:t>;</w:t>
      </w:r>
      <w:r w:rsidRPr="00196243">
        <w:rPr>
          <w:sz w:val="28"/>
          <w:szCs w:val="28"/>
        </w:rPr>
        <w:t xml:space="preserve"> психологическая подде</w:t>
      </w:r>
      <w:r>
        <w:rPr>
          <w:sz w:val="28"/>
          <w:szCs w:val="28"/>
        </w:rPr>
        <w:t>ржка родителей детей с аутизмом.</w:t>
      </w:r>
    </w:p>
    <w:p w:rsidR="00084297" w:rsidRPr="00EB1251" w:rsidRDefault="00084297" w:rsidP="00EB1251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196243">
        <w:rPr>
          <w:rFonts w:ascii="Times New Roman" w:hAnsi="Times New Roman"/>
          <w:sz w:val="28"/>
          <w:szCs w:val="28"/>
        </w:rPr>
        <w:t>ажным звеном в системе психологической помощи детям с РДА является психологическая коррекция.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4297" w:rsidRPr="00EB1251" w:rsidRDefault="00084297" w:rsidP="00B83AD2">
      <w:pPr>
        <w:shd w:val="clear" w:color="auto" w:fill="FFFFFF"/>
        <w:spacing w:line="36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B1251">
        <w:rPr>
          <w:rFonts w:ascii="Times New Roman" w:hAnsi="Times New Roman"/>
          <w:sz w:val="28"/>
          <w:szCs w:val="28"/>
        </w:rPr>
        <w:t>На каждом этапе</w:t>
      </w:r>
      <w:r w:rsidRPr="001B7536">
        <w:rPr>
          <w:rFonts w:ascii="Times New Roman" w:hAnsi="Times New Roman"/>
          <w:sz w:val="28"/>
          <w:szCs w:val="28"/>
        </w:rPr>
        <w:t xml:space="preserve"> коррекционной работы реша</w:t>
      </w:r>
      <w:r>
        <w:rPr>
          <w:rFonts w:ascii="Times New Roman" w:hAnsi="Times New Roman"/>
          <w:sz w:val="28"/>
          <w:szCs w:val="28"/>
        </w:rPr>
        <w:t xml:space="preserve">ется своя содержательная задача. </w:t>
      </w:r>
      <w:r w:rsidRPr="00AB5D1F">
        <w:rPr>
          <w:rFonts w:ascii="Times New Roman" w:hAnsi="Times New Roman"/>
          <w:sz w:val="28"/>
          <w:szCs w:val="28"/>
          <w:shd w:val="clear" w:color="auto" w:fill="FFFFFF"/>
        </w:rPr>
        <w:t xml:space="preserve">На первом этапе работы основной задачей было установление контакта для достижения возможности эмоционально тонизировать ребенка. </w:t>
      </w:r>
      <w:r w:rsidRPr="00EC641B">
        <w:rPr>
          <w:rFonts w:ascii="Times New Roman" w:hAnsi="Times New Roman"/>
          <w:sz w:val="28"/>
          <w:szCs w:val="28"/>
          <w:shd w:val="clear" w:color="auto" w:fill="FFFFFF"/>
        </w:rPr>
        <w:t>Второй этап психологической работы нацелен на формирование устойчивого пространственно - временного стереотипа занятия.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C641B">
        <w:rPr>
          <w:rFonts w:ascii="Times New Roman" w:hAnsi="Times New Roman"/>
          <w:sz w:val="28"/>
          <w:szCs w:val="28"/>
        </w:rPr>
        <w:t>Третий этап - формировани</w:t>
      </w:r>
      <w:r>
        <w:rPr>
          <w:rFonts w:ascii="Times New Roman" w:hAnsi="Times New Roman"/>
          <w:sz w:val="28"/>
          <w:szCs w:val="28"/>
        </w:rPr>
        <w:t xml:space="preserve">е смыслового стереотипа занятия. </w:t>
      </w:r>
      <w:r w:rsidRPr="00EC641B">
        <w:rPr>
          <w:rFonts w:ascii="Times New Roman" w:hAnsi="Times New Roman"/>
          <w:sz w:val="28"/>
          <w:szCs w:val="28"/>
          <w:shd w:val="clear" w:color="auto" w:fill="FFFFFF"/>
        </w:rPr>
        <w:t>Четвертый этап связан с развитием сюжетной игры, в которой все больше выделяется активность самого ребенка, формируются социально адекватные способы его самоутверждения.</w:t>
      </w:r>
    </w:p>
    <w:p w:rsidR="00084297" w:rsidRPr="00EB1251" w:rsidRDefault="00084297" w:rsidP="00EB1251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B1251">
        <w:rPr>
          <w:rFonts w:ascii="Times New Roman" w:hAnsi="Times New Roman"/>
          <w:sz w:val="28"/>
          <w:szCs w:val="28"/>
        </w:rPr>
        <w:t>Коррекционное воздействие направлено, главным образом, на выработку адаптационных возможностей ребенка на бытовом уровне и на налаживание эмоционального контакта с</w:t>
      </w:r>
      <w:r>
        <w:rPr>
          <w:rFonts w:ascii="Times New Roman" w:hAnsi="Times New Roman"/>
          <w:sz w:val="28"/>
          <w:szCs w:val="28"/>
        </w:rPr>
        <w:t>о</w:t>
      </w:r>
      <w:r w:rsidRPr="00EB1251">
        <w:rPr>
          <w:rFonts w:ascii="Times New Roman" w:hAnsi="Times New Roman"/>
          <w:sz w:val="28"/>
          <w:szCs w:val="28"/>
        </w:rPr>
        <w:t xml:space="preserve"> взрослыми людьми</w:t>
      </w:r>
      <w:r>
        <w:rPr>
          <w:rFonts w:ascii="Times New Roman" w:hAnsi="Times New Roman"/>
          <w:sz w:val="28"/>
          <w:szCs w:val="28"/>
        </w:rPr>
        <w:t xml:space="preserve"> [</w:t>
      </w:r>
      <w:r w:rsidRPr="00815D72">
        <w:rPr>
          <w:rFonts w:ascii="Times New Roman" w:hAnsi="Times New Roman"/>
          <w:sz w:val="28"/>
          <w:szCs w:val="28"/>
        </w:rPr>
        <w:t>5</w:t>
      </w:r>
      <w:r w:rsidRPr="00EB1251">
        <w:rPr>
          <w:rFonts w:ascii="Times New Roman" w:hAnsi="Times New Roman"/>
          <w:sz w:val="28"/>
          <w:szCs w:val="28"/>
        </w:rPr>
        <w:t xml:space="preserve">]. </w:t>
      </w:r>
    </w:p>
    <w:p w:rsidR="00084297" w:rsidRPr="001B7536" w:rsidRDefault="00084297" w:rsidP="001E74F5">
      <w:pPr>
        <w:shd w:val="clear" w:color="auto" w:fill="FFFFFF"/>
        <w:spacing w:line="36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7536">
        <w:rPr>
          <w:rFonts w:ascii="Times New Roman" w:hAnsi="Times New Roman"/>
          <w:sz w:val="28"/>
          <w:szCs w:val="28"/>
        </w:rPr>
        <w:t>В соответствии с содержанием задачи каждого этапа производится подбор конкретных методов и форм коррекционной работы.</w:t>
      </w:r>
    </w:p>
    <w:p w:rsidR="00084297" w:rsidRPr="0078562A" w:rsidRDefault="00084297" w:rsidP="001E74F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8562A">
        <w:rPr>
          <w:rFonts w:ascii="Times New Roman" w:hAnsi="Times New Roman"/>
          <w:sz w:val="28"/>
          <w:szCs w:val="28"/>
        </w:rPr>
        <w:t>По своему характеру психологическая помощь может осуществляться в различных формах: рекомендательных, диагностических, а также в психокоррекционных и психотерапевтических воздействиях.</w:t>
      </w:r>
    </w:p>
    <w:p w:rsidR="00084297" w:rsidRDefault="00084297" w:rsidP="001E74F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8562A">
        <w:rPr>
          <w:rFonts w:ascii="Times New Roman" w:hAnsi="Times New Roman"/>
          <w:sz w:val="28"/>
          <w:szCs w:val="28"/>
        </w:rPr>
        <w:t>Выделяют четыре базовых принципа психологической помощи детям с аутизмом: принцип личностного подхода, каузальный принцип, принципы комплексного и деятельностного подходов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3A1F">
        <w:rPr>
          <w:rFonts w:ascii="Times New Roman" w:hAnsi="Times New Roman"/>
          <w:sz w:val="28"/>
          <w:szCs w:val="28"/>
        </w:rPr>
        <w:t>[</w:t>
      </w:r>
      <w:r w:rsidRPr="00815D72">
        <w:rPr>
          <w:rFonts w:ascii="Times New Roman" w:hAnsi="Times New Roman"/>
          <w:sz w:val="28"/>
          <w:szCs w:val="28"/>
        </w:rPr>
        <w:t>6</w:t>
      </w:r>
      <w:r w:rsidRPr="00463A1F">
        <w:rPr>
          <w:rFonts w:ascii="Times New Roman" w:hAnsi="Times New Roman"/>
          <w:sz w:val="28"/>
          <w:szCs w:val="28"/>
        </w:rPr>
        <w:t>]</w:t>
      </w:r>
      <w:r w:rsidRPr="0078562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562A">
        <w:rPr>
          <w:rFonts w:ascii="Times New Roman" w:hAnsi="Times New Roman"/>
          <w:sz w:val="28"/>
          <w:szCs w:val="28"/>
        </w:rPr>
        <w:t>Прежде всего, в процессе психологической помощи необходимо учитывать не отдельные нарушенные функции, например уровень интеллекта или степень тяжести аффективной патологии ребенка, а личность ребенка в целом, со всеми ее индивидуальными особенностями. Тем самым будет реализован принцип личностного подхода к ребенку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8562A">
        <w:rPr>
          <w:rFonts w:ascii="Times New Roman" w:hAnsi="Times New Roman"/>
          <w:sz w:val="28"/>
          <w:szCs w:val="28"/>
        </w:rPr>
        <w:t>Второй важнейший принцип — каузальный. Психологическая помощь детям с ранним детским аутизмом должна быть больше сконцентрирована не на внешних проявлениях нарушений в развитии, а на действительных источниках, порождающих эти отклонения. Реализация каузального принципа в процессе психологической помощи способствует устранению причин и источников отклонений в психическом развитии больного ребёнка.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562A">
        <w:rPr>
          <w:rFonts w:ascii="Times New Roman" w:hAnsi="Times New Roman"/>
          <w:sz w:val="28"/>
          <w:szCs w:val="28"/>
        </w:rPr>
        <w:t xml:space="preserve">Третий  принцип психологической помощи детям с ранним детским аутизмом — принцип комплексного подхода. Эффективность психологической помощи в значительной степени зависит от тщательного учета клинических и социально-педагогических факторов в развитии ребенка. Психолог должен владеть полной информацией о причинах и специфике заболевания ребенка, о предстоящей тактике лечения, перспективах медицинской реабилитации. Четвертый принцип — </w:t>
      </w:r>
      <w:r w:rsidRPr="006A15D4">
        <w:rPr>
          <w:rFonts w:ascii="Times New Roman" w:hAnsi="Times New Roman"/>
          <w:sz w:val="28"/>
          <w:szCs w:val="28"/>
        </w:rPr>
        <w:t>принцип</w:t>
      </w:r>
      <w:r w:rsidRPr="0078562A">
        <w:rPr>
          <w:rFonts w:ascii="Times New Roman" w:hAnsi="Times New Roman"/>
          <w:sz w:val="28"/>
          <w:szCs w:val="28"/>
        </w:rPr>
        <w:t xml:space="preserve"> деятельностного подхода. Психологическая помощь должна осуществляться с учетом ведущего вида деятельности, доступной ребенку. Если это дошкольник, то в контексте игровой деятельности, если школьник, — учебной. Кроме того, особенно в процессе работы с аутичными детьми, необходимо ориентироваться на тот вид деятельности, который является аффективно значимым для ребенка. </w:t>
      </w:r>
    </w:p>
    <w:p w:rsidR="00084297" w:rsidRPr="001B7536" w:rsidRDefault="00084297" w:rsidP="00EC641B">
      <w:pPr>
        <w:shd w:val="clear" w:color="auto" w:fill="FFFFFF"/>
        <w:spacing w:line="36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B7536">
        <w:rPr>
          <w:rFonts w:ascii="Times New Roman" w:hAnsi="Times New Roman"/>
          <w:sz w:val="28"/>
          <w:szCs w:val="28"/>
          <w:shd w:val="clear" w:color="auto" w:fill="FFFFFF"/>
        </w:rPr>
        <w:t>Эффективность психологической помощи и в частности коррекционной работы</w:t>
      </w:r>
      <w:r w:rsidRPr="001B7536">
        <w:rPr>
          <w:rFonts w:ascii="Times New Roman" w:hAnsi="Times New Roman"/>
          <w:sz w:val="28"/>
          <w:szCs w:val="28"/>
        </w:rPr>
        <w:t xml:space="preserve"> связана с ранним ее началом, поскольку в этом случае мы имеем дело с еще не закрепившимся искажением развития и можем помочь естественному процессу формирования аффективной сферы ребенка. Психологическая помощь должна осуществляться достаточно интенсивно в течение длительного времени. Кроме того, успешность работы напрямую зависит от установления эффективного взаимодействия специалистов с семьей ребенка, понимания близкими особенностей каждого этапа развития ребенка, выполнения ими рекомендаций специалистов.</w:t>
      </w:r>
    </w:p>
    <w:p w:rsidR="00084297" w:rsidRDefault="00084297" w:rsidP="00EC641B">
      <w:pPr>
        <w:shd w:val="clear" w:color="auto" w:fill="FFFFFF"/>
        <w:spacing w:line="36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B7536">
        <w:rPr>
          <w:rFonts w:ascii="Times New Roman" w:hAnsi="Times New Roman"/>
          <w:sz w:val="28"/>
          <w:szCs w:val="28"/>
          <w:shd w:val="clear" w:color="auto" w:fill="FFFFFF"/>
        </w:rPr>
        <w:t>В более позднем возрасте, когда у аутичного ребенка накапливается отрицательный опыт контакта и утверждается негативизм к взаимодействию, закрепляются механизмы аутистической защиты, снижается пластичность и отзывчивость к воздействию взрослого, формируются и фиксируются устойчивые способы стереотипной аутостимуляции, в которой часто объединяются впечатления разных уровней, складывается привычка к определенному образу жизни, утверждаются тенденции искажения психического развития, процесс коррекции идет значительно сложнее и предполагает длительную дезактуализацию аутистической защиты, перестройку не только ненормально сформированных механизмов отдельных уровней, но их патологически сложившегося взаимодействия.</w:t>
      </w:r>
    </w:p>
    <w:p w:rsidR="00084297" w:rsidRPr="003F5FC8" w:rsidRDefault="00084297" w:rsidP="00EC641B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5FC8">
        <w:rPr>
          <w:rFonts w:ascii="Times New Roman" w:hAnsi="Times New Roman"/>
          <w:sz w:val="28"/>
          <w:szCs w:val="28"/>
        </w:rPr>
        <w:t>Разрабатывая </w:t>
      </w:r>
      <w:r w:rsidRPr="003F5FC8">
        <w:rPr>
          <w:rFonts w:ascii="Times New Roman" w:hAnsi="Times New Roman"/>
          <w:iCs/>
          <w:sz w:val="28"/>
          <w:szCs w:val="28"/>
        </w:rPr>
        <w:t>основы и принципы психокоррекционной работы</w:t>
      </w:r>
      <w:r w:rsidRPr="003F5FC8">
        <w:rPr>
          <w:rFonts w:ascii="Times New Roman" w:hAnsi="Times New Roman"/>
          <w:sz w:val="28"/>
          <w:szCs w:val="28"/>
        </w:rPr>
        <w:t> с детьми-аутистами, психологи рекомендуют придерживаться следующих правил:</w:t>
      </w:r>
    </w:p>
    <w:p w:rsidR="00084297" w:rsidRDefault="00084297" w:rsidP="00EC641B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C641B">
        <w:rPr>
          <w:rFonts w:ascii="Times New Roman" w:hAnsi="Times New Roman"/>
          <w:sz w:val="28"/>
          <w:szCs w:val="28"/>
        </w:rPr>
        <w:t>сохранять приемлемую для ребенка, «безопасную» дистанцию в общении;</w:t>
      </w:r>
    </w:p>
    <w:p w:rsidR="00084297" w:rsidRDefault="00084297" w:rsidP="00EC641B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C641B">
        <w:rPr>
          <w:rFonts w:ascii="Times New Roman" w:hAnsi="Times New Roman"/>
          <w:sz w:val="28"/>
          <w:szCs w:val="28"/>
        </w:rPr>
        <w:t>предоставлять ребенку возможность заниматься любимым занятием, если он хочет, то в одиночестве;</w:t>
      </w:r>
    </w:p>
    <w:p w:rsidR="00084297" w:rsidRDefault="00084297" w:rsidP="00EC641B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C641B">
        <w:rPr>
          <w:rFonts w:ascii="Times New Roman" w:hAnsi="Times New Roman"/>
          <w:sz w:val="28"/>
          <w:szCs w:val="28"/>
        </w:rPr>
        <w:t>учить ребенка способам обследования окружающих предметов;</w:t>
      </w:r>
    </w:p>
    <w:p w:rsidR="00084297" w:rsidRDefault="00084297" w:rsidP="00EC641B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C641B">
        <w:rPr>
          <w:rFonts w:ascii="Times New Roman" w:hAnsi="Times New Roman"/>
          <w:sz w:val="28"/>
          <w:szCs w:val="28"/>
        </w:rPr>
        <w:t>формировать у ребенка стереотипы бытовых навыков;</w:t>
      </w:r>
    </w:p>
    <w:p w:rsidR="00084297" w:rsidRDefault="00084297" w:rsidP="00EC641B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C641B">
        <w:rPr>
          <w:rFonts w:ascii="Times New Roman" w:hAnsi="Times New Roman"/>
          <w:sz w:val="28"/>
          <w:szCs w:val="28"/>
        </w:rPr>
        <w:t>поощрять ребенка к речевым коммуникациями, разнообразить речевые реакции;</w:t>
      </w:r>
    </w:p>
    <w:p w:rsidR="00084297" w:rsidRDefault="00084297" w:rsidP="00EC641B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C641B">
        <w:rPr>
          <w:rFonts w:ascii="Times New Roman" w:hAnsi="Times New Roman"/>
          <w:sz w:val="28"/>
          <w:szCs w:val="28"/>
        </w:rPr>
        <w:t>формировать навыки поведения в стрессовых ситуациях, ситуациях эмоционального дискомфорта, страха и т.п.</w:t>
      </w:r>
    </w:p>
    <w:p w:rsidR="00084297" w:rsidRPr="00EC641B" w:rsidRDefault="00084297" w:rsidP="00EC641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641B">
        <w:rPr>
          <w:rFonts w:ascii="Times New Roman" w:hAnsi="Times New Roman"/>
          <w:sz w:val="28"/>
          <w:szCs w:val="28"/>
        </w:rPr>
        <w:t>Все эти рекомендации реализуются при условии хорошего контакта ребенка и взрослого.</w:t>
      </w:r>
    </w:p>
    <w:p w:rsidR="00084297" w:rsidRPr="00EC641B" w:rsidRDefault="00084297" w:rsidP="00EC641B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96243">
        <w:rPr>
          <w:rFonts w:ascii="Times New Roman" w:hAnsi="Times New Roman"/>
          <w:sz w:val="28"/>
          <w:szCs w:val="28"/>
        </w:rPr>
        <w:t>Психологическая помощь детям с РДА отличается от психологической помощи детям с другими нарушениями в психическом развитии как по целевой направленности, так и по организации и динамике процесса работы с таким ребенком. Нами были определены следующие особенности психологической помощи детям с РДА: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4297" w:rsidRPr="00196243" w:rsidRDefault="00084297" w:rsidP="001E74F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96243">
        <w:rPr>
          <w:rFonts w:ascii="Times New Roman" w:hAnsi="Times New Roman"/>
          <w:sz w:val="28"/>
          <w:szCs w:val="28"/>
        </w:rPr>
        <w:t>1.</w:t>
      </w:r>
      <w:r w:rsidRPr="0019624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96243">
        <w:rPr>
          <w:rFonts w:ascii="Times New Roman" w:hAnsi="Times New Roman"/>
          <w:sz w:val="28"/>
          <w:szCs w:val="28"/>
        </w:rPr>
        <w:t>Психологическая помощь детям с РДА заключается в том, чтобы помочь ребенку адаптироваться к коллективу с перспективой дальнейшей социализации. Мероприятия в этом направлении должны реализ</w:t>
      </w:r>
      <w:r>
        <w:rPr>
          <w:rFonts w:ascii="Times New Roman" w:hAnsi="Times New Roman"/>
          <w:sz w:val="28"/>
          <w:szCs w:val="28"/>
        </w:rPr>
        <w:t xml:space="preserve">овываться комплексно (с </w:t>
      </w:r>
      <w:r w:rsidRPr="00196243">
        <w:rPr>
          <w:rFonts w:ascii="Times New Roman" w:hAnsi="Times New Roman"/>
          <w:sz w:val="28"/>
          <w:szCs w:val="28"/>
        </w:rPr>
        <w:t>участием дефектологов, педагогов, логопедов, психологов) на фоне медикаментозного лечения, назначенного психиатром.</w:t>
      </w:r>
    </w:p>
    <w:p w:rsidR="00084297" w:rsidRPr="00196243" w:rsidRDefault="00084297" w:rsidP="001E74F5">
      <w:pPr>
        <w:shd w:val="clear" w:color="auto" w:fill="FFFFFF"/>
        <w:spacing w:line="36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96243">
        <w:rPr>
          <w:rFonts w:ascii="Times New Roman" w:hAnsi="Times New Roman"/>
          <w:sz w:val="28"/>
          <w:szCs w:val="28"/>
        </w:rPr>
        <w:t>. Работа всех специалистов должна быть взаимосвязана и определена в индивидуальной программе развития ребенка. В связи с симптоматикой РДА педагогам и психологам необходимо вовлечь ребенка в совместную деятельность, чему будет способствовать использование разнообразных форм взаимодействия с ребенком-аутистом через обогащение его эмоционального и интеллектуального опыта.</w:t>
      </w:r>
    </w:p>
    <w:p w:rsidR="00084297" w:rsidRDefault="00084297" w:rsidP="001E74F5">
      <w:pPr>
        <w:shd w:val="clear" w:color="auto" w:fill="FFFFFF"/>
        <w:spacing w:line="36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96243">
        <w:rPr>
          <w:rFonts w:ascii="Times New Roman" w:hAnsi="Times New Roman"/>
          <w:sz w:val="28"/>
          <w:szCs w:val="28"/>
        </w:rPr>
        <w:t xml:space="preserve">. Преодолеть проявления аутизма возможно только с участием в коррекционном процессе родителей. </w:t>
      </w:r>
      <w:r>
        <w:rPr>
          <w:rFonts w:ascii="Times New Roman" w:hAnsi="Times New Roman"/>
          <w:sz w:val="28"/>
          <w:szCs w:val="28"/>
        </w:rPr>
        <w:t>Н</w:t>
      </w:r>
      <w:r w:rsidRPr="00196243">
        <w:rPr>
          <w:rFonts w:ascii="Times New Roman" w:hAnsi="Times New Roman"/>
          <w:sz w:val="28"/>
          <w:szCs w:val="28"/>
        </w:rPr>
        <w:t xml:space="preserve">ачалом работы будет просветительская деятельность психолога, задача которого – объяснить родителям особенности мировосприятия их ребенка. Их же задача – создать комфортную обстановку ребенку, обеспечить чувство защищенности и уверенности. </w:t>
      </w:r>
    </w:p>
    <w:p w:rsidR="00084297" w:rsidRPr="00A8758D" w:rsidRDefault="00084297" w:rsidP="00C97AFC">
      <w:pPr>
        <w:shd w:val="clear" w:color="auto" w:fill="FFFFFF"/>
        <w:spacing w:line="360" w:lineRule="auto"/>
        <w:ind w:firstLine="709"/>
        <w:contextualSpacing/>
        <w:jc w:val="both"/>
        <w:textAlignment w:val="baseline"/>
        <w:rPr>
          <w:rFonts w:ascii="Times New Roman" w:hAnsi="Times New Roman"/>
          <w:color w:val="0D0D0D"/>
          <w:sz w:val="28"/>
          <w:szCs w:val="28"/>
        </w:rPr>
      </w:pPr>
      <w:r w:rsidRPr="00A8758D">
        <w:rPr>
          <w:rFonts w:ascii="Times New Roman" w:hAnsi="Times New Roman"/>
          <w:color w:val="0D0D0D"/>
          <w:sz w:val="28"/>
          <w:szCs w:val="28"/>
        </w:rPr>
        <w:t>Работа с родителями аутичного ребенка является крайне важной.</w:t>
      </w:r>
    </w:p>
    <w:p w:rsidR="00084297" w:rsidRPr="00A8758D" w:rsidRDefault="00084297" w:rsidP="00C97AFC">
      <w:pPr>
        <w:shd w:val="clear" w:color="auto" w:fill="FFFFFF"/>
        <w:spacing w:line="360" w:lineRule="auto"/>
        <w:ind w:firstLine="709"/>
        <w:contextualSpacing/>
        <w:jc w:val="both"/>
        <w:textAlignment w:val="baseline"/>
        <w:rPr>
          <w:rFonts w:ascii="Times New Roman" w:hAnsi="Times New Roman"/>
          <w:color w:val="0D0D0D"/>
          <w:sz w:val="28"/>
          <w:szCs w:val="28"/>
        </w:rPr>
      </w:pPr>
      <w:r w:rsidRPr="00A8758D">
        <w:rPr>
          <w:rFonts w:ascii="Times New Roman" w:hAnsi="Times New Roman"/>
          <w:color w:val="0D0D0D"/>
          <w:sz w:val="28"/>
          <w:szCs w:val="28"/>
        </w:rPr>
        <w:t>Психолог работает над межличностными отношениями в семье не только в плане мать – ребенок с аутизмом, но и мать – отец, мать – здоровый ребенок и другие члены семьи, это необходимо для создания оптимальной психологической обстановки в семье, адекватного понимания состояния и проблем ребенка-инвалида. Коррекция таких отношений важна для уменьшения состояния растерянности у родителей, мобилизацию возможностей взаимодействия с ребенком, создание модели социальных ожиданий и адекватных воспитательных мер, формирование в родительском отношении позиции принятия ребенка.</w:t>
      </w:r>
    </w:p>
    <w:p w:rsidR="00084297" w:rsidRPr="006A15D4" w:rsidRDefault="00084297" w:rsidP="006A15D4">
      <w:pPr>
        <w:shd w:val="clear" w:color="auto" w:fill="FFFFFF"/>
        <w:spacing w:line="360" w:lineRule="auto"/>
        <w:ind w:firstLine="709"/>
        <w:contextualSpacing/>
        <w:jc w:val="both"/>
        <w:textAlignment w:val="baseline"/>
        <w:rPr>
          <w:rFonts w:ascii="Times New Roman" w:hAnsi="Times New Roman"/>
          <w:color w:val="0D0D0D"/>
          <w:sz w:val="28"/>
          <w:szCs w:val="28"/>
        </w:rPr>
      </w:pPr>
      <w:r w:rsidRPr="00A8758D">
        <w:rPr>
          <w:rFonts w:ascii="Times New Roman" w:hAnsi="Times New Roman"/>
          <w:color w:val="0D0D0D"/>
          <w:sz w:val="28"/>
          <w:szCs w:val="28"/>
        </w:rPr>
        <w:t xml:space="preserve">В целом, выносливость и успешность адаптации семьи зависит от её сплоченности, от включенности в семейные проблемы всех членов семьи, от того, как семья оценивает перспективы развития аутичного ребенка и от того, какую социальную и психологическую поддержку получает семья. </w:t>
      </w:r>
    </w:p>
    <w:p w:rsidR="00084297" w:rsidRPr="006A15D4" w:rsidRDefault="00084297" w:rsidP="006A15D4">
      <w:pPr>
        <w:spacing w:line="360" w:lineRule="auto"/>
        <w:ind w:firstLine="709"/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</w:rPr>
      </w:pPr>
      <w:r w:rsidRPr="006A15D4"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</w:rPr>
        <w:t>Литература:</w:t>
      </w:r>
    </w:p>
    <w:p w:rsidR="00084297" w:rsidRPr="00815D72" w:rsidRDefault="00084297" w:rsidP="00E43B07">
      <w:pPr>
        <w:pStyle w:val="ListParagraph"/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2EB">
        <w:rPr>
          <w:rFonts w:ascii="Times New Roman" w:hAnsi="Times New Roman"/>
          <w:sz w:val="28"/>
          <w:szCs w:val="28"/>
          <w:shd w:val="clear" w:color="auto" w:fill="FFFFFF"/>
        </w:rPr>
        <w:t>Никольская, О.С. Аутич</w:t>
      </w:r>
      <w:r>
        <w:rPr>
          <w:rFonts w:ascii="Times New Roman" w:hAnsi="Times New Roman"/>
          <w:sz w:val="28"/>
          <w:szCs w:val="28"/>
          <w:shd w:val="clear" w:color="auto" w:fill="FFFFFF"/>
        </w:rPr>
        <w:t>ный ребенок. Пути помощи / О.С.</w:t>
      </w:r>
      <w:r w:rsidRPr="001832EB">
        <w:rPr>
          <w:rFonts w:ascii="Times New Roman" w:hAnsi="Times New Roman"/>
          <w:sz w:val="28"/>
          <w:szCs w:val="28"/>
          <w:shd w:val="clear" w:color="auto" w:fill="FFFFFF"/>
        </w:rPr>
        <w:t>Никольская, Е.Р. Баенская, М.М.Либли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нг. - М.,Теревинф, 2007.– 143 </w:t>
      </w:r>
      <w:r w:rsidRPr="001832EB">
        <w:rPr>
          <w:rFonts w:ascii="Times New Roman" w:hAnsi="Times New Roman"/>
          <w:sz w:val="28"/>
          <w:szCs w:val="28"/>
          <w:shd w:val="clear" w:color="auto" w:fill="FFFFFF"/>
        </w:rPr>
        <w:t>с.</w:t>
      </w:r>
    </w:p>
    <w:p w:rsidR="00084297" w:rsidRPr="00815D72" w:rsidRDefault="00084297" w:rsidP="008E53A8">
      <w:pPr>
        <w:pStyle w:val="ListParagraph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15D72">
        <w:rPr>
          <w:rFonts w:ascii="Times New Roman" w:hAnsi="Times New Roman"/>
          <w:color w:val="000000"/>
          <w:sz w:val="28"/>
          <w:szCs w:val="28"/>
        </w:rPr>
        <w:t>Орлов, А.Л.</w:t>
      </w:r>
      <w:r w:rsidRPr="00815D72">
        <w:rPr>
          <w:rFonts w:ascii="Times New Roman" w:hAnsi="Times New Roman"/>
          <w:bCs/>
          <w:color w:val="000000"/>
          <w:sz w:val="28"/>
          <w:szCs w:val="28"/>
        </w:rPr>
        <w:t xml:space="preserve"> Исследование разработанности проблемы детского аутизма 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15D72">
        <w:rPr>
          <w:rFonts w:ascii="Times New Roman" w:hAnsi="Times New Roman"/>
          <w:bCs/>
          <w:color w:val="000000"/>
          <w:sz w:val="28"/>
          <w:szCs w:val="28"/>
        </w:rPr>
        <w:t>Республике Беларусь</w:t>
      </w:r>
      <w:r w:rsidRPr="00815D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5D72">
        <w:rPr>
          <w:rFonts w:ascii="Times New Roman" w:hAnsi="Times New Roman"/>
          <w:sz w:val="28"/>
          <w:szCs w:val="28"/>
        </w:rPr>
        <w:t>[Электронный ресурс] /</w:t>
      </w:r>
      <w:r w:rsidRPr="00815D72">
        <w:rPr>
          <w:rFonts w:ascii="Times New Roman" w:hAnsi="Times New Roman"/>
          <w:color w:val="000000"/>
          <w:sz w:val="28"/>
          <w:szCs w:val="28"/>
        </w:rPr>
        <w:t xml:space="preserve"> А.Л.Орлов, Д.В.Васнев</w:t>
      </w:r>
      <w:r w:rsidRPr="00815D72">
        <w:rPr>
          <w:rFonts w:ascii="Times New Roman" w:hAnsi="Times New Roman"/>
          <w:sz w:val="28"/>
          <w:szCs w:val="28"/>
        </w:rPr>
        <w:t xml:space="preserve">. – </w:t>
      </w:r>
      <w:r w:rsidRPr="00815D72">
        <w:rPr>
          <w:rFonts w:ascii="Times New Roman" w:hAnsi="Times New Roman"/>
          <w:sz w:val="28"/>
          <w:szCs w:val="28"/>
          <w:lang w:val="en-US"/>
        </w:rPr>
        <w:t>URL</w:t>
      </w:r>
      <w:r w:rsidRPr="00815D72">
        <w:rPr>
          <w:rFonts w:ascii="Times New Roman" w:hAnsi="Times New Roman"/>
          <w:sz w:val="28"/>
          <w:szCs w:val="28"/>
        </w:rPr>
        <w:t xml:space="preserve">: </w:t>
      </w:r>
      <w:r w:rsidRPr="00815D72">
        <w:rPr>
          <w:rStyle w:val="Hyperlink"/>
          <w:rFonts w:ascii="Times New Roman" w:hAnsi="Times New Roman"/>
          <w:color w:val="auto"/>
          <w:sz w:val="28"/>
          <w:szCs w:val="28"/>
        </w:rPr>
        <w:t>http://</w:t>
      </w:r>
      <w:r w:rsidRPr="00815D72">
        <w:rPr>
          <w:rFonts w:ascii="Times New Roman" w:hAnsi="Times New Roman"/>
          <w:sz w:val="28"/>
          <w:szCs w:val="28"/>
        </w:rPr>
        <w:t xml:space="preserve"> </w:t>
      </w:r>
      <w:r w:rsidRPr="00815D72">
        <w:rPr>
          <w:rStyle w:val="Hyperlink"/>
          <w:rFonts w:ascii="Times New Roman" w:hAnsi="Times New Roman"/>
          <w:color w:val="auto"/>
          <w:sz w:val="28"/>
          <w:szCs w:val="28"/>
        </w:rPr>
        <w:t>http://samlib.ru/o/orlow_a_l/issledowanierazrabotannostitemyautizma.shtml</w:t>
      </w:r>
      <w:bookmarkStart w:id="0" w:name="_GoBack"/>
      <w:bookmarkEnd w:id="0"/>
    </w:p>
    <w:p w:rsidR="00084297" w:rsidRPr="00E43B07" w:rsidRDefault="00084297" w:rsidP="00B35C6A">
      <w:pPr>
        <w:pStyle w:val="ListParagraph"/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2EB">
        <w:rPr>
          <w:rFonts w:ascii="Times New Roman" w:hAnsi="Times New Roman"/>
          <w:sz w:val="28"/>
          <w:szCs w:val="28"/>
        </w:rPr>
        <w:t>Питерс, Т. Аутизм: от теоретического понимания к педагогическому воздействию / Т.Питерс. - СПб.: Институт специальной педагогики и психологии, 1999. – 192 с.</w:t>
      </w:r>
    </w:p>
    <w:p w:rsidR="00084297" w:rsidRPr="002D4491" w:rsidRDefault="00084297" w:rsidP="00E43B07">
      <w:pPr>
        <w:pStyle w:val="ListParagraph"/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2EB">
        <w:rPr>
          <w:rFonts w:ascii="Times New Roman" w:hAnsi="Times New Roman"/>
          <w:iCs/>
          <w:color w:val="111111"/>
          <w:sz w:val="28"/>
          <w:szCs w:val="28"/>
          <w:shd w:val="clear" w:color="auto" w:fill="FFFFFF"/>
        </w:rPr>
        <w:t>Шрамм, Р.</w:t>
      </w:r>
      <w:r w:rsidRPr="001832EB">
        <w:rPr>
          <w:rFonts w:ascii="Times New Roman" w:hAnsi="Times New Roman"/>
          <w:i/>
          <w:iCs/>
          <w:color w:val="111111"/>
          <w:sz w:val="28"/>
          <w:szCs w:val="28"/>
          <w:shd w:val="clear" w:color="auto" w:fill="FFFFFF"/>
        </w:rPr>
        <w:t> </w:t>
      </w:r>
      <w:r w:rsidRPr="001832EB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Детский аутизм / P. Шрамм. </w:t>
      </w:r>
      <w:r w:rsidRPr="001832EB">
        <w:rPr>
          <w:rFonts w:ascii="Times New Roman" w:hAnsi="Times New Roman"/>
          <w:sz w:val="28"/>
          <w:szCs w:val="28"/>
        </w:rPr>
        <w:t>–</w:t>
      </w:r>
      <w:r w:rsidRPr="001832EB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Екатеринбург: Рама Паблишинг,  2013. - 208 с.</w:t>
      </w:r>
    </w:p>
    <w:p w:rsidR="00084297" w:rsidRDefault="00084297" w:rsidP="00096295">
      <w:pPr>
        <w:pStyle w:val="ListParagraph"/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2EB">
        <w:rPr>
          <w:rFonts w:ascii="Times New Roman" w:hAnsi="Times New Roman"/>
          <w:sz w:val="28"/>
          <w:szCs w:val="28"/>
        </w:rPr>
        <w:t>Мамайчук, И.И. Помощь психолога детям с аутизмом / И.И.Мамайчук. – СПб.: Речь, 2007. – 288 с.</w:t>
      </w:r>
    </w:p>
    <w:p w:rsidR="00084297" w:rsidRDefault="00084297" w:rsidP="009F7115">
      <w:pPr>
        <w:pStyle w:val="ListParagraph"/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832EB">
        <w:rPr>
          <w:rFonts w:ascii="Times New Roman" w:hAnsi="Times New Roman"/>
          <w:sz w:val="28"/>
          <w:szCs w:val="28"/>
        </w:rPr>
        <w:t>Аршатская, О.С. Психологическая помощь ребенку раннего возраста при формирующемся детском аутизме/ О.С. Аршатская // Дефектология. – 2005. – № 2. – С.46 – 56.</w:t>
      </w:r>
    </w:p>
    <w:p w:rsidR="00084297" w:rsidRPr="002D4491" w:rsidRDefault="00084297" w:rsidP="002F1BCA">
      <w:pPr>
        <w:pStyle w:val="ListParagraph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84297" w:rsidRDefault="00084297" w:rsidP="0010762E">
      <w:pPr>
        <w:pStyle w:val="ListParagraph"/>
        <w:spacing w:line="360" w:lineRule="auto"/>
        <w:ind w:left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820B93">
        <w:rPr>
          <w:rFonts w:ascii="Times New Roman" w:hAnsi="Times New Roman"/>
          <w:b/>
          <w:sz w:val="28"/>
          <w:szCs w:val="28"/>
        </w:rPr>
        <w:t>Научный руководитель:</w:t>
      </w:r>
    </w:p>
    <w:p w:rsidR="00084297" w:rsidRPr="00096295" w:rsidRDefault="00084297" w:rsidP="0010762E">
      <w:pPr>
        <w:pStyle w:val="ListParagraph"/>
        <w:spacing w:line="36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старший преподаватель Шаньгина Н. А.</w:t>
      </w:r>
    </w:p>
    <w:sectPr w:rsidR="00084297" w:rsidRPr="00096295" w:rsidSect="001E74F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5649A"/>
    <w:multiLevelType w:val="hybridMultilevel"/>
    <w:tmpl w:val="25D01BBA"/>
    <w:lvl w:ilvl="0" w:tplc="963025E4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CA70D65"/>
    <w:multiLevelType w:val="hybridMultilevel"/>
    <w:tmpl w:val="1E002D88"/>
    <w:lvl w:ilvl="0" w:tplc="E7124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3B36610"/>
    <w:multiLevelType w:val="hybridMultilevel"/>
    <w:tmpl w:val="92F411CE"/>
    <w:lvl w:ilvl="0" w:tplc="E7124B0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>
    <w:nsid w:val="1A375D2D"/>
    <w:multiLevelType w:val="hybridMultilevel"/>
    <w:tmpl w:val="7F846788"/>
    <w:lvl w:ilvl="0" w:tplc="E7124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29E42A0"/>
    <w:multiLevelType w:val="hybridMultilevel"/>
    <w:tmpl w:val="676E825C"/>
    <w:lvl w:ilvl="0" w:tplc="E7124B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22E93"/>
    <w:multiLevelType w:val="hybridMultilevel"/>
    <w:tmpl w:val="2D4ADC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494482F"/>
    <w:multiLevelType w:val="hybridMultilevel"/>
    <w:tmpl w:val="0674EBD6"/>
    <w:lvl w:ilvl="0" w:tplc="04190011">
      <w:start w:val="1"/>
      <w:numFmt w:val="decimal"/>
      <w:lvlText w:val="%1)"/>
      <w:lvlJc w:val="left"/>
      <w:pPr>
        <w:ind w:left="11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7">
    <w:nsid w:val="35F82283"/>
    <w:multiLevelType w:val="hybridMultilevel"/>
    <w:tmpl w:val="58368678"/>
    <w:lvl w:ilvl="0" w:tplc="E7124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69E001F"/>
    <w:multiLevelType w:val="hybridMultilevel"/>
    <w:tmpl w:val="9B9E638C"/>
    <w:lvl w:ilvl="0" w:tplc="E7124B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783E4C"/>
    <w:multiLevelType w:val="hybridMultilevel"/>
    <w:tmpl w:val="78FA9CA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45114F15"/>
    <w:multiLevelType w:val="hybridMultilevel"/>
    <w:tmpl w:val="E47AAB62"/>
    <w:lvl w:ilvl="0" w:tplc="E7124B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1C565A"/>
    <w:multiLevelType w:val="hybridMultilevel"/>
    <w:tmpl w:val="8EC2125A"/>
    <w:lvl w:ilvl="0" w:tplc="A3DE14E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6E4511"/>
    <w:multiLevelType w:val="hybridMultilevel"/>
    <w:tmpl w:val="A8D46412"/>
    <w:lvl w:ilvl="0" w:tplc="E7124B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CC49E7"/>
    <w:multiLevelType w:val="hybridMultilevel"/>
    <w:tmpl w:val="F2DA1594"/>
    <w:lvl w:ilvl="0" w:tplc="E7124B0C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63C970AE"/>
    <w:multiLevelType w:val="hybridMultilevel"/>
    <w:tmpl w:val="8EC2125A"/>
    <w:lvl w:ilvl="0" w:tplc="A3DE14E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5897837"/>
    <w:multiLevelType w:val="hybridMultilevel"/>
    <w:tmpl w:val="6DE8D058"/>
    <w:lvl w:ilvl="0" w:tplc="B08A3310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668956BB"/>
    <w:multiLevelType w:val="hybridMultilevel"/>
    <w:tmpl w:val="2E026D38"/>
    <w:lvl w:ilvl="0" w:tplc="E7124B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5555D5"/>
    <w:multiLevelType w:val="multilevel"/>
    <w:tmpl w:val="220447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8">
    <w:nsid w:val="78F803A3"/>
    <w:multiLevelType w:val="hybridMultilevel"/>
    <w:tmpl w:val="50AA15F0"/>
    <w:lvl w:ilvl="0" w:tplc="E7124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11"/>
  </w:num>
  <w:num w:numId="9">
    <w:abstractNumId w:val="14"/>
  </w:num>
  <w:num w:numId="10">
    <w:abstractNumId w:val="0"/>
  </w:num>
  <w:num w:numId="11">
    <w:abstractNumId w:val="5"/>
  </w:num>
  <w:num w:numId="12">
    <w:abstractNumId w:val="17"/>
  </w:num>
  <w:num w:numId="13">
    <w:abstractNumId w:val="13"/>
  </w:num>
  <w:num w:numId="14">
    <w:abstractNumId w:val="10"/>
  </w:num>
  <w:num w:numId="15">
    <w:abstractNumId w:val="3"/>
  </w:num>
  <w:num w:numId="16">
    <w:abstractNumId w:val="8"/>
  </w:num>
  <w:num w:numId="17">
    <w:abstractNumId w:val="2"/>
  </w:num>
  <w:num w:numId="18">
    <w:abstractNumId w:val="1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4753"/>
    <w:rsid w:val="00022A6B"/>
    <w:rsid w:val="00035415"/>
    <w:rsid w:val="000359D5"/>
    <w:rsid w:val="00041B0B"/>
    <w:rsid w:val="00054CB0"/>
    <w:rsid w:val="00055673"/>
    <w:rsid w:val="00084297"/>
    <w:rsid w:val="00096295"/>
    <w:rsid w:val="000C1DD1"/>
    <w:rsid w:val="0010762E"/>
    <w:rsid w:val="00181BC7"/>
    <w:rsid w:val="001832EB"/>
    <w:rsid w:val="00196243"/>
    <w:rsid w:val="001A06C9"/>
    <w:rsid w:val="001A1C0F"/>
    <w:rsid w:val="001B7536"/>
    <w:rsid w:val="001E74F5"/>
    <w:rsid w:val="001F3CBB"/>
    <w:rsid w:val="00206EE4"/>
    <w:rsid w:val="002373AF"/>
    <w:rsid w:val="00281FE8"/>
    <w:rsid w:val="002D4491"/>
    <w:rsid w:val="002E1936"/>
    <w:rsid w:val="002F1BCA"/>
    <w:rsid w:val="002F5168"/>
    <w:rsid w:val="00300E29"/>
    <w:rsid w:val="00305FDE"/>
    <w:rsid w:val="00360C62"/>
    <w:rsid w:val="00386644"/>
    <w:rsid w:val="003C7D7B"/>
    <w:rsid w:val="003E3F27"/>
    <w:rsid w:val="003F5FC8"/>
    <w:rsid w:val="00414C07"/>
    <w:rsid w:val="00463A1F"/>
    <w:rsid w:val="00493BE9"/>
    <w:rsid w:val="004B62AE"/>
    <w:rsid w:val="005432AF"/>
    <w:rsid w:val="00562EAC"/>
    <w:rsid w:val="005D0A9E"/>
    <w:rsid w:val="006137BC"/>
    <w:rsid w:val="00623CD6"/>
    <w:rsid w:val="00665CCE"/>
    <w:rsid w:val="00676203"/>
    <w:rsid w:val="006A15D4"/>
    <w:rsid w:val="007121C9"/>
    <w:rsid w:val="007600A4"/>
    <w:rsid w:val="007619EE"/>
    <w:rsid w:val="00775FD5"/>
    <w:rsid w:val="00783A7B"/>
    <w:rsid w:val="0078562A"/>
    <w:rsid w:val="007B6F05"/>
    <w:rsid w:val="00815D72"/>
    <w:rsid w:val="00820B93"/>
    <w:rsid w:val="00847F30"/>
    <w:rsid w:val="0086062A"/>
    <w:rsid w:val="0088183A"/>
    <w:rsid w:val="008A747A"/>
    <w:rsid w:val="008E1F2A"/>
    <w:rsid w:val="008E53A8"/>
    <w:rsid w:val="00911034"/>
    <w:rsid w:val="009440CE"/>
    <w:rsid w:val="00997A85"/>
    <w:rsid w:val="009A1F45"/>
    <w:rsid w:val="009B7366"/>
    <w:rsid w:val="009D618D"/>
    <w:rsid w:val="009F7115"/>
    <w:rsid w:val="00A2175B"/>
    <w:rsid w:val="00A352AD"/>
    <w:rsid w:val="00A62050"/>
    <w:rsid w:val="00A645BA"/>
    <w:rsid w:val="00A7325F"/>
    <w:rsid w:val="00A8758D"/>
    <w:rsid w:val="00AB5D1F"/>
    <w:rsid w:val="00AE3C8E"/>
    <w:rsid w:val="00AF6503"/>
    <w:rsid w:val="00B27E6E"/>
    <w:rsid w:val="00B35C6A"/>
    <w:rsid w:val="00B83AD2"/>
    <w:rsid w:val="00BF4753"/>
    <w:rsid w:val="00C107FF"/>
    <w:rsid w:val="00C1287C"/>
    <w:rsid w:val="00C161FA"/>
    <w:rsid w:val="00C36EE2"/>
    <w:rsid w:val="00C4121E"/>
    <w:rsid w:val="00C97AFC"/>
    <w:rsid w:val="00CD3B2E"/>
    <w:rsid w:val="00CD758E"/>
    <w:rsid w:val="00D545BB"/>
    <w:rsid w:val="00DA36F0"/>
    <w:rsid w:val="00E335BB"/>
    <w:rsid w:val="00E43B07"/>
    <w:rsid w:val="00E77A51"/>
    <w:rsid w:val="00EB1251"/>
    <w:rsid w:val="00EC641B"/>
    <w:rsid w:val="00ED56DD"/>
    <w:rsid w:val="00F0137C"/>
    <w:rsid w:val="00F1146D"/>
    <w:rsid w:val="00F15C88"/>
    <w:rsid w:val="00F70636"/>
    <w:rsid w:val="00F92D4C"/>
    <w:rsid w:val="00FA468F"/>
    <w:rsid w:val="00FC7C0C"/>
    <w:rsid w:val="00FE2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753"/>
    <w:rPr>
      <w:rFonts w:ascii="Courier New" w:hAnsi="Courier New"/>
      <w:sz w:val="24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uiPriority w:val="99"/>
    <w:rsid w:val="00BF4753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BF4753"/>
    <w:rPr>
      <w:rFonts w:cs="Times New Roman"/>
      <w:i/>
    </w:rPr>
  </w:style>
  <w:style w:type="paragraph" w:styleId="NormalWeb">
    <w:name w:val="Normal (Web)"/>
    <w:basedOn w:val="Normal"/>
    <w:uiPriority w:val="99"/>
    <w:rsid w:val="00BF4753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uiPriority w:val="99"/>
    <w:qFormat/>
    <w:rsid w:val="00BF47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Normal"/>
    <w:uiPriority w:val="99"/>
    <w:rsid w:val="00A2175B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Hyperlink">
    <w:name w:val="Hyperlink"/>
    <w:basedOn w:val="DefaultParagraphFont"/>
    <w:uiPriority w:val="99"/>
    <w:rsid w:val="00562EA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80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omanadvice.ru/trevozhnye-det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256</TotalTime>
  <Pages>7</Pages>
  <Words>7694</Words>
  <Characters>4387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Admin</cp:lastModifiedBy>
  <cp:revision>22</cp:revision>
  <dcterms:created xsi:type="dcterms:W3CDTF">2018-02-19T21:45:00Z</dcterms:created>
  <dcterms:modified xsi:type="dcterms:W3CDTF">2018-03-31T12:36:00Z</dcterms:modified>
</cp:coreProperties>
</file>