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42" w:rsidRPr="00AD4BA9" w:rsidRDefault="00914C42" w:rsidP="00E0635C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D4BA9">
        <w:rPr>
          <w:rFonts w:ascii="Times New Roman" w:hAnsi="Times New Roman"/>
          <w:b/>
          <w:sz w:val="28"/>
          <w:szCs w:val="28"/>
          <w:lang w:val="ru-RU"/>
        </w:rPr>
        <w:t>Тетяна Замазій, Олександр Неплях</w:t>
      </w:r>
    </w:p>
    <w:p w:rsidR="00914C42" w:rsidRPr="00AD4BA9" w:rsidRDefault="00914C42" w:rsidP="00E0635C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AD4BA9">
        <w:rPr>
          <w:rFonts w:ascii="Times New Roman" w:hAnsi="Times New Roman"/>
          <w:b/>
          <w:sz w:val="28"/>
          <w:szCs w:val="28"/>
          <w:lang w:val="ru-RU"/>
        </w:rPr>
        <w:t>(Харків, Україна)</w:t>
      </w:r>
    </w:p>
    <w:p w:rsidR="00914C42" w:rsidRDefault="00914C42" w:rsidP="00E0635C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14C42" w:rsidRPr="00AD4BA9" w:rsidRDefault="00914C42" w:rsidP="00E0635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D4BA9">
        <w:rPr>
          <w:rFonts w:ascii="Times New Roman" w:hAnsi="Times New Roman"/>
          <w:b/>
          <w:sz w:val="28"/>
          <w:szCs w:val="28"/>
          <w:lang w:val="ru-RU"/>
        </w:rPr>
        <w:t xml:space="preserve">ФІЗІОЛОГІЯ </w:t>
      </w:r>
      <w:r w:rsidRPr="00AD4BA9">
        <w:rPr>
          <w:rFonts w:ascii="Times New Roman" w:hAnsi="Times New Roman"/>
          <w:b/>
          <w:sz w:val="28"/>
          <w:szCs w:val="28"/>
        </w:rPr>
        <w:t>ЛІМФАТИЧНОЇ</w:t>
      </w:r>
      <w:r w:rsidRPr="00AD4BA9">
        <w:rPr>
          <w:rFonts w:ascii="Times New Roman" w:hAnsi="Times New Roman"/>
          <w:b/>
          <w:sz w:val="28"/>
          <w:szCs w:val="28"/>
          <w:lang w:val="ru-RU"/>
        </w:rPr>
        <w:t xml:space="preserve"> СИСТЕМИ </w:t>
      </w:r>
    </w:p>
    <w:p w:rsidR="00914C42" w:rsidRDefault="00914C42" w:rsidP="006A61B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C42" w:rsidRDefault="00914C42" w:rsidP="006A61B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76C70">
        <w:rPr>
          <w:rFonts w:ascii="Times New Roman" w:hAnsi="Times New Roman"/>
          <w:sz w:val="28"/>
          <w:szCs w:val="28"/>
          <w:lang w:val="ru-RU"/>
        </w:rPr>
        <w:t>Лимфатические сосуды – это дренажная система, по которой тканевая жидкость оттекает в кровеносное русло. Лимфатическая система человека начинается с замкнутых, в отличие от кровеносных, лимфатических капилляров, пронизывающих все ткани, за исключением эпидермиса кожи, центральной нервной системы, паренхимы селезенки, хрящей, плаценты, хрусталика и оболочек глазного яблока.</w:t>
      </w:r>
      <w:r w:rsidRPr="00E0635C">
        <w:rPr>
          <w:rFonts w:ascii="Times New Roman" w:hAnsi="Times New Roman"/>
          <w:sz w:val="28"/>
          <w:szCs w:val="28"/>
          <w:lang w:val="ru-RU"/>
        </w:rPr>
        <w:t>[1]</w:t>
      </w:r>
    </w:p>
    <w:p w:rsidR="00914C42" w:rsidRPr="00E76C70" w:rsidRDefault="00914C42" w:rsidP="006A61B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76C70">
        <w:rPr>
          <w:rFonts w:ascii="Times New Roman" w:hAnsi="Times New Roman"/>
          <w:sz w:val="28"/>
          <w:szCs w:val="28"/>
          <w:lang w:val="ru-RU"/>
        </w:rPr>
        <w:t>Лимфатическая система (в переводе с латинского –systemalymphsticum) – компонент системы кровообращения в организме человека и позвоночных животных. Функции ее многообразны, она играет важную роль в метаболизме и процессах самоочищения клеток.</w:t>
      </w:r>
      <w:r>
        <w:rPr>
          <w:rFonts w:ascii="Times New Roman" w:hAnsi="Times New Roman"/>
          <w:sz w:val="28"/>
          <w:szCs w:val="28"/>
          <w:lang w:val="ru-RU"/>
        </w:rPr>
        <w:t>[2</w:t>
      </w:r>
      <w:r w:rsidRPr="00E0635C">
        <w:rPr>
          <w:rFonts w:ascii="Times New Roman" w:hAnsi="Times New Roman"/>
          <w:sz w:val="28"/>
          <w:szCs w:val="28"/>
          <w:lang w:val="ru-RU"/>
        </w:rPr>
        <w:t>]</w:t>
      </w:r>
    </w:p>
    <w:p w:rsidR="00914C42" w:rsidRPr="00E76C70" w:rsidRDefault="00914C42" w:rsidP="006A61B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76C70">
        <w:rPr>
          <w:rFonts w:ascii="Times New Roman" w:hAnsi="Times New Roman"/>
          <w:sz w:val="28"/>
          <w:szCs w:val="28"/>
          <w:lang w:val="ru-RU"/>
        </w:rPr>
        <w:t>В организме животных кроме системы кровообращения есть система лимфообращения, возвращающая в кровь поступившую в ткани жидкость — лимфу. Лимфатическая система — составная часть сосудистой системы, обеспечивающая обра</w:t>
      </w:r>
      <w:r>
        <w:rPr>
          <w:rFonts w:ascii="Times New Roman" w:hAnsi="Times New Roman"/>
          <w:sz w:val="28"/>
          <w:szCs w:val="28"/>
          <w:lang w:val="ru-RU"/>
        </w:rPr>
        <w:t xml:space="preserve">зование лимфы и лимфообращение. Лимфатическая система – </w:t>
      </w:r>
      <w:r w:rsidRPr="00E76C70">
        <w:rPr>
          <w:rFonts w:ascii="Times New Roman" w:hAnsi="Times New Roman"/>
          <w:sz w:val="28"/>
          <w:szCs w:val="28"/>
          <w:lang w:val="ru-RU"/>
        </w:rPr>
        <w:t>сетькапилляров, сосудов и узлов, по которым в организме передвигается лимфа. Лимфатические капилляры замкнуты с одного конца, т.е. слепо заканчиваются в тканях. Лимфатические сосуды среднего и крупного диаметра, подобно венам, имеют клапаны. По их ходу расположены лимфатические узлы — «фильтры», задерживающие вирусы, микроорганизмы и наиболее крупны</w:t>
      </w:r>
      <w:r>
        <w:rPr>
          <w:rFonts w:ascii="Times New Roman" w:hAnsi="Times New Roman"/>
          <w:sz w:val="28"/>
          <w:szCs w:val="28"/>
          <w:lang w:val="ru-RU"/>
        </w:rPr>
        <w:t xml:space="preserve">е частицы, находящиеся в лимфе. </w:t>
      </w:r>
      <w:r w:rsidRPr="00E76C70">
        <w:rPr>
          <w:rFonts w:ascii="Times New Roman" w:hAnsi="Times New Roman"/>
          <w:sz w:val="28"/>
          <w:szCs w:val="28"/>
          <w:lang w:val="ru-RU"/>
        </w:rPr>
        <w:t>Лимфатическая система начинается в тканях органов в виде разветвленной сети замкнутых лимфатических капилляров, которые не имеют клапанов, а их стенки обладают высокой проницаемостью и способностью всасывать коллоидные растворы и взвеси. Лимфатические капилляры переходят в лимфатические сосуды, снабженные клапанами. Благодаря этим клапанам, препятствующим обратному току лимфы, она течет только в направлении к венам. Лимфатические сосуды впадают в лимфатический грудной проток, через который течет лимфа от 3/4 организма. Грудной проток впадает в краниальную полую вену или яремную вену. Лимфа по лимфатическим сосудам поступает в правый лимфатический ствол, впад</w:t>
      </w:r>
      <w:r>
        <w:rPr>
          <w:rFonts w:ascii="Times New Roman" w:hAnsi="Times New Roman"/>
          <w:sz w:val="28"/>
          <w:szCs w:val="28"/>
          <w:lang w:val="ru-RU"/>
        </w:rPr>
        <w:t xml:space="preserve">ающий в краниальную полую вену. </w:t>
      </w:r>
      <w:r w:rsidRPr="00E76C70">
        <w:rPr>
          <w:rFonts w:ascii="Times New Roman" w:hAnsi="Times New Roman"/>
          <w:sz w:val="28"/>
          <w:szCs w:val="28"/>
          <w:lang w:val="ru-RU"/>
        </w:rPr>
        <w:t>Лимфатическая систе</w:t>
      </w:r>
      <w:r>
        <w:rPr>
          <w:rFonts w:ascii="Times New Roman" w:hAnsi="Times New Roman"/>
          <w:sz w:val="28"/>
          <w:szCs w:val="28"/>
          <w:lang w:val="ru-RU"/>
        </w:rPr>
        <w:t xml:space="preserve">ма выполняет несколько функций: </w:t>
      </w:r>
      <w:r w:rsidRPr="00E76C70">
        <w:rPr>
          <w:rFonts w:ascii="Times New Roman" w:hAnsi="Times New Roman"/>
          <w:sz w:val="28"/>
          <w:szCs w:val="28"/>
          <w:lang w:val="ru-RU"/>
        </w:rPr>
        <w:t>защитную функцию</w:t>
      </w:r>
      <w:r>
        <w:rPr>
          <w:rFonts w:ascii="Times New Roman" w:hAnsi="Times New Roman"/>
          <w:sz w:val="28"/>
          <w:szCs w:val="28"/>
          <w:lang w:val="ru-RU"/>
        </w:rPr>
        <w:t>, которую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 обеспечивает лимфоидная ткань лимфатических узлов, вырабатывающая фагоцитарные клетки, лимфоциты и антитела. Перед входом в лимфатический узел лимфатический сосуд делится на мелкие ветви, которые переходят в синусы узла. От узла отходят также мелкие ветви, которые о</w:t>
      </w:r>
      <w:r>
        <w:rPr>
          <w:rFonts w:ascii="Times New Roman" w:hAnsi="Times New Roman"/>
          <w:sz w:val="28"/>
          <w:szCs w:val="28"/>
          <w:lang w:val="ru-RU"/>
        </w:rPr>
        <w:t xml:space="preserve">бъединяются вновь в один сосуд;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фильтрационная функция также связана с лимфатическими узлами, в которых механически задерживаются различные </w:t>
      </w:r>
      <w:r>
        <w:rPr>
          <w:rFonts w:ascii="Times New Roman" w:hAnsi="Times New Roman"/>
          <w:sz w:val="28"/>
          <w:szCs w:val="28"/>
          <w:lang w:val="ru-RU"/>
        </w:rPr>
        <w:t xml:space="preserve">чужеродные вещества и бактерии; </w:t>
      </w:r>
      <w:r w:rsidRPr="00E76C70">
        <w:rPr>
          <w:rFonts w:ascii="Times New Roman" w:hAnsi="Times New Roman"/>
          <w:sz w:val="28"/>
          <w:szCs w:val="28"/>
          <w:lang w:val="ru-RU"/>
        </w:rPr>
        <w:t>транспортная функция лимфатической системы заключается в том, что через эту систему в кровь поступает основное количество жира, который всасывает</w:t>
      </w:r>
      <w:r>
        <w:rPr>
          <w:rFonts w:ascii="Times New Roman" w:hAnsi="Times New Roman"/>
          <w:sz w:val="28"/>
          <w:szCs w:val="28"/>
          <w:lang w:val="ru-RU"/>
        </w:rPr>
        <w:t xml:space="preserve">ся в желудочно-кишечном тракте; </w:t>
      </w:r>
      <w:r w:rsidRPr="00E76C70">
        <w:rPr>
          <w:rFonts w:ascii="Times New Roman" w:hAnsi="Times New Roman"/>
          <w:sz w:val="28"/>
          <w:szCs w:val="28"/>
          <w:lang w:val="ru-RU"/>
        </w:rPr>
        <w:t>лимфатическая система выполняет также гомеостатическую функцию, поддерживая постоянство состава и объема интерстициальной жидкости;лимфатическая система выполняет дренажную функцию и удаляет избыток находящейся в органах тканев</w:t>
      </w:r>
      <w:r>
        <w:rPr>
          <w:rFonts w:ascii="Times New Roman" w:hAnsi="Times New Roman"/>
          <w:sz w:val="28"/>
          <w:szCs w:val="28"/>
          <w:lang w:val="ru-RU"/>
        </w:rPr>
        <w:t xml:space="preserve">ой (интерстициальной) жидкости. </w:t>
      </w:r>
      <w:r w:rsidRPr="00E76C70">
        <w:rPr>
          <w:rFonts w:ascii="Times New Roman" w:hAnsi="Times New Roman"/>
          <w:sz w:val="28"/>
          <w:szCs w:val="28"/>
          <w:lang w:val="ru-RU"/>
        </w:rPr>
        <w:t>Образование и циркуляция лимфы обеспечивают удаление избытка внеклеточной жидкости, который создается за счет того, что фильтрация превышает реабсорбцию жидкости в кровеносные капилляры. Такая дренажная функция лимфатической системы становится очевидной, если отток лимфы из какой-то области тела снижен или прекращен (например, при сдавливании конечностей одеждой, закупорке лимфатических сосудов при их травме, пересечении во время хирургической операции). В этих случаях дистальнее места сдавливания развивается местный отек ткани. Такой ви</w:t>
      </w:r>
      <w:r>
        <w:rPr>
          <w:rFonts w:ascii="Times New Roman" w:hAnsi="Times New Roman"/>
          <w:sz w:val="28"/>
          <w:szCs w:val="28"/>
          <w:lang w:val="ru-RU"/>
        </w:rPr>
        <w:t xml:space="preserve">д отека называют лимфатическим.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Возврат в кровеносное русло альбумина, профильтровавшегося в межклеточную жидкость из крови, особенно в органах, имеющих высокопроницаемые гистогематические барьеры (печень, желудочно-кишечный тракт). За сутки с лимфой в кровоток возвращается более </w:t>
      </w:r>
      <w:smartTag w:uri="urn:schemas-microsoft-com:office:smarttags" w:element="metricconverter">
        <w:smartTagPr>
          <w:attr w:name="ProductID" w:val="100 г"/>
        </w:smartTagPr>
        <w:r w:rsidRPr="00E76C70">
          <w:rPr>
            <w:rFonts w:ascii="Times New Roman" w:hAnsi="Times New Roman"/>
            <w:sz w:val="28"/>
            <w:szCs w:val="28"/>
            <w:lang w:val="ru-RU"/>
          </w:rPr>
          <w:t>100 г</w:t>
        </w:r>
      </w:smartTag>
      <w:r w:rsidRPr="00E76C70">
        <w:rPr>
          <w:rFonts w:ascii="Times New Roman" w:hAnsi="Times New Roman"/>
          <w:sz w:val="28"/>
          <w:szCs w:val="28"/>
          <w:lang w:val="ru-RU"/>
        </w:rPr>
        <w:t xml:space="preserve"> белка. Без этого возврата потери бел</w:t>
      </w:r>
      <w:r>
        <w:rPr>
          <w:rFonts w:ascii="Times New Roman" w:hAnsi="Times New Roman"/>
          <w:sz w:val="28"/>
          <w:szCs w:val="28"/>
          <w:lang w:val="ru-RU"/>
        </w:rPr>
        <w:t xml:space="preserve">ка кровью были бы невосполнимы.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входит в систему, обеспечивающую гуморальные связи между органами и тканями. С ее участием осуществляется транспорт сигнальных молекул, биологически активных веществ, некоторых ф</w:t>
      </w:r>
      <w:r>
        <w:rPr>
          <w:rFonts w:ascii="Times New Roman" w:hAnsi="Times New Roman"/>
          <w:sz w:val="28"/>
          <w:szCs w:val="28"/>
          <w:lang w:val="ru-RU"/>
        </w:rPr>
        <w:t xml:space="preserve">ерментов (гистаминаза, липаза). </w:t>
      </w:r>
      <w:r w:rsidRPr="00E76C70">
        <w:rPr>
          <w:rFonts w:ascii="Times New Roman" w:hAnsi="Times New Roman"/>
          <w:sz w:val="28"/>
          <w:szCs w:val="28"/>
          <w:lang w:val="ru-RU"/>
        </w:rPr>
        <w:t>В лимфатической системе завершаются процессы дифференцировки лимфоцитов, транспортируемых лимфой вместе с иммунными комплексами, выполняющими фун</w:t>
      </w:r>
      <w:r>
        <w:rPr>
          <w:rFonts w:ascii="Times New Roman" w:hAnsi="Times New Roman"/>
          <w:sz w:val="28"/>
          <w:szCs w:val="28"/>
          <w:lang w:val="ru-RU"/>
        </w:rPr>
        <w:t xml:space="preserve">кции иммунной защиты организма.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Защитная функция лимфатической системы проявляется также в том, что в лимфоузлах отфильтровываются, захватываются и в ряде случаев обезвреживаются инородные частицы, бактерии, остатки разрушенных клеток, различные токсины, а также опухолевые клетки. С помощью лимфы удаляются из тканей эритроциты, вышедшие из кровеносных сосудов (при травмах, повреждениях сосудов, кровотечениях). Нередко накопление токсинов и инфекционных агентов в лимфатическом узле </w:t>
      </w:r>
      <w:r>
        <w:rPr>
          <w:rFonts w:ascii="Times New Roman" w:hAnsi="Times New Roman"/>
          <w:sz w:val="28"/>
          <w:szCs w:val="28"/>
          <w:lang w:val="ru-RU"/>
        </w:rPr>
        <w:t xml:space="preserve">сопровождается его воспалением.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участвует в транспорте в венозную кровь большого круга кровообращения хиломикронов, липопротеинов и жирорастворимых веще</w:t>
      </w:r>
      <w:r>
        <w:rPr>
          <w:rFonts w:ascii="Times New Roman" w:hAnsi="Times New Roman"/>
          <w:sz w:val="28"/>
          <w:szCs w:val="28"/>
          <w:lang w:val="ru-RU"/>
        </w:rPr>
        <w:t xml:space="preserve">ств, всасывающихся в кишечнике.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представляет собой фильтрат крови, образующийся из тканевой жидкости. Она имеет щелочную реакцию, в ней отсутствуют эритроциты, но содержатся лейкоциты, фибриноген и тромбоциты, поэтому она способна свертываться. Химический состав лимфы сходен с таковым плазмы крови, тканевой жидкост</w:t>
      </w:r>
      <w:r>
        <w:rPr>
          <w:rFonts w:ascii="Times New Roman" w:hAnsi="Times New Roman"/>
          <w:sz w:val="28"/>
          <w:szCs w:val="28"/>
          <w:lang w:val="ru-RU"/>
        </w:rPr>
        <w:t xml:space="preserve">и и других жидкостей организма.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Лимфа, оттекающая от разных органов и тканей, имеет различный состав в зависимости от особенностей их обмена веществ и деятельности. Лимфа, оттекающая от печени, содержит больше белков, лимфа желез внутренней секреции — больше гормонов. Продвигаясь по лимфатическим сосудам, лимфа проходит через лимфатические </w:t>
      </w:r>
      <w:r>
        <w:rPr>
          <w:rFonts w:ascii="Times New Roman" w:hAnsi="Times New Roman"/>
          <w:sz w:val="28"/>
          <w:szCs w:val="28"/>
          <w:lang w:val="ru-RU"/>
        </w:rPr>
        <w:t xml:space="preserve">узлы и обогащается лимфоцитами. Лимфа –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прозрачнаябесцветная жидкость, содержащаяся в лимфатических сосудах и лимфатических узлах, в которой нет эритроцитов, имеются тромбоциты и много лимфоцитов. Ее функции направлены на поддержание гомеостаза (возврат белка из тканей в кровь, перераспределение жидкости в организме,образование молока, участие в пищеварении, обменных процессах), а также участие в иммунологических реакциях. В лимфе содержится белок (около 20 г/л). Продукция лимфы сравнительно невелика (больше всего в печени), за сутки образуется около </w:t>
      </w:r>
      <w:smartTag w:uri="urn:schemas-microsoft-com:office:smarttags" w:element="metricconverter">
        <w:smartTagPr>
          <w:attr w:name="ProductID" w:val="2 л"/>
        </w:smartTagPr>
        <w:r w:rsidRPr="00E76C70">
          <w:rPr>
            <w:rFonts w:ascii="Times New Roman" w:hAnsi="Times New Roman"/>
            <w:sz w:val="28"/>
            <w:szCs w:val="28"/>
            <w:lang w:val="ru-RU"/>
          </w:rPr>
          <w:t>2 л</w:t>
        </w:r>
      </w:smartTag>
      <w:r w:rsidRPr="00E76C70">
        <w:rPr>
          <w:rFonts w:ascii="Times New Roman" w:hAnsi="Times New Roman"/>
          <w:sz w:val="28"/>
          <w:szCs w:val="28"/>
          <w:lang w:val="ru-RU"/>
        </w:rPr>
        <w:t xml:space="preserve"> путем реабсорбции из интерстициальной жидкости в кровь кровеносных капилляров после</w:t>
      </w:r>
      <w:r>
        <w:rPr>
          <w:rFonts w:ascii="Times New Roman" w:hAnsi="Times New Roman"/>
          <w:sz w:val="28"/>
          <w:szCs w:val="28"/>
          <w:lang w:val="ru-RU"/>
        </w:rPr>
        <w:t xml:space="preserve"> фильтрации.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Образование лимфы обусловлено переходом воды и растворенных в плазме крови веществ из кровеносных капилляров в ткани, а из тканей — в лимфатические капилляры. В состоянии покоя процессы фильтрации и абсорбции в капиллярах сбалансированы и лимфа полностью абсорбируется обратно в кровь. В случае повышенной физической нагрузки в процессе метаболизма образуется ряд продуктов, которые повышают проницаемость капилляров для белка, его фильтрация увеличивается. Фильтрация в артериальной части капилляра происходит при повышении гидростатического давления над онкотическим на </w:t>
      </w:r>
      <w:smartTag w:uri="urn:schemas-microsoft-com:office:smarttags" w:element="metricconverter">
        <w:smartTagPr>
          <w:attr w:name="ProductID" w:val="20 мм"/>
        </w:smartTagPr>
        <w:r w:rsidRPr="00E76C70">
          <w:rPr>
            <w:rFonts w:ascii="Times New Roman" w:hAnsi="Times New Roman"/>
            <w:sz w:val="28"/>
            <w:szCs w:val="28"/>
            <w:lang w:val="ru-RU"/>
          </w:rPr>
          <w:t>20 мм</w:t>
        </w:r>
      </w:smartTag>
      <w:r w:rsidRPr="00E76C70">
        <w:rPr>
          <w:rFonts w:ascii="Times New Roman" w:hAnsi="Times New Roman"/>
          <w:sz w:val="28"/>
          <w:szCs w:val="28"/>
          <w:lang w:val="ru-RU"/>
        </w:rPr>
        <w:t xml:space="preserve"> рт. ст. При мышечной деятельности объем лимфы нарастает и ее давление обусловливает проникновение интерстициальной жидкости в просвет лимфатических сосудов. Лимфообразованию способствует повышение осмотического давления тканевой жидкости и</w:t>
      </w:r>
      <w:r>
        <w:rPr>
          <w:rFonts w:ascii="Times New Roman" w:hAnsi="Times New Roman"/>
          <w:sz w:val="28"/>
          <w:szCs w:val="28"/>
          <w:lang w:val="ru-RU"/>
        </w:rPr>
        <w:t xml:space="preserve"> лимфы в лимфатических сосудах.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Движение лимфы по лимфатическим сосудам происходит за счет присасывающей силы грудной клетки, сокращения скелетных мышц, сокращения гладких мышц стенки лимфатических сосудов и </w:t>
      </w:r>
      <w:r>
        <w:rPr>
          <w:rFonts w:ascii="Times New Roman" w:hAnsi="Times New Roman"/>
          <w:sz w:val="28"/>
          <w:szCs w:val="28"/>
          <w:lang w:val="ru-RU"/>
        </w:rPr>
        <w:t xml:space="preserve">за счет лимфатических клапанов. </w:t>
      </w:r>
      <w:r w:rsidRPr="00E76C70">
        <w:rPr>
          <w:rFonts w:ascii="Times New Roman" w:hAnsi="Times New Roman"/>
          <w:sz w:val="28"/>
          <w:szCs w:val="28"/>
          <w:lang w:val="ru-RU"/>
        </w:rPr>
        <w:t>Лимфатические сосуды имеют симпатическую и парасимпатическую иннервацию. Возбуждение симпатических нервов приводит к сокращению лимфатических сосудов, а при активации парасимпатических волокон происходит сокращение и расслабление с</w:t>
      </w:r>
      <w:r>
        <w:rPr>
          <w:rFonts w:ascii="Times New Roman" w:hAnsi="Times New Roman"/>
          <w:sz w:val="28"/>
          <w:szCs w:val="28"/>
          <w:lang w:val="ru-RU"/>
        </w:rPr>
        <w:t xml:space="preserve">осудов, что усиливает лимфоток. </w:t>
      </w:r>
      <w:r w:rsidRPr="00E76C70">
        <w:rPr>
          <w:rFonts w:ascii="Times New Roman" w:hAnsi="Times New Roman"/>
          <w:sz w:val="28"/>
          <w:szCs w:val="28"/>
          <w:lang w:val="ru-RU"/>
        </w:rPr>
        <w:t>Адреналин, гистамин, серотонин усиливают ток лимфы. Уменьшение онкотического давления белков плазмы и повышение капиллярного давления увел</w:t>
      </w:r>
      <w:r>
        <w:rPr>
          <w:rFonts w:ascii="Times New Roman" w:hAnsi="Times New Roman"/>
          <w:sz w:val="28"/>
          <w:szCs w:val="28"/>
          <w:lang w:val="ru-RU"/>
        </w:rPr>
        <w:t xml:space="preserve">ичивает объем оттекающей лимфы.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является жидкостью, текущей по лимфатическим сосудам и составляющей часть внутренней среды организма. Источники ее образования — плазма крови, профильтровавшаяся из микроциркуляторного русла в ткани и содержимое инт</w:t>
      </w:r>
      <w:r>
        <w:rPr>
          <w:rFonts w:ascii="Times New Roman" w:hAnsi="Times New Roman"/>
          <w:sz w:val="28"/>
          <w:szCs w:val="28"/>
          <w:lang w:val="ru-RU"/>
        </w:rPr>
        <w:t xml:space="preserve">ерстициального пространства. </w:t>
      </w:r>
      <w:r w:rsidRPr="00E76C70">
        <w:rPr>
          <w:rFonts w:ascii="Times New Roman" w:hAnsi="Times New Roman"/>
          <w:sz w:val="28"/>
          <w:szCs w:val="28"/>
          <w:lang w:val="ru-RU"/>
        </w:rPr>
        <w:t>Около 2-</w:t>
      </w:r>
      <w:smartTag w:uri="urn:schemas-microsoft-com:office:smarttags" w:element="metricconverter">
        <w:smartTagPr>
          <w:attr w:name="ProductID" w:val="3 л"/>
        </w:smartTagPr>
        <w:r w:rsidRPr="00E76C70">
          <w:rPr>
            <w:rFonts w:ascii="Times New Roman" w:hAnsi="Times New Roman"/>
            <w:sz w:val="28"/>
            <w:szCs w:val="28"/>
            <w:lang w:val="ru-RU"/>
          </w:rPr>
          <w:t>3 л</w:t>
        </w:r>
      </w:smartTag>
      <w:r w:rsidRPr="00E76C70">
        <w:rPr>
          <w:rFonts w:ascii="Times New Roman" w:hAnsi="Times New Roman"/>
          <w:sz w:val="28"/>
          <w:szCs w:val="28"/>
          <w:lang w:val="ru-RU"/>
        </w:rPr>
        <w:t xml:space="preserve"> фильтрата крови и жидкости межклеточной среды, не реабсорбировавшихся в кровеносные сосуды, поступают за сутки по межэндотелиальным щелям в лимфатические капилляры, систему лимфатических сосудов и внов</w:t>
      </w:r>
      <w:r>
        <w:rPr>
          <w:rFonts w:ascii="Times New Roman" w:hAnsi="Times New Roman"/>
          <w:sz w:val="28"/>
          <w:szCs w:val="28"/>
          <w:lang w:val="ru-RU"/>
        </w:rPr>
        <w:t xml:space="preserve">ь возвращаются в кровь. </w:t>
      </w:r>
      <w:r w:rsidRPr="00E76C70">
        <w:rPr>
          <w:rFonts w:ascii="Times New Roman" w:hAnsi="Times New Roman"/>
          <w:sz w:val="28"/>
          <w:szCs w:val="28"/>
          <w:lang w:val="ru-RU"/>
        </w:rPr>
        <w:t>Лимфатические сосуды имеются во всех органах и тканях организма за исключением ЦНС, поверхностных слоев кожи и костной ткани. Наибольшее их количество насчитывается в печени и тонком кишечнике, где образуется около 50% всего су</w:t>
      </w:r>
      <w:r>
        <w:rPr>
          <w:rFonts w:ascii="Times New Roman" w:hAnsi="Times New Roman"/>
          <w:sz w:val="28"/>
          <w:szCs w:val="28"/>
          <w:lang w:val="ru-RU"/>
        </w:rPr>
        <w:t xml:space="preserve">точного объема лимфы организма.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Основной составной частью лимфы является вода. Минеральный состав лимфы идентичен составу межклеточной среды той ткани, в которой образовалась лимфа. В лимфе содержатся органические вещества, преимущественно белки, глюкоза, аминокислоты, свободные жирные кислоты. Состав лимфы, оттекающей от разных органов, неодинаков. В органах с относительно высокойпроницаемостью кровеносных капилляров, </w:t>
      </w:r>
      <w:bookmarkStart w:id="0" w:name="_GoBack"/>
      <w:bookmarkEnd w:id="0"/>
      <w:r w:rsidRPr="00E76C70">
        <w:rPr>
          <w:rFonts w:ascii="Times New Roman" w:hAnsi="Times New Roman"/>
          <w:sz w:val="28"/>
          <w:szCs w:val="28"/>
          <w:lang w:val="ru-RU"/>
        </w:rPr>
        <w:t>например, в печени, лимфа содержит до 60 г/л белка. В лимфе имеются белки, участвующие в образовании тромбов (протромбин, фибриноген), поэтому она может свертываться. Лимфа, оттекающая от кишечника, содержит не только много белка (30-40 г/л), но и большое количество хиломикронов и лип</w:t>
      </w:r>
      <w:r>
        <w:rPr>
          <w:rFonts w:ascii="Times New Roman" w:hAnsi="Times New Roman"/>
          <w:sz w:val="28"/>
          <w:szCs w:val="28"/>
          <w:lang w:val="ru-RU"/>
        </w:rPr>
        <w:t>опротеинов, образованных из апоп</w:t>
      </w:r>
      <w:r w:rsidRPr="00E76C70">
        <w:rPr>
          <w:rFonts w:ascii="Times New Roman" w:hAnsi="Times New Roman"/>
          <w:sz w:val="28"/>
          <w:szCs w:val="28"/>
          <w:lang w:val="ru-RU"/>
        </w:rPr>
        <w:t>ротеинов и жиров, всосавшихся из кишечника. Эти частицы находятся в лимфе во взвешенном состоянии, транспортируются ею в кровь и придают лимфе схожесть с молоком. В составе лимфы других тканей содержание белка в 3-4 раза меньше, чем в плазме крови. Главным белковым компонентом тканевой лимфы является низкомолекулярная фракция альбумина, фильтрующегося через стенку капилляров во внесосудистые пространства. Поступление белков и других крупномолекулярных частиц в лимфу лимфатических капилляров осущес</w:t>
      </w:r>
      <w:r>
        <w:rPr>
          <w:rFonts w:ascii="Times New Roman" w:hAnsi="Times New Roman"/>
          <w:sz w:val="28"/>
          <w:szCs w:val="28"/>
          <w:lang w:val="ru-RU"/>
        </w:rPr>
        <w:t xml:space="preserve">твляется за счет их пиноцитоза. </w:t>
      </w:r>
      <w:r w:rsidRPr="00E76C70">
        <w:rPr>
          <w:rFonts w:ascii="Times New Roman" w:hAnsi="Times New Roman"/>
          <w:sz w:val="28"/>
          <w:szCs w:val="28"/>
          <w:lang w:val="ru-RU"/>
        </w:rPr>
        <w:t>В лимфе содержатся лимфоциты и другие формы лейкоцитов. Их количество в разных лимфатических сосудах различается и находится в пределах 2-25*10</w:t>
      </w:r>
      <w:r w:rsidRPr="006A61BD">
        <w:rPr>
          <w:rFonts w:ascii="Times New Roman" w:hAnsi="Times New Roman"/>
          <w:sz w:val="28"/>
          <w:szCs w:val="28"/>
          <w:vertAlign w:val="superscript"/>
          <w:lang w:val="ru-RU"/>
        </w:rPr>
        <w:t>9</w:t>
      </w:r>
      <w:r w:rsidRPr="00E76C70">
        <w:rPr>
          <w:rFonts w:ascii="Times New Roman" w:hAnsi="Times New Roman"/>
          <w:sz w:val="28"/>
          <w:szCs w:val="28"/>
          <w:lang w:val="ru-RU"/>
        </w:rPr>
        <w:t>/л, а в грудном протоке составляет 8*10</w:t>
      </w:r>
      <w:r w:rsidRPr="006A61BD">
        <w:rPr>
          <w:rFonts w:ascii="Times New Roman" w:hAnsi="Times New Roman"/>
          <w:sz w:val="28"/>
          <w:szCs w:val="28"/>
          <w:vertAlign w:val="superscript"/>
          <w:lang w:val="ru-RU"/>
        </w:rPr>
        <w:t>9</w:t>
      </w:r>
      <w:r w:rsidRPr="00E76C70">
        <w:rPr>
          <w:rFonts w:ascii="Times New Roman" w:hAnsi="Times New Roman"/>
          <w:sz w:val="28"/>
          <w:szCs w:val="28"/>
          <w:lang w:val="ru-RU"/>
        </w:rPr>
        <w:t>/л. Другие виды лейкоцитов (гранулоциты, моноциты и макрофаги) содержатся в лимфе в небольшом количестве, но их число возрастает при воспалительных и других патологических процессах. Эритроциты и тромбоциты могут появляться в лимфе при повреждении кровен</w:t>
      </w:r>
      <w:r>
        <w:rPr>
          <w:rFonts w:ascii="Times New Roman" w:hAnsi="Times New Roman"/>
          <w:sz w:val="28"/>
          <w:szCs w:val="28"/>
          <w:lang w:val="ru-RU"/>
        </w:rPr>
        <w:t xml:space="preserve">осных сосудов и травмах тканей.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всасывается в лимфатические капилляры, обладающие рядом уникальных свойств. В отличие от кровеносных капилляров лимфатические капилляры являются замкнутыми, слепо за</w:t>
      </w:r>
      <w:r>
        <w:rPr>
          <w:rFonts w:ascii="Times New Roman" w:hAnsi="Times New Roman"/>
          <w:sz w:val="28"/>
          <w:szCs w:val="28"/>
          <w:lang w:val="ru-RU"/>
        </w:rPr>
        <w:t>канчивающимися сосудами</w:t>
      </w:r>
      <w:r w:rsidRPr="00E76C70">
        <w:rPr>
          <w:rFonts w:ascii="Times New Roman" w:hAnsi="Times New Roman"/>
          <w:sz w:val="28"/>
          <w:szCs w:val="28"/>
          <w:lang w:val="ru-RU"/>
        </w:rPr>
        <w:t>. Их стенка состоит из одного слоя эндотелиальных клеток, мембрана которых фиксирована с помощью коллагеновых нитей к внесосудистым тканевым структурам. Между эндотелиальными клетками имеются межклеточные щелевидные пространства, размеры которых способны изменяться в широких пределах: от замкнутого состояния до размера, через который в капилляр могут проникать форменные элементы крови, фрагменты разрушенных клеток и частицы, сопоставимые по размерам</w:t>
      </w:r>
      <w:r>
        <w:rPr>
          <w:rFonts w:ascii="Times New Roman" w:hAnsi="Times New Roman"/>
          <w:sz w:val="28"/>
          <w:szCs w:val="28"/>
          <w:lang w:val="ru-RU"/>
        </w:rPr>
        <w:t xml:space="preserve"> с форменными элементами крови. </w:t>
      </w:r>
      <w:r w:rsidRPr="00E76C70">
        <w:rPr>
          <w:rFonts w:ascii="Times New Roman" w:hAnsi="Times New Roman"/>
          <w:sz w:val="28"/>
          <w:szCs w:val="28"/>
          <w:lang w:val="ru-RU"/>
        </w:rPr>
        <w:t>Сами лимфатические капилляры также могут изменять их размер и достигать диаметра до 75 мкм. Эти морфологические особенности строения стенки лимфатических капилляров придают им способность изменять проницаемость в широких пределах. Так, при сокращении скелетных мышц или гладкой мускулатуры внутренних органов за счет натяжения коллагеновых нитей могут раскрываться межэндотелиальные щели, через которые в лимфатический капилляр свободно перемещается межклеточная жидкость, содержащиеся в ней минеральные и органические вещества, включая белки и тканевые лейкоциты. Последние могут легко мигрировать в лимфатические капилляры также из-за их способности к амебоидному движению. Кроме того, в лимфу поступают лимфоциты, образующиеся в лимфатических узлах. Поступление лимфы в лимфатические капилляры осуществляется не только пассивно, но также под действием сил отрицательного давления, возникающего в капиллярахблагодаря пульсирующему сокращению более проксимальных участков лимфатических со</w:t>
      </w:r>
      <w:r>
        <w:rPr>
          <w:rFonts w:ascii="Times New Roman" w:hAnsi="Times New Roman"/>
          <w:sz w:val="28"/>
          <w:szCs w:val="28"/>
          <w:lang w:val="ru-RU"/>
        </w:rPr>
        <w:t xml:space="preserve">судов и наличию в них клапанов. </w:t>
      </w:r>
      <w:r w:rsidRPr="00E76C70">
        <w:rPr>
          <w:rFonts w:ascii="Times New Roman" w:hAnsi="Times New Roman"/>
          <w:sz w:val="28"/>
          <w:szCs w:val="28"/>
          <w:lang w:val="ru-RU"/>
        </w:rPr>
        <w:t>Стенка лимфатических сосудов построена из эндотелиальных клеток, которые с наружной стороны сосуда охватываются в виде манжетки гладкомышечными клетками, расположенными радиально вокруг сосуда. Внутри лимфатических сосудов имеются клапаны, строение и принцип функционирования которых сходны с клапанами венозных сосудов. Когда гладкие миоциты расслаблены и лимфатический сосуд расширен, створки клапанов открыты. При сокращении гладких миоцитов, вызывающем сужение сосуда, давление лимфы в данном участке сосуда повышается, створки клапанов смыкаются, лимфа не может перемещаться в обратном (дистальном) направлении и проталк</w:t>
      </w:r>
      <w:r>
        <w:rPr>
          <w:rFonts w:ascii="Times New Roman" w:hAnsi="Times New Roman"/>
          <w:sz w:val="28"/>
          <w:szCs w:val="28"/>
          <w:lang w:val="ru-RU"/>
        </w:rPr>
        <w:t xml:space="preserve">ивается по сосуду проксимально. </w:t>
      </w:r>
      <w:r w:rsidRPr="00E76C70">
        <w:rPr>
          <w:rFonts w:ascii="Times New Roman" w:hAnsi="Times New Roman"/>
          <w:sz w:val="28"/>
          <w:szCs w:val="28"/>
          <w:lang w:val="ru-RU"/>
        </w:rPr>
        <w:t>Лимфа из лимфатических капилляров перемещается в посткапиллярные и затем в крупные внутриорганные лимфатические сосуды, впадающие в лимфатические узлы. Из лимфатических узлов по небольшим внеорганным лимфатическим сосудам лимфа течет в более крупные внеорганные сосуды, образующие самые крупные лимфатические стволы: правый и левый грудные протоки, через которые лимфа доставляется в кровеносную систему. Из левого грудного протока лимфа поступает в левую подключичную вену в месте возле ее соединения с яремными венами. Через этот проток в кровь перемещается большая часть лимфы. Правый лимфатический проток доставляет лимфу в правую подключичную вену от правой пол</w:t>
      </w:r>
      <w:r>
        <w:rPr>
          <w:rFonts w:ascii="Times New Roman" w:hAnsi="Times New Roman"/>
          <w:sz w:val="28"/>
          <w:szCs w:val="28"/>
          <w:lang w:val="ru-RU"/>
        </w:rPr>
        <w:t xml:space="preserve">овины груди, шеи и правой руки. </w:t>
      </w:r>
      <w:r w:rsidRPr="00E76C70">
        <w:rPr>
          <w:rFonts w:ascii="Times New Roman" w:hAnsi="Times New Roman"/>
          <w:sz w:val="28"/>
          <w:szCs w:val="28"/>
          <w:lang w:val="ru-RU"/>
        </w:rPr>
        <w:t>Ток лимфы может быть охарактеризован объемной и линейной скоростями. Объемная скорость поступления лимфы из грудных протоков в вены составляет 1-2 мл/мин, т.е. всего 2-3 л/сут. Линейная скорость движения лимфы</w:t>
      </w:r>
      <w:r>
        <w:rPr>
          <w:rFonts w:ascii="Times New Roman" w:hAnsi="Times New Roman"/>
          <w:sz w:val="28"/>
          <w:szCs w:val="28"/>
          <w:lang w:val="ru-RU"/>
        </w:rPr>
        <w:t xml:space="preserve"> очень низкая — менее 1 мм/мин. </w:t>
      </w:r>
      <w:r w:rsidRPr="00E76C70">
        <w:rPr>
          <w:rFonts w:ascii="Times New Roman" w:hAnsi="Times New Roman"/>
          <w:sz w:val="28"/>
          <w:szCs w:val="28"/>
          <w:lang w:val="ru-RU"/>
        </w:rPr>
        <w:t>Движущую силу ток</w:t>
      </w:r>
      <w:r>
        <w:rPr>
          <w:rFonts w:ascii="Times New Roman" w:hAnsi="Times New Roman"/>
          <w:sz w:val="28"/>
          <w:szCs w:val="28"/>
          <w:lang w:val="ru-RU"/>
        </w:rPr>
        <w:t xml:space="preserve">а лимфы формирует ряд факторов. </w:t>
      </w:r>
      <w:r w:rsidRPr="00E76C70">
        <w:rPr>
          <w:rFonts w:ascii="Times New Roman" w:hAnsi="Times New Roman"/>
          <w:sz w:val="28"/>
          <w:szCs w:val="28"/>
          <w:lang w:val="ru-RU"/>
        </w:rPr>
        <w:t>Разность между величиной гидростатического давления лимфы (2-5 мм рт. ст.) в лимфатических капиллярах и ее давлением (около 0 мм рт. ст.) в устье</w:t>
      </w:r>
      <w:r>
        <w:rPr>
          <w:rFonts w:ascii="Times New Roman" w:hAnsi="Times New Roman"/>
          <w:sz w:val="28"/>
          <w:szCs w:val="28"/>
          <w:lang w:val="ru-RU"/>
        </w:rPr>
        <w:t xml:space="preserve"> общего лимфатического протока. </w:t>
      </w:r>
      <w:r w:rsidRPr="00E76C70">
        <w:rPr>
          <w:rFonts w:ascii="Times New Roman" w:hAnsi="Times New Roman"/>
          <w:sz w:val="28"/>
          <w:szCs w:val="28"/>
          <w:lang w:val="ru-RU"/>
        </w:rPr>
        <w:t xml:space="preserve">Сокращение гладкомышечных клеток стенок лимфатических сосудов, продвигающих лимфу в направлении грудного протока. Этот механизм иногда </w:t>
      </w:r>
      <w:r>
        <w:rPr>
          <w:rFonts w:ascii="Times New Roman" w:hAnsi="Times New Roman"/>
          <w:sz w:val="28"/>
          <w:szCs w:val="28"/>
          <w:lang w:val="ru-RU"/>
        </w:rPr>
        <w:t xml:space="preserve">называют лимфатическим насосом. </w:t>
      </w:r>
      <w:r w:rsidRPr="00E76C70">
        <w:rPr>
          <w:rFonts w:ascii="Times New Roman" w:hAnsi="Times New Roman"/>
          <w:sz w:val="28"/>
          <w:szCs w:val="28"/>
          <w:lang w:val="ru-RU"/>
        </w:rPr>
        <w:t>Периодическое повышение внешнего давления на лимфатические сосуды, создаваемое сокращением скелетных или гладких мышц внутренних органов. Например, сокращение дыхательных мышц создает ритмические изменения давления в грудной и брюшной полостях. Понижение давления в грудной полости при вдохе создает присасывающую силу, способствующую пере</w:t>
      </w:r>
      <w:r>
        <w:rPr>
          <w:rFonts w:ascii="Times New Roman" w:hAnsi="Times New Roman"/>
          <w:sz w:val="28"/>
          <w:szCs w:val="28"/>
          <w:lang w:val="ru-RU"/>
        </w:rPr>
        <w:t xml:space="preserve">мещению лимфы в грудной проток. </w:t>
      </w:r>
      <w:r w:rsidRPr="00E76C70">
        <w:rPr>
          <w:rFonts w:ascii="Times New Roman" w:hAnsi="Times New Roman"/>
          <w:sz w:val="28"/>
          <w:szCs w:val="28"/>
          <w:lang w:val="ru-RU"/>
        </w:rPr>
        <w:t>Количество лимфы, образующейся за сутки в состоянии физиологического покоя, составляет около 2-5% от массы тела. Скорость се образования, движения и состав зависят от функционального состояния органа и ряда других факторов. Так, объемный ток лимфы от мышц при мышечной работе увеличивается в 10-15 раз. Через 5-6 ч после приема пищи увеличивается объем лимфы, оттекающей от кишечника, изменяется ее состав. Это происходит главным образом за счет поступления в лимф</w:t>
      </w:r>
      <w:r>
        <w:rPr>
          <w:rFonts w:ascii="Times New Roman" w:hAnsi="Times New Roman"/>
          <w:sz w:val="28"/>
          <w:szCs w:val="28"/>
          <w:lang w:val="ru-RU"/>
        </w:rPr>
        <w:t xml:space="preserve">у хиломикронов и липопротеинов. </w:t>
      </w:r>
      <w:r w:rsidRPr="00E76C70">
        <w:rPr>
          <w:rFonts w:ascii="Times New Roman" w:hAnsi="Times New Roman"/>
          <w:sz w:val="28"/>
          <w:szCs w:val="28"/>
          <w:lang w:val="ru-RU"/>
        </w:rPr>
        <w:t>Пережатие вен ног или длительное стояние приводит к затруднению возврата венозной крови от ног к сердцу. При этом увеличивается гидростатическое давление крови в капиллярах конечностей, возрастает фильтрация и создается избыток тканевой жидкости. Лимфатическая система в таких условиях не может обеспечить в достаточной мере свою дренажную функцию, что сопровождается развитием отека.</w:t>
      </w:r>
      <w:r>
        <w:rPr>
          <w:rFonts w:ascii="Times New Roman" w:hAnsi="Times New Roman"/>
          <w:sz w:val="28"/>
          <w:szCs w:val="28"/>
          <w:lang w:val="ru-RU"/>
        </w:rPr>
        <w:t>[3</w:t>
      </w:r>
      <w:r w:rsidRPr="00E0635C">
        <w:rPr>
          <w:rFonts w:ascii="Times New Roman" w:hAnsi="Times New Roman"/>
          <w:sz w:val="28"/>
          <w:szCs w:val="28"/>
          <w:lang w:val="ru-RU"/>
        </w:rPr>
        <w:t>]</w:t>
      </w:r>
    </w:p>
    <w:p w:rsidR="00914C42" w:rsidRPr="00E76C70" w:rsidRDefault="00914C42" w:rsidP="006A61B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4C42" w:rsidRPr="00AD4BA9" w:rsidRDefault="00914C42" w:rsidP="00AD4BA9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AD4BA9"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914C42" w:rsidRPr="00E76C70" w:rsidRDefault="00914C42" w:rsidP="006A61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hyperlink r:id="rId5" w:history="1">
        <w:r w:rsidRPr="00E76C70">
          <w:rPr>
            <w:rStyle w:val="Hyperlink"/>
            <w:rFonts w:ascii="Times New Roman" w:hAnsi="Times New Roman"/>
            <w:sz w:val="28"/>
            <w:szCs w:val="28"/>
            <w:lang w:val="ru-RU"/>
          </w:rPr>
          <w:t>https://med.wikireading.ru/24945</w:t>
        </w:r>
      </w:hyperlink>
    </w:p>
    <w:p w:rsidR="00914C42" w:rsidRPr="00E76C70" w:rsidRDefault="00914C42" w:rsidP="006A61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hyperlink r:id="rId6" w:history="1">
        <w:r w:rsidRPr="00E76C70">
          <w:rPr>
            <w:rStyle w:val="Hyperlink"/>
            <w:rFonts w:ascii="Times New Roman" w:hAnsi="Times New Roman"/>
            <w:sz w:val="28"/>
            <w:szCs w:val="28"/>
            <w:lang w:val="ru-RU"/>
          </w:rPr>
          <w:t>https://uflebologa.ru/anatomiya-i-fiziologiya-serdechno-sosudistoj-sistemy/limfaticheskaya-sistema-717</w:t>
        </w:r>
      </w:hyperlink>
    </w:p>
    <w:p w:rsidR="00914C42" w:rsidRDefault="00914C42" w:rsidP="006A61B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hyperlink r:id="rId7" w:history="1">
        <w:r w:rsidRPr="00E76C70">
          <w:rPr>
            <w:rStyle w:val="Hyperlink"/>
            <w:rFonts w:ascii="Times New Roman" w:hAnsi="Times New Roman"/>
            <w:sz w:val="28"/>
            <w:szCs w:val="28"/>
            <w:lang w:val="ru-RU"/>
          </w:rPr>
          <w:t>http://www.grandars.ru/college/medicina/limfaticheskaya-sistema.html</w:t>
        </w:r>
      </w:hyperlink>
    </w:p>
    <w:p w:rsidR="00914C42" w:rsidRDefault="00914C42" w:rsidP="00E0635C">
      <w:pPr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E0635C">
        <w:rPr>
          <w:rFonts w:ascii="Times New Roman" w:hAnsi="Times New Roman"/>
          <w:sz w:val="28"/>
          <w:szCs w:val="28"/>
          <w:lang w:val="ru-RU"/>
        </w:rPr>
        <w:t>Науковий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0635C">
        <w:rPr>
          <w:rFonts w:ascii="Times New Roman" w:hAnsi="Times New Roman"/>
          <w:sz w:val="28"/>
          <w:szCs w:val="28"/>
          <w:lang w:val="ru-RU"/>
        </w:rPr>
        <w:t>керівник:</w:t>
      </w:r>
    </w:p>
    <w:p w:rsidR="00914C42" w:rsidRPr="00E0635C" w:rsidRDefault="00914C42" w:rsidP="00AD4BA9">
      <w:pPr>
        <w:spacing w:line="360" w:lineRule="auto"/>
        <w:jc w:val="right"/>
        <w:rPr>
          <w:lang w:val="ru-RU"/>
        </w:rPr>
      </w:pPr>
      <w:r w:rsidRPr="00E0635C">
        <w:rPr>
          <w:lang w:val="ru-RU"/>
        </w:rPr>
        <w:t xml:space="preserve"> кандидат біологічних наук</w:t>
      </w:r>
      <w:r>
        <w:rPr>
          <w:lang w:val="ru-RU"/>
        </w:rPr>
        <w:t xml:space="preserve"> </w:t>
      </w:r>
      <w:r w:rsidRPr="00E0635C">
        <w:rPr>
          <w:lang w:val="ru-RU"/>
        </w:rPr>
        <w:t>Замазій</w:t>
      </w:r>
      <w:r>
        <w:rPr>
          <w:lang w:val="ru-RU"/>
        </w:rPr>
        <w:t xml:space="preserve"> </w:t>
      </w:r>
      <w:r w:rsidRPr="00E0635C">
        <w:rPr>
          <w:lang w:val="ru-RU"/>
        </w:rPr>
        <w:t>Тетяна</w:t>
      </w:r>
      <w:r>
        <w:rPr>
          <w:lang w:val="ru-RU"/>
        </w:rPr>
        <w:t xml:space="preserve"> </w:t>
      </w:r>
      <w:r w:rsidRPr="00E0635C">
        <w:rPr>
          <w:lang w:val="ru-RU"/>
        </w:rPr>
        <w:t>Миколаївна</w:t>
      </w:r>
      <w:r>
        <w:rPr>
          <w:lang w:val="ru-RU"/>
        </w:rPr>
        <w:t xml:space="preserve">. </w:t>
      </w:r>
    </w:p>
    <w:p w:rsidR="00914C42" w:rsidRPr="00E0635C" w:rsidRDefault="00914C42" w:rsidP="00E0635C">
      <w:pPr>
        <w:pStyle w:val="ListParagraph"/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14C42" w:rsidRPr="00E76C70" w:rsidRDefault="00914C42" w:rsidP="00E0635C">
      <w:pPr>
        <w:pStyle w:val="ListParagraph"/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914C42" w:rsidRPr="00E76C70" w:rsidSect="00065E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7290D"/>
    <w:multiLevelType w:val="hybridMultilevel"/>
    <w:tmpl w:val="EE362848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C70"/>
    <w:rsid w:val="00065E04"/>
    <w:rsid w:val="006A61BD"/>
    <w:rsid w:val="00897782"/>
    <w:rsid w:val="00914C42"/>
    <w:rsid w:val="00AD4BA9"/>
    <w:rsid w:val="00BF444B"/>
    <w:rsid w:val="00C15B11"/>
    <w:rsid w:val="00E0635C"/>
    <w:rsid w:val="00E76C70"/>
    <w:rsid w:val="00F1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04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6C7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76C70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ndars.ru/college/medicina/limfaticheskaya-sistem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flebologa.ru/anatomiya-i-fiziologiya-serdechno-sosudistoj-sistemy/limfaticheskaya-sistema-717" TargetMode="External"/><Relationship Id="rId5" Type="http://schemas.openxmlformats.org/officeDocument/2006/relationships/hyperlink" Target="https://med.wikireading.ru/2494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8</Pages>
  <Words>9984</Words>
  <Characters>5691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4</cp:revision>
  <dcterms:created xsi:type="dcterms:W3CDTF">2018-03-10T12:30:00Z</dcterms:created>
  <dcterms:modified xsi:type="dcterms:W3CDTF">2018-04-29T11:21:00Z</dcterms:modified>
</cp:coreProperties>
</file>