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41B" w:rsidRPr="002B77EE" w:rsidRDefault="00F7541B" w:rsidP="006E316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B77EE">
        <w:rPr>
          <w:rFonts w:ascii="Times New Roman" w:hAnsi="Times New Roman"/>
          <w:b/>
          <w:sz w:val="28"/>
          <w:szCs w:val="28"/>
        </w:rPr>
        <w:t>Леся Цівина</w:t>
      </w:r>
    </w:p>
    <w:p w:rsidR="00F7541B" w:rsidRPr="002B77EE" w:rsidRDefault="00F7541B" w:rsidP="006E316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B77EE">
        <w:rPr>
          <w:rFonts w:ascii="Times New Roman" w:hAnsi="Times New Roman"/>
          <w:b/>
          <w:sz w:val="28"/>
          <w:szCs w:val="28"/>
        </w:rPr>
        <w:t>( Хорол, Україна)</w:t>
      </w:r>
    </w:p>
    <w:p w:rsidR="00F7541B" w:rsidRDefault="00F7541B" w:rsidP="004E1B0B">
      <w:pPr>
        <w:spacing w:after="0" w:line="360" w:lineRule="auto"/>
        <w:jc w:val="center"/>
        <w:outlineLvl w:val="2"/>
        <w:rPr>
          <w:bCs/>
          <w:color w:val="000000"/>
          <w:sz w:val="28"/>
          <w:szCs w:val="28"/>
        </w:rPr>
      </w:pPr>
    </w:p>
    <w:p w:rsidR="00F7541B" w:rsidRPr="002B77EE" w:rsidRDefault="00F7541B" w:rsidP="004E1B0B">
      <w:pPr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F843A0">
        <w:rPr>
          <w:rFonts w:ascii="Times New Roman" w:hAnsi="Times New Roman"/>
          <w:bCs/>
          <w:sz w:val="28"/>
          <w:szCs w:val="28"/>
        </w:rPr>
        <w:t>О</w:t>
      </w:r>
      <w:r w:rsidRPr="002B77EE">
        <w:rPr>
          <w:rFonts w:ascii="Times New Roman" w:hAnsi="Times New Roman"/>
          <w:b/>
          <w:bCs/>
          <w:sz w:val="28"/>
          <w:szCs w:val="28"/>
        </w:rPr>
        <w:t>СНОВНІ ПРИЦИПИ КОМБІНАТОРИКИ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E1B0B">
        <w:rPr>
          <w:sz w:val="28"/>
          <w:szCs w:val="28"/>
        </w:rPr>
        <w:t xml:space="preserve">Досить поширеними є задачі, в яких треба знайти або число можливих розміщень предметів, або число способів, якими можна здійснити деякий вибір, тощо. Такі задачі називають </w:t>
      </w:r>
      <w:r w:rsidRPr="007E32D2">
        <w:rPr>
          <w:sz w:val="28"/>
          <w:szCs w:val="28"/>
        </w:rPr>
        <w:t>комбінаторними,</w:t>
      </w:r>
      <w:r w:rsidRPr="004E1B0B">
        <w:rPr>
          <w:sz w:val="28"/>
          <w:szCs w:val="28"/>
        </w:rPr>
        <w:t xml:space="preserve"> а галузь математики, яка вивчає теорію скінченних множин, </w:t>
      </w:r>
      <w:r w:rsidRPr="007E32D2">
        <w:rPr>
          <w:sz w:val="28"/>
          <w:szCs w:val="28"/>
        </w:rPr>
        <w:t>комбінаторикою.</w:t>
      </w:r>
      <w:r w:rsidRPr="004E1B0B">
        <w:rPr>
          <w:sz w:val="28"/>
          <w:szCs w:val="28"/>
        </w:rPr>
        <w:t xml:space="preserve"> Найпростіші задачі комбінаторики вимагають підрахунку числа підмножин заданої множини. Основними принципами (правилами) комбінаторики є принцип суми і принцип добутку.</w:t>
      </w:r>
    </w:p>
    <w:p w:rsidR="00F7541B" w:rsidRPr="002B77EE" w:rsidRDefault="00F7541B" w:rsidP="007E32D2">
      <w:pPr>
        <w:pStyle w:val="NormalWeb"/>
        <w:spacing w:before="0" w:beforeAutospacing="0" w:after="0" w:afterAutospacing="0" w:line="360" w:lineRule="auto"/>
        <w:jc w:val="center"/>
        <w:rPr>
          <w:b/>
          <w:sz w:val="28"/>
          <w:szCs w:val="28"/>
          <w:lang w:val="ru-RU"/>
        </w:rPr>
      </w:pPr>
      <w:r w:rsidRPr="0062288A">
        <w:rPr>
          <w:b/>
          <w:bCs/>
          <w:sz w:val="28"/>
          <w:szCs w:val="28"/>
        </w:rPr>
        <w:t>Принцип суми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Якщо множина A містить</w:t>
      </w:r>
      <w:r w:rsidRPr="007E32D2">
        <w:rPr>
          <w:i/>
          <w:sz w:val="28"/>
          <w:szCs w:val="28"/>
        </w:rPr>
        <w:t xml:space="preserve"> п</w:t>
      </w:r>
      <w:r w:rsidRPr="004E1B0B">
        <w:rPr>
          <w:sz w:val="28"/>
          <w:szCs w:val="28"/>
        </w:rPr>
        <w:t xml:space="preserve"> елементів, а множина В - </w:t>
      </w:r>
      <w:r w:rsidRPr="007E32D2">
        <w:rPr>
          <w:i/>
          <w:sz w:val="28"/>
          <w:szCs w:val="28"/>
        </w:rPr>
        <w:t>т</w:t>
      </w:r>
      <w:r w:rsidRPr="004E1B0B">
        <w:rPr>
          <w:sz w:val="28"/>
          <w:szCs w:val="28"/>
        </w:rPr>
        <w:t xml:space="preserve"> елементів, то множина A </w:t>
      </w:r>
      <w:r w:rsidRPr="007E32D2">
        <w:rPr>
          <w:sz w:val="28"/>
          <w:szCs w:val="28"/>
        </w:rPr>
        <w:t>U</w:t>
      </w:r>
      <w:r w:rsidRPr="004E1B0B">
        <w:rPr>
          <w:sz w:val="28"/>
          <w:szCs w:val="28"/>
        </w:rPr>
        <w:t xml:space="preserve"> В містить </w:t>
      </w:r>
      <w:r w:rsidRPr="007E32D2">
        <w:rPr>
          <w:i/>
          <w:sz w:val="28"/>
          <w:szCs w:val="28"/>
        </w:rPr>
        <w:t>п + т</w:t>
      </w:r>
      <w:r w:rsidRPr="004E1B0B">
        <w:rPr>
          <w:sz w:val="28"/>
          <w:szCs w:val="28"/>
        </w:rPr>
        <w:t xml:space="preserve"> елементів.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Справді, елементи множини А занумеруємо від 1 до </w:t>
      </w:r>
      <w:r w:rsidRPr="007E32D2">
        <w:rPr>
          <w:i/>
          <w:sz w:val="28"/>
          <w:szCs w:val="28"/>
        </w:rPr>
        <w:t>п</w:t>
      </w:r>
      <w:r w:rsidRPr="004E1B0B">
        <w:rPr>
          <w:sz w:val="28"/>
          <w:szCs w:val="28"/>
        </w:rPr>
        <w:t xml:space="preserve">. Серед них немає елементів з множини В, оскільки А 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171F7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0171F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©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26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171F7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0171F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©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 xml:space="preserve"> В = 0. Отже, коли ми переходимо до підрахунку елементів, що належать множині В, то починаємо з номера </w:t>
      </w:r>
      <w:r>
        <w:rPr>
          <w:i/>
          <w:sz w:val="28"/>
          <w:szCs w:val="28"/>
        </w:rPr>
        <w:t>п</w:t>
      </w:r>
      <w:r w:rsidRPr="002B77EE">
        <w:rPr>
          <w:sz w:val="28"/>
          <w:szCs w:val="28"/>
          <w:lang w:val="ru-RU"/>
        </w:rPr>
        <w:t>+1</w:t>
      </w:r>
      <w:r w:rsidRPr="004E1B0B">
        <w:rPr>
          <w:sz w:val="28"/>
          <w:szCs w:val="28"/>
        </w:rPr>
        <w:t xml:space="preserve">. Далі буде номер </w:t>
      </w:r>
      <w:r w:rsidRPr="007E32D2">
        <w:rPr>
          <w:i/>
          <w:sz w:val="28"/>
          <w:szCs w:val="28"/>
        </w:rPr>
        <w:t xml:space="preserve">п </w:t>
      </w:r>
      <w:r w:rsidRPr="004E1B0B">
        <w:rPr>
          <w:sz w:val="28"/>
          <w:szCs w:val="28"/>
        </w:rPr>
        <w:t xml:space="preserve">+ 2, </w:t>
      </w:r>
      <w:r w:rsidRPr="007E32D2">
        <w:rPr>
          <w:i/>
          <w:sz w:val="28"/>
          <w:szCs w:val="28"/>
        </w:rPr>
        <w:t>п</w:t>
      </w:r>
      <w:r w:rsidRPr="004E1B0B">
        <w:rPr>
          <w:sz w:val="28"/>
          <w:szCs w:val="28"/>
        </w:rPr>
        <w:t xml:space="preserve"> + 3 , ..., </w:t>
      </w:r>
      <w:r w:rsidRPr="007E32D2">
        <w:rPr>
          <w:i/>
          <w:sz w:val="28"/>
          <w:szCs w:val="28"/>
        </w:rPr>
        <w:t>п + т</w:t>
      </w:r>
      <w:r w:rsidRPr="004E1B0B">
        <w:rPr>
          <w:sz w:val="28"/>
          <w:szCs w:val="28"/>
        </w:rPr>
        <w:t xml:space="preserve">, оскільки в множині В за умовою </w:t>
      </w:r>
      <w:r w:rsidRPr="007E32D2">
        <w:rPr>
          <w:i/>
          <w:sz w:val="28"/>
          <w:szCs w:val="28"/>
        </w:rPr>
        <w:t>т</w:t>
      </w:r>
      <w:r w:rsidRPr="004E1B0B">
        <w:rPr>
          <w:sz w:val="28"/>
          <w:szCs w:val="28"/>
        </w:rPr>
        <w:t xml:space="preserve"> елементів. Цим усі елементи множини A U В буде вичерпано, вони дістануть номери від 1 до </w:t>
      </w:r>
      <w:r w:rsidRPr="007E32D2">
        <w:rPr>
          <w:i/>
          <w:sz w:val="28"/>
          <w:szCs w:val="28"/>
        </w:rPr>
        <w:t>п + т</w:t>
      </w:r>
      <w:r w:rsidRPr="004E1B0B">
        <w:rPr>
          <w:sz w:val="28"/>
          <w:szCs w:val="28"/>
        </w:rPr>
        <w:t>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Правило суми можна сформулювати ще й так: якщо якийсь вибір А можна здійснити </w:t>
      </w:r>
      <w:r w:rsidRPr="00AF3CC2">
        <w:rPr>
          <w:i/>
          <w:sz w:val="28"/>
          <w:szCs w:val="28"/>
        </w:rPr>
        <w:t>п</w:t>
      </w:r>
      <w:r w:rsidRPr="004E1B0B">
        <w:rPr>
          <w:sz w:val="28"/>
          <w:szCs w:val="28"/>
        </w:rPr>
        <w:t xml:space="preserve"> способами, а другий вибір В можна здійснити </w:t>
      </w:r>
      <w:r w:rsidRPr="00AF3CC2">
        <w:rPr>
          <w:i/>
          <w:sz w:val="28"/>
          <w:szCs w:val="28"/>
        </w:rPr>
        <w:t>т</w:t>
      </w:r>
      <w:r w:rsidRPr="004E1B0B">
        <w:rPr>
          <w:sz w:val="28"/>
          <w:szCs w:val="28"/>
        </w:rPr>
        <w:t xml:space="preserve"> способами, то вибір А або В можна здійснити </w:t>
      </w:r>
      <w:r w:rsidRPr="00AF3CC2">
        <w:rPr>
          <w:i/>
          <w:sz w:val="28"/>
          <w:szCs w:val="28"/>
        </w:rPr>
        <w:t>п + т</w:t>
      </w:r>
      <w:r w:rsidRPr="004E1B0B">
        <w:rPr>
          <w:sz w:val="28"/>
          <w:szCs w:val="28"/>
        </w:rPr>
        <w:t xml:space="preserve"> способами.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Принцип суми за індукцією поширюється на </w:t>
      </w:r>
      <w:r w:rsidRPr="006A36BA">
        <w:rPr>
          <w:i/>
          <w:sz w:val="28"/>
          <w:szCs w:val="28"/>
        </w:rPr>
        <w:t xml:space="preserve">к </w:t>
      </w:r>
      <w:r w:rsidRPr="004E1B0B">
        <w:rPr>
          <w:sz w:val="28"/>
          <w:szCs w:val="28"/>
        </w:rPr>
        <w:t>множин.</w:t>
      </w:r>
    </w:p>
    <w:p w:rsidR="00F7541B" w:rsidRPr="002B77EE" w:rsidRDefault="00F7541B" w:rsidP="006A36BA">
      <w:pPr>
        <w:pStyle w:val="NormalWeb"/>
        <w:spacing w:before="0" w:beforeAutospacing="0" w:after="0" w:afterAutospacing="0" w:line="360" w:lineRule="auto"/>
        <w:jc w:val="center"/>
        <w:rPr>
          <w:b/>
          <w:sz w:val="28"/>
          <w:szCs w:val="28"/>
          <w:lang w:val="ru-RU"/>
        </w:rPr>
      </w:pPr>
      <w:r w:rsidRPr="0062288A">
        <w:rPr>
          <w:b/>
          <w:sz w:val="28"/>
          <w:szCs w:val="28"/>
        </w:rPr>
        <w:t>Принцип добутку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 Правило добутку можна сформулювати  так: якщо якийсь вибір А можна здійснити </w:t>
      </w:r>
      <w:r w:rsidRPr="006A36BA">
        <w:rPr>
          <w:i/>
          <w:sz w:val="28"/>
          <w:szCs w:val="28"/>
        </w:rPr>
        <w:t>п</w:t>
      </w:r>
      <w:r w:rsidRPr="004E1B0B">
        <w:rPr>
          <w:sz w:val="28"/>
          <w:szCs w:val="28"/>
        </w:rPr>
        <w:t xml:space="preserve"> різними способами, а для кожного з цих способів деякий другий вибір В можна здійснити </w:t>
      </w:r>
      <w:r w:rsidRPr="006A36BA">
        <w:rPr>
          <w:i/>
          <w:sz w:val="28"/>
          <w:szCs w:val="28"/>
        </w:rPr>
        <w:t>т</w:t>
      </w:r>
      <w:r w:rsidRPr="004E1B0B">
        <w:rPr>
          <w:sz w:val="28"/>
          <w:szCs w:val="28"/>
        </w:rPr>
        <w:t xml:space="preserve"> способами, то вибір А і В у вказаному порядку можна здійснити </w:t>
      </w:r>
      <w:r w:rsidRPr="006A36BA">
        <w:rPr>
          <w:i/>
          <w:sz w:val="28"/>
          <w:szCs w:val="28"/>
        </w:rPr>
        <w:t xml:space="preserve">п 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27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B3FA9&quot;/&gt;&lt;wsp:rsid wsp:val=&quot;00FD0C6E&quot;/&gt;&lt;wsp:rsid wsp:val=&quot;00FF7A4F&quot;/&gt;&lt;/wsp:rsids&gt;&lt;/w:docPr&gt;&lt;w:body&gt;&lt;w:p wsp:rsidR=&quot;00000000&quot; wsp:rsidRDefault=&quot;00FB3FA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28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B3FA9&quot;/&gt;&lt;wsp:rsid wsp:val=&quot;00FD0C6E&quot;/&gt;&lt;wsp:rsid wsp:val=&quot;00FF7A4F&quot;/&gt;&lt;/wsp:rsids&gt;&lt;/w:docPr&gt;&lt;w:body&gt;&lt;w:p wsp:rsidR=&quot;00000000&quot; wsp:rsidRDefault=&quot;00FB3FA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6A36BA">
        <w:rPr>
          <w:i/>
          <w:sz w:val="28"/>
          <w:szCs w:val="28"/>
        </w:rPr>
        <w:t xml:space="preserve"> т</w:t>
      </w:r>
      <w:r w:rsidRPr="004E1B0B">
        <w:rPr>
          <w:sz w:val="28"/>
          <w:szCs w:val="28"/>
        </w:rPr>
        <w:t xml:space="preserve"> способами.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62288A">
        <w:rPr>
          <w:bCs/>
          <w:sz w:val="28"/>
          <w:szCs w:val="28"/>
        </w:rPr>
        <w:t xml:space="preserve">Приклад </w:t>
      </w:r>
      <w:r w:rsidRPr="0062288A">
        <w:rPr>
          <w:sz w:val="28"/>
          <w:szCs w:val="28"/>
        </w:rPr>
        <w:t>1.</w:t>
      </w:r>
      <w:r w:rsidRPr="004E1B0B">
        <w:rPr>
          <w:sz w:val="28"/>
          <w:szCs w:val="28"/>
        </w:rPr>
        <w:t xml:space="preserve"> У крамниці продають 5 склянок, 3 блюдця і 4 ложки. Скількома способами можна купити два предмети з різними назвами?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62288A">
        <w:rPr>
          <w:sz w:val="28"/>
          <w:szCs w:val="28"/>
        </w:rPr>
        <w:t>Розв’язання.</w:t>
      </w:r>
      <w:r w:rsidRPr="004E1B0B">
        <w:rPr>
          <w:sz w:val="28"/>
          <w:szCs w:val="28"/>
        </w:rPr>
        <w:t xml:space="preserve"> Можливими є три випадки: перший - купують склянку з блюдцем, другий - склянку з ложкою, третій - блюдце і ложку. У кожному з цих випадків за правилом добутку неважко підрахувати кількість можливих варіантів: 15, 20 і 12. За правилом суми маємо остаточно: 15 + 20 + 12 = 47.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E1B0B">
        <w:rPr>
          <w:b/>
          <w:bCs/>
          <w:sz w:val="28"/>
          <w:szCs w:val="28"/>
        </w:rPr>
        <w:t>Перестановки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Нехай треба підрахувати число способів, за якими можна розмістити в ряд </w:t>
      </w:r>
      <w:r w:rsidRPr="0062288A">
        <w:rPr>
          <w:i/>
          <w:sz w:val="28"/>
          <w:szCs w:val="28"/>
        </w:rPr>
        <w:t>n</w:t>
      </w:r>
      <w:r w:rsidRPr="004E1B0B">
        <w:rPr>
          <w:sz w:val="28"/>
          <w:szCs w:val="28"/>
        </w:rPr>
        <w:t xml:space="preserve"> предметів. Якщо дані предмети розглядати, як елементи множини, то кожне розміщення є скінченною множиною, елементи якої записано у певному порядку.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Скінченні множини, для яких істотним є порядок елементів, називаються </w:t>
      </w:r>
      <w:r w:rsidRPr="004E1B0B">
        <w:rPr>
          <w:b/>
          <w:sz w:val="28"/>
          <w:szCs w:val="28"/>
        </w:rPr>
        <w:t>впорядкованими</w:t>
      </w:r>
      <w:r w:rsidRPr="004E1B0B">
        <w:rPr>
          <w:sz w:val="28"/>
          <w:szCs w:val="28"/>
        </w:rPr>
        <w:t xml:space="preserve">. Вказати порядок розміщення елементів у скінченній множині з </w:t>
      </w:r>
      <w:r w:rsidRPr="0062288A">
        <w:rPr>
          <w:i/>
          <w:sz w:val="28"/>
          <w:szCs w:val="28"/>
        </w:rPr>
        <w:t>п</w:t>
      </w:r>
      <w:r w:rsidRPr="004E1B0B">
        <w:rPr>
          <w:sz w:val="28"/>
          <w:szCs w:val="28"/>
        </w:rPr>
        <w:t xml:space="preserve"> елементів означає поставити у відповідність кожному елементу даної множини певне натуральне число від 1 до </w:t>
      </w:r>
      <w:r w:rsidRPr="0062288A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Дві впорядковані множини називаються </w:t>
      </w:r>
      <w:r w:rsidRPr="004E1B0B">
        <w:rPr>
          <w:b/>
          <w:sz w:val="28"/>
          <w:szCs w:val="28"/>
        </w:rPr>
        <w:t>рівними</w:t>
      </w:r>
      <w:r w:rsidRPr="004E1B0B">
        <w:rPr>
          <w:sz w:val="28"/>
          <w:szCs w:val="28"/>
        </w:rPr>
        <w:t>, якщо вони складаються з тих самих елементів і однаково впорядковані. З цього випливає, що множини (а, b, с) і (b, с, а) - це різні впорядковані множини.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b/>
          <w:bCs/>
          <w:sz w:val="28"/>
          <w:szCs w:val="28"/>
        </w:rPr>
        <w:t>Означення.</w:t>
      </w:r>
      <w:r w:rsidRPr="004E1B0B">
        <w:rPr>
          <w:sz w:val="28"/>
          <w:szCs w:val="28"/>
        </w:rPr>
        <w:t xml:space="preserve"> Будь-яка впорядкована множина, що складається з </w:t>
      </w:r>
      <w:r w:rsidRPr="0062288A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елементів, називається перестановкою з </w:t>
      </w:r>
      <w:r w:rsidRPr="0062288A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Перестановки з </w:t>
      </w:r>
      <w:r w:rsidRPr="0062288A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 складаються з одних і тих самих елементів, а відрізняються одна від одної лише порядком.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Наприклад, з елементів множини А = {1, 2, 3} можна утворити шість перестановок: (1, 2, 3), (1, 3, 2), (2, 1, 3), (2, 3, 1), (3, 1, 2), (3, 2, 1).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Число перестановок у множині з </w:t>
      </w:r>
      <w:r w:rsidRPr="004E1B0B">
        <w:rPr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 позначають Р</w:t>
      </w:r>
      <w:r w:rsidRPr="009927D2">
        <w:rPr>
          <w:i/>
          <w:sz w:val="28"/>
          <w:szCs w:val="28"/>
          <w:vertAlign w:val="subscript"/>
          <w:lang w:val="en-US"/>
        </w:rPr>
        <w:t>n</w:t>
      </w:r>
      <w:r w:rsidRPr="004E1B0B">
        <w:rPr>
          <w:sz w:val="28"/>
          <w:szCs w:val="28"/>
        </w:rPr>
        <w:t xml:space="preserve"> .</w:t>
      </w:r>
    </w:p>
    <w:p w:rsidR="00F7541B" w:rsidRPr="002B77EE" w:rsidRDefault="00F7541B" w:rsidP="004E1B0B">
      <w:pPr>
        <w:pStyle w:val="NormalWeb"/>
        <w:spacing w:before="0" w:beforeAutospacing="0" w:after="0" w:afterAutospacing="0" w:line="360" w:lineRule="auto"/>
        <w:jc w:val="center"/>
        <w:rPr>
          <w:b/>
          <w:i/>
          <w:sz w:val="28"/>
          <w:szCs w:val="28"/>
          <w:lang w:val="ru-RU"/>
        </w:rPr>
      </w:pPr>
      <w:r w:rsidRPr="0062288A">
        <w:rPr>
          <w:b/>
          <w:i/>
          <w:sz w:val="28"/>
          <w:szCs w:val="28"/>
        </w:rPr>
        <w:t>Р</w:t>
      </w:r>
      <w:r w:rsidRPr="0062288A">
        <w:rPr>
          <w:b/>
          <w:i/>
          <w:sz w:val="28"/>
          <w:szCs w:val="28"/>
          <w:vertAlign w:val="subscript"/>
          <w:lang w:val="en-US"/>
        </w:rPr>
        <w:t>n</w:t>
      </w:r>
      <w:r w:rsidRPr="0062288A">
        <w:rPr>
          <w:b/>
          <w:i/>
          <w:sz w:val="28"/>
          <w:szCs w:val="28"/>
        </w:rPr>
        <w:t xml:space="preserve">=n!   </w:t>
      </w:r>
    </w:p>
    <w:p w:rsidR="00F7541B" w:rsidRPr="002B77EE" w:rsidRDefault="00F7541B" w:rsidP="004E1B0B">
      <w:pPr>
        <w:pStyle w:val="NormalWeb"/>
        <w:spacing w:before="0" w:beforeAutospacing="0" w:after="0" w:afterAutospacing="0" w:line="360" w:lineRule="auto"/>
        <w:jc w:val="center"/>
        <w:rPr>
          <w:b/>
          <w:i/>
          <w:sz w:val="28"/>
          <w:szCs w:val="28"/>
          <w:lang w:val="ru-RU"/>
        </w:rPr>
      </w:pPr>
      <w:r w:rsidRPr="0062288A">
        <w:rPr>
          <w:b/>
          <w:i/>
          <w:sz w:val="28"/>
          <w:szCs w:val="28"/>
        </w:rPr>
        <w:t xml:space="preserve">де </w:t>
      </w:r>
      <w:r w:rsidRPr="0062288A">
        <w:rPr>
          <w:b/>
          <w:i/>
          <w:sz w:val="28"/>
          <w:szCs w:val="28"/>
          <w:lang w:val="en-US"/>
        </w:rPr>
        <w:t>n</w:t>
      </w:r>
      <w:r w:rsidRPr="0062288A">
        <w:rPr>
          <w:b/>
          <w:i/>
          <w:sz w:val="28"/>
          <w:szCs w:val="28"/>
        </w:rPr>
        <w:t>! = 1</w:t>
      </w:r>
      <w:r w:rsidRPr="00DD282B">
        <w:rPr>
          <w:b/>
          <w:sz w:val="28"/>
          <w:szCs w:val="28"/>
        </w:rPr>
        <w:fldChar w:fldCharType="begin"/>
      </w:r>
      <w:r w:rsidRPr="00DD282B">
        <w:rPr>
          <w:b/>
          <w:sz w:val="28"/>
          <w:szCs w:val="28"/>
        </w:rPr>
        <w:instrText xml:space="preserve"> QUOTE </w:instrText>
      </w:r>
      <w:r w:rsidRPr="00DD282B">
        <w:pict>
          <v:shape id="_x0000_i1029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0157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E0157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b/>
          <w:sz w:val="28"/>
          <w:szCs w:val="28"/>
        </w:rPr>
        <w:instrText xml:space="preserve"> </w:instrText>
      </w:r>
      <w:r w:rsidRPr="00DD282B">
        <w:rPr>
          <w:b/>
          <w:sz w:val="28"/>
          <w:szCs w:val="28"/>
        </w:rPr>
        <w:fldChar w:fldCharType="separate"/>
      </w:r>
      <w:r w:rsidRPr="00DD282B">
        <w:pict>
          <v:shape id="_x0000_i1030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0157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E0157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b/>
          <w:sz w:val="28"/>
          <w:szCs w:val="28"/>
        </w:rPr>
        <w:fldChar w:fldCharType="end"/>
      </w:r>
      <w:r w:rsidRPr="0062288A">
        <w:rPr>
          <w:b/>
          <w:i/>
          <w:sz w:val="28"/>
          <w:szCs w:val="28"/>
        </w:rPr>
        <w:t>2</w:t>
      </w:r>
      <w:r w:rsidRPr="00DD282B">
        <w:rPr>
          <w:b/>
          <w:sz w:val="28"/>
          <w:szCs w:val="28"/>
        </w:rPr>
        <w:fldChar w:fldCharType="begin"/>
      </w:r>
      <w:r w:rsidRPr="00DD282B">
        <w:rPr>
          <w:b/>
          <w:sz w:val="28"/>
          <w:szCs w:val="28"/>
        </w:rPr>
        <w:instrText xml:space="preserve"> QUOTE </w:instrText>
      </w:r>
      <w:r w:rsidRPr="00DD282B">
        <w:pict>
          <v:shape id="_x0000_i1031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E74AE&quot;/&gt;&lt;wsp:rsid wsp:val=&quot;00FF7A4F&quot;/&gt;&lt;/wsp:rsids&gt;&lt;/w:docPr&gt;&lt;w:body&gt;&lt;w:p wsp:rsidR=&quot;00000000&quot; wsp:rsidRDefault=&quot;00FE74A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b/>
          <w:sz w:val="28"/>
          <w:szCs w:val="28"/>
        </w:rPr>
        <w:instrText xml:space="preserve"> </w:instrText>
      </w:r>
      <w:r w:rsidRPr="00DD282B">
        <w:rPr>
          <w:b/>
          <w:sz w:val="28"/>
          <w:szCs w:val="28"/>
        </w:rPr>
        <w:fldChar w:fldCharType="separate"/>
      </w:r>
      <w:r w:rsidRPr="00DD282B">
        <w:pict>
          <v:shape id="_x0000_i1032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E74AE&quot;/&gt;&lt;wsp:rsid wsp:val=&quot;00FF7A4F&quot;/&gt;&lt;/wsp:rsids&gt;&lt;/w:docPr&gt;&lt;w:body&gt;&lt;w:p wsp:rsidR=&quot;00000000&quot; wsp:rsidRDefault=&quot;00FE74A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b/>
          <w:sz w:val="28"/>
          <w:szCs w:val="28"/>
        </w:rPr>
        <w:fldChar w:fldCharType="end"/>
      </w:r>
      <w:r w:rsidRPr="0062288A">
        <w:rPr>
          <w:b/>
          <w:i/>
          <w:sz w:val="28"/>
          <w:szCs w:val="28"/>
        </w:rPr>
        <w:t xml:space="preserve"> ... </w:t>
      </w:r>
      <w:r w:rsidRPr="002B77EE">
        <w:rPr>
          <w:b/>
          <w:sz w:val="28"/>
          <w:szCs w:val="28"/>
          <w:lang w:val="ru-RU"/>
        </w:rPr>
        <w:fldChar w:fldCharType="begin"/>
      </w:r>
      <w:r w:rsidRPr="002B77EE">
        <w:rPr>
          <w:b/>
          <w:sz w:val="28"/>
          <w:szCs w:val="28"/>
          <w:lang w:val="ru-RU"/>
        </w:rPr>
        <w:instrText xml:space="preserve"> </w:instrText>
      </w:r>
      <w:r w:rsidRPr="00DD282B">
        <w:rPr>
          <w:b/>
          <w:sz w:val="28"/>
          <w:szCs w:val="28"/>
          <w:lang w:val="en-US"/>
        </w:rPr>
        <w:instrText>QUOTE</w:instrText>
      </w:r>
      <w:r w:rsidRPr="002B77EE">
        <w:rPr>
          <w:b/>
          <w:sz w:val="28"/>
          <w:szCs w:val="28"/>
          <w:lang w:val="ru-RU"/>
        </w:rPr>
        <w:instrText xml:space="preserve"> </w:instrText>
      </w:r>
      <w:r w:rsidRPr="00DD282B">
        <w:pict>
          <v:shape id="_x0000_i1033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1122E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81122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2B77EE">
        <w:rPr>
          <w:b/>
          <w:sz w:val="28"/>
          <w:szCs w:val="28"/>
          <w:lang w:val="ru-RU"/>
        </w:rPr>
        <w:instrText xml:space="preserve"> </w:instrText>
      </w:r>
      <w:r w:rsidRPr="002B77EE">
        <w:rPr>
          <w:b/>
          <w:sz w:val="28"/>
          <w:szCs w:val="28"/>
          <w:lang w:val="ru-RU"/>
        </w:rPr>
        <w:fldChar w:fldCharType="separate"/>
      </w:r>
      <w:r w:rsidRPr="00DD282B">
        <w:pict>
          <v:shape id="_x0000_i1034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1122E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81122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2B77EE">
        <w:rPr>
          <w:b/>
          <w:sz w:val="28"/>
          <w:szCs w:val="28"/>
          <w:lang w:val="ru-RU"/>
        </w:rPr>
        <w:fldChar w:fldCharType="end"/>
      </w:r>
      <w:r w:rsidRPr="0062288A">
        <w:rPr>
          <w:b/>
          <w:i/>
          <w:sz w:val="28"/>
          <w:szCs w:val="28"/>
          <w:lang w:val="en-US"/>
        </w:rPr>
        <w:t>n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9927D2">
        <w:rPr>
          <w:bCs/>
          <w:sz w:val="28"/>
          <w:szCs w:val="28"/>
        </w:rPr>
        <w:t xml:space="preserve">Приклад </w:t>
      </w:r>
      <w:r w:rsidRPr="002B77EE">
        <w:rPr>
          <w:bCs/>
          <w:sz w:val="28"/>
          <w:szCs w:val="28"/>
          <w:lang w:val="ru-RU"/>
        </w:rPr>
        <w:t>2</w:t>
      </w:r>
      <w:r w:rsidRPr="009927D2">
        <w:rPr>
          <w:bCs/>
          <w:sz w:val="28"/>
          <w:szCs w:val="28"/>
        </w:rPr>
        <w:t>.</w:t>
      </w:r>
      <w:r w:rsidRPr="004E1B0B">
        <w:rPr>
          <w:sz w:val="28"/>
          <w:szCs w:val="28"/>
        </w:rPr>
        <w:t>Скількома способами можна розмістити в один ряд червону, синю, чорну та зелену фішки?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Р</w:t>
      </w:r>
      <w:r w:rsidRPr="002B77EE">
        <w:rPr>
          <w:sz w:val="28"/>
          <w:szCs w:val="28"/>
          <w:vertAlign w:val="subscript"/>
          <w:lang w:val="ru-RU"/>
        </w:rPr>
        <w:t>4</w:t>
      </w:r>
      <w:r w:rsidRPr="004E1B0B">
        <w:rPr>
          <w:sz w:val="28"/>
          <w:szCs w:val="28"/>
        </w:rPr>
        <w:t xml:space="preserve"> = 4! = 1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35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50912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350912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36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50912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350912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2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37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2F41D9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F41D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38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2F41D9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F41D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3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39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5F704A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5F704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40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5F704A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5F704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4 = 24.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9927D2">
        <w:rPr>
          <w:bCs/>
          <w:sz w:val="28"/>
          <w:szCs w:val="28"/>
        </w:rPr>
        <w:t xml:space="preserve">Приклад </w:t>
      </w:r>
      <w:r w:rsidRPr="002B77EE">
        <w:rPr>
          <w:bCs/>
          <w:sz w:val="28"/>
          <w:szCs w:val="28"/>
          <w:lang w:val="ru-RU"/>
        </w:rPr>
        <w:t>3</w:t>
      </w:r>
      <w:r w:rsidRPr="009927D2">
        <w:rPr>
          <w:bCs/>
          <w:sz w:val="28"/>
          <w:szCs w:val="28"/>
        </w:rPr>
        <w:t>.</w:t>
      </w:r>
      <w:r w:rsidRPr="004E1B0B">
        <w:rPr>
          <w:sz w:val="28"/>
          <w:szCs w:val="28"/>
        </w:rPr>
        <w:t>Скількома способами можна розмістити 10 чоловік</w:t>
      </w:r>
      <w:r>
        <w:rPr>
          <w:sz w:val="28"/>
          <w:szCs w:val="28"/>
          <w:lang w:val="ru-RU"/>
        </w:rPr>
        <w:t xml:space="preserve"> </w:t>
      </w:r>
      <w:r w:rsidRPr="004E1B0B">
        <w:rPr>
          <w:sz w:val="28"/>
          <w:szCs w:val="28"/>
        </w:rPr>
        <w:t>за столом</w:t>
      </w:r>
      <w:r>
        <w:rPr>
          <w:sz w:val="28"/>
          <w:szCs w:val="28"/>
        </w:rPr>
        <w:t>, біля якого поставлено 10 стільців</w:t>
      </w:r>
      <w:r w:rsidRPr="004E1B0B">
        <w:rPr>
          <w:sz w:val="28"/>
          <w:szCs w:val="28"/>
        </w:rPr>
        <w:t>?</w:t>
      </w:r>
    </w:p>
    <w:p w:rsidR="00F7541B" w:rsidRPr="002B77EE" w:rsidRDefault="00F7541B" w:rsidP="009927D2">
      <w:pPr>
        <w:pStyle w:val="NormalWeb"/>
        <w:spacing w:before="0" w:beforeAutospacing="0" w:after="0" w:afterAutospacing="0" w:line="360" w:lineRule="auto"/>
        <w:rPr>
          <w:sz w:val="28"/>
          <w:szCs w:val="28"/>
          <w:lang w:val="ru-RU"/>
        </w:rPr>
      </w:pPr>
      <w:r w:rsidRPr="004E1B0B">
        <w:rPr>
          <w:sz w:val="28"/>
          <w:szCs w:val="28"/>
        </w:rPr>
        <w:t>Р</w:t>
      </w:r>
      <w:r w:rsidRPr="002B77EE">
        <w:rPr>
          <w:sz w:val="28"/>
          <w:szCs w:val="28"/>
          <w:vertAlign w:val="subscript"/>
          <w:lang w:val="ru-RU"/>
        </w:rPr>
        <w:t>10</w:t>
      </w:r>
      <w:r w:rsidRPr="004E1B0B">
        <w:rPr>
          <w:sz w:val="28"/>
          <w:szCs w:val="28"/>
        </w:rPr>
        <w:t>=10! = 1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41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75813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D7581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42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75813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D7581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2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43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162652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162652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44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162652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162652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3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45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5720C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55720C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46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5720C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55720C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4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47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BD5EF3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BD5EF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48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BD5EF3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BD5EF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5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49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75A18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75A18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50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75A18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75A18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6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51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63A0F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663A0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52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63A0F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663A0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7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53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D1D9B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6D1D9B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54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D1D9B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6D1D9B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8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55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1070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991070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56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1070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991070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9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57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83F03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383F0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58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83F03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383F0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10 = 3628800.</w:t>
      </w:r>
    </w:p>
    <w:p w:rsidR="00F7541B" w:rsidRDefault="00F7541B" w:rsidP="009927D2">
      <w:pPr>
        <w:pStyle w:val="NormalWeb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F7541B" w:rsidRPr="004E1B0B" w:rsidRDefault="00F7541B" w:rsidP="009927D2">
      <w:pPr>
        <w:pStyle w:val="NormalWeb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E1B0B">
        <w:rPr>
          <w:b/>
          <w:bCs/>
          <w:sz w:val="28"/>
          <w:szCs w:val="28"/>
        </w:rPr>
        <w:t>Розміщення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Нехай деяка множина складається з </w:t>
      </w:r>
      <w:r w:rsidRPr="009927D2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>різних елементів.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b/>
          <w:bCs/>
          <w:sz w:val="28"/>
          <w:szCs w:val="28"/>
        </w:rPr>
        <w:t xml:space="preserve">Означення. </w:t>
      </w:r>
      <w:r w:rsidRPr="004E1B0B">
        <w:rPr>
          <w:sz w:val="28"/>
          <w:szCs w:val="28"/>
        </w:rPr>
        <w:t xml:space="preserve">Розміщеннями з </w:t>
      </w:r>
      <w:r w:rsidRPr="009927D2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елементів по </w:t>
      </w:r>
      <w:r w:rsidRPr="009927D2">
        <w:rPr>
          <w:i/>
          <w:sz w:val="28"/>
          <w:szCs w:val="28"/>
        </w:rPr>
        <w:t xml:space="preserve">k </w:t>
      </w:r>
      <w:r w:rsidRPr="004E1B0B">
        <w:rPr>
          <w:sz w:val="28"/>
          <w:szCs w:val="28"/>
        </w:rPr>
        <w:t xml:space="preserve">називаються підмножини, що мають </w:t>
      </w:r>
      <w:r w:rsidRPr="009927D2">
        <w:rPr>
          <w:i/>
          <w:sz w:val="28"/>
          <w:szCs w:val="28"/>
        </w:rPr>
        <w:t>k</w:t>
      </w:r>
      <w:r w:rsidRPr="004E1B0B">
        <w:rPr>
          <w:sz w:val="28"/>
          <w:szCs w:val="28"/>
        </w:rPr>
        <w:t xml:space="preserve"> елементів, вибраних з даних </w:t>
      </w:r>
      <w:r w:rsidRPr="009927D2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 і розміщених у певному порядку (</w:t>
      </w:r>
      <w:r w:rsidRPr="009927D2">
        <w:rPr>
          <w:i/>
          <w:sz w:val="28"/>
          <w:szCs w:val="28"/>
        </w:rPr>
        <w:t>k&lt;</w:t>
      </w:r>
      <w:r w:rsidRPr="009927D2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>).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Розміщення можуть відрізнятися одне від одного або самими елементами, або порядком їх розміщення.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Наприклад, нехай маємо три елементи: 1, 2, 3. Тоді розміщення з трьох елементів по два мають вигляд: (1, 2), (1, 3), (2, 1), (3, 1), (2, 3), (З, 2). Розміщення (1, 2) і (2, 1) відрізняються лише порядком. Вони утворюють два різних числа 12 та 21. Розміщення (1, 2) і (1, 3) відрізняються самими елементами. Вони утворюють два різних числа 12 і 13.</w:t>
      </w:r>
    </w:p>
    <w:p w:rsidR="00F7541B" w:rsidRPr="004E1B0B" w:rsidRDefault="00F7541B" w:rsidP="00F617E0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Кількість розміщень з даних</w:t>
      </w:r>
      <w:r w:rsidRPr="00840D0C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 по </w:t>
      </w:r>
      <w:r w:rsidRPr="00840D0C">
        <w:rPr>
          <w:i/>
          <w:sz w:val="28"/>
          <w:szCs w:val="28"/>
        </w:rPr>
        <w:t>k</w:t>
      </w:r>
      <w:r w:rsidRPr="004E1B0B">
        <w:rPr>
          <w:sz w:val="28"/>
          <w:szCs w:val="28"/>
        </w:rPr>
        <w:t xml:space="preserve"> позначають через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59" type="#_x0000_t75" style="width:18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C5D7B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4C5D7B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60" type="#_x0000_t75" style="width:18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C5D7B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4C5D7B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 xml:space="preserve">, </w:t>
      </w:r>
      <w:r w:rsidRPr="00840D0C">
        <w:rPr>
          <w:i/>
          <w:sz w:val="28"/>
          <w:szCs w:val="28"/>
        </w:rPr>
        <w:t>k &lt;</w:t>
      </w:r>
      <w:r w:rsidRPr="00840D0C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>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Доведемо, що</w:t>
      </w:r>
      <w:r>
        <w:rPr>
          <w:sz w:val="28"/>
          <w:szCs w:val="28"/>
        </w:rPr>
        <w:t>:</w:t>
      </w:r>
    </w:p>
    <w:p w:rsidR="00F7541B" w:rsidRPr="002B77EE" w:rsidRDefault="00F7541B" w:rsidP="004E1B0B">
      <w:pPr>
        <w:pStyle w:val="NormalWeb"/>
        <w:spacing w:before="0" w:beforeAutospacing="0" w:after="0" w:afterAutospacing="0" w:line="360" w:lineRule="auto"/>
        <w:jc w:val="center"/>
        <w:rPr>
          <w:b/>
          <w:sz w:val="28"/>
          <w:szCs w:val="28"/>
          <w:lang w:val="ru-RU"/>
        </w:rPr>
      </w:pPr>
      <w:r w:rsidRPr="00DD282B">
        <w:rPr>
          <w:b/>
          <w:sz w:val="28"/>
          <w:szCs w:val="28"/>
        </w:rPr>
        <w:fldChar w:fldCharType="begin"/>
      </w:r>
      <w:r w:rsidRPr="00DD282B">
        <w:rPr>
          <w:b/>
          <w:sz w:val="28"/>
          <w:szCs w:val="28"/>
        </w:rPr>
        <w:instrText xml:space="preserve"> QUOTE </w:instrText>
      </w:r>
      <w:r w:rsidRPr="00DD282B">
        <w:pict>
          <v:shape id="_x0000_i1061" type="#_x0000_t75" style="width:18.7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00D1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00D11&quot;&gt;&lt;m:oMathPara&gt;&lt;m:oMath&gt;&lt;m:sSubSup&gt;&lt;m:sSubSupPr&gt;&lt;m:ctrlPr&gt;&lt;w:rPr&gt;&lt;w:rFonts w:ascii=&quot;Cambria Math&quot; w:h-ansi=&quot;Cambria Math&quot;/&gt;&lt;wx:font wx:val=&quot;Cambria Math&quot;/&gt;&lt;w:b/&gt;&lt;w:b-cs/&gt;&lt;w:i/&gt;&lt;w:sz w:val=&quot;28&quot;/&gt;&lt;w:sz-cs w:val=&quot;28&quot;/&gt;&lt;w:lang w:val=&quot;EN-US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A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D282B">
        <w:rPr>
          <w:b/>
          <w:sz w:val="28"/>
          <w:szCs w:val="28"/>
        </w:rPr>
        <w:instrText xml:space="preserve"> </w:instrText>
      </w:r>
      <w:r w:rsidRPr="00DD282B">
        <w:rPr>
          <w:b/>
          <w:sz w:val="28"/>
          <w:szCs w:val="28"/>
        </w:rPr>
        <w:fldChar w:fldCharType="separate"/>
      </w:r>
      <w:r w:rsidRPr="00DD282B">
        <w:pict>
          <v:shape id="_x0000_i1062" type="#_x0000_t75" style="width:18.7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00D1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00D11&quot;&gt;&lt;m:oMathPara&gt;&lt;m:oMath&gt;&lt;m:sSubSup&gt;&lt;m:sSubSupPr&gt;&lt;m:ctrlPr&gt;&lt;w:rPr&gt;&lt;w:rFonts w:ascii=&quot;Cambria Math&quot; w:h-ansi=&quot;Cambria Math&quot;/&gt;&lt;wx:font wx:val=&quot;Cambria Math&quot;/&gt;&lt;w:b/&gt;&lt;w:b-cs/&gt;&lt;w:i/&gt;&lt;w:sz w:val=&quot;28&quot;/&gt;&lt;w:sz-cs w:val=&quot;28&quot;/&gt;&lt;w:lang w:val=&quot;EN-US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A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D282B">
        <w:rPr>
          <w:b/>
          <w:sz w:val="28"/>
          <w:szCs w:val="28"/>
        </w:rPr>
        <w:fldChar w:fldCharType="end"/>
      </w:r>
      <w:r w:rsidRPr="00840D0C">
        <w:rPr>
          <w:b/>
          <w:i/>
          <w:sz w:val="28"/>
          <w:szCs w:val="28"/>
        </w:rPr>
        <w:t>= n(</w:t>
      </w:r>
      <w:r>
        <w:rPr>
          <w:b/>
          <w:i/>
          <w:sz w:val="28"/>
          <w:szCs w:val="28"/>
        </w:rPr>
        <w:t>n-1)(n-2)...(n-(k-1))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Якщо множина містить </w:t>
      </w:r>
      <w:r w:rsidRPr="00F617E0">
        <w:rPr>
          <w:i/>
          <w:sz w:val="28"/>
          <w:szCs w:val="28"/>
        </w:rPr>
        <w:t xml:space="preserve">п </w:t>
      </w:r>
      <w:r w:rsidRPr="004E1B0B">
        <w:rPr>
          <w:sz w:val="28"/>
          <w:szCs w:val="28"/>
        </w:rPr>
        <w:t xml:space="preserve">елементів, то при утворенні розміщень по одному елементу таких розміщень буде </w:t>
      </w:r>
      <w:r w:rsidRPr="00F617E0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(стільки, скільки елементів у множині). Отже, 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63" type="#_x0000_t75" style="width:18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2D3AF2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D3AF2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64" type="#_x0000_t75" style="width:18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2D3AF2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D3AF2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F617E0">
        <w:rPr>
          <w:i/>
          <w:sz w:val="28"/>
          <w:szCs w:val="28"/>
        </w:rPr>
        <w:t xml:space="preserve"> = </w:t>
      </w:r>
      <w:r w:rsidRPr="00F617E0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>.</w:t>
      </w:r>
    </w:p>
    <w:p w:rsidR="00F7541B" w:rsidRPr="004E1B0B" w:rsidRDefault="00F7541B" w:rsidP="00F617E0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Утворимо тепер розміщення з </w:t>
      </w:r>
      <w:r w:rsidRPr="00F617E0">
        <w:rPr>
          <w:i/>
          <w:sz w:val="28"/>
          <w:szCs w:val="28"/>
        </w:rPr>
        <w:t>п</w:t>
      </w:r>
      <w:r w:rsidRPr="004E1B0B">
        <w:rPr>
          <w:sz w:val="28"/>
          <w:szCs w:val="28"/>
        </w:rPr>
        <w:t xml:space="preserve"> елементів по два. Для цього візьмемо </w:t>
      </w:r>
      <w:r w:rsidRPr="00F617E0">
        <w:rPr>
          <w:i/>
          <w:sz w:val="28"/>
          <w:szCs w:val="28"/>
        </w:rPr>
        <w:t>п</w:t>
      </w:r>
      <w:r w:rsidRPr="004E1B0B">
        <w:rPr>
          <w:sz w:val="28"/>
          <w:szCs w:val="28"/>
        </w:rPr>
        <w:t xml:space="preserve"> розміщень по одному елементу і до кожного розміщення допишемо кожний з решти </w:t>
      </w:r>
      <w:r w:rsidRPr="00F617E0">
        <w:rPr>
          <w:i/>
          <w:sz w:val="28"/>
          <w:szCs w:val="28"/>
        </w:rPr>
        <w:t>п -</w:t>
      </w:r>
      <w:r w:rsidRPr="004E1B0B">
        <w:rPr>
          <w:sz w:val="28"/>
          <w:szCs w:val="28"/>
        </w:rPr>
        <w:t xml:space="preserve">1 елементів даної множини. Таким чином, </w:t>
      </w:r>
      <w:r w:rsidRPr="00DD282B">
        <w:rPr>
          <w:b/>
          <w:sz w:val="28"/>
          <w:szCs w:val="28"/>
        </w:rPr>
        <w:fldChar w:fldCharType="begin"/>
      </w:r>
      <w:r w:rsidRPr="00DD282B">
        <w:rPr>
          <w:b/>
          <w:sz w:val="28"/>
          <w:szCs w:val="28"/>
        </w:rPr>
        <w:instrText xml:space="preserve"> QUOTE </w:instrText>
      </w:r>
      <w:r w:rsidRPr="00DD282B">
        <w:pict>
          <v:shape id="_x0000_i1065" type="#_x0000_t75" style="width:18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2F3976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F3976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D282B">
        <w:rPr>
          <w:b/>
          <w:sz w:val="28"/>
          <w:szCs w:val="28"/>
        </w:rPr>
        <w:instrText xml:space="preserve"> </w:instrText>
      </w:r>
      <w:r w:rsidRPr="00DD282B">
        <w:rPr>
          <w:b/>
          <w:sz w:val="28"/>
          <w:szCs w:val="28"/>
        </w:rPr>
        <w:fldChar w:fldCharType="separate"/>
      </w:r>
      <w:r w:rsidRPr="00DD282B">
        <w:pict>
          <v:shape id="_x0000_i1066" type="#_x0000_t75" style="width:18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2F3976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2F3976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D282B">
        <w:rPr>
          <w:b/>
          <w:sz w:val="28"/>
          <w:szCs w:val="28"/>
        </w:rPr>
        <w:fldChar w:fldCharType="end"/>
      </w:r>
      <w:r w:rsidRPr="004E1B0B">
        <w:rPr>
          <w:b/>
          <w:sz w:val="28"/>
          <w:szCs w:val="28"/>
        </w:rPr>
        <w:t xml:space="preserve">= </w:t>
      </w:r>
      <w:r>
        <w:rPr>
          <w:i/>
          <w:sz w:val="28"/>
          <w:szCs w:val="28"/>
        </w:rPr>
        <w:t>n(n-</w:t>
      </w:r>
      <w:r w:rsidRPr="002B77EE">
        <w:rPr>
          <w:sz w:val="28"/>
          <w:szCs w:val="28"/>
          <w:lang w:val="ru-RU"/>
        </w:rPr>
        <w:t>1</w:t>
      </w:r>
      <w:r w:rsidRPr="004E1B0B">
        <w:rPr>
          <w:sz w:val="28"/>
          <w:szCs w:val="28"/>
        </w:rPr>
        <w:t>).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F617E0">
        <w:rPr>
          <w:bCs/>
          <w:sz w:val="28"/>
          <w:szCs w:val="28"/>
        </w:rPr>
        <w:t xml:space="preserve">Приклад </w:t>
      </w:r>
      <w:r w:rsidRPr="002B77EE">
        <w:rPr>
          <w:sz w:val="28"/>
          <w:szCs w:val="28"/>
          <w:lang w:val="ru-RU"/>
        </w:rPr>
        <w:t>4</w:t>
      </w:r>
      <w:r w:rsidRPr="004E1B0B">
        <w:rPr>
          <w:sz w:val="28"/>
          <w:szCs w:val="28"/>
        </w:rPr>
        <w:t>. Скількома способами можна вибрати з 10 кандидатів три особи на три різні посади?</w:t>
      </w:r>
    </w:p>
    <w:p w:rsidR="00F7541B" w:rsidRPr="004E1B0B" w:rsidRDefault="00F7541B" w:rsidP="00F617E0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 xml:space="preserve">Для розв'язування задачі треба знайти число розміщень з 10 елементів по три. Отже, за формулою </w:t>
      </w:r>
      <w:r>
        <w:rPr>
          <w:sz w:val="28"/>
          <w:szCs w:val="28"/>
        </w:rPr>
        <w:t>розміщень</w:t>
      </w:r>
      <w:r w:rsidRPr="004E1B0B">
        <w:rPr>
          <w:sz w:val="28"/>
          <w:szCs w:val="28"/>
        </w:rPr>
        <w:t xml:space="preserve"> маємо: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67" type="#_x0000_t75" style="width:21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02C20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902C20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68" type="#_x0000_t75" style="width:21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02C20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902C20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=10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69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6569B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656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70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6569B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656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9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71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0F45A7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0F45A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72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0F45A7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0F45A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8 = 720.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F617E0">
        <w:rPr>
          <w:bCs/>
          <w:sz w:val="28"/>
          <w:szCs w:val="28"/>
        </w:rPr>
        <w:t xml:space="preserve">Приклад </w:t>
      </w:r>
      <w:r w:rsidRPr="002B77EE">
        <w:rPr>
          <w:bCs/>
          <w:sz w:val="28"/>
          <w:szCs w:val="28"/>
          <w:lang w:val="ru-RU"/>
        </w:rPr>
        <w:t>5</w:t>
      </w:r>
      <w:r w:rsidRPr="00F617E0">
        <w:rPr>
          <w:bCs/>
          <w:sz w:val="28"/>
          <w:szCs w:val="28"/>
        </w:rPr>
        <w:t>.</w:t>
      </w:r>
      <w:r w:rsidRPr="004E1B0B">
        <w:rPr>
          <w:sz w:val="28"/>
          <w:szCs w:val="28"/>
        </w:rPr>
        <w:t>Скільки трицифрових чисел з різними цифрами можна утворити з цифр 0, 1, 2, 3, 4?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Розв’язання. </w:t>
      </w:r>
      <w:r w:rsidRPr="004E1B0B">
        <w:rPr>
          <w:sz w:val="28"/>
          <w:szCs w:val="28"/>
        </w:rPr>
        <w:t>Загальна кількість трицифрових чисел з різними цифрами є кількістю</w:t>
      </w:r>
      <w:r w:rsidRPr="002B77EE">
        <w:rPr>
          <w:sz w:val="28"/>
          <w:szCs w:val="28"/>
        </w:rPr>
        <w:t xml:space="preserve"> </w:t>
      </w:r>
      <w:r w:rsidRPr="004E1B0B">
        <w:rPr>
          <w:sz w:val="28"/>
          <w:szCs w:val="28"/>
        </w:rPr>
        <w:t xml:space="preserve">розміщень з 5 елементів по 3, тобто 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73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5E024C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5E024C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74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5E024C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5E024C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= 5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75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252C8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252C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76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252C8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252C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 xml:space="preserve"> 4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77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6BC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C36B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78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6BC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C36B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 xml:space="preserve"> 3 = 60. Проте із загальної кількості чисел треба відкинути числа, що починаються з нуля. Таких чисел стільки, скільки можна утворити розміщень з чотирьох цифр по два без нуля, тобто 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79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021DE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C021DE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80" type="#_x0000_t75" style="width:15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021DE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C021DE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=4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81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32E8B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C32E8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82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32E8B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C32E8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282B">
        <w:rPr>
          <w:sz w:val="28"/>
          <w:szCs w:val="28"/>
        </w:rPr>
        <w:fldChar w:fldCharType="end"/>
      </w:r>
      <w:r w:rsidRPr="004E1B0B">
        <w:rPr>
          <w:sz w:val="28"/>
          <w:szCs w:val="28"/>
        </w:rPr>
        <w:t>3 = 12. Отже, шукана кількість трицифрових чисел дорівнює</w:t>
      </w:r>
      <w:r>
        <w:rPr>
          <w:sz w:val="28"/>
          <w:szCs w:val="28"/>
        </w:rPr>
        <w:t>:</w:t>
      </w:r>
      <w:r w:rsidRPr="004E1B0B">
        <w:rPr>
          <w:sz w:val="28"/>
          <w:szCs w:val="28"/>
        </w:rPr>
        <w:t xml:space="preserve"> 60 - 12 = 48.</w:t>
      </w:r>
    </w:p>
    <w:p w:rsidR="00F7541B" w:rsidRPr="004E1B0B" w:rsidRDefault="00F7541B" w:rsidP="00F617E0">
      <w:pPr>
        <w:pStyle w:val="NormalWeb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E1B0B">
        <w:rPr>
          <w:b/>
          <w:bCs/>
          <w:sz w:val="28"/>
          <w:szCs w:val="28"/>
        </w:rPr>
        <w:t>Комбінації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b/>
          <w:bCs/>
          <w:sz w:val="28"/>
          <w:szCs w:val="28"/>
        </w:rPr>
        <w:t xml:space="preserve">Означення. </w:t>
      </w:r>
      <w:r w:rsidRPr="004E1B0B">
        <w:rPr>
          <w:sz w:val="28"/>
          <w:szCs w:val="28"/>
        </w:rPr>
        <w:t xml:space="preserve">Будь-яка підмножина з </w:t>
      </w:r>
      <w:r w:rsidRPr="00AC392C">
        <w:rPr>
          <w:i/>
          <w:sz w:val="28"/>
          <w:szCs w:val="28"/>
        </w:rPr>
        <w:t>k</w:t>
      </w:r>
      <w:r w:rsidRPr="004E1B0B">
        <w:rPr>
          <w:sz w:val="28"/>
          <w:szCs w:val="28"/>
        </w:rPr>
        <w:t xml:space="preserve"> елементів даної множини, яка міст</w:t>
      </w:r>
      <w:r>
        <w:rPr>
          <w:sz w:val="28"/>
          <w:szCs w:val="28"/>
        </w:rPr>
        <w:t>ить</w:t>
      </w:r>
      <w:r w:rsidRPr="00AC392C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елементів, називається комбінацією з </w:t>
      </w:r>
      <w:r w:rsidRPr="00AC392C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 елементів по </w:t>
      </w:r>
      <w:r w:rsidRPr="00AC392C">
        <w:rPr>
          <w:i/>
          <w:sz w:val="28"/>
          <w:szCs w:val="28"/>
        </w:rPr>
        <w:t>k.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З одного елемента можна утворити тільки одну комбінацію. З двох елементів а і b можна утворити дві комбінації по одному елементу і тільки одну комбінацію з двох елементів.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З трьох елементів a, b, c можна утворити такі комбінації: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4E1B0B">
        <w:rPr>
          <w:sz w:val="28"/>
          <w:szCs w:val="28"/>
        </w:rPr>
        <w:t>{a}, {b}, {c}, {a,b}, {a,c}, {b,c}, {a,b,c}.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bookmarkStart w:id="0" w:name="_GoBack"/>
      <w:bookmarkEnd w:id="0"/>
      <w:r w:rsidRPr="004E1B0B">
        <w:rPr>
          <w:sz w:val="28"/>
          <w:szCs w:val="28"/>
        </w:rPr>
        <w:t xml:space="preserve">Комбінації з </w:t>
      </w:r>
      <w:r w:rsidRPr="00AC392C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>елементів даної множини по</w:t>
      </w:r>
      <w:r w:rsidRPr="00AC392C">
        <w:rPr>
          <w:i/>
          <w:sz w:val="28"/>
          <w:szCs w:val="28"/>
        </w:rPr>
        <w:t xml:space="preserve"> k</w:t>
      </w:r>
      <w:r w:rsidRPr="004E1B0B">
        <w:rPr>
          <w:sz w:val="28"/>
          <w:szCs w:val="28"/>
        </w:rPr>
        <w:t xml:space="preserve"> можна також розглядати як розміщення з </w:t>
      </w:r>
      <w:r w:rsidRPr="00AC392C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 xml:space="preserve">елементів по </w:t>
      </w:r>
      <w:r w:rsidRPr="00AC392C">
        <w:rPr>
          <w:i/>
          <w:sz w:val="28"/>
          <w:szCs w:val="28"/>
        </w:rPr>
        <w:t>k</w:t>
      </w:r>
      <w:r w:rsidRPr="004E1B0B">
        <w:rPr>
          <w:sz w:val="28"/>
          <w:szCs w:val="28"/>
        </w:rPr>
        <w:t xml:space="preserve">, які відрізняються принаймні одним елементом. Виникає запитання, як визначити кількість комбінацій з </w:t>
      </w:r>
      <w:r w:rsidRPr="00AC392C">
        <w:rPr>
          <w:i/>
          <w:sz w:val="28"/>
          <w:szCs w:val="28"/>
        </w:rPr>
        <w:t xml:space="preserve">n </w:t>
      </w:r>
      <w:r w:rsidRPr="004E1B0B">
        <w:rPr>
          <w:sz w:val="28"/>
          <w:szCs w:val="28"/>
        </w:rPr>
        <w:t xml:space="preserve">елементів по </w:t>
      </w:r>
      <w:r w:rsidRPr="00AC392C">
        <w:rPr>
          <w:i/>
          <w:sz w:val="28"/>
          <w:szCs w:val="28"/>
        </w:rPr>
        <w:t xml:space="preserve">k. </w:t>
      </w:r>
      <w:r w:rsidRPr="004E1B0B">
        <w:rPr>
          <w:sz w:val="28"/>
          <w:szCs w:val="28"/>
        </w:rPr>
        <w:t xml:space="preserve">Число комбінацій з </w:t>
      </w:r>
      <w:r w:rsidRPr="00AC392C">
        <w:rPr>
          <w:i/>
          <w:sz w:val="28"/>
          <w:szCs w:val="28"/>
          <w:lang w:val="en-US"/>
        </w:rPr>
        <w:t>n</w:t>
      </w:r>
      <w:r w:rsidRPr="004E1B0B">
        <w:rPr>
          <w:sz w:val="28"/>
          <w:szCs w:val="28"/>
        </w:rPr>
        <w:t>по</w:t>
      </w:r>
      <w:r w:rsidRPr="00AC392C">
        <w:rPr>
          <w:i/>
          <w:sz w:val="28"/>
          <w:szCs w:val="28"/>
        </w:rPr>
        <w:t xml:space="preserve"> k</w:t>
      </w:r>
      <w:r w:rsidRPr="004E1B0B">
        <w:rPr>
          <w:sz w:val="28"/>
          <w:szCs w:val="28"/>
        </w:rPr>
        <w:t xml:space="preserve"> позначається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83" type="#_x0000_t75" style="width:30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E3C5C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DE3C5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:  &lt;/m:t&gt;&lt;/m:r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84" type="#_x0000_t75" style="width:30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E3C5C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DE3C5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:  &lt;/m:t&gt;&lt;/m:r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DD282B">
        <w:rPr>
          <w:sz w:val="28"/>
          <w:szCs w:val="28"/>
        </w:rPr>
        <w:fldChar w:fldCharType="end"/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DD282B">
        <w:pict>
          <v:shape id="_x0000_i1085" type="#_x0000_t75" style="width:97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A621F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A621F&quot;&gt;&lt;m:oMathPara&gt;&lt;m:oMath&gt;&lt;m:sSubSup&gt;&lt;m:sSubSupPr&gt;&lt;m:ctrlPr&gt;&lt;w:rPr&gt;&lt;w:rFonts w:ascii=&quot;Cambria Math&quot; w:h-ansi=&quot;Cambria Math&quot;/&gt;&lt;wx:font wx:val=&quot;Cambria Math&quot;/&gt;&lt;w:b/&gt;&lt;w:b-cs/&gt;&lt;w:i/&gt;&lt;w:sz w:val=&quot;28&quot;/&gt;&lt;w:sz-cs w:val=&quot;28&quot;/&gt;&lt;w:lang w:val=&quot;EN-US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C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b/&gt;&lt;w:b-cs/&gt;&lt;w:i/&gt;&lt;w:sz w:val=&quot;28&quot;/&gt;&lt;w:sz-cs w:val=&quot;28&quot;/&gt;&lt;w:lang w:val=&quot;EN-US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!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!в€™&lt;/m:t&gt;&lt;/m:r&gt;&lt;m:d&gt;&lt;m:dPr&gt;&lt;m:ctrlPr&gt;&lt;w:rPr&gt;&lt;w:rFonts w:ascii=&quot;Cambria Math&quot; w:h-ansi=&quot;Cambria Math&quot;/&gt;&lt;wx:font wx:val=&quot;Cambria Math&quot;/&gt;&lt;w:b/&gt;&lt;w:b-cs/&gt;&lt;w:i/&gt;&lt;w:sz w:val=&quot;28&quot;/&gt;&lt;w:sz-cs w:val=&quot;28&quot;/&gt;&lt;w:lang w:val=&quot;EN-US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-k&lt;/m:t&gt;&lt;/m:r&gt;&lt;/m:e&gt;&lt;/m:d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!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 w:rsidRPr="00AC392C">
        <w:rPr>
          <w:bCs/>
          <w:sz w:val="28"/>
          <w:szCs w:val="28"/>
        </w:rPr>
        <w:t>Приклад</w:t>
      </w:r>
      <w:r w:rsidRPr="002B77EE">
        <w:rPr>
          <w:bCs/>
          <w:sz w:val="28"/>
          <w:szCs w:val="28"/>
          <w:lang w:val="ru-RU"/>
        </w:rPr>
        <w:t xml:space="preserve"> 6</w:t>
      </w:r>
      <w:r w:rsidRPr="00AC392C">
        <w:rPr>
          <w:bCs/>
          <w:sz w:val="28"/>
          <w:szCs w:val="28"/>
        </w:rPr>
        <w:t>.</w:t>
      </w:r>
      <w:r w:rsidRPr="004E1B0B">
        <w:rPr>
          <w:sz w:val="28"/>
          <w:szCs w:val="28"/>
        </w:rPr>
        <w:t>Збори з 30 осіб вибирають трьох делегатів на конференцію. Скількома способами це можна зробити?</w:t>
      </w:r>
    </w:p>
    <w:p w:rsidR="00F7541B" w:rsidRPr="004E1B0B" w:rsidRDefault="00F7541B" w:rsidP="004E1B0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Розв’язання. </w:t>
      </w:r>
      <w:r w:rsidRPr="004E1B0B">
        <w:rPr>
          <w:sz w:val="28"/>
          <w:szCs w:val="28"/>
        </w:rPr>
        <w:t xml:space="preserve">Із множини у 30 осіб треба вибрати підмножину з трьох осіб. Це можна зробити способами: </w:t>
      </w:r>
      <w:r w:rsidRPr="00DD282B">
        <w:rPr>
          <w:sz w:val="28"/>
          <w:szCs w:val="28"/>
        </w:rPr>
        <w:fldChar w:fldCharType="begin"/>
      </w:r>
      <w:r w:rsidRPr="00DD282B">
        <w:rPr>
          <w:sz w:val="28"/>
          <w:szCs w:val="28"/>
        </w:rPr>
        <w:instrText xml:space="preserve"> QUOTE </w:instrText>
      </w:r>
      <w:r w:rsidRPr="00DD282B">
        <w:pict>
          <v:shape id="_x0000_i1086" type="#_x0000_t75" style="width:128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C0A81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CC0A81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0!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!в€™27!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406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DD282B">
        <w:rPr>
          <w:sz w:val="28"/>
          <w:szCs w:val="28"/>
        </w:rPr>
        <w:instrText xml:space="preserve"> </w:instrText>
      </w:r>
      <w:r w:rsidRPr="00DD282B">
        <w:rPr>
          <w:sz w:val="28"/>
          <w:szCs w:val="28"/>
        </w:rPr>
        <w:fldChar w:fldCharType="separate"/>
      </w:r>
      <w:r w:rsidRPr="00DD282B">
        <w:pict>
          <v:shape id="_x0000_i1087" type="#_x0000_t75" style="width:128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C0A81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CC0A81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0!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!в€™27!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406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DD282B">
        <w:rPr>
          <w:sz w:val="28"/>
          <w:szCs w:val="28"/>
        </w:rPr>
        <w:fldChar w:fldCharType="end"/>
      </w:r>
    </w:p>
    <w:p w:rsidR="00F7541B" w:rsidRDefault="00F7541B" w:rsidP="00B42D58">
      <w:pPr>
        <w:tabs>
          <w:tab w:val="left" w:pos="199"/>
        </w:tabs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Розглянемо деякі приклади задач на застосування даних формул комбінаторики.                                </w:t>
      </w:r>
    </w:p>
    <w:p w:rsidR="00F7541B" w:rsidRDefault="00F7541B" w:rsidP="00382B41">
      <w:pPr>
        <w:tabs>
          <w:tab w:val="left" w:pos="199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Приклад 7. Скількома способами можна скласти денний розклад з 5 різних уроків, якщо в класі вивчають 10 різних навчальних предметів?</w:t>
      </w:r>
    </w:p>
    <w:p w:rsidR="00F7541B" w:rsidRPr="00B42D58" w:rsidRDefault="00F7541B" w:rsidP="00382B41">
      <w:pPr>
        <w:tabs>
          <w:tab w:val="left" w:pos="199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Розв’язання. Застосуємо формулу, за якою обчислюється число всіх можливих розміщень з 10 елементів по 5.</w:t>
      </w:r>
    </w:p>
    <w:p w:rsidR="00F7541B" w:rsidRDefault="00F7541B" w:rsidP="00382B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282B">
        <w:rPr>
          <w:rFonts w:ascii="Times New Roman" w:hAnsi="Times New Roman"/>
          <w:sz w:val="28"/>
          <w:szCs w:val="28"/>
        </w:rPr>
        <w:fldChar w:fldCharType="begin"/>
      </w:r>
      <w:r w:rsidRPr="00DD282B">
        <w:rPr>
          <w:rFonts w:ascii="Times New Roman" w:hAnsi="Times New Roman"/>
          <w:sz w:val="28"/>
          <w:szCs w:val="28"/>
        </w:rPr>
        <w:instrText xml:space="preserve"> QUOTE </w:instrText>
      </w:r>
      <w:r w:rsidRPr="00DD282B">
        <w:pict>
          <v:shape id="_x0000_i1088" type="#_x0000_t75" style="width:21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7534B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07534B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DD282B">
        <w:rPr>
          <w:rFonts w:ascii="Times New Roman" w:hAnsi="Times New Roman"/>
          <w:sz w:val="28"/>
          <w:szCs w:val="28"/>
        </w:rPr>
        <w:instrText xml:space="preserve"> </w:instrText>
      </w:r>
      <w:r w:rsidRPr="00DD282B">
        <w:rPr>
          <w:rFonts w:ascii="Times New Roman" w:hAnsi="Times New Roman"/>
          <w:sz w:val="28"/>
          <w:szCs w:val="28"/>
        </w:rPr>
        <w:fldChar w:fldCharType="separate"/>
      </w:r>
      <w:r w:rsidRPr="00DD282B">
        <w:pict>
          <v:shape id="_x0000_i1089" type="#_x0000_t75" style="width:21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7534B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07534B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0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DD282B">
        <w:rPr>
          <w:rFonts w:ascii="Times New Roman" w:hAnsi="Times New Roman"/>
          <w:sz w:val="28"/>
          <w:szCs w:val="28"/>
        </w:rPr>
        <w:fldChar w:fldCharType="end"/>
      </w:r>
      <w:r w:rsidRPr="004E1B0B">
        <w:rPr>
          <w:rFonts w:ascii="Times New Roman" w:hAnsi="Times New Roman"/>
          <w:sz w:val="28"/>
          <w:szCs w:val="28"/>
        </w:rPr>
        <w:t>=</w:t>
      </w:r>
      <w:r w:rsidRPr="00DD282B">
        <w:rPr>
          <w:rFonts w:ascii="Times New Roman" w:hAnsi="Times New Roman"/>
          <w:b/>
          <w:sz w:val="28"/>
          <w:szCs w:val="28"/>
          <w:lang w:eastAsia="ru-RU"/>
        </w:rPr>
        <w:fldChar w:fldCharType="begin"/>
      </w:r>
      <w:r w:rsidRPr="00DD282B">
        <w:rPr>
          <w:rFonts w:ascii="Times New Roman" w:hAnsi="Times New Roman"/>
          <w:b/>
          <w:sz w:val="28"/>
          <w:szCs w:val="28"/>
          <w:lang w:eastAsia="ru-RU"/>
        </w:rPr>
        <w:instrText xml:space="preserve"> QUOTE </w:instrText>
      </w:r>
      <w:r w:rsidRPr="00DD282B">
        <w:pict>
          <v:shape id="_x0000_i1090" type="#_x0000_t75" style="width:150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12C7D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E12C7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10в€™9в€™8в€™7в€™6=3024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DD282B">
        <w:rPr>
          <w:rFonts w:ascii="Times New Roman" w:hAnsi="Times New Roman"/>
          <w:b/>
          <w:sz w:val="28"/>
          <w:szCs w:val="28"/>
          <w:lang w:eastAsia="ru-RU"/>
        </w:rPr>
        <w:instrText xml:space="preserve"> </w:instrText>
      </w:r>
      <w:r w:rsidRPr="00DD282B">
        <w:rPr>
          <w:rFonts w:ascii="Times New Roman" w:hAnsi="Times New Roman"/>
          <w:b/>
          <w:sz w:val="28"/>
          <w:szCs w:val="28"/>
          <w:lang w:eastAsia="ru-RU"/>
        </w:rPr>
        <w:fldChar w:fldCharType="separate"/>
      </w:r>
      <w:r w:rsidRPr="00DD282B">
        <w:pict>
          <v:shape id="_x0000_i1091" type="#_x0000_t75" style="width:150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12C7D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E12C7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10в€™9в€™8в€™7в€™6=3024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DD282B">
        <w:rPr>
          <w:rFonts w:ascii="Times New Roman" w:hAnsi="Times New Roman"/>
          <w:b/>
          <w:sz w:val="28"/>
          <w:szCs w:val="28"/>
          <w:lang w:eastAsia="ru-RU"/>
        </w:rPr>
        <w:fldChar w:fldCharType="end"/>
      </w:r>
    </w:p>
    <w:p w:rsidR="00F7541B" w:rsidRPr="00CE7832" w:rsidRDefault="00F7541B" w:rsidP="00CE7832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Приклад 8. На площині розташовано </w:t>
      </w:r>
      <w:r w:rsidRPr="00DD282B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DD282B">
        <w:rPr>
          <w:rFonts w:ascii="Times New Roman" w:hAnsi="Times New Roman"/>
          <w:sz w:val="28"/>
          <w:szCs w:val="28"/>
          <w:lang w:eastAsia="ru-RU"/>
        </w:rPr>
        <w:instrText xml:space="preserve"> QUOTE </w:instrText>
      </w:r>
      <w:r w:rsidRPr="00DD282B">
        <w:pict>
          <v:shape id="_x0000_i1092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E17B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3E17B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DD282B">
        <w:rPr>
          <w:rFonts w:ascii="Times New Roman" w:hAnsi="Times New Roman"/>
          <w:sz w:val="28"/>
          <w:szCs w:val="28"/>
          <w:lang w:eastAsia="ru-RU"/>
        </w:rPr>
        <w:instrText xml:space="preserve"> </w:instrText>
      </w:r>
      <w:r w:rsidRPr="00DD282B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Pr="00DD282B">
        <w:pict>
          <v:shape id="_x0000_i1093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E17B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3E17B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DD282B"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>точок, з яких ніякі три не лежать на одній прямій. Скільки різних прямих можна провести через ці точки?</w:t>
      </w:r>
    </w:p>
    <w:p w:rsidR="00F7541B" w:rsidRDefault="00F7541B" w:rsidP="00CE7832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Розв’язання. Оскільки через кожну пару точок можна провести лише одну пряму, то число всіх прямих дорівнює числу комбінацій з </w:t>
      </w:r>
      <w:r w:rsidRPr="00DD282B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DD282B">
        <w:rPr>
          <w:rFonts w:ascii="Times New Roman" w:hAnsi="Times New Roman"/>
          <w:sz w:val="28"/>
          <w:szCs w:val="28"/>
          <w:lang w:eastAsia="ru-RU"/>
        </w:rPr>
        <w:instrText xml:space="preserve"> QUOTE </w:instrText>
      </w:r>
      <w:r w:rsidRPr="00DD282B">
        <w:pict>
          <v:shape id="_x0000_i1094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8464E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68464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DD282B">
        <w:rPr>
          <w:rFonts w:ascii="Times New Roman" w:hAnsi="Times New Roman"/>
          <w:sz w:val="28"/>
          <w:szCs w:val="28"/>
          <w:lang w:eastAsia="ru-RU"/>
        </w:rPr>
        <w:instrText xml:space="preserve"> </w:instrText>
      </w:r>
      <w:r w:rsidRPr="00DD282B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Pr="00DD282B">
        <w:pict>
          <v:shape id="_x0000_i1095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8464E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68464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DD282B">
        <w:rPr>
          <w:rFonts w:ascii="Times New Roman" w:hAnsi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/>
          <w:sz w:val="28"/>
          <w:szCs w:val="28"/>
          <w:lang w:eastAsia="ru-RU"/>
        </w:rPr>
        <w:t xml:space="preserve"> по 2, тобто</w:t>
      </w:r>
    </w:p>
    <w:p w:rsidR="00F7541B" w:rsidRPr="009B1421" w:rsidRDefault="00F7541B" w:rsidP="00CE7832">
      <w:pPr>
        <w:pStyle w:val="NormalWeb"/>
        <w:spacing w:before="0" w:beforeAutospacing="0" w:after="0" w:afterAutospacing="0" w:line="360" w:lineRule="auto"/>
        <w:rPr>
          <w:bCs/>
          <w:sz w:val="28"/>
          <w:szCs w:val="28"/>
        </w:rPr>
      </w:pPr>
      <w:r w:rsidRPr="00DD282B">
        <w:pict>
          <v:shape id="_x0000_i1096" type="#_x0000_t75" style="width:132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8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634&quot;/&gt;&lt;wsp:rsid wsp:val=&quot;000847E4&quot;/&gt;&lt;wsp:rsid wsp:val=&quot;00156CFE&quot;/&gt;&lt;wsp:rsid wsp:val=&quot;002C026B&quot;/&gt;&lt;wsp:rsid wsp:val=&quot;002C05B7&quot;/&gt;&lt;wsp:rsid wsp:val=&quot;00382B41&quot;/&gt;&lt;wsp:rsid wsp:val=&quot;003F4103&quot;/&gt;&lt;wsp:rsid wsp:val=&quot;0045437E&quot;/&gt;&lt;wsp:rsid wsp:val=&quot;004E1B0B&quot;/&gt;&lt;wsp:rsid wsp:val=&quot;00596045&quot;/&gt;&lt;wsp:rsid wsp:val=&quot;0062288A&quot;/&gt;&lt;wsp:rsid wsp:val=&quot;006A36BA&quot;/&gt;&lt;wsp:rsid wsp:val=&quot;006E316A&quot;/&gt;&lt;wsp:rsid wsp:val=&quot;00775500&quot;/&gt;&lt;wsp:rsid wsp:val=&quot;007D2F44&quot;/&gt;&lt;wsp:rsid wsp:val=&quot;007E2753&quot;/&gt;&lt;wsp:rsid wsp:val=&quot;007E32D2&quot;/&gt;&lt;wsp:rsid wsp:val=&quot;00840D0C&quot;/&gt;&lt;wsp:rsid wsp:val=&quot;008E16CE&quot;/&gt;&lt;wsp:rsid wsp:val=&quot;009927D2&quot;/&gt;&lt;wsp:rsid wsp:val=&quot;009A55B3&quot;/&gt;&lt;wsp:rsid wsp:val=&quot;009B1421&quot;/&gt;&lt;wsp:rsid wsp:val=&quot;00AC392C&quot;/&gt;&lt;wsp:rsid wsp:val=&quot;00AD575F&quot;/&gt;&lt;wsp:rsid wsp:val=&quot;00AF3CC2&quot;/&gt;&lt;wsp:rsid wsp:val=&quot;00B3322C&quot;/&gt;&lt;wsp:rsid wsp:val=&quot;00B37ACE&quot;/&gt;&lt;wsp:rsid wsp:val=&quot;00B42D58&quot;/&gt;&lt;wsp:rsid wsp:val=&quot;00BD522F&quot;/&gt;&lt;wsp:rsid wsp:val=&quot;00C732AF&quot;/&gt;&lt;wsp:rsid wsp:val=&quot;00CD17F4&quot;/&gt;&lt;wsp:rsid wsp:val=&quot;00CE0BB5&quot;/&gt;&lt;wsp:rsid wsp:val=&quot;00CE7832&quot;/&gt;&lt;wsp:rsid wsp:val=&quot;00DD282B&quot;/&gt;&lt;wsp:rsid wsp:val=&quot;00DE0162&quot;/&gt;&lt;wsp:rsid wsp:val=&quot;00DF3D69&quot;/&gt;&lt;wsp:rsid wsp:val=&quot;00E20634&quot;/&gt;&lt;wsp:rsid wsp:val=&quot;00E22363&quot;/&gt;&lt;wsp:rsid wsp:val=&quot;00E346D8&quot;/&gt;&lt;wsp:rsid wsp:val=&quot;00E57612&quot;/&gt;&lt;wsp:rsid wsp:val=&quot;00F617E0&quot;/&gt;&lt;wsp:rsid wsp:val=&quot;00F843A0&quot;/&gt;&lt;wsp:rsid wsp:val=&quot;00FD0C6E&quot;/&gt;&lt;wsp:rsid wsp:val=&quot;00FF7A4F&quot;/&gt;&lt;/wsp:rsids&gt;&lt;/w:docPr&gt;&lt;w:body&gt;&lt;w:p wsp:rsidR=&quot;00000000&quot; wsp:rsidRDefault=&quot;00AD575F&quot;&gt;&lt;m:oMathPara&gt;&lt;m:oMath&gt;&lt;m:sSubSup&gt;&lt;m:sSubSup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-1&lt;/m:t&gt;&lt;/m:r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в€™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b-cs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-1&lt;/m:t&gt;&lt;/m:r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F7541B" w:rsidRDefault="00F7541B" w:rsidP="00382B41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7541B" w:rsidRPr="002B77EE" w:rsidRDefault="00F7541B" w:rsidP="002B77EE">
      <w:pPr>
        <w:spacing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C05B7">
        <w:rPr>
          <w:rFonts w:ascii="Times New Roman" w:hAnsi="Times New Roman"/>
          <w:b/>
          <w:sz w:val="28"/>
          <w:szCs w:val="28"/>
          <w:lang w:eastAsia="ru-RU"/>
        </w:rPr>
        <w:t>Література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:</w:t>
      </w:r>
    </w:p>
    <w:p w:rsidR="00F7541B" w:rsidRPr="002C05B7" w:rsidRDefault="00F7541B" w:rsidP="002C05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1.ГмурманВ.Е.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Теория вероятностей и математическая статистика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В. Е. Гмурман 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Москва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Высшая школа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20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03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–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478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</w:t>
      </w:r>
    </w:p>
    <w:p w:rsidR="00F7541B" w:rsidRPr="002C05B7" w:rsidRDefault="00F7541B" w:rsidP="009B14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ГмурманВ.Е.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Руководство к решению задач по теории вероятностей и математической статистики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В. Е. Гмурман 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Москва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Высшая школа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20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03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–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404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</w:t>
      </w:r>
    </w:p>
    <w:p w:rsidR="00F7541B" w:rsidRPr="002C05B7" w:rsidRDefault="00F7541B" w:rsidP="002C05B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Шкіль М.І.Алгебра і початки аналізу 10-11 клас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М.І.Шкіль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Київ: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Зодіак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еко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1995. – 607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</w:t>
      </w:r>
    </w:p>
    <w:p w:rsidR="00F7541B" w:rsidRPr="002C05B7" w:rsidRDefault="00F7541B" w:rsidP="002C05B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>4. Кривуца В.Г. Вища математика: практикум / В.Г.Кривуца, В.В. Барковський., Н.В. Барковська – Київ: ЦУЛ, 2003. – 536 с.</w:t>
      </w:r>
    </w:p>
    <w:p w:rsidR="00F7541B" w:rsidRPr="002C05B7" w:rsidRDefault="00F7541B" w:rsidP="002C05B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Жалдак М.І.Початки теорії ймовірностей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М.І.Жалдак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Київ: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Радянська школа, 1978. – 142</w:t>
      </w: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</w:t>
      </w:r>
    </w:p>
    <w:p w:rsidR="00F7541B" w:rsidRPr="002C05B7" w:rsidRDefault="00F7541B" w:rsidP="002C05B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>6. Шипачев В.С. Вища математика / В.С. Шипачев – Москва: Вища школа, 1990. – 479 с.</w:t>
      </w:r>
    </w:p>
    <w:p w:rsidR="00F7541B" w:rsidRPr="002C05B7" w:rsidRDefault="00F7541B" w:rsidP="002C05B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C05B7">
        <w:rPr>
          <w:rFonts w:ascii="Times New Roman" w:hAnsi="Times New Roman"/>
          <w:color w:val="000000"/>
          <w:sz w:val="28"/>
          <w:szCs w:val="28"/>
          <w:lang w:eastAsia="ru-RU"/>
        </w:rPr>
        <w:t>7. Богомолов М.В. Практичні заняття з математики / М.В. Богомолов – М.: Вища школа, 1983. – 447 с.</w:t>
      </w:r>
    </w:p>
    <w:sectPr w:rsidR="00F7541B" w:rsidRPr="002C05B7" w:rsidSect="00E576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634"/>
    <w:rsid w:val="000847E4"/>
    <w:rsid w:val="00156CFE"/>
    <w:rsid w:val="002B77EE"/>
    <w:rsid w:val="002C026B"/>
    <w:rsid w:val="002C05B7"/>
    <w:rsid w:val="00382B41"/>
    <w:rsid w:val="003F4103"/>
    <w:rsid w:val="0045437E"/>
    <w:rsid w:val="004E1B0B"/>
    <w:rsid w:val="00596045"/>
    <w:rsid w:val="0062288A"/>
    <w:rsid w:val="006A36BA"/>
    <w:rsid w:val="006E316A"/>
    <w:rsid w:val="00775500"/>
    <w:rsid w:val="007D2F44"/>
    <w:rsid w:val="007E2753"/>
    <w:rsid w:val="007E32D2"/>
    <w:rsid w:val="00840D0C"/>
    <w:rsid w:val="008E16CE"/>
    <w:rsid w:val="009927D2"/>
    <w:rsid w:val="009A55B3"/>
    <w:rsid w:val="009B1421"/>
    <w:rsid w:val="00AC392C"/>
    <w:rsid w:val="00AF3CC2"/>
    <w:rsid w:val="00B3322C"/>
    <w:rsid w:val="00B37ACE"/>
    <w:rsid w:val="00B42D58"/>
    <w:rsid w:val="00BD522F"/>
    <w:rsid w:val="00C732AF"/>
    <w:rsid w:val="00CD17F4"/>
    <w:rsid w:val="00CE0BB5"/>
    <w:rsid w:val="00CE7832"/>
    <w:rsid w:val="00DA0577"/>
    <w:rsid w:val="00DD282B"/>
    <w:rsid w:val="00DE0162"/>
    <w:rsid w:val="00DF3D69"/>
    <w:rsid w:val="00E20634"/>
    <w:rsid w:val="00E22363"/>
    <w:rsid w:val="00E346D8"/>
    <w:rsid w:val="00E57612"/>
    <w:rsid w:val="00F617E0"/>
    <w:rsid w:val="00F7541B"/>
    <w:rsid w:val="00F843A0"/>
    <w:rsid w:val="00FD0C6E"/>
    <w:rsid w:val="00FF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F4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D17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D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17F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E16CE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5</Pages>
  <Words>5007</Words>
  <Characters>2855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43</cp:revision>
  <dcterms:created xsi:type="dcterms:W3CDTF">2018-10-21T10:12:00Z</dcterms:created>
  <dcterms:modified xsi:type="dcterms:W3CDTF">2018-10-22T17:04:00Z</dcterms:modified>
</cp:coreProperties>
</file>