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319" w:rsidRPr="0044169C" w:rsidRDefault="007E4319" w:rsidP="00C61019">
      <w:pPr>
        <w:pStyle w:val="Heading1"/>
        <w:spacing w:before="0" w:after="0"/>
        <w:jc w:val="right"/>
        <w:rPr>
          <w:sz w:val="28"/>
          <w:szCs w:val="28"/>
          <w:lang w:val="ru-RU"/>
        </w:rPr>
      </w:pPr>
      <w:bookmarkStart w:id="0" w:name="_Toc484957306"/>
      <w:bookmarkStart w:id="1" w:name="_Toc516123327"/>
      <w:r>
        <w:rPr>
          <w:sz w:val="28"/>
          <w:szCs w:val="28"/>
        </w:rPr>
        <w:t xml:space="preserve">Владислав </w:t>
      </w:r>
      <w:r w:rsidRPr="00734128">
        <w:rPr>
          <w:sz w:val="28"/>
          <w:szCs w:val="28"/>
        </w:rPr>
        <w:t>Поліщук</w:t>
      </w:r>
      <w:r>
        <w:rPr>
          <w:sz w:val="28"/>
          <w:szCs w:val="28"/>
          <w:lang w:val="ru-RU"/>
        </w:rPr>
        <w:t>, Ольга Мацуга</w:t>
      </w:r>
    </w:p>
    <w:p w:rsidR="007E4319" w:rsidRPr="00734128" w:rsidRDefault="007E4319" w:rsidP="00C61019">
      <w:pPr>
        <w:spacing w:line="360" w:lineRule="auto"/>
        <w:jc w:val="right"/>
        <w:rPr>
          <w:b/>
          <w:sz w:val="28"/>
          <w:szCs w:val="28"/>
        </w:rPr>
      </w:pPr>
      <w:r w:rsidRPr="00734128">
        <w:rPr>
          <w:b/>
          <w:sz w:val="28"/>
          <w:szCs w:val="28"/>
        </w:rPr>
        <w:t>(Дніпро, Укр</w:t>
      </w:r>
      <w:r>
        <w:rPr>
          <w:b/>
          <w:sz w:val="28"/>
          <w:szCs w:val="28"/>
        </w:rPr>
        <w:t>а</w:t>
      </w:r>
      <w:r w:rsidRPr="00734128">
        <w:rPr>
          <w:b/>
          <w:sz w:val="28"/>
          <w:szCs w:val="28"/>
        </w:rPr>
        <w:t>їна)</w:t>
      </w:r>
    </w:p>
    <w:p w:rsidR="007E4319" w:rsidRPr="00734128" w:rsidRDefault="007E4319" w:rsidP="00C61019">
      <w:pPr>
        <w:spacing w:line="360" w:lineRule="auto"/>
        <w:rPr>
          <w:sz w:val="28"/>
          <w:szCs w:val="28"/>
        </w:rPr>
      </w:pPr>
    </w:p>
    <w:bookmarkEnd w:id="0"/>
    <w:bookmarkEnd w:id="1"/>
    <w:p w:rsidR="007E4319" w:rsidRDefault="007E4319" w:rsidP="00C61019">
      <w:pPr>
        <w:pStyle w:val="Heading1"/>
        <w:spacing w:before="0" w:after="0"/>
        <w:rPr>
          <w:i/>
          <w:sz w:val="28"/>
          <w:szCs w:val="28"/>
          <w:lang w:val="ru-RU"/>
        </w:rPr>
      </w:pPr>
      <w:r w:rsidRPr="00734128">
        <w:rPr>
          <w:sz w:val="28"/>
          <w:szCs w:val="28"/>
        </w:rPr>
        <w:t xml:space="preserve">ПРОГРАМНЕ ЗАБЕЗПЕЧЕННЯ КЛАСТЕРИЗАЦІЇ ДАНИХ </w:t>
      </w:r>
      <w:r>
        <w:rPr>
          <w:sz w:val="28"/>
          <w:szCs w:val="28"/>
        </w:rPr>
        <w:br/>
        <w:t>НА ОСНОВІ</w:t>
      </w:r>
      <w:r w:rsidRPr="00734128">
        <w:rPr>
          <w:sz w:val="28"/>
          <w:szCs w:val="28"/>
        </w:rPr>
        <w:t xml:space="preserve"> МОДИФІКАЦІЙ МЕТОДУ </w:t>
      </w:r>
      <w:r w:rsidRPr="00734128">
        <w:rPr>
          <w:i/>
          <w:sz w:val="28"/>
          <w:szCs w:val="28"/>
          <w:lang w:val="en-US"/>
        </w:rPr>
        <w:t>K</w:t>
      </w:r>
      <w:r w:rsidRPr="00734128">
        <w:rPr>
          <w:i/>
          <w:sz w:val="28"/>
          <w:szCs w:val="28"/>
          <w:lang w:val="ru-RU"/>
        </w:rPr>
        <w:t>-</w:t>
      </w:r>
      <w:r w:rsidRPr="0062546D">
        <w:rPr>
          <w:sz w:val="28"/>
          <w:szCs w:val="28"/>
          <w:lang w:val="ru-RU"/>
        </w:rPr>
        <w:t>СЕРЕДНІХ</w:t>
      </w:r>
    </w:p>
    <w:p w:rsidR="007E4319" w:rsidRPr="006E2275" w:rsidRDefault="007E4319" w:rsidP="00C61019">
      <w:pPr>
        <w:spacing w:line="360" w:lineRule="auto"/>
        <w:rPr>
          <w:lang w:val="ru-RU"/>
        </w:rPr>
      </w:pPr>
    </w:p>
    <w:p w:rsidR="007E4319" w:rsidRPr="00392A4A" w:rsidRDefault="007E4319" w:rsidP="00C61019">
      <w:pPr>
        <w:spacing w:line="360" w:lineRule="auto"/>
        <w:ind w:firstLine="720"/>
        <w:jc w:val="both"/>
        <w:rPr>
          <w:sz w:val="28"/>
        </w:rPr>
      </w:pPr>
      <w:r>
        <w:rPr>
          <w:sz w:val="28"/>
          <w:szCs w:val="28"/>
        </w:rPr>
        <w:t xml:space="preserve">Задача </w:t>
      </w:r>
      <w:r w:rsidRPr="00661E63">
        <w:rPr>
          <w:sz w:val="28"/>
          <w:szCs w:val="28"/>
        </w:rPr>
        <w:t xml:space="preserve">кластеризації (розбиття </w:t>
      </w:r>
      <w:r>
        <w:rPr>
          <w:sz w:val="28"/>
          <w:szCs w:val="28"/>
        </w:rPr>
        <w:t xml:space="preserve">об’єктів </w:t>
      </w:r>
      <w:r w:rsidRPr="00661E63">
        <w:rPr>
          <w:sz w:val="28"/>
          <w:szCs w:val="28"/>
        </w:rPr>
        <w:t xml:space="preserve">деякої множини на групи за </w:t>
      </w:r>
      <w:r w:rsidRPr="00B74097">
        <w:rPr>
          <w:sz w:val="28"/>
          <w:szCs w:val="28"/>
        </w:rPr>
        <w:t>принципом схожості) постає в багатьох галузях наукової та практичної діяльності. Одним з найбільш відомих та використовуваних</w:t>
      </w:r>
      <w:r w:rsidRPr="008B6C2A">
        <w:rPr>
          <w:sz w:val="28"/>
          <w:szCs w:val="28"/>
        </w:rPr>
        <w:t xml:space="preserve"> </w:t>
      </w:r>
      <w:r w:rsidRPr="00B74097">
        <w:rPr>
          <w:sz w:val="28"/>
          <w:szCs w:val="28"/>
        </w:rPr>
        <w:t xml:space="preserve">методів </w:t>
      </w:r>
      <w:r>
        <w:rPr>
          <w:sz w:val="28"/>
          <w:szCs w:val="28"/>
        </w:rPr>
        <w:t xml:space="preserve">її </w:t>
      </w:r>
      <w:r w:rsidRPr="00B74097">
        <w:rPr>
          <w:sz w:val="28"/>
          <w:szCs w:val="28"/>
        </w:rPr>
        <w:t xml:space="preserve">розв’язання є </w:t>
      </w:r>
      <w:r w:rsidRPr="00B74097">
        <w:rPr>
          <w:i/>
          <w:sz w:val="28"/>
          <w:szCs w:val="28"/>
        </w:rPr>
        <w:t>k</w:t>
      </w:r>
      <w:r w:rsidRPr="00B74097">
        <w:rPr>
          <w:sz w:val="28"/>
          <w:szCs w:val="28"/>
        </w:rPr>
        <w:t>-</w:t>
      </w:r>
      <w:r w:rsidRPr="00B74097">
        <w:rPr>
          <w:sz w:val="28"/>
        </w:rPr>
        <w:t>середніх [1].З огляду на широку популярність він реалізований в багатьох програмних продуктах, що підтримують кластеризацію даних. Проте метод має певні недоліки. Наприклад, він вимагає, щоб кількість кластерів була відома заздалегідь, а на практиці це не завжди можливо. Також усі алгоритми, що реалізують цей метод, є ітераційні і вкрай чутливі до вибору початкових центрів кластерів. Для подолання цих недоліків запропоновано значну кількість модифікацій методу, які не знайшли належного впровадження у сучасному програмному забезпеченні. З огляду на це було розроблено програмне забезпечення кластеризації даних«</w:t>
      </w:r>
      <w:r w:rsidRPr="00B74097">
        <w:rPr>
          <w:i/>
          <w:sz w:val="28"/>
          <w:lang w:val="en-US"/>
        </w:rPr>
        <w:t>k</w:t>
      </w:r>
      <w:r w:rsidRPr="00B74097">
        <w:rPr>
          <w:i/>
          <w:sz w:val="28"/>
        </w:rPr>
        <w:t>-</w:t>
      </w:r>
      <w:r w:rsidRPr="00B74097">
        <w:rPr>
          <w:i/>
          <w:sz w:val="28"/>
          <w:lang w:val="en-US"/>
        </w:rPr>
        <w:t>meansclustering</w:t>
      </w:r>
      <w:r w:rsidRPr="00B74097">
        <w:rPr>
          <w:sz w:val="28"/>
        </w:rPr>
        <w:t xml:space="preserve">» на основі алгоритмів методу </w:t>
      </w:r>
      <w:r w:rsidRPr="00B74097">
        <w:rPr>
          <w:i/>
          <w:sz w:val="28"/>
          <w:lang w:val="en-US"/>
        </w:rPr>
        <w:t>k</w:t>
      </w:r>
      <w:r w:rsidRPr="00B74097">
        <w:rPr>
          <w:sz w:val="28"/>
        </w:rPr>
        <w:t>-середніх та їх модифікаці</w:t>
      </w:r>
      <w:r>
        <w:rPr>
          <w:sz w:val="28"/>
        </w:rPr>
        <w:t>й</w:t>
      </w:r>
      <w:r w:rsidRPr="00B74097">
        <w:rPr>
          <w:sz w:val="28"/>
        </w:rPr>
        <w:t>. Його опис представлено в даній роботі.</w:t>
      </w:r>
    </w:p>
    <w:p w:rsidR="007E4319" w:rsidRPr="00B74097" w:rsidRDefault="007E4319" w:rsidP="00C61019">
      <w:pPr>
        <w:spacing w:line="360" w:lineRule="auto"/>
        <w:ind w:firstLine="720"/>
        <w:jc w:val="both"/>
        <w:rPr>
          <w:sz w:val="28"/>
        </w:rPr>
      </w:pPr>
      <w:r w:rsidRPr="00B74097">
        <w:rPr>
          <w:sz w:val="28"/>
        </w:rPr>
        <w:t>Метод</w:t>
      </w:r>
      <w:r w:rsidRPr="00B74097">
        <w:rPr>
          <w:i/>
          <w:sz w:val="28"/>
        </w:rPr>
        <w:t>k</w:t>
      </w:r>
      <w:r w:rsidRPr="00B74097">
        <w:rPr>
          <w:sz w:val="28"/>
        </w:rPr>
        <w:t>-середніх з’явився у 50-х рокахминулого століття. Для реалізації його ідеї було запропоновано декілька алгоритмів, як то Ллойда, МакКіна та Хартігана–Вонга. Пізніше з’явилися їх модифікації, націлені на подолання недоліків самого методу та його</w:t>
      </w:r>
      <w:r>
        <w:rPr>
          <w:sz w:val="28"/>
        </w:rPr>
        <w:t>класичних</w:t>
      </w:r>
      <w:r w:rsidRPr="00B74097">
        <w:rPr>
          <w:sz w:val="28"/>
        </w:rPr>
        <w:t xml:space="preserve"> алгоритмів. Так, </w:t>
      </w:r>
      <w:r>
        <w:rPr>
          <w:sz w:val="28"/>
        </w:rPr>
        <w:t xml:space="preserve">для </w:t>
      </w:r>
      <w:r w:rsidRPr="00B74097">
        <w:rPr>
          <w:sz w:val="28"/>
        </w:rPr>
        <w:t>автоматичного визначення кількості кластерів було розроблено наступні алгоритми:</w:t>
      </w:r>
    </w:p>
    <w:p w:rsidR="007E4319" w:rsidRPr="00A61D23" w:rsidRDefault="007E4319" w:rsidP="00C61019">
      <w:pPr>
        <w:pStyle w:val="ListParagraph"/>
        <w:numPr>
          <w:ilvl w:val="0"/>
          <w:numId w:val="18"/>
        </w:numPr>
        <w:tabs>
          <w:tab w:val="left" w:pos="720"/>
        </w:tabs>
        <w:spacing w:line="360" w:lineRule="auto"/>
        <w:ind w:left="0"/>
        <w:jc w:val="both"/>
        <w:rPr>
          <w:sz w:val="28"/>
        </w:rPr>
      </w:pPr>
      <w:r w:rsidRPr="00B74097">
        <w:rPr>
          <w:i/>
          <w:sz w:val="28"/>
        </w:rPr>
        <w:t>X</w:t>
      </w:r>
      <w:r w:rsidRPr="00B74097">
        <w:rPr>
          <w:sz w:val="28"/>
        </w:rPr>
        <w:t>-means</w:t>
      </w:r>
      <w:r w:rsidRPr="00B74097">
        <w:rPr>
          <w:sz w:val="28"/>
          <w:lang w:val="ru-RU"/>
        </w:rPr>
        <w:t>[</w:t>
      </w:r>
      <w:r w:rsidRPr="00B74097">
        <w:rPr>
          <w:sz w:val="28"/>
        </w:rPr>
        <w:t>2</w:t>
      </w:r>
      <w:r w:rsidRPr="00B74097">
        <w:rPr>
          <w:sz w:val="28"/>
          <w:lang w:val="ru-RU"/>
        </w:rPr>
        <w:t>]</w:t>
      </w:r>
      <w:r w:rsidRPr="00B74097">
        <w:rPr>
          <w:sz w:val="28"/>
        </w:rPr>
        <w:t>. Модифікація,в</w:t>
      </w:r>
      <w:r w:rsidRPr="00A61D23">
        <w:rPr>
          <w:sz w:val="28"/>
        </w:rPr>
        <w:t xml:space="preserve"> якій для кожного кластеру перевіряється доцільність його розбиття на два на основі </w:t>
      </w:r>
      <w:r w:rsidRPr="00A61D23">
        <w:rPr>
          <w:i/>
          <w:sz w:val="28"/>
        </w:rPr>
        <w:t>BIC</w:t>
      </w:r>
      <w:r w:rsidRPr="00A61D23">
        <w:rPr>
          <w:sz w:val="28"/>
        </w:rPr>
        <w:t xml:space="preserve"> критерію. </w:t>
      </w:r>
    </w:p>
    <w:p w:rsidR="007E4319" w:rsidRPr="00A61D23" w:rsidRDefault="007E4319" w:rsidP="00C61019">
      <w:pPr>
        <w:pStyle w:val="ListParagraph"/>
        <w:numPr>
          <w:ilvl w:val="0"/>
          <w:numId w:val="18"/>
        </w:numPr>
        <w:spacing w:line="360" w:lineRule="auto"/>
        <w:ind w:left="0"/>
        <w:jc w:val="both"/>
        <w:rPr>
          <w:sz w:val="28"/>
        </w:rPr>
      </w:pPr>
      <w:r w:rsidRPr="00A61D23">
        <w:rPr>
          <w:i/>
          <w:sz w:val="28"/>
        </w:rPr>
        <w:t>G</w:t>
      </w:r>
      <w:r w:rsidRPr="00A61D23">
        <w:rPr>
          <w:sz w:val="28"/>
        </w:rPr>
        <w:t>-</w:t>
      </w:r>
      <w:r w:rsidRPr="00976247">
        <w:rPr>
          <w:sz w:val="28"/>
        </w:rPr>
        <w:t>means [3].</w:t>
      </w:r>
      <w:r>
        <w:rPr>
          <w:sz w:val="28"/>
        </w:rPr>
        <w:t xml:space="preserve">В цьому алгоритмі </w:t>
      </w:r>
      <w:r w:rsidRPr="00A61D23">
        <w:rPr>
          <w:sz w:val="28"/>
        </w:rPr>
        <w:t>кластери розглядаються як сукупності точок, що мають нормальний розподіл, і рішення щодо того, чи є сукупність точок кластером з нормальним розподілом</w:t>
      </w:r>
      <w:r>
        <w:rPr>
          <w:sz w:val="28"/>
        </w:rPr>
        <w:t>,</w:t>
      </w:r>
      <w:r w:rsidRPr="00A61D23">
        <w:rPr>
          <w:sz w:val="28"/>
        </w:rPr>
        <w:t>приймається на основі тесту Андерсона-Дарлінга.</w:t>
      </w:r>
    </w:p>
    <w:p w:rsidR="007E4319" w:rsidRPr="00B74097" w:rsidRDefault="007E4319" w:rsidP="00C61019">
      <w:pPr>
        <w:spacing w:line="360" w:lineRule="auto"/>
        <w:ind w:firstLine="720"/>
        <w:jc w:val="both"/>
        <w:rPr>
          <w:sz w:val="28"/>
        </w:rPr>
      </w:pPr>
      <w:r w:rsidRPr="00B74097">
        <w:rPr>
          <w:sz w:val="28"/>
        </w:rPr>
        <w:t>Для знаходження початкових центрів кластерів можна відмітити такі алгоритми:</w:t>
      </w:r>
    </w:p>
    <w:p w:rsidR="007E4319" w:rsidRPr="00B74097" w:rsidRDefault="007E4319" w:rsidP="00C61019">
      <w:pPr>
        <w:pStyle w:val="ListParagraph"/>
        <w:numPr>
          <w:ilvl w:val="0"/>
          <w:numId w:val="42"/>
        </w:numPr>
        <w:tabs>
          <w:tab w:val="left" w:pos="720"/>
        </w:tabs>
        <w:spacing w:line="360" w:lineRule="auto"/>
        <w:ind w:left="0"/>
        <w:jc w:val="both"/>
        <w:rPr>
          <w:sz w:val="28"/>
        </w:rPr>
      </w:pPr>
      <w:r w:rsidRPr="00B74097">
        <w:rPr>
          <w:sz w:val="28"/>
        </w:rPr>
        <w:t xml:space="preserve">Алгоритм </w:t>
      </w:r>
      <w:r w:rsidRPr="00B74097">
        <w:rPr>
          <w:i/>
          <w:sz w:val="28"/>
          <w:lang w:val="en-US"/>
        </w:rPr>
        <w:t>k</w:t>
      </w:r>
      <w:r w:rsidRPr="00B74097">
        <w:rPr>
          <w:sz w:val="28"/>
        </w:rPr>
        <w:t>-</w:t>
      </w:r>
      <w:r w:rsidRPr="00B74097">
        <w:rPr>
          <w:sz w:val="28"/>
          <w:lang w:val="en-US"/>
        </w:rPr>
        <w:t>means</w:t>
      </w:r>
      <w:r w:rsidRPr="00B74097">
        <w:rPr>
          <w:sz w:val="28"/>
        </w:rPr>
        <w:t xml:space="preserve">++ [4].Популярна модифікація алгоритму </w:t>
      </w:r>
      <w:r w:rsidRPr="00B74097">
        <w:rPr>
          <w:i/>
          <w:sz w:val="28"/>
          <w:lang w:val="en-US"/>
        </w:rPr>
        <w:t>k</w:t>
      </w:r>
      <w:r w:rsidRPr="00B74097">
        <w:rPr>
          <w:sz w:val="28"/>
        </w:rPr>
        <w:t xml:space="preserve">-середніх (в оригінальній роботі у варіанті Ллойда), яка передбачає знаходження центрів випадково, але з імовірністю пропорційною до квадрату відстані між ними. </w:t>
      </w:r>
    </w:p>
    <w:p w:rsidR="007E4319" w:rsidRPr="00B74097" w:rsidRDefault="007E4319" w:rsidP="00C61019">
      <w:pPr>
        <w:pStyle w:val="ListParagraph"/>
        <w:numPr>
          <w:ilvl w:val="0"/>
          <w:numId w:val="42"/>
        </w:numPr>
        <w:tabs>
          <w:tab w:val="left" w:pos="720"/>
        </w:tabs>
        <w:spacing w:line="360" w:lineRule="auto"/>
        <w:ind w:left="0"/>
        <w:jc w:val="both"/>
        <w:rPr>
          <w:sz w:val="28"/>
        </w:rPr>
      </w:pPr>
      <w:r w:rsidRPr="00B74097">
        <w:rPr>
          <w:sz w:val="28"/>
        </w:rPr>
        <w:t xml:space="preserve">Алгоритм відсіювання [5].Алгоритм </w:t>
      </w:r>
      <w:r w:rsidRPr="00B74097">
        <w:rPr>
          <w:i/>
          <w:sz w:val="28"/>
          <w:lang w:val="en-US"/>
        </w:rPr>
        <w:t>J</w:t>
      </w:r>
      <w:r w:rsidRPr="00B74097">
        <w:rPr>
          <w:sz w:val="28"/>
        </w:rPr>
        <w:t xml:space="preserve"> разів кластеризує випадкові, невеликі за обсягом підмножини об’єктів, після чого виконує кластеризацію центрів одержаних кластерів, за результати якої обирає остаточні центри.</w:t>
      </w:r>
    </w:p>
    <w:p w:rsidR="007E4319" w:rsidRPr="00B74097" w:rsidRDefault="007E4319" w:rsidP="00C61019">
      <w:pPr>
        <w:pStyle w:val="ListParagraph"/>
        <w:numPr>
          <w:ilvl w:val="0"/>
          <w:numId w:val="42"/>
        </w:numPr>
        <w:tabs>
          <w:tab w:val="left" w:pos="720"/>
        </w:tabs>
        <w:spacing w:line="360" w:lineRule="auto"/>
        <w:ind w:left="0"/>
        <w:jc w:val="both"/>
        <w:rPr>
          <w:sz w:val="28"/>
        </w:rPr>
      </w:pPr>
      <w:r w:rsidRPr="00B74097">
        <w:rPr>
          <w:sz w:val="28"/>
        </w:rPr>
        <w:t xml:space="preserve">Алгоритм вибору взірця [6]. Є подібний до </w:t>
      </w:r>
      <w:r w:rsidRPr="00B74097">
        <w:rPr>
          <w:i/>
          <w:sz w:val="28"/>
        </w:rPr>
        <w:t>k</w:t>
      </w:r>
      <w:r w:rsidRPr="00B74097">
        <w:rPr>
          <w:sz w:val="28"/>
        </w:rPr>
        <w:t xml:space="preserve">-means++. </w:t>
      </w:r>
    </w:p>
    <w:p w:rsidR="007E4319" w:rsidRPr="000E56FA" w:rsidRDefault="007E4319" w:rsidP="00C61019">
      <w:pPr>
        <w:pStyle w:val="ListParagraph"/>
        <w:numPr>
          <w:ilvl w:val="0"/>
          <w:numId w:val="42"/>
        </w:numPr>
        <w:tabs>
          <w:tab w:val="left" w:pos="720"/>
        </w:tabs>
        <w:spacing w:line="360" w:lineRule="auto"/>
        <w:ind w:left="0"/>
        <w:jc w:val="both"/>
        <w:rPr>
          <w:sz w:val="28"/>
        </w:rPr>
      </w:pPr>
      <w:r w:rsidRPr="00B74097">
        <w:rPr>
          <w:sz w:val="28"/>
        </w:rPr>
        <w:t>Алгоритм жадібного видалення [6].Він передбачає</w:t>
      </w:r>
      <w:r w:rsidRPr="000E56FA">
        <w:rPr>
          <w:sz w:val="28"/>
        </w:rPr>
        <w:t xml:space="preserve"> вибір усіх об’єктів як початкових центрів і покрокове видалення «найгірших» об’єктів, доки не буде одержано </w:t>
      </w:r>
      <w:r w:rsidRPr="000E56FA">
        <w:rPr>
          <w:i/>
          <w:sz w:val="28"/>
          <w:lang w:val="en-US"/>
        </w:rPr>
        <w:t>k</w:t>
      </w:r>
      <w:r w:rsidRPr="000E56FA">
        <w:rPr>
          <w:sz w:val="28"/>
        </w:rPr>
        <w:t>-центрів. На великих за обсягом даних стає вкрай повільним, тому розробниками запропонований комбінований алгоритм.</w:t>
      </w:r>
    </w:p>
    <w:p w:rsidR="007E4319" w:rsidRPr="00854B86" w:rsidRDefault="007E4319" w:rsidP="00C61019">
      <w:pPr>
        <w:pStyle w:val="ListParagraph"/>
        <w:numPr>
          <w:ilvl w:val="0"/>
          <w:numId w:val="42"/>
        </w:numPr>
        <w:tabs>
          <w:tab w:val="left" w:pos="540"/>
          <w:tab w:val="left" w:pos="720"/>
          <w:tab w:val="left" w:pos="1170"/>
        </w:tabs>
        <w:spacing w:line="360" w:lineRule="auto"/>
        <w:ind w:left="0"/>
        <w:jc w:val="both"/>
        <w:rPr>
          <w:sz w:val="28"/>
        </w:rPr>
      </w:pPr>
      <w:r w:rsidRPr="000E56FA">
        <w:rPr>
          <w:sz w:val="28"/>
        </w:rPr>
        <w:t>Комбінований алгоритм [6].</w:t>
      </w:r>
      <w:r w:rsidRPr="00854B86">
        <w:rPr>
          <w:sz w:val="28"/>
        </w:rPr>
        <w:t>Для скорочення кількості центрів використовується алгоритм вибору взірця, далі – жадібне видалення.</w:t>
      </w:r>
    </w:p>
    <w:p w:rsidR="007E4319" w:rsidRPr="00B74097" w:rsidRDefault="007E4319" w:rsidP="00C61019">
      <w:pPr>
        <w:spacing w:line="360" w:lineRule="auto"/>
        <w:ind w:firstLine="720"/>
        <w:jc w:val="both"/>
        <w:rPr>
          <w:sz w:val="28"/>
          <w:lang w:eastAsia="en-US"/>
        </w:rPr>
      </w:pPr>
      <w:r>
        <w:rPr>
          <w:sz w:val="28"/>
          <w:lang w:eastAsia="en-US"/>
        </w:rPr>
        <w:t>Усі вищезгадані алгоритми</w:t>
      </w:r>
      <w:r w:rsidRPr="00661E63">
        <w:rPr>
          <w:sz w:val="28"/>
          <w:lang w:eastAsia="en-US"/>
        </w:rPr>
        <w:t xml:space="preserve">увійшли до </w:t>
      </w:r>
      <w:r w:rsidRPr="007529DD">
        <w:rPr>
          <w:sz w:val="28"/>
          <w:lang w:eastAsia="en-US"/>
        </w:rPr>
        <w:t>ядра</w:t>
      </w:r>
      <w:r w:rsidRPr="00661E63">
        <w:rPr>
          <w:sz w:val="28"/>
          <w:lang w:eastAsia="en-US"/>
        </w:rPr>
        <w:t xml:space="preserve"> програмного забезпечення</w:t>
      </w:r>
      <w:r w:rsidRPr="00B74097">
        <w:rPr>
          <w:sz w:val="28"/>
          <w:lang w:eastAsia="en-US"/>
        </w:rPr>
        <w:t>«</w:t>
      </w:r>
      <w:r w:rsidRPr="00B74097">
        <w:rPr>
          <w:i/>
          <w:sz w:val="28"/>
          <w:lang w:val="en-US"/>
        </w:rPr>
        <w:t>k</w:t>
      </w:r>
      <w:r w:rsidRPr="00B74097">
        <w:rPr>
          <w:i/>
          <w:sz w:val="28"/>
        </w:rPr>
        <w:t>-</w:t>
      </w:r>
      <w:r w:rsidRPr="00B74097">
        <w:rPr>
          <w:i/>
          <w:sz w:val="28"/>
          <w:lang w:val="en-US"/>
        </w:rPr>
        <w:t>meansclustering</w:t>
      </w:r>
      <w:r w:rsidRPr="00B74097">
        <w:rPr>
          <w:sz w:val="28"/>
          <w:lang w:eastAsia="en-US"/>
        </w:rPr>
        <w:t>», яке надає користувачу наступні можливості:</w:t>
      </w:r>
    </w:p>
    <w:p w:rsidR="007E4319" w:rsidRPr="00B74097" w:rsidRDefault="007E4319" w:rsidP="00C61019">
      <w:pPr>
        <w:pStyle w:val="ListParagraph"/>
        <w:numPr>
          <w:ilvl w:val="0"/>
          <w:numId w:val="19"/>
        </w:numPr>
        <w:spacing w:line="360" w:lineRule="auto"/>
        <w:ind w:left="0"/>
        <w:jc w:val="both"/>
        <w:rPr>
          <w:sz w:val="28"/>
        </w:rPr>
      </w:pPr>
      <w:r w:rsidRPr="00B74097">
        <w:rPr>
          <w:sz w:val="28"/>
        </w:rPr>
        <w:t>Завантажувати файл з багатовимірними даними з будь-якого носія.</w:t>
      </w:r>
    </w:p>
    <w:p w:rsidR="007E4319" w:rsidRPr="00B74097" w:rsidRDefault="007E4319" w:rsidP="00C61019">
      <w:pPr>
        <w:pStyle w:val="ListParagraph"/>
        <w:numPr>
          <w:ilvl w:val="0"/>
          <w:numId w:val="19"/>
        </w:numPr>
        <w:spacing w:line="360" w:lineRule="auto"/>
        <w:ind w:left="0"/>
        <w:jc w:val="both"/>
        <w:rPr>
          <w:sz w:val="28"/>
        </w:rPr>
      </w:pPr>
      <w:r w:rsidRPr="00B74097">
        <w:rPr>
          <w:sz w:val="28"/>
        </w:rPr>
        <w:t>Генерувати набори даних на основі таких вхідних параметрів: кількості кластерів, кількості елементів в кластерах, математичних сподіваннь та діагональних дисперсійно-коваріаційних матриць кластерів.</w:t>
      </w:r>
    </w:p>
    <w:p w:rsidR="007E4319" w:rsidRPr="00661E63" w:rsidRDefault="007E4319" w:rsidP="00C61019">
      <w:pPr>
        <w:pStyle w:val="ListParagraph"/>
        <w:numPr>
          <w:ilvl w:val="0"/>
          <w:numId w:val="19"/>
        </w:numPr>
        <w:spacing w:line="360" w:lineRule="auto"/>
        <w:ind w:left="90" w:firstLine="630"/>
        <w:jc w:val="both"/>
        <w:rPr>
          <w:sz w:val="28"/>
        </w:rPr>
      </w:pPr>
      <w:r w:rsidRPr="00B74097">
        <w:rPr>
          <w:sz w:val="28"/>
        </w:rPr>
        <w:t xml:space="preserve">Кластеризувати дані одним із п’яти алгоритмів: Ллойда, МакКіна, Хартігана–Вонга, </w:t>
      </w:r>
      <w:r w:rsidRPr="00B74097">
        <w:rPr>
          <w:i/>
          <w:sz w:val="28"/>
        </w:rPr>
        <w:t>X-</w:t>
      </w:r>
      <w:r w:rsidRPr="00B74097">
        <w:rPr>
          <w:sz w:val="28"/>
        </w:rPr>
        <w:t>means або</w:t>
      </w:r>
      <w:r w:rsidRPr="00B74097">
        <w:rPr>
          <w:i/>
          <w:sz w:val="28"/>
        </w:rPr>
        <w:t>G-</w:t>
      </w:r>
      <w:r w:rsidRPr="00B74097">
        <w:rPr>
          <w:sz w:val="28"/>
        </w:rPr>
        <w:t xml:space="preserve">means. Перші три безпосередньо реалізують метод </w:t>
      </w:r>
      <w:r w:rsidRPr="00B74097">
        <w:rPr>
          <w:i/>
          <w:sz w:val="28"/>
        </w:rPr>
        <w:t>k</w:t>
      </w:r>
      <w:r w:rsidRPr="00B74097">
        <w:rPr>
          <w:sz w:val="28"/>
        </w:rPr>
        <w:t>-середніх, для них кількість кластерів задає користувач. Два останні алгоритми забезпечують автоматичне визначення кількості кластерів</w:t>
      </w:r>
      <w:r>
        <w:rPr>
          <w:sz w:val="28"/>
          <w:lang w:val="ru-RU"/>
        </w:rPr>
        <w:t xml:space="preserve">, </w:t>
      </w:r>
      <w:r w:rsidRPr="00671AFD">
        <w:rPr>
          <w:sz w:val="28"/>
        </w:rPr>
        <w:t>у роботі</w:t>
      </w:r>
      <w:r>
        <w:rPr>
          <w:sz w:val="28"/>
        </w:rPr>
        <w:t xml:space="preserve"> їх реалізовано на базі алгоритму </w:t>
      </w:r>
      <w:r w:rsidRPr="00B74097">
        <w:rPr>
          <w:sz w:val="28"/>
        </w:rPr>
        <w:t>Хартігана – Вонга. Для них користувач повинен визначити діапазон можливих значень кількості кластерів. У користувача також</w:t>
      </w:r>
      <w:r w:rsidRPr="00661E63">
        <w:rPr>
          <w:sz w:val="28"/>
        </w:rPr>
        <w:t xml:space="preserve"> є можливість обрати, з якою метрикою відстані застосовувати алгоритми (евклідовою чи Махаланобіса) та як обчислювати центри кластерів (як медіану або як середнє арифметичне).</w:t>
      </w:r>
    </w:p>
    <w:p w:rsidR="007E4319" w:rsidRPr="00B74097" w:rsidRDefault="007E4319" w:rsidP="00C61019">
      <w:pPr>
        <w:pStyle w:val="ListParagraph"/>
        <w:numPr>
          <w:ilvl w:val="0"/>
          <w:numId w:val="19"/>
        </w:numPr>
        <w:spacing w:line="360" w:lineRule="auto"/>
        <w:ind w:left="0"/>
        <w:jc w:val="both"/>
        <w:rPr>
          <w:sz w:val="28"/>
        </w:rPr>
      </w:pPr>
      <w:r w:rsidRPr="00661E63">
        <w:rPr>
          <w:sz w:val="28"/>
        </w:rPr>
        <w:t xml:space="preserve">Знаходити початкові центри кластерів </w:t>
      </w:r>
      <w:r>
        <w:rPr>
          <w:sz w:val="28"/>
        </w:rPr>
        <w:t>один із шести алгоритмів</w:t>
      </w:r>
      <w:r w:rsidRPr="00661E63">
        <w:rPr>
          <w:sz w:val="28"/>
        </w:rPr>
        <w:t xml:space="preserve">: </w:t>
      </w:r>
      <w:r w:rsidRPr="00B74097">
        <w:rPr>
          <w:sz w:val="28"/>
        </w:rPr>
        <w:t xml:space="preserve">випадковим, </w:t>
      </w:r>
      <w:r w:rsidRPr="00B74097">
        <w:rPr>
          <w:i/>
          <w:sz w:val="28"/>
        </w:rPr>
        <w:t>k</w:t>
      </w:r>
      <w:r w:rsidRPr="00B74097">
        <w:rPr>
          <w:sz w:val="28"/>
        </w:rPr>
        <w:t>-means++, відсіювання, вибором взірця, жадібним видаленням або комбінованим.</w:t>
      </w:r>
    </w:p>
    <w:p w:rsidR="007E4319" w:rsidRPr="00B74097" w:rsidRDefault="007E4319" w:rsidP="00C61019">
      <w:pPr>
        <w:pStyle w:val="ListParagraph"/>
        <w:numPr>
          <w:ilvl w:val="0"/>
          <w:numId w:val="19"/>
        </w:numPr>
        <w:spacing w:line="360" w:lineRule="auto"/>
        <w:ind w:left="0"/>
        <w:jc w:val="both"/>
        <w:rPr>
          <w:sz w:val="28"/>
        </w:rPr>
      </w:pPr>
      <w:r w:rsidRPr="00B74097">
        <w:rPr>
          <w:sz w:val="28"/>
        </w:rPr>
        <w:t>Візуалізувати багатовимірні дані в площині двох обраних користувачем ознак.</w:t>
      </w:r>
    </w:p>
    <w:p w:rsidR="007E4319" w:rsidRPr="00B74097" w:rsidRDefault="007E4319" w:rsidP="00C61019">
      <w:pPr>
        <w:pStyle w:val="ListParagraph"/>
        <w:numPr>
          <w:ilvl w:val="0"/>
          <w:numId w:val="19"/>
        </w:numPr>
        <w:spacing w:line="360" w:lineRule="auto"/>
        <w:ind w:left="0"/>
        <w:jc w:val="both"/>
        <w:rPr>
          <w:sz w:val="28"/>
        </w:rPr>
      </w:pPr>
      <w:r w:rsidRPr="00B74097">
        <w:rPr>
          <w:sz w:val="28"/>
        </w:rPr>
        <w:t>Після проведення кластеризації бачити на формі кількість ітераційалгоритму кластеризації, час кластеризації, значення функціонала якості, фінальні центрі кластерів та кількість об’єктів у кожному кластері.</w:t>
      </w:r>
    </w:p>
    <w:p w:rsidR="007E4319" w:rsidRPr="00B74097" w:rsidRDefault="007E4319" w:rsidP="00C61019">
      <w:pPr>
        <w:spacing w:line="360" w:lineRule="auto"/>
        <w:ind w:firstLine="720"/>
        <w:jc w:val="both"/>
        <w:rPr>
          <w:sz w:val="28"/>
        </w:rPr>
      </w:pPr>
      <w:r w:rsidRPr="00B74097">
        <w:rPr>
          <w:sz w:val="28"/>
        </w:rPr>
        <w:t>Програма складається з чотирьох</w:t>
      </w:r>
      <w:r w:rsidRPr="008B6C2A">
        <w:rPr>
          <w:sz w:val="28"/>
        </w:rPr>
        <w:t xml:space="preserve"> </w:t>
      </w:r>
      <w:r w:rsidRPr="00B74097">
        <w:rPr>
          <w:sz w:val="28"/>
        </w:rPr>
        <w:t xml:space="preserve">файлів: k-means.exe – додаток, що реалізує усі вищезазначені можливості, а також три допоміжні бібліотеки від Accord, що використовуються для обчислення значень квантилів та емпіричної функції нормального розподілу. </w:t>
      </w:r>
    </w:p>
    <w:p w:rsidR="007E4319" w:rsidRPr="00B74097" w:rsidRDefault="007E4319" w:rsidP="00C61019">
      <w:pPr>
        <w:spacing w:line="360" w:lineRule="auto"/>
        <w:ind w:firstLine="720"/>
        <w:jc w:val="both"/>
        <w:rPr>
          <w:sz w:val="28"/>
          <w:lang w:eastAsia="en-US"/>
        </w:rPr>
      </w:pPr>
      <w:r w:rsidRPr="00B74097">
        <w:rPr>
          <w:sz w:val="28"/>
          <w:lang w:eastAsia="en-US"/>
        </w:rPr>
        <w:t xml:space="preserve">Програму реалізовано на мові програмування C# високого рівня під платформу .NET Framework v.4.5. </w:t>
      </w:r>
    </w:p>
    <w:p w:rsidR="007E4319" w:rsidRPr="00B74097" w:rsidRDefault="007E4319" w:rsidP="00C61019">
      <w:pPr>
        <w:spacing w:line="360" w:lineRule="auto"/>
        <w:ind w:firstLine="720"/>
        <w:jc w:val="both"/>
        <w:rPr>
          <w:sz w:val="28"/>
          <w:lang w:eastAsia="en-US"/>
        </w:rPr>
      </w:pPr>
      <w:r w:rsidRPr="00B74097">
        <w:rPr>
          <w:sz w:val="28"/>
          <w:lang w:eastAsia="en-US"/>
        </w:rPr>
        <w:t>У процесі розробки</w:t>
      </w:r>
      <w:r>
        <w:rPr>
          <w:sz w:val="28"/>
          <w:lang w:val="ru-RU" w:eastAsia="en-US"/>
        </w:rPr>
        <w:t xml:space="preserve"> </w:t>
      </w:r>
      <w:r w:rsidRPr="00B74097">
        <w:rPr>
          <w:sz w:val="28"/>
          <w:lang w:eastAsia="en-US"/>
        </w:rPr>
        <w:t>програмного забезпечення було використано усі принципи об’єктно-орієнтованого підходу: інкапсуляцію</w:t>
      </w:r>
      <w:r w:rsidRPr="00661E63">
        <w:rPr>
          <w:sz w:val="28"/>
          <w:lang w:eastAsia="en-US"/>
        </w:rPr>
        <w:t xml:space="preserve">, наслідування та поліморфізм. </w:t>
      </w:r>
      <w:r w:rsidRPr="00B74097">
        <w:rPr>
          <w:sz w:val="28"/>
          <w:lang w:eastAsia="en-US"/>
        </w:rPr>
        <w:t>Розроблено наступні класи:</w:t>
      </w:r>
    </w:p>
    <w:p w:rsidR="007E4319" w:rsidRPr="00B74097" w:rsidRDefault="007E4319" w:rsidP="00C61019">
      <w:pPr>
        <w:pStyle w:val="ListParagraph"/>
        <w:numPr>
          <w:ilvl w:val="0"/>
          <w:numId w:val="28"/>
        </w:numPr>
        <w:spacing w:line="360" w:lineRule="auto"/>
        <w:ind w:left="0"/>
        <w:jc w:val="both"/>
        <w:rPr>
          <w:sz w:val="28"/>
        </w:rPr>
      </w:pPr>
      <w:r w:rsidRPr="00B74097">
        <w:rPr>
          <w:sz w:val="28"/>
        </w:rPr>
        <w:t>Distance</w:t>
      </w:r>
      <w:r w:rsidRPr="008B6C2A">
        <w:rPr>
          <w:sz w:val="28"/>
          <w:lang w:val="en-US"/>
        </w:rPr>
        <w:t xml:space="preserve"> </w:t>
      </w:r>
      <w:r w:rsidRPr="00B74097">
        <w:rPr>
          <w:sz w:val="28"/>
        </w:rPr>
        <w:t>Measurer (Distance</w:t>
      </w:r>
      <w:r w:rsidRPr="008B6C2A">
        <w:rPr>
          <w:sz w:val="28"/>
          <w:lang w:val="en-US"/>
        </w:rPr>
        <w:t xml:space="preserve"> </w:t>
      </w:r>
      <w:r w:rsidRPr="00B74097">
        <w:rPr>
          <w:sz w:val="28"/>
        </w:rPr>
        <w:t xml:space="preserve">Measurer.cs файл). Містить статичні методи Euclidian та Mahalanobis, що використовуються для знаходження відстані між двома </w:t>
      </w:r>
      <w:r w:rsidRPr="00B74097">
        <w:rPr>
          <w:i/>
          <w:sz w:val="28"/>
        </w:rPr>
        <w:t>m</w:t>
      </w:r>
      <w:r w:rsidRPr="00B74097">
        <w:rPr>
          <w:sz w:val="28"/>
        </w:rPr>
        <w:t>-вимірними точками: евклідової та Махаланобіса відповідно. Приклад використання: Distance.Euclid(x,y) – повертає дійсне число.</w:t>
      </w:r>
    </w:p>
    <w:p w:rsidR="007E4319" w:rsidRPr="00661E63" w:rsidRDefault="007E4319" w:rsidP="00FE7250">
      <w:pPr>
        <w:pStyle w:val="ListParagraph"/>
        <w:numPr>
          <w:ilvl w:val="0"/>
          <w:numId w:val="28"/>
        </w:numPr>
        <w:spacing w:line="360" w:lineRule="auto"/>
        <w:ind w:left="0"/>
        <w:jc w:val="both"/>
        <w:rPr>
          <w:sz w:val="28"/>
        </w:rPr>
      </w:pPr>
      <w:r w:rsidRPr="00B74097">
        <w:rPr>
          <w:sz w:val="28"/>
        </w:rPr>
        <w:t>DataLoader (DataLoader.cs файл). Відповідає за взаємодію програми з файловою системою користувача, зчитування даних із файлу та формування структури даних List&lt;Point&gt; з об’єктами вибірки. Містить один статичний асинхронний метод LoadData, що приймає параметр List&lt;Point&gt; points, який заповнює даними, іповертає ім’я файлу</w:t>
      </w:r>
      <w:r w:rsidRPr="00661E63">
        <w:rPr>
          <w:sz w:val="28"/>
        </w:rPr>
        <w:t>.</w:t>
      </w:r>
    </w:p>
    <w:p w:rsidR="007E4319" w:rsidRPr="00661E63" w:rsidRDefault="007E4319" w:rsidP="00FE7250">
      <w:pPr>
        <w:pStyle w:val="ListParagraph"/>
        <w:numPr>
          <w:ilvl w:val="0"/>
          <w:numId w:val="28"/>
        </w:numPr>
        <w:spacing w:line="360" w:lineRule="auto"/>
        <w:ind w:left="0"/>
        <w:jc w:val="both"/>
        <w:rPr>
          <w:sz w:val="28"/>
        </w:rPr>
      </w:pPr>
      <w:r w:rsidRPr="00661E63">
        <w:rPr>
          <w:sz w:val="28"/>
        </w:rPr>
        <w:t xml:space="preserve">Point (Point.cs файл). Клас </w:t>
      </w:r>
      <w:r w:rsidRPr="00B74097">
        <w:rPr>
          <w:sz w:val="28"/>
        </w:rPr>
        <w:t xml:space="preserve">описує об’єкт як точку </w:t>
      </w:r>
      <w:r w:rsidRPr="00B74097">
        <w:rPr>
          <w:i/>
          <w:sz w:val="28"/>
        </w:rPr>
        <w:t>m</w:t>
      </w:r>
      <w:r w:rsidRPr="00B74097">
        <w:rPr>
          <w:sz w:val="28"/>
        </w:rPr>
        <w:t xml:space="preserve">-вимірного простору. Зберігає для об’єкту значення ознак та </w:t>
      </w:r>
      <w:r w:rsidRPr="00B74097">
        <w:rPr>
          <w:sz w:val="28"/>
          <w:lang w:val="ru-RU"/>
        </w:rPr>
        <w:t>посиланнядо</w:t>
      </w:r>
      <w:r w:rsidRPr="00B74097">
        <w:rPr>
          <w:sz w:val="28"/>
        </w:rPr>
        <w:t xml:space="preserve"> двох найближчих кластерів (необхідно для реалізації</w:t>
      </w:r>
      <w:r w:rsidRPr="00661E63">
        <w:rPr>
          <w:sz w:val="28"/>
        </w:rPr>
        <w:t xml:space="preserve"> алгоритму Харт</w:t>
      </w:r>
      <w:r>
        <w:rPr>
          <w:sz w:val="28"/>
        </w:rPr>
        <w:t>і</w:t>
      </w:r>
      <w:r w:rsidRPr="00661E63">
        <w:rPr>
          <w:sz w:val="28"/>
        </w:rPr>
        <w:t>гана</w:t>
      </w:r>
      <w:r>
        <w:rPr>
          <w:sz w:val="28"/>
        </w:rPr>
        <w:t xml:space="preserve"> – </w:t>
      </w:r>
      <w:r w:rsidRPr="00661E63">
        <w:rPr>
          <w:sz w:val="28"/>
        </w:rPr>
        <w:t>Вонга).</w:t>
      </w:r>
    </w:p>
    <w:p w:rsidR="007E4319" w:rsidRPr="00B74097" w:rsidRDefault="007E4319" w:rsidP="00FE7250">
      <w:pPr>
        <w:pStyle w:val="ListParagraph"/>
        <w:numPr>
          <w:ilvl w:val="0"/>
          <w:numId w:val="28"/>
        </w:numPr>
        <w:spacing w:line="360" w:lineRule="auto"/>
        <w:ind w:left="0"/>
        <w:jc w:val="both"/>
        <w:rPr>
          <w:sz w:val="28"/>
        </w:rPr>
      </w:pPr>
      <w:r w:rsidRPr="00B74097">
        <w:rPr>
          <w:sz w:val="28"/>
        </w:rPr>
        <w:t>Cluster (Cluster.cs файл). Клас описує кластер. В ньому зберігаютьсяусі об’єкти кластеру, їх кількість, центр кластеру, попередній центр кластеру, вимірність простору даних. Містить один метод RefreshCenter, в якому реалізовано обчислення нового центру кластера після додавання/видалення об’єктів. Клас реалізує інтерфейс IComparable для підтримки сортування.</w:t>
      </w:r>
    </w:p>
    <w:p w:rsidR="007E4319" w:rsidRPr="00B74097" w:rsidRDefault="007E4319" w:rsidP="00FE7250">
      <w:pPr>
        <w:pStyle w:val="ListParagraph"/>
        <w:numPr>
          <w:ilvl w:val="0"/>
          <w:numId w:val="28"/>
        </w:numPr>
        <w:spacing w:line="360" w:lineRule="auto"/>
        <w:ind w:left="0"/>
        <w:jc w:val="both"/>
        <w:rPr>
          <w:sz w:val="28"/>
        </w:rPr>
      </w:pPr>
      <w:r w:rsidRPr="00B74097">
        <w:rPr>
          <w:sz w:val="28"/>
        </w:rPr>
        <w:t>Center</w:t>
      </w:r>
      <w:r w:rsidRPr="008B6C2A">
        <w:rPr>
          <w:sz w:val="28"/>
        </w:rPr>
        <w:t xml:space="preserve"> </w:t>
      </w:r>
      <w:r w:rsidRPr="00B74097">
        <w:rPr>
          <w:sz w:val="28"/>
        </w:rPr>
        <w:t>Resolver (Center</w:t>
      </w:r>
      <w:r w:rsidRPr="008B6C2A">
        <w:rPr>
          <w:sz w:val="28"/>
        </w:rPr>
        <w:t xml:space="preserve"> </w:t>
      </w:r>
      <w:r w:rsidRPr="00B74097">
        <w:rPr>
          <w:sz w:val="28"/>
        </w:rPr>
        <w:t>Resolver.cs файл) –клас, що реалізує усі перелічені вище алгоритми вибору початкових центрів.</w:t>
      </w:r>
    </w:p>
    <w:p w:rsidR="007E4319" w:rsidRPr="00B74097" w:rsidRDefault="007E4319" w:rsidP="00C61019">
      <w:pPr>
        <w:pStyle w:val="ListParagraph"/>
        <w:numPr>
          <w:ilvl w:val="0"/>
          <w:numId w:val="28"/>
        </w:numPr>
        <w:spacing w:line="360" w:lineRule="auto"/>
        <w:ind w:left="0"/>
        <w:jc w:val="both"/>
        <w:rPr>
          <w:sz w:val="28"/>
        </w:rPr>
      </w:pPr>
      <w:r w:rsidRPr="00B74097">
        <w:rPr>
          <w:sz w:val="28"/>
        </w:rPr>
        <w:t>Clustering</w:t>
      </w:r>
      <w:r w:rsidRPr="008B6C2A">
        <w:rPr>
          <w:sz w:val="28"/>
        </w:rPr>
        <w:t xml:space="preserve"> </w:t>
      </w:r>
      <w:r w:rsidRPr="00B74097">
        <w:rPr>
          <w:sz w:val="28"/>
        </w:rPr>
        <w:t>Resolver (Clustering</w:t>
      </w:r>
      <w:r w:rsidRPr="008B6C2A">
        <w:rPr>
          <w:sz w:val="28"/>
        </w:rPr>
        <w:t xml:space="preserve"> </w:t>
      </w:r>
      <w:r w:rsidRPr="00B74097">
        <w:rPr>
          <w:sz w:val="28"/>
        </w:rPr>
        <w:t>Resolver.cs файл) –клас, що реалізує усі перелічені вище алгоритми кластеризації.</w:t>
      </w:r>
    </w:p>
    <w:p w:rsidR="007E4319" w:rsidRPr="00B74097" w:rsidRDefault="007E4319" w:rsidP="00C61019">
      <w:pPr>
        <w:pStyle w:val="ListParagraph"/>
        <w:numPr>
          <w:ilvl w:val="0"/>
          <w:numId w:val="28"/>
        </w:numPr>
        <w:spacing w:line="360" w:lineRule="auto"/>
        <w:ind w:left="0"/>
        <w:jc w:val="both"/>
        <w:rPr>
          <w:sz w:val="28"/>
        </w:rPr>
      </w:pPr>
      <w:r w:rsidRPr="00B74097">
        <w:rPr>
          <w:sz w:val="28"/>
        </w:rPr>
        <w:t>Solver (Solver.cs файл). Основний клас програми, що використовує усі інші для проведення кластерного аналізу.</w:t>
      </w:r>
    </w:p>
    <w:p w:rsidR="007E4319" w:rsidRPr="00661E63" w:rsidRDefault="007E4319" w:rsidP="00C61019">
      <w:pPr>
        <w:spacing w:line="360" w:lineRule="auto"/>
        <w:ind w:firstLine="720"/>
        <w:jc w:val="both"/>
        <w:rPr>
          <w:sz w:val="28"/>
        </w:rPr>
      </w:pPr>
      <w:r w:rsidRPr="00B74097">
        <w:rPr>
          <w:sz w:val="28"/>
        </w:rPr>
        <w:t xml:space="preserve">Велику кількість циклічних обчислень у програмному забезпечення було виконано з </w:t>
      </w:r>
      <w:r w:rsidRPr="003A422B">
        <w:rPr>
          <w:sz w:val="28"/>
        </w:rPr>
        <w:t>використанням вбудованих можливостей мови C#, а саме технології LINQ to Objects. LINQ (англ. Language-Integrated Query) – проста та зручна мова запитів до даних. В якості джерела</w:t>
      </w:r>
      <w:r w:rsidRPr="00661E63">
        <w:rPr>
          <w:sz w:val="28"/>
        </w:rPr>
        <w:t xml:space="preserve"> даних може виступати будь-який об’єкт, що</w:t>
      </w:r>
      <w:r>
        <w:rPr>
          <w:sz w:val="28"/>
        </w:rPr>
        <w:t xml:space="preserve"> реалізує інтерфейс IEnumerable</w:t>
      </w:r>
      <w:r w:rsidRPr="00661E63">
        <w:rPr>
          <w:sz w:val="28"/>
        </w:rPr>
        <w:t xml:space="preserve">,наприклад, масиви, стандартні та узагальнені колекції, а також набори даних DataSet, документ XML. Для використання LINQ необхідно підключити простір імен System.Linq. У програмі активно </w:t>
      </w:r>
      <w:r w:rsidRPr="00B74097">
        <w:rPr>
          <w:sz w:val="28"/>
        </w:rPr>
        <w:t xml:space="preserve">використовувалися вирази LINQ у вигляді розширюючих методів (ToList, Avarage, Sum, Where, </w:t>
      </w:r>
      <w:r w:rsidRPr="00B74097">
        <w:rPr>
          <w:sz w:val="28"/>
          <w:lang w:val="en-US"/>
        </w:rPr>
        <w:t>Sort</w:t>
      </w:r>
      <w:r w:rsidRPr="00B74097">
        <w:rPr>
          <w:sz w:val="28"/>
        </w:rPr>
        <w:t xml:space="preserve"> та інших).</w:t>
      </w:r>
    </w:p>
    <w:p w:rsidR="007E4319" w:rsidRPr="00B74097" w:rsidRDefault="007E4319" w:rsidP="00C61019">
      <w:pPr>
        <w:pStyle w:val="ListParagraph"/>
        <w:spacing w:line="360" w:lineRule="auto"/>
        <w:ind w:left="0" w:firstLine="720"/>
        <w:jc w:val="both"/>
        <w:rPr>
          <w:sz w:val="28"/>
        </w:rPr>
      </w:pPr>
      <w:r w:rsidRPr="00661E63">
        <w:rPr>
          <w:sz w:val="28"/>
        </w:rPr>
        <w:t xml:space="preserve">Для запобігання </w:t>
      </w:r>
      <w:r>
        <w:rPr>
          <w:sz w:val="28"/>
          <w:lang w:val="ru-RU"/>
        </w:rPr>
        <w:t xml:space="preserve">зниження </w:t>
      </w:r>
      <w:r w:rsidRPr="00BE3727">
        <w:rPr>
          <w:sz w:val="28"/>
        </w:rPr>
        <w:t>продуктивності</w:t>
      </w:r>
      <w:r w:rsidRPr="00661E63">
        <w:rPr>
          <w:sz w:val="28"/>
        </w:rPr>
        <w:t xml:space="preserve"> додатку і підвищення швидкості його відклику було використано прийоми асинхронного </w:t>
      </w:r>
      <w:r w:rsidRPr="00B74097">
        <w:rPr>
          <w:sz w:val="28"/>
        </w:rPr>
        <w:t>програмування. За допомогою класу Task та ключових слів async, await та lock булореалізовано асинхронне виконання певних етапів обробки даних. При цьому нові версії .NET Framework та C# інкапсулюють основну роботу</w:t>
      </w:r>
      <w:r>
        <w:rPr>
          <w:sz w:val="28"/>
        </w:rPr>
        <w:t xml:space="preserve">зі </w:t>
      </w:r>
      <w:r w:rsidRPr="00B74097">
        <w:rPr>
          <w:sz w:val="28"/>
        </w:rPr>
        <w:t>створення і менеджменту потоків та роботу з пулом потоків. Завдяки цьому більше немає необхідності вручну створювати окремий потік для вирішення</w:t>
      </w:r>
      <w:r w:rsidRPr="00CE15B1">
        <w:rPr>
          <w:sz w:val="28"/>
        </w:rPr>
        <w:t xml:space="preserve">задачі за допомогою класу Thread. </w:t>
      </w:r>
      <w:r w:rsidRPr="00661E63">
        <w:rPr>
          <w:sz w:val="28"/>
        </w:rPr>
        <w:t>CLR (англ. – Common Language Runtime) динамічно аналізує код і сама вирішує</w:t>
      </w:r>
      <w:r>
        <w:rPr>
          <w:sz w:val="28"/>
        </w:rPr>
        <w:t>,</w:t>
      </w:r>
      <w:r w:rsidRPr="00661E63">
        <w:rPr>
          <w:sz w:val="28"/>
        </w:rPr>
        <w:t xml:space="preserve"> чи дійсно необхідно виконати поставлену </w:t>
      </w:r>
      <w:r w:rsidRPr="00B74097">
        <w:rPr>
          <w:sz w:val="28"/>
        </w:rPr>
        <w:t>задачу асинхронно, чи продуктивність від цього впаде (або не зміниться) і слід виконати операцію синхронно.</w:t>
      </w:r>
    </w:p>
    <w:p w:rsidR="007E4319" w:rsidRPr="00B74097" w:rsidRDefault="007E4319" w:rsidP="00C61019">
      <w:pPr>
        <w:pStyle w:val="ListParagraph"/>
        <w:spacing w:line="360" w:lineRule="auto"/>
        <w:ind w:left="0" w:firstLine="720"/>
        <w:jc w:val="both"/>
        <w:rPr>
          <w:sz w:val="28"/>
        </w:rPr>
      </w:pPr>
      <w:r w:rsidRPr="00B74097">
        <w:rPr>
          <w:sz w:val="28"/>
        </w:rPr>
        <w:t>З метою уникнення екстреного припинення виконання програми у разі непередбачених помилок було використано прийоми захисного програмування. Так, у програмі використовуються конструкції try/catch/finally. Якщо в блоці коду, що розміщений у конструкції try, виникає будь-яка виключна ситуація, управління передається блоку catch (обов’язково) або finally (якщо є необхідність виконати набір інструкцій незалежно від того, успішно виконався основний набір команд або відбувся збій), де помилки конвертуються у текстове повідомлення користувачу. Також у додатку використовується ключове слово throw, що слугує для ручного створення виключної ситуації (використовується при валідації: якщо дані були пошкоджені або невірні, збуджується виключення, яке  потім оброблюються на іншому рівні додатку).</w:t>
      </w:r>
    </w:p>
    <w:p w:rsidR="007E4319" w:rsidRDefault="007E4319" w:rsidP="00C61019">
      <w:pPr>
        <w:spacing w:line="360" w:lineRule="auto"/>
        <w:ind w:firstLine="720"/>
        <w:jc w:val="both"/>
        <w:rPr>
          <w:sz w:val="28"/>
        </w:rPr>
      </w:pPr>
      <w:r w:rsidRPr="00B74097">
        <w:rPr>
          <w:sz w:val="28"/>
        </w:rPr>
        <w:t>Створена програма має дружній до користувача графічний інтерфейс (рис. 1) і одразу після запуску готова до роботи із параметрами за замовчуванням, треба лише обрати файл із вибіркою. Після завантаження даних вони візуалізуються у просторі двох вказаних користувачем ознак, на панелі «Info» з’являється ім’я відкритого файлу і відображається вимірність</w:t>
      </w:r>
      <w:r>
        <w:rPr>
          <w:sz w:val="28"/>
        </w:rPr>
        <w:t xml:space="preserve"> даних. Для проведення кластеризації даних користувач повинен обрати алгоритм кластеризації, алгоритм вибору початкових центрів, метрику відстані між об’єктами, вказати бажану кількість кластерів</w:t>
      </w:r>
      <w:r w:rsidRPr="00661E63">
        <w:rPr>
          <w:i/>
          <w:sz w:val="28"/>
        </w:rPr>
        <w:t>k</w:t>
      </w:r>
      <w:r>
        <w:rPr>
          <w:sz w:val="28"/>
        </w:rPr>
        <w:t xml:space="preserve"> (для алгоритмів Ллойда, МакКіна та Хартигана–Вонга</w:t>
      </w:r>
      <w:r w:rsidRPr="00A13ACA">
        <w:rPr>
          <w:sz w:val="28"/>
        </w:rPr>
        <w:t>) або</w:t>
      </w:r>
      <w:r w:rsidRPr="00661E63">
        <w:rPr>
          <w:sz w:val="28"/>
        </w:rPr>
        <w:t>діапазон значень</w:t>
      </w:r>
      <w:r w:rsidRPr="00661E63">
        <w:rPr>
          <w:i/>
          <w:sz w:val="28"/>
        </w:rPr>
        <w:t xml:space="preserve">k </w:t>
      </w:r>
      <w:r>
        <w:rPr>
          <w:sz w:val="28"/>
        </w:rPr>
        <w:t>(</w:t>
      </w:r>
      <w:r w:rsidRPr="00A13ACA">
        <w:rPr>
          <w:sz w:val="28"/>
        </w:rPr>
        <w:t xml:space="preserve">для </w:t>
      </w:r>
      <w:r w:rsidRPr="00A13ACA">
        <w:rPr>
          <w:i/>
          <w:sz w:val="28"/>
        </w:rPr>
        <w:t>Х</w:t>
      </w:r>
      <w:r>
        <w:rPr>
          <w:sz w:val="28"/>
        </w:rPr>
        <w:t>-</w:t>
      </w:r>
      <w:r>
        <w:rPr>
          <w:sz w:val="28"/>
          <w:lang w:val="es-ES"/>
        </w:rPr>
        <w:t>means</w:t>
      </w:r>
      <w:r w:rsidRPr="00A13ACA">
        <w:rPr>
          <w:sz w:val="28"/>
        </w:rPr>
        <w:t xml:space="preserve"> та </w:t>
      </w:r>
      <w:r>
        <w:rPr>
          <w:i/>
          <w:sz w:val="28"/>
          <w:lang w:val="es-ES"/>
        </w:rPr>
        <w:t>G</w:t>
      </w:r>
      <w:r>
        <w:rPr>
          <w:sz w:val="28"/>
        </w:rPr>
        <w:t>-</w:t>
      </w:r>
      <w:r>
        <w:rPr>
          <w:sz w:val="28"/>
          <w:lang w:val="es-ES"/>
        </w:rPr>
        <w:t>means</w:t>
      </w:r>
      <w:r w:rsidRPr="00A13ACA">
        <w:rPr>
          <w:sz w:val="28"/>
        </w:rPr>
        <w:t>)</w:t>
      </w:r>
      <w:r w:rsidRPr="00661E63">
        <w:rPr>
          <w:sz w:val="28"/>
        </w:rPr>
        <w:t>.</w:t>
      </w:r>
    </w:p>
    <w:p w:rsidR="007E4319" w:rsidRDefault="007E4319" w:rsidP="00C61019">
      <w:pPr>
        <w:spacing w:line="360" w:lineRule="auto"/>
        <w:ind w:firstLine="720"/>
        <w:jc w:val="both"/>
        <w:rPr>
          <w:sz w:val="28"/>
        </w:rPr>
      </w:pPr>
      <w:r>
        <w:rPr>
          <w:sz w:val="28"/>
          <w:lang w:eastAsia="en-US"/>
        </w:rPr>
        <w:t xml:space="preserve">За допомогою розробленого програмного забезпечення було проведено ряд обчислювальних </w:t>
      </w:r>
      <w:r w:rsidRPr="00B74097">
        <w:rPr>
          <w:sz w:val="28"/>
          <w:lang w:eastAsia="en-US"/>
        </w:rPr>
        <w:t>експериментів, що мали на меті виявити найкращі алгоритми вибору початкових центрів кластерів та визначення кількості кластерів. Експерименти було здійснено на 12-ти вибірках з різною кількістю об’єктів (від 100 до 10</w:t>
      </w:r>
      <w:r w:rsidRPr="00B74097">
        <w:rPr>
          <w:sz w:val="28"/>
          <w:szCs w:val="28"/>
          <w:lang w:eastAsia="en-US"/>
        </w:rPr>
        <w:sym w:font="Symbol" w:char="F020"/>
      </w:r>
      <w:r w:rsidRPr="00B74097">
        <w:rPr>
          <w:sz w:val="28"/>
          <w:lang w:eastAsia="en-US"/>
        </w:rPr>
        <w:t xml:space="preserve">000), кількістю кластерів (від 2 до 10) та вимірністю даних (від 2 вимірів до 5). </w:t>
      </w:r>
    </w:p>
    <w:p w:rsidR="007E4319" w:rsidRPr="00661E63" w:rsidRDefault="007E4319" w:rsidP="00C61019">
      <w:pPr>
        <w:spacing w:line="360" w:lineRule="auto"/>
        <w:jc w:val="center"/>
        <w:rPr>
          <w:sz w:val="28"/>
        </w:rPr>
      </w:pPr>
      <w:r w:rsidRPr="0058539A">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21.75pt;height:170.25pt;visibility:visible">
            <v:imagedata r:id="rId7" o:title=""/>
          </v:shape>
        </w:pict>
      </w:r>
    </w:p>
    <w:p w:rsidR="007E4319" w:rsidRPr="00CC78F6" w:rsidRDefault="007E4319" w:rsidP="00CC78F6">
      <w:pPr>
        <w:spacing w:line="360" w:lineRule="auto"/>
        <w:jc w:val="center"/>
        <w:rPr>
          <w:sz w:val="28"/>
          <w:szCs w:val="28"/>
        </w:rPr>
      </w:pPr>
      <w:r w:rsidRPr="004066A8">
        <w:rPr>
          <w:sz w:val="28"/>
          <w:szCs w:val="28"/>
        </w:rPr>
        <w:t>Рисунок 1 – Інтерфейс програми</w:t>
      </w:r>
    </w:p>
    <w:p w:rsidR="007E4319" w:rsidRPr="007165AE" w:rsidRDefault="007E4319" w:rsidP="00C61019">
      <w:pPr>
        <w:spacing w:line="360" w:lineRule="auto"/>
        <w:ind w:firstLine="708"/>
        <w:jc w:val="both"/>
        <w:rPr>
          <w:sz w:val="28"/>
        </w:rPr>
      </w:pPr>
      <w:r w:rsidRPr="00B74097">
        <w:rPr>
          <w:sz w:val="28"/>
        </w:rPr>
        <w:t xml:space="preserve">За результати проведених експериментів можна зробити наступні висновки. Усі реалізовані алгоритми вибору початкових центрів кластерів на невеликих за обсягом, малої розмірності та лінійно роздільних даних показали приблизно однакові, близькі до істинних результати. Тому на таких даних, щоб мінімізувати час проведення кластеризації, доцільно використовувати найпростіші алгоритми вибору центрів, такі як </w:t>
      </w:r>
      <w:r w:rsidRPr="00B74097">
        <w:rPr>
          <w:i/>
          <w:sz w:val="28"/>
          <w:lang w:val="en-US"/>
        </w:rPr>
        <w:t>k</w:t>
      </w:r>
      <w:r w:rsidRPr="00B74097">
        <w:rPr>
          <w:sz w:val="28"/>
        </w:rPr>
        <w:t>-</w:t>
      </w:r>
      <w:r w:rsidRPr="00B74097">
        <w:rPr>
          <w:sz w:val="28"/>
          <w:lang w:val="en-US"/>
        </w:rPr>
        <w:t>means</w:t>
      </w:r>
      <w:r w:rsidRPr="00B74097">
        <w:rPr>
          <w:sz w:val="28"/>
        </w:rPr>
        <w:t xml:space="preserve">++ або вибір взірця. Від випадкового вибору початкових центрів слід відмовитись у будь-якому разі, оскільки його використання, зазвичай, призводить до найгіршої за якістю кластеризації. Більш того, у швидкості він майже не відрізняється від </w:t>
      </w:r>
      <w:r w:rsidRPr="00B74097">
        <w:rPr>
          <w:sz w:val="28"/>
        </w:rPr>
        <w:br/>
      </w:r>
      <w:r w:rsidRPr="00B74097">
        <w:rPr>
          <w:i/>
          <w:sz w:val="28"/>
          <w:lang w:val="en-US"/>
        </w:rPr>
        <w:t>k</w:t>
      </w:r>
      <w:r w:rsidRPr="00B74097">
        <w:rPr>
          <w:sz w:val="28"/>
        </w:rPr>
        <w:t>-</w:t>
      </w:r>
      <w:r w:rsidRPr="00B74097">
        <w:rPr>
          <w:sz w:val="28"/>
          <w:lang w:val="en-US"/>
        </w:rPr>
        <w:t>means</w:t>
      </w:r>
      <w:r w:rsidRPr="00B74097">
        <w:rPr>
          <w:sz w:val="28"/>
        </w:rPr>
        <w:t>++, в якому відшукання центрів хоча і займає більше часу, проте сам процес кластеризації збігається</w:t>
      </w:r>
      <w:r w:rsidRPr="007165AE">
        <w:rPr>
          <w:sz w:val="28"/>
        </w:rPr>
        <w:t xml:space="preserve"> швидше через краще початкове наближення. На великих вибірках, щоб отримати розбиття близьке до дійсного, краще застосовувати алгоритм відсіювання, </w:t>
      </w:r>
      <w:r>
        <w:rPr>
          <w:sz w:val="28"/>
        </w:rPr>
        <w:t>якийпоказав</w:t>
      </w:r>
      <w:r w:rsidRPr="007165AE">
        <w:rPr>
          <w:sz w:val="28"/>
        </w:rPr>
        <w:t xml:space="preserve"> відмінні результати якості за цілком прийнятний час майже на всіх наборах даних. Алгоритм жадібного видалення також показав дуже добрі результати </w:t>
      </w:r>
      <w:r>
        <w:rPr>
          <w:sz w:val="28"/>
        </w:rPr>
        <w:t xml:space="preserve">за </w:t>
      </w:r>
      <w:r w:rsidRPr="007165AE">
        <w:rPr>
          <w:sz w:val="28"/>
        </w:rPr>
        <w:t>як</w:t>
      </w:r>
      <w:r>
        <w:rPr>
          <w:sz w:val="28"/>
        </w:rPr>
        <w:t>і</w:t>
      </w:r>
      <w:r w:rsidRPr="007165AE">
        <w:rPr>
          <w:sz w:val="28"/>
        </w:rPr>
        <w:t>ст</w:t>
      </w:r>
      <w:r>
        <w:rPr>
          <w:sz w:val="28"/>
        </w:rPr>
        <w:t>ю</w:t>
      </w:r>
      <w:r w:rsidRPr="007165AE">
        <w:rPr>
          <w:sz w:val="28"/>
        </w:rPr>
        <w:t xml:space="preserve"> кластеризації, </w:t>
      </w:r>
      <w:r w:rsidRPr="00A73377">
        <w:rPr>
          <w:sz w:val="28"/>
          <w:szCs w:val="28"/>
        </w:rPr>
        <w:t>проте через свою повільну роботи у випадку великих вибірок є неприйнятним.</w:t>
      </w:r>
    </w:p>
    <w:p w:rsidR="007E4319" w:rsidRDefault="007E4319" w:rsidP="00C61019">
      <w:pPr>
        <w:spacing w:line="360" w:lineRule="auto"/>
        <w:ind w:firstLine="720"/>
        <w:jc w:val="both"/>
        <w:rPr>
          <w:sz w:val="28"/>
        </w:rPr>
      </w:pPr>
      <w:r>
        <w:rPr>
          <w:sz w:val="28"/>
        </w:rPr>
        <w:t xml:space="preserve">Серед алгоритмів з автоматичним вибором кількості </w:t>
      </w:r>
      <w:r w:rsidRPr="00B74097">
        <w:rPr>
          <w:sz w:val="28"/>
        </w:rPr>
        <w:t>кластерів (</w:t>
      </w:r>
      <w:r w:rsidRPr="00B74097">
        <w:rPr>
          <w:i/>
          <w:sz w:val="28"/>
        </w:rPr>
        <w:t>G-</w:t>
      </w:r>
      <w:r w:rsidRPr="00B74097">
        <w:rPr>
          <w:sz w:val="28"/>
        </w:rPr>
        <w:t xml:space="preserve">means та </w:t>
      </w:r>
      <w:r w:rsidRPr="00B74097">
        <w:rPr>
          <w:i/>
          <w:sz w:val="28"/>
        </w:rPr>
        <w:t>X-</w:t>
      </w:r>
      <w:r w:rsidRPr="00B74097">
        <w:rPr>
          <w:sz w:val="28"/>
        </w:rPr>
        <w:t>means) перевагу згідно результатів експериментів має алгоритм</w:t>
      </w:r>
      <w:r w:rsidRPr="00B74097">
        <w:rPr>
          <w:i/>
          <w:sz w:val="28"/>
        </w:rPr>
        <w:t>G-</w:t>
      </w:r>
      <w:r w:rsidRPr="00B74097">
        <w:rPr>
          <w:sz w:val="28"/>
        </w:rPr>
        <w:t xml:space="preserve">means, У більшості випадків він дозволив одержати оцінку параметра </w:t>
      </w:r>
      <w:r w:rsidRPr="00B74097">
        <w:rPr>
          <w:i/>
          <w:sz w:val="28"/>
        </w:rPr>
        <w:t>k</w:t>
      </w:r>
      <w:r w:rsidRPr="00B74097">
        <w:rPr>
          <w:sz w:val="28"/>
        </w:rPr>
        <w:t xml:space="preserve">, що збігається зі справжньою кількістю кластерів. </w:t>
      </w:r>
      <w:r w:rsidRPr="00B74097">
        <w:rPr>
          <w:i/>
          <w:sz w:val="28"/>
        </w:rPr>
        <w:t>X-</w:t>
      </w:r>
      <w:r w:rsidRPr="00B74097">
        <w:rPr>
          <w:sz w:val="28"/>
        </w:rPr>
        <w:t xml:space="preserve">means у свою чергу був схильний давати завищену оцінку шуканого параметра </w:t>
      </w:r>
      <w:r w:rsidRPr="00B74097">
        <w:rPr>
          <w:i/>
          <w:sz w:val="28"/>
        </w:rPr>
        <w:t xml:space="preserve">k. </w:t>
      </w:r>
      <w:r w:rsidRPr="00B74097">
        <w:rPr>
          <w:sz w:val="28"/>
        </w:rPr>
        <w:t xml:space="preserve">Крім того, кластеризація алгоритмом </w:t>
      </w:r>
      <w:r w:rsidRPr="00B74097">
        <w:rPr>
          <w:i/>
          <w:sz w:val="28"/>
        </w:rPr>
        <w:t>G-</w:t>
      </w:r>
      <w:r w:rsidRPr="00B74097">
        <w:rPr>
          <w:sz w:val="28"/>
        </w:rPr>
        <w:t>means виявилася швидшою, хоча обидва алгоритми показали себе повільними на великих вибірках. Проте швидкість їх роботи можна збільшити, застосувавши запропоновані авторами оптимізації.</w:t>
      </w:r>
    </w:p>
    <w:p w:rsidR="007E4319" w:rsidRPr="00661E63" w:rsidRDefault="007E4319" w:rsidP="00C61019">
      <w:pPr>
        <w:spacing w:line="360" w:lineRule="auto"/>
        <w:ind w:firstLine="720"/>
        <w:jc w:val="both"/>
        <w:rPr>
          <w:sz w:val="28"/>
        </w:rPr>
      </w:pPr>
    </w:p>
    <w:p w:rsidR="007E4319" w:rsidRPr="008B6C2A" w:rsidRDefault="007E4319" w:rsidP="008B6C2A">
      <w:pPr>
        <w:pStyle w:val="Heading1"/>
        <w:spacing w:before="0" w:after="0"/>
        <w:jc w:val="left"/>
        <w:rPr>
          <w:lang w:val="ru-RU"/>
        </w:rPr>
      </w:pPr>
      <w:r w:rsidRPr="00FC5A82">
        <w:rPr>
          <w:sz w:val="28"/>
        </w:rPr>
        <w:t>Література</w:t>
      </w:r>
      <w:r>
        <w:rPr>
          <w:sz w:val="28"/>
          <w:lang w:val="ru-RU"/>
        </w:rPr>
        <w:t>:</w:t>
      </w:r>
    </w:p>
    <w:p w:rsidR="007E4319" w:rsidRPr="000C6F5C" w:rsidRDefault="007E4319" w:rsidP="00C61019">
      <w:pPr>
        <w:pStyle w:val="ListParagraph"/>
        <w:numPr>
          <w:ilvl w:val="0"/>
          <w:numId w:val="30"/>
        </w:numPr>
        <w:spacing w:line="360" w:lineRule="auto"/>
        <w:ind w:left="0"/>
        <w:jc w:val="both"/>
        <w:rPr>
          <w:sz w:val="28"/>
          <w:lang w:val="en-US"/>
        </w:rPr>
      </w:pPr>
      <w:r w:rsidRPr="000C6F5C">
        <w:rPr>
          <w:sz w:val="28"/>
          <w:lang w:val="en-US"/>
        </w:rPr>
        <w:t xml:space="preserve">Steinley D. </w:t>
      </w:r>
      <w:r w:rsidRPr="000C6F5C">
        <w:rPr>
          <w:i/>
          <w:sz w:val="28"/>
          <w:lang w:val="en-US"/>
        </w:rPr>
        <w:t>K</w:t>
      </w:r>
      <w:r w:rsidRPr="000C6F5C">
        <w:rPr>
          <w:sz w:val="28"/>
          <w:lang w:val="en-US"/>
        </w:rPr>
        <w:t>-means clustering: A half-century synthesis / D. Steinley // British Journal of Mathematical and Statistical Psychology. – 2006. – Vol. 59. –</w:t>
      </w:r>
      <w:r w:rsidRPr="000C6F5C">
        <w:rPr>
          <w:sz w:val="28"/>
          <w:lang w:val="en-US"/>
        </w:rPr>
        <w:br/>
        <w:t xml:space="preserve"> P. 1–34.</w:t>
      </w:r>
    </w:p>
    <w:p w:rsidR="007E4319" w:rsidRPr="000C6F5C" w:rsidRDefault="007E4319" w:rsidP="00C61019">
      <w:pPr>
        <w:pStyle w:val="ListParagraph"/>
        <w:numPr>
          <w:ilvl w:val="0"/>
          <w:numId w:val="30"/>
        </w:numPr>
        <w:spacing w:line="360" w:lineRule="auto"/>
        <w:ind w:left="0"/>
        <w:jc w:val="both"/>
        <w:rPr>
          <w:sz w:val="28"/>
          <w:lang w:val="en-US"/>
        </w:rPr>
      </w:pPr>
      <w:r w:rsidRPr="000C6F5C">
        <w:rPr>
          <w:sz w:val="28"/>
          <w:lang w:val="en-US"/>
        </w:rPr>
        <w:t xml:space="preserve">Pelleg D. </w:t>
      </w:r>
      <w:r w:rsidRPr="000C6F5C">
        <w:rPr>
          <w:i/>
          <w:sz w:val="28"/>
          <w:lang w:val="en-US"/>
        </w:rPr>
        <w:t>X</w:t>
      </w:r>
      <w:r w:rsidRPr="000C6F5C">
        <w:rPr>
          <w:sz w:val="28"/>
          <w:lang w:val="en-US"/>
        </w:rPr>
        <w:t xml:space="preserve">-means: Extending </w:t>
      </w:r>
      <w:r w:rsidRPr="000C6F5C">
        <w:rPr>
          <w:i/>
          <w:sz w:val="28"/>
          <w:lang w:val="en-US"/>
        </w:rPr>
        <w:t>K</w:t>
      </w:r>
      <w:r w:rsidRPr="000C6F5C">
        <w:rPr>
          <w:sz w:val="28"/>
          <w:lang w:val="en-US"/>
        </w:rPr>
        <w:t>-means with Efficient Estimation of the Number of Clusters / D.P elleg, A. Moore // Proceedings of the Seventeenth International Conference on Machine Learning. – 2000. – P. 727–734.</w:t>
      </w:r>
    </w:p>
    <w:p w:rsidR="007E4319" w:rsidRPr="000C6F5C" w:rsidRDefault="007E4319" w:rsidP="00C61019">
      <w:pPr>
        <w:pStyle w:val="ListParagraph"/>
        <w:numPr>
          <w:ilvl w:val="0"/>
          <w:numId w:val="30"/>
        </w:numPr>
        <w:spacing w:line="360" w:lineRule="auto"/>
        <w:ind w:left="0"/>
        <w:jc w:val="both"/>
        <w:rPr>
          <w:sz w:val="28"/>
          <w:lang w:val="en-US"/>
        </w:rPr>
      </w:pPr>
      <w:r w:rsidRPr="000C6F5C">
        <w:rPr>
          <w:sz w:val="28"/>
          <w:lang w:val="en-US"/>
        </w:rPr>
        <w:t xml:space="preserve">Hamerly G. Learning the </w:t>
      </w:r>
      <w:r w:rsidRPr="000C6F5C">
        <w:rPr>
          <w:i/>
          <w:sz w:val="28"/>
          <w:lang w:val="en-US"/>
        </w:rPr>
        <w:t>k</w:t>
      </w:r>
      <w:r w:rsidRPr="000C6F5C">
        <w:rPr>
          <w:sz w:val="28"/>
          <w:lang w:val="en-US"/>
        </w:rPr>
        <w:t xml:space="preserve"> in </w:t>
      </w:r>
      <w:r w:rsidRPr="000C6F5C">
        <w:rPr>
          <w:i/>
          <w:sz w:val="28"/>
          <w:lang w:val="en-US"/>
        </w:rPr>
        <w:t>k</w:t>
      </w:r>
      <w:r w:rsidRPr="000C6F5C">
        <w:rPr>
          <w:sz w:val="28"/>
          <w:lang w:val="en-US"/>
        </w:rPr>
        <w:t>-means / G. Hamerly, C. Elkan // Proceedings of the 16th International Conference on Neural Information Processing Systems. – 2003. – P. 281–288.</w:t>
      </w:r>
    </w:p>
    <w:p w:rsidR="007E4319" w:rsidRPr="000C6F5C" w:rsidRDefault="007E4319" w:rsidP="00C61019">
      <w:pPr>
        <w:pStyle w:val="ListParagraph"/>
        <w:numPr>
          <w:ilvl w:val="0"/>
          <w:numId w:val="30"/>
        </w:numPr>
        <w:spacing w:line="360" w:lineRule="auto"/>
        <w:ind w:left="0"/>
        <w:jc w:val="both"/>
        <w:rPr>
          <w:sz w:val="28"/>
          <w:lang w:val="en-US"/>
        </w:rPr>
      </w:pPr>
      <w:r w:rsidRPr="000C6F5C">
        <w:rPr>
          <w:sz w:val="28"/>
          <w:lang w:val="en-US"/>
        </w:rPr>
        <w:t xml:space="preserve">Arthur D. k-means++: The Advantages of Careful Seeding / D. Arthur, </w:t>
      </w:r>
      <w:r w:rsidRPr="000C6F5C">
        <w:rPr>
          <w:sz w:val="28"/>
          <w:lang w:val="en-US"/>
        </w:rPr>
        <w:br/>
        <w:t>S. Vassilvitskii // Proceedings of the 18th annual ACM-SIAM symposium on Discrete algorithms. New Orleans, Louisiana, USA, January 07–09, 2007. – 2007. – P. 1027–1035.</w:t>
      </w:r>
    </w:p>
    <w:p w:rsidR="007E4319" w:rsidRPr="000C6F5C" w:rsidRDefault="007E4319" w:rsidP="00C61019">
      <w:pPr>
        <w:pStyle w:val="ListParagraph"/>
        <w:numPr>
          <w:ilvl w:val="0"/>
          <w:numId w:val="30"/>
        </w:numPr>
        <w:spacing w:line="360" w:lineRule="auto"/>
        <w:ind w:left="0"/>
        <w:jc w:val="both"/>
        <w:rPr>
          <w:sz w:val="28"/>
          <w:lang w:val="en-US"/>
        </w:rPr>
      </w:pPr>
      <w:r w:rsidRPr="000C6F5C">
        <w:rPr>
          <w:sz w:val="28"/>
          <w:lang w:val="en-US"/>
        </w:rPr>
        <w:t>Bradley P. S. Refining Initial Points for K-Means Clustering / P. S. Bradley, U. M. Fayyad // Proceedings of the 15th International Conference on Machine Learning (ICML’98).  – 1998. – P. 91–99.</w:t>
      </w:r>
    </w:p>
    <w:p w:rsidR="007E4319" w:rsidRPr="00CC78F6" w:rsidRDefault="007E4319" w:rsidP="00CC78F6">
      <w:pPr>
        <w:pStyle w:val="ListParagraph"/>
        <w:numPr>
          <w:ilvl w:val="0"/>
          <w:numId w:val="30"/>
        </w:numPr>
        <w:spacing w:after="240" w:line="360" w:lineRule="auto"/>
        <w:ind w:left="0"/>
        <w:jc w:val="both"/>
        <w:rPr>
          <w:sz w:val="28"/>
          <w:lang w:val="en-US"/>
        </w:rPr>
      </w:pPr>
      <w:r w:rsidRPr="000C6F5C">
        <w:rPr>
          <w:sz w:val="28"/>
          <w:lang w:val="en-US"/>
        </w:rPr>
        <w:t xml:space="preserve">Ostrovsky R. Effectiveness of Lloyd-Type Methods for the </w:t>
      </w:r>
      <w:r w:rsidRPr="000C6F5C">
        <w:rPr>
          <w:i/>
          <w:sz w:val="28"/>
          <w:lang w:val="en-US"/>
        </w:rPr>
        <w:t>k</w:t>
      </w:r>
      <w:r w:rsidRPr="000C6F5C">
        <w:rPr>
          <w:sz w:val="28"/>
          <w:lang w:val="en-US"/>
        </w:rPr>
        <w:t>-Means Problem / R. Ostrovsky, Y. Rabani, L. Schulman, C. Swamy // Proceedings of the 47th Annual IEEE Symposium on Foundations of Computer Science (FOCS’06). – 2006. – P. 165–176.</w:t>
      </w:r>
    </w:p>
    <w:sectPr w:rsidR="007E4319" w:rsidRPr="00CC78F6" w:rsidSect="004066A8">
      <w:headerReference w:type="first" r:id="rId8"/>
      <w:type w:val="continuous"/>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4319" w:rsidRDefault="007E4319" w:rsidP="002D1B40">
      <w:r>
        <w:separator/>
      </w:r>
    </w:p>
  </w:endnote>
  <w:endnote w:type="continuationSeparator" w:id="1">
    <w:p w:rsidR="007E4319" w:rsidRDefault="007E4319" w:rsidP="002D1B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4319" w:rsidRDefault="007E4319" w:rsidP="002D1B40">
      <w:r>
        <w:separator/>
      </w:r>
    </w:p>
  </w:footnote>
  <w:footnote w:type="continuationSeparator" w:id="1">
    <w:p w:rsidR="007E4319" w:rsidRDefault="007E4319" w:rsidP="002D1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319" w:rsidRPr="00A57EA6" w:rsidRDefault="007E4319">
    <w:pPr>
      <w:pStyle w:val="Header"/>
      <w:jc w:val="right"/>
      <w:rPr>
        <w:noProof/>
        <w:sz w:val="28"/>
      </w:rPr>
    </w:pPr>
  </w:p>
  <w:p w:rsidR="007E4319" w:rsidRDefault="007E431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hybridMultilevel"/>
    <w:tmpl w:val="02901D82"/>
    <w:lvl w:ilvl="0" w:tplc="FFFFFFFF">
      <w:start w:val="1"/>
      <w:numFmt w:val="bullet"/>
      <w:lvlText w:val="а"/>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5536F4"/>
    <w:multiLevelType w:val="hybridMultilevel"/>
    <w:tmpl w:val="609A84EE"/>
    <w:lvl w:ilvl="0" w:tplc="7184474A">
      <w:start w:val="1"/>
      <w:numFmt w:val="bullet"/>
      <w:lvlText w:val=""/>
      <w:lvlJc w:val="left"/>
      <w:pPr>
        <w:ind w:left="720" w:hanging="360"/>
      </w:pPr>
      <w:rPr>
        <w:rFonts w:ascii="Symbol" w:hAnsi="Symbol"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1FA15A0"/>
    <w:multiLevelType w:val="multilevel"/>
    <w:tmpl w:val="D728C976"/>
    <w:lvl w:ilvl="0">
      <w:start w:val="1"/>
      <w:numFmt w:val="decimal"/>
      <w:lvlText w:val="%1."/>
      <w:lvlJc w:val="left"/>
      <w:pPr>
        <w:ind w:left="720" w:hanging="360"/>
      </w:pPr>
      <w:rPr>
        <w:rFonts w:cs="Times New Roman" w:hint="default"/>
      </w:rPr>
    </w:lvl>
    <w:lvl w:ilvl="1">
      <w:start w:val="1"/>
      <w:numFmt w:val="lowerLetter"/>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
    <w:nsid w:val="0E242EC6"/>
    <w:multiLevelType w:val="hybridMultilevel"/>
    <w:tmpl w:val="815C4830"/>
    <w:lvl w:ilvl="0" w:tplc="C81088F2">
      <w:start w:val="1"/>
      <w:numFmt w:val="decimal"/>
      <w:lvlText w:val="%1."/>
      <w:lvlJc w:val="left"/>
      <w:pPr>
        <w:ind w:left="1637" w:hanging="360"/>
      </w:pPr>
      <w:rPr>
        <w:rFonts w:cs="Times New Roman" w:hint="default"/>
        <w:sz w:val="28"/>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4">
    <w:nsid w:val="0F184995"/>
    <w:multiLevelType w:val="hybridMultilevel"/>
    <w:tmpl w:val="135647A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0F241D3B"/>
    <w:multiLevelType w:val="hybridMultilevel"/>
    <w:tmpl w:val="0F9412D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0FBC45B1"/>
    <w:multiLevelType w:val="hybridMultilevel"/>
    <w:tmpl w:val="B12459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1DF5B0E"/>
    <w:multiLevelType w:val="hybridMultilevel"/>
    <w:tmpl w:val="0DD4DB08"/>
    <w:lvl w:ilvl="0" w:tplc="0C3A5896">
      <w:start w:val="1"/>
      <w:numFmt w:val="decimal"/>
      <w:lvlText w:val="%1."/>
      <w:lvlJc w:val="left"/>
      <w:pPr>
        <w:ind w:firstLine="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55A411E"/>
    <w:multiLevelType w:val="hybridMultilevel"/>
    <w:tmpl w:val="0AA259A0"/>
    <w:lvl w:ilvl="0" w:tplc="9F94763A">
      <w:start w:val="1"/>
      <w:numFmt w:val="decimal"/>
      <w:suff w:val="space"/>
      <w:lvlText w:val="%1."/>
      <w:lvlJc w:val="left"/>
      <w:pPr>
        <w:ind w:firstLine="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847A4A"/>
    <w:multiLevelType w:val="hybridMultilevel"/>
    <w:tmpl w:val="9696A4C6"/>
    <w:lvl w:ilvl="0" w:tplc="B658FB62">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10">
    <w:nsid w:val="279F3C7D"/>
    <w:multiLevelType w:val="multilevel"/>
    <w:tmpl w:val="803CE350"/>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7EA6C5F"/>
    <w:multiLevelType w:val="multilevel"/>
    <w:tmpl w:val="62D2865C"/>
    <w:lvl w:ilvl="0">
      <w:start w:val="1"/>
      <w:numFmt w:val="decimal"/>
      <w:lvlText w:val="%1."/>
      <w:lvlJc w:val="left"/>
      <w:pPr>
        <w:ind w:left="720"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28B153DA"/>
    <w:multiLevelType w:val="hybridMultilevel"/>
    <w:tmpl w:val="01E6174A"/>
    <w:lvl w:ilvl="0" w:tplc="66065F22">
      <w:start w:val="3"/>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2A8860B3"/>
    <w:multiLevelType w:val="hybridMultilevel"/>
    <w:tmpl w:val="8432F42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4">
    <w:nsid w:val="303924D8"/>
    <w:multiLevelType w:val="hybridMultilevel"/>
    <w:tmpl w:val="6F349AFE"/>
    <w:lvl w:ilvl="0" w:tplc="0422000F">
      <w:start w:val="1"/>
      <w:numFmt w:val="decimal"/>
      <w:lvlText w:val="%1."/>
      <w:lvlJc w:val="left"/>
      <w:pPr>
        <w:ind w:left="1571" w:hanging="360"/>
      </w:pPr>
      <w:rPr>
        <w:rFonts w:cs="Times New Roman"/>
      </w:rPr>
    </w:lvl>
    <w:lvl w:ilvl="1" w:tplc="04220019" w:tentative="1">
      <w:start w:val="1"/>
      <w:numFmt w:val="lowerLetter"/>
      <w:lvlText w:val="%2."/>
      <w:lvlJc w:val="left"/>
      <w:pPr>
        <w:ind w:left="2291" w:hanging="360"/>
      </w:pPr>
      <w:rPr>
        <w:rFonts w:cs="Times New Roman"/>
      </w:rPr>
    </w:lvl>
    <w:lvl w:ilvl="2" w:tplc="0422001B" w:tentative="1">
      <w:start w:val="1"/>
      <w:numFmt w:val="lowerRoman"/>
      <w:lvlText w:val="%3."/>
      <w:lvlJc w:val="right"/>
      <w:pPr>
        <w:ind w:left="3011" w:hanging="180"/>
      </w:pPr>
      <w:rPr>
        <w:rFonts w:cs="Times New Roman"/>
      </w:rPr>
    </w:lvl>
    <w:lvl w:ilvl="3" w:tplc="0422000F" w:tentative="1">
      <w:start w:val="1"/>
      <w:numFmt w:val="decimal"/>
      <w:lvlText w:val="%4."/>
      <w:lvlJc w:val="left"/>
      <w:pPr>
        <w:ind w:left="3731" w:hanging="360"/>
      </w:pPr>
      <w:rPr>
        <w:rFonts w:cs="Times New Roman"/>
      </w:rPr>
    </w:lvl>
    <w:lvl w:ilvl="4" w:tplc="04220019" w:tentative="1">
      <w:start w:val="1"/>
      <w:numFmt w:val="lowerLetter"/>
      <w:lvlText w:val="%5."/>
      <w:lvlJc w:val="left"/>
      <w:pPr>
        <w:ind w:left="4451" w:hanging="360"/>
      </w:pPr>
      <w:rPr>
        <w:rFonts w:cs="Times New Roman"/>
      </w:rPr>
    </w:lvl>
    <w:lvl w:ilvl="5" w:tplc="0422001B" w:tentative="1">
      <w:start w:val="1"/>
      <w:numFmt w:val="lowerRoman"/>
      <w:lvlText w:val="%6."/>
      <w:lvlJc w:val="right"/>
      <w:pPr>
        <w:ind w:left="5171" w:hanging="180"/>
      </w:pPr>
      <w:rPr>
        <w:rFonts w:cs="Times New Roman"/>
      </w:rPr>
    </w:lvl>
    <w:lvl w:ilvl="6" w:tplc="0422000F" w:tentative="1">
      <w:start w:val="1"/>
      <w:numFmt w:val="decimal"/>
      <w:lvlText w:val="%7."/>
      <w:lvlJc w:val="left"/>
      <w:pPr>
        <w:ind w:left="5891" w:hanging="360"/>
      </w:pPr>
      <w:rPr>
        <w:rFonts w:cs="Times New Roman"/>
      </w:rPr>
    </w:lvl>
    <w:lvl w:ilvl="7" w:tplc="04220019" w:tentative="1">
      <w:start w:val="1"/>
      <w:numFmt w:val="lowerLetter"/>
      <w:lvlText w:val="%8."/>
      <w:lvlJc w:val="left"/>
      <w:pPr>
        <w:ind w:left="6611" w:hanging="360"/>
      </w:pPr>
      <w:rPr>
        <w:rFonts w:cs="Times New Roman"/>
      </w:rPr>
    </w:lvl>
    <w:lvl w:ilvl="8" w:tplc="0422001B" w:tentative="1">
      <w:start w:val="1"/>
      <w:numFmt w:val="lowerRoman"/>
      <w:lvlText w:val="%9."/>
      <w:lvlJc w:val="right"/>
      <w:pPr>
        <w:ind w:left="7331" w:hanging="180"/>
      </w:pPr>
      <w:rPr>
        <w:rFonts w:cs="Times New Roman"/>
      </w:rPr>
    </w:lvl>
  </w:abstractNum>
  <w:abstractNum w:abstractNumId="15">
    <w:nsid w:val="33212DD3"/>
    <w:multiLevelType w:val="hybridMultilevel"/>
    <w:tmpl w:val="4FD89E0A"/>
    <w:lvl w:ilvl="0" w:tplc="60AC12BE">
      <w:start w:val="1"/>
      <w:numFmt w:val="decimal"/>
      <w:suff w:val="space"/>
      <w:lvlText w:val="%1."/>
      <w:lvlJc w:val="left"/>
      <w:pPr>
        <w:ind w:firstLine="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45B5099"/>
    <w:multiLevelType w:val="hybridMultilevel"/>
    <w:tmpl w:val="010A2A60"/>
    <w:lvl w:ilvl="0" w:tplc="04190011">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573375F"/>
    <w:multiLevelType w:val="hybridMultilevel"/>
    <w:tmpl w:val="E55CA8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D326749"/>
    <w:multiLevelType w:val="hybridMultilevel"/>
    <w:tmpl w:val="39980C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E017725"/>
    <w:multiLevelType w:val="hybridMultilevel"/>
    <w:tmpl w:val="4E92B30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42CF3682"/>
    <w:multiLevelType w:val="hybridMultilevel"/>
    <w:tmpl w:val="491E7586"/>
    <w:lvl w:ilvl="0" w:tplc="BEE83C22">
      <w:start w:val="1"/>
      <w:numFmt w:val="decimal"/>
      <w:suff w:val="space"/>
      <w:lvlText w:val="%1."/>
      <w:lvlJc w:val="left"/>
      <w:pPr>
        <w:ind w:firstLine="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325336F"/>
    <w:multiLevelType w:val="hybridMultilevel"/>
    <w:tmpl w:val="4FD89E0A"/>
    <w:lvl w:ilvl="0" w:tplc="60AC12BE">
      <w:start w:val="1"/>
      <w:numFmt w:val="decimal"/>
      <w:suff w:val="space"/>
      <w:lvlText w:val="%1."/>
      <w:lvlJc w:val="left"/>
      <w:pPr>
        <w:ind w:firstLine="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40D5712"/>
    <w:multiLevelType w:val="hybridMultilevel"/>
    <w:tmpl w:val="1A6614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47403298"/>
    <w:multiLevelType w:val="hybridMultilevel"/>
    <w:tmpl w:val="257C7888"/>
    <w:lvl w:ilvl="0" w:tplc="7184474A">
      <w:start w:val="1"/>
      <w:numFmt w:val="bullet"/>
      <w:lvlText w:val=""/>
      <w:lvlJc w:val="left"/>
      <w:pPr>
        <w:ind w:left="720" w:hanging="360"/>
      </w:pPr>
      <w:rPr>
        <w:rFonts w:ascii="Symbol" w:hAnsi="Symbol"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76A6BFA"/>
    <w:multiLevelType w:val="hybridMultilevel"/>
    <w:tmpl w:val="34F885D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4D5B6251"/>
    <w:multiLevelType w:val="hybridMultilevel"/>
    <w:tmpl w:val="0068F93C"/>
    <w:lvl w:ilvl="0" w:tplc="7184474A">
      <w:start w:val="1"/>
      <w:numFmt w:val="bullet"/>
      <w:lvlText w:val=""/>
      <w:lvlJc w:val="left"/>
      <w:pPr>
        <w:ind w:left="720" w:hanging="360"/>
      </w:pPr>
      <w:rPr>
        <w:rFonts w:ascii="Symbol" w:hAnsi="Symbol"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4F4A7DF4"/>
    <w:multiLevelType w:val="hybridMultilevel"/>
    <w:tmpl w:val="06649CEC"/>
    <w:lvl w:ilvl="0" w:tplc="630ACD00">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7">
    <w:nsid w:val="5064579F"/>
    <w:multiLevelType w:val="hybridMultilevel"/>
    <w:tmpl w:val="119CCF8E"/>
    <w:lvl w:ilvl="0" w:tplc="81A63DF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527A4804"/>
    <w:multiLevelType w:val="hybridMultilevel"/>
    <w:tmpl w:val="1B84F400"/>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9">
    <w:nsid w:val="53EC4F62"/>
    <w:multiLevelType w:val="hybridMultilevel"/>
    <w:tmpl w:val="1444C13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58521418"/>
    <w:multiLevelType w:val="hybridMultilevel"/>
    <w:tmpl w:val="39980CAC"/>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8713391"/>
    <w:multiLevelType w:val="hybridMultilevel"/>
    <w:tmpl w:val="1F66F128"/>
    <w:lvl w:ilvl="0" w:tplc="AB1262AE">
      <w:start w:val="3"/>
      <w:numFmt w:val="bullet"/>
      <w:lvlText w:val="–"/>
      <w:lvlJc w:val="left"/>
      <w:pPr>
        <w:ind w:left="1065" w:hanging="360"/>
      </w:pPr>
      <w:rPr>
        <w:rFonts w:ascii="Times New Roman" w:eastAsia="Times New Roman" w:hAnsi="Times New Roman" w:hint="default"/>
      </w:rPr>
    </w:lvl>
    <w:lvl w:ilvl="1" w:tplc="04220003" w:tentative="1">
      <w:start w:val="1"/>
      <w:numFmt w:val="bullet"/>
      <w:lvlText w:val="o"/>
      <w:lvlJc w:val="left"/>
      <w:pPr>
        <w:ind w:left="1785" w:hanging="360"/>
      </w:pPr>
      <w:rPr>
        <w:rFonts w:ascii="Courier New" w:hAnsi="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32">
    <w:nsid w:val="5C032866"/>
    <w:multiLevelType w:val="hybridMultilevel"/>
    <w:tmpl w:val="3D009F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C6854BF"/>
    <w:multiLevelType w:val="hybridMultilevel"/>
    <w:tmpl w:val="D06AF2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58A19C0"/>
    <w:multiLevelType w:val="hybridMultilevel"/>
    <w:tmpl w:val="08668248"/>
    <w:lvl w:ilvl="0" w:tplc="157C9A4E">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5">
    <w:nsid w:val="6638482C"/>
    <w:multiLevelType w:val="hybridMultilevel"/>
    <w:tmpl w:val="949A6CD4"/>
    <w:lvl w:ilvl="0" w:tplc="64E2AFC8">
      <w:start w:val="1"/>
      <w:numFmt w:val="decimal"/>
      <w:lvlText w:val="%1."/>
      <w:lvlJc w:val="left"/>
      <w:pPr>
        <w:ind w:left="1770" w:hanging="360"/>
      </w:pPr>
      <w:rPr>
        <w:rFonts w:cs="Times New Roman" w:hint="default"/>
        <w:sz w:val="28"/>
      </w:rPr>
    </w:lvl>
    <w:lvl w:ilvl="1" w:tplc="04220019" w:tentative="1">
      <w:start w:val="1"/>
      <w:numFmt w:val="lowerLetter"/>
      <w:lvlText w:val="%2."/>
      <w:lvlJc w:val="left"/>
      <w:pPr>
        <w:ind w:left="2145" w:hanging="360"/>
      </w:pPr>
      <w:rPr>
        <w:rFonts w:cs="Times New Roman"/>
      </w:rPr>
    </w:lvl>
    <w:lvl w:ilvl="2" w:tplc="0422001B" w:tentative="1">
      <w:start w:val="1"/>
      <w:numFmt w:val="lowerRoman"/>
      <w:lvlText w:val="%3."/>
      <w:lvlJc w:val="right"/>
      <w:pPr>
        <w:ind w:left="2865" w:hanging="180"/>
      </w:pPr>
      <w:rPr>
        <w:rFonts w:cs="Times New Roman"/>
      </w:rPr>
    </w:lvl>
    <w:lvl w:ilvl="3" w:tplc="0422000F" w:tentative="1">
      <w:start w:val="1"/>
      <w:numFmt w:val="decimal"/>
      <w:lvlText w:val="%4."/>
      <w:lvlJc w:val="left"/>
      <w:pPr>
        <w:ind w:left="3585" w:hanging="360"/>
      </w:pPr>
      <w:rPr>
        <w:rFonts w:cs="Times New Roman"/>
      </w:rPr>
    </w:lvl>
    <w:lvl w:ilvl="4" w:tplc="04220019" w:tentative="1">
      <w:start w:val="1"/>
      <w:numFmt w:val="lowerLetter"/>
      <w:lvlText w:val="%5."/>
      <w:lvlJc w:val="left"/>
      <w:pPr>
        <w:ind w:left="4305" w:hanging="360"/>
      </w:pPr>
      <w:rPr>
        <w:rFonts w:cs="Times New Roman"/>
      </w:rPr>
    </w:lvl>
    <w:lvl w:ilvl="5" w:tplc="0422001B" w:tentative="1">
      <w:start w:val="1"/>
      <w:numFmt w:val="lowerRoman"/>
      <w:lvlText w:val="%6."/>
      <w:lvlJc w:val="right"/>
      <w:pPr>
        <w:ind w:left="5025" w:hanging="180"/>
      </w:pPr>
      <w:rPr>
        <w:rFonts w:cs="Times New Roman"/>
      </w:rPr>
    </w:lvl>
    <w:lvl w:ilvl="6" w:tplc="0422000F" w:tentative="1">
      <w:start w:val="1"/>
      <w:numFmt w:val="decimal"/>
      <w:lvlText w:val="%7."/>
      <w:lvlJc w:val="left"/>
      <w:pPr>
        <w:ind w:left="5745" w:hanging="360"/>
      </w:pPr>
      <w:rPr>
        <w:rFonts w:cs="Times New Roman"/>
      </w:rPr>
    </w:lvl>
    <w:lvl w:ilvl="7" w:tplc="04220019" w:tentative="1">
      <w:start w:val="1"/>
      <w:numFmt w:val="lowerLetter"/>
      <w:lvlText w:val="%8."/>
      <w:lvlJc w:val="left"/>
      <w:pPr>
        <w:ind w:left="6465" w:hanging="360"/>
      </w:pPr>
      <w:rPr>
        <w:rFonts w:cs="Times New Roman"/>
      </w:rPr>
    </w:lvl>
    <w:lvl w:ilvl="8" w:tplc="0422001B" w:tentative="1">
      <w:start w:val="1"/>
      <w:numFmt w:val="lowerRoman"/>
      <w:lvlText w:val="%9."/>
      <w:lvlJc w:val="right"/>
      <w:pPr>
        <w:ind w:left="7185" w:hanging="180"/>
      </w:pPr>
      <w:rPr>
        <w:rFonts w:cs="Times New Roman"/>
      </w:rPr>
    </w:lvl>
  </w:abstractNum>
  <w:abstractNum w:abstractNumId="36">
    <w:nsid w:val="67F01D80"/>
    <w:multiLevelType w:val="hybridMultilevel"/>
    <w:tmpl w:val="0F8E08C4"/>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B5C64D5"/>
    <w:multiLevelType w:val="hybridMultilevel"/>
    <w:tmpl w:val="F85EE82C"/>
    <w:lvl w:ilvl="0" w:tplc="25D0FB68">
      <w:start w:val="1"/>
      <w:numFmt w:val="decimal"/>
      <w:lvlText w:val="%1."/>
      <w:lvlJc w:val="left"/>
      <w:pPr>
        <w:ind w:left="1065"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8">
    <w:nsid w:val="6BC2383E"/>
    <w:multiLevelType w:val="multilevel"/>
    <w:tmpl w:val="D34A3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67066C3"/>
    <w:multiLevelType w:val="multilevel"/>
    <w:tmpl w:val="0232AF86"/>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B233A45"/>
    <w:multiLevelType w:val="hybridMultilevel"/>
    <w:tmpl w:val="6BE6D028"/>
    <w:lvl w:ilvl="0" w:tplc="25D0FB68">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41">
    <w:nsid w:val="7C760B7D"/>
    <w:multiLevelType w:val="hybridMultilevel"/>
    <w:tmpl w:val="154ED15C"/>
    <w:lvl w:ilvl="0" w:tplc="96941D16">
      <w:start w:val="1"/>
      <w:numFmt w:val="decimal"/>
      <w:suff w:val="space"/>
      <w:lvlText w:val="%1."/>
      <w:lvlJc w:val="left"/>
      <w:pPr>
        <w:ind w:firstLine="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9"/>
  </w:num>
  <w:num w:numId="2">
    <w:abstractNumId w:val="0"/>
  </w:num>
  <w:num w:numId="3">
    <w:abstractNumId w:val="19"/>
  </w:num>
  <w:num w:numId="4">
    <w:abstractNumId w:val="17"/>
  </w:num>
  <w:num w:numId="5">
    <w:abstractNumId w:val="23"/>
  </w:num>
  <w:num w:numId="6">
    <w:abstractNumId w:val="25"/>
  </w:num>
  <w:num w:numId="7">
    <w:abstractNumId w:val="1"/>
  </w:num>
  <w:num w:numId="8">
    <w:abstractNumId w:val="3"/>
  </w:num>
  <w:num w:numId="9">
    <w:abstractNumId w:val="13"/>
  </w:num>
  <w:num w:numId="10">
    <w:abstractNumId w:val="14"/>
  </w:num>
  <w:num w:numId="11">
    <w:abstractNumId w:val="9"/>
  </w:num>
  <w:num w:numId="12">
    <w:abstractNumId w:val="33"/>
  </w:num>
  <w:num w:numId="13">
    <w:abstractNumId w:val="4"/>
  </w:num>
  <w:num w:numId="14">
    <w:abstractNumId w:val="38"/>
  </w:num>
  <w:num w:numId="15">
    <w:abstractNumId w:val="29"/>
  </w:num>
  <w:num w:numId="16">
    <w:abstractNumId w:val="16"/>
  </w:num>
  <w:num w:numId="17">
    <w:abstractNumId w:val="11"/>
  </w:num>
  <w:num w:numId="18">
    <w:abstractNumId w:val="21"/>
  </w:num>
  <w:num w:numId="19">
    <w:abstractNumId w:val="8"/>
  </w:num>
  <w:num w:numId="20">
    <w:abstractNumId w:val="36"/>
  </w:num>
  <w:num w:numId="21">
    <w:abstractNumId w:val="32"/>
  </w:num>
  <w:num w:numId="22">
    <w:abstractNumId w:val="18"/>
  </w:num>
  <w:num w:numId="23">
    <w:abstractNumId w:val="28"/>
  </w:num>
  <w:num w:numId="24">
    <w:abstractNumId w:val="10"/>
  </w:num>
  <w:num w:numId="25">
    <w:abstractNumId w:val="34"/>
  </w:num>
  <w:num w:numId="26">
    <w:abstractNumId w:val="26"/>
  </w:num>
  <w:num w:numId="27">
    <w:abstractNumId w:val="30"/>
  </w:num>
  <w:num w:numId="28">
    <w:abstractNumId w:val="20"/>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40"/>
  </w:num>
  <w:num w:numId="32">
    <w:abstractNumId w:val="37"/>
  </w:num>
  <w:num w:numId="33">
    <w:abstractNumId w:val="35"/>
  </w:num>
  <w:num w:numId="34">
    <w:abstractNumId w:val="5"/>
  </w:num>
  <w:num w:numId="35">
    <w:abstractNumId w:val="2"/>
  </w:num>
  <w:num w:numId="36">
    <w:abstractNumId w:val="6"/>
  </w:num>
  <w:num w:numId="37">
    <w:abstractNumId w:val="24"/>
  </w:num>
  <w:num w:numId="38">
    <w:abstractNumId w:val="12"/>
  </w:num>
  <w:num w:numId="39">
    <w:abstractNumId w:val="31"/>
  </w:num>
  <w:num w:numId="40">
    <w:abstractNumId w:val="7"/>
  </w:num>
  <w:num w:numId="41">
    <w:abstractNumId w:val="27"/>
  </w:num>
  <w:num w:numId="4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4E24"/>
    <w:rsid w:val="00000991"/>
    <w:rsid w:val="000025AF"/>
    <w:rsid w:val="000050B2"/>
    <w:rsid w:val="00006442"/>
    <w:rsid w:val="000100D2"/>
    <w:rsid w:val="00013739"/>
    <w:rsid w:val="000166A0"/>
    <w:rsid w:val="000174B8"/>
    <w:rsid w:val="0002092B"/>
    <w:rsid w:val="0002198B"/>
    <w:rsid w:val="00026E42"/>
    <w:rsid w:val="00027EAE"/>
    <w:rsid w:val="000308FB"/>
    <w:rsid w:val="000328C0"/>
    <w:rsid w:val="00032F08"/>
    <w:rsid w:val="000341C6"/>
    <w:rsid w:val="00035444"/>
    <w:rsid w:val="000368A7"/>
    <w:rsid w:val="000402F0"/>
    <w:rsid w:val="00040D7E"/>
    <w:rsid w:val="000412DD"/>
    <w:rsid w:val="00042AC4"/>
    <w:rsid w:val="00042D3B"/>
    <w:rsid w:val="00043CA8"/>
    <w:rsid w:val="00044677"/>
    <w:rsid w:val="00044C25"/>
    <w:rsid w:val="00045DE5"/>
    <w:rsid w:val="0004621E"/>
    <w:rsid w:val="00047287"/>
    <w:rsid w:val="00047A1C"/>
    <w:rsid w:val="00052B87"/>
    <w:rsid w:val="0005597E"/>
    <w:rsid w:val="000578E4"/>
    <w:rsid w:val="00061D16"/>
    <w:rsid w:val="000665AC"/>
    <w:rsid w:val="00070A69"/>
    <w:rsid w:val="00071359"/>
    <w:rsid w:val="000717A2"/>
    <w:rsid w:val="00071E49"/>
    <w:rsid w:val="00071FDC"/>
    <w:rsid w:val="000751D5"/>
    <w:rsid w:val="00077E3E"/>
    <w:rsid w:val="00082D96"/>
    <w:rsid w:val="000841B9"/>
    <w:rsid w:val="000850F7"/>
    <w:rsid w:val="0008545D"/>
    <w:rsid w:val="00087B0B"/>
    <w:rsid w:val="00093A5E"/>
    <w:rsid w:val="0009427A"/>
    <w:rsid w:val="000952A2"/>
    <w:rsid w:val="0009725B"/>
    <w:rsid w:val="0009799B"/>
    <w:rsid w:val="000A2205"/>
    <w:rsid w:val="000A23AA"/>
    <w:rsid w:val="000A3492"/>
    <w:rsid w:val="000A35BD"/>
    <w:rsid w:val="000A5442"/>
    <w:rsid w:val="000A5E30"/>
    <w:rsid w:val="000A5F8B"/>
    <w:rsid w:val="000B25A8"/>
    <w:rsid w:val="000B58F1"/>
    <w:rsid w:val="000C04B3"/>
    <w:rsid w:val="000C180C"/>
    <w:rsid w:val="000C2C72"/>
    <w:rsid w:val="000C4F41"/>
    <w:rsid w:val="000C6F5C"/>
    <w:rsid w:val="000D01DB"/>
    <w:rsid w:val="000D23D7"/>
    <w:rsid w:val="000D3754"/>
    <w:rsid w:val="000D3B93"/>
    <w:rsid w:val="000D52E9"/>
    <w:rsid w:val="000E1920"/>
    <w:rsid w:val="000E1B2E"/>
    <w:rsid w:val="000E2237"/>
    <w:rsid w:val="000E2552"/>
    <w:rsid w:val="000E2588"/>
    <w:rsid w:val="000E37B0"/>
    <w:rsid w:val="000E4738"/>
    <w:rsid w:val="000E4BA4"/>
    <w:rsid w:val="000E56FA"/>
    <w:rsid w:val="000F03B1"/>
    <w:rsid w:val="000F315C"/>
    <w:rsid w:val="000F56CD"/>
    <w:rsid w:val="000F771D"/>
    <w:rsid w:val="00101141"/>
    <w:rsid w:val="00104E78"/>
    <w:rsid w:val="001052ED"/>
    <w:rsid w:val="00107625"/>
    <w:rsid w:val="00110DFF"/>
    <w:rsid w:val="0011143A"/>
    <w:rsid w:val="00111F22"/>
    <w:rsid w:val="00112622"/>
    <w:rsid w:val="001133C8"/>
    <w:rsid w:val="001152CD"/>
    <w:rsid w:val="001209CB"/>
    <w:rsid w:val="001245E0"/>
    <w:rsid w:val="00124930"/>
    <w:rsid w:val="001253F3"/>
    <w:rsid w:val="00130498"/>
    <w:rsid w:val="00135C47"/>
    <w:rsid w:val="00143C4D"/>
    <w:rsid w:val="001477EA"/>
    <w:rsid w:val="00147C0A"/>
    <w:rsid w:val="001538E1"/>
    <w:rsid w:val="00155847"/>
    <w:rsid w:val="001561C5"/>
    <w:rsid w:val="00157525"/>
    <w:rsid w:val="00157D11"/>
    <w:rsid w:val="00160145"/>
    <w:rsid w:val="001628C0"/>
    <w:rsid w:val="001641C9"/>
    <w:rsid w:val="001673FA"/>
    <w:rsid w:val="00170E38"/>
    <w:rsid w:val="00171F35"/>
    <w:rsid w:val="0017204E"/>
    <w:rsid w:val="00172801"/>
    <w:rsid w:val="00173C12"/>
    <w:rsid w:val="00175A24"/>
    <w:rsid w:val="00175CAA"/>
    <w:rsid w:val="00181A8B"/>
    <w:rsid w:val="00183066"/>
    <w:rsid w:val="001830CE"/>
    <w:rsid w:val="0018365C"/>
    <w:rsid w:val="00183C38"/>
    <w:rsid w:val="00183D9D"/>
    <w:rsid w:val="00183E2C"/>
    <w:rsid w:val="0018537B"/>
    <w:rsid w:val="00185B9C"/>
    <w:rsid w:val="00186908"/>
    <w:rsid w:val="00186C17"/>
    <w:rsid w:val="00190B7A"/>
    <w:rsid w:val="00190F25"/>
    <w:rsid w:val="00194083"/>
    <w:rsid w:val="00197323"/>
    <w:rsid w:val="0019766B"/>
    <w:rsid w:val="001A47F2"/>
    <w:rsid w:val="001A6065"/>
    <w:rsid w:val="001A7FE4"/>
    <w:rsid w:val="001B0137"/>
    <w:rsid w:val="001B016D"/>
    <w:rsid w:val="001B0960"/>
    <w:rsid w:val="001B0EE8"/>
    <w:rsid w:val="001B23CE"/>
    <w:rsid w:val="001B2574"/>
    <w:rsid w:val="001B4AAB"/>
    <w:rsid w:val="001B4D4B"/>
    <w:rsid w:val="001B7A38"/>
    <w:rsid w:val="001C170A"/>
    <w:rsid w:val="001C1E2B"/>
    <w:rsid w:val="001C22A0"/>
    <w:rsid w:val="001C2670"/>
    <w:rsid w:val="001C3A4F"/>
    <w:rsid w:val="001C3A5F"/>
    <w:rsid w:val="001C3FDA"/>
    <w:rsid w:val="001C41C8"/>
    <w:rsid w:val="001C4A7A"/>
    <w:rsid w:val="001C5319"/>
    <w:rsid w:val="001C59AF"/>
    <w:rsid w:val="001C5D28"/>
    <w:rsid w:val="001C74AF"/>
    <w:rsid w:val="001D1BFA"/>
    <w:rsid w:val="001D3603"/>
    <w:rsid w:val="001D5F87"/>
    <w:rsid w:val="001E4056"/>
    <w:rsid w:val="001E53DA"/>
    <w:rsid w:val="001E67BE"/>
    <w:rsid w:val="001E73DE"/>
    <w:rsid w:val="002014F3"/>
    <w:rsid w:val="002020E9"/>
    <w:rsid w:val="0020318D"/>
    <w:rsid w:val="002043EE"/>
    <w:rsid w:val="00206656"/>
    <w:rsid w:val="002074F8"/>
    <w:rsid w:val="00210B8C"/>
    <w:rsid w:val="00215518"/>
    <w:rsid w:val="00215A06"/>
    <w:rsid w:val="00217346"/>
    <w:rsid w:val="00220133"/>
    <w:rsid w:val="00221CBF"/>
    <w:rsid w:val="00221F6C"/>
    <w:rsid w:val="00222CEB"/>
    <w:rsid w:val="00226678"/>
    <w:rsid w:val="00226AF8"/>
    <w:rsid w:val="00227899"/>
    <w:rsid w:val="0023058C"/>
    <w:rsid w:val="002366A1"/>
    <w:rsid w:val="00240301"/>
    <w:rsid w:val="00243C51"/>
    <w:rsid w:val="0025049A"/>
    <w:rsid w:val="00251BC8"/>
    <w:rsid w:val="0025233E"/>
    <w:rsid w:val="00253166"/>
    <w:rsid w:val="00253750"/>
    <w:rsid w:val="002539C0"/>
    <w:rsid w:val="00254A4A"/>
    <w:rsid w:val="002630D4"/>
    <w:rsid w:val="00267770"/>
    <w:rsid w:val="002700ED"/>
    <w:rsid w:val="00277206"/>
    <w:rsid w:val="00277647"/>
    <w:rsid w:val="00281772"/>
    <w:rsid w:val="002820BE"/>
    <w:rsid w:val="00284ECD"/>
    <w:rsid w:val="00286F4D"/>
    <w:rsid w:val="00287E79"/>
    <w:rsid w:val="00290F66"/>
    <w:rsid w:val="00294333"/>
    <w:rsid w:val="002956C2"/>
    <w:rsid w:val="002969EE"/>
    <w:rsid w:val="002A23B3"/>
    <w:rsid w:val="002A325D"/>
    <w:rsid w:val="002A3A3B"/>
    <w:rsid w:val="002A4D64"/>
    <w:rsid w:val="002A68D9"/>
    <w:rsid w:val="002B0810"/>
    <w:rsid w:val="002B0932"/>
    <w:rsid w:val="002B1360"/>
    <w:rsid w:val="002B146B"/>
    <w:rsid w:val="002B24B5"/>
    <w:rsid w:val="002B48DB"/>
    <w:rsid w:val="002B6B4A"/>
    <w:rsid w:val="002C1514"/>
    <w:rsid w:val="002C1F6C"/>
    <w:rsid w:val="002C337E"/>
    <w:rsid w:val="002C3B92"/>
    <w:rsid w:val="002C69A6"/>
    <w:rsid w:val="002D03D8"/>
    <w:rsid w:val="002D0EE1"/>
    <w:rsid w:val="002D1B40"/>
    <w:rsid w:val="002D3B66"/>
    <w:rsid w:val="002D53AB"/>
    <w:rsid w:val="002E16C2"/>
    <w:rsid w:val="002E5FC3"/>
    <w:rsid w:val="002E654E"/>
    <w:rsid w:val="002F033D"/>
    <w:rsid w:val="002F05C4"/>
    <w:rsid w:val="002F0B57"/>
    <w:rsid w:val="002F0EB0"/>
    <w:rsid w:val="002F1F5B"/>
    <w:rsid w:val="002F2405"/>
    <w:rsid w:val="002F37FD"/>
    <w:rsid w:val="002F3F43"/>
    <w:rsid w:val="002F4591"/>
    <w:rsid w:val="002F4C2B"/>
    <w:rsid w:val="002F7053"/>
    <w:rsid w:val="002F709E"/>
    <w:rsid w:val="00301DF5"/>
    <w:rsid w:val="003067A7"/>
    <w:rsid w:val="003077ED"/>
    <w:rsid w:val="00310046"/>
    <w:rsid w:val="00312C96"/>
    <w:rsid w:val="00312F76"/>
    <w:rsid w:val="003138F3"/>
    <w:rsid w:val="00315698"/>
    <w:rsid w:val="00316DB7"/>
    <w:rsid w:val="0032048C"/>
    <w:rsid w:val="003229D0"/>
    <w:rsid w:val="00322A02"/>
    <w:rsid w:val="003230DA"/>
    <w:rsid w:val="00323885"/>
    <w:rsid w:val="00331464"/>
    <w:rsid w:val="00334BF1"/>
    <w:rsid w:val="003420FC"/>
    <w:rsid w:val="00344815"/>
    <w:rsid w:val="00344A9F"/>
    <w:rsid w:val="00347A7F"/>
    <w:rsid w:val="00350E99"/>
    <w:rsid w:val="00351AE1"/>
    <w:rsid w:val="00354E45"/>
    <w:rsid w:val="003556DE"/>
    <w:rsid w:val="00356221"/>
    <w:rsid w:val="00357ADF"/>
    <w:rsid w:val="003604E4"/>
    <w:rsid w:val="00361181"/>
    <w:rsid w:val="0036238F"/>
    <w:rsid w:val="0036288B"/>
    <w:rsid w:val="00362B05"/>
    <w:rsid w:val="00363E2C"/>
    <w:rsid w:val="0036512A"/>
    <w:rsid w:val="0037108C"/>
    <w:rsid w:val="003726E5"/>
    <w:rsid w:val="00372AD5"/>
    <w:rsid w:val="00372D64"/>
    <w:rsid w:val="0037733C"/>
    <w:rsid w:val="00383A68"/>
    <w:rsid w:val="003848B3"/>
    <w:rsid w:val="00385F44"/>
    <w:rsid w:val="00390D49"/>
    <w:rsid w:val="00392A4A"/>
    <w:rsid w:val="003932C4"/>
    <w:rsid w:val="003963C3"/>
    <w:rsid w:val="0039688D"/>
    <w:rsid w:val="0039696F"/>
    <w:rsid w:val="00396A0F"/>
    <w:rsid w:val="003A1992"/>
    <w:rsid w:val="003A2BFA"/>
    <w:rsid w:val="003A422B"/>
    <w:rsid w:val="003A54C2"/>
    <w:rsid w:val="003A71EB"/>
    <w:rsid w:val="003B012C"/>
    <w:rsid w:val="003B0805"/>
    <w:rsid w:val="003B0F7F"/>
    <w:rsid w:val="003B17B2"/>
    <w:rsid w:val="003B41DC"/>
    <w:rsid w:val="003B538B"/>
    <w:rsid w:val="003B625D"/>
    <w:rsid w:val="003B7BD6"/>
    <w:rsid w:val="003C13EC"/>
    <w:rsid w:val="003C2748"/>
    <w:rsid w:val="003C6661"/>
    <w:rsid w:val="003D0506"/>
    <w:rsid w:val="003D31E5"/>
    <w:rsid w:val="003D3673"/>
    <w:rsid w:val="003D4375"/>
    <w:rsid w:val="003D68AF"/>
    <w:rsid w:val="003D7CC8"/>
    <w:rsid w:val="003D7D4C"/>
    <w:rsid w:val="003E1E37"/>
    <w:rsid w:val="003E37B3"/>
    <w:rsid w:val="003E4BCF"/>
    <w:rsid w:val="003E722B"/>
    <w:rsid w:val="003F2E61"/>
    <w:rsid w:val="003F6896"/>
    <w:rsid w:val="00402DB7"/>
    <w:rsid w:val="0040506B"/>
    <w:rsid w:val="00405BCF"/>
    <w:rsid w:val="004066A8"/>
    <w:rsid w:val="004144AF"/>
    <w:rsid w:val="004151FC"/>
    <w:rsid w:val="0041535F"/>
    <w:rsid w:val="00420061"/>
    <w:rsid w:val="00420989"/>
    <w:rsid w:val="0042272A"/>
    <w:rsid w:val="00422999"/>
    <w:rsid w:val="00423881"/>
    <w:rsid w:val="00425614"/>
    <w:rsid w:val="00425C2E"/>
    <w:rsid w:val="004267D7"/>
    <w:rsid w:val="004278BC"/>
    <w:rsid w:val="004315D1"/>
    <w:rsid w:val="00432D1C"/>
    <w:rsid w:val="0043318B"/>
    <w:rsid w:val="0043413B"/>
    <w:rsid w:val="0043675A"/>
    <w:rsid w:val="00437694"/>
    <w:rsid w:val="0044169C"/>
    <w:rsid w:val="00441CA0"/>
    <w:rsid w:val="00443DD7"/>
    <w:rsid w:val="00444B28"/>
    <w:rsid w:val="00444F70"/>
    <w:rsid w:val="00446C2A"/>
    <w:rsid w:val="00446E10"/>
    <w:rsid w:val="00447B27"/>
    <w:rsid w:val="004502ED"/>
    <w:rsid w:val="00454701"/>
    <w:rsid w:val="004548E3"/>
    <w:rsid w:val="00456027"/>
    <w:rsid w:val="0046059A"/>
    <w:rsid w:val="00461E33"/>
    <w:rsid w:val="00463C89"/>
    <w:rsid w:val="00466AA8"/>
    <w:rsid w:val="00466CA0"/>
    <w:rsid w:val="004708F2"/>
    <w:rsid w:val="00470C5B"/>
    <w:rsid w:val="00472615"/>
    <w:rsid w:val="0047275F"/>
    <w:rsid w:val="00472876"/>
    <w:rsid w:val="0047647F"/>
    <w:rsid w:val="0047677C"/>
    <w:rsid w:val="00483678"/>
    <w:rsid w:val="00484260"/>
    <w:rsid w:val="004843CB"/>
    <w:rsid w:val="00490B34"/>
    <w:rsid w:val="004A08BD"/>
    <w:rsid w:val="004A2771"/>
    <w:rsid w:val="004A5026"/>
    <w:rsid w:val="004B0B9E"/>
    <w:rsid w:val="004B2195"/>
    <w:rsid w:val="004B288B"/>
    <w:rsid w:val="004B72DA"/>
    <w:rsid w:val="004C1E3F"/>
    <w:rsid w:val="004C2BDB"/>
    <w:rsid w:val="004C4E2C"/>
    <w:rsid w:val="004C663C"/>
    <w:rsid w:val="004C6EA5"/>
    <w:rsid w:val="004D036C"/>
    <w:rsid w:val="004D2895"/>
    <w:rsid w:val="004D2AF9"/>
    <w:rsid w:val="004D5D0A"/>
    <w:rsid w:val="004D6B9E"/>
    <w:rsid w:val="004D77CF"/>
    <w:rsid w:val="004E06A2"/>
    <w:rsid w:val="004E1C5F"/>
    <w:rsid w:val="004E25C7"/>
    <w:rsid w:val="004E2FE2"/>
    <w:rsid w:val="004E33AF"/>
    <w:rsid w:val="004E3A94"/>
    <w:rsid w:val="004E4B67"/>
    <w:rsid w:val="004E507B"/>
    <w:rsid w:val="004F0D3E"/>
    <w:rsid w:val="004F143E"/>
    <w:rsid w:val="004F222F"/>
    <w:rsid w:val="004F22B3"/>
    <w:rsid w:val="004F4666"/>
    <w:rsid w:val="004F5B14"/>
    <w:rsid w:val="004F7214"/>
    <w:rsid w:val="00500EB4"/>
    <w:rsid w:val="005016EE"/>
    <w:rsid w:val="00502404"/>
    <w:rsid w:val="00505252"/>
    <w:rsid w:val="0050578A"/>
    <w:rsid w:val="00510414"/>
    <w:rsid w:val="005123CF"/>
    <w:rsid w:val="00513295"/>
    <w:rsid w:val="005165BC"/>
    <w:rsid w:val="00521239"/>
    <w:rsid w:val="00521E83"/>
    <w:rsid w:val="00522D39"/>
    <w:rsid w:val="00525E37"/>
    <w:rsid w:val="0053302A"/>
    <w:rsid w:val="00535F10"/>
    <w:rsid w:val="00536973"/>
    <w:rsid w:val="005376E7"/>
    <w:rsid w:val="00541264"/>
    <w:rsid w:val="0054131C"/>
    <w:rsid w:val="005448D8"/>
    <w:rsid w:val="0054795D"/>
    <w:rsid w:val="00552D55"/>
    <w:rsid w:val="00554972"/>
    <w:rsid w:val="00555C9E"/>
    <w:rsid w:val="00556FFF"/>
    <w:rsid w:val="0056029F"/>
    <w:rsid w:val="005630A0"/>
    <w:rsid w:val="00563D92"/>
    <w:rsid w:val="00567EC5"/>
    <w:rsid w:val="005720C2"/>
    <w:rsid w:val="00572943"/>
    <w:rsid w:val="00573B80"/>
    <w:rsid w:val="005755DC"/>
    <w:rsid w:val="00576945"/>
    <w:rsid w:val="005819F8"/>
    <w:rsid w:val="00582FC5"/>
    <w:rsid w:val="00583236"/>
    <w:rsid w:val="005836DA"/>
    <w:rsid w:val="005838D2"/>
    <w:rsid w:val="0058539A"/>
    <w:rsid w:val="005861A2"/>
    <w:rsid w:val="00586AF3"/>
    <w:rsid w:val="0059009C"/>
    <w:rsid w:val="00590E2D"/>
    <w:rsid w:val="005913AA"/>
    <w:rsid w:val="005913E2"/>
    <w:rsid w:val="00593B21"/>
    <w:rsid w:val="00594718"/>
    <w:rsid w:val="00594A1D"/>
    <w:rsid w:val="005974D3"/>
    <w:rsid w:val="005B54F5"/>
    <w:rsid w:val="005B6C26"/>
    <w:rsid w:val="005C1F28"/>
    <w:rsid w:val="005C256F"/>
    <w:rsid w:val="005C4C80"/>
    <w:rsid w:val="005C7408"/>
    <w:rsid w:val="005D035F"/>
    <w:rsid w:val="005D0583"/>
    <w:rsid w:val="005D0C34"/>
    <w:rsid w:val="005D1F01"/>
    <w:rsid w:val="005D3C85"/>
    <w:rsid w:val="005D4614"/>
    <w:rsid w:val="005D6A3A"/>
    <w:rsid w:val="005E288B"/>
    <w:rsid w:val="005E50E3"/>
    <w:rsid w:val="005E576F"/>
    <w:rsid w:val="005E7F5B"/>
    <w:rsid w:val="005F046F"/>
    <w:rsid w:val="005F0A45"/>
    <w:rsid w:val="005F35C6"/>
    <w:rsid w:val="005F4914"/>
    <w:rsid w:val="005F6DDD"/>
    <w:rsid w:val="00600D39"/>
    <w:rsid w:val="006027FB"/>
    <w:rsid w:val="0060294D"/>
    <w:rsid w:val="00602DDA"/>
    <w:rsid w:val="00605C4C"/>
    <w:rsid w:val="006068D2"/>
    <w:rsid w:val="006115AE"/>
    <w:rsid w:val="006164AC"/>
    <w:rsid w:val="006169D7"/>
    <w:rsid w:val="00617392"/>
    <w:rsid w:val="00624F2D"/>
    <w:rsid w:val="00624F45"/>
    <w:rsid w:val="0062546D"/>
    <w:rsid w:val="006270E4"/>
    <w:rsid w:val="006348A7"/>
    <w:rsid w:val="006373E3"/>
    <w:rsid w:val="00642724"/>
    <w:rsid w:val="006431F8"/>
    <w:rsid w:val="00645F5A"/>
    <w:rsid w:val="0064798A"/>
    <w:rsid w:val="0065033D"/>
    <w:rsid w:val="00650820"/>
    <w:rsid w:val="00650EBE"/>
    <w:rsid w:val="00656023"/>
    <w:rsid w:val="00657245"/>
    <w:rsid w:val="00660557"/>
    <w:rsid w:val="00660727"/>
    <w:rsid w:val="00661E63"/>
    <w:rsid w:val="00662D16"/>
    <w:rsid w:val="00664952"/>
    <w:rsid w:val="00664D2A"/>
    <w:rsid w:val="006702EC"/>
    <w:rsid w:val="006708BA"/>
    <w:rsid w:val="00671AFD"/>
    <w:rsid w:val="00673CA4"/>
    <w:rsid w:val="00676D16"/>
    <w:rsid w:val="006829F7"/>
    <w:rsid w:val="006840E3"/>
    <w:rsid w:val="006867B5"/>
    <w:rsid w:val="00690C5E"/>
    <w:rsid w:val="00691E14"/>
    <w:rsid w:val="00694C52"/>
    <w:rsid w:val="00694E90"/>
    <w:rsid w:val="006951A5"/>
    <w:rsid w:val="006954C6"/>
    <w:rsid w:val="006954F3"/>
    <w:rsid w:val="0069740E"/>
    <w:rsid w:val="006A0C41"/>
    <w:rsid w:val="006A2FE8"/>
    <w:rsid w:val="006A4C9E"/>
    <w:rsid w:val="006A63F9"/>
    <w:rsid w:val="006B1022"/>
    <w:rsid w:val="006B1FBD"/>
    <w:rsid w:val="006B60E9"/>
    <w:rsid w:val="006B6409"/>
    <w:rsid w:val="006B6879"/>
    <w:rsid w:val="006B71E5"/>
    <w:rsid w:val="006C0B27"/>
    <w:rsid w:val="006C1503"/>
    <w:rsid w:val="006C246C"/>
    <w:rsid w:val="006C25BB"/>
    <w:rsid w:val="006C33D9"/>
    <w:rsid w:val="006C5A71"/>
    <w:rsid w:val="006C65E3"/>
    <w:rsid w:val="006C75ED"/>
    <w:rsid w:val="006C77D8"/>
    <w:rsid w:val="006C7E5A"/>
    <w:rsid w:val="006D10FE"/>
    <w:rsid w:val="006D336E"/>
    <w:rsid w:val="006D6BF2"/>
    <w:rsid w:val="006D7248"/>
    <w:rsid w:val="006E123A"/>
    <w:rsid w:val="006E2275"/>
    <w:rsid w:val="006E3B6F"/>
    <w:rsid w:val="006E3E19"/>
    <w:rsid w:val="006E4B81"/>
    <w:rsid w:val="006E57D6"/>
    <w:rsid w:val="006E626D"/>
    <w:rsid w:val="006E7DB5"/>
    <w:rsid w:val="006E7EF1"/>
    <w:rsid w:val="006F45A5"/>
    <w:rsid w:val="006F5E29"/>
    <w:rsid w:val="00700341"/>
    <w:rsid w:val="0070207C"/>
    <w:rsid w:val="0070284F"/>
    <w:rsid w:val="007065DB"/>
    <w:rsid w:val="00707021"/>
    <w:rsid w:val="007075B0"/>
    <w:rsid w:val="007078FC"/>
    <w:rsid w:val="00710477"/>
    <w:rsid w:val="00712492"/>
    <w:rsid w:val="00712AF1"/>
    <w:rsid w:val="007165AE"/>
    <w:rsid w:val="00717969"/>
    <w:rsid w:val="00717AEC"/>
    <w:rsid w:val="007208B9"/>
    <w:rsid w:val="007218AB"/>
    <w:rsid w:val="00721AE8"/>
    <w:rsid w:val="0072204A"/>
    <w:rsid w:val="007239F3"/>
    <w:rsid w:val="00727926"/>
    <w:rsid w:val="00732903"/>
    <w:rsid w:val="00734128"/>
    <w:rsid w:val="007343B2"/>
    <w:rsid w:val="007355F6"/>
    <w:rsid w:val="00735657"/>
    <w:rsid w:val="007408C3"/>
    <w:rsid w:val="007408EF"/>
    <w:rsid w:val="007413C0"/>
    <w:rsid w:val="00741C4A"/>
    <w:rsid w:val="00742A25"/>
    <w:rsid w:val="007432EC"/>
    <w:rsid w:val="00745A2D"/>
    <w:rsid w:val="007466CB"/>
    <w:rsid w:val="00747206"/>
    <w:rsid w:val="007505CD"/>
    <w:rsid w:val="00751237"/>
    <w:rsid w:val="007529DD"/>
    <w:rsid w:val="007544BE"/>
    <w:rsid w:val="00754D9D"/>
    <w:rsid w:val="00763AF3"/>
    <w:rsid w:val="00763D33"/>
    <w:rsid w:val="00765B7C"/>
    <w:rsid w:val="0076750B"/>
    <w:rsid w:val="007708D4"/>
    <w:rsid w:val="007714BD"/>
    <w:rsid w:val="007741FE"/>
    <w:rsid w:val="00774419"/>
    <w:rsid w:val="0077621F"/>
    <w:rsid w:val="007768D0"/>
    <w:rsid w:val="007847A7"/>
    <w:rsid w:val="0078553D"/>
    <w:rsid w:val="007859D6"/>
    <w:rsid w:val="00790711"/>
    <w:rsid w:val="00790CF2"/>
    <w:rsid w:val="00793A58"/>
    <w:rsid w:val="00794772"/>
    <w:rsid w:val="007962EE"/>
    <w:rsid w:val="007A0C4B"/>
    <w:rsid w:val="007A1B15"/>
    <w:rsid w:val="007A2D41"/>
    <w:rsid w:val="007A371E"/>
    <w:rsid w:val="007A45B1"/>
    <w:rsid w:val="007A5159"/>
    <w:rsid w:val="007A5748"/>
    <w:rsid w:val="007A7D20"/>
    <w:rsid w:val="007B0AEF"/>
    <w:rsid w:val="007B2F5E"/>
    <w:rsid w:val="007B6B1C"/>
    <w:rsid w:val="007C1AAC"/>
    <w:rsid w:val="007C28BB"/>
    <w:rsid w:val="007C28F6"/>
    <w:rsid w:val="007C6031"/>
    <w:rsid w:val="007C61CA"/>
    <w:rsid w:val="007D0F33"/>
    <w:rsid w:val="007D0FC3"/>
    <w:rsid w:val="007D14BA"/>
    <w:rsid w:val="007D1AEB"/>
    <w:rsid w:val="007D3626"/>
    <w:rsid w:val="007D4995"/>
    <w:rsid w:val="007D4FF0"/>
    <w:rsid w:val="007D5708"/>
    <w:rsid w:val="007D7A58"/>
    <w:rsid w:val="007E0D68"/>
    <w:rsid w:val="007E2137"/>
    <w:rsid w:val="007E4319"/>
    <w:rsid w:val="007E5461"/>
    <w:rsid w:val="007E72CF"/>
    <w:rsid w:val="007F05FF"/>
    <w:rsid w:val="007F1214"/>
    <w:rsid w:val="007F38AB"/>
    <w:rsid w:val="007F5F39"/>
    <w:rsid w:val="007F6C89"/>
    <w:rsid w:val="00800238"/>
    <w:rsid w:val="00801C29"/>
    <w:rsid w:val="00802125"/>
    <w:rsid w:val="008022BE"/>
    <w:rsid w:val="00804012"/>
    <w:rsid w:val="00804E98"/>
    <w:rsid w:val="00805F21"/>
    <w:rsid w:val="008108F0"/>
    <w:rsid w:val="0081098C"/>
    <w:rsid w:val="00810A46"/>
    <w:rsid w:val="00811174"/>
    <w:rsid w:val="008135FA"/>
    <w:rsid w:val="0081523D"/>
    <w:rsid w:val="0082058F"/>
    <w:rsid w:val="0082292E"/>
    <w:rsid w:val="00822EA8"/>
    <w:rsid w:val="00823048"/>
    <w:rsid w:val="008234FE"/>
    <w:rsid w:val="00827197"/>
    <w:rsid w:val="008356E6"/>
    <w:rsid w:val="00835A12"/>
    <w:rsid w:val="00841B3D"/>
    <w:rsid w:val="00841D73"/>
    <w:rsid w:val="008430CD"/>
    <w:rsid w:val="00845D57"/>
    <w:rsid w:val="00846CFC"/>
    <w:rsid w:val="0085179F"/>
    <w:rsid w:val="00853E97"/>
    <w:rsid w:val="00854A39"/>
    <w:rsid w:val="00854B86"/>
    <w:rsid w:val="00856F1E"/>
    <w:rsid w:val="00857A81"/>
    <w:rsid w:val="0086189F"/>
    <w:rsid w:val="00867F68"/>
    <w:rsid w:val="008700B9"/>
    <w:rsid w:val="008713F2"/>
    <w:rsid w:val="00871CD6"/>
    <w:rsid w:val="00872165"/>
    <w:rsid w:val="00873492"/>
    <w:rsid w:val="008801AC"/>
    <w:rsid w:val="00881164"/>
    <w:rsid w:val="00887837"/>
    <w:rsid w:val="00890E8B"/>
    <w:rsid w:val="00892BC3"/>
    <w:rsid w:val="008960AE"/>
    <w:rsid w:val="00897925"/>
    <w:rsid w:val="008A09DB"/>
    <w:rsid w:val="008A0C14"/>
    <w:rsid w:val="008A1778"/>
    <w:rsid w:val="008A17F0"/>
    <w:rsid w:val="008A204D"/>
    <w:rsid w:val="008A265C"/>
    <w:rsid w:val="008A2F08"/>
    <w:rsid w:val="008A5286"/>
    <w:rsid w:val="008A6694"/>
    <w:rsid w:val="008B0118"/>
    <w:rsid w:val="008B08F4"/>
    <w:rsid w:val="008B3782"/>
    <w:rsid w:val="008B3AA5"/>
    <w:rsid w:val="008B3F51"/>
    <w:rsid w:val="008B41CA"/>
    <w:rsid w:val="008B5ACF"/>
    <w:rsid w:val="008B67EA"/>
    <w:rsid w:val="008B6997"/>
    <w:rsid w:val="008B6C2A"/>
    <w:rsid w:val="008B770F"/>
    <w:rsid w:val="008B7A89"/>
    <w:rsid w:val="008B7F88"/>
    <w:rsid w:val="008C08BC"/>
    <w:rsid w:val="008C1D7F"/>
    <w:rsid w:val="008C5175"/>
    <w:rsid w:val="008D2C2A"/>
    <w:rsid w:val="008D311B"/>
    <w:rsid w:val="008D3900"/>
    <w:rsid w:val="008D421C"/>
    <w:rsid w:val="008D49C1"/>
    <w:rsid w:val="008D5E4E"/>
    <w:rsid w:val="008D6D55"/>
    <w:rsid w:val="008E3670"/>
    <w:rsid w:val="008E538B"/>
    <w:rsid w:val="008F5868"/>
    <w:rsid w:val="008F6E23"/>
    <w:rsid w:val="00901B77"/>
    <w:rsid w:val="00902A74"/>
    <w:rsid w:val="00906128"/>
    <w:rsid w:val="00914C5A"/>
    <w:rsid w:val="00915A1A"/>
    <w:rsid w:val="00915BD3"/>
    <w:rsid w:val="00916200"/>
    <w:rsid w:val="00920DAD"/>
    <w:rsid w:val="00921C1E"/>
    <w:rsid w:val="009223E3"/>
    <w:rsid w:val="0092549F"/>
    <w:rsid w:val="00932438"/>
    <w:rsid w:val="00933321"/>
    <w:rsid w:val="00933358"/>
    <w:rsid w:val="009337B6"/>
    <w:rsid w:val="00935893"/>
    <w:rsid w:val="009374FD"/>
    <w:rsid w:val="00937A25"/>
    <w:rsid w:val="0094130C"/>
    <w:rsid w:val="00941F56"/>
    <w:rsid w:val="00942F48"/>
    <w:rsid w:val="00944EC1"/>
    <w:rsid w:val="00944F0F"/>
    <w:rsid w:val="00945805"/>
    <w:rsid w:val="0095172C"/>
    <w:rsid w:val="00952D13"/>
    <w:rsid w:val="00953AEF"/>
    <w:rsid w:val="009549DF"/>
    <w:rsid w:val="009557A2"/>
    <w:rsid w:val="00956CD1"/>
    <w:rsid w:val="00961DA2"/>
    <w:rsid w:val="009632EE"/>
    <w:rsid w:val="00965BEA"/>
    <w:rsid w:val="009677EB"/>
    <w:rsid w:val="00967D1E"/>
    <w:rsid w:val="00970BCC"/>
    <w:rsid w:val="00972935"/>
    <w:rsid w:val="00973001"/>
    <w:rsid w:val="00973ED4"/>
    <w:rsid w:val="00976247"/>
    <w:rsid w:val="0097771C"/>
    <w:rsid w:val="009822D7"/>
    <w:rsid w:val="00982D77"/>
    <w:rsid w:val="00983A90"/>
    <w:rsid w:val="0098531B"/>
    <w:rsid w:val="00986640"/>
    <w:rsid w:val="0098679C"/>
    <w:rsid w:val="00986859"/>
    <w:rsid w:val="009878DD"/>
    <w:rsid w:val="00987D62"/>
    <w:rsid w:val="009931BA"/>
    <w:rsid w:val="009950BE"/>
    <w:rsid w:val="00996B7D"/>
    <w:rsid w:val="00996D43"/>
    <w:rsid w:val="009972E3"/>
    <w:rsid w:val="00997768"/>
    <w:rsid w:val="00997CFA"/>
    <w:rsid w:val="009A04F8"/>
    <w:rsid w:val="009A0F59"/>
    <w:rsid w:val="009A16FB"/>
    <w:rsid w:val="009A2601"/>
    <w:rsid w:val="009A4933"/>
    <w:rsid w:val="009A57D6"/>
    <w:rsid w:val="009C07BC"/>
    <w:rsid w:val="009C363D"/>
    <w:rsid w:val="009C62A6"/>
    <w:rsid w:val="009D03EE"/>
    <w:rsid w:val="009D2C40"/>
    <w:rsid w:val="009D3032"/>
    <w:rsid w:val="009D6D5A"/>
    <w:rsid w:val="009D6D79"/>
    <w:rsid w:val="009D7216"/>
    <w:rsid w:val="009D7DD0"/>
    <w:rsid w:val="009E3640"/>
    <w:rsid w:val="009E4113"/>
    <w:rsid w:val="009E52D7"/>
    <w:rsid w:val="009F12F9"/>
    <w:rsid w:val="009F1897"/>
    <w:rsid w:val="009F1B82"/>
    <w:rsid w:val="009F2154"/>
    <w:rsid w:val="009F2457"/>
    <w:rsid w:val="009F3FBD"/>
    <w:rsid w:val="009F49DE"/>
    <w:rsid w:val="009F52F1"/>
    <w:rsid w:val="009F7896"/>
    <w:rsid w:val="00A00CBD"/>
    <w:rsid w:val="00A02BBB"/>
    <w:rsid w:val="00A02FD8"/>
    <w:rsid w:val="00A039E0"/>
    <w:rsid w:val="00A04E64"/>
    <w:rsid w:val="00A05BCA"/>
    <w:rsid w:val="00A117F0"/>
    <w:rsid w:val="00A12CBF"/>
    <w:rsid w:val="00A13055"/>
    <w:rsid w:val="00A13ACA"/>
    <w:rsid w:val="00A1452D"/>
    <w:rsid w:val="00A14E23"/>
    <w:rsid w:val="00A205D0"/>
    <w:rsid w:val="00A2113F"/>
    <w:rsid w:val="00A21C18"/>
    <w:rsid w:val="00A2244B"/>
    <w:rsid w:val="00A2268F"/>
    <w:rsid w:val="00A2315F"/>
    <w:rsid w:val="00A3028E"/>
    <w:rsid w:val="00A318EE"/>
    <w:rsid w:val="00A351F0"/>
    <w:rsid w:val="00A354A1"/>
    <w:rsid w:val="00A373CE"/>
    <w:rsid w:val="00A4016F"/>
    <w:rsid w:val="00A4417F"/>
    <w:rsid w:val="00A44467"/>
    <w:rsid w:val="00A47F42"/>
    <w:rsid w:val="00A51AB5"/>
    <w:rsid w:val="00A53ACA"/>
    <w:rsid w:val="00A542E8"/>
    <w:rsid w:val="00A57380"/>
    <w:rsid w:val="00A57656"/>
    <w:rsid w:val="00A57EA6"/>
    <w:rsid w:val="00A612A3"/>
    <w:rsid w:val="00A61D23"/>
    <w:rsid w:val="00A63DA2"/>
    <w:rsid w:val="00A65609"/>
    <w:rsid w:val="00A66292"/>
    <w:rsid w:val="00A664F7"/>
    <w:rsid w:val="00A6696C"/>
    <w:rsid w:val="00A70510"/>
    <w:rsid w:val="00A71F17"/>
    <w:rsid w:val="00A720D9"/>
    <w:rsid w:val="00A73377"/>
    <w:rsid w:val="00A73D5F"/>
    <w:rsid w:val="00A75806"/>
    <w:rsid w:val="00A80E1B"/>
    <w:rsid w:val="00A80FA0"/>
    <w:rsid w:val="00A81B9F"/>
    <w:rsid w:val="00A81FE5"/>
    <w:rsid w:val="00A828F5"/>
    <w:rsid w:val="00A82DCB"/>
    <w:rsid w:val="00A837F8"/>
    <w:rsid w:val="00A841DC"/>
    <w:rsid w:val="00A87D13"/>
    <w:rsid w:val="00A941A9"/>
    <w:rsid w:val="00A95039"/>
    <w:rsid w:val="00A96CEA"/>
    <w:rsid w:val="00A97A60"/>
    <w:rsid w:val="00A97F40"/>
    <w:rsid w:val="00AA067C"/>
    <w:rsid w:val="00AA1D32"/>
    <w:rsid w:val="00AA1D90"/>
    <w:rsid w:val="00AA37C6"/>
    <w:rsid w:val="00AA59A3"/>
    <w:rsid w:val="00AA5B97"/>
    <w:rsid w:val="00AA63A8"/>
    <w:rsid w:val="00AB11FC"/>
    <w:rsid w:val="00AB3E2E"/>
    <w:rsid w:val="00AB417E"/>
    <w:rsid w:val="00AB4C09"/>
    <w:rsid w:val="00AB608D"/>
    <w:rsid w:val="00AC0885"/>
    <w:rsid w:val="00AC6F48"/>
    <w:rsid w:val="00AD1AAA"/>
    <w:rsid w:val="00AD60CC"/>
    <w:rsid w:val="00AD7905"/>
    <w:rsid w:val="00AD7E97"/>
    <w:rsid w:val="00AE0673"/>
    <w:rsid w:val="00AE1FDE"/>
    <w:rsid w:val="00AE2258"/>
    <w:rsid w:val="00AF1066"/>
    <w:rsid w:val="00AF273E"/>
    <w:rsid w:val="00AF3628"/>
    <w:rsid w:val="00AF43C1"/>
    <w:rsid w:val="00B018BC"/>
    <w:rsid w:val="00B0382F"/>
    <w:rsid w:val="00B03BC6"/>
    <w:rsid w:val="00B05B9E"/>
    <w:rsid w:val="00B05C61"/>
    <w:rsid w:val="00B07CD0"/>
    <w:rsid w:val="00B10D78"/>
    <w:rsid w:val="00B117E3"/>
    <w:rsid w:val="00B1381D"/>
    <w:rsid w:val="00B1474D"/>
    <w:rsid w:val="00B209A5"/>
    <w:rsid w:val="00B2188A"/>
    <w:rsid w:val="00B21F21"/>
    <w:rsid w:val="00B226A2"/>
    <w:rsid w:val="00B24888"/>
    <w:rsid w:val="00B30844"/>
    <w:rsid w:val="00B30893"/>
    <w:rsid w:val="00B31178"/>
    <w:rsid w:val="00B3274C"/>
    <w:rsid w:val="00B32CCB"/>
    <w:rsid w:val="00B33339"/>
    <w:rsid w:val="00B33CA2"/>
    <w:rsid w:val="00B34C82"/>
    <w:rsid w:val="00B34DA3"/>
    <w:rsid w:val="00B36311"/>
    <w:rsid w:val="00B3772C"/>
    <w:rsid w:val="00B37CB2"/>
    <w:rsid w:val="00B40C2D"/>
    <w:rsid w:val="00B4297A"/>
    <w:rsid w:val="00B43C56"/>
    <w:rsid w:val="00B43E2B"/>
    <w:rsid w:val="00B4561B"/>
    <w:rsid w:val="00B46254"/>
    <w:rsid w:val="00B46AC1"/>
    <w:rsid w:val="00B470D6"/>
    <w:rsid w:val="00B5313B"/>
    <w:rsid w:val="00B55133"/>
    <w:rsid w:val="00B60F1F"/>
    <w:rsid w:val="00B61AFE"/>
    <w:rsid w:val="00B62081"/>
    <w:rsid w:val="00B62544"/>
    <w:rsid w:val="00B64C1C"/>
    <w:rsid w:val="00B70A4B"/>
    <w:rsid w:val="00B74097"/>
    <w:rsid w:val="00B749F8"/>
    <w:rsid w:val="00B75AB3"/>
    <w:rsid w:val="00B75BFB"/>
    <w:rsid w:val="00B76BB2"/>
    <w:rsid w:val="00B77E03"/>
    <w:rsid w:val="00B80410"/>
    <w:rsid w:val="00B81E5E"/>
    <w:rsid w:val="00B82BEE"/>
    <w:rsid w:val="00B85561"/>
    <w:rsid w:val="00B90A1D"/>
    <w:rsid w:val="00B932F0"/>
    <w:rsid w:val="00B96F4C"/>
    <w:rsid w:val="00BA0E9E"/>
    <w:rsid w:val="00BA1211"/>
    <w:rsid w:val="00BA4FEB"/>
    <w:rsid w:val="00BA5BD0"/>
    <w:rsid w:val="00BA6009"/>
    <w:rsid w:val="00BA7365"/>
    <w:rsid w:val="00BB0DE1"/>
    <w:rsid w:val="00BB2817"/>
    <w:rsid w:val="00BB3011"/>
    <w:rsid w:val="00BB3B05"/>
    <w:rsid w:val="00BB431F"/>
    <w:rsid w:val="00BB58DE"/>
    <w:rsid w:val="00BB5B83"/>
    <w:rsid w:val="00BB7E39"/>
    <w:rsid w:val="00BC05D1"/>
    <w:rsid w:val="00BC311F"/>
    <w:rsid w:val="00BC4145"/>
    <w:rsid w:val="00BC5148"/>
    <w:rsid w:val="00BD0623"/>
    <w:rsid w:val="00BD08D0"/>
    <w:rsid w:val="00BD13BB"/>
    <w:rsid w:val="00BD35F3"/>
    <w:rsid w:val="00BD5084"/>
    <w:rsid w:val="00BD5FE4"/>
    <w:rsid w:val="00BE1CF8"/>
    <w:rsid w:val="00BE252A"/>
    <w:rsid w:val="00BE3319"/>
    <w:rsid w:val="00BE3727"/>
    <w:rsid w:val="00BE51DA"/>
    <w:rsid w:val="00BE5CD9"/>
    <w:rsid w:val="00BE6E56"/>
    <w:rsid w:val="00BF2EED"/>
    <w:rsid w:val="00BF401E"/>
    <w:rsid w:val="00BF4798"/>
    <w:rsid w:val="00BF48F0"/>
    <w:rsid w:val="00BF58AF"/>
    <w:rsid w:val="00C0060A"/>
    <w:rsid w:val="00C01511"/>
    <w:rsid w:val="00C01A31"/>
    <w:rsid w:val="00C03D4F"/>
    <w:rsid w:val="00C04586"/>
    <w:rsid w:val="00C06D14"/>
    <w:rsid w:val="00C11BAC"/>
    <w:rsid w:val="00C144A9"/>
    <w:rsid w:val="00C16E32"/>
    <w:rsid w:val="00C1715F"/>
    <w:rsid w:val="00C179AA"/>
    <w:rsid w:val="00C262AB"/>
    <w:rsid w:val="00C30616"/>
    <w:rsid w:val="00C30C14"/>
    <w:rsid w:val="00C33720"/>
    <w:rsid w:val="00C337F8"/>
    <w:rsid w:val="00C3422D"/>
    <w:rsid w:val="00C37C32"/>
    <w:rsid w:val="00C37CBD"/>
    <w:rsid w:val="00C37DC3"/>
    <w:rsid w:val="00C41F45"/>
    <w:rsid w:val="00C42A05"/>
    <w:rsid w:val="00C439BB"/>
    <w:rsid w:val="00C4443F"/>
    <w:rsid w:val="00C50128"/>
    <w:rsid w:val="00C54E94"/>
    <w:rsid w:val="00C56434"/>
    <w:rsid w:val="00C56446"/>
    <w:rsid w:val="00C61019"/>
    <w:rsid w:val="00C615DB"/>
    <w:rsid w:val="00C6198B"/>
    <w:rsid w:val="00C6369B"/>
    <w:rsid w:val="00C640AF"/>
    <w:rsid w:val="00C65C91"/>
    <w:rsid w:val="00C67311"/>
    <w:rsid w:val="00C72356"/>
    <w:rsid w:val="00C725D4"/>
    <w:rsid w:val="00C73306"/>
    <w:rsid w:val="00C76400"/>
    <w:rsid w:val="00C7670A"/>
    <w:rsid w:val="00C771A7"/>
    <w:rsid w:val="00C77C82"/>
    <w:rsid w:val="00C801D0"/>
    <w:rsid w:val="00C80D87"/>
    <w:rsid w:val="00C82C48"/>
    <w:rsid w:val="00C83BFC"/>
    <w:rsid w:val="00C854DC"/>
    <w:rsid w:val="00C8647E"/>
    <w:rsid w:val="00C86AE6"/>
    <w:rsid w:val="00C87D2F"/>
    <w:rsid w:val="00C92E55"/>
    <w:rsid w:val="00C956DD"/>
    <w:rsid w:val="00C96ABF"/>
    <w:rsid w:val="00CA0DA7"/>
    <w:rsid w:val="00CA31D8"/>
    <w:rsid w:val="00CA411C"/>
    <w:rsid w:val="00CA4EC9"/>
    <w:rsid w:val="00CA6814"/>
    <w:rsid w:val="00CB1BDF"/>
    <w:rsid w:val="00CB26C6"/>
    <w:rsid w:val="00CB3318"/>
    <w:rsid w:val="00CB3C44"/>
    <w:rsid w:val="00CB51F3"/>
    <w:rsid w:val="00CB6468"/>
    <w:rsid w:val="00CB73B3"/>
    <w:rsid w:val="00CC1E28"/>
    <w:rsid w:val="00CC39A3"/>
    <w:rsid w:val="00CC46F2"/>
    <w:rsid w:val="00CC5D28"/>
    <w:rsid w:val="00CC71F7"/>
    <w:rsid w:val="00CC78F6"/>
    <w:rsid w:val="00CC7A67"/>
    <w:rsid w:val="00CD13A9"/>
    <w:rsid w:val="00CD2827"/>
    <w:rsid w:val="00CD321A"/>
    <w:rsid w:val="00CD39EE"/>
    <w:rsid w:val="00CD4574"/>
    <w:rsid w:val="00CD531C"/>
    <w:rsid w:val="00CD5AE5"/>
    <w:rsid w:val="00CD64F4"/>
    <w:rsid w:val="00CD703B"/>
    <w:rsid w:val="00CE017C"/>
    <w:rsid w:val="00CE15B1"/>
    <w:rsid w:val="00CE40D3"/>
    <w:rsid w:val="00CE6F13"/>
    <w:rsid w:val="00CE7EC5"/>
    <w:rsid w:val="00CF16A4"/>
    <w:rsid w:val="00CF2321"/>
    <w:rsid w:val="00CF298A"/>
    <w:rsid w:val="00CF443F"/>
    <w:rsid w:val="00CF4C52"/>
    <w:rsid w:val="00CF58E5"/>
    <w:rsid w:val="00CF66DA"/>
    <w:rsid w:val="00CF66DE"/>
    <w:rsid w:val="00CF7B34"/>
    <w:rsid w:val="00D01A0B"/>
    <w:rsid w:val="00D02C61"/>
    <w:rsid w:val="00D03552"/>
    <w:rsid w:val="00D04152"/>
    <w:rsid w:val="00D077E9"/>
    <w:rsid w:val="00D116E9"/>
    <w:rsid w:val="00D11BFE"/>
    <w:rsid w:val="00D13F11"/>
    <w:rsid w:val="00D16630"/>
    <w:rsid w:val="00D1755D"/>
    <w:rsid w:val="00D22FA1"/>
    <w:rsid w:val="00D24608"/>
    <w:rsid w:val="00D248B6"/>
    <w:rsid w:val="00D30D89"/>
    <w:rsid w:val="00D34C9D"/>
    <w:rsid w:val="00D353CB"/>
    <w:rsid w:val="00D36799"/>
    <w:rsid w:val="00D36E3F"/>
    <w:rsid w:val="00D40115"/>
    <w:rsid w:val="00D40A88"/>
    <w:rsid w:val="00D4314A"/>
    <w:rsid w:val="00D43FE6"/>
    <w:rsid w:val="00D45899"/>
    <w:rsid w:val="00D45B12"/>
    <w:rsid w:val="00D4607F"/>
    <w:rsid w:val="00D46808"/>
    <w:rsid w:val="00D47C96"/>
    <w:rsid w:val="00D508EA"/>
    <w:rsid w:val="00D55E76"/>
    <w:rsid w:val="00D563A9"/>
    <w:rsid w:val="00D571E4"/>
    <w:rsid w:val="00D575B6"/>
    <w:rsid w:val="00D608AF"/>
    <w:rsid w:val="00D637E9"/>
    <w:rsid w:val="00D63983"/>
    <w:rsid w:val="00D641D3"/>
    <w:rsid w:val="00D65EE9"/>
    <w:rsid w:val="00D77AE0"/>
    <w:rsid w:val="00D8091D"/>
    <w:rsid w:val="00D81639"/>
    <w:rsid w:val="00D842DA"/>
    <w:rsid w:val="00D85DAC"/>
    <w:rsid w:val="00D8699D"/>
    <w:rsid w:val="00D90091"/>
    <w:rsid w:val="00D90560"/>
    <w:rsid w:val="00D90A36"/>
    <w:rsid w:val="00D912FC"/>
    <w:rsid w:val="00D9276A"/>
    <w:rsid w:val="00D92AFF"/>
    <w:rsid w:val="00DA0F80"/>
    <w:rsid w:val="00DA183F"/>
    <w:rsid w:val="00DA32EE"/>
    <w:rsid w:val="00DA3749"/>
    <w:rsid w:val="00DA3936"/>
    <w:rsid w:val="00DA4F9B"/>
    <w:rsid w:val="00DA6D16"/>
    <w:rsid w:val="00DA74D5"/>
    <w:rsid w:val="00DB2159"/>
    <w:rsid w:val="00DB29B2"/>
    <w:rsid w:val="00DB2A40"/>
    <w:rsid w:val="00DB3186"/>
    <w:rsid w:val="00DB3351"/>
    <w:rsid w:val="00DB35D4"/>
    <w:rsid w:val="00DB3BD6"/>
    <w:rsid w:val="00DB55B8"/>
    <w:rsid w:val="00DB6B06"/>
    <w:rsid w:val="00DC0386"/>
    <w:rsid w:val="00DC1B4A"/>
    <w:rsid w:val="00DC71FB"/>
    <w:rsid w:val="00DD09FB"/>
    <w:rsid w:val="00DD53B8"/>
    <w:rsid w:val="00DD613E"/>
    <w:rsid w:val="00DD65B0"/>
    <w:rsid w:val="00DE4142"/>
    <w:rsid w:val="00DE5389"/>
    <w:rsid w:val="00DE6A4E"/>
    <w:rsid w:val="00DF0D5C"/>
    <w:rsid w:val="00DF1E54"/>
    <w:rsid w:val="00DF330F"/>
    <w:rsid w:val="00DF4CCE"/>
    <w:rsid w:val="00DF64F4"/>
    <w:rsid w:val="00DF6CD9"/>
    <w:rsid w:val="00DF6EBC"/>
    <w:rsid w:val="00E03339"/>
    <w:rsid w:val="00E0480D"/>
    <w:rsid w:val="00E0505A"/>
    <w:rsid w:val="00E11AC0"/>
    <w:rsid w:val="00E1261A"/>
    <w:rsid w:val="00E13A42"/>
    <w:rsid w:val="00E155B8"/>
    <w:rsid w:val="00E156DC"/>
    <w:rsid w:val="00E1726C"/>
    <w:rsid w:val="00E177B6"/>
    <w:rsid w:val="00E178CB"/>
    <w:rsid w:val="00E2532A"/>
    <w:rsid w:val="00E27005"/>
    <w:rsid w:val="00E272DE"/>
    <w:rsid w:val="00E302D3"/>
    <w:rsid w:val="00E32115"/>
    <w:rsid w:val="00E34BB7"/>
    <w:rsid w:val="00E35986"/>
    <w:rsid w:val="00E414BA"/>
    <w:rsid w:val="00E4192D"/>
    <w:rsid w:val="00E4267F"/>
    <w:rsid w:val="00E45635"/>
    <w:rsid w:val="00E45740"/>
    <w:rsid w:val="00E50B72"/>
    <w:rsid w:val="00E52897"/>
    <w:rsid w:val="00E54C06"/>
    <w:rsid w:val="00E55266"/>
    <w:rsid w:val="00E55559"/>
    <w:rsid w:val="00E56B52"/>
    <w:rsid w:val="00E60491"/>
    <w:rsid w:val="00E61B91"/>
    <w:rsid w:val="00E6276C"/>
    <w:rsid w:val="00E6519E"/>
    <w:rsid w:val="00E66602"/>
    <w:rsid w:val="00E66AE9"/>
    <w:rsid w:val="00E70A9D"/>
    <w:rsid w:val="00E7347B"/>
    <w:rsid w:val="00E76673"/>
    <w:rsid w:val="00E771F6"/>
    <w:rsid w:val="00E80B11"/>
    <w:rsid w:val="00E8125C"/>
    <w:rsid w:val="00E830A6"/>
    <w:rsid w:val="00E83290"/>
    <w:rsid w:val="00E85B8D"/>
    <w:rsid w:val="00E868B3"/>
    <w:rsid w:val="00E905E1"/>
    <w:rsid w:val="00E96277"/>
    <w:rsid w:val="00E96CB3"/>
    <w:rsid w:val="00E97AE4"/>
    <w:rsid w:val="00EA06EC"/>
    <w:rsid w:val="00EA2515"/>
    <w:rsid w:val="00EA2892"/>
    <w:rsid w:val="00EA3AC2"/>
    <w:rsid w:val="00EA5366"/>
    <w:rsid w:val="00EA5943"/>
    <w:rsid w:val="00EA5C60"/>
    <w:rsid w:val="00EB3D52"/>
    <w:rsid w:val="00EB49EF"/>
    <w:rsid w:val="00EB6E5E"/>
    <w:rsid w:val="00EB6F46"/>
    <w:rsid w:val="00EC4E36"/>
    <w:rsid w:val="00EC7385"/>
    <w:rsid w:val="00EC7E11"/>
    <w:rsid w:val="00ED3F3C"/>
    <w:rsid w:val="00ED45A5"/>
    <w:rsid w:val="00ED4914"/>
    <w:rsid w:val="00ED57B0"/>
    <w:rsid w:val="00ED5B27"/>
    <w:rsid w:val="00ED6888"/>
    <w:rsid w:val="00EE047E"/>
    <w:rsid w:val="00EE386B"/>
    <w:rsid w:val="00EE3A72"/>
    <w:rsid w:val="00EE6095"/>
    <w:rsid w:val="00EE6D2C"/>
    <w:rsid w:val="00EF12D8"/>
    <w:rsid w:val="00EF1AC0"/>
    <w:rsid w:val="00EF1EC5"/>
    <w:rsid w:val="00EF366B"/>
    <w:rsid w:val="00EF43CD"/>
    <w:rsid w:val="00EF4EB7"/>
    <w:rsid w:val="00EF52EC"/>
    <w:rsid w:val="00F03099"/>
    <w:rsid w:val="00F04268"/>
    <w:rsid w:val="00F04843"/>
    <w:rsid w:val="00F05931"/>
    <w:rsid w:val="00F0764C"/>
    <w:rsid w:val="00F108C3"/>
    <w:rsid w:val="00F144A4"/>
    <w:rsid w:val="00F21E3E"/>
    <w:rsid w:val="00F21EA8"/>
    <w:rsid w:val="00F22085"/>
    <w:rsid w:val="00F26BDE"/>
    <w:rsid w:val="00F26EAF"/>
    <w:rsid w:val="00F27BCF"/>
    <w:rsid w:val="00F3016A"/>
    <w:rsid w:val="00F310C2"/>
    <w:rsid w:val="00F32705"/>
    <w:rsid w:val="00F33437"/>
    <w:rsid w:val="00F42A74"/>
    <w:rsid w:val="00F43E20"/>
    <w:rsid w:val="00F5029A"/>
    <w:rsid w:val="00F520EE"/>
    <w:rsid w:val="00F528E1"/>
    <w:rsid w:val="00F52938"/>
    <w:rsid w:val="00F53063"/>
    <w:rsid w:val="00F53AFE"/>
    <w:rsid w:val="00F575D9"/>
    <w:rsid w:val="00F602EE"/>
    <w:rsid w:val="00F61061"/>
    <w:rsid w:val="00F61479"/>
    <w:rsid w:val="00F62744"/>
    <w:rsid w:val="00F64E00"/>
    <w:rsid w:val="00F64E24"/>
    <w:rsid w:val="00F66B78"/>
    <w:rsid w:val="00F67392"/>
    <w:rsid w:val="00F70C84"/>
    <w:rsid w:val="00F70F45"/>
    <w:rsid w:val="00F73A41"/>
    <w:rsid w:val="00F73DF0"/>
    <w:rsid w:val="00F73FF4"/>
    <w:rsid w:val="00F76A89"/>
    <w:rsid w:val="00F77272"/>
    <w:rsid w:val="00F77636"/>
    <w:rsid w:val="00F80C50"/>
    <w:rsid w:val="00F82447"/>
    <w:rsid w:val="00F84F72"/>
    <w:rsid w:val="00F86205"/>
    <w:rsid w:val="00F87599"/>
    <w:rsid w:val="00F9181E"/>
    <w:rsid w:val="00F922B7"/>
    <w:rsid w:val="00F93392"/>
    <w:rsid w:val="00F94C5C"/>
    <w:rsid w:val="00F957AD"/>
    <w:rsid w:val="00F96E23"/>
    <w:rsid w:val="00FA08F5"/>
    <w:rsid w:val="00FA0D00"/>
    <w:rsid w:val="00FA1143"/>
    <w:rsid w:val="00FA28C5"/>
    <w:rsid w:val="00FA47C9"/>
    <w:rsid w:val="00FA657D"/>
    <w:rsid w:val="00FA78A3"/>
    <w:rsid w:val="00FB3F12"/>
    <w:rsid w:val="00FB5C92"/>
    <w:rsid w:val="00FB5D3E"/>
    <w:rsid w:val="00FC1A62"/>
    <w:rsid w:val="00FC2E43"/>
    <w:rsid w:val="00FC4B61"/>
    <w:rsid w:val="00FC5A82"/>
    <w:rsid w:val="00FD153B"/>
    <w:rsid w:val="00FD40A8"/>
    <w:rsid w:val="00FD541F"/>
    <w:rsid w:val="00FD6F0B"/>
    <w:rsid w:val="00FE0EAA"/>
    <w:rsid w:val="00FE5395"/>
    <w:rsid w:val="00FE7250"/>
    <w:rsid w:val="00FF0F49"/>
    <w:rsid w:val="00FF1CB3"/>
    <w:rsid w:val="00FF1D62"/>
    <w:rsid w:val="00FF39F4"/>
    <w:rsid w:val="00FF7E3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locked="1" w:semiHidden="0" w:uiPriority="0"/>
    <w:lsdException w:name="Table Web 1" w:unhideWhenUsed="1"/>
    <w:lsdException w:name="Table Web 2" w:unhideWhenUsed="1"/>
    <w:lsdException w:name="Table Web 3" w:locked="1" w:semiHidden="0" w:uiPriority="0"/>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1561C5"/>
    <w:rPr>
      <w:rFonts w:ascii="Times New Roman" w:eastAsia="Times New Roman" w:hAnsi="Times New Roman"/>
      <w:sz w:val="24"/>
      <w:szCs w:val="24"/>
      <w:lang w:val="uk-UA" w:eastAsia="ru-RU"/>
    </w:rPr>
  </w:style>
  <w:style w:type="paragraph" w:styleId="Heading1">
    <w:name w:val="heading 1"/>
    <w:basedOn w:val="Normal"/>
    <w:next w:val="Normal"/>
    <w:link w:val="Heading1Char"/>
    <w:uiPriority w:val="99"/>
    <w:qFormat/>
    <w:rsid w:val="009D03EE"/>
    <w:pPr>
      <w:keepNext/>
      <w:spacing w:before="240" w:after="60" w:line="360" w:lineRule="auto"/>
      <w:jc w:val="center"/>
      <w:outlineLvl w:val="0"/>
    </w:pPr>
    <w:rPr>
      <w:b/>
      <w:bCs/>
      <w:kern w:val="32"/>
      <w:sz w:val="32"/>
      <w:szCs w:val="32"/>
    </w:rPr>
  </w:style>
  <w:style w:type="paragraph" w:styleId="Heading2">
    <w:name w:val="heading 2"/>
    <w:basedOn w:val="Normal"/>
    <w:next w:val="Normal"/>
    <w:link w:val="Heading2Char"/>
    <w:uiPriority w:val="99"/>
    <w:qFormat/>
    <w:rsid w:val="00DB3BD6"/>
    <w:pPr>
      <w:keepNext/>
      <w:keepLines/>
      <w:spacing w:before="40"/>
      <w:outlineLvl w:val="1"/>
    </w:pPr>
    <w:rPr>
      <w:rFonts w:ascii="Calibri Light" w:hAnsi="Calibri Light"/>
      <w:color w:val="2E74B5"/>
      <w:sz w:val="26"/>
      <w:szCs w:val="26"/>
    </w:rPr>
  </w:style>
  <w:style w:type="paragraph" w:styleId="Heading3">
    <w:name w:val="heading 3"/>
    <w:basedOn w:val="Normal"/>
    <w:next w:val="Normal"/>
    <w:link w:val="Heading3Char"/>
    <w:uiPriority w:val="99"/>
    <w:qFormat/>
    <w:rsid w:val="0092549F"/>
    <w:pPr>
      <w:keepNext/>
      <w:keepLines/>
      <w:spacing w:before="40"/>
      <w:outlineLvl w:val="2"/>
    </w:pPr>
    <w:rPr>
      <w:rFonts w:ascii="Calibri Light" w:hAnsi="Calibri Light"/>
      <w:color w:val="1F4D78"/>
    </w:rPr>
  </w:style>
  <w:style w:type="paragraph" w:styleId="Heading5">
    <w:name w:val="heading 5"/>
    <w:basedOn w:val="Normal"/>
    <w:next w:val="Normal"/>
    <w:link w:val="Heading5Char"/>
    <w:uiPriority w:val="99"/>
    <w:qFormat/>
    <w:rsid w:val="003B41DC"/>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03EE"/>
    <w:rPr>
      <w:rFonts w:ascii="Times New Roman" w:hAnsi="Times New Roman" w:cs="Times New Roman"/>
      <w:b/>
      <w:bCs/>
      <w:kern w:val="32"/>
      <w:sz w:val="32"/>
      <w:szCs w:val="32"/>
      <w:lang w:eastAsia="ru-RU"/>
    </w:rPr>
  </w:style>
  <w:style w:type="character" w:customStyle="1" w:styleId="Heading2Char">
    <w:name w:val="Heading 2 Char"/>
    <w:basedOn w:val="DefaultParagraphFont"/>
    <w:link w:val="Heading2"/>
    <w:uiPriority w:val="99"/>
    <w:locked/>
    <w:rsid w:val="00DB3BD6"/>
    <w:rPr>
      <w:rFonts w:ascii="Calibri Light" w:hAnsi="Calibri Light" w:cs="Times New Roman"/>
      <w:color w:val="2E74B5"/>
      <w:sz w:val="26"/>
      <w:szCs w:val="26"/>
      <w:lang w:val="ru-RU" w:eastAsia="ru-RU"/>
    </w:rPr>
  </w:style>
  <w:style w:type="character" w:customStyle="1" w:styleId="Heading3Char">
    <w:name w:val="Heading 3 Char"/>
    <w:basedOn w:val="DefaultParagraphFont"/>
    <w:link w:val="Heading3"/>
    <w:uiPriority w:val="99"/>
    <w:semiHidden/>
    <w:locked/>
    <w:rsid w:val="0092549F"/>
    <w:rPr>
      <w:rFonts w:ascii="Calibri Light" w:hAnsi="Calibri Light" w:cs="Times New Roman"/>
      <w:color w:val="1F4D78"/>
      <w:sz w:val="24"/>
      <w:szCs w:val="24"/>
      <w:lang w:eastAsia="ru-RU"/>
    </w:rPr>
  </w:style>
  <w:style w:type="character" w:customStyle="1" w:styleId="Heading5Char">
    <w:name w:val="Heading 5 Char"/>
    <w:basedOn w:val="DefaultParagraphFont"/>
    <w:link w:val="Heading5"/>
    <w:uiPriority w:val="99"/>
    <w:locked/>
    <w:rsid w:val="003B41DC"/>
    <w:rPr>
      <w:rFonts w:ascii="Times New Roman" w:hAnsi="Times New Roman" w:cs="Times New Roman"/>
      <w:b/>
      <w:bCs/>
      <w:i/>
      <w:iCs/>
      <w:sz w:val="26"/>
      <w:szCs w:val="26"/>
      <w:lang w:val="ru-RU" w:eastAsia="ru-RU"/>
    </w:rPr>
  </w:style>
  <w:style w:type="paragraph" w:customStyle="1" w:styleId="1">
    <w:name w:val="Обычный1"/>
    <w:uiPriority w:val="99"/>
    <w:rsid w:val="003B41DC"/>
    <w:rPr>
      <w:rFonts w:ascii="Times New Roman" w:eastAsia="Times New Roman" w:hAnsi="Times New Roman"/>
      <w:sz w:val="20"/>
      <w:szCs w:val="20"/>
      <w:lang w:val="ru-RU" w:eastAsia="ru-RU"/>
    </w:rPr>
  </w:style>
  <w:style w:type="paragraph" w:styleId="TOC2">
    <w:name w:val="toc 2"/>
    <w:basedOn w:val="Normal"/>
    <w:next w:val="Normal"/>
    <w:autoRedefine/>
    <w:uiPriority w:val="99"/>
    <w:rsid w:val="0046059A"/>
    <w:pPr>
      <w:tabs>
        <w:tab w:val="right" w:leader="dot" w:pos="9638"/>
      </w:tabs>
      <w:spacing w:line="360" w:lineRule="auto"/>
      <w:ind w:left="708"/>
    </w:pPr>
  </w:style>
  <w:style w:type="character" w:styleId="PlaceholderText">
    <w:name w:val="Placeholder Text"/>
    <w:basedOn w:val="DefaultParagraphFont"/>
    <w:uiPriority w:val="99"/>
    <w:semiHidden/>
    <w:rsid w:val="006A2FE8"/>
    <w:rPr>
      <w:rFonts w:cs="Times New Roman"/>
      <w:color w:val="808080"/>
    </w:rPr>
  </w:style>
  <w:style w:type="paragraph" w:styleId="ListParagraph">
    <w:name w:val="List Paragraph"/>
    <w:basedOn w:val="Normal"/>
    <w:uiPriority w:val="99"/>
    <w:qFormat/>
    <w:rsid w:val="00310046"/>
    <w:pPr>
      <w:ind w:left="720"/>
      <w:contextualSpacing/>
    </w:pPr>
  </w:style>
  <w:style w:type="paragraph" w:styleId="BalloonText">
    <w:name w:val="Balloon Text"/>
    <w:basedOn w:val="Normal"/>
    <w:link w:val="BalloonTextChar"/>
    <w:uiPriority w:val="99"/>
    <w:semiHidden/>
    <w:rsid w:val="00354E4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54E45"/>
    <w:rPr>
      <w:rFonts w:ascii="Segoe UI" w:hAnsi="Segoe UI" w:cs="Segoe UI"/>
      <w:sz w:val="18"/>
      <w:szCs w:val="18"/>
      <w:lang w:val="ru-RU" w:eastAsia="ru-RU"/>
    </w:rPr>
  </w:style>
  <w:style w:type="paragraph" w:customStyle="1" w:styleId="p60">
    <w:name w:val="p60"/>
    <w:basedOn w:val="Normal"/>
    <w:uiPriority w:val="99"/>
    <w:rsid w:val="007C28BB"/>
    <w:pPr>
      <w:spacing w:before="100" w:beforeAutospacing="1" w:after="100" w:afterAutospacing="1"/>
    </w:pPr>
    <w:rPr>
      <w:lang w:eastAsia="uk-UA"/>
    </w:rPr>
  </w:style>
  <w:style w:type="paragraph" w:customStyle="1" w:styleId="p34">
    <w:name w:val="p34"/>
    <w:basedOn w:val="Normal"/>
    <w:uiPriority w:val="99"/>
    <w:rsid w:val="007C28BB"/>
    <w:pPr>
      <w:spacing w:before="100" w:beforeAutospacing="1" w:after="100" w:afterAutospacing="1"/>
    </w:pPr>
    <w:rPr>
      <w:lang w:eastAsia="uk-UA"/>
    </w:rPr>
  </w:style>
  <w:style w:type="character" w:customStyle="1" w:styleId="ft7">
    <w:name w:val="ft7"/>
    <w:basedOn w:val="DefaultParagraphFont"/>
    <w:uiPriority w:val="99"/>
    <w:rsid w:val="007C28BB"/>
    <w:rPr>
      <w:rFonts w:cs="Times New Roman"/>
    </w:rPr>
  </w:style>
  <w:style w:type="character" w:customStyle="1" w:styleId="ft5">
    <w:name w:val="ft5"/>
    <w:basedOn w:val="DefaultParagraphFont"/>
    <w:uiPriority w:val="99"/>
    <w:rsid w:val="007C28BB"/>
    <w:rPr>
      <w:rFonts w:cs="Times New Roman"/>
    </w:rPr>
  </w:style>
  <w:style w:type="character" w:customStyle="1" w:styleId="apple-converted-space">
    <w:name w:val="apple-converted-space"/>
    <w:basedOn w:val="DefaultParagraphFont"/>
    <w:uiPriority w:val="99"/>
    <w:rsid w:val="007C28BB"/>
    <w:rPr>
      <w:rFonts w:cs="Times New Roman"/>
    </w:rPr>
  </w:style>
  <w:style w:type="paragraph" w:customStyle="1" w:styleId="p160">
    <w:name w:val="p160"/>
    <w:basedOn w:val="Normal"/>
    <w:uiPriority w:val="99"/>
    <w:rsid w:val="007C28BB"/>
    <w:pPr>
      <w:spacing w:before="100" w:beforeAutospacing="1" w:after="100" w:afterAutospacing="1"/>
    </w:pPr>
    <w:rPr>
      <w:lang w:eastAsia="uk-UA"/>
    </w:rPr>
  </w:style>
  <w:style w:type="character" w:customStyle="1" w:styleId="ft10">
    <w:name w:val="ft10"/>
    <w:basedOn w:val="DefaultParagraphFont"/>
    <w:uiPriority w:val="99"/>
    <w:rsid w:val="007C28BB"/>
    <w:rPr>
      <w:rFonts w:cs="Times New Roman"/>
    </w:rPr>
  </w:style>
  <w:style w:type="paragraph" w:customStyle="1" w:styleId="p33">
    <w:name w:val="p33"/>
    <w:basedOn w:val="Normal"/>
    <w:uiPriority w:val="99"/>
    <w:rsid w:val="007C28BB"/>
    <w:pPr>
      <w:spacing w:before="100" w:beforeAutospacing="1" w:after="100" w:afterAutospacing="1"/>
    </w:pPr>
    <w:rPr>
      <w:lang w:eastAsia="uk-UA"/>
    </w:rPr>
  </w:style>
  <w:style w:type="character" w:customStyle="1" w:styleId="ft32">
    <w:name w:val="ft32"/>
    <w:basedOn w:val="DefaultParagraphFont"/>
    <w:uiPriority w:val="99"/>
    <w:rsid w:val="007C28BB"/>
    <w:rPr>
      <w:rFonts w:cs="Times New Roman"/>
    </w:rPr>
  </w:style>
  <w:style w:type="paragraph" w:styleId="TOCHeading">
    <w:name w:val="TOC Heading"/>
    <w:basedOn w:val="Heading1"/>
    <w:next w:val="Normal"/>
    <w:uiPriority w:val="99"/>
    <w:qFormat/>
    <w:rsid w:val="00DB3BD6"/>
    <w:pPr>
      <w:keepLines/>
      <w:spacing w:after="0" w:line="259" w:lineRule="auto"/>
      <w:outlineLvl w:val="9"/>
    </w:pPr>
    <w:rPr>
      <w:rFonts w:ascii="Calibri Light" w:hAnsi="Calibri Light"/>
      <w:b w:val="0"/>
      <w:bCs w:val="0"/>
      <w:color w:val="2E74B5"/>
      <w:kern w:val="0"/>
      <w:lang w:eastAsia="uk-UA"/>
    </w:rPr>
  </w:style>
  <w:style w:type="paragraph" w:styleId="TOC1">
    <w:name w:val="toc 1"/>
    <w:basedOn w:val="Normal"/>
    <w:next w:val="Normal"/>
    <w:autoRedefine/>
    <w:uiPriority w:val="99"/>
    <w:rsid w:val="00190F25"/>
    <w:pPr>
      <w:tabs>
        <w:tab w:val="right" w:leader="dot" w:pos="9628"/>
      </w:tabs>
      <w:spacing w:after="100" w:line="360" w:lineRule="auto"/>
    </w:pPr>
  </w:style>
  <w:style w:type="character" w:styleId="Hyperlink">
    <w:name w:val="Hyperlink"/>
    <w:basedOn w:val="DefaultParagraphFont"/>
    <w:uiPriority w:val="99"/>
    <w:rsid w:val="00DB3BD6"/>
    <w:rPr>
      <w:rFonts w:cs="Times New Roman"/>
      <w:color w:val="0563C1"/>
      <w:u w:val="single"/>
    </w:rPr>
  </w:style>
  <w:style w:type="paragraph" w:styleId="TOC3">
    <w:name w:val="toc 3"/>
    <w:basedOn w:val="Normal"/>
    <w:next w:val="Normal"/>
    <w:autoRedefine/>
    <w:uiPriority w:val="99"/>
    <w:rsid w:val="00DB3BD6"/>
    <w:pPr>
      <w:spacing w:after="100" w:line="259" w:lineRule="auto"/>
      <w:ind w:left="440"/>
    </w:pPr>
    <w:rPr>
      <w:rFonts w:ascii="Calibri" w:hAnsi="Calibri"/>
      <w:sz w:val="22"/>
      <w:szCs w:val="22"/>
      <w:lang w:eastAsia="uk-UA"/>
    </w:rPr>
  </w:style>
  <w:style w:type="paragraph" w:styleId="Subtitle">
    <w:name w:val="Subtitle"/>
    <w:basedOn w:val="Normal"/>
    <w:next w:val="Normal"/>
    <w:link w:val="SubtitleChar"/>
    <w:uiPriority w:val="99"/>
    <w:qFormat/>
    <w:rsid w:val="00DB3BD6"/>
    <w:pPr>
      <w:numPr>
        <w:ilvl w:val="1"/>
      </w:numPr>
      <w:spacing w:after="160"/>
    </w:pPr>
    <w:rPr>
      <w:rFonts w:ascii="Calibri" w:hAnsi="Calibri"/>
      <w:color w:val="5A5A5A"/>
      <w:spacing w:val="15"/>
      <w:sz w:val="22"/>
      <w:szCs w:val="22"/>
    </w:rPr>
  </w:style>
  <w:style w:type="character" w:customStyle="1" w:styleId="SubtitleChar">
    <w:name w:val="Subtitle Char"/>
    <w:basedOn w:val="DefaultParagraphFont"/>
    <w:link w:val="Subtitle"/>
    <w:uiPriority w:val="99"/>
    <w:locked/>
    <w:rsid w:val="00DB3BD6"/>
    <w:rPr>
      <w:rFonts w:eastAsia="Times New Roman" w:cs="Times New Roman"/>
      <w:color w:val="5A5A5A"/>
      <w:spacing w:val="15"/>
      <w:lang w:val="ru-RU" w:eastAsia="ru-RU"/>
    </w:rPr>
  </w:style>
  <w:style w:type="table" w:styleId="TableGrid">
    <w:name w:val="Table Grid"/>
    <w:basedOn w:val="TableNormal"/>
    <w:uiPriority w:val="99"/>
    <w:rsid w:val="00A02F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7408EF"/>
    <w:rPr>
      <w:rFonts w:cs="Times New Roman"/>
      <w:sz w:val="16"/>
      <w:szCs w:val="16"/>
    </w:rPr>
  </w:style>
  <w:style w:type="paragraph" w:styleId="CommentText">
    <w:name w:val="annotation text"/>
    <w:basedOn w:val="Normal"/>
    <w:link w:val="CommentTextChar"/>
    <w:uiPriority w:val="99"/>
    <w:rsid w:val="007408EF"/>
    <w:rPr>
      <w:sz w:val="20"/>
      <w:szCs w:val="20"/>
    </w:rPr>
  </w:style>
  <w:style w:type="character" w:customStyle="1" w:styleId="CommentTextChar">
    <w:name w:val="Comment Text Char"/>
    <w:basedOn w:val="DefaultParagraphFont"/>
    <w:link w:val="CommentText"/>
    <w:uiPriority w:val="99"/>
    <w:locked/>
    <w:rsid w:val="007408EF"/>
    <w:rPr>
      <w:rFonts w:ascii="Times New Roman" w:hAnsi="Times New Roman" w:cs="Times New Roman"/>
      <w:sz w:val="20"/>
      <w:szCs w:val="20"/>
      <w:lang w:val="ru-RU" w:eastAsia="ru-RU"/>
    </w:rPr>
  </w:style>
  <w:style w:type="paragraph" w:styleId="CommentSubject">
    <w:name w:val="annotation subject"/>
    <w:basedOn w:val="CommentText"/>
    <w:next w:val="CommentText"/>
    <w:link w:val="CommentSubjectChar"/>
    <w:uiPriority w:val="99"/>
    <w:semiHidden/>
    <w:rsid w:val="007408EF"/>
    <w:rPr>
      <w:b/>
      <w:bCs/>
    </w:rPr>
  </w:style>
  <w:style w:type="character" w:customStyle="1" w:styleId="CommentSubjectChar">
    <w:name w:val="Comment Subject Char"/>
    <w:basedOn w:val="CommentTextChar"/>
    <w:link w:val="CommentSubject"/>
    <w:uiPriority w:val="99"/>
    <w:semiHidden/>
    <w:locked/>
    <w:rsid w:val="007408EF"/>
    <w:rPr>
      <w:b/>
      <w:bCs/>
    </w:rPr>
  </w:style>
  <w:style w:type="paragraph" w:styleId="Header">
    <w:name w:val="header"/>
    <w:basedOn w:val="Normal"/>
    <w:link w:val="HeaderChar"/>
    <w:uiPriority w:val="99"/>
    <w:rsid w:val="002D1B40"/>
    <w:pPr>
      <w:tabs>
        <w:tab w:val="center" w:pos="4986"/>
        <w:tab w:val="right" w:pos="9973"/>
      </w:tabs>
    </w:pPr>
  </w:style>
  <w:style w:type="character" w:customStyle="1" w:styleId="HeaderChar">
    <w:name w:val="Header Char"/>
    <w:basedOn w:val="DefaultParagraphFont"/>
    <w:link w:val="Header"/>
    <w:uiPriority w:val="99"/>
    <w:locked/>
    <w:rsid w:val="002D1B40"/>
    <w:rPr>
      <w:rFonts w:ascii="Times New Roman" w:hAnsi="Times New Roman" w:cs="Times New Roman"/>
      <w:sz w:val="24"/>
      <w:szCs w:val="24"/>
      <w:lang w:val="ru-RU" w:eastAsia="ru-RU"/>
    </w:rPr>
  </w:style>
  <w:style w:type="paragraph" w:styleId="Footer">
    <w:name w:val="footer"/>
    <w:basedOn w:val="Normal"/>
    <w:link w:val="FooterChar"/>
    <w:uiPriority w:val="99"/>
    <w:rsid w:val="002D1B40"/>
    <w:pPr>
      <w:tabs>
        <w:tab w:val="center" w:pos="4986"/>
        <w:tab w:val="right" w:pos="9973"/>
      </w:tabs>
    </w:pPr>
  </w:style>
  <w:style w:type="character" w:customStyle="1" w:styleId="FooterChar">
    <w:name w:val="Footer Char"/>
    <w:basedOn w:val="DefaultParagraphFont"/>
    <w:link w:val="Footer"/>
    <w:uiPriority w:val="99"/>
    <w:locked/>
    <w:rsid w:val="002D1B40"/>
    <w:rPr>
      <w:rFonts w:ascii="Times New Roman" w:hAnsi="Times New Roman" w:cs="Times New Roman"/>
      <w:sz w:val="24"/>
      <w:szCs w:val="24"/>
      <w:lang w:val="ru-RU" w:eastAsia="ru-RU"/>
    </w:rPr>
  </w:style>
  <w:style w:type="paragraph" w:styleId="NormalWeb">
    <w:name w:val="Normal (Web)"/>
    <w:basedOn w:val="Normal"/>
    <w:uiPriority w:val="99"/>
    <w:rsid w:val="003E4BCF"/>
    <w:pPr>
      <w:spacing w:before="100" w:beforeAutospacing="1" w:after="100" w:afterAutospacing="1"/>
    </w:pPr>
    <w:rPr>
      <w:lang w:eastAsia="uk-UA"/>
    </w:rPr>
  </w:style>
  <w:style w:type="character" w:customStyle="1" w:styleId="bb">
    <w:name w:val="bb"/>
    <w:basedOn w:val="DefaultParagraphFont"/>
    <w:uiPriority w:val="99"/>
    <w:rsid w:val="003E4BCF"/>
    <w:rPr>
      <w:rFonts w:cs="Times New Roman"/>
    </w:rPr>
  </w:style>
  <w:style w:type="paragraph" w:styleId="BodyText">
    <w:name w:val="Body Text"/>
    <w:basedOn w:val="Normal"/>
    <w:link w:val="BodyTextChar"/>
    <w:uiPriority w:val="99"/>
    <w:rsid w:val="00F32705"/>
    <w:pPr>
      <w:jc w:val="center"/>
    </w:pPr>
    <w:rPr>
      <w:sz w:val="28"/>
    </w:rPr>
  </w:style>
  <w:style w:type="character" w:customStyle="1" w:styleId="BodyTextChar">
    <w:name w:val="Body Text Char"/>
    <w:basedOn w:val="DefaultParagraphFont"/>
    <w:link w:val="BodyText"/>
    <w:uiPriority w:val="99"/>
    <w:locked/>
    <w:rsid w:val="00F32705"/>
    <w:rPr>
      <w:rFonts w:ascii="Times New Roman" w:hAnsi="Times New Roman" w:cs="Times New Roman"/>
      <w:sz w:val="24"/>
      <w:szCs w:val="24"/>
      <w:lang w:eastAsia="ru-RU"/>
    </w:rPr>
  </w:style>
  <w:style w:type="character" w:styleId="SubtleEmphasis">
    <w:name w:val="Subtle Emphasis"/>
    <w:basedOn w:val="DefaultParagraphFont"/>
    <w:uiPriority w:val="99"/>
    <w:qFormat/>
    <w:rsid w:val="00A039E0"/>
    <w:rPr>
      <w:rFonts w:cs="Times New Roman"/>
      <w:i/>
      <w:iCs/>
      <w:color w:val="404040"/>
    </w:rPr>
  </w:style>
  <w:style w:type="character" w:customStyle="1" w:styleId="UnresolvedMention1">
    <w:name w:val="Unresolved Mention1"/>
    <w:basedOn w:val="DefaultParagraphFont"/>
    <w:uiPriority w:val="99"/>
    <w:semiHidden/>
    <w:rsid w:val="00B74097"/>
    <w:rPr>
      <w:rFonts w:cs="Times New Roman"/>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252513548">
      <w:marLeft w:val="0"/>
      <w:marRight w:val="0"/>
      <w:marTop w:val="0"/>
      <w:marBottom w:val="0"/>
      <w:divBdr>
        <w:top w:val="none" w:sz="0" w:space="0" w:color="auto"/>
        <w:left w:val="none" w:sz="0" w:space="0" w:color="auto"/>
        <w:bottom w:val="none" w:sz="0" w:space="0" w:color="auto"/>
        <w:right w:val="none" w:sz="0" w:space="0" w:color="auto"/>
      </w:divBdr>
    </w:div>
    <w:div w:id="252513549">
      <w:marLeft w:val="0"/>
      <w:marRight w:val="0"/>
      <w:marTop w:val="0"/>
      <w:marBottom w:val="0"/>
      <w:divBdr>
        <w:top w:val="none" w:sz="0" w:space="0" w:color="auto"/>
        <w:left w:val="none" w:sz="0" w:space="0" w:color="auto"/>
        <w:bottom w:val="none" w:sz="0" w:space="0" w:color="auto"/>
        <w:right w:val="none" w:sz="0" w:space="0" w:color="auto"/>
      </w:divBdr>
    </w:div>
    <w:div w:id="252513550">
      <w:marLeft w:val="0"/>
      <w:marRight w:val="0"/>
      <w:marTop w:val="0"/>
      <w:marBottom w:val="0"/>
      <w:divBdr>
        <w:top w:val="none" w:sz="0" w:space="0" w:color="auto"/>
        <w:left w:val="none" w:sz="0" w:space="0" w:color="auto"/>
        <w:bottom w:val="none" w:sz="0" w:space="0" w:color="auto"/>
        <w:right w:val="none" w:sz="0" w:space="0" w:color="auto"/>
      </w:divBdr>
    </w:div>
    <w:div w:id="252513551">
      <w:marLeft w:val="0"/>
      <w:marRight w:val="0"/>
      <w:marTop w:val="0"/>
      <w:marBottom w:val="0"/>
      <w:divBdr>
        <w:top w:val="none" w:sz="0" w:space="0" w:color="auto"/>
        <w:left w:val="none" w:sz="0" w:space="0" w:color="auto"/>
        <w:bottom w:val="none" w:sz="0" w:space="0" w:color="auto"/>
        <w:right w:val="none" w:sz="0" w:space="0" w:color="auto"/>
      </w:divBdr>
    </w:div>
    <w:div w:id="252513552">
      <w:marLeft w:val="0"/>
      <w:marRight w:val="0"/>
      <w:marTop w:val="0"/>
      <w:marBottom w:val="0"/>
      <w:divBdr>
        <w:top w:val="none" w:sz="0" w:space="0" w:color="auto"/>
        <w:left w:val="none" w:sz="0" w:space="0" w:color="auto"/>
        <w:bottom w:val="none" w:sz="0" w:space="0" w:color="auto"/>
        <w:right w:val="none" w:sz="0" w:space="0" w:color="auto"/>
      </w:divBdr>
    </w:div>
    <w:div w:id="252513554">
      <w:marLeft w:val="0"/>
      <w:marRight w:val="0"/>
      <w:marTop w:val="0"/>
      <w:marBottom w:val="0"/>
      <w:divBdr>
        <w:top w:val="none" w:sz="0" w:space="0" w:color="auto"/>
        <w:left w:val="none" w:sz="0" w:space="0" w:color="auto"/>
        <w:bottom w:val="none" w:sz="0" w:space="0" w:color="auto"/>
        <w:right w:val="none" w:sz="0" w:space="0" w:color="auto"/>
      </w:divBdr>
    </w:div>
    <w:div w:id="252513555">
      <w:marLeft w:val="0"/>
      <w:marRight w:val="0"/>
      <w:marTop w:val="0"/>
      <w:marBottom w:val="0"/>
      <w:divBdr>
        <w:top w:val="none" w:sz="0" w:space="0" w:color="auto"/>
        <w:left w:val="none" w:sz="0" w:space="0" w:color="auto"/>
        <w:bottom w:val="none" w:sz="0" w:space="0" w:color="auto"/>
        <w:right w:val="none" w:sz="0" w:space="0" w:color="auto"/>
      </w:divBdr>
    </w:div>
    <w:div w:id="252513556">
      <w:marLeft w:val="0"/>
      <w:marRight w:val="0"/>
      <w:marTop w:val="0"/>
      <w:marBottom w:val="0"/>
      <w:divBdr>
        <w:top w:val="none" w:sz="0" w:space="0" w:color="auto"/>
        <w:left w:val="none" w:sz="0" w:space="0" w:color="auto"/>
        <w:bottom w:val="none" w:sz="0" w:space="0" w:color="auto"/>
        <w:right w:val="none" w:sz="0" w:space="0" w:color="auto"/>
      </w:divBdr>
    </w:div>
    <w:div w:id="252513557">
      <w:marLeft w:val="0"/>
      <w:marRight w:val="0"/>
      <w:marTop w:val="0"/>
      <w:marBottom w:val="0"/>
      <w:divBdr>
        <w:top w:val="none" w:sz="0" w:space="0" w:color="auto"/>
        <w:left w:val="none" w:sz="0" w:space="0" w:color="auto"/>
        <w:bottom w:val="none" w:sz="0" w:space="0" w:color="auto"/>
        <w:right w:val="none" w:sz="0" w:space="0" w:color="auto"/>
      </w:divBdr>
    </w:div>
    <w:div w:id="252513558">
      <w:marLeft w:val="0"/>
      <w:marRight w:val="0"/>
      <w:marTop w:val="0"/>
      <w:marBottom w:val="0"/>
      <w:divBdr>
        <w:top w:val="none" w:sz="0" w:space="0" w:color="auto"/>
        <w:left w:val="none" w:sz="0" w:space="0" w:color="auto"/>
        <w:bottom w:val="none" w:sz="0" w:space="0" w:color="auto"/>
        <w:right w:val="none" w:sz="0" w:space="0" w:color="auto"/>
      </w:divBdr>
    </w:div>
    <w:div w:id="252513559">
      <w:marLeft w:val="0"/>
      <w:marRight w:val="0"/>
      <w:marTop w:val="0"/>
      <w:marBottom w:val="0"/>
      <w:divBdr>
        <w:top w:val="none" w:sz="0" w:space="0" w:color="auto"/>
        <w:left w:val="none" w:sz="0" w:space="0" w:color="auto"/>
        <w:bottom w:val="none" w:sz="0" w:space="0" w:color="auto"/>
        <w:right w:val="none" w:sz="0" w:space="0" w:color="auto"/>
      </w:divBdr>
    </w:div>
    <w:div w:id="252513560">
      <w:marLeft w:val="0"/>
      <w:marRight w:val="0"/>
      <w:marTop w:val="0"/>
      <w:marBottom w:val="0"/>
      <w:divBdr>
        <w:top w:val="none" w:sz="0" w:space="0" w:color="auto"/>
        <w:left w:val="none" w:sz="0" w:space="0" w:color="auto"/>
        <w:bottom w:val="none" w:sz="0" w:space="0" w:color="auto"/>
        <w:right w:val="none" w:sz="0" w:space="0" w:color="auto"/>
      </w:divBdr>
    </w:div>
    <w:div w:id="252513561">
      <w:marLeft w:val="0"/>
      <w:marRight w:val="0"/>
      <w:marTop w:val="0"/>
      <w:marBottom w:val="0"/>
      <w:divBdr>
        <w:top w:val="none" w:sz="0" w:space="0" w:color="auto"/>
        <w:left w:val="none" w:sz="0" w:space="0" w:color="auto"/>
        <w:bottom w:val="none" w:sz="0" w:space="0" w:color="auto"/>
        <w:right w:val="none" w:sz="0" w:space="0" w:color="auto"/>
      </w:divBdr>
    </w:div>
    <w:div w:id="252513562">
      <w:marLeft w:val="0"/>
      <w:marRight w:val="0"/>
      <w:marTop w:val="0"/>
      <w:marBottom w:val="0"/>
      <w:divBdr>
        <w:top w:val="none" w:sz="0" w:space="0" w:color="auto"/>
        <w:left w:val="none" w:sz="0" w:space="0" w:color="auto"/>
        <w:bottom w:val="none" w:sz="0" w:space="0" w:color="auto"/>
        <w:right w:val="none" w:sz="0" w:space="0" w:color="auto"/>
      </w:divBdr>
    </w:div>
    <w:div w:id="252513563">
      <w:marLeft w:val="0"/>
      <w:marRight w:val="0"/>
      <w:marTop w:val="0"/>
      <w:marBottom w:val="0"/>
      <w:divBdr>
        <w:top w:val="none" w:sz="0" w:space="0" w:color="auto"/>
        <w:left w:val="none" w:sz="0" w:space="0" w:color="auto"/>
        <w:bottom w:val="none" w:sz="0" w:space="0" w:color="auto"/>
        <w:right w:val="none" w:sz="0" w:space="0" w:color="auto"/>
      </w:divBdr>
    </w:div>
    <w:div w:id="252513564">
      <w:marLeft w:val="0"/>
      <w:marRight w:val="0"/>
      <w:marTop w:val="0"/>
      <w:marBottom w:val="0"/>
      <w:divBdr>
        <w:top w:val="none" w:sz="0" w:space="0" w:color="auto"/>
        <w:left w:val="none" w:sz="0" w:space="0" w:color="auto"/>
        <w:bottom w:val="none" w:sz="0" w:space="0" w:color="auto"/>
        <w:right w:val="none" w:sz="0" w:space="0" w:color="auto"/>
      </w:divBdr>
    </w:div>
    <w:div w:id="252513565">
      <w:marLeft w:val="0"/>
      <w:marRight w:val="0"/>
      <w:marTop w:val="0"/>
      <w:marBottom w:val="0"/>
      <w:divBdr>
        <w:top w:val="none" w:sz="0" w:space="0" w:color="auto"/>
        <w:left w:val="none" w:sz="0" w:space="0" w:color="auto"/>
        <w:bottom w:val="none" w:sz="0" w:space="0" w:color="auto"/>
        <w:right w:val="none" w:sz="0" w:space="0" w:color="auto"/>
      </w:divBdr>
    </w:div>
    <w:div w:id="252513566">
      <w:marLeft w:val="0"/>
      <w:marRight w:val="0"/>
      <w:marTop w:val="0"/>
      <w:marBottom w:val="0"/>
      <w:divBdr>
        <w:top w:val="none" w:sz="0" w:space="0" w:color="auto"/>
        <w:left w:val="none" w:sz="0" w:space="0" w:color="auto"/>
        <w:bottom w:val="none" w:sz="0" w:space="0" w:color="auto"/>
        <w:right w:val="none" w:sz="0" w:space="0" w:color="auto"/>
      </w:divBdr>
      <w:divsChild>
        <w:div w:id="252513553">
          <w:marLeft w:val="0"/>
          <w:marRight w:val="0"/>
          <w:marTop w:val="0"/>
          <w:marBottom w:val="0"/>
          <w:divBdr>
            <w:top w:val="none" w:sz="0" w:space="0" w:color="auto"/>
            <w:left w:val="none" w:sz="0" w:space="0" w:color="auto"/>
            <w:bottom w:val="none" w:sz="0" w:space="0" w:color="auto"/>
            <w:right w:val="none" w:sz="0" w:space="0" w:color="auto"/>
          </w:divBdr>
        </w:div>
      </w:divsChild>
    </w:div>
    <w:div w:id="252513567">
      <w:marLeft w:val="0"/>
      <w:marRight w:val="0"/>
      <w:marTop w:val="0"/>
      <w:marBottom w:val="0"/>
      <w:divBdr>
        <w:top w:val="none" w:sz="0" w:space="0" w:color="auto"/>
        <w:left w:val="none" w:sz="0" w:space="0" w:color="auto"/>
        <w:bottom w:val="none" w:sz="0" w:space="0" w:color="auto"/>
        <w:right w:val="none" w:sz="0" w:space="0" w:color="auto"/>
      </w:divBdr>
    </w:div>
    <w:div w:id="252513568">
      <w:marLeft w:val="0"/>
      <w:marRight w:val="0"/>
      <w:marTop w:val="0"/>
      <w:marBottom w:val="0"/>
      <w:divBdr>
        <w:top w:val="none" w:sz="0" w:space="0" w:color="auto"/>
        <w:left w:val="none" w:sz="0" w:space="0" w:color="auto"/>
        <w:bottom w:val="none" w:sz="0" w:space="0" w:color="auto"/>
        <w:right w:val="none" w:sz="0" w:space="0" w:color="auto"/>
      </w:divBdr>
    </w:div>
    <w:div w:id="252513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7337</TotalTime>
  <Pages>7</Pages>
  <Words>7917</Words>
  <Characters>4513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vpolishchuk@amcbridge.com</dc:creator>
  <cp:keywords/>
  <dc:description/>
  <cp:lastModifiedBy>Admin</cp:lastModifiedBy>
  <cp:revision>356</cp:revision>
  <dcterms:created xsi:type="dcterms:W3CDTF">2017-06-14T17:00:00Z</dcterms:created>
  <dcterms:modified xsi:type="dcterms:W3CDTF">2018-11-29T22:39:00Z</dcterms:modified>
</cp:coreProperties>
</file>