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87" w:rsidRPr="000E4D9E" w:rsidRDefault="00237187" w:rsidP="00306002">
      <w:pPr>
        <w:pStyle w:val="NoSpacing"/>
        <w:spacing w:line="360" w:lineRule="auto"/>
        <w:jc w:val="right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0E4D9E">
        <w:rPr>
          <w:rFonts w:ascii="Times New Roman" w:hAnsi="Times New Roman"/>
          <w:b/>
          <w:bCs/>
          <w:sz w:val="28"/>
          <w:szCs w:val="28"/>
          <w:lang w:val="uk-UA"/>
        </w:rPr>
        <w:t>Юлія Голованова</w:t>
      </w:r>
    </w:p>
    <w:p w:rsidR="00237187" w:rsidRPr="000E4D9E" w:rsidRDefault="00237187" w:rsidP="00306002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E4D9E">
        <w:rPr>
          <w:rFonts w:ascii="Times New Roman" w:hAnsi="Times New Roman"/>
          <w:b/>
          <w:bCs/>
          <w:sz w:val="28"/>
          <w:szCs w:val="28"/>
          <w:lang w:val="en-US"/>
        </w:rPr>
        <w:t>(Київ, Україна)</w:t>
      </w:r>
    </w:p>
    <w:p w:rsidR="00237187" w:rsidRPr="00321320" w:rsidRDefault="00237187" w:rsidP="00321320">
      <w:pPr>
        <w:shd w:val="clear" w:color="auto" w:fill="FFFFFF"/>
        <w:spacing w:after="0" w:line="360" w:lineRule="auto"/>
        <w:rPr>
          <w:rFonts w:ascii="Times New Roman" w:hAnsi="Times New Roman"/>
          <w:spacing w:val="-5"/>
          <w:sz w:val="28"/>
          <w:szCs w:val="28"/>
          <w:lang w:eastAsia="uk-UA"/>
        </w:rPr>
      </w:pPr>
    </w:p>
    <w:p w:rsidR="00237187" w:rsidRPr="00321320" w:rsidRDefault="00237187" w:rsidP="00321320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21320">
        <w:rPr>
          <w:rFonts w:ascii="Times New Roman" w:hAnsi="Times New Roman"/>
          <w:b/>
          <w:sz w:val="28"/>
          <w:szCs w:val="28"/>
        </w:rPr>
        <w:t>ОБҐРУНТУВАННЯ ВИЗНАЧЕННЯ СТРАТЕГІЇ УПРАВЛІННЯ ПЕРСОНАЛОМ ПІДПРИЄМСТВА</w:t>
      </w:r>
    </w:p>
    <w:p w:rsidR="00237187" w:rsidRPr="00686156" w:rsidRDefault="00237187" w:rsidP="00DA4FDC">
      <w:pPr>
        <w:widowControl w:val="0"/>
        <w:spacing w:after="0" w:line="360" w:lineRule="auto"/>
        <w:jc w:val="center"/>
        <w:rPr>
          <w:rFonts w:ascii="Times New Roman" w:hAnsi="Times New Roman" w:cs="Tahoma"/>
          <w:b/>
          <w:bCs/>
          <w:sz w:val="28"/>
          <w:szCs w:val="28"/>
          <w:lang w:val="uk-UA"/>
        </w:rPr>
      </w:pPr>
    </w:p>
    <w:p w:rsidR="00237187" w:rsidRDefault="00237187" w:rsidP="001C5B1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B5794">
        <w:rPr>
          <w:rFonts w:ascii="Times New Roman" w:hAnsi="Times New Roman"/>
          <w:bCs/>
          <w:sz w:val="28"/>
          <w:szCs w:val="28"/>
          <w:lang w:val="uk-UA"/>
        </w:rPr>
        <w:t xml:space="preserve">Управління персоналом </w:t>
      </w:r>
      <w:r>
        <w:rPr>
          <w:rFonts w:ascii="Times New Roman" w:hAnsi="Times New Roman"/>
          <w:bCs/>
          <w:sz w:val="28"/>
          <w:szCs w:val="28"/>
          <w:lang w:val="uk-UA"/>
        </w:rPr>
        <w:t>–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 xml:space="preserve"> це важливий фактор у розвитку </w:t>
      </w:r>
      <w:r>
        <w:rPr>
          <w:rFonts w:ascii="Times New Roman" w:hAnsi="Times New Roman"/>
          <w:bCs/>
          <w:sz w:val="28"/>
          <w:szCs w:val="28"/>
          <w:lang w:val="uk-UA"/>
        </w:rPr>
        <w:t>підприємства чи окремих його представництв і відділів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 xml:space="preserve">. Однак, </w:t>
      </w:r>
      <w:r>
        <w:rPr>
          <w:rFonts w:ascii="Times New Roman" w:hAnsi="Times New Roman"/>
          <w:bCs/>
          <w:sz w:val="28"/>
          <w:szCs w:val="28"/>
          <w:lang w:val="uk-UA"/>
        </w:rPr>
        <w:t>в процесі управлінняним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>, потрібно приділяти увагу не тільки такти</w:t>
      </w:r>
      <w:r>
        <w:rPr>
          <w:rFonts w:ascii="Times New Roman" w:hAnsi="Times New Roman"/>
          <w:bCs/>
          <w:sz w:val="28"/>
          <w:szCs w:val="28"/>
          <w:lang w:val="uk-UA"/>
        </w:rPr>
        <w:t>ці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 xml:space="preserve"> управління персоналом, але і необхідно </w:t>
      </w:r>
      <w:r>
        <w:rPr>
          <w:rFonts w:ascii="Times New Roman" w:hAnsi="Times New Roman"/>
          <w:bCs/>
          <w:sz w:val="28"/>
          <w:szCs w:val="28"/>
          <w:lang w:val="uk-UA"/>
        </w:rPr>
        <w:t>виробити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 xml:space="preserve"> стратегію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в подальшому удосконалювати її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237187" w:rsidRDefault="00237187" w:rsidP="00CA696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B5794">
        <w:rPr>
          <w:rFonts w:ascii="Times New Roman" w:hAnsi="Times New Roman"/>
          <w:bCs/>
          <w:sz w:val="28"/>
          <w:szCs w:val="28"/>
          <w:lang w:val="uk-UA"/>
        </w:rPr>
        <w:t>Кількість досліджень, які роблять акцент на вивченні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стратегічної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 xml:space="preserve"> поведінки, як</w:t>
      </w:r>
      <w:r>
        <w:rPr>
          <w:rFonts w:ascii="Times New Roman" w:hAnsi="Times New Roman"/>
          <w:bCs/>
          <w:sz w:val="28"/>
          <w:szCs w:val="28"/>
          <w:lang w:val="uk-UA"/>
        </w:rPr>
        <w:t>а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 xml:space="preserve"> допоможе </w:t>
      </w:r>
      <w:r>
        <w:rPr>
          <w:rFonts w:ascii="Times New Roman" w:hAnsi="Times New Roman"/>
          <w:bCs/>
          <w:sz w:val="28"/>
          <w:szCs w:val="28"/>
          <w:lang w:val="uk-UA"/>
        </w:rPr>
        <w:t>певному підприємству чи компанії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 xml:space="preserve"> вижити в конкурентній боротьбі в довгостроковій перспективі, зн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ачно збільшилася в літературі за 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>останн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 xml:space="preserve"> десятиліття. Будь-яка компанія в умовах жорсткої конкурентної боротьби і </w:t>
      </w:r>
      <w:r>
        <w:rPr>
          <w:rFonts w:ascii="Times New Roman" w:hAnsi="Times New Roman"/>
          <w:bCs/>
          <w:sz w:val="28"/>
          <w:szCs w:val="28"/>
          <w:lang w:val="uk-UA"/>
        </w:rPr>
        <w:t>стрімко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 xml:space="preserve"> мінливої ситуації на ринку змушена не тільки сконцентруватися на внутрішньому стані справ, а й розробляти довгострокову стратегію, що дозволяє їй встигати за змінами, </w:t>
      </w:r>
      <w:r>
        <w:rPr>
          <w:rFonts w:ascii="Times New Roman" w:hAnsi="Times New Roman"/>
          <w:bCs/>
          <w:sz w:val="28"/>
          <w:szCs w:val="28"/>
          <w:lang w:val="uk-UA"/>
        </w:rPr>
        <w:t>які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 xml:space="preserve"> відбуваються </w:t>
      </w:r>
      <w:r>
        <w:rPr>
          <w:rFonts w:ascii="Times New Roman" w:hAnsi="Times New Roman"/>
          <w:bCs/>
          <w:sz w:val="28"/>
          <w:szCs w:val="28"/>
          <w:lang w:val="uk-UA"/>
        </w:rPr>
        <w:t>навколо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>. Актуальність сьогоднішнього дня диктує необхідність наявності у кампан</w:t>
      </w:r>
      <w:r>
        <w:rPr>
          <w:rFonts w:ascii="Times New Roman" w:hAnsi="Times New Roman"/>
          <w:bCs/>
          <w:sz w:val="28"/>
          <w:szCs w:val="28"/>
          <w:lang w:val="uk-UA"/>
        </w:rPr>
        <w:t>ії управління, яке забезпечує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 xml:space="preserve"> своєчасну адаптацію системи до швидко мінливого навколишнього світу. З іншого боку, єдиної для всіх компаній стратегії не може бути, тому що не існує єдиного, універсального для всіх, стратегічного управління. Як кожна фірма, організація індивідуальна, так і система її управл</w:t>
      </w:r>
      <w:r>
        <w:rPr>
          <w:rFonts w:ascii="Times New Roman" w:hAnsi="Times New Roman"/>
          <w:bCs/>
          <w:sz w:val="28"/>
          <w:szCs w:val="28"/>
          <w:lang w:val="uk-UA"/>
        </w:rPr>
        <w:t>іння складна і унікальна, тому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 xml:space="preserve"> процес вибору стратегічної альтернативи для всіх </w:t>
      </w:r>
      <w:r>
        <w:rPr>
          <w:rFonts w:ascii="Times New Roman" w:hAnsi="Times New Roman"/>
          <w:bCs/>
          <w:sz w:val="28"/>
          <w:szCs w:val="28"/>
          <w:lang w:val="uk-UA"/>
        </w:rPr>
        <w:t>особливий і має бути орієнтований на специфіку діяльності фірми чи підприємства</w:t>
      </w:r>
      <w:r w:rsidRPr="001B5794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237187" w:rsidRDefault="00237187" w:rsidP="00DA4FDC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8"/>
          <w:szCs w:val="28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Трансформаційні тенденції в українському соціумі, які ми спостерігаємо сьогодні, супроводжуються процесами пошуку та становлення нового балансу «старих» і «нових» інституційних форм, що реагують на зміну умови позиціонування української економіки. У новітній Україні має місце конфлікт між колишніми та новими правилами і практиками взаємин стосовно управління: перші втілюють у собі радянський досвід, натомість нові покликані відповідати ринковій економіці та демократичного устрою суспільства.  </w:t>
      </w:r>
    </w:p>
    <w:p w:rsidR="00237187" w:rsidRDefault="00237187" w:rsidP="00DA4FDC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8"/>
          <w:szCs w:val="28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>Перш ніж говорити про стратегію управління персоналом підприємства чи про стратегію управління взагалі, потрібно сформувати вихідне уявлення про управління персоналом на рівні поняття та дефініції. В літературі можна зустріти приклади різного тлумачення цього поняття</w:t>
      </w:r>
      <w:r>
        <w:rPr>
          <w:rFonts w:ascii="Times New Roman" w:hAnsi="Times New Roman" w:cs="Tahoma"/>
          <w:sz w:val="28"/>
          <w:szCs w:val="28"/>
          <w:lang w:val="uk-UA"/>
        </w:rPr>
        <w:t>.</w:t>
      </w:r>
    </w:p>
    <w:p w:rsidR="00237187" w:rsidRDefault="00237187" w:rsidP="00FB0648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8"/>
          <w:szCs w:val="28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Найбільш часто, наголошують Ю. Мєліхов і П. Малуєв, зустрічаються такі терміни, як: </w:t>
      </w:r>
      <w:r w:rsidRPr="00686156">
        <w:rPr>
          <w:rFonts w:ascii="Times New Roman" w:hAnsi="Times New Roman" w:cs="Tahoma"/>
          <w:sz w:val="28"/>
          <w:szCs w:val="28"/>
          <w:lang w:val="en-US"/>
        </w:rPr>
        <w:t>p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ersonneladministration – адміністрування персоналу (набір, контроль, розстановка, підготовка, використання персоналу), відносини між адміністрацією та підлеглими; </w:t>
      </w:r>
      <w:r w:rsidRPr="00686156">
        <w:rPr>
          <w:rFonts w:ascii="Times New Roman" w:hAnsi="Times New Roman" w:cs="Tahoma"/>
          <w:sz w:val="28"/>
          <w:szCs w:val="28"/>
          <w:lang w:val="en-US"/>
        </w:rPr>
        <w:t>p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ersonnelmanagement – управління персоналом (включаючи підбір, підготовку, умови праці, оплату, питання техніки безпеки), трудові відносини, взаємини адміністрації з індивідуальними працівниками; </w:t>
      </w:r>
      <w:r w:rsidRPr="00686156">
        <w:rPr>
          <w:rFonts w:ascii="Times New Roman" w:hAnsi="Times New Roman" w:cs="Tahoma"/>
          <w:sz w:val="28"/>
          <w:szCs w:val="28"/>
          <w:lang w:val="en-US"/>
        </w:rPr>
        <w:t>p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ersonnelrelation – відносини з персоналом (в тому числі внутрішньо-корпоративний PR і конфліктменеджмент); </w:t>
      </w:r>
      <w:r w:rsidRPr="00686156">
        <w:rPr>
          <w:rFonts w:ascii="Times New Roman" w:hAnsi="Times New Roman" w:cs="Tahoma"/>
          <w:sz w:val="28"/>
          <w:szCs w:val="28"/>
          <w:lang w:val="en-US"/>
        </w:rPr>
        <w:t>h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umanresourcemanagement – управління людськими ресурсами. Останній ґрунтується на теорії людського капіталу, під яким розуміють наявний у кожного з нас потенціал знань, умінь, навичок, здібностей і талантів </w:t>
      </w:r>
      <w:r>
        <w:rPr>
          <w:rFonts w:ascii="Times New Roman" w:hAnsi="Times New Roman" w:cs="Tahoma"/>
          <w:sz w:val="28"/>
          <w:szCs w:val="28"/>
        </w:rPr>
        <w:t>[1</w:t>
      </w:r>
      <w:r w:rsidRPr="00686156">
        <w:rPr>
          <w:rFonts w:ascii="Times New Roman" w:hAnsi="Times New Roman" w:cs="Tahoma"/>
          <w:sz w:val="28"/>
          <w:szCs w:val="28"/>
        </w:rPr>
        <w:t xml:space="preserve">, </w:t>
      </w:r>
      <w:r w:rsidRPr="00686156">
        <w:rPr>
          <w:rFonts w:ascii="Times New Roman" w:hAnsi="Times New Roman" w:cs="Tahoma"/>
          <w:sz w:val="28"/>
          <w:szCs w:val="28"/>
          <w:lang w:val="en-US"/>
        </w:rPr>
        <w:t>c</w:t>
      </w:r>
      <w:r w:rsidRPr="00686156">
        <w:rPr>
          <w:rFonts w:ascii="Times New Roman" w:hAnsi="Times New Roman" w:cs="Tahoma"/>
          <w:sz w:val="28"/>
          <w:szCs w:val="28"/>
        </w:rPr>
        <w:t>. 13]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. </w:t>
      </w:r>
    </w:p>
    <w:p w:rsidR="00237187" w:rsidRDefault="00237187" w:rsidP="00FB0648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8"/>
          <w:szCs w:val="28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>Виходячи з цього, можна зрозуміти, що термін «управління персоналом» (personnelmanagement) прийшов у вітчизняну теорію і практику управління із західної традиції.</w:t>
      </w:r>
    </w:p>
    <w:p w:rsidR="00237187" w:rsidRDefault="00237187" w:rsidP="00FB0648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8"/>
          <w:szCs w:val="28"/>
          <w:lang w:val="uk-UA"/>
        </w:rPr>
      </w:pPr>
      <w:r>
        <w:rPr>
          <w:rFonts w:ascii="Times New Roman" w:hAnsi="Times New Roman" w:cs="Tahoma"/>
          <w:sz w:val="28"/>
          <w:szCs w:val="28"/>
          <w:lang w:val="uk-UA"/>
        </w:rPr>
        <w:t>У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>правління персоналом не зводиться до набору функціональних обов'язків, це комплексний феномен, котрий охоплює широкий спектр питань: від розробки концепції кадрового менеджменту і мотивації працівників до організаційно-практичних підходів до формування механізму її реалізації в конкретній організації. Деякі сучасні автори, окрім функціонального аспекту, в теорії управління персоналом виокремлюють організаційний та сутнісний.</w:t>
      </w:r>
    </w:p>
    <w:p w:rsidR="00237187" w:rsidRPr="00686156" w:rsidRDefault="00237187" w:rsidP="00D54D06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4"/>
          <w:szCs w:val="24"/>
          <w:lang w:val="uk-UA"/>
        </w:rPr>
      </w:pPr>
      <w:r>
        <w:rPr>
          <w:rFonts w:ascii="Times New Roman" w:hAnsi="Times New Roman" w:cs="Tahoma"/>
          <w:sz w:val="28"/>
          <w:szCs w:val="28"/>
          <w:lang w:val="uk-UA"/>
        </w:rPr>
        <w:t>Пер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>ший охоплює всіх осіб і всі служби на підприємстві, які несуть відповідальність за роботу з персоналом (наприклад, лінійних менеджерів, відділ персоналу, рада працівників підприємства), а другий зосереджує увагу на планомірно організованому впливі за допомогою пов'язаних організаційно-економічних і соціальних заходів на процес формування, розподілу, перерозподілу робочої сили на рівні підприємства, на створення умов для використання трудових якостей працівника з метою забезпечення ефективного функціонування підприємства і всебічного розвитку з</w:t>
      </w:r>
      <w:r>
        <w:rPr>
          <w:rFonts w:ascii="Times New Roman" w:hAnsi="Times New Roman" w:cs="Tahoma"/>
          <w:sz w:val="28"/>
          <w:szCs w:val="28"/>
          <w:lang w:val="uk-UA"/>
        </w:rPr>
        <w:t>айнятих на ньому працівників [2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, </w:t>
      </w:r>
      <w:r w:rsidRPr="00686156">
        <w:rPr>
          <w:rFonts w:ascii="Times New Roman" w:hAnsi="Times New Roman" w:cs="Tahoma"/>
          <w:sz w:val="28"/>
          <w:szCs w:val="28"/>
          <w:lang w:val="en-US"/>
        </w:rPr>
        <w:t>c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>. 6].</w:t>
      </w:r>
    </w:p>
    <w:p w:rsidR="00237187" w:rsidRDefault="00237187" w:rsidP="00DA4FDC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8"/>
          <w:szCs w:val="28"/>
          <w:lang w:val="uk-UA"/>
        </w:rPr>
      </w:pPr>
      <w:r>
        <w:rPr>
          <w:rFonts w:ascii="Times New Roman" w:hAnsi="Times New Roman" w:cs="Tahoma"/>
          <w:sz w:val="28"/>
          <w:szCs w:val="28"/>
          <w:lang w:val="uk-UA"/>
        </w:rPr>
        <w:t>С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еред основних </w:t>
      </w:r>
      <w:r w:rsidRPr="00306002">
        <w:rPr>
          <w:rFonts w:ascii="Times New Roman" w:hAnsi="Times New Roman" w:cs="Tahoma"/>
          <w:sz w:val="28"/>
          <w:szCs w:val="28"/>
          <w:lang w:val="uk-UA"/>
        </w:rPr>
        <w:t>завдань,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 які сьогодні стоять перед українською наукою управління персоналом, є: введення в теорію і практику управління персоналом адекватного та системного уявлення про об'єкт як соціально-психологічного явище, відхід від спрощеного «кадрово-ресурсного» розуміння персоналу; розробка загальних питань теорії, методології та історії управління персоналом в Україні та за кордоном; актуалізація у вітчизняній науці та практиці управління персоналом сучасних ідей і підходів, досягнень всіх наукових шкіл; висування і обґрунтування своїх і адаптація «чужих» теорій і досвіду; формування високого морального потенціалу українського менеджменту; введення в практику принципів, підходів </w:t>
      </w:r>
      <w:r>
        <w:rPr>
          <w:rFonts w:ascii="Times New Roman" w:hAnsi="Times New Roman" w:cs="Tahoma"/>
          <w:sz w:val="28"/>
          <w:szCs w:val="28"/>
          <w:lang w:val="uk-UA"/>
        </w:rPr>
        <w:t>і методів управління персоналом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>; поглиблене дослідження проблем створення ефективних систем управління персоналом на всіх рівнях економіки за всіма видами забезпечення (науково-методичного, правового, фінансового, кадрового, організаційно-економічного, матеріально-технічного, інформаційного) з урахуванням специфіки соціально-економічної системи.</w:t>
      </w:r>
    </w:p>
    <w:p w:rsidR="00237187" w:rsidRPr="00686156" w:rsidRDefault="00237187" w:rsidP="00BC65EA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4"/>
          <w:szCs w:val="24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Теоретико-методологічні засади формування й розвитку системи стратегічного управління персоналом представлені у працях відомих зарубіжних науковців (М. Ансоффа, М. Армстронга, М. Мескона, А. Стрікленда, А. Томпсона та ін.), а також у дослідників пострадянського періоду, серед яких варто назвати О. Віханського, О. Єгоршина, А. Кібанова, Дж. Лафту, В. Маслова, В. Никифоренка, В. Пономаренка, Л. Романюка, В. Рульєва, О. Яхонтову та ін. </w:t>
      </w:r>
    </w:p>
    <w:p w:rsidR="00237187" w:rsidRPr="00686156" w:rsidRDefault="00237187" w:rsidP="00BC65EA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8"/>
          <w:szCs w:val="28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Складність визначення поняття «стратегічне управління» полягає у появі численних і неоднозначних трактувань. </w:t>
      </w:r>
    </w:p>
    <w:p w:rsidR="00237187" w:rsidRPr="00686156" w:rsidRDefault="00237187" w:rsidP="00BC65EA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4"/>
          <w:szCs w:val="24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«Стратегічне управління персоналом – це управління формуванням конкурентоспроможного трудового потенціалу організації, з урахуванням майбутніх змін і тих, котрі відбуваються в її зовнішньому і внутрішньому середовищі, що дозволяє організації виживати, розвиватися та досягати своїх цілей </w:t>
      </w:r>
      <w:r>
        <w:rPr>
          <w:rFonts w:ascii="Times New Roman" w:hAnsi="Times New Roman" w:cs="Tahoma"/>
          <w:sz w:val="28"/>
          <w:szCs w:val="28"/>
          <w:lang w:val="uk-UA"/>
        </w:rPr>
        <w:t>в довгостроковій перспективі» [3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, </w:t>
      </w:r>
      <w:r w:rsidRPr="00686156">
        <w:rPr>
          <w:rFonts w:ascii="Times New Roman" w:hAnsi="Times New Roman" w:cs="Tahoma"/>
          <w:sz w:val="28"/>
          <w:szCs w:val="28"/>
          <w:lang w:val="en-US"/>
        </w:rPr>
        <w:t>c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>. 202]. «Стратегічне управління персоналом – програмний спосіб мислення й управління, який забезпечує узгодження цілей, можливостей підприєм</w:t>
      </w:r>
      <w:r>
        <w:rPr>
          <w:rFonts w:ascii="Times New Roman" w:hAnsi="Times New Roman" w:cs="Tahoma"/>
          <w:sz w:val="28"/>
          <w:szCs w:val="28"/>
          <w:lang w:val="uk-UA"/>
        </w:rPr>
        <w:t>ства і інтересів працівників» [4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, </w:t>
      </w:r>
      <w:r w:rsidRPr="00686156">
        <w:rPr>
          <w:rFonts w:ascii="Times New Roman" w:hAnsi="Times New Roman" w:cs="Tahoma"/>
          <w:sz w:val="28"/>
          <w:szCs w:val="28"/>
          <w:lang w:val="en-US"/>
        </w:rPr>
        <w:t>c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>. 118]. «Стратегічне управління персоналом – процес досягнення поставлених цілей, вибір генерального напрямку руху до поставлених стратегічних цілей і характер використання кадрових ресурсів»</w:t>
      </w:r>
      <w:r w:rsidRPr="00686156">
        <w:rPr>
          <w:rFonts w:ascii="Times New Roman" w:hAnsi="Times New Roman" w:cs="Tahoma"/>
          <w:sz w:val="28"/>
          <w:szCs w:val="28"/>
        </w:rPr>
        <w:t xml:space="preserve"> [5, </w:t>
      </w:r>
      <w:r w:rsidRPr="00686156">
        <w:rPr>
          <w:rFonts w:ascii="Times New Roman" w:hAnsi="Times New Roman" w:cs="Tahoma"/>
          <w:sz w:val="28"/>
          <w:szCs w:val="28"/>
          <w:lang w:val="en-US"/>
        </w:rPr>
        <w:t>c</w:t>
      </w:r>
      <w:r w:rsidRPr="00686156">
        <w:rPr>
          <w:rFonts w:ascii="Times New Roman" w:hAnsi="Times New Roman" w:cs="Tahoma"/>
          <w:sz w:val="28"/>
          <w:szCs w:val="28"/>
        </w:rPr>
        <w:t>. 259]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>. «Стратегічне управління – це таке управління організацією, яке опирається на людський потенціал як основу організації, орієнтує виробничу діяльність на запити споживачів, гнучко реагує й проводить своєчасні зміни в організації, які відповідають виклику з боку оточення, що дозволяють домагатися конкурентних переваг, що в сукупності дає можливість організації виживати в довгостроковій перспективі, дося</w:t>
      </w:r>
      <w:r>
        <w:rPr>
          <w:rFonts w:ascii="Times New Roman" w:hAnsi="Times New Roman" w:cs="Tahoma"/>
          <w:sz w:val="28"/>
          <w:szCs w:val="28"/>
          <w:lang w:val="uk-UA"/>
        </w:rPr>
        <w:t>гаючи при цьому своїх цілей» [6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, </w:t>
      </w:r>
      <w:r w:rsidRPr="00686156">
        <w:rPr>
          <w:rFonts w:ascii="Times New Roman" w:hAnsi="Times New Roman" w:cs="Tahoma"/>
          <w:sz w:val="28"/>
          <w:szCs w:val="28"/>
          <w:lang w:val="en-US"/>
        </w:rPr>
        <w:t>c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. 32]. </w:t>
      </w:r>
    </w:p>
    <w:p w:rsidR="00237187" w:rsidRPr="00686156" w:rsidRDefault="00237187" w:rsidP="00BC65EA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8"/>
          <w:szCs w:val="28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>Аналіз наведених дефініцій дозволяє виявити три основні підходи до визначення поняття стратегічне управління персоналом:</w:t>
      </w:r>
    </w:p>
    <w:p w:rsidR="00237187" w:rsidRPr="00686156" w:rsidRDefault="00237187" w:rsidP="00BC65EA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ahoma"/>
          <w:sz w:val="28"/>
          <w:szCs w:val="28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>управління формуванням трудового потенціалу організації;</w:t>
      </w:r>
    </w:p>
    <w:p w:rsidR="00237187" w:rsidRPr="00686156" w:rsidRDefault="00237187" w:rsidP="00BC65EA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ahoma"/>
          <w:sz w:val="28"/>
          <w:szCs w:val="28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>процес досягнення поставлених цілей;</w:t>
      </w:r>
    </w:p>
    <w:p w:rsidR="00237187" w:rsidRPr="00686156" w:rsidRDefault="00237187" w:rsidP="00BC65EA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ahoma"/>
          <w:sz w:val="28"/>
          <w:szCs w:val="28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>програмний спосіб мислення і управління.</w:t>
      </w:r>
    </w:p>
    <w:p w:rsidR="00237187" w:rsidRPr="00686156" w:rsidRDefault="00237187" w:rsidP="004D159F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4"/>
          <w:szCs w:val="24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На підставі цих підходів стає зрозуміло, що стратегічне управління персоналом спрямоване на формування конкурентоспроможного трудового потенціалу організації з метою реалізації тих завдань, які стоять перед нею. А вже виходячи з довгострокових цілей організації, формується політика стосовно найму персоналу, його оцінки, винагороди, розвиток і мотивація праці. </w:t>
      </w:r>
    </w:p>
    <w:p w:rsidR="00237187" w:rsidRPr="00686156" w:rsidRDefault="00237187" w:rsidP="00BC65EA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4"/>
          <w:szCs w:val="24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>Вагомою складовою теоретичного базису є принципи стратегічного управління персоналом, серед яких</w:t>
      </w:r>
      <w:r>
        <w:rPr>
          <w:rFonts w:ascii="Times New Roman" w:hAnsi="Times New Roman" w:cs="Tahoma"/>
          <w:sz w:val="28"/>
          <w:szCs w:val="28"/>
        </w:rPr>
        <w:t xml:space="preserve"> [7</w:t>
      </w:r>
      <w:r w:rsidRPr="00686156">
        <w:rPr>
          <w:rFonts w:ascii="Times New Roman" w:hAnsi="Times New Roman" w:cs="Tahoma"/>
          <w:sz w:val="28"/>
          <w:szCs w:val="28"/>
        </w:rPr>
        <w:t xml:space="preserve">, </w:t>
      </w:r>
      <w:r w:rsidRPr="00686156">
        <w:rPr>
          <w:rFonts w:ascii="Times New Roman" w:hAnsi="Times New Roman" w:cs="Tahoma"/>
          <w:sz w:val="28"/>
          <w:szCs w:val="28"/>
          <w:lang w:val="en-US"/>
        </w:rPr>
        <w:t>c</w:t>
      </w:r>
      <w:r w:rsidRPr="00686156">
        <w:rPr>
          <w:rFonts w:ascii="Times New Roman" w:hAnsi="Times New Roman" w:cs="Tahoma"/>
          <w:sz w:val="28"/>
          <w:szCs w:val="28"/>
        </w:rPr>
        <w:t>. 127]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: </w:t>
      </w:r>
    </w:p>
    <w:p w:rsidR="00237187" w:rsidRPr="00686156" w:rsidRDefault="00237187" w:rsidP="00BC65EA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ahoma"/>
          <w:sz w:val="24"/>
          <w:szCs w:val="24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>комплексність – урахування всіх сфер і факторів, котрі впливають на формування системи стратегічного управління персоналом;</w:t>
      </w:r>
    </w:p>
    <w:p w:rsidR="00237187" w:rsidRPr="00686156" w:rsidRDefault="00237187" w:rsidP="00BC65EA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ahoma"/>
          <w:sz w:val="24"/>
          <w:szCs w:val="24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цілеспрямованість – орієнтація на досягнення конкретних цілей; </w:t>
      </w:r>
    </w:p>
    <w:p w:rsidR="00237187" w:rsidRPr="00686156" w:rsidRDefault="00237187" w:rsidP="00BC65EA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ahoma"/>
          <w:sz w:val="28"/>
          <w:szCs w:val="28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>системність – врахування ієрархічності та взаємообумовленості у взаємозв’язку між підсистемами управління персоналом;</w:t>
      </w:r>
    </w:p>
    <w:p w:rsidR="00237187" w:rsidRPr="00686156" w:rsidRDefault="00237187" w:rsidP="00BC65EA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ahoma"/>
          <w:sz w:val="24"/>
          <w:szCs w:val="24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узгодженість інтересів керівників і підлеглих у контексті забезпечення ефективної діяльності підприємства; </w:t>
      </w:r>
    </w:p>
    <w:p w:rsidR="00237187" w:rsidRPr="00686156" w:rsidRDefault="00237187" w:rsidP="00BC65EA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ahoma"/>
          <w:sz w:val="24"/>
          <w:szCs w:val="24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гнучкість – здатність реагувати на зміни макро- та мезосередовища; </w:t>
      </w:r>
    </w:p>
    <w:p w:rsidR="00237187" w:rsidRPr="00686156" w:rsidRDefault="00237187" w:rsidP="00BC65EA">
      <w:pPr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ahoma"/>
          <w:sz w:val="24"/>
          <w:szCs w:val="24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>ефективність – раціональне прийнятті рішень як вищим керівництвом, так</w:t>
      </w:r>
      <w:r w:rsidRPr="00686156">
        <w:rPr>
          <w:rFonts w:ascii="Times New Roman" w:hAnsi="Times New Roman" w:cs="Tahoma"/>
          <w:sz w:val="28"/>
          <w:szCs w:val="28"/>
          <w:lang w:val="uk-UA"/>
        </w:rPr>
        <w:br/>
        <w:t xml:space="preserve">і працівниками, підвищенні рівня інтелектуалізації праці, формування, акумулювання й використання інтелектуального капіталу тощо. </w:t>
      </w:r>
    </w:p>
    <w:p w:rsidR="00237187" w:rsidRDefault="00237187" w:rsidP="00BC65EA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8"/>
          <w:szCs w:val="28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Серед основних складових системи стратегічного управління персоналом виокремлюють: планування, відбір та адаптацію персоналу, мотивацію, згуртованість, розвиток і вивільнення. Планування персоналу вирізняється цілеспрямованістю та науковою обґрунтованість зі сторони діяльності </w:t>
      </w:r>
      <w:r>
        <w:rPr>
          <w:rFonts w:ascii="Times New Roman" w:hAnsi="Times New Roman" w:cs="Tahoma"/>
          <w:sz w:val="28"/>
          <w:szCs w:val="28"/>
          <w:lang w:val="uk-UA"/>
        </w:rPr>
        <w:t>організації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>. Відбір також є не менш важливим етапом, до складу якого входять розрахунок потреби в персоналі, побудова моделі робочих місць, професійний відбір кадрів, формування резерву. Процес знайомства співробітника з діяльністю організації та коригування поведінки відповідно до вимог середовища і є адаптацією персоналу [</w:t>
      </w:r>
      <w:r>
        <w:rPr>
          <w:rFonts w:ascii="Times New Roman" w:hAnsi="Times New Roman" w:cs="Tahoma"/>
          <w:sz w:val="28"/>
          <w:szCs w:val="28"/>
          <w:lang w:val="uk-UA"/>
        </w:rPr>
        <w:t>3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>, с. 445]. Під мотивацією розуміється процес спонукання себе та інших до діяльності задля досягнення власних цілей або цілей колективу чи організації. Міжособистісні відносини в колективі, котрі виникають на підставі єдності ціннісних орієнтацій, цілей і мотивів діяльності в межах спільної діяльнос</w:t>
      </w:r>
      <w:r>
        <w:rPr>
          <w:rFonts w:ascii="Times New Roman" w:hAnsi="Times New Roman" w:cs="Tahoma"/>
          <w:sz w:val="28"/>
          <w:szCs w:val="28"/>
          <w:lang w:val="uk-UA"/>
        </w:rPr>
        <w:t>ті, можна назвати згуртованістю.</w:t>
      </w:r>
    </w:p>
    <w:p w:rsidR="00237187" w:rsidRDefault="00237187" w:rsidP="00BC65EA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8"/>
          <w:szCs w:val="28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>На основі вищезазначеного слід відмітити, що стратегічне управління персоналом є інтегрованим підходом до розробки самої стратегії управління людськими ресурсами, під час якого розкривається змістовні характеристики к</w:t>
      </w:r>
      <w:r>
        <w:rPr>
          <w:rFonts w:ascii="Times New Roman" w:hAnsi="Times New Roman" w:cs="Tahoma"/>
          <w:sz w:val="28"/>
          <w:szCs w:val="28"/>
          <w:lang w:val="uk-UA"/>
        </w:rPr>
        <w:t>адрової діяльності підприємства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. </w:t>
      </w:r>
    </w:p>
    <w:p w:rsidR="00237187" w:rsidRDefault="00237187" w:rsidP="00BC65EA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8"/>
          <w:szCs w:val="28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>На сучасному етапі створення й ефективне використання високоякісного потенціалу персоналу організації є головним фактором</w:t>
      </w:r>
      <w:r>
        <w:rPr>
          <w:rFonts w:ascii="Times New Roman" w:hAnsi="Times New Roman" w:cs="Tahoma"/>
          <w:sz w:val="28"/>
          <w:szCs w:val="28"/>
          <w:lang w:val="uk-UA"/>
        </w:rPr>
        <w:t xml:space="preserve"> успіху в конкурентній боротьбі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. В найближчому майбутньому вагомість людського фактору буде лише зростати. </w:t>
      </w:r>
    </w:p>
    <w:p w:rsidR="00237187" w:rsidRPr="00686156" w:rsidRDefault="00237187" w:rsidP="00187788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8"/>
          <w:szCs w:val="28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Оскільки стратегічне управління персоналом є інтегрованим феноменом, то й методологія його дослідження має базуватися на комплексних засадах. </w:t>
      </w:r>
    </w:p>
    <w:p w:rsidR="00237187" w:rsidRDefault="00237187" w:rsidP="00094D4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45585">
        <w:rPr>
          <w:rFonts w:ascii="Times New Roman" w:hAnsi="Times New Roman"/>
          <w:sz w:val="28"/>
          <w:szCs w:val="28"/>
          <w:lang w:val="uk-UA"/>
        </w:rPr>
        <w:t xml:space="preserve">Методологічні засади дослідження стратегічного управління персоналом підприємства ґрунтується на системному, організаційному, процесуальному та інших підходах, а також на методах системного аналізу, експертних оцінок, стратегічного аналізу, статистичних методах групування і середніх величин, методах прогнозування, методі збалансованої системи показників, моделювання бізнес-процесів, соціологічні опитування, анкетування, тестування, аналізу документів, спостереження, методах аналізу фінансово-господарської діяльності підприємства, ключових показників ефективності та метод SWOT. </w:t>
      </w:r>
    </w:p>
    <w:p w:rsidR="00237187" w:rsidRPr="00686156" w:rsidRDefault="00237187" w:rsidP="00172B1A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4"/>
          <w:szCs w:val="24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>Потреба практиків  у новому підході до управління персоналом сприяла появі праць теоретиків у галузі менеджменту: Й. Ансоффа, М. Армстронга, Р. Берда, Дж. Г. Бойетта, Дж. Т. Бойетта, П. Друкера, Г. Мейлора, П. Макмастерса, Т. Пітерса, І. Саласа, С. Таненбаума, Р. Уотернена, Ф. Хайзе, М. Хильба та інших американських і європейських вчених. Одними з перших, хто почав вивчати проблеми стратегічного управління персоналом, були П. Бамбергер і І. Мешоулам.</w:t>
      </w:r>
    </w:p>
    <w:p w:rsidR="00237187" w:rsidRPr="00686156" w:rsidRDefault="00237187" w:rsidP="00172B1A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4"/>
          <w:szCs w:val="24"/>
        </w:rPr>
      </w:pPr>
      <w:r>
        <w:rPr>
          <w:rFonts w:ascii="Times New Roman" w:hAnsi="Times New Roman" w:cs="Tahoma"/>
          <w:sz w:val="28"/>
          <w:szCs w:val="28"/>
          <w:lang w:val="uk-UA"/>
        </w:rPr>
        <w:t>Т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еорія управління ґрунтується на загальних методологічних підходах до управління: </w:t>
      </w:r>
      <w:r w:rsidRPr="00686156">
        <w:rPr>
          <w:rFonts w:ascii="Times New Roman" w:hAnsi="Times New Roman" w:cs="Tahoma"/>
          <w:sz w:val="28"/>
          <w:szCs w:val="28"/>
        </w:rPr>
        <w:t xml:space="preserve">системному, 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організаційному, процесуальному та ін. </w:t>
      </w:r>
    </w:p>
    <w:p w:rsidR="00237187" w:rsidRDefault="00237187" w:rsidP="00172B1A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8"/>
          <w:szCs w:val="28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>Системний підхід враховує розгляд економічного об'єкту як системи, тобто сукупності п</w:t>
      </w:r>
      <w:r>
        <w:rPr>
          <w:rFonts w:ascii="Times New Roman" w:hAnsi="Times New Roman" w:cs="Tahoma"/>
          <w:sz w:val="28"/>
          <w:szCs w:val="28"/>
          <w:lang w:val="uk-UA"/>
        </w:rPr>
        <w:t>ов'язаних елементів (підсистем)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. Ключовим тут є розгляд економічного об'єкту як частини зовнішнього середовища. </w:t>
      </w:r>
    </w:p>
    <w:p w:rsidR="00237187" w:rsidRPr="00090091" w:rsidRDefault="00237187" w:rsidP="00172B1A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4"/>
          <w:szCs w:val="24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Звертаючи увагу на організаційний підхід, помічаємо, що в основі людські та соціальні фактори, необхідність горизонтальної та вертикальної координації їх діяльності. </w:t>
      </w:r>
    </w:p>
    <w:p w:rsidR="00237187" w:rsidRPr="00686156" w:rsidRDefault="00237187" w:rsidP="00172B1A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4"/>
          <w:szCs w:val="24"/>
          <w:lang w:val="uk-UA"/>
        </w:rPr>
      </w:pP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Процесуальний підхід здебільшого пов'язаний з виокремленням процедур і фаз, тобто функцій стратегічного управління. Беручи до уваги основні </w:t>
      </w:r>
      <w:r>
        <w:rPr>
          <w:rFonts w:ascii="Times New Roman" w:hAnsi="Times New Roman" w:cs="Tahoma"/>
          <w:sz w:val="28"/>
          <w:szCs w:val="28"/>
          <w:lang w:val="uk-UA"/>
        </w:rPr>
        <w:t>етапи стратегічного управління</w:t>
      </w:r>
      <w:r w:rsidRPr="00686156">
        <w:rPr>
          <w:rFonts w:ascii="Times New Roman" w:hAnsi="Times New Roman" w:cs="Tahoma"/>
          <w:sz w:val="28"/>
          <w:szCs w:val="28"/>
          <w:lang w:val="uk-UA"/>
        </w:rPr>
        <w:t xml:space="preserve">, можна представити і функції стратегічного управління — стратегічний аналіз, стратегічне прогнозування та планування, стратегічна організація та мотивація, стратегічний контроль і регулювання.   </w:t>
      </w:r>
    </w:p>
    <w:p w:rsidR="00237187" w:rsidRPr="002B6A73" w:rsidRDefault="00237187" w:rsidP="0049735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Розглянуті підходи і методики можуть бути</w:t>
      </w:r>
      <w:r w:rsidRPr="002B6A73">
        <w:rPr>
          <w:rFonts w:ascii="Times New Roman" w:hAnsi="Times New Roman"/>
          <w:sz w:val="28"/>
          <w:szCs w:val="28"/>
          <w:lang w:val="uk-UA"/>
        </w:rPr>
        <w:t xml:space="preserve"> основою</w:t>
      </w:r>
      <w:r>
        <w:rPr>
          <w:rFonts w:ascii="Times New Roman" w:hAnsi="Times New Roman"/>
          <w:sz w:val="28"/>
          <w:szCs w:val="28"/>
          <w:lang w:val="uk-UA"/>
        </w:rPr>
        <w:t xml:space="preserve"> для</w:t>
      </w:r>
      <w:r w:rsidRPr="002B6A73">
        <w:rPr>
          <w:rFonts w:ascii="Times New Roman" w:hAnsi="Times New Roman"/>
          <w:sz w:val="28"/>
          <w:szCs w:val="28"/>
          <w:lang w:val="uk-UA"/>
        </w:rPr>
        <w:t xml:space="preserve"> розробки проектів щодо визначення пріоритетних напрямків розвитку системи управління персоналом і їх впровадження, розробки заходів, спрямованих на підвищення ефективності функціонування системи управління персоналом, а також формування інформаційної бази для подальшого розвитку системи стратегічного управління персоналом</w:t>
      </w:r>
      <w:r>
        <w:rPr>
          <w:rFonts w:ascii="Times New Roman" w:hAnsi="Times New Roman"/>
          <w:sz w:val="28"/>
          <w:szCs w:val="28"/>
          <w:lang w:val="uk-UA"/>
        </w:rPr>
        <w:t xml:space="preserve"> підприємства</w:t>
      </w:r>
      <w:r w:rsidRPr="002B6A73">
        <w:rPr>
          <w:rFonts w:ascii="Times New Roman" w:hAnsi="Times New Roman"/>
          <w:sz w:val="28"/>
          <w:szCs w:val="28"/>
          <w:lang w:val="uk-UA"/>
        </w:rPr>
        <w:t>.</w:t>
      </w:r>
    </w:p>
    <w:p w:rsidR="00237187" w:rsidRPr="001C5B16" w:rsidRDefault="00237187" w:rsidP="000E4D9E">
      <w:pPr>
        <w:pStyle w:val="NoSpacing"/>
        <w:spacing w:line="36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37187" w:rsidRDefault="00237187" w:rsidP="000E4D9E">
      <w:pPr>
        <w:widowControl w:val="0"/>
        <w:spacing w:after="0" w:line="360" w:lineRule="auto"/>
        <w:rPr>
          <w:rFonts w:ascii="Times New Roman" w:hAnsi="Times New Roman" w:cs="Tahoma"/>
          <w:b/>
          <w:bCs/>
          <w:sz w:val="28"/>
          <w:szCs w:val="28"/>
          <w:lang w:val="uk-UA"/>
        </w:rPr>
      </w:pPr>
      <w:r>
        <w:rPr>
          <w:rFonts w:ascii="Times New Roman" w:hAnsi="Times New Roman" w:cs="Tahoma"/>
          <w:b/>
          <w:bCs/>
          <w:sz w:val="28"/>
          <w:szCs w:val="28"/>
          <w:lang w:val="uk-UA"/>
        </w:rPr>
        <w:t>Література:</w:t>
      </w:r>
    </w:p>
    <w:p w:rsidR="00237187" w:rsidRPr="00361C32" w:rsidRDefault="00237187" w:rsidP="000E4D9E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61C32">
        <w:rPr>
          <w:rFonts w:ascii="Times New Roman" w:hAnsi="Times New Roman"/>
          <w:sz w:val="28"/>
          <w:szCs w:val="28"/>
        </w:rPr>
        <w:t xml:space="preserve">Мелихов Ю.Е., Малуев П.А. Управление персоналом: портфель надежных технологий: </w:t>
      </w:r>
      <w:r w:rsidRPr="00361C32">
        <w:rPr>
          <w:rFonts w:ascii="Times New Roman" w:hAnsi="Times New Roman"/>
          <w:sz w:val="28"/>
          <w:szCs w:val="28"/>
          <w:lang w:val="uk-UA"/>
        </w:rPr>
        <w:t>Учебно-практическое</w:t>
      </w:r>
      <w:r>
        <w:rPr>
          <w:rFonts w:ascii="Times New Roman" w:hAnsi="Times New Roman"/>
          <w:sz w:val="28"/>
          <w:szCs w:val="28"/>
        </w:rPr>
        <w:t xml:space="preserve"> пособие. –</w:t>
      </w:r>
      <w:r w:rsidRPr="00361C32">
        <w:rPr>
          <w:rFonts w:ascii="Times New Roman" w:hAnsi="Times New Roman"/>
          <w:sz w:val="28"/>
          <w:szCs w:val="28"/>
        </w:rPr>
        <w:t xml:space="preserve"> М.: </w:t>
      </w:r>
      <w:r>
        <w:rPr>
          <w:rFonts w:ascii="Times New Roman" w:hAnsi="Times New Roman"/>
          <w:sz w:val="28"/>
          <w:szCs w:val="28"/>
        </w:rPr>
        <w:t>«Дашков и К°», 2008. –</w:t>
      </w:r>
      <w:r w:rsidRPr="00361C32">
        <w:rPr>
          <w:rFonts w:ascii="Times New Roman" w:hAnsi="Times New Roman"/>
          <w:sz w:val="28"/>
          <w:szCs w:val="28"/>
        </w:rPr>
        <w:t xml:space="preserve"> 344 с.</w:t>
      </w:r>
    </w:p>
    <w:p w:rsidR="00237187" w:rsidRPr="0077325A" w:rsidRDefault="00237187" w:rsidP="000E4D9E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325A">
        <w:rPr>
          <w:rFonts w:ascii="Times New Roman" w:hAnsi="Times New Roman"/>
          <w:sz w:val="28"/>
          <w:szCs w:val="28"/>
          <w:lang w:val="uk-UA"/>
        </w:rPr>
        <w:t>Ленская И.Ю., Шиндряева И.В., Ширяева В.А. Управление персоналом организации: конспекты</w:t>
      </w:r>
      <w:r w:rsidRPr="000E4D9E">
        <w:rPr>
          <w:rFonts w:ascii="Times New Roman" w:hAnsi="Times New Roman"/>
          <w:sz w:val="28"/>
          <w:szCs w:val="28"/>
        </w:rPr>
        <w:t xml:space="preserve"> </w:t>
      </w:r>
      <w:r w:rsidRPr="0077325A">
        <w:rPr>
          <w:rFonts w:ascii="Times New Roman" w:hAnsi="Times New Roman"/>
          <w:sz w:val="28"/>
          <w:szCs w:val="28"/>
          <w:lang w:val="uk-UA"/>
        </w:rPr>
        <w:t>лекций. Учебное</w:t>
      </w:r>
      <w:r w:rsidRPr="000E4D9E">
        <w:rPr>
          <w:rFonts w:ascii="Times New Roman" w:hAnsi="Times New Roman"/>
          <w:sz w:val="28"/>
          <w:szCs w:val="28"/>
        </w:rPr>
        <w:t xml:space="preserve"> </w:t>
      </w:r>
      <w:r w:rsidRPr="0077325A">
        <w:rPr>
          <w:rFonts w:ascii="Times New Roman" w:hAnsi="Times New Roman"/>
          <w:sz w:val="28"/>
          <w:szCs w:val="28"/>
          <w:lang w:val="uk-UA"/>
        </w:rPr>
        <w:t xml:space="preserve">пособие. – М.: Мир науки, 2017. – 127 с. </w:t>
      </w:r>
    </w:p>
    <w:p w:rsidR="00237187" w:rsidRDefault="00237187" w:rsidP="000E4D9E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325A">
        <w:rPr>
          <w:rFonts w:ascii="Times New Roman" w:hAnsi="Times New Roman"/>
          <w:sz w:val="28"/>
          <w:szCs w:val="28"/>
          <w:lang w:val="uk-UA"/>
        </w:rPr>
        <w:t>Зибанов А.Я. Основы</w:t>
      </w:r>
      <w:r w:rsidRPr="000E4D9E">
        <w:rPr>
          <w:rFonts w:ascii="Times New Roman" w:hAnsi="Times New Roman"/>
          <w:sz w:val="28"/>
          <w:szCs w:val="28"/>
        </w:rPr>
        <w:t xml:space="preserve"> </w:t>
      </w:r>
      <w:r w:rsidRPr="0077325A">
        <w:rPr>
          <w:rFonts w:ascii="Times New Roman" w:hAnsi="Times New Roman"/>
          <w:sz w:val="28"/>
          <w:szCs w:val="28"/>
          <w:lang w:val="uk-UA"/>
        </w:rPr>
        <w:t xml:space="preserve">управления персоналом: Учебник. – М.: ИНФРА-М, 2005. – 304 с. </w:t>
      </w:r>
    </w:p>
    <w:p w:rsidR="00237187" w:rsidRPr="008A0765" w:rsidRDefault="00237187" w:rsidP="000E4D9E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A0765">
        <w:rPr>
          <w:rFonts w:ascii="Times New Roman" w:hAnsi="Times New Roman"/>
          <w:sz w:val="28"/>
          <w:szCs w:val="28"/>
          <w:lang w:val="uk-UA"/>
        </w:rPr>
        <w:t>Маслов В. И. Стратегическое</w:t>
      </w:r>
      <w:r w:rsidRPr="000E4D9E">
        <w:rPr>
          <w:rFonts w:ascii="Times New Roman" w:hAnsi="Times New Roman"/>
          <w:sz w:val="28"/>
          <w:szCs w:val="28"/>
        </w:rPr>
        <w:t xml:space="preserve"> </w:t>
      </w:r>
      <w:r w:rsidRPr="008A0765">
        <w:rPr>
          <w:rFonts w:ascii="Times New Roman" w:hAnsi="Times New Roman"/>
          <w:sz w:val="28"/>
          <w:szCs w:val="28"/>
          <w:lang w:val="uk-UA"/>
        </w:rPr>
        <w:t>управление персоналом в условиях</w:t>
      </w:r>
      <w:r w:rsidRPr="000E4D9E">
        <w:rPr>
          <w:rFonts w:ascii="Times New Roman" w:hAnsi="Times New Roman"/>
          <w:sz w:val="28"/>
          <w:szCs w:val="28"/>
        </w:rPr>
        <w:t xml:space="preserve"> </w:t>
      </w:r>
      <w:r w:rsidRPr="008A0765">
        <w:rPr>
          <w:rFonts w:ascii="Times New Roman" w:hAnsi="Times New Roman"/>
          <w:sz w:val="28"/>
          <w:szCs w:val="28"/>
          <w:lang w:val="uk-UA"/>
        </w:rPr>
        <w:t>эффективной</w:t>
      </w:r>
      <w:r w:rsidRPr="000E4D9E">
        <w:rPr>
          <w:rFonts w:ascii="Times New Roman" w:hAnsi="Times New Roman"/>
          <w:sz w:val="28"/>
          <w:szCs w:val="28"/>
        </w:rPr>
        <w:t xml:space="preserve"> </w:t>
      </w:r>
      <w:r w:rsidRPr="008A0765">
        <w:rPr>
          <w:rFonts w:ascii="Times New Roman" w:hAnsi="Times New Roman"/>
          <w:sz w:val="28"/>
          <w:szCs w:val="28"/>
          <w:lang w:val="uk-UA"/>
        </w:rPr>
        <w:t>ор</w:t>
      </w:r>
      <w:r>
        <w:rPr>
          <w:rFonts w:ascii="Times New Roman" w:hAnsi="Times New Roman"/>
          <w:sz w:val="28"/>
          <w:szCs w:val="28"/>
          <w:lang w:val="uk-UA"/>
        </w:rPr>
        <w:t>ганизационной</w:t>
      </w:r>
      <w:r w:rsidRPr="000E4D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культуры: Учебник</w:t>
      </w:r>
      <w:r w:rsidRPr="008A0765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8A0765">
        <w:rPr>
          <w:rFonts w:ascii="Times New Roman" w:hAnsi="Times New Roman"/>
          <w:sz w:val="28"/>
          <w:szCs w:val="28"/>
          <w:lang w:val="uk-UA"/>
        </w:rPr>
        <w:t xml:space="preserve"> М.: «Финпресс», 2004. –</w:t>
      </w:r>
      <w:r>
        <w:rPr>
          <w:rFonts w:ascii="Times New Roman" w:hAnsi="Times New Roman"/>
          <w:sz w:val="28"/>
          <w:szCs w:val="28"/>
          <w:lang w:val="uk-UA"/>
        </w:rPr>
        <w:t xml:space="preserve"> 288 с. </w:t>
      </w:r>
    </w:p>
    <w:p w:rsidR="00237187" w:rsidRDefault="00237187" w:rsidP="000E4D9E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A0765">
        <w:rPr>
          <w:rFonts w:ascii="Times New Roman" w:hAnsi="Times New Roman"/>
          <w:sz w:val="28"/>
          <w:szCs w:val="28"/>
          <w:lang w:val="uk-UA"/>
        </w:rPr>
        <w:t xml:space="preserve">Шекшня С.В. Управление персоналом современнойорганизации /  С.В. Шекшня.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8A0765">
        <w:rPr>
          <w:rFonts w:ascii="Times New Roman" w:hAnsi="Times New Roman"/>
          <w:sz w:val="28"/>
          <w:szCs w:val="28"/>
          <w:lang w:val="uk-UA"/>
        </w:rPr>
        <w:t xml:space="preserve"> М.: ЗАО «Бизнес-школа «Интел-Синтез», 2002. –</w:t>
      </w:r>
      <w:r>
        <w:rPr>
          <w:rFonts w:ascii="Times New Roman" w:hAnsi="Times New Roman"/>
          <w:sz w:val="28"/>
          <w:szCs w:val="28"/>
          <w:lang w:val="uk-UA"/>
        </w:rPr>
        <w:t xml:space="preserve"> 368 с. </w:t>
      </w:r>
    </w:p>
    <w:p w:rsidR="00237187" w:rsidRDefault="00237187" w:rsidP="000E4D9E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A0765">
        <w:rPr>
          <w:rFonts w:ascii="Times New Roman" w:hAnsi="Times New Roman"/>
          <w:sz w:val="28"/>
          <w:szCs w:val="28"/>
          <w:lang w:val="uk-UA"/>
        </w:rPr>
        <w:t>Виханский О. С. Стратегическое</w:t>
      </w:r>
      <w:r w:rsidRPr="000E4D9E">
        <w:rPr>
          <w:rFonts w:ascii="Times New Roman" w:hAnsi="Times New Roman"/>
          <w:sz w:val="28"/>
          <w:szCs w:val="28"/>
        </w:rPr>
        <w:t xml:space="preserve"> </w:t>
      </w:r>
      <w:r w:rsidRPr="008A0765">
        <w:rPr>
          <w:rFonts w:ascii="Times New Roman" w:hAnsi="Times New Roman"/>
          <w:sz w:val="28"/>
          <w:szCs w:val="28"/>
          <w:lang w:val="uk-UA"/>
        </w:rPr>
        <w:t>управление / О. С. Виханский. – М.: Гардарика, 1998. –</w:t>
      </w:r>
      <w:r>
        <w:rPr>
          <w:rFonts w:ascii="Times New Roman" w:hAnsi="Times New Roman"/>
          <w:sz w:val="28"/>
          <w:szCs w:val="28"/>
          <w:lang w:val="uk-UA"/>
        </w:rPr>
        <w:t xml:space="preserve"> 296 с. </w:t>
      </w:r>
    </w:p>
    <w:p w:rsidR="00237187" w:rsidRDefault="00237187" w:rsidP="000E4D9E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A0765">
        <w:rPr>
          <w:rFonts w:ascii="Times New Roman" w:hAnsi="Times New Roman"/>
          <w:sz w:val="28"/>
          <w:szCs w:val="28"/>
          <w:lang w:val="uk-UA"/>
        </w:rPr>
        <w:t>Гавкалова Н.Л. Теоретичний базис формування системи стратегічного управління пе</w:t>
      </w:r>
      <w:r>
        <w:rPr>
          <w:rFonts w:ascii="Times New Roman" w:hAnsi="Times New Roman"/>
          <w:sz w:val="28"/>
          <w:szCs w:val="28"/>
          <w:lang w:val="uk-UA"/>
        </w:rPr>
        <w:t>рсоналом</w:t>
      </w:r>
      <w:r w:rsidRPr="008A0765">
        <w:rPr>
          <w:rFonts w:ascii="Times New Roman" w:hAnsi="Times New Roman"/>
          <w:sz w:val="28"/>
          <w:szCs w:val="28"/>
          <w:lang w:val="uk-UA"/>
        </w:rPr>
        <w:t xml:space="preserve"> // Науковий вісник Полтавського університету економіки і торгівлі.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8A0765">
        <w:rPr>
          <w:rFonts w:ascii="Times New Roman" w:hAnsi="Times New Roman"/>
          <w:sz w:val="28"/>
          <w:szCs w:val="28"/>
          <w:lang w:val="uk-UA"/>
        </w:rPr>
        <w:t xml:space="preserve"> 2014.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8A0765">
        <w:rPr>
          <w:rFonts w:ascii="Times New Roman" w:hAnsi="Times New Roman"/>
          <w:sz w:val="28"/>
          <w:szCs w:val="28"/>
          <w:lang w:val="uk-UA"/>
        </w:rPr>
        <w:t xml:space="preserve"> №6 (68).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8A0765">
        <w:rPr>
          <w:rFonts w:ascii="Times New Roman" w:hAnsi="Times New Roman"/>
          <w:sz w:val="28"/>
          <w:szCs w:val="28"/>
          <w:lang w:val="uk-UA"/>
        </w:rPr>
        <w:t xml:space="preserve"> С.</w:t>
      </w:r>
      <w:r>
        <w:rPr>
          <w:rFonts w:ascii="Times New Roman" w:hAnsi="Times New Roman"/>
          <w:sz w:val="28"/>
          <w:szCs w:val="28"/>
          <w:lang w:val="uk-UA"/>
        </w:rPr>
        <w:t xml:space="preserve"> 125-129. </w:t>
      </w:r>
    </w:p>
    <w:p w:rsidR="00237187" w:rsidRDefault="00237187" w:rsidP="000E4D9E">
      <w:pPr>
        <w:shd w:val="clear" w:color="auto" w:fill="FFFFFF"/>
        <w:spacing w:after="0" w:line="360" w:lineRule="auto"/>
        <w:jc w:val="right"/>
        <w:rPr>
          <w:rFonts w:ascii="Times New Roman" w:hAnsi="Times New Roman" w:cs="Tahoma"/>
          <w:b/>
          <w:bCs/>
          <w:sz w:val="28"/>
          <w:szCs w:val="28"/>
          <w:lang w:val="uk-UA"/>
        </w:rPr>
      </w:pPr>
    </w:p>
    <w:p w:rsidR="00237187" w:rsidRDefault="00237187" w:rsidP="000E4D9E">
      <w:pPr>
        <w:shd w:val="clear" w:color="auto" w:fill="FFFFFF"/>
        <w:spacing w:after="0" w:line="360" w:lineRule="auto"/>
        <w:jc w:val="right"/>
        <w:rPr>
          <w:rFonts w:ascii="Times New Roman" w:hAnsi="Times New Roman" w:cs="Tahoma"/>
          <w:b/>
          <w:bCs/>
          <w:sz w:val="28"/>
          <w:szCs w:val="28"/>
          <w:lang w:val="en-US"/>
        </w:rPr>
      </w:pPr>
      <w:r w:rsidRPr="00321320">
        <w:rPr>
          <w:rFonts w:ascii="Times New Roman" w:hAnsi="Times New Roman" w:cs="Tahoma"/>
          <w:b/>
          <w:bCs/>
          <w:sz w:val="28"/>
          <w:szCs w:val="28"/>
          <w:lang w:val="uk-UA"/>
        </w:rPr>
        <w:t>Науковий керівник:</w:t>
      </w:r>
    </w:p>
    <w:p w:rsidR="00237187" w:rsidRPr="000E4D9E" w:rsidRDefault="00237187" w:rsidP="000E4D9E">
      <w:pPr>
        <w:shd w:val="clear" w:color="auto" w:fill="FFFFFF"/>
        <w:spacing w:after="0" w:line="360" w:lineRule="auto"/>
        <w:jc w:val="right"/>
        <w:rPr>
          <w:rFonts w:ascii="Times New Roman" w:hAnsi="Times New Roman"/>
          <w:spacing w:val="-5"/>
          <w:sz w:val="28"/>
          <w:szCs w:val="28"/>
          <w:lang w:eastAsia="uk-UA"/>
        </w:rPr>
      </w:pPr>
      <w:r w:rsidRPr="000E4D9E">
        <w:rPr>
          <w:rFonts w:ascii="Times New Roman" w:hAnsi="Times New Roman"/>
          <w:spacing w:val="-5"/>
          <w:sz w:val="28"/>
          <w:szCs w:val="28"/>
          <w:lang w:eastAsia="uk-UA"/>
        </w:rPr>
        <w:t xml:space="preserve"> доктор </w:t>
      </w:r>
      <w:r w:rsidRPr="000E4D9E">
        <w:rPr>
          <w:rStyle w:val="st"/>
          <w:rFonts w:ascii="Times New Roman" w:hAnsi="Times New Roman"/>
          <w:sz w:val="28"/>
          <w:szCs w:val="28"/>
        </w:rPr>
        <w:t xml:space="preserve">економічних </w:t>
      </w:r>
      <w:r w:rsidRPr="000E4D9E">
        <w:rPr>
          <w:rFonts w:ascii="Times New Roman" w:hAnsi="Times New Roman"/>
          <w:spacing w:val="-5"/>
          <w:sz w:val="28"/>
          <w:szCs w:val="28"/>
          <w:lang w:eastAsia="uk-UA"/>
        </w:rPr>
        <w:t xml:space="preserve">наук, </w:t>
      </w:r>
      <w:r>
        <w:rPr>
          <w:rStyle w:val="st"/>
          <w:rFonts w:ascii="Times New Roman" w:hAnsi="Times New Roman"/>
          <w:sz w:val="28"/>
          <w:szCs w:val="28"/>
        </w:rPr>
        <w:t>профессор</w:t>
      </w:r>
      <w:r w:rsidRPr="000E4D9E">
        <w:rPr>
          <w:rStyle w:val="st"/>
          <w:rFonts w:ascii="Times New Roman" w:hAnsi="Times New Roman"/>
          <w:sz w:val="28"/>
          <w:szCs w:val="28"/>
        </w:rPr>
        <w:t xml:space="preserve"> </w:t>
      </w:r>
      <w:r w:rsidRPr="000E4D9E">
        <w:rPr>
          <w:rFonts w:ascii="Times New Roman" w:hAnsi="Times New Roman"/>
          <w:spacing w:val="-5"/>
          <w:sz w:val="28"/>
          <w:szCs w:val="28"/>
          <w:lang w:eastAsia="uk-UA"/>
        </w:rPr>
        <w:t>Батченко Людмила Вiктoрiвнa,</w:t>
      </w:r>
    </w:p>
    <w:p w:rsidR="00237187" w:rsidRPr="000E4D9E" w:rsidRDefault="00237187" w:rsidP="00DA4FDC">
      <w:pPr>
        <w:widowControl w:val="0"/>
        <w:spacing w:after="0" w:line="360" w:lineRule="auto"/>
        <w:ind w:firstLine="567"/>
        <w:jc w:val="both"/>
        <w:rPr>
          <w:rFonts w:ascii="Times New Roman" w:hAnsi="Times New Roman" w:cs="Tahoma"/>
          <w:sz w:val="28"/>
          <w:szCs w:val="28"/>
        </w:rPr>
      </w:pPr>
    </w:p>
    <w:sectPr w:rsidR="00237187" w:rsidRPr="000E4D9E" w:rsidSect="001C5B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296F"/>
    <w:multiLevelType w:val="hybridMultilevel"/>
    <w:tmpl w:val="7BDC24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C064AC"/>
    <w:multiLevelType w:val="hybridMultilevel"/>
    <w:tmpl w:val="AC8E4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466AC4"/>
    <w:multiLevelType w:val="multilevel"/>
    <w:tmpl w:val="4B72D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3E6F6888"/>
    <w:multiLevelType w:val="hybridMultilevel"/>
    <w:tmpl w:val="7BDC24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AD32DD"/>
    <w:multiLevelType w:val="hybridMultilevel"/>
    <w:tmpl w:val="7BDC24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C53439"/>
    <w:multiLevelType w:val="multilevel"/>
    <w:tmpl w:val="5B4E5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6">
    <w:nsid w:val="6FA60EF9"/>
    <w:multiLevelType w:val="multilevel"/>
    <w:tmpl w:val="56B86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7">
    <w:nsid w:val="74F82617"/>
    <w:multiLevelType w:val="hybridMultilevel"/>
    <w:tmpl w:val="7BDC24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4FDC"/>
    <w:rsid w:val="00081DC1"/>
    <w:rsid w:val="00090091"/>
    <w:rsid w:val="00094D42"/>
    <w:rsid w:val="000E4D9E"/>
    <w:rsid w:val="00171A89"/>
    <w:rsid w:val="00172B1A"/>
    <w:rsid w:val="00187788"/>
    <w:rsid w:val="001B5794"/>
    <w:rsid w:val="001C5B16"/>
    <w:rsid w:val="00237187"/>
    <w:rsid w:val="00245C70"/>
    <w:rsid w:val="002B6A73"/>
    <w:rsid w:val="002B76C7"/>
    <w:rsid w:val="00306002"/>
    <w:rsid w:val="00321320"/>
    <w:rsid w:val="00361C32"/>
    <w:rsid w:val="00430E3D"/>
    <w:rsid w:val="004441C4"/>
    <w:rsid w:val="00445585"/>
    <w:rsid w:val="00497353"/>
    <w:rsid w:val="004D159F"/>
    <w:rsid w:val="00686156"/>
    <w:rsid w:val="0077325A"/>
    <w:rsid w:val="00801D8C"/>
    <w:rsid w:val="00813955"/>
    <w:rsid w:val="008A0765"/>
    <w:rsid w:val="009E194E"/>
    <w:rsid w:val="00A77CD8"/>
    <w:rsid w:val="00B03498"/>
    <w:rsid w:val="00BA5D78"/>
    <w:rsid w:val="00BB7616"/>
    <w:rsid w:val="00BC65EA"/>
    <w:rsid w:val="00CA696B"/>
    <w:rsid w:val="00D54D06"/>
    <w:rsid w:val="00DA4FDC"/>
    <w:rsid w:val="00E177DF"/>
    <w:rsid w:val="00E5199F"/>
    <w:rsid w:val="00ED59EB"/>
    <w:rsid w:val="00F50A50"/>
    <w:rsid w:val="00FB0648"/>
    <w:rsid w:val="00FE5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FDC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A4FDC"/>
    <w:rPr>
      <w:lang w:val="ru-RU"/>
    </w:rPr>
  </w:style>
  <w:style w:type="paragraph" w:styleId="ListParagraph">
    <w:name w:val="List Paragraph"/>
    <w:basedOn w:val="Normal"/>
    <w:uiPriority w:val="99"/>
    <w:qFormat/>
    <w:rsid w:val="00DA4FDC"/>
    <w:pPr>
      <w:ind w:left="720"/>
      <w:contextualSpacing/>
    </w:pPr>
  </w:style>
  <w:style w:type="character" w:customStyle="1" w:styleId="docdata">
    <w:name w:val="docdata"/>
    <w:aliases w:val="docy,v5,2319,baiaagaaboqcaaad/gqaaaumbq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1C5B16"/>
    <w:rPr>
      <w:rFonts w:cs="Times New Roman"/>
    </w:rPr>
  </w:style>
  <w:style w:type="character" w:customStyle="1" w:styleId="st">
    <w:name w:val="st"/>
    <w:basedOn w:val="DefaultParagraphFont"/>
    <w:uiPriority w:val="99"/>
    <w:rsid w:val="001C5B1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06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600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99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8</Pages>
  <Words>8396</Words>
  <Characters>4787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CNG10804</dc:creator>
  <cp:keywords/>
  <dc:description/>
  <cp:lastModifiedBy>Admin</cp:lastModifiedBy>
  <cp:revision>5</cp:revision>
  <cp:lastPrinted>2018-12-21T13:14:00Z</cp:lastPrinted>
  <dcterms:created xsi:type="dcterms:W3CDTF">2018-12-21T16:00:00Z</dcterms:created>
  <dcterms:modified xsi:type="dcterms:W3CDTF">2018-12-25T11:13:00Z</dcterms:modified>
</cp:coreProperties>
</file>