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657" w:rsidRPr="004F0E56" w:rsidRDefault="00816657" w:rsidP="002C037F">
      <w:pPr>
        <w:spacing w:line="360" w:lineRule="auto"/>
        <w:jc w:val="right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4F0E56">
        <w:rPr>
          <w:rFonts w:ascii="Times New Roman" w:hAnsi="Times New Roman" w:cs="Times New Roman"/>
          <w:b/>
          <w:bCs/>
          <w:iCs/>
          <w:sz w:val="28"/>
          <w:szCs w:val="28"/>
        </w:rPr>
        <w:t>Н</w:t>
      </w:r>
      <w:r w:rsidRPr="004F0E56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аталя </w:t>
      </w:r>
      <w:r w:rsidRPr="004F0E56">
        <w:rPr>
          <w:rFonts w:ascii="Times New Roman" w:hAnsi="Times New Roman" w:cs="Times New Roman"/>
          <w:b/>
          <w:bCs/>
          <w:iCs/>
          <w:sz w:val="28"/>
          <w:szCs w:val="28"/>
        </w:rPr>
        <w:t>Мельніченко</w:t>
      </w:r>
    </w:p>
    <w:p w:rsidR="00816657" w:rsidRPr="004F0E56" w:rsidRDefault="00816657" w:rsidP="002C037F">
      <w:pPr>
        <w:spacing w:line="360" w:lineRule="auto"/>
        <w:jc w:val="right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4F0E56">
        <w:rPr>
          <w:rFonts w:ascii="Times New Roman" w:hAnsi="Times New Roman" w:cs="Times New Roman"/>
          <w:b/>
          <w:iCs/>
          <w:sz w:val="28"/>
          <w:szCs w:val="28"/>
          <w:lang w:val="uk-UA"/>
        </w:rPr>
        <w:t>(</w:t>
      </w:r>
      <w:r w:rsidRPr="004F0E56">
        <w:rPr>
          <w:rFonts w:ascii="Times New Roman" w:hAnsi="Times New Roman" w:cs="Times New Roman"/>
          <w:b/>
          <w:iCs/>
          <w:sz w:val="28"/>
          <w:szCs w:val="28"/>
        </w:rPr>
        <w:t>Київ, Україна</w:t>
      </w:r>
      <w:r w:rsidRPr="004F0E56">
        <w:rPr>
          <w:rFonts w:ascii="Times New Roman" w:hAnsi="Times New Roman" w:cs="Times New Roman"/>
          <w:b/>
          <w:iCs/>
          <w:sz w:val="28"/>
          <w:szCs w:val="28"/>
          <w:lang w:val="uk-UA"/>
        </w:rPr>
        <w:t>)</w:t>
      </w:r>
    </w:p>
    <w:p w:rsidR="00816657" w:rsidRPr="00DC3D81" w:rsidRDefault="00816657" w:rsidP="002C037F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816657" w:rsidRDefault="00816657" w:rsidP="002C037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ФОРМУВАННЯ ОСОБИСТОСНИХ ТА ПРОФЕСІЙНИХ ЯКОСТЕЙ МЕНЕДЖЕРА</w:t>
      </w:r>
    </w:p>
    <w:p w:rsidR="00816657" w:rsidRPr="002C037F" w:rsidRDefault="00816657" w:rsidP="002C037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16657" w:rsidRDefault="00816657" w:rsidP="004C2E40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C037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Постановка проблеми. </w:t>
      </w:r>
      <w:r w:rsidRPr="002C037F">
        <w:rPr>
          <w:rFonts w:ascii="Times New Roman" w:hAnsi="Times New Roman" w:cs="Times New Roman"/>
          <w:bCs/>
          <w:sz w:val="28"/>
          <w:szCs w:val="28"/>
          <w:lang w:val="uk-UA"/>
        </w:rPr>
        <w:t>Управління належить до таких видів людської діяльності, які потребують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C037F">
        <w:rPr>
          <w:rFonts w:ascii="Times New Roman" w:hAnsi="Times New Roman" w:cs="Times New Roman"/>
          <w:bCs/>
          <w:sz w:val="28"/>
          <w:szCs w:val="28"/>
          <w:lang w:val="uk-UA"/>
        </w:rPr>
        <w:t>специфічних людських властивостей, що роблять конкретну особу професійно придатною до управлінської діяльності. Тільки розглядаючи їх у взаємозв`язку, можна отримати уявлення про особистість, її придатність чи непридатність до управлінської діяльності та визначити склад і зміст властивостей, які в сукупності здатні забезпечити якісне виконання менеджером всіх функціональних обов`язків.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E5883">
        <w:rPr>
          <w:rFonts w:ascii="Times New Roman" w:hAnsi="Times New Roman" w:cs="Times New Roman"/>
          <w:sz w:val="28"/>
          <w:szCs w:val="28"/>
          <w:lang w:val="uk-UA"/>
        </w:rPr>
        <w:t>Головною рушійною силою протікання всіх бізнес-п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роцесів організації є менеджери, тому </w:t>
      </w:r>
      <w:r w:rsidRPr="007E5883">
        <w:rPr>
          <w:rFonts w:ascii="Times New Roman" w:hAnsi="Times New Roman" w:cs="Times New Roman"/>
          <w:bCs/>
          <w:sz w:val="28"/>
          <w:szCs w:val="28"/>
          <w:lang w:val="uk-UA"/>
        </w:rPr>
        <w:t>формування особистості менеджера як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ефективного </w:t>
      </w:r>
      <w:r w:rsidRPr="007E5883">
        <w:rPr>
          <w:rFonts w:ascii="Times New Roman" w:hAnsi="Times New Roman" w:cs="Times New Roman"/>
          <w:bCs/>
          <w:sz w:val="28"/>
          <w:szCs w:val="28"/>
          <w:lang w:val="uk-UA"/>
        </w:rPr>
        <w:t>керівника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є важливим завданням.</w:t>
      </w:r>
    </w:p>
    <w:p w:rsidR="00816657" w:rsidRPr="007438B2" w:rsidRDefault="00816657" w:rsidP="004C2E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E40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Аналіз останніх досліджень і публікацій</w:t>
      </w:r>
      <w:r w:rsidRPr="004C2E4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Pr="004C2E40">
        <w:rPr>
          <w:rFonts w:ascii="Times New Roman" w:hAnsi="Times New Roman" w:cs="Times New Roman"/>
          <w:bCs/>
          <w:sz w:val="28"/>
          <w:szCs w:val="28"/>
          <w:lang w:val="uk-UA"/>
        </w:rPr>
        <w:t>итання формування особист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Pr="004C2E40">
        <w:rPr>
          <w:rFonts w:ascii="Times New Roman" w:hAnsi="Times New Roman" w:cs="Times New Roman"/>
          <w:bCs/>
          <w:sz w:val="28"/>
          <w:szCs w:val="28"/>
          <w:lang w:val="uk-UA"/>
        </w:rPr>
        <w:t>сних та професійних якостей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2E40">
        <w:rPr>
          <w:rFonts w:ascii="Times New Roman" w:hAnsi="Times New Roman" w:cs="Times New Roman"/>
          <w:bCs/>
          <w:sz w:val="28"/>
          <w:szCs w:val="28"/>
          <w:lang w:val="uk-UA"/>
        </w:rPr>
        <w:t>менеджера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висвітлені в</w:t>
      </w:r>
      <w:r w:rsidRPr="004C2E4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працях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4C2E40">
        <w:rPr>
          <w:rFonts w:ascii="Times New Roman" w:hAnsi="Times New Roman" w:cs="Times New Roman"/>
          <w:sz w:val="28"/>
          <w:szCs w:val="28"/>
          <w:lang w:val="uk-UA"/>
        </w:rPr>
        <w:t xml:space="preserve">ікіфорової </w:t>
      </w:r>
      <w:r>
        <w:rPr>
          <w:rFonts w:ascii="Times New Roman" w:hAnsi="Times New Roman" w:cs="Times New Roman"/>
          <w:sz w:val="28"/>
          <w:szCs w:val="28"/>
          <w:lang w:val="uk-UA"/>
        </w:rPr>
        <w:t>Л.Б</w:t>
      </w:r>
      <w:r w:rsidRPr="004C2E40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4C2E40">
        <w:rPr>
          <w:rFonts w:ascii="Times New Roman" w:hAnsi="Times New Roman" w:cs="Times New Roman"/>
          <w:sz w:val="28"/>
          <w:szCs w:val="28"/>
          <w:lang w:val="uk-UA"/>
        </w:rPr>
        <w:t>ідковськ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4C2E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4C2E4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4C2E4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C2E40">
        <w:rPr>
          <w:lang w:val="uk-UA"/>
        </w:rPr>
        <w:t xml:space="preserve"> </w:t>
      </w:r>
      <w:r w:rsidRPr="004C2E40">
        <w:rPr>
          <w:rFonts w:ascii="Times New Roman" w:hAnsi="Times New Roman" w:cs="Times New Roman"/>
          <w:sz w:val="28"/>
          <w:szCs w:val="28"/>
          <w:lang w:val="uk-UA"/>
        </w:rPr>
        <w:t>Бережної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2E40">
        <w:rPr>
          <w:rFonts w:ascii="Times New Roman" w:hAnsi="Times New Roman" w:cs="Times New Roman"/>
          <w:sz w:val="28"/>
          <w:szCs w:val="28"/>
          <w:lang w:val="uk-UA"/>
        </w:rPr>
        <w:t xml:space="preserve">Г. В. та </w:t>
      </w:r>
      <w:r>
        <w:rPr>
          <w:rFonts w:ascii="Times New Roman" w:hAnsi="Times New Roman" w:cs="Times New Roman"/>
          <w:sz w:val="28"/>
          <w:szCs w:val="28"/>
          <w:lang w:val="uk-UA"/>
        </w:rPr>
        <w:t>ін</w:t>
      </w:r>
      <w:r w:rsidRPr="004C2E4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38B2">
        <w:rPr>
          <w:rFonts w:ascii="Times New Roman" w:hAnsi="Times New Roman" w:cs="Times New Roman"/>
          <w:sz w:val="28"/>
          <w:szCs w:val="28"/>
          <w:lang w:val="uk-UA"/>
        </w:rPr>
        <w:t>[1-3]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16657" w:rsidRPr="002C037F" w:rsidRDefault="00816657" w:rsidP="009E396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C037F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Метою</w:t>
      </w:r>
      <w:r w:rsidRPr="002C03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статті є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визначення основних особистісних та професійних якостей менеджера, специфіку їх формування та удосконалення.</w:t>
      </w:r>
    </w:p>
    <w:p w:rsidR="00816657" w:rsidRDefault="00816657" w:rsidP="009E39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037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Виклад основного матеріалу.</w:t>
      </w:r>
      <w:r w:rsidRPr="002C03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C037F">
        <w:rPr>
          <w:rFonts w:ascii="Times New Roman" w:hAnsi="Times New Roman" w:cs="Times New Roman"/>
          <w:sz w:val="28"/>
          <w:szCs w:val="28"/>
          <w:lang w:val="uk-UA"/>
        </w:rPr>
        <w:t xml:space="preserve">Ефективний менеджмент і організація праці менеджера є ключовою передумовою успішного функціонування організації.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2C037F">
        <w:rPr>
          <w:rFonts w:ascii="Times New Roman" w:hAnsi="Times New Roman" w:cs="Times New Roman"/>
          <w:sz w:val="28"/>
          <w:szCs w:val="28"/>
          <w:lang w:val="uk-UA"/>
        </w:rPr>
        <w:t xml:space="preserve">ожний керівник вибирає ті елементи менеджменту, які, на його погляд, краще всього підходять до конкретної ситуації і прогнозувати розвиток особистості підлеглих. На сьогодні спеціалістами закордонних оціночних центрів розроблено від 30 до 100 вимог до сучасних менеджерів – професійних керівників. Але в світі немає людини, яка б володіла усіма якостями, що сформульовані як вимоги до менеджера. У той же час тисячі менеджерів працюють успішно, забезпечуючи високу результативність організацій. Це пояснюється, по-перше, здібністю індивідів за певних обставин компенсувати відсутність або нерозвиненість одних рис іншими і, по-друге, постійним самовдосконаленням </w:t>
      </w:r>
      <w:r w:rsidRPr="002C037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C037F">
        <w:rPr>
          <w:rFonts w:ascii="Times New Roman" w:hAnsi="Times New Roman" w:cs="Times New Roman"/>
          <w:sz w:val="28"/>
          <w:szCs w:val="28"/>
        </w:rPr>
        <w:t>]</w:t>
      </w:r>
      <w:r w:rsidRPr="002C037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16657" w:rsidRDefault="00816657" w:rsidP="009E39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22B0">
        <w:rPr>
          <w:rFonts w:ascii="Times New Roman" w:hAnsi="Times New Roman" w:cs="Times New Roman"/>
          <w:sz w:val="28"/>
          <w:szCs w:val="28"/>
          <w:lang w:val="uk-UA"/>
        </w:rPr>
        <w:t>В сучасних умовах менеджер повинен опанувати науку і мистецтво управління самим собою, освоїти прийоми персонального менеджменту, що дозволить керівнику ефективно організовувати свою особисту працю і працю своїх підлеглих; найкоротшим шляхом досягати професійних і життєвих цілей; постійно підвищувати кваліфікаційний рівень; уникати стресових ситуацій, підвищувати і зберігати високу працездатність; досягати найкращих результатів праці та отримувати задовол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ення від виконуваної роботи [1, </w:t>
      </w:r>
      <w:r w:rsidRPr="000A22B0">
        <w:rPr>
          <w:rFonts w:ascii="Times New Roman" w:hAnsi="Times New Roman" w:cs="Times New Roman"/>
          <w:sz w:val="28"/>
          <w:szCs w:val="28"/>
          <w:lang w:val="uk-UA"/>
        </w:rPr>
        <w:t xml:space="preserve">2]. </w:t>
      </w:r>
    </w:p>
    <w:p w:rsidR="00816657" w:rsidRDefault="00816657" w:rsidP="009E39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22B0">
        <w:rPr>
          <w:rFonts w:ascii="Times New Roman" w:hAnsi="Times New Roman" w:cs="Times New Roman"/>
          <w:sz w:val="28"/>
          <w:szCs w:val="28"/>
          <w:lang w:val="uk-UA"/>
        </w:rPr>
        <w:t>Сучасні реалії соціально-економічного розвитку країн світу, зміни в управлінні та нові тенденції розвитку засвідчують, що вимоги до менеджерів постійно зростають і будуть зростати в майбутньому. Так, менеджери майбутнього все більше будуть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характеризуватися наступними рисами, рис 1.</w:t>
      </w:r>
    </w:p>
    <w:p w:rsidR="00816657" w:rsidRDefault="00816657" w:rsidP="009E39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6657" w:rsidRDefault="00816657" w:rsidP="00C908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770F">
        <w:rPr>
          <w:rFonts w:ascii="Times New Roman" w:hAnsi="Times New Roman" w:cs="Times New Roman"/>
          <w:noProof/>
          <w:sz w:val="28"/>
          <w:szCs w:val="28"/>
          <w:lang w:val="en-US" w:eastAsia="en-US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Схема 2" o:spid="_x0000_i1025" type="#_x0000_t75" style="width:474pt;height:219.75pt;visibility:visible" o:gfxdata="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">
            <v:imagedata r:id="rId5" o:title="" cropbottom="-119f" cropleft="-11746f" cropright="-6764f"/>
            <o:lock v:ext="edit" aspectratio="f"/>
          </v:shape>
        </w:pict>
      </w:r>
    </w:p>
    <w:p w:rsidR="00816657" w:rsidRDefault="00816657" w:rsidP="009E39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908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Рис.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Pr="00C908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-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Характерні риси менеджера майбутнього</w:t>
      </w:r>
    </w:p>
    <w:p w:rsidR="00816657" w:rsidRDefault="00816657" w:rsidP="009E396D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  <w:r w:rsidRPr="0007452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Джерело : Згруповано автором за [</w:t>
      </w:r>
      <w:r w:rsidRPr="00BF6DB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1,</w:t>
      </w:r>
      <w:r w:rsidRPr="0007452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</w:t>
      </w:r>
      <w:r w:rsidRPr="00BF6DB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2,</w:t>
      </w:r>
      <w:r w:rsidRPr="0007452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5,6]</w:t>
      </w:r>
    </w:p>
    <w:p w:rsidR="00816657" w:rsidRDefault="00816657" w:rsidP="009E396D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</w:p>
    <w:p w:rsidR="00816657" w:rsidRDefault="00816657" w:rsidP="009E39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908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Класично серед особистих якостей менеджера виділяють основні</w:t>
      </w:r>
      <w:r w:rsidRPr="00770F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[6]</w:t>
      </w:r>
      <w:r w:rsidRPr="00C908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</w:t>
      </w:r>
    </w:p>
    <w:p w:rsidR="00816657" w:rsidRDefault="00816657" w:rsidP="009E39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Pr="00C908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впевненість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Pr="00C908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816657" w:rsidRDefault="00816657" w:rsidP="009E39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 порядність, чесність;</w:t>
      </w:r>
    </w:p>
    <w:p w:rsidR="00816657" w:rsidRDefault="00816657" w:rsidP="009E39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- </w:t>
      </w:r>
      <w:r w:rsidRPr="00C908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справедливі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сть по відношенню до підлеглих;</w:t>
      </w:r>
    </w:p>
    <w:p w:rsidR="00816657" w:rsidRDefault="00816657" w:rsidP="009E39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- </w:t>
      </w:r>
      <w:r w:rsidRPr="00C908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повага до оточуючих, хороше здоров’я, </w:t>
      </w:r>
    </w:p>
    <w:p w:rsidR="00816657" w:rsidRDefault="00816657" w:rsidP="009E39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 енергійність, життєстійкість;</w:t>
      </w:r>
    </w:p>
    <w:p w:rsidR="00816657" w:rsidRDefault="00816657" w:rsidP="009E39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 допитливість;</w:t>
      </w:r>
    </w:p>
    <w:p w:rsidR="00816657" w:rsidRDefault="00816657" w:rsidP="009E39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- </w:t>
      </w:r>
      <w:r w:rsidRPr="00C908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емоційне здоров’я, щоб витримувати перевантаження і стреси. </w:t>
      </w:r>
    </w:p>
    <w:p w:rsidR="00816657" w:rsidRDefault="00816657" w:rsidP="00131E2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Безумовно, ц</w:t>
      </w:r>
      <w:r w:rsidRPr="00C908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ей список, за бажання, можна продовжити.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Всі ці якості формуються в процесі</w:t>
      </w:r>
      <w:r w:rsidRPr="00E66E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037F">
        <w:rPr>
          <w:rFonts w:ascii="Times New Roman" w:hAnsi="Times New Roman" w:cs="Times New Roman"/>
          <w:sz w:val="28"/>
          <w:szCs w:val="28"/>
          <w:lang w:val="uk-UA"/>
        </w:rPr>
        <w:t>розвит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C037F">
        <w:rPr>
          <w:rFonts w:ascii="Times New Roman" w:hAnsi="Times New Roman" w:cs="Times New Roman"/>
          <w:sz w:val="28"/>
          <w:szCs w:val="28"/>
          <w:lang w:val="uk-UA"/>
        </w:rPr>
        <w:t xml:space="preserve"> особистості людини.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Але є ряд якостей які формуються в процесі навчання та </w:t>
      </w:r>
      <w:r w:rsidRPr="00770F96">
        <w:rPr>
          <w:rFonts w:ascii="Times New Roman" w:hAnsi="Times New Roman" w:cs="Times New Roman"/>
          <w:sz w:val="28"/>
          <w:szCs w:val="28"/>
          <w:lang w:val="uk-UA"/>
        </w:rPr>
        <w:t xml:space="preserve">професійної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діяльності. </w:t>
      </w:r>
    </w:p>
    <w:p w:rsidR="00816657" w:rsidRDefault="00816657" w:rsidP="00131E2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професійних якостей менеджера зазвичай відносять: </w:t>
      </w:r>
      <w:r w:rsidRPr="00131E23">
        <w:rPr>
          <w:rFonts w:ascii="Times New Roman" w:hAnsi="Times New Roman" w:cs="Times New Roman"/>
          <w:sz w:val="28"/>
          <w:szCs w:val="28"/>
          <w:lang w:val="uk-UA"/>
        </w:rPr>
        <w:t>володіння розумовими здібностями, вміння аналізувати ситуацію, брати на себе відповідальність за прийняття рішень та їх виконання, добре розуміти цілі фірми, вміння бачити і вирішувати проблеми.</w:t>
      </w:r>
    </w:p>
    <w:p w:rsidR="00816657" w:rsidRDefault="00816657" w:rsidP="00131E2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1E23">
        <w:rPr>
          <w:rFonts w:ascii="Times New Roman" w:hAnsi="Times New Roman" w:cs="Times New Roman"/>
          <w:sz w:val="28"/>
          <w:szCs w:val="28"/>
          <w:lang w:val="uk-UA"/>
        </w:rPr>
        <w:t xml:space="preserve">У професійні якості менеджера також входить ряд організаторських та ділових якостей: </w:t>
      </w:r>
    </w:p>
    <w:p w:rsidR="00816657" w:rsidRDefault="00816657" w:rsidP="00131E2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1E23">
        <w:rPr>
          <w:rFonts w:ascii="Times New Roman" w:hAnsi="Times New Roman" w:cs="Times New Roman"/>
          <w:sz w:val="28"/>
          <w:szCs w:val="28"/>
          <w:lang w:val="uk-UA"/>
        </w:rPr>
        <w:t>цілеспрямованість (адже від менеджера в сучасному нескінченному потоці інформації і моментально змінюють один одного подій потрібно постанов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>ка ясних, обгрунтованих цілей);</w:t>
      </w:r>
    </w:p>
    <w:p w:rsidR="00816657" w:rsidRDefault="00816657" w:rsidP="00131E2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1E23">
        <w:rPr>
          <w:rFonts w:ascii="Times New Roman" w:hAnsi="Times New Roman" w:cs="Times New Roman"/>
          <w:sz w:val="28"/>
          <w:szCs w:val="28"/>
          <w:lang w:val="uk-UA"/>
        </w:rPr>
        <w:t>підвищена працездатність, дисципліна і контроль над собою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16657" w:rsidRPr="00131E23" w:rsidRDefault="00816657" w:rsidP="00131E23">
      <w:pPr>
        <w:pStyle w:val="ListParagraph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E23">
        <w:rPr>
          <w:rFonts w:ascii="Times New Roman" w:hAnsi="Times New Roman" w:cs="Times New Roman"/>
          <w:sz w:val="28"/>
          <w:szCs w:val="28"/>
          <w:lang w:val="uk-UA"/>
        </w:rPr>
        <w:t xml:space="preserve"> комунікабельність, уміння розташувати до себе людей, переконуючи у своїй правоті.</w:t>
      </w:r>
    </w:p>
    <w:p w:rsidR="00816657" w:rsidRDefault="00816657" w:rsidP="004C2E40">
      <w:pPr>
        <w:pStyle w:val="ListParagraph"/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1E23">
        <w:rPr>
          <w:rFonts w:ascii="Times New Roman" w:hAnsi="Times New Roman" w:cs="Times New Roman"/>
          <w:sz w:val="28"/>
          <w:szCs w:val="28"/>
        </w:rPr>
        <w:t>Основні професіональні важливі якості менеджера — реалізм і вміння керувати. Адже кожен менеджер повинен правильно оцінювати свої сили і можливості, щоб потім не довелося розплачуватися за свої помилки. І, звичайно ж, найголовніше — вміння керувати, управляти, організовувати і підтримувати роботу колективу.</w:t>
      </w:r>
    </w:p>
    <w:p w:rsidR="00816657" w:rsidRDefault="00816657" w:rsidP="004C2E40">
      <w:pPr>
        <w:pStyle w:val="ListParagraph"/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Розглянемо на прикладі, як керівник може розвинути чотири головні </w:t>
      </w:r>
      <w:r w:rsidRPr="00DC3D81">
        <w:rPr>
          <w:rFonts w:ascii="Times New Roman" w:hAnsi="Times New Roman" w:cs="Times New Roman"/>
          <w:sz w:val="28"/>
          <w:szCs w:val="28"/>
          <w:lang w:val="uk-UA"/>
        </w:rPr>
        <w:t>якості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Pr="00DC3D81">
        <w:rPr>
          <w:rFonts w:ascii="Times New Roman" w:hAnsi="Times New Roman" w:cs="Times New Roman"/>
          <w:sz w:val="28"/>
          <w:szCs w:val="28"/>
          <w:lang w:val="uk-UA"/>
        </w:rPr>
        <w:t>менеджерів з продаж</w:t>
      </w:r>
      <w:r>
        <w:rPr>
          <w:rFonts w:ascii="Times New Roman" w:hAnsi="Times New Roman" w:cs="Times New Roman"/>
          <w:sz w:val="28"/>
          <w:szCs w:val="28"/>
          <w:lang w:val="uk-UA"/>
        </w:rPr>
        <w:t>у. Отже, зазначимо ці якості:</w:t>
      </w:r>
    </w:p>
    <w:p w:rsidR="00816657" w:rsidRDefault="00816657" w:rsidP="004C2E40">
      <w:pPr>
        <w:pStyle w:val="ListParagraph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3D81">
        <w:rPr>
          <w:rFonts w:ascii="Times New Roman" w:hAnsi="Times New Roman" w:cs="Times New Roman"/>
          <w:sz w:val="28"/>
          <w:szCs w:val="28"/>
          <w:lang w:val="uk-UA"/>
        </w:rPr>
        <w:t>Ціле</w:t>
      </w:r>
      <w:r>
        <w:rPr>
          <w:rFonts w:ascii="Times New Roman" w:hAnsi="Times New Roman" w:cs="Times New Roman"/>
          <w:sz w:val="28"/>
          <w:szCs w:val="28"/>
          <w:lang w:val="uk-UA"/>
        </w:rPr>
        <w:t>спрямованість</w:t>
      </w:r>
      <w:r w:rsidRPr="00DC3D81">
        <w:rPr>
          <w:rFonts w:ascii="Times New Roman" w:hAnsi="Times New Roman" w:cs="Times New Roman"/>
          <w:sz w:val="28"/>
          <w:szCs w:val="28"/>
          <w:lang w:val="uk-UA"/>
        </w:rPr>
        <w:t xml:space="preserve"> - чітке розуміння продавцем цілей своїх продажів і того, що він хоче отримати в результаті.</w:t>
      </w:r>
    </w:p>
    <w:p w:rsidR="00816657" w:rsidRDefault="00816657" w:rsidP="004C2E40">
      <w:pPr>
        <w:pStyle w:val="ListParagraph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Уміння виявляти </w:t>
      </w:r>
      <w:r w:rsidRPr="005D701C">
        <w:rPr>
          <w:rFonts w:ascii="Times New Roman" w:hAnsi="Times New Roman" w:cs="Times New Roman"/>
          <w:sz w:val="28"/>
          <w:szCs w:val="28"/>
          <w:lang w:val="uk-UA"/>
        </w:rPr>
        <w:t>потреб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D701C">
        <w:rPr>
          <w:rFonts w:ascii="Times New Roman" w:hAnsi="Times New Roman" w:cs="Times New Roman"/>
          <w:sz w:val="28"/>
          <w:szCs w:val="28"/>
          <w:lang w:val="uk-UA"/>
        </w:rPr>
        <w:t xml:space="preserve"> клієнта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D701C">
        <w:rPr>
          <w:rFonts w:ascii="Times New Roman" w:hAnsi="Times New Roman" w:cs="Times New Roman"/>
          <w:sz w:val="28"/>
          <w:szCs w:val="28"/>
          <w:lang w:val="uk-UA"/>
        </w:rPr>
        <w:t>Потрібно ставити правильні ефективні питання, щоб клієнт повідомив додаткову інформацію.</w:t>
      </w:r>
    </w:p>
    <w:p w:rsidR="00816657" w:rsidRDefault="00816657" w:rsidP="004C2E40">
      <w:pPr>
        <w:pStyle w:val="ListParagraph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701C">
        <w:rPr>
          <w:rFonts w:ascii="Times New Roman" w:hAnsi="Times New Roman" w:cs="Times New Roman"/>
          <w:sz w:val="28"/>
          <w:szCs w:val="28"/>
          <w:lang w:val="uk-UA"/>
        </w:rPr>
        <w:t>Вміння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01C">
        <w:rPr>
          <w:rFonts w:ascii="Times New Roman" w:hAnsi="Times New Roman" w:cs="Times New Roman"/>
          <w:sz w:val="28"/>
          <w:szCs w:val="28"/>
          <w:lang w:val="uk-UA"/>
        </w:rPr>
        <w:t>впливати на співрозмовника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D701C">
        <w:rPr>
          <w:rFonts w:ascii="Times New Roman" w:hAnsi="Times New Roman" w:cs="Times New Roman"/>
          <w:sz w:val="28"/>
          <w:szCs w:val="28"/>
          <w:lang w:val="uk-UA"/>
        </w:rPr>
        <w:t xml:space="preserve">Йдеться про роботу з аргументами, про </w:t>
      </w:r>
      <w:r>
        <w:rPr>
          <w:rFonts w:ascii="Times New Roman" w:hAnsi="Times New Roman" w:cs="Times New Roman"/>
          <w:sz w:val="28"/>
          <w:szCs w:val="28"/>
          <w:lang w:val="uk-UA"/>
        </w:rPr>
        <w:t>вирішення</w:t>
      </w:r>
      <w:r w:rsidRPr="005D701C">
        <w:rPr>
          <w:rFonts w:ascii="Times New Roman" w:hAnsi="Times New Roman" w:cs="Times New Roman"/>
          <w:sz w:val="28"/>
          <w:szCs w:val="28"/>
          <w:lang w:val="uk-UA"/>
        </w:rPr>
        <w:t xml:space="preserve"> сумнівів і заперечень, завершення угоди.</w:t>
      </w:r>
    </w:p>
    <w:p w:rsidR="00816657" w:rsidRDefault="00816657" w:rsidP="004C2E40">
      <w:pPr>
        <w:pStyle w:val="ListParagraph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Здатність до саморозвитку.</w:t>
      </w:r>
    </w:p>
    <w:p w:rsidR="00816657" w:rsidRDefault="00816657" w:rsidP="005D701C">
      <w:pPr>
        <w:pStyle w:val="ListParagraph"/>
        <w:spacing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3D81">
        <w:rPr>
          <w:rFonts w:ascii="Times New Roman" w:hAnsi="Times New Roman" w:cs="Times New Roman"/>
          <w:sz w:val="28"/>
          <w:szCs w:val="28"/>
          <w:lang w:val="uk-UA"/>
        </w:rPr>
        <w:t>Ціле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спрямованість. Керівник може </w:t>
      </w:r>
      <w:r w:rsidRPr="005D701C">
        <w:rPr>
          <w:rFonts w:ascii="Times New Roman" w:hAnsi="Times New Roman" w:cs="Times New Roman"/>
          <w:sz w:val="28"/>
          <w:szCs w:val="28"/>
          <w:lang w:val="uk-UA"/>
        </w:rPr>
        <w:t xml:space="preserve">дати своїм продавцям можливість самим </w:t>
      </w:r>
      <w:r>
        <w:rPr>
          <w:rFonts w:ascii="Times New Roman" w:hAnsi="Times New Roman" w:cs="Times New Roman"/>
          <w:sz w:val="28"/>
          <w:szCs w:val="28"/>
          <w:lang w:val="uk-UA"/>
        </w:rPr>
        <w:t>визначати</w:t>
      </w:r>
      <w:r w:rsidRPr="005D701C">
        <w:rPr>
          <w:rFonts w:ascii="Times New Roman" w:hAnsi="Times New Roman" w:cs="Times New Roman"/>
          <w:sz w:val="28"/>
          <w:szCs w:val="28"/>
          <w:lang w:val="uk-UA"/>
        </w:rPr>
        <w:t xml:space="preserve"> план продажів. І не говорити їм остаточну цифру - нехай вони призначать її самі. А </w:t>
      </w:r>
      <w:r>
        <w:rPr>
          <w:rFonts w:ascii="Times New Roman" w:hAnsi="Times New Roman" w:cs="Times New Roman"/>
          <w:sz w:val="28"/>
          <w:szCs w:val="28"/>
          <w:lang w:val="uk-UA"/>
        </w:rPr>
        <w:t>потім порівняти</w:t>
      </w:r>
      <w:r w:rsidRPr="005D701C">
        <w:rPr>
          <w:rFonts w:ascii="Times New Roman" w:hAnsi="Times New Roman" w:cs="Times New Roman"/>
          <w:sz w:val="28"/>
          <w:szCs w:val="28"/>
          <w:lang w:val="uk-UA"/>
        </w:rPr>
        <w:t xml:space="preserve"> отримані результати з попередніми. Якщо менеджери з продажу виставили вищий план - чудово. Якщо виставили менше - разом з ними його коригує</w:t>
      </w:r>
      <w:r>
        <w:rPr>
          <w:rFonts w:ascii="Times New Roman" w:hAnsi="Times New Roman" w:cs="Times New Roman"/>
          <w:sz w:val="28"/>
          <w:szCs w:val="28"/>
          <w:lang w:val="uk-UA"/>
        </w:rPr>
        <w:t>, обґрунтовує своє рішення</w:t>
      </w:r>
      <w:r w:rsidRPr="005D701C">
        <w:rPr>
          <w:rFonts w:ascii="Times New Roman" w:hAnsi="Times New Roman" w:cs="Times New Roman"/>
          <w:sz w:val="28"/>
          <w:szCs w:val="28"/>
          <w:lang w:val="uk-UA"/>
        </w:rPr>
        <w:t xml:space="preserve"> збільшити результати.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14AE">
        <w:rPr>
          <w:rFonts w:ascii="Times New Roman" w:hAnsi="Times New Roman" w:cs="Times New Roman"/>
          <w:sz w:val="28"/>
          <w:szCs w:val="28"/>
          <w:lang w:val="uk-UA"/>
        </w:rPr>
        <w:t>Зазна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чимо, </w:t>
      </w:r>
      <w:r w:rsidRPr="00EE14AE">
        <w:rPr>
          <w:rFonts w:ascii="Times New Roman" w:hAnsi="Times New Roman" w:cs="Times New Roman"/>
          <w:sz w:val="28"/>
          <w:szCs w:val="28"/>
          <w:lang w:val="uk-UA"/>
        </w:rPr>
        <w:t xml:space="preserve">що практика показує - при розвитку цієї якості </w:t>
      </w:r>
      <w:r>
        <w:rPr>
          <w:rFonts w:ascii="Times New Roman" w:hAnsi="Times New Roman" w:cs="Times New Roman"/>
          <w:sz w:val="28"/>
          <w:szCs w:val="28"/>
          <w:lang w:val="uk-UA"/>
        </w:rPr>
        <w:t>інколи</w:t>
      </w:r>
      <w:r w:rsidRPr="00EE14AE">
        <w:rPr>
          <w:rFonts w:ascii="Times New Roman" w:hAnsi="Times New Roman" w:cs="Times New Roman"/>
          <w:sz w:val="28"/>
          <w:szCs w:val="28"/>
          <w:lang w:val="uk-UA"/>
        </w:rPr>
        <w:t xml:space="preserve"> керівник говорить співробітнику, щоб той виконав максимально можливий для нього план і не ставив мінімальних цілей. А це вже груба помилка. Цим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керівник сам </w:t>
      </w:r>
      <w:r w:rsidRPr="00EE14AE">
        <w:rPr>
          <w:rFonts w:ascii="Times New Roman" w:hAnsi="Times New Roman" w:cs="Times New Roman"/>
          <w:sz w:val="28"/>
          <w:szCs w:val="28"/>
          <w:lang w:val="uk-UA"/>
        </w:rPr>
        <w:t>даєте співробітникові шляхи відходу в разі незадовільних результатів.</w:t>
      </w:r>
    </w:p>
    <w:p w:rsidR="00816657" w:rsidRDefault="00816657" w:rsidP="004C2E40">
      <w:pPr>
        <w:pStyle w:val="ListParagraph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Уміння виявляти </w:t>
      </w:r>
      <w:r w:rsidRPr="005D701C">
        <w:rPr>
          <w:rFonts w:ascii="Times New Roman" w:hAnsi="Times New Roman" w:cs="Times New Roman"/>
          <w:sz w:val="28"/>
          <w:szCs w:val="28"/>
          <w:lang w:val="uk-UA"/>
        </w:rPr>
        <w:t>потреб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D701C">
        <w:rPr>
          <w:rFonts w:ascii="Times New Roman" w:hAnsi="Times New Roman" w:cs="Times New Roman"/>
          <w:sz w:val="28"/>
          <w:szCs w:val="28"/>
          <w:lang w:val="uk-UA"/>
        </w:rPr>
        <w:t xml:space="preserve"> клієнта</w:t>
      </w:r>
      <w:r>
        <w:rPr>
          <w:rFonts w:ascii="Times New Roman" w:hAnsi="Times New Roman" w:cs="Times New Roman"/>
          <w:sz w:val="28"/>
          <w:szCs w:val="28"/>
          <w:lang w:val="uk-UA"/>
        </w:rPr>
        <w:t>. Керівник повинен бути переконаний в тому</w:t>
      </w:r>
      <w:r w:rsidRPr="00EE14AE">
        <w:rPr>
          <w:rFonts w:ascii="Times New Roman" w:hAnsi="Times New Roman" w:cs="Times New Roman"/>
          <w:sz w:val="28"/>
          <w:szCs w:val="28"/>
          <w:lang w:val="uk-UA"/>
        </w:rPr>
        <w:t xml:space="preserve">, що співробітник може відразу написати 10-15 питань, які задасть клієнту. Якщо співробітник створить цей список, то зможе вибрати 2-3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r w:rsidRPr="00EE14AE">
        <w:rPr>
          <w:rFonts w:ascii="Times New Roman" w:hAnsi="Times New Roman" w:cs="Times New Roman"/>
          <w:sz w:val="28"/>
          <w:szCs w:val="28"/>
          <w:lang w:val="uk-UA"/>
        </w:rPr>
        <w:t>підходять для конкретного клієнта.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Керівник має враховувати</w:t>
      </w:r>
      <w:r w:rsidRPr="00EE14AE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>
        <w:rPr>
          <w:rFonts w:ascii="Times New Roman" w:hAnsi="Times New Roman" w:cs="Times New Roman"/>
          <w:sz w:val="28"/>
          <w:szCs w:val="28"/>
          <w:lang w:val="uk-UA"/>
        </w:rPr>
        <w:t>більшість</w:t>
      </w:r>
      <w:r w:rsidRPr="00EE14AE">
        <w:rPr>
          <w:rFonts w:ascii="Times New Roman" w:hAnsi="Times New Roman" w:cs="Times New Roman"/>
          <w:sz w:val="28"/>
          <w:szCs w:val="28"/>
          <w:lang w:val="uk-UA"/>
        </w:rPr>
        <w:t xml:space="preserve"> співробітників після проходження тренінгів, які компанії проводять для персоналу, роблять для себе висновок - чи варто задавати будь-які питання, тільки б «завалити» ними клієнта. Але жоден клієнт не стане відповідати на купу питань. Він відповість на перші 2-4, а потім задасть св</w:t>
      </w:r>
      <w:r>
        <w:rPr>
          <w:rFonts w:ascii="Times New Roman" w:hAnsi="Times New Roman" w:cs="Times New Roman"/>
          <w:sz w:val="28"/>
          <w:szCs w:val="28"/>
          <w:lang w:val="uk-UA"/>
        </w:rPr>
        <w:t>оє</w:t>
      </w:r>
      <w:r w:rsidRPr="00EE14AE">
        <w:rPr>
          <w:rFonts w:ascii="Times New Roman" w:hAnsi="Times New Roman" w:cs="Times New Roman"/>
          <w:sz w:val="28"/>
          <w:szCs w:val="28"/>
          <w:lang w:val="uk-UA"/>
        </w:rPr>
        <w:t>, цілком логічне запитання: «З чим прийшли?»</w:t>
      </w:r>
    </w:p>
    <w:p w:rsidR="00816657" w:rsidRDefault="00816657" w:rsidP="00FC7E83">
      <w:pPr>
        <w:pStyle w:val="ListParagraph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701C">
        <w:rPr>
          <w:rFonts w:ascii="Times New Roman" w:hAnsi="Times New Roman" w:cs="Times New Roman"/>
          <w:sz w:val="28"/>
          <w:szCs w:val="28"/>
          <w:lang w:val="uk-UA"/>
        </w:rPr>
        <w:t>Вміння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701C">
        <w:rPr>
          <w:rFonts w:ascii="Times New Roman" w:hAnsi="Times New Roman" w:cs="Times New Roman"/>
          <w:sz w:val="28"/>
          <w:szCs w:val="28"/>
          <w:lang w:val="uk-UA"/>
        </w:rPr>
        <w:t>впливати на співрозмовника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надзвичайно важлива якість. Це </w:t>
      </w:r>
      <w:r w:rsidRPr="00F76B04"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76B04">
        <w:rPr>
          <w:rFonts w:ascii="Times New Roman" w:hAnsi="Times New Roman" w:cs="Times New Roman"/>
          <w:sz w:val="28"/>
          <w:szCs w:val="28"/>
          <w:lang w:val="uk-UA"/>
        </w:rPr>
        <w:t xml:space="preserve"> з аргументами,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вирішення </w:t>
      </w:r>
      <w:r w:rsidRPr="00F76B04">
        <w:rPr>
          <w:rFonts w:ascii="Times New Roman" w:hAnsi="Times New Roman" w:cs="Times New Roman"/>
          <w:sz w:val="28"/>
          <w:szCs w:val="28"/>
          <w:lang w:val="uk-UA"/>
        </w:rPr>
        <w:t xml:space="preserve"> сумнівів і заперечень, завершення угоди.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6B04">
        <w:rPr>
          <w:rFonts w:ascii="Times New Roman" w:hAnsi="Times New Roman" w:cs="Times New Roman"/>
          <w:sz w:val="28"/>
          <w:szCs w:val="28"/>
          <w:lang w:val="uk-UA"/>
        </w:rPr>
        <w:t>Якщо ви хочете виконувати ці дії добре, на допомогу приходять скрипти, сценарії, досвід колег всередині компанії, ефективні програми тренування продажів.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досягнення бажаних результатів потрібно:</w:t>
      </w:r>
    </w:p>
    <w:p w:rsidR="00816657" w:rsidRDefault="00816657" w:rsidP="00FC7E83">
      <w:pPr>
        <w:pStyle w:val="ListParagraph"/>
        <w:numPr>
          <w:ilvl w:val="0"/>
          <w:numId w:val="6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Зіб</w:t>
      </w:r>
      <w:r w:rsidRPr="00FC7E83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ати</w:t>
      </w:r>
      <w:r w:rsidRPr="00FC7E83">
        <w:rPr>
          <w:rFonts w:ascii="Times New Roman" w:hAnsi="Times New Roman" w:cs="Times New Roman"/>
          <w:sz w:val="28"/>
          <w:szCs w:val="28"/>
          <w:lang w:val="uk-UA"/>
        </w:rPr>
        <w:t xml:space="preserve"> один раз свою команд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C7E83">
        <w:rPr>
          <w:rFonts w:ascii="Times New Roman" w:hAnsi="Times New Roman" w:cs="Times New Roman"/>
          <w:sz w:val="28"/>
          <w:szCs w:val="28"/>
          <w:lang w:val="uk-UA"/>
        </w:rPr>
        <w:t>. Запи</w:t>
      </w:r>
      <w:r>
        <w:rPr>
          <w:rFonts w:ascii="Times New Roman" w:hAnsi="Times New Roman" w:cs="Times New Roman"/>
          <w:sz w:val="28"/>
          <w:szCs w:val="28"/>
          <w:lang w:val="uk-UA"/>
        </w:rPr>
        <w:t>сати всі</w:t>
      </w:r>
      <w:r w:rsidRPr="00FC7E83">
        <w:rPr>
          <w:rFonts w:ascii="Times New Roman" w:hAnsi="Times New Roman" w:cs="Times New Roman"/>
          <w:sz w:val="28"/>
          <w:szCs w:val="28"/>
          <w:lang w:val="uk-UA"/>
        </w:rPr>
        <w:t xml:space="preserve"> мовні моделі та потім періодично їх доповнюйте. Цими діями </w:t>
      </w:r>
      <w:r>
        <w:rPr>
          <w:rFonts w:ascii="Times New Roman" w:hAnsi="Times New Roman" w:cs="Times New Roman"/>
          <w:sz w:val="28"/>
          <w:szCs w:val="28"/>
          <w:lang w:val="uk-UA"/>
        </w:rPr>
        <w:t>керівник може</w:t>
      </w:r>
      <w:r w:rsidRPr="00FC7E83">
        <w:rPr>
          <w:rFonts w:ascii="Times New Roman" w:hAnsi="Times New Roman" w:cs="Times New Roman"/>
          <w:sz w:val="28"/>
          <w:szCs w:val="28"/>
          <w:lang w:val="uk-UA"/>
        </w:rPr>
        <w:t xml:space="preserve"> створит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C7E83">
        <w:rPr>
          <w:rFonts w:ascii="Times New Roman" w:hAnsi="Times New Roman" w:cs="Times New Roman"/>
          <w:sz w:val="28"/>
          <w:szCs w:val="28"/>
          <w:lang w:val="uk-UA"/>
        </w:rPr>
        <w:t xml:space="preserve"> корисну базу знань, в якій містяться відповіді, наприклад, на 20 найчастіших заперечень, аргументи на користь товару для різних категорій клієнтів, приклади того, що говорити при завершенні угоди.</w:t>
      </w:r>
    </w:p>
    <w:p w:rsidR="00816657" w:rsidRDefault="00816657" w:rsidP="00FC7E83">
      <w:pPr>
        <w:pStyle w:val="ListParagraph"/>
        <w:numPr>
          <w:ilvl w:val="0"/>
          <w:numId w:val="6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Керівник періодично із </w:t>
      </w:r>
      <w:r w:rsidRPr="00FC7E83">
        <w:rPr>
          <w:rFonts w:ascii="Times New Roman" w:hAnsi="Times New Roman" w:cs="Times New Roman"/>
          <w:sz w:val="28"/>
          <w:szCs w:val="28"/>
          <w:lang w:val="uk-UA"/>
        </w:rPr>
        <w:t>співробітни</w:t>
      </w:r>
      <w:r>
        <w:rPr>
          <w:rFonts w:ascii="Times New Roman" w:hAnsi="Times New Roman" w:cs="Times New Roman"/>
          <w:sz w:val="28"/>
          <w:szCs w:val="28"/>
          <w:lang w:val="uk-UA"/>
        </w:rPr>
        <w:t>ками</w:t>
      </w:r>
      <w:r w:rsidRPr="00FC7E83">
        <w:rPr>
          <w:rFonts w:ascii="Times New Roman" w:hAnsi="Times New Roman" w:cs="Times New Roman"/>
          <w:sz w:val="28"/>
          <w:szCs w:val="28"/>
          <w:lang w:val="uk-UA"/>
        </w:rPr>
        <w:t xml:space="preserve"> розбира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FC7E83">
        <w:rPr>
          <w:rFonts w:ascii="Times New Roman" w:hAnsi="Times New Roman" w:cs="Times New Roman"/>
          <w:sz w:val="28"/>
          <w:szCs w:val="28"/>
          <w:lang w:val="uk-UA"/>
        </w:rPr>
        <w:t xml:space="preserve"> робочі ситуації, виокремлює з них типові моделі поведінки при роботі з запереченнями.</w:t>
      </w:r>
    </w:p>
    <w:p w:rsidR="00816657" w:rsidRDefault="00816657" w:rsidP="00FC7E83">
      <w:pPr>
        <w:pStyle w:val="ListParagraph"/>
        <w:numPr>
          <w:ilvl w:val="0"/>
          <w:numId w:val="6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7E83">
        <w:rPr>
          <w:rFonts w:ascii="Times New Roman" w:hAnsi="Times New Roman" w:cs="Times New Roman"/>
          <w:sz w:val="28"/>
          <w:szCs w:val="28"/>
          <w:lang w:val="uk-UA"/>
        </w:rPr>
        <w:t xml:space="preserve">Відразу починайте відпрацьовувати знайдені рішення. Співробітникові запропонуйте повторювати потрібні фрази по 2, 3, 5 разів, поки він з ними не </w:t>
      </w:r>
      <w:r>
        <w:rPr>
          <w:rFonts w:ascii="Times New Roman" w:hAnsi="Times New Roman" w:cs="Times New Roman"/>
          <w:sz w:val="28"/>
          <w:szCs w:val="28"/>
          <w:lang w:val="uk-UA"/>
        </w:rPr>
        <w:t>зріднитися</w:t>
      </w:r>
      <w:r w:rsidRPr="00FC7E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16657" w:rsidRDefault="00816657" w:rsidP="00FC7E83">
      <w:pPr>
        <w:pStyle w:val="ListParagraph"/>
        <w:numPr>
          <w:ilvl w:val="0"/>
          <w:numId w:val="6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Керівник має бути</w:t>
      </w:r>
      <w:r w:rsidRPr="00FC7E83">
        <w:rPr>
          <w:rFonts w:ascii="Times New Roman" w:hAnsi="Times New Roman" w:cs="Times New Roman"/>
          <w:sz w:val="28"/>
          <w:szCs w:val="28"/>
          <w:lang w:val="uk-UA"/>
        </w:rPr>
        <w:t xml:space="preserve"> для співробітників рольовою моделлю. Якщо керівник тільки поставив перед співробітником ціль, але сам ніколи нічого не продавав, то співробітники також це сприймуть як якусь рольову модель.</w:t>
      </w:r>
    </w:p>
    <w:p w:rsidR="00816657" w:rsidRDefault="00816657" w:rsidP="00FC7E83">
      <w:pPr>
        <w:pStyle w:val="ListParagraph"/>
        <w:numPr>
          <w:ilvl w:val="0"/>
          <w:numId w:val="6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Інший</w:t>
      </w:r>
      <w:r w:rsidRPr="00FC7E83">
        <w:rPr>
          <w:rFonts w:ascii="Times New Roman" w:hAnsi="Times New Roman" w:cs="Times New Roman"/>
          <w:sz w:val="28"/>
          <w:szCs w:val="28"/>
          <w:lang w:val="uk-UA"/>
        </w:rPr>
        <w:t xml:space="preserve"> спосіб показати, як треба </w:t>
      </w:r>
      <w:r>
        <w:rPr>
          <w:rFonts w:ascii="Times New Roman" w:hAnsi="Times New Roman" w:cs="Times New Roman"/>
          <w:sz w:val="28"/>
          <w:szCs w:val="28"/>
          <w:lang w:val="uk-UA"/>
        </w:rPr>
        <w:t>робити</w:t>
      </w:r>
      <w:r w:rsidRPr="00FC7E83">
        <w:rPr>
          <w:rFonts w:ascii="Times New Roman" w:hAnsi="Times New Roman" w:cs="Times New Roman"/>
          <w:sz w:val="28"/>
          <w:szCs w:val="28"/>
          <w:lang w:val="uk-UA"/>
        </w:rPr>
        <w:t xml:space="preserve"> - самому поїхати зі співробітником «в поле» до клієнта, провести з ним переговори і здійснити успішну операцію.</w:t>
      </w:r>
    </w:p>
    <w:p w:rsidR="00816657" w:rsidRDefault="00816657" w:rsidP="00FC7E83">
      <w:pPr>
        <w:pStyle w:val="ListParagraph"/>
        <w:numPr>
          <w:ilvl w:val="0"/>
          <w:numId w:val="6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7E83">
        <w:rPr>
          <w:rFonts w:ascii="Times New Roman" w:hAnsi="Times New Roman" w:cs="Times New Roman"/>
          <w:sz w:val="28"/>
          <w:szCs w:val="28"/>
          <w:lang w:val="uk-UA"/>
        </w:rPr>
        <w:t>Пров</w:t>
      </w:r>
      <w:r>
        <w:rPr>
          <w:rFonts w:ascii="Times New Roman" w:hAnsi="Times New Roman" w:cs="Times New Roman"/>
          <w:sz w:val="28"/>
          <w:szCs w:val="28"/>
          <w:lang w:val="uk-UA"/>
        </w:rPr>
        <w:t>одьте</w:t>
      </w:r>
      <w:r w:rsidRPr="00FC7E83">
        <w:rPr>
          <w:rFonts w:ascii="Times New Roman" w:hAnsi="Times New Roman" w:cs="Times New Roman"/>
          <w:sz w:val="28"/>
          <w:szCs w:val="28"/>
          <w:lang w:val="uk-UA"/>
        </w:rPr>
        <w:t xml:space="preserve"> розбір польотів після зустрічі з клієнтом. На рівних обговоріть зі співробітником позитивні і негативні моменти.</w:t>
      </w:r>
    </w:p>
    <w:p w:rsidR="00816657" w:rsidRDefault="00816657" w:rsidP="00131E23">
      <w:pPr>
        <w:pStyle w:val="ListParagraph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досвіду</w:t>
      </w:r>
      <w:r w:rsidRPr="00FC7E83">
        <w:rPr>
          <w:rFonts w:ascii="Times New Roman" w:hAnsi="Times New Roman" w:cs="Times New Roman"/>
          <w:sz w:val="28"/>
          <w:szCs w:val="28"/>
          <w:lang w:val="uk-UA"/>
        </w:rPr>
        <w:t xml:space="preserve"> 2 людини з 10 готові розвиватися самостійно. Решта ж розвиваються тільки з примусу керівника.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Але виробляти таку</w:t>
      </w:r>
      <w:r w:rsidRPr="00FC7E83">
        <w:rPr>
          <w:rFonts w:ascii="Times New Roman" w:hAnsi="Times New Roman" w:cs="Times New Roman"/>
          <w:sz w:val="28"/>
          <w:szCs w:val="28"/>
          <w:lang w:val="uk-UA"/>
        </w:rPr>
        <w:t xml:space="preserve"> якість, як самонавчання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саморозвиток </w:t>
      </w:r>
      <w:r w:rsidRPr="00FC7E83">
        <w:rPr>
          <w:rFonts w:ascii="Times New Roman" w:hAnsi="Times New Roman" w:cs="Times New Roman"/>
          <w:sz w:val="28"/>
          <w:szCs w:val="28"/>
          <w:lang w:val="uk-UA"/>
        </w:rPr>
        <w:t xml:space="preserve">у співробітників з обережністю. Щоб вони від навчання не втомлювалися, але його вистачало для професійного зростання. Для цього найкраще розбудити в них живий інтерес до особистого розвитку.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FC7E83">
        <w:rPr>
          <w:rFonts w:ascii="Times New Roman" w:hAnsi="Times New Roman" w:cs="Times New Roman"/>
          <w:sz w:val="28"/>
          <w:szCs w:val="28"/>
          <w:lang w:val="uk-UA"/>
        </w:rPr>
        <w:t>априклад: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131E23">
        <w:rPr>
          <w:rFonts w:ascii="Times New Roman" w:hAnsi="Times New Roman" w:cs="Times New Roman"/>
          <w:sz w:val="28"/>
          <w:szCs w:val="28"/>
          <w:lang w:val="uk-UA"/>
        </w:rPr>
        <w:t>творіть корпоративну бібліотеку</w:t>
      </w:r>
      <w:r>
        <w:rPr>
          <w:rFonts w:ascii="Times New Roman" w:hAnsi="Times New Roman" w:cs="Times New Roman"/>
          <w:sz w:val="28"/>
          <w:szCs w:val="28"/>
          <w:lang w:val="uk-UA"/>
        </w:rPr>
        <w:t>, д</w:t>
      </w:r>
      <w:r w:rsidRPr="00131E23">
        <w:rPr>
          <w:rFonts w:ascii="Times New Roman" w:hAnsi="Times New Roman" w:cs="Times New Roman"/>
          <w:sz w:val="28"/>
          <w:szCs w:val="28"/>
          <w:lang w:val="uk-UA"/>
        </w:rPr>
        <w:t>іліться з співробітниками корисними фільмами</w:t>
      </w:r>
      <w:r>
        <w:rPr>
          <w:rFonts w:ascii="Times New Roman" w:hAnsi="Times New Roman" w:cs="Times New Roman"/>
          <w:sz w:val="28"/>
          <w:szCs w:val="28"/>
          <w:lang w:val="uk-UA"/>
        </w:rPr>
        <w:t>, р</w:t>
      </w:r>
      <w:r w:rsidRPr="00131E23">
        <w:rPr>
          <w:rFonts w:ascii="Times New Roman" w:hAnsi="Times New Roman" w:cs="Times New Roman"/>
          <w:sz w:val="28"/>
          <w:szCs w:val="28"/>
          <w:lang w:val="uk-UA"/>
        </w:rPr>
        <w:t xml:space="preserve">аз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131E23">
        <w:rPr>
          <w:rFonts w:ascii="Times New Roman" w:hAnsi="Times New Roman" w:cs="Times New Roman"/>
          <w:sz w:val="28"/>
          <w:szCs w:val="28"/>
          <w:lang w:val="uk-UA"/>
        </w:rPr>
        <w:t>тиждень візьміть за правило обговорювати щось нове, що ви дізналися, почули, прочитали або випробували на практиці.</w:t>
      </w:r>
    </w:p>
    <w:p w:rsidR="00816657" w:rsidRDefault="00816657" w:rsidP="00131E23">
      <w:pPr>
        <w:pStyle w:val="ListParagraph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вище наведеному прикладі показано, що для ефективної роботи менеджера потрібно мати основні якості і ціленаправлено їх розвивати, удосконалювати. </w:t>
      </w:r>
    </w:p>
    <w:p w:rsidR="00816657" w:rsidRPr="005B6D96" w:rsidRDefault="00816657" w:rsidP="00131E23">
      <w:pPr>
        <w:pStyle w:val="ListParagraph"/>
        <w:spacing w:line="360" w:lineRule="auto"/>
        <w:ind w:left="0" w:firstLine="851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C037F">
        <w:rPr>
          <w:rFonts w:ascii="Times New Roman" w:hAnsi="Times New Roman" w:cs="Times New Roman"/>
          <w:b/>
          <w:iCs/>
          <w:color w:val="000000"/>
          <w:sz w:val="28"/>
          <w:szCs w:val="28"/>
        </w:rPr>
        <w:t>Висновки та пропозиції.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 xml:space="preserve"> </w:t>
      </w:r>
      <w:r w:rsidRPr="00284AD0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Отже,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 xml:space="preserve"> </w:t>
      </w:r>
      <w:r w:rsidRPr="00284AD0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п</w:t>
      </w:r>
      <w:r w:rsidRPr="005B6D96">
        <w:rPr>
          <w:rStyle w:val="Emphasis"/>
          <w:rFonts w:ascii="Times New Roman" w:hAnsi="Times New Roman"/>
          <w:i w:val="0"/>
          <w:i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ідготовка та пошук топ-менеджерів, здатних управляти викликами і можливостями сучасного світу </w:t>
      </w:r>
      <w:r w:rsidRPr="005B6D96">
        <w:rPr>
          <w:rStyle w:val="Emphasis"/>
          <w:rFonts w:ascii="Times New Roman" w:hint="eastAsia"/>
          <w:i w:val="0"/>
          <w:i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‒</w:t>
      </w:r>
      <w:r w:rsidRPr="005B6D96">
        <w:rPr>
          <w:rStyle w:val="Emphasis"/>
          <w:rFonts w:ascii="Times New Roman" w:hAnsi="Times New Roman"/>
          <w:i w:val="0"/>
          <w:i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питання, яким переймаються як навчальні заклади, так і глобальні компанії.</w:t>
      </w:r>
      <w:r>
        <w:rPr>
          <w:rStyle w:val="Emphasis"/>
          <w:rFonts w:ascii="Times New Roman" w:hAnsi="Times New Roman"/>
          <w:i w:val="0"/>
          <w:i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5B6D96">
        <w:rPr>
          <w:rStyle w:val="Emphasis"/>
          <w:rFonts w:ascii="Times New Roman" w:hAnsi="Times New Roman"/>
          <w:i w:val="0"/>
          <w:i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Проблема</w:t>
      </w:r>
      <w:r>
        <w:rPr>
          <w:rStyle w:val="Emphasis"/>
          <w:rFonts w:ascii="Times New Roman" w:hAnsi="Times New Roman"/>
          <w:i w:val="0"/>
          <w:i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5B6D96">
        <w:rPr>
          <w:rStyle w:val="Emphasis"/>
          <w:rFonts w:ascii="Times New Roman" w:hAnsi="Times New Roman"/>
          <w:i w:val="0"/>
          <w:i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визначення </w:t>
      </w:r>
      <w:r w:rsidRPr="005B6D96">
        <w:rPr>
          <w:rStyle w:val="Emphasis"/>
          <w:rFonts w:ascii="Times New Roman" w:hAnsi="Times New Roman"/>
          <w:i w:val="0"/>
          <w:iCs w:val="0"/>
          <w:sz w:val="28"/>
          <w:szCs w:val="28"/>
          <w:bdr w:val="none" w:sz="0" w:space="0" w:color="auto" w:frame="1"/>
          <w:shd w:val="clear" w:color="auto" w:fill="FFFFFF"/>
        </w:rPr>
        <w:t>навич</w:t>
      </w:r>
      <w:r w:rsidRPr="005B6D96">
        <w:rPr>
          <w:rStyle w:val="Emphasis"/>
          <w:rFonts w:ascii="Times New Roman" w:hAnsi="Times New Roman"/>
          <w:i w:val="0"/>
          <w:i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ок</w:t>
      </w:r>
      <w:r>
        <w:rPr>
          <w:rStyle w:val="Emphasis"/>
          <w:rFonts w:ascii="Times New Roman" w:hAnsi="Times New Roman"/>
          <w:i w:val="0"/>
          <w:i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Pr="005B6D96">
        <w:rPr>
          <w:rStyle w:val="Emphasis"/>
          <w:rFonts w:ascii="Times New Roman" w:hAnsi="Times New Roman"/>
          <w:i w:val="0"/>
          <w:i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якими</w:t>
      </w:r>
      <w:r w:rsidRPr="005B6D96">
        <w:rPr>
          <w:rStyle w:val="Emphasis"/>
          <w:rFonts w:ascii="Times New Roman" w:hAnsi="Times New Roman"/>
          <w:i w:val="0"/>
          <w:iCs w:val="0"/>
          <w:sz w:val="28"/>
          <w:szCs w:val="28"/>
          <w:bdr w:val="none" w:sz="0" w:space="0" w:color="auto" w:frame="1"/>
          <w:shd w:val="clear" w:color="auto" w:fill="FFFFFF"/>
        </w:rPr>
        <w:t xml:space="preserve"> повинні володіти найкращі топ-менеджери</w:t>
      </w:r>
      <w:r w:rsidRPr="005B6D96">
        <w:rPr>
          <w:rStyle w:val="Emphasis"/>
          <w:rFonts w:ascii="Times New Roman" w:hAnsi="Times New Roman"/>
          <w:i w:val="0"/>
          <w:i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і досі не вирішена.</w:t>
      </w:r>
      <w:r w:rsidRPr="005B6D96">
        <w:rPr>
          <w:rStyle w:val="Emphasis"/>
          <w:rFonts w:ascii="Times New Roman" w:hAnsi="Times New Roman"/>
          <w:i w:val="0"/>
          <w:iCs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5B6D96">
        <w:rPr>
          <w:rStyle w:val="Emphasis"/>
          <w:rFonts w:ascii="Times New Roman" w:hAnsi="Times New Roman"/>
          <w:i w:val="0"/>
          <w:i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Навчальні заклади постійно вирішують, що</w:t>
      </w:r>
      <w:r w:rsidRPr="005B6D96">
        <w:rPr>
          <w:rStyle w:val="Emphasis"/>
          <w:rFonts w:ascii="Times New Roman" w:hAnsi="Times New Roman"/>
          <w:i w:val="0"/>
          <w:iCs w:val="0"/>
          <w:sz w:val="28"/>
          <w:szCs w:val="28"/>
          <w:bdr w:val="none" w:sz="0" w:space="0" w:color="auto" w:frame="1"/>
          <w:shd w:val="clear" w:color="auto" w:fill="FFFFFF"/>
        </w:rPr>
        <w:t xml:space="preserve"> закладати в програми для підготовки менеджерів</w:t>
      </w:r>
      <w:r w:rsidRPr="005B6D96">
        <w:rPr>
          <w:rStyle w:val="Emphasis"/>
          <w:rFonts w:ascii="Times New Roman" w:hAnsi="Times New Roman"/>
          <w:i w:val="0"/>
          <w:iCs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Але, однозначно, можна стверджувати, що ф</w:t>
      </w:r>
      <w:r w:rsidRPr="005B6D96">
        <w:rPr>
          <w:rFonts w:ascii="Times New Roman" w:hAnsi="Times New Roman" w:cs="Times New Roman"/>
          <w:iCs/>
          <w:sz w:val="28"/>
          <w:szCs w:val="28"/>
          <w:lang w:val="uk-UA"/>
        </w:rPr>
        <w:t>ормування особистісних та професіональних якостей менеджера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дозволяє вирішити вище зазначені проблеми. В подальшому дослідження даної проблеми будуть продовжені.</w:t>
      </w:r>
    </w:p>
    <w:p w:rsidR="00816657" w:rsidRPr="002C037F" w:rsidRDefault="00816657" w:rsidP="002C037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16657" w:rsidRPr="002C037F" w:rsidRDefault="00816657" w:rsidP="004F0E5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037F">
        <w:rPr>
          <w:rFonts w:ascii="Times New Roman" w:hAnsi="Times New Roman" w:cs="Times New Roman"/>
          <w:b/>
          <w:bCs/>
          <w:sz w:val="28"/>
          <w:szCs w:val="28"/>
          <w:lang w:val="uk-UA"/>
        </w:rPr>
        <w:t>Література:</w:t>
      </w:r>
    </w:p>
    <w:p w:rsidR="00816657" w:rsidRDefault="00816657" w:rsidP="004C2E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22B0">
        <w:rPr>
          <w:rFonts w:ascii="Times New Roman" w:hAnsi="Times New Roman" w:cs="Times New Roman"/>
          <w:sz w:val="28"/>
          <w:szCs w:val="28"/>
        </w:rPr>
        <w:t xml:space="preserve">1. Нікіфорова Л.Б. Роль та значення емоційної культури в професійній діяльності майбутнього менеджера [Електронний ресурс]/ – Режим доступу: http://eprints.zu.edu.ua/1626/1/07nlbdmm.pdf </w:t>
      </w:r>
    </w:p>
    <w:p w:rsidR="00816657" w:rsidRDefault="00816657" w:rsidP="004C2E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4AD0">
        <w:rPr>
          <w:rFonts w:ascii="Times New Roman" w:hAnsi="Times New Roman" w:cs="Times New Roman"/>
          <w:sz w:val="28"/>
          <w:szCs w:val="28"/>
          <w:lang w:val="uk-UA"/>
        </w:rPr>
        <w:t xml:space="preserve">2. Дідковська Л. Г. Історія вчень менеджменту: [навч. посібник] / Л. Г. Дідковська, П. Л. Гордієнко – К. : Алерта, 2008. – 477 с. 3. </w:t>
      </w:r>
      <w:r w:rsidRPr="00BF6DB1">
        <w:rPr>
          <w:rFonts w:ascii="Times New Roman" w:hAnsi="Times New Roman" w:cs="Times New Roman"/>
          <w:sz w:val="28"/>
          <w:szCs w:val="28"/>
          <w:lang w:val="uk-UA"/>
        </w:rPr>
        <w:t xml:space="preserve">Кот Г. М. Зарубіжний досвід дослідження особистісних якостей ефективного менеджера [Електронний ресурс]/ – Режим доступу: </w:t>
      </w:r>
      <w:r w:rsidRPr="000A22B0">
        <w:rPr>
          <w:rFonts w:ascii="Times New Roman" w:hAnsi="Times New Roman" w:cs="Times New Roman"/>
          <w:sz w:val="28"/>
          <w:szCs w:val="28"/>
        </w:rPr>
        <w:t>http</w:t>
      </w:r>
      <w:r w:rsidRPr="00BF6DB1">
        <w:rPr>
          <w:rFonts w:ascii="Times New Roman" w:hAnsi="Times New Roman" w:cs="Times New Roman"/>
          <w:sz w:val="28"/>
          <w:szCs w:val="28"/>
          <w:lang w:val="uk-UA"/>
        </w:rPr>
        <w:t>://</w:t>
      </w:r>
      <w:r w:rsidRPr="000A22B0">
        <w:rPr>
          <w:rFonts w:ascii="Times New Roman" w:hAnsi="Times New Roman" w:cs="Times New Roman"/>
          <w:sz w:val="28"/>
          <w:szCs w:val="28"/>
        </w:rPr>
        <w:t>archive</w:t>
      </w:r>
      <w:r w:rsidRPr="00BF6DB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A22B0">
        <w:rPr>
          <w:rFonts w:ascii="Times New Roman" w:hAnsi="Times New Roman" w:cs="Times New Roman"/>
          <w:sz w:val="28"/>
          <w:szCs w:val="28"/>
        </w:rPr>
        <w:t>nbuv</w:t>
      </w:r>
      <w:r w:rsidRPr="00BF6DB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A22B0">
        <w:rPr>
          <w:rFonts w:ascii="Times New Roman" w:hAnsi="Times New Roman" w:cs="Times New Roman"/>
          <w:sz w:val="28"/>
          <w:szCs w:val="28"/>
        </w:rPr>
        <w:t>gov</w:t>
      </w:r>
      <w:r w:rsidRPr="00BF6DB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A22B0">
        <w:rPr>
          <w:rFonts w:ascii="Times New Roman" w:hAnsi="Times New Roman" w:cs="Times New Roman"/>
          <w:sz w:val="28"/>
          <w:szCs w:val="28"/>
        </w:rPr>
        <w:t>ua</w:t>
      </w:r>
      <w:r w:rsidRPr="00BF6DB1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Pr="000A22B0">
        <w:rPr>
          <w:rFonts w:ascii="Times New Roman" w:hAnsi="Times New Roman" w:cs="Times New Roman"/>
          <w:sz w:val="28"/>
          <w:szCs w:val="28"/>
        </w:rPr>
        <w:t>portal</w:t>
      </w:r>
      <w:r w:rsidRPr="00BF6DB1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0A22B0">
        <w:rPr>
          <w:rFonts w:ascii="Times New Roman" w:hAnsi="Times New Roman" w:cs="Times New Roman"/>
          <w:sz w:val="28"/>
          <w:szCs w:val="28"/>
        </w:rPr>
        <w:t>soc</w:t>
      </w:r>
      <w:r w:rsidRPr="00BF6DB1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0A22B0">
        <w:rPr>
          <w:rFonts w:ascii="Times New Roman" w:hAnsi="Times New Roman" w:cs="Times New Roman"/>
          <w:sz w:val="28"/>
          <w:szCs w:val="28"/>
        </w:rPr>
        <w:t>gum</w:t>
      </w:r>
      <w:r w:rsidRPr="00BF6DB1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0A22B0">
        <w:rPr>
          <w:rFonts w:ascii="Times New Roman" w:hAnsi="Times New Roman" w:cs="Times New Roman"/>
          <w:sz w:val="28"/>
          <w:szCs w:val="28"/>
        </w:rPr>
        <w:t>Vnau</w:t>
      </w:r>
      <w:r w:rsidRPr="00BF6DB1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0A22B0">
        <w:rPr>
          <w:rFonts w:ascii="Times New Roman" w:hAnsi="Times New Roman" w:cs="Times New Roman"/>
          <w:sz w:val="28"/>
          <w:szCs w:val="28"/>
        </w:rPr>
        <w:t>pp</w:t>
      </w:r>
      <w:r w:rsidRPr="00BF6DB1">
        <w:rPr>
          <w:rFonts w:ascii="Times New Roman" w:hAnsi="Times New Roman" w:cs="Times New Roman"/>
          <w:sz w:val="28"/>
          <w:szCs w:val="28"/>
          <w:lang w:val="uk-UA"/>
        </w:rPr>
        <w:t>/2009_2/</w:t>
      </w:r>
      <w:r w:rsidRPr="000A22B0">
        <w:rPr>
          <w:rFonts w:ascii="Times New Roman" w:hAnsi="Times New Roman" w:cs="Times New Roman"/>
          <w:sz w:val="28"/>
          <w:szCs w:val="28"/>
        </w:rPr>
        <w:t>pilipchuk</w:t>
      </w:r>
      <w:r w:rsidRPr="00BF6DB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A22B0">
        <w:rPr>
          <w:rFonts w:ascii="Times New Roman" w:hAnsi="Times New Roman" w:cs="Times New Roman"/>
          <w:sz w:val="28"/>
          <w:szCs w:val="28"/>
        </w:rPr>
        <w:t>pdf</w:t>
      </w:r>
    </w:p>
    <w:p w:rsidR="00816657" w:rsidRDefault="00816657" w:rsidP="0007452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4C2E40">
        <w:rPr>
          <w:rFonts w:ascii="Times New Roman" w:hAnsi="Times New Roman" w:cs="Times New Roman"/>
          <w:sz w:val="28"/>
          <w:szCs w:val="28"/>
        </w:rPr>
        <w:t>Бережна Г. В. Фактори професійного розвитку менеджерів у міжнародному бізнесі / Г. В. Бережна // Держава та регіони. – 2012. – № 2. – С. 67–72.</w:t>
      </w:r>
    </w:p>
    <w:p w:rsidR="00816657" w:rsidRPr="0007452D" w:rsidRDefault="00816657" w:rsidP="0007452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452D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07452D">
        <w:rPr>
          <w:rFonts w:ascii="Times New Roman" w:hAnsi="Times New Roman" w:cs="Times New Roman"/>
          <w:i/>
          <w:sz w:val="28"/>
          <w:szCs w:val="28"/>
        </w:rPr>
        <w:t xml:space="preserve"> Маслоу А. </w:t>
      </w:r>
      <w:r w:rsidRPr="0007452D">
        <w:rPr>
          <w:rFonts w:ascii="Times New Roman" w:hAnsi="Times New Roman" w:cs="Times New Roman"/>
          <w:sz w:val="28"/>
          <w:szCs w:val="28"/>
        </w:rPr>
        <w:t>Психология бытия. – М. – К.: Рефл-бук, Ваклер, 1997.</w:t>
      </w:r>
    </w:p>
    <w:p w:rsidR="00816657" w:rsidRPr="004C2E40" w:rsidRDefault="00816657" w:rsidP="004C2E40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b w:val="0"/>
          <w:color w:val="000000"/>
          <w:sz w:val="28"/>
          <w:szCs w:val="28"/>
          <w:lang w:val="ru-RU"/>
        </w:rPr>
      </w:pPr>
      <w:r>
        <w:rPr>
          <w:b w:val="0"/>
          <w:sz w:val="28"/>
          <w:szCs w:val="28"/>
          <w:lang w:val="uk-UA"/>
        </w:rPr>
        <w:t>5</w:t>
      </w:r>
      <w:r w:rsidRPr="004C2E40">
        <w:rPr>
          <w:b w:val="0"/>
          <w:sz w:val="28"/>
          <w:szCs w:val="28"/>
          <w:lang w:val="uk-UA"/>
        </w:rPr>
        <w:t xml:space="preserve">. </w:t>
      </w:r>
      <w:r w:rsidRPr="004C2E40">
        <w:rPr>
          <w:b w:val="0"/>
          <w:color w:val="000000"/>
          <w:sz w:val="28"/>
          <w:szCs w:val="28"/>
          <w:lang w:val="ru-RU"/>
        </w:rPr>
        <w:t>4 качества менеджеров по продажам, которые воспитывает руководитель</w:t>
      </w:r>
      <w:r>
        <w:rPr>
          <w:b w:val="0"/>
          <w:color w:val="000000"/>
          <w:sz w:val="28"/>
          <w:szCs w:val="28"/>
          <w:lang w:val="ru-RU"/>
        </w:rPr>
        <w:t xml:space="preserve"> </w:t>
      </w:r>
      <w:r w:rsidRPr="00284AD0">
        <w:rPr>
          <w:b w:val="0"/>
          <w:sz w:val="28"/>
          <w:szCs w:val="28"/>
          <w:lang w:val="ru-RU"/>
        </w:rPr>
        <w:t>[Електронний ресурс]/ – Режим доступу:</w:t>
      </w:r>
      <w:r w:rsidRPr="004C2E40">
        <w:rPr>
          <w:b w:val="0"/>
          <w:color w:val="000000"/>
          <w:sz w:val="28"/>
          <w:szCs w:val="28"/>
          <w:lang w:val="ru-RU"/>
        </w:rPr>
        <w:t>https://probusiness.io/master_class/2313-4-kachestva-menedzherov</w:t>
      </w:r>
    </w:p>
    <w:p w:rsidR="00816657" w:rsidRDefault="00816657" w:rsidP="004C2E40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uk-UA"/>
        </w:rPr>
        <w:t>6</w:t>
      </w:r>
      <w:r w:rsidRPr="00284AD0">
        <w:rPr>
          <w:b w:val="0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284AD0">
        <w:rPr>
          <w:b w:val="0"/>
          <w:bCs w:val="0"/>
          <w:color w:val="222222"/>
          <w:sz w:val="28"/>
          <w:szCs w:val="28"/>
          <w:lang w:val="ru-RU"/>
        </w:rPr>
        <w:t>10 головних навичок топ-менеджерів Кремнієвої долини</w:t>
      </w:r>
      <w:r>
        <w:rPr>
          <w:b w:val="0"/>
          <w:bCs w:val="0"/>
          <w:color w:val="222222"/>
          <w:sz w:val="28"/>
          <w:szCs w:val="28"/>
          <w:lang w:val="ru-RU"/>
        </w:rPr>
        <w:t xml:space="preserve"> </w:t>
      </w:r>
      <w:r w:rsidRPr="00284AD0">
        <w:rPr>
          <w:b w:val="0"/>
          <w:sz w:val="28"/>
          <w:szCs w:val="28"/>
          <w:lang w:val="ru-RU"/>
        </w:rPr>
        <w:t>[Електронний ресурс]/ – Режим доступу:</w:t>
      </w:r>
      <w:r>
        <w:rPr>
          <w:b w:val="0"/>
          <w:sz w:val="28"/>
          <w:szCs w:val="28"/>
          <w:lang w:val="ru-RU"/>
        </w:rPr>
        <w:t xml:space="preserve"> </w:t>
      </w:r>
      <w:hyperlink r:id="rId6" w:history="1">
        <w:r w:rsidRPr="00947C64">
          <w:rPr>
            <w:rStyle w:val="Hyperlink"/>
            <w:b w:val="0"/>
            <w:sz w:val="28"/>
            <w:szCs w:val="28"/>
            <w:lang w:val="ru-RU"/>
          </w:rPr>
          <w:t>http://forbes.net.ua/ua/opinions/1416163-10-golovnih-navichok-top-menedzheriv-kremnievoyi-dolini</w:t>
        </w:r>
      </w:hyperlink>
    </w:p>
    <w:p w:rsidR="00816657" w:rsidRPr="00284AD0" w:rsidRDefault="00816657" w:rsidP="004C2E40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 w:val="0"/>
          <w:bCs w:val="0"/>
          <w:sz w:val="28"/>
          <w:szCs w:val="28"/>
          <w:lang w:val="ru-RU"/>
        </w:rPr>
      </w:pPr>
    </w:p>
    <w:sectPr w:rsidR="00816657" w:rsidRPr="00284AD0" w:rsidSect="002C037F"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9387B"/>
    <w:multiLevelType w:val="hybridMultilevel"/>
    <w:tmpl w:val="37B47D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1632A3"/>
    <w:multiLevelType w:val="hybridMultilevel"/>
    <w:tmpl w:val="DF60E98A"/>
    <w:lvl w:ilvl="0" w:tplc="8F4A7D6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42707370"/>
    <w:multiLevelType w:val="hybridMultilevel"/>
    <w:tmpl w:val="93442538"/>
    <w:lvl w:ilvl="0" w:tplc="0422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>
    <w:nsid w:val="45E64E70"/>
    <w:multiLevelType w:val="hybridMultilevel"/>
    <w:tmpl w:val="FB8E2160"/>
    <w:lvl w:ilvl="0" w:tplc="63E26EB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A381BA2"/>
    <w:multiLevelType w:val="hybridMultilevel"/>
    <w:tmpl w:val="CF32623C"/>
    <w:lvl w:ilvl="0" w:tplc="D6D088B4">
      <w:start w:val="1"/>
      <w:numFmt w:val="decimal"/>
      <w:lvlText w:val="%1."/>
      <w:lvlJc w:val="left"/>
      <w:pPr>
        <w:ind w:left="69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5">
    <w:nsid w:val="5FA80020"/>
    <w:multiLevelType w:val="hybridMultilevel"/>
    <w:tmpl w:val="892E4888"/>
    <w:lvl w:ilvl="0" w:tplc="1E26FAF8">
      <w:start w:val="1"/>
      <w:numFmt w:val="bullet"/>
      <w:lvlText w:val="-"/>
      <w:lvlJc w:val="left"/>
      <w:pPr>
        <w:ind w:left="1069" w:hanging="360"/>
      </w:pPr>
      <w:rPr>
        <w:rFonts w:ascii="Times New Roman" w:eastAsia="DejaVu Sans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A283D47"/>
    <w:multiLevelType w:val="hybridMultilevel"/>
    <w:tmpl w:val="0C3EECE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037F"/>
    <w:rsid w:val="0007452D"/>
    <w:rsid w:val="000A22B0"/>
    <w:rsid w:val="000B05DA"/>
    <w:rsid w:val="00102494"/>
    <w:rsid w:val="00131E23"/>
    <w:rsid w:val="00191EFC"/>
    <w:rsid w:val="00284AD0"/>
    <w:rsid w:val="002A2119"/>
    <w:rsid w:val="002C037F"/>
    <w:rsid w:val="00340F0E"/>
    <w:rsid w:val="003E0CAA"/>
    <w:rsid w:val="004C2E40"/>
    <w:rsid w:val="004F0E56"/>
    <w:rsid w:val="00527FA6"/>
    <w:rsid w:val="005746E7"/>
    <w:rsid w:val="005B6D96"/>
    <w:rsid w:val="005D701C"/>
    <w:rsid w:val="006E3DFB"/>
    <w:rsid w:val="007438B2"/>
    <w:rsid w:val="00770F96"/>
    <w:rsid w:val="007E5883"/>
    <w:rsid w:val="00816657"/>
    <w:rsid w:val="00947C64"/>
    <w:rsid w:val="009E396D"/>
    <w:rsid w:val="00BF6DB1"/>
    <w:rsid w:val="00C908F5"/>
    <w:rsid w:val="00CB3C9D"/>
    <w:rsid w:val="00DC3D81"/>
    <w:rsid w:val="00DF6388"/>
    <w:rsid w:val="00E66E68"/>
    <w:rsid w:val="00EE14AE"/>
    <w:rsid w:val="00F76B04"/>
    <w:rsid w:val="00F8770F"/>
    <w:rsid w:val="00FC7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37F"/>
    <w:pPr>
      <w:widowControl w:val="0"/>
      <w:suppressAutoHyphens/>
    </w:pPr>
    <w:rPr>
      <w:rFonts w:ascii="Liberation Serif" w:eastAsia="DejaVu Sans" w:hAnsi="Liberation Serif" w:cs="DejaVu Sans"/>
      <w:kern w:val="1"/>
      <w:sz w:val="24"/>
      <w:szCs w:val="24"/>
      <w:lang w:val="ru-RU" w:eastAsia="hi-IN" w:bidi="hi-IN"/>
    </w:rPr>
  </w:style>
  <w:style w:type="paragraph" w:styleId="Heading1">
    <w:name w:val="heading 1"/>
    <w:basedOn w:val="Normal"/>
    <w:link w:val="Heading1Char"/>
    <w:uiPriority w:val="99"/>
    <w:qFormat/>
    <w:rsid w:val="00284AD0"/>
    <w:pPr>
      <w:widowControl/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4AD0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WW8Num1z0">
    <w:name w:val="WW8Num1z0"/>
    <w:uiPriority w:val="99"/>
    <w:rsid w:val="002C037F"/>
    <w:rPr>
      <w:rFonts w:ascii="Symbol" w:hAnsi="Symbol"/>
      <w:sz w:val="22"/>
    </w:rPr>
  </w:style>
  <w:style w:type="paragraph" w:styleId="NormalWeb">
    <w:name w:val="Normal (Web)"/>
    <w:basedOn w:val="Normal"/>
    <w:uiPriority w:val="99"/>
    <w:rsid w:val="002C037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styleId="ListParagraph">
    <w:name w:val="List Paragraph"/>
    <w:basedOn w:val="Normal"/>
    <w:uiPriority w:val="99"/>
    <w:qFormat/>
    <w:rsid w:val="00527FA6"/>
    <w:pPr>
      <w:ind w:left="720"/>
      <w:contextualSpacing/>
    </w:pPr>
    <w:rPr>
      <w:rFonts w:cs="Mangal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191EFC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1EFC"/>
    <w:rPr>
      <w:rFonts w:ascii="Tahoma" w:eastAsia="DejaVu Sans" w:hAnsi="Tahoma" w:cs="Mangal"/>
      <w:kern w:val="1"/>
      <w:sz w:val="14"/>
      <w:szCs w:val="14"/>
      <w:lang w:val="ru-RU" w:eastAsia="hi-IN" w:bidi="hi-IN"/>
    </w:rPr>
  </w:style>
  <w:style w:type="character" w:styleId="Emphasis">
    <w:name w:val="Emphasis"/>
    <w:basedOn w:val="DefaultParagraphFont"/>
    <w:uiPriority w:val="99"/>
    <w:qFormat/>
    <w:rsid w:val="005B6D96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770F9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49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orbes.net.ua/ua/opinions/1416163-10-golovnih-navichok-top-menedzheriv-kremnievoyi-dolin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208</TotalTime>
  <Pages>6</Pages>
  <Words>6337</Words>
  <Characters>3613</Characters>
  <Application>Microsoft Office Outlook</Application>
  <DocSecurity>0</DocSecurity>
  <Lines>0</Lines>
  <Paragraphs>0</Paragraphs>
  <ScaleCrop>false</ScaleCrop>
  <Company>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Admin</cp:lastModifiedBy>
  <cp:revision>6</cp:revision>
  <dcterms:created xsi:type="dcterms:W3CDTF">2019-02-22T07:21:00Z</dcterms:created>
  <dcterms:modified xsi:type="dcterms:W3CDTF">2019-02-22T16:10:00Z</dcterms:modified>
</cp:coreProperties>
</file>