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2F" w:rsidRPr="00264ECE" w:rsidRDefault="005D0B2F" w:rsidP="00293ED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64ECE">
        <w:rPr>
          <w:rFonts w:ascii="Times New Roman" w:hAnsi="Times New Roman"/>
          <w:b/>
          <w:sz w:val="28"/>
          <w:szCs w:val="28"/>
        </w:rPr>
        <w:t xml:space="preserve">Галина Агапова, Олег Волков </w:t>
      </w:r>
    </w:p>
    <w:p w:rsidR="005D0B2F" w:rsidRPr="00264ECE" w:rsidRDefault="005D0B2F" w:rsidP="00293ED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264ECE">
        <w:rPr>
          <w:rFonts w:ascii="Times New Roman" w:hAnsi="Times New Roman"/>
          <w:b/>
          <w:sz w:val="28"/>
          <w:szCs w:val="28"/>
        </w:rPr>
        <w:t xml:space="preserve">(Астана, Казахстан) </w:t>
      </w:r>
    </w:p>
    <w:p w:rsidR="005D0B2F" w:rsidRPr="00264ECE" w:rsidRDefault="005D0B2F" w:rsidP="00264ECE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 </w:t>
      </w:r>
    </w:p>
    <w:p w:rsidR="005D0B2F" w:rsidRPr="00293EDC" w:rsidRDefault="005D0B2F" w:rsidP="00293EDC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b/>
          <w:sz w:val="28"/>
          <w:szCs w:val="28"/>
        </w:rPr>
        <w:t>МЕТОДИКА ПРИМЕНЕНИЯ ПРОГРАММЫ ШЕЙПИНГ-ТЕРАПИЯ НА ЗАНЯТИЯХ ФИЗИЧЕСКОЙ КУЛЬТУРОЙ У СТУДЕНТОВ СПЕЦИАЛЬНОГО УЧЕБНОГО ОТДЕЛЕНИЯ</w:t>
      </w:r>
    </w:p>
    <w:p w:rsidR="005D0B2F" w:rsidRPr="00293EDC" w:rsidRDefault="005D0B2F" w:rsidP="00293EDC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>Целью</w:t>
      </w:r>
      <w:r w:rsidRPr="00293EDC">
        <w:rPr>
          <w:rFonts w:ascii="Times New Roman" w:hAnsi="Times New Roman"/>
          <w:b/>
          <w:sz w:val="28"/>
          <w:szCs w:val="28"/>
        </w:rPr>
        <w:t xml:space="preserve"> </w:t>
      </w:r>
      <w:r w:rsidRPr="00293EDC">
        <w:rPr>
          <w:rFonts w:ascii="Times New Roman" w:hAnsi="Times New Roman"/>
          <w:sz w:val="28"/>
          <w:szCs w:val="28"/>
        </w:rPr>
        <w:t>дисциплины «Физическая культура» является овладение системой знаний, практических умений и навыков, обеспечивающих физическое совершенствование, укрепление здоровья, подготовку к высокой творческой профессиональной активности</w:t>
      </w:r>
      <w:r>
        <w:rPr>
          <w:rFonts w:ascii="Times New Roman" w:hAnsi="Times New Roman"/>
          <w:sz w:val="28"/>
          <w:szCs w:val="28"/>
        </w:rPr>
        <w:t xml:space="preserve"> [3, с. 4]</w:t>
      </w:r>
      <w:r w:rsidRPr="00293EDC">
        <w:rPr>
          <w:rFonts w:ascii="Times New Roman" w:hAnsi="Times New Roman"/>
          <w:sz w:val="28"/>
          <w:szCs w:val="28"/>
        </w:rPr>
        <w:t xml:space="preserve">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 xml:space="preserve">Практика показывает, что в настоящее время количество студентов с нарушениями здоровья год от года неуклонно увеличивается. Встает вопрос об организации и проведении занятий физической культурой со студентами специального учебного отделения.  </w:t>
      </w:r>
    </w:p>
    <w:p w:rsidR="005D0B2F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>В специальном учебном отделении занимаются студенты, отнесенные по данным медицинского обследования</w:t>
      </w:r>
      <w:r>
        <w:rPr>
          <w:rFonts w:ascii="Times New Roman" w:hAnsi="Times New Roman"/>
          <w:sz w:val="28"/>
          <w:szCs w:val="28"/>
        </w:rPr>
        <w:t xml:space="preserve"> к специальной медицинской группе</w:t>
      </w:r>
      <w:r w:rsidRPr="00293EDC">
        <w:rPr>
          <w:rFonts w:ascii="Times New Roman" w:hAnsi="Times New Roman"/>
          <w:sz w:val="28"/>
          <w:szCs w:val="28"/>
        </w:rPr>
        <w:t xml:space="preserve">. Это лица, имеющие отклонения в состоянии здоровья постоянного и временного характера, требующие ограничения физических нагрузок, допущенные к выполнению учебной и производственной работы.  </w:t>
      </w:r>
      <w:r w:rsidRPr="004E7594">
        <w:rPr>
          <w:rFonts w:ascii="Times New Roman" w:hAnsi="Times New Roman"/>
          <w:sz w:val="28"/>
          <w:szCs w:val="28"/>
        </w:rPr>
        <w:t>Занятия физической культурой</w:t>
      </w:r>
      <w:r>
        <w:rPr>
          <w:rFonts w:ascii="Times New Roman" w:hAnsi="Times New Roman"/>
          <w:sz w:val="28"/>
          <w:szCs w:val="28"/>
        </w:rPr>
        <w:t>,</w:t>
      </w:r>
      <w:r w:rsidRPr="004E7594">
        <w:rPr>
          <w:rFonts w:ascii="Times New Roman" w:hAnsi="Times New Roman"/>
          <w:sz w:val="28"/>
          <w:szCs w:val="28"/>
        </w:rPr>
        <w:t xml:space="preserve"> у данной категории студентов</w:t>
      </w:r>
      <w:r>
        <w:rPr>
          <w:rFonts w:ascii="Times New Roman" w:hAnsi="Times New Roman"/>
          <w:sz w:val="28"/>
          <w:szCs w:val="28"/>
        </w:rPr>
        <w:t>,</w:t>
      </w:r>
      <w:r w:rsidRPr="004E7594">
        <w:rPr>
          <w:rFonts w:ascii="Times New Roman" w:hAnsi="Times New Roman"/>
          <w:sz w:val="28"/>
          <w:szCs w:val="28"/>
        </w:rPr>
        <w:t xml:space="preserve"> должны проводится по специальным учебным программам.</w:t>
      </w:r>
      <w:r w:rsidRPr="00293EDC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>В качестве специальных учебных программ мы рекомендуем к практическому применению программу шейпинг-терапия, разработанную специалистами из Санкт-Петербурга под руководством И</w:t>
      </w:r>
      <w:r>
        <w:rPr>
          <w:rFonts w:ascii="Times New Roman" w:hAnsi="Times New Roman"/>
          <w:sz w:val="28"/>
          <w:szCs w:val="28"/>
        </w:rPr>
        <w:t xml:space="preserve">.В. Прохоцева. </w:t>
      </w:r>
      <w:r w:rsidRPr="00293EDC">
        <w:rPr>
          <w:rFonts w:ascii="Times New Roman" w:hAnsi="Times New Roman"/>
          <w:sz w:val="28"/>
          <w:szCs w:val="28"/>
        </w:rPr>
        <w:t>Формирование специального учебного отделения проводится с учетом общих показаний и противопоказаний к выполнению тех или иных упражнени</w:t>
      </w:r>
      <w:r>
        <w:rPr>
          <w:rFonts w:ascii="Times New Roman" w:hAnsi="Times New Roman"/>
          <w:sz w:val="28"/>
          <w:szCs w:val="28"/>
        </w:rPr>
        <w:t>й, а также по половому признаку.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603F0">
        <w:rPr>
          <w:rFonts w:ascii="Times New Roman" w:hAnsi="Times New Roman"/>
          <w:sz w:val="28"/>
          <w:szCs w:val="28"/>
        </w:rPr>
        <w:t>Первую</w:t>
      </w:r>
      <w:r w:rsidRPr="00293EDC">
        <w:rPr>
          <w:rFonts w:ascii="Times New Roman" w:hAnsi="Times New Roman"/>
          <w:sz w:val="28"/>
          <w:szCs w:val="28"/>
        </w:rPr>
        <w:t xml:space="preserve"> группу составляют студенты, котор</w:t>
      </w:r>
      <w:r>
        <w:rPr>
          <w:rFonts w:ascii="Times New Roman" w:hAnsi="Times New Roman"/>
          <w:sz w:val="28"/>
          <w:szCs w:val="28"/>
        </w:rPr>
        <w:t>ые</w:t>
      </w:r>
      <w:r w:rsidRPr="00293EDC">
        <w:rPr>
          <w:rFonts w:ascii="Times New Roman" w:hAnsi="Times New Roman"/>
          <w:b/>
          <w:sz w:val="28"/>
          <w:szCs w:val="28"/>
        </w:rPr>
        <w:t xml:space="preserve"> </w:t>
      </w:r>
      <w:r w:rsidRPr="00293EDC">
        <w:rPr>
          <w:rFonts w:ascii="Times New Roman" w:hAnsi="Times New Roman"/>
          <w:sz w:val="28"/>
          <w:szCs w:val="28"/>
        </w:rPr>
        <w:t>формируется по следующим заболеваниям: забол</w:t>
      </w:r>
      <w:r>
        <w:rPr>
          <w:rFonts w:ascii="Times New Roman" w:hAnsi="Times New Roman"/>
          <w:sz w:val="28"/>
          <w:szCs w:val="28"/>
        </w:rPr>
        <w:t xml:space="preserve">евания органов дыхания, органов </w:t>
      </w:r>
      <w:r w:rsidRPr="00293EDC">
        <w:rPr>
          <w:rFonts w:ascii="Times New Roman" w:hAnsi="Times New Roman"/>
          <w:sz w:val="28"/>
          <w:szCs w:val="28"/>
        </w:rPr>
        <w:t>пищеварения, заболевания почек и мочевыводящих путей. Допустимая физическая нагрузка: ОРУ с вовлечением в работу мышц грудной клетки и верхних конечностей, закрепление навыков правильной осанки, упражнения по осв</w:t>
      </w:r>
      <w:r>
        <w:rPr>
          <w:rFonts w:ascii="Times New Roman" w:hAnsi="Times New Roman"/>
          <w:sz w:val="28"/>
          <w:szCs w:val="28"/>
        </w:rPr>
        <w:t>оению навыков полного дыхания, у</w:t>
      </w:r>
      <w:r w:rsidRPr="00293EDC">
        <w:rPr>
          <w:rFonts w:ascii="Times New Roman" w:hAnsi="Times New Roman"/>
          <w:sz w:val="28"/>
          <w:szCs w:val="28"/>
        </w:rPr>
        <w:t xml:space="preserve">пражнения для мышц брюшного пресса, статические, маховые упражнения, упражнения, повышающие внутрибрюшное давление, упражнения с резким изменением положения тела. </w:t>
      </w:r>
      <w:r>
        <w:rPr>
          <w:rFonts w:ascii="Times New Roman" w:hAnsi="Times New Roman"/>
          <w:sz w:val="28"/>
          <w:szCs w:val="28"/>
        </w:rPr>
        <w:t>Рекомендуется п</w:t>
      </w:r>
      <w:r w:rsidRPr="00293EDC">
        <w:rPr>
          <w:rFonts w:ascii="Times New Roman" w:hAnsi="Times New Roman"/>
          <w:sz w:val="28"/>
          <w:szCs w:val="28"/>
        </w:rPr>
        <w:t>остепенное увеличение приспособляемости организма к физическим нагрузкам. Противопоказ</w:t>
      </w:r>
      <w:r>
        <w:rPr>
          <w:rFonts w:ascii="Times New Roman" w:hAnsi="Times New Roman"/>
          <w:sz w:val="28"/>
          <w:szCs w:val="28"/>
        </w:rPr>
        <w:t>ания: ограничение прыжков, бега.</w:t>
      </w:r>
      <w:r w:rsidRPr="00293EDC">
        <w:rPr>
          <w:rFonts w:ascii="Times New Roman" w:hAnsi="Times New Roman"/>
          <w:sz w:val="28"/>
          <w:szCs w:val="28"/>
        </w:rPr>
        <w:t xml:space="preserve">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603F0">
        <w:rPr>
          <w:rFonts w:ascii="Times New Roman" w:hAnsi="Times New Roman"/>
          <w:sz w:val="28"/>
          <w:szCs w:val="28"/>
        </w:rPr>
        <w:t>Вторую</w:t>
      </w:r>
      <w:r w:rsidRPr="00293EDC">
        <w:rPr>
          <w:rFonts w:ascii="Times New Roman" w:hAnsi="Times New Roman"/>
          <w:sz w:val="28"/>
          <w:szCs w:val="28"/>
        </w:rPr>
        <w:t xml:space="preserve"> группу составляют студенты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которые</w:t>
      </w:r>
      <w:r w:rsidRPr="00293EDC">
        <w:rPr>
          <w:rFonts w:ascii="Times New Roman" w:hAnsi="Times New Roman"/>
          <w:sz w:val="28"/>
          <w:szCs w:val="28"/>
        </w:rPr>
        <w:t xml:space="preserve"> формируется по следующим заболеваниям: заболевания опорно-двигательного аппарата. Допустимая физическая нагрузка: упражнения для мышц спины и брюшного пресса, преимущественно в положении разгрузки, т. е. не связанные с </w:t>
      </w:r>
      <w:r>
        <w:rPr>
          <w:rFonts w:ascii="Times New Roman" w:hAnsi="Times New Roman"/>
          <w:sz w:val="28"/>
          <w:szCs w:val="28"/>
        </w:rPr>
        <w:t>сохранением вертикальной позы, ф</w:t>
      </w:r>
      <w:r w:rsidRPr="00293EDC">
        <w:rPr>
          <w:rFonts w:ascii="Times New Roman" w:hAnsi="Times New Roman"/>
          <w:sz w:val="28"/>
          <w:szCs w:val="28"/>
        </w:rPr>
        <w:t>изические упражнения для укреп</w:t>
      </w:r>
      <w:r>
        <w:rPr>
          <w:rFonts w:ascii="Times New Roman" w:hAnsi="Times New Roman"/>
          <w:sz w:val="28"/>
          <w:szCs w:val="28"/>
        </w:rPr>
        <w:t>ления мышц нижних конечностей, п</w:t>
      </w:r>
      <w:r w:rsidRPr="00293EDC">
        <w:rPr>
          <w:rFonts w:ascii="Times New Roman" w:hAnsi="Times New Roman"/>
          <w:sz w:val="28"/>
          <w:szCs w:val="28"/>
        </w:rPr>
        <w:t>овышение общей и силовой выносливости. Противопоказания: ограничени</w:t>
      </w:r>
      <w:r>
        <w:rPr>
          <w:rFonts w:ascii="Times New Roman" w:hAnsi="Times New Roman"/>
          <w:sz w:val="28"/>
          <w:szCs w:val="28"/>
        </w:rPr>
        <w:t>я длительного бега, прыжков.</w:t>
      </w:r>
      <w:r w:rsidRPr="00293EDC">
        <w:rPr>
          <w:rFonts w:ascii="Times New Roman" w:hAnsi="Times New Roman"/>
          <w:sz w:val="28"/>
          <w:szCs w:val="28"/>
        </w:rPr>
        <w:t xml:space="preserve">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603F0">
        <w:rPr>
          <w:rFonts w:ascii="Times New Roman" w:hAnsi="Times New Roman"/>
          <w:sz w:val="28"/>
          <w:szCs w:val="28"/>
        </w:rPr>
        <w:t>Третью</w:t>
      </w:r>
      <w:r w:rsidRPr="00293EDC">
        <w:rPr>
          <w:rFonts w:ascii="Times New Roman" w:hAnsi="Times New Roman"/>
          <w:sz w:val="28"/>
          <w:szCs w:val="28"/>
        </w:rPr>
        <w:t xml:space="preserve"> группу составляют студенты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которые</w:t>
      </w:r>
      <w:r w:rsidRPr="00293EDC">
        <w:rPr>
          <w:rFonts w:ascii="Times New Roman" w:hAnsi="Times New Roman"/>
          <w:sz w:val="28"/>
          <w:szCs w:val="28"/>
        </w:rPr>
        <w:t xml:space="preserve"> формируется по следующим заб</w:t>
      </w:r>
      <w:r>
        <w:rPr>
          <w:rFonts w:ascii="Times New Roman" w:hAnsi="Times New Roman"/>
          <w:sz w:val="28"/>
          <w:szCs w:val="28"/>
        </w:rPr>
        <w:t>олеваниям: заболевания сердечно</w:t>
      </w:r>
      <w:r w:rsidRPr="00293EDC">
        <w:rPr>
          <w:rFonts w:ascii="Times New Roman" w:hAnsi="Times New Roman"/>
          <w:sz w:val="28"/>
          <w:szCs w:val="28"/>
        </w:rPr>
        <w:t>сосудистой системы, болезни крови, заболевания нервной системы, заболевания глаз, эндокринные заболевания, бронхиальная астма, хронический гепати</w:t>
      </w:r>
      <w:r>
        <w:rPr>
          <w:rFonts w:ascii="Times New Roman" w:hAnsi="Times New Roman"/>
          <w:sz w:val="28"/>
          <w:szCs w:val="28"/>
        </w:rPr>
        <w:t xml:space="preserve">т, язвенная болезнь 12-перстной </w:t>
      </w:r>
      <w:r w:rsidRPr="00293EDC">
        <w:rPr>
          <w:rFonts w:ascii="Times New Roman" w:hAnsi="Times New Roman"/>
          <w:sz w:val="28"/>
          <w:szCs w:val="28"/>
        </w:rPr>
        <w:t xml:space="preserve">кишки. Допустимая </w:t>
      </w:r>
      <w:r>
        <w:rPr>
          <w:rFonts w:ascii="Times New Roman" w:hAnsi="Times New Roman"/>
          <w:sz w:val="28"/>
          <w:szCs w:val="28"/>
        </w:rPr>
        <w:t xml:space="preserve">физическая нагрузка: </w:t>
      </w:r>
      <w:r w:rsidRPr="00293EDC">
        <w:rPr>
          <w:rFonts w:ascii="Times New Roman" w:hAnsi="Times New Roman"/>
          <w:sz w:val="28"/>
          <w:szCs w:val="28"/>
        </w:rPr>
        <w:t>нагрузка направлена на улучшение гемодинамики, ОРУ, обучение полному д</w:t>
      </w:r>
      <w:r>
        <w:rPr>
          <w:rFonts w:ascii="Times New Roman" w:hAnsi="Times New Roman"/>
          <w:sz w:val="28"/>
          <w:szCs w:val="28"/>
        </w:rPr>
        <w:t>ыханию с включением диафрагмы. Рекомендуется в</w:t>
      </w:r>
      <w:r w:rsidRPr="00293EDC">
        <w:rPr>
          <w:rFonts w:ascii="Times New Roman" w:hAnsi="Times New Roman"/>
          <w:sz w:val="28"/>
          <w:szCs w:val="28"/>
        </w:rPr>
        <w:t xml:space="preserve"> начальном периоде нагрузки средней интенсивности, затем постепенное наращивание физичес</w:t>
      </w:r>
      <w:r>
        <w:rPr>
          <w:rFonts w:ascii="Times New Roman" w:hAnsi="Times New Roman"/>
          <w:sz w:val="28"/>
          <w:szCs w:val="28"/>
        </w:rPr>
        <w:t xml:space="preserve">кой нагрузки и воспитание общей </w:t>
      </w:r>
      <w:r w:rsidRPr="00293EDC">
        <w:rPr>
          <w:rFonts w:ascii="Times New Roman" w:hAnsi="Times New Roman"/>
          <w:sz w:val="28"/>
          <w:szCs w:val="28"/>
        </w:rPr>
        <w:t>выносливости. Противопоказания</w:t>
      </w:r>
      <w:r>
        <w:rPr>
          <w:rFonts w:ascii="Times New Roman" w:hAnsi="Times New Roman"/>
          <w:sz w:val="28"/>
          <w:szCs w:val="28"/>
        </w:rPr>
        <w:t>: скоростно-силовые упражнения, натуживания</w:t>
      </w:r>
      <w:r w:rsidRPr="00293EDC">
        <w:rPr>
          <w:rFonts w:ascii="Times New Roman" w:hAnsi="Times New Roman"/>
          <w:sz w:val="28"/>
          <w:szCs w:val="28"/>
        </w:rPr>
        <w:t xml:space="preserve">, ограничение бега, </w:t>
      </w:r>
      <w:r>
        <w:rPr>
          <w:rFonts w:ascii="Times New Roman" w:hAnsi="Times New Roman"/>
          <w:sz w:val="28"/>
          <w:szCs w:val="28"/>
        </w:rPr>
        <w:t xml:space="preserve">прыжков, наклонов, упражнений с отягощением </w:t>
      </w:r>
      <w:r w:rsidRPr="00293EDC">
        <w:rPr>
          <w:rFonts w:ascii="Times New Roman" w:hAnsi="Times New Roman"/>
          <w:sz w:val="28"/>
          <w:szCs w:val="28"/>
        </w:rPr>
        <w:t>и повышающих внутрибрюшное давление. Увеличение нагрузки идет под вр</w:t>
      </w:r>
      <w:r>
        <w:rPr>
          <w:rFonts w:ascii="Times New Roman" w:hAnsi="Times New Roman"/>
          <w:sz w:val="28"/>
          <w:szCs w:val="28"/>
        </w:rPr>
        <w:t xml:space="preserve">ачебно-педагогическим контролем. </w:t>
      </w:r>
      <w:r w:rsidRPr="00293EDC">
        <w:rPr>
          <w:rFonts w:ascii="Times New Roman" w:hAnsi="Times New Roman"/>
          <w:sz w:val="28"/>
          <w:szCs w:val="28"/>
        </w:rPr>
        <w:t xml:space="preserve">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42BB5">
        <w:rPr>
          <w:rFonts w:ascii="Times New Roman" w:hAnsi="Times New Roman"/>
          <w:sz w:val="28"/>
          <w:szCs w:val="28"/>
        </w:rPr>
        <w:t>Четвертую</w:t>
      </w:r>
      <w:r w:rsidRPr="00293EDC">
        <w:rPr>
          <w:rFonts w:ascii="Times New Roman" w:hAnsi="Times New Roman"/>
          <w:sz w:val="28"/>
          <w:szCs w:val="28"/>
        </w:rPr>
        <w:t xml:space="preserve"> группу составляют студенты, страдающие ожирением 1 или 2 степени.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3EDC">
        <w:rPr>
          <w:rFonts w:ascii="Times New Roman" w:hAnsi="Times New Roman"/>
          <w:sz w:val="28"/>
          <w:szCs w:val="28"/>
        </w:rPr>
        <w:t>В случаях, когда студентов, зачисленных в специальную медицинскую груп</w:t>
      </w:r>
      <w:r>
        <w:rPr>
          <w:rFonts w:ascii="Times New Roman" w:hAnsi="Times New Roman"/>
          <w:sz w:val="28"/>
          <w:szCs w:val="28"/>
        </w:rPr>
        <w:t xml:space="preserve">пу, нет возможности формировать в </w:t>
      </w:r>
      <w:r w:rsidRPr="00293EDC">
        <w:rPr>
          <w:rFonts w:ascii="Times New Roman" w:hAnsi="Times New Roman"/>
          <w:sz w:val="28"/>
          <w:szCs w:val="28"/>
        </w:rPr>
        <w:t xml:space="preserve">группы по общим показаниям и противопоказаниям, возможно формирование групп по физическому развитию или по функциональной подготовленности и полу.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>Программа шейпинг-терапия рас</w:t>
      </w:r>
      <w:r>
        <w:rPr>
          <w:rFonts w:ascii="Times New Roman" w:hAnsi="Times New Roman"/>
          <w:sz w:val="28"/>
          <w:szCs w:val="28"/>
        </w:rPr>
        <w:t>с</w:t>
      </w:r>
      <w:r w:rsidRPr="00293EDC">
        <w:rPr>
          <w:rFonts w:ascii="Times New Roman" w:hAnsi="Times New Roman"/>
          <w:sz w:val="28"/>
          <w:szCs w:val="28"/>
        </w:rPr>
        <w:t>читана для работы в специально оборуд</w:t>
      </w:r>
      <w:r>
        <w:rPr>
          <w:rFonts w:ascii="Times New Roman" w:hAnsi="Times New Roman"/>
          <w:sz w:val="28"/>
          <w:szCs w:val="28"/>
        </w:rPr>
        <w:t>ованном спортивном зале с видео</w:t>
      </w:r>
      <w:r w:rsidRPr="00293EDC">
        <w:rPr>
          <w:rFonts w:ascii="Times New Roman" w:hAnsi="Times New Roman"/>
          <w:sz w:val="28"/>
          <w:szCs w:val="28"/>
        </w:rPr>
        <w:t>ап</w:t>
      </w:r>
      <w:r>
        <w:rPr>
          <w:rFonts w:ascii="Times New Roman" w:hAnsi="Times New Roman"/>
          <w:sz w:val="28"/>
          <w:szCs w:val="28"/>
        </w:rPr>
        <w:t>п</w:t>
      </w:r>
      <w:r w:rsidRPr="00293EDC">
        <w:rPr>
          <w:rFonts w:ascii="Times New Roman" w:hAnsi="Times New Roman"/>
          <w:sz w:val="28"/>
          <w:szCs w:val="28"/>
        </w:rPr>
        <w:t>аратурой. Данная программа проводится тремя инструкт</w:t>
      </w:r>
      <w:r>
        <w:rPr>
          <w:rFonts w:ascii="Times New Roman" w:hAnsi="Times New Roman"/>
          <w:sz w:val="28"/>
          <w:szCs w:val="28"/>
        </w:rPr>
        <w:t xml:space="preserve">орами одновременно и состоит из </w:t>
      </w:r>
      <w:r w:rsidRPr="00293EDC">
        <w:rPr>
          <w:rFonts w:ascii="Times New Roman" w:hAnsi="Times New Roman"/>
          <w:sz w:val="28"/>
          <w:szCs w:val="28"/>
        </w:rPr>
        <w:t>подготовительной, 11 упражнений основной и заключительной частей. Первые 8 упражнений основной части выполняются в соответствии с порядком, разработанным для каждого инструктора. Затем следуют 3 комплекса, выполнять</w:t>
      </w:r>
      <w:r>
        <w:rPr>
          <w:rFonts w:ascii="Times New Roman" w:hAnsi="Times New Roman"/>
          <w:sz w:val="28"/>
          <w:szCs w:val="28"/>
        </w:rPr>
        <w:t>,</w:t>
      </w:r>
      <w:r w:rsidRPr="00293EDC">
        <w:rPr>
          <w:rFonts w:ascii="Times New Roman" w:hAnsi="Times New Roman"/>
          <w:sz w:val="28"/>
          <w:szCs w:val="28"/>
        </w:rPr>
        <w:t xml:space="preserve"> которые следует всем трем инструкторам.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>Первый комплекс направлен на дополнительную проработку мышц шеи и плечевого пояса. Дополнительное расслабление патологически напряженных мышц шеи способствует улучшению циркуляции крови в позвоночной артерии. Достигается оно путем чередования изометрического напряжения определенной группы мышц с последующим их растяжением. Выполняю</w:t>
      </w:r>
      <w:r>
        <w:rPr>
          <w:rFonts w:ascii="Times New Roman" w:hAnsi="Times New Roman"/>
          <w:sz w:val="28"/>
          <w:szCs w:val="28"/>
        </w:rPr>
        <w:t>т</w:t>
      </w:r>
      <w:r w:rsidRPr="00293EDC">
        <w:rPr>
          <w:rFonts w:ascii="Times New Roman" w:hAnsi="Times New Roman"/>
          <w:sz w:val="28"/>
          <w:szCs w:val="28"/>
        </w:rPr>
        <w:t xml:space="preserve">ся упражнения медленно. На 4 счета осуществляется давление головы на руку, на следующие 4 счета растяжка в противоположную сторону. Давление должно быть достаточно ощутимым, плечи держать ровно. При появлении головокружения или других неприятных ощущений упражнение прекратить.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 xml:space="preserve">Второй комплекс направлен на укрепление мышц спины, профилактику и реабилитацию остеохондрозов и сколиозов позвоночника, формирование правильной осанки.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>Третий комплекс направлен на доп</w:t>
      </w:r>
      <w:r>
        <w:rPr>
          <w:rFonts w:ascii="Times New Roman" w:hAnsi="Times New Roman"/>
          <w:sz w:val="28"/>
          <w:szCs w:val="28"/>
        </w:rPr>
        <w:t>олнительную проработку поснично-</w:t>
      </w:r>
      <w:r w:rsidRPr="00293EDC">
        <w:rPr>
          <w:rFonts w:ascii="Times New Roman" w:hAnsi="Times New Roman"/>
          <w:sz w:val="28"/>
          <w:szCs w:val="28"/>
        </w:rPr>
        <w:t>крестцового отдела позвоночника, который является одной из наиболее проблемных зон. Упражнение способствует укреплению мышц, увеличению п</w:t>
      </w:r>
      <w:r>
        <w:rPr>
          <w:rFonts w:ascii="Times New Roman" w:hAnsi="Times New Roman"/>
          <w:sz w:val="28"/>
          <w:szCs w:val="28"/>
        </w:rPr>
        <w:t>одвижности, снятию неприятных ощ</w:t>
      </w:r>
      <w:r w:rsidRPr="00293EDC">
        <w:rPr>
          <w:rFonts w:ascii="Times New Roman" w:hAnsi="Times New Roman"/>
          <w:sz w:val="28"/>
          <w:szCs w:val="28"/>
        </w:rPr>
        <w:t>ущений и болевого синдрома. Эффект достигается за счет чередования изометрического напряжения и расслабления. Так как эта группа мышц более массивная, то напряжение и расслабление производятся на 8 счетов. Пульсовой ре</w:t>
      </w:r>
      <w:r>
        <w:rPr>
          <w:rFonts w:ascii="Times New Roman" w:hAnsi="Times New Roman"/>
          <w:sz w:val="28"/>
          <w:szCs w:val="28"/>
        </w:rPr>
        <w:t xml:space="preserve">жим комплексов не более 120-130 </w:t>
      </w:r>
      <w:r w:rsidRPr="00293EDC">
        <w:rPr>
          <w:rFonts w:ascii="Times New Roman" w:hAnsi="Times New Roman"/>
          <w:sz w:val="28"/>
          <w:szCs w:val="28"/>
        </w:rPr>
        <w:t xml:space="preserve">уд/мин.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 xml:space="preserve">По первому инструктору выполняют упражнения </w:t>
      </w:r>
      <w:r>
        <w:rPr>
          <w:rFonts w:ascii="Times New Roman" w:hAnsi="Times New Roman"/>
          <w:sz w:val="28"/>
          <w:szCs w:val="28"/>
        </w:rPr>
        <w:t>студенты, отнесенные к группе 1;</w:t>
      </w:r>
      <w:r w:rsidRPr="00293EDC">
        <w:rPr>
          <w:rFonts w:ascii="Times New Roman" w:hAnsi="Times New Roman"/>
          <w:sz w:val="28"/>
          <w:szCs w:val="28"/>
        </w:rPr>
        <w:t xml:space="preserve"> по второму и</w:t>
      </w:r>
      <w:r>
        <w:rPr>
          <w:rFonts w:ascii="Times New Roman" w:hAnsi="Times New Roman"/>
          <w:sz w:val="28"/>
          <w:szCs w:val="28"/>
        </w:rPr>
        <w:t>нструктору работают студенты, отнесенные к группе 2;</w:t>
      </w:r>
      <w:r w:rsidRPr="00293EDC">
        <w:rPr>
          <w:rFonts w:ascii="Times New Roman" w:hAnsi="Times New Roman"/>
          <w:sz w:val="28"/>
          <w:szCs w:val="28"/>
        </w:rPr>
        <w:t xml:space="preserve"> по треть</w:t>
      </w:r>
      <w:r>
        <w:rPr>
          <w:rFonts w:ascii="Times New Roman" w:hAnsi="Times New Roman"/>
          <w:sz w:val="28"/>
          <w:szCs w:val="28"/>
        </w:rPr>
        <w:t>е</w:t>
      </w:r>
      <w:r w:rsidRPr="00293EDC">
        <w:rPr>
          <w:rFonts w:ascii="Times New Roman" w:hAnsi="Times New Roman"/>
          <w:sz w:val="28"/>
          <w:szCs w:val="28"/>
        </w:rPr>
        <w:t>му и</w:t>
      </w:r>
      <w:r>
        <w:rPr>
          <w:rFonts w:ascii="Times New Roman" w:hAnsi="Times New Roman"/>
          <w:sz w:val="28"/>
          <w:szCs w:val="28"/>
        </w:rPr>
        <w:t xml:space="preserve">нструктору – </w:t>
      </w:r>
      <w:r w:rsidRPr="00293EDC">
        <w:rPr>
          <w:rFonts w:ascii="Times New Roman" w:hAnsi="Times New Roman"/>
          <w:sz w:val="28"/>
          <w:szCs w:val="28"/>
        </w:rPr>
        <w:t xml:space="preserve">студенты, отнесенные к группе 3 и 4.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 xml:space="preserve">Первый инструктор выполняет упражнения на следующие области с пульсовой режим 120-130 уд/мин.: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1 упражнение – «плечевой пояс, спина сверху»;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2 упражнение – «бедро сзади»;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3 упражнение – «бедро внутри»;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4 упражнение – «бедро спереди»;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5 упражнение – «бедро сбоку»;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6 упражнение – «ягодицы»;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7 упражнение – «пресс сверху, пресс снизу»;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8 упражнение – «косые мышцы».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>Упражнения, выполняемые вторым инструктором</w:t>
      </w:r>
      <w:r>
        <w:rPr>
          <w:rFonts w:ascii="Times New Roman" w:hAnsi="Times New Roman"/>
          <w:sz w:val="28"/>
          <w:szCs w:val="28"/>
        </w:rPr>
        <w:t>,</w:t>
      </w:r>
      <w:r w:rsidRPr="00293EDC">
        <w:rPr>
          <w:rFonts w:ascii="Times New Roman" w:hAnsi="Times New Roman"/>
          <w:sz w:val="28"/>
          <w:szCs w:val="28"/>
        </w:rPr>
        <w:t xml:space="preserve"> напр</w:t>
      </w:r>
      <w:r>
        <w:rPr>
          <w:rFonts w:ascii="Times New Roman" w:hAnsi="Times New Roman"/>
          <w:sz w:val="28"/>
          <w:szCs w:val="28"/>
        </w:rPr>
        <w:t>а</w:t>
      </w:r>
      <w:r w:rsidRPr="00293EDC">
        <w:rPr>
          <w:rFonts w:ascii="Times New Roman" w:hAnsi="Times New Roman"/>
          <w:sz w:val="28"/>
          <w:szCs w:val="28"/>
        </w:rPr>
        <w:t xml:space="preserve">влены на формирование правильной осанки, создание мышечного корсета, удерживающего позвоночник в гармоничном положении, ликвидацию болевого синдрома при различных заболеваниях позвоночника. Пульсовой режим для всех упражнений не более 120-130 уд/мин.: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1 упражнение – «бедро спереди»;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2 упражнение – «бедро сзади»;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3 упражнение – «бедро внутри»;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4 упражнение – «бедро сбоку»;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5 упражнение – «ягодицы»;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6 упражнение – «плечевой пояс, спина сверху»;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7 упражнение – «пресс сверху, пресс снизу»;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8 упражнение – «косые мышцы».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DC">
        <w:rPr>
          <w:rFonts w:ascii="Times New Roman" w:hAnsi="Times New Roman"/>
          <w:sz w:val="28"/>
          <w:szCs w:val="28"/>
        </w:rPr>
        <w:t>В работе третьего инструктора каждое упражнение построено с учетом допустимой физиологической нагрузки  при</w:t>
      </w:r>
      <w:r>
        <w:rPr>
          <w:rFonts w:ascii="Times New Roman" w:hAnsi="Times New Roman"/>
          <w:sz w:val="28"/>
          <w:szCs w:val="28"/>
        </w:rPr>
        <w:t xml:space="preserve"> сердечно</w:t>
      </w:r>
      <w:r w:rsidRPr="00293EDC">
        <w:rPr>
          <w:rFonts w:ascii="Times New Roman" w:hAnsi="Times New Roman"/>
          <w:sz w:val="28"/>
          <w:szCs w:val="28"/>
        </w:rPr>
        <w:t>сосудистой патологии. Особенности физиологической нагрузки – постепенное наращивание, а затем снижение общей н</w:t>
      </w:r>
      <w:r>
        <w:rPr>
          <w:rFonts w:ascii="Times New Roman" w:hAnsi="Times New Roman"/>
          <w:sz w:val="28"/>
          <w:szCs w:val="28"/>
        </w:rPr>
        <w:t>а</w:t>
      </w:r>
      <w:r w:rsidRPr="00293EDC">
        <w:rPr>
          <w:rFonts w:ascii="Times New Roman" w:hAnsi="Times New Roman"/>
          <w:sz w:val="28"/>
          <w:szCs w:val="28"/>
        </w:rPr>
        <w:t>грузки, которое достигается путем частой смены исходного положения, усложнения упражнен</w:t>
      </w:r>
      <w:r>
        <w:rPr>
          <w:rFonts w:ascii="Times New Roman" w:hAnsi="Times New Roman"/>
          <w:sz w:val="28"/>
          <w:szCs w:val="28"/>
        </w:rPr>
        <w:t xml:space="preserve">ия, увеличения степени силового </w:t>
      </w:r>
      <w:r w:rsidRPr="00293EDC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апряжения. Максимальное увеличе</w:t>
      </w:r>
      <w:r w:rsidRPr="00293EDC">
        <w:rPr>
          <w:rFonts w:ascii="Times New Roman" w:hAnsi="Times New Roman"/>
          <w:sz w:val="28"/>
          <w:szCs w:val="28"/>
        </w:rPr>
        <w:t>ние</w:t>
      </w:r>
      <w:r>
        <w:rPr>
          <w:rFonts w:ascii="Times New Roman" w:hAnsi="Times New Roman"/>
          <w:sz w:val="28"/>
          <w:szCs w:val="28"/>
        </w:rPr>
        <w:t xml:space="preserve"> пульса до 120 уд/мин. В течение</w:t>
      </w:r>
      <w:r w:rsidRPr="00293EDC">
        <w:rPr>
          <w:rFonts w:ascii="Times New Roman" w:hAnsi="Times New Roman"/>
          <w:sz w:val="28"/>
          <w:szCs w:val="28"/>
        </w:rPr>
        <w:t xml:space="preserve"> каждого упражнения есть вставки, напр</w:t>
      </w:r>
      <w:r>
        <w:rPr>
          <w:rFonts w:ascii="Times New Roman" w:hAnsi="Times New Roman"/>
          <w:sz w:val="28"/>
          <w:szCs w:val="28"/>
        </w:rPr>
        <w:t>авленные на рас</w:t>
      </w:r>
      <w:r w:rsidRPr="00293EDC">
        <w:rPr>
          <w:rFonts w:ascii="Times New Roman" w:hAnsi="Times New Roman"/>
          <w:sz w:val="28"/>
          <w:szCs w:val="28"/>
        </w:rPr>
        <w:t>тяж</w:t>
      </w:r>
      <w:r>
        <w:rPr>
          <w:rFonts w:ascii="Times New Roman" w:hAnsi="Times New Roman"/>
          <w:sz w:val="28"/>
          <w:szCs w:val="28"/>
        </w:rPr>
        <w:t>ение работающей группы мыш</w:t>
      </w:r>
      <w:r w:rsidRPr="00293EDC">
        <w:rPr>
          <w:rFonts w:ascii="Times New Roman" w:hAnsi="Times New Roman"/>
          <w:sz w:val="28"/>
          <w:szCs w:val="28"/>
        </w:rPr>
        <w:t>ц или на активизацию работы дыхательной мускулатуры. Упражнени</w:t>
      </w:r>
      <w:r>
        <w:rPr>
          <w:rFonts w:ascii="Times New Roman" w:hAnsi="Times New Roman"/>
          <w:sz w:val="28"/>
          <w:szCs w:val="28"/>
        </w:rPr>
        <w:t>я</w:t>
      </w:r>
      <w:r w:rsidRPr="00293EDC">
        <w:rPr>
          <w:rFonts w:ascii="Times New Roman" w:hAnsi="Times New Roman"/>
          <w:sz w:val="28"/>
          <w:szCs w:val="28"/>
        </w:rPr>
        <w:t xml:space="preserve"> проделываются ритмично, в умеренном, спокойном темпе. При работе на группе крупных мышц возможно применение метода статического напряжения, чаще в упражнении «бедро сзади». Третье и шестое упражнения – «дыхательные упражнения», направленные на возбуждение и углубление дыхания и применяются в форме упражнений статического и динамического характера. Включение этих упражнений обязательно, так как при поражении систем дыхания и кровообращения страдают функции внешнего дыхания. При выполнении этих упражнений вдох и выдох должны осущест</w:t>
      </w:r>
      <w:r>
        <w:rPr>
          <w:rFonts w:ascii="Times New Roman" w:hAnsi="Times New Roman"/>
          <w:sz w:val="28"/>
          <w:szCs w:val="28"/>
        </w:rPr>
        <w:t>в</w:t>
      </w:r>
      <w:r w:rsidRPr="00293EDC">
        <w:rPr>
          <w:rFonts w:ascii="Times New Roman" w:hAnsi="Times New Roman"/>
          <w:sz w:val="28"/>
          <w:szCs w:val="28"/>
        </w:rPr>
        <w:t>ляться через нос (только при появлении отдышки через рот). Дыхание должно быть спокойным, глубоким, равномерным: вдох на три счета, а выдох на пять счетов. Однако глубину и продолжительность дыхания не следует «навязыват</w:t>
      </w:r>
      <w:r>
        <w:rPr>
          <w:rFonts w:ascii="Times New Roman" w:hAnsi="Times New Roman"/>
          <w:sz w:val="28"/>
          <w:szCs w:val="28"/>
        </w:rPr>
        <w:t>ь», его можно только стимулирова</w:t>
      </w:r>
      <w:r w:rsidRPr="00293EDC">
        <w:rPr>
          <w:rFonts w:ascii="Times New Roman" w:hAnsi="Times New Roman"/>
          <w:sz w:val="28"/>
          <w:szCs w:val="28"/>
        </w:rPr>
        <w:t>ть. Следует учесть, что динамические упр</w:t>
      </w:r>
      <w:r>
        <w:rPr>
          <w:rFonts w:ascii="Times New Roman" w:hAnsi="Times New Roman"/>
          <w:sz w:val="28"/>
          <w:szCs w:val="28"/>
        </w:rPr>
        <w:t xml:space="preserve">ажнения способствуют </w:t>
      </w:r>
      <w:r w:rsidRPr="00293EDC">
        <w:rPr>
          <w:rFonts w:ascii="Times New Roman" w:hAnsi="Times New Roman"/>
          <w:sz w:val="28"/>
          <w:szCs w:val="28"/>
        </w:rPr>
        <w:t>более выраженному проявлению дыхательной функции в нижней половине грудной клетки и диафрагмы, я статические упражнения, с исходным положением рук на талии – для улучше</w:t>
      </w:r>
      <w:r>
        <w:rPr>
          <w:rFonts w:ascii="Times New Roman" w:hAnsi="Times New Roman"/>
          <w:sz w:val="28"/>
          <w:szCs w:val="28"/>
        </w:rPr>
        <w:t>ния вентиляции верхушек легких: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1 упражнение – «бедро спереди»;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2 упражнение – «бедро сзади»;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3 упражнение – «дыхательная гимнастика»;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4 упражнение – «бедро внутри»;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5 упражнение – «бедро сбоку»;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6 упражнение – «дыхательная гимнастика»;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 xml:space="preserve">7 упражнение – «пресс сверху, пресс снизу»; </w:t>
      </w:r>
    </w:p>
    <w:p w:rsidR="005D0B2F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sz w:val="28"/>
          <w:szCs w:val="28"/>
        </w:rPr>
        <w:t>8 упражнение – «косые мышцы».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0B2F" w:rsidRPr="00A53720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A53720">
        <w:rPr>
          <w:rFonts w:ascii="Times New Roman" w:hAnsi="Times New Roman"/>
          <w:sz w:val="28"/>
          <w:szCs w:val="28"/>
        </w:rPr>
        <w:t xml:space="preserve">И так, </w:t>
      </w:r>
      <w:r>
        <w:rPr>
          <w:rFonts w:ascii="Times New Roman" w:hAnsi="Times New Roman"/>
          <w:sz w:val="28"/>
          <w:szCs w:val="28"/>
        </w:rPr>
        <w:t>применение программы шейпинг-терапия у студентов  специального медицинского отделения дает уникальную возможность проводить одновременно занятия  со студентами всех видов заболевания. Кроме того, в этих комплексах очень грамотно нормируется нагрузка. С полной уверенностью программу шейпинг-терапия можно рассматривать как средство интенсификации учебного процесса для специального учебного отделения и рекомендовать к практическому применению.</w:t>
      </w:r>
      <w:r w:rsidRPr="00A53720">
        <w:rPr>
          <w:rFonts w:ascii="Times New Roman" w:hAnsi="Times New Roman"/>
          <w:sz w:val="28"/>
          <w:szCs w:val="28"/>
        </w:rPr>
        <w:tab/>
        <w:t xml:space="preserve"> </w:t>
      </w:r>
    </w:p>
    <w:p w:rsidR="005D0B2F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D0B2F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93EDC">
        <w:rPr>
          <w:rFonts w:ascii="Times New Roman" w:hAnsi="Times New Roman"/>
          <w:b/>
          <w:sz w:val="28"/>
          <w:szCs w:val="28"/>
        </w:rPr>
        <w:t>Литература:</w:t>
      </w:r>
      <w:r w:rsidRPr="00293EDC">
        <w:rPr>
          <w:rFonts w:ascii="Times New Roman" w:hAnsi="Times New Roman"/>
          <w:sz w:val="28"/>
          <w:szCs w:val="28"/>
        </w:rPr>
        <w:t xml:space="preserve"> </w:t>
      </w:r>
    </w:p>
    <w:p w:rsidR="005D0B2F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93EDC">
        <w:rPr>
          <w:rFonts w:ascii="Times New Roman" w:hAnsi="Times New Roman"/>
          <w:sz w:val="28"/>
          <w:szCs w:val="28"/>
        </w:rPr>
        <w:t>. Государственный общеобразовательный стандарт образования республики Каза</w:t>
      </w:r>
      <w:r>
        <w:rPr>
          <w:rFonts w:ascii="Times New Roman" w:hAnsi="Times New Roman"/>
          <w:sz w:val="28"/>
          <w:szCs w:val="28"/>
        </w:rPr>
        <w:t>хстан. Высшее образование. Бакалавриат.</w:t>
      </w:r>
      <w:r w:rsidRPr="00293EDC">
        <w:rPr>
          <w:rFonts w:ascii="Times New Roman" w:hAnsi="Times New Roman"/>
          <w:sz w:val="28"/>
          <w:szCs w:val="28"/>
        </w:rPr>
        <w:t xml:space="preserve"> Основные положения. ГОСО РК 5.04.019 – 2011. Астана, 2011.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Менхин Ю.В., Менхин А.В. Оздоровительная гимнастика: теория и методика. Ростов н/Д: Феникс, 2002. – 384с. </w:t>
      </w:r>
    </w:p>
    <w:p w:rsidR="005D0B2F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93EDC">
        <w:rPr>
          <w:rFonts w:ascii="Times New Roman" w:hAnsi="Times New Roman"/>
          <w:sz w:val="28"/>
          <w:szCs w:val="28"/>
        </w:rPr>
        <w:t>. Типовая учебная программа. Образование высшее профессиональное.</w:t>
      </w:r>
      <w:r>
        <w:rPr>
          <w:rFonts w:ascii="Times New Roman" w:hAnsi="Times New Roman"/>
          <w:sz w:val="28"/>
          <w:szCs w:val="28"/>
        </w:rPr>
        <w:t xml:space="preserve"> Физическая культура (включая ва</w:t>
      </w:r>
      <w:r w:rsidRPr="00293EDC">
        <w:rPr>
          <w:rFonts w:ascii="Times New Roman" w:hAnsi="Times New Roman"/>
          <w:sz w:val="28"/>
          <w:szCs w:val="28"/>
        </w:rPr>
        <w:t>леологию). Астана 2002.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D0B2F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Физическая культура: учебн. п</w:t>
      </w:r>
      <w:r w:rsidRPr="00293EDC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>обие / Под общ. р</w:t>
      </w:r>
      <w:r w:rsidRPr="00293EDC">
        <w:rPr>
          <w:rFonts w:ascii="Times New Roman" w:hAnsi="Times New Roman"/>
          <w:sz w:val="28"/>
          <w:szCs w:val="28"/>
        </w:rPr>
        <w:t>ед. Е.В. Коневой. – Ростов н/Д: Феникс, 2006.</w:t>
      </w:r>
      <w:r>
        <w:rPr>
          <w:rFonts w:ascii="Times New Roman" w:hAnsi="Times New Roman"/>
          <w:sz w:val="28"/>
          <w:szCs w:val="28"/>
        </w:rPr>
        <w:t xml:space="preserve"> – 558с. </w:t>
      </w:r>
    </w:p>
    <w:p w:rsidR="005D0B2F" w:rsidRPr="00293EDC" w:rsidRDefault="005D0B2F" w:rsidP="007E4FBF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D0B2F" w:rsidRPr="00293EDC" w:rsidRDefault="005D0B2F" w:rsidP="00293EDC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5D0B2F" w:rsidRPr="00293EDC" w:rsidSect="00293E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E0B34"/>
    <w:multiLevelType w:val="hybridMultilevel"/>
    <w:tmpl w:val="5D283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7E7839"/>
    <w:multiLevelType w:val="hybridMultilevel"/>
    <w:tmpl w:val="763E95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266"/>
    <w:rsid w:val="000259F7"/>
    <w:rsid w:val="000414DB"/>
    <w:rsid w:val="000661E2"/>
    <w:rsid w:val="00093B36"/>
    <w:rsid w:val="000A6811"/>
    <w:rsid w:val="000B5D63"/>
    <w:rsid w:val="000C0D9A"/>
    <w:rsid w:val="0010603F"/>
    <w:rsid w:val="00126C17"/>
    <w:rsid w:val="00155C3B"/>
    <w:rsid w:val="00170FB0"/>
    <w:rsid w:val="00191929"/>
    <w:rsid w:val="001C7EBE"/>
    <w:rsid w:val="002145AF"/>
    <w:rsid w:val="00224711"/>
    <w:rsid w:val="002603F0"/>
    <w:rsid w:val="00264ECE"/>
    <w:rsid w:val="002866F2"/>
    <w:rsid w:val="00291C49"/>
    <w:rsid w:val="00293EDC"/>
    <w:rsid w:val="00333EDE"/>
    <w:rsid w:val="00344A58"/>
    <w:rsid w:val="00354E07"/>
    <w:rsid w:val="00363DDB"/>
    <w:rsid w:val="003769B8"/>
    <w:rsid w:val="003A2D4F"/>
    <w:rsid w:val="003C297F"/>
    <w:rsid w:val="003D5464"/>
    <w:rsid w:val="003E47FE"/>
    <w:rsid w:val="00443504"/>
    <w:rsid w:val="00494176"/>
    <w:rsid w:val="004C7CC7"/>
    <w:rsid w:val="004E7594"/>
    <w:rsid w:val="0050581D"/>
    <w:rsid w:val="00506317"/>
    <w:rsid w:val="00537BEE"/>
    <w:rsid w:val="00546BF9"/>
    <w:rsid w:val="00577331"/>
    <w:rsid w:val="005B0A84"/>
    <w:rsid w:val="005B2C06"/>
    <w:rsid w:val="005B2D76"/>
    <w:rsid w:val="005C46D7"/>
    <w:rsid w:val="005D0B2F"/>
    <w:rsid w:val="005F57B9"/>
    <w:rsid w:val="005F58D6"/>
    <w:rsid w:val="00607295"/>
    <w:rsid w:val="006169FF"/>
    <w:rsid w:val="00653C50"/>
    <w:rsid w:val="00684ADF"/>
    <w:rsid w:val="006949E0"/>
    <w:rsid w:val="006D600C"/>
    <w:rsid w:val="006E200C"/>
    <w:rsid w:val="00711A7B"/>
    <w:rsid w:val="0072519A"/>
    <w:rsid w:val="00732D34"/>
    <w:rsid w:val="00753B22"/>
    <w:rsid w:val="00773E4D"/>
    <w:rsid w:val="007A3917"/>
    <w:rsid w:val="007E4FBF"/>
    <w:rsid w:val="00822262"/>
    <w:rsid w:val="00883710"/>
    <w:rsid w:val="00886699"/>
    <w:rsid w:val="008A46C3"/>
    <w:rsid w:val="0090606B"/>
    <w:rsid w:val="00910E91"/>
    <w:rsid w:val="00947C62"/>
    <w:rsid w:val="00974BEB"/>
    <w:rsid w:val="00990233"/>
    <w:rsid w:val="009B2953"/>
    <w:rsid w:val="009C0C1F"/>
    <w:rsid w:val="009C7E94"/>
    <w:rsid w:val="00A3001C"/>
    <w:rsid w:val="00A53720"/>
    <w:rsid w:val="00A8143A"/>
    <w:rsid w:val="00AA4396"/>
    <w:rsid w:val="00AA7921"/>
    <w:rsid w:val="00AC1932"/>
    <w:rsid w:val="00AC3982"/>
    <w:rsid w:val="00B13FBA"/>
    <w:rsid w:val="00B43790"/>
    <w:rsid w:val="00B57EAA"/>
    <w:rsid w:val="00B643CB"/>
    <w:rsid w:val="00B75BCD"/>
    <w:rsid w:val="00BC5B54"/>
    <w:rsid w:val="00C02823"/>
    <w:rsid w:val="00C407AA"/>
    <w:rsid w:val="00C57A87"/>
    <w:rsid w:val="00C76134"/>
    <w:rsid w:val="00C93BF5"/>
    <w:rsid w:val="00CF4E40"/>
    <w:rsid w:val="00CF7CA6"/>
    <w:rsid w:val="00D07466"/>
    <w:rsid w:val="00D53079"/>
    <w:rsid w:val="00D64AC0"/>
    <w:rsid w:val="00D75019"/>
    <w:rsid w:val="00E35266"/>
    <w:rsid w:val="00E36AB2"/>
    <w:rsid w:val="00EA2FAC"/>
    <w:rsid w:val="00EA77B4"/>
    <w:rsid w:val="00EC4C87"/>
    <w:rsid w:val="00EE1300"/>
    <w:rsid w:val="00EF033C"/>
    <w:rsid w:val="00F0069C"/>
    <w:rsid w:val="00F37A3B"/>
    <w:rsid w:val="00F42BB5"/>
    <w:rsid w:val="00F44457"/>
    <w:rsid w:val="00F477DC"/>
    <w:rsid w:val="00FB6720"/>
    <w:rsid w:val="00FD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87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F7CA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47F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9417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00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504</TotalTime>
  <Pages>6</Pages>
  <Words>6022</Words>
  <Characters>3433</Characters>
  <Application>Microsoft Office Outlook</Application>
  <DocSecurity>0</DocSecurity>
  <Lines>0</Lines>
  <Paragraphs>0</Paragraphs>
  <ScaleCrop>false</ScaleCrop>
  <Company>Agip KCO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</dc:creator>
  <cp:keywords/>
  <dc:description/>
  <cp:lastModifiedBy>Admin</cp:lastModifiedBy>
  <cp:revision>20</cp:revision>
  <dcterms:created xsi:type="dcterms:W3CDTF">2014-04-23T13:13:00Z</dcterms:created>
  <dcterms:modified xsi:type="dcterms:W3CDTF">2014-04-26T19:46:00Z</dcterms:modified>
</cp:coreProperties>
</file>