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80B" w:rsidRPr="000603D0" w:rsidRDefault="00C6480B" w:rsidP="00892655">
      <w:pPr>
        <w:tabs>
          <w:tab w:val="left" w:pos="0"/>
          <w:tab w:val="left" w:pos="284"/>
        </w:tabs>
        <w:spacing w:line="360" w:lineRule="auto"/>
        <w:ind w:firstLine="567"/>
        <w:jc w:val="right"/>
        <w:rPr>
          <w:b/>
          <w:sz w:val="28"/>
          <w:szCs w:val="28"/>
          <w:lang w:val="kk-KZ"/>
        </w:rPr>
      </w:pPr>
      <w:r w:rsidRPr="000603D0">
        <w:rPr>
          <w:b/>
          <w:sz w:val="28"/>
          <w:szCs w:val="28"/>
          <w:lang w:val="kk-KZ"/>
        </w:rPr>
        <w:t xml:space="preserve">Кулшат Хамзина </w:t>
      </w:r>
    </w:p>
    <w:p w:rsidR="00C6480B" w:rsidRPr="000603D0" w:rsidRDefault="00C6480B" w:rsidP="00892655">
      <w:pPr>
        <w:tabs>
          <w:tab w:val="left" w:pos="0"/>
          <w:tab w:val="left" w:pos="284"/>
        </w:tabs>
        <w:spacing w:line="360" w:lineRule="auto"/>
        <w:ind w:firstLine="567"/>
        <w:jc w:val="right"/>
        <w:rPr>
          <w:b/>
          <w:sz w:val="28"/>
          <w:szCs w:val="28"/>
          <w:lang w:val="kk-KZ"/>
        </w:rPr>
      </w:pPr>
      <w:r w:rsidRPr="000603D0">
        <w:rPr>
          <w:b/>
          <w:color w:val="000000"/>
          <w:sz w:val="28"/>
          <w:szCs w:val="28"/>
        </w:rPr>
        <w:t>(</w:t>
      </w:r>
      <w:r w:rsidRPr="000603D0">
        <w:rPr>
          <w:b/>
          <w:color w:val="000000"/>
          <w:sz w:val="28"/>
          <w:szCs w:val="28"/>
          <w:lang w:val="kk-KZ"/>
        </w:rPr>
        <w:t>Қостанай</w:t>
      </w:r>
      <w:r w:rsidRPr="000603D0">
        <w:rPr>
          <w:b/>
          <w:color w:val="000000"/>
          <w:sz w:val="28"/>
          <w:szCs w:val="28"/>
        </w:rPr>
        <w:t xml:space="preserve">, </w:t>
      </w:r>
      <w:r w:rsidRPr="000603D0">
        <w:rPr>
          <w:b/>
          <w:color w:val="000000"/>
          <w:sz w:val="28"/>
          <w:szCs w:val="28"/>
          <w:lang w:val="kk-KZ"/>
        </w:rPr>
        <w:t>Қазақстан</w:t>
      </w:r>
      <w:r w:rsidRPr="000603D0">
        <w:rPr>
          <w:b/>
          <w:color w:val="000000"/>
          <w:sz w:val="28"/>
          <w:szCs w:val="28"/>
        </w:rPr>
        <w:t>)</w:t>
      </w:r>
    </w:p>
    <w:p w:rsidR="00C6480B" w:rsidRPr="00892655" w:rsidRDefault="00C6480B" w:rsidP="00892655">
      <w:pPr>
        <w:tabs>
          <w:tab w:val="left" w:pos="0"/>
          <w:tab w:val="left" w:pos="284"/>
        </w:tabs>
        <w:spacing w:line="360" w:lineRule="auto"/>
        <w:ind w:firstLine="567"/>
        <w:jc w:val="right"/>
        <w:rPr>
          <w:sz w:val="28"/>
          <w:szCs w:val="28"/>
          <w:lang w:val="kk-KZ"/>
        </w:rPr>
      </w:pPr>
    </w:p>
    <w:p w:rsidR="00C6480B" w:rsidRPr="00892655" w:rsidRDefault="00C6480B" w:rsidP="00892655">
      <w:pPr>
        <w:tabs>
          <w:tab w:val="left" w:pos="0"/>
          <w:tab w:val="left" w:pos="284"/>
        </w:tabs>
        <w:spacing w:line="360" w:lineRule="auto"/>
        <w:ind w:firstLine="567"/>
        <w:jc w:val="center"/>
        <w:rPr>
          <w:b/>
          <w:color w:val="000000"/>
          <w:sz w:val="28"/>
          <w:szCs w:val="28"/>
          <w:lang w:val="kk-KZ"/>
        </w:rPr>
      </w:pPr>
      <w:r w:rsidRPr="00892655">
        <w:rPr>
          <w:b/>
          <w:color w:val="000000"/>
          <w:sz w:val="28"/>
          <w:szCs w:val="28"/>
          <w:lang w:val="kk-KZ"/>
        </w:rPr>
        <w:t>МҰҒАЛІМНІҢ РЕФЛЕКСИЯЛЫҚ ҚЫЗМЕТІ</w:t>
      </w:r>
    </w:p>
    <w:p w:rsidR="00C6480B" w:rsidRPr="00892655" w:rsidRDefault="00C6480B" w:rsidP="00892655">
      <w:pPr>
        <w:tabs>
          <w:tab w:val="left" w:pos="0"/>
          <w:tab w:val="left" w:pos="284"/>
        </w:tabs>
        <w:spacing w:line="360" w:lineRule="auto"/>
        <w:ind w:firstLine="567"/>
        <w:jc w:val="center"/>
        <w:rPr>
          <w:b/>
          <w:color w:val="000000"/>
          <w:sz w:val="28"/>
          <w:szCs w:val="28"/>
          <w:lang w:val="kk-KZ"/>
        </w:rPr>
      </w:pPr>
    </w:p>
    <w:p w:rsidR="00C6480B" w:rsidRPr="00892655" w:rsidRDefault="00C6480B" w:rsidP="00892655">
      <w:pPr>
        <w:tabs>
          <w:tab w:val="left" w:pos="0"/>
          <w:tab w:val="left" w:pos="284"/>
          <w:tab w:val="left" w:pos="9639"/>
        </w:tabs>
        <w:spacing w:line="360" w:lineRule="auto"/>
        <w:ind w:firstLine="567"/>
        <w:jc w:val="both"/>
        <w:rPr>
          <w:sz w:val="28"/>
          <w:szCs w:val="28"/>
          <w:lang w:val="kk-KZ"/>
        </w:rPr>
      </w:pPr>
      <w:r w:rsidRPr="00892655">
        <w:rPr>
          <w:sz w:val="28"/>
          <w:szCs w:val="28"/>
          <w:shd w:val="clear" w:color="auto" w:fill="FFFFFF"/>
          <w:lang w:val="kk-KZ"/>
        </w:rPr>
        <w:t>«Рефлексия» сөзі латын тіліндегі «reflexio» – «артқа қа</w:t>
      </w:r>
      <w:r>
        <w:rPr>
          <w:sz w:val="28"/>
          <w:szCs w:val="28"/>
          <w:shd w:val="clear" w:color="auto" w:fill="FFFFFF"/>
          <w:lang w:val="kk-KZ"/>
        </w:rPr>
        <w:t xml:space="preserve">рау» деген ұғымынан туындайды. </w:t>
      </w:r>
      <w:r w:rsidRPr="00892655">
        <w:rPr>
          <w:sz w:val="28"/>
          <w:szCs w:val="28"/>
          <w:shd w:val="clear" w:color="auto" w:fill="FFFFFF"/>
          <w:lang w:val="kk-KZ"/>
        </w:rPr>
        <w:t xml:space="preserve">Джон Дьюи рефлексиялық ойлауды былай сипаттайды: «Қандай да болмасын бір пікірді не білімнің ықтимал көрінісін олардың негіздерін ескере отырып белсенді түрде, толассыз және мұқият қарастыру, осының салдарынан туындаған қорытындаларды талдау» </w:t>
      </w:r>
      <w:r w:rsidRPr="00892655">
        <w:rPr>
          <w:sz w:val="28"/>
          <w:szCs w:val="28"/>
          <w:lang w:val="kk-KZ"/>
        </w:rPr>
        <w:t>[1, б. 15].</w:t>
      </w:r>
    </w:p>
    <w:p w:rsidR="00C6480B" w:rsidRPr="00892655" w:rsidRDefault="00C6480B" w:rsidP="00892655">
      <w:pPr>
        <w:tabs>
          <w:tab w:val="left" w:pos="0"/>
          <w:tab w:val="left" w:pos="284"/>
          <w:tab w:val="left" w:pos="9639"/>
        </w:tabs>
        <w:spacing w:line="360" w:lineRule="auto"/>
        <w:ind w:firstLine="567"/>
        <w:jc w:val="both"/>
        <w:rPr>
          <w:sz w:val="28"/>
          <w:szCs w:val="28"/>
          <w:lang w:val="kk-KZ"/>
        </w:rPr>
      </w:pPr>
      <w:r w:rsidRPr="00892655">
        <w:rPr>
          <w:sz w:val="28"/>
          <w:szCs w:val="28"/>
          <w:lang w:val="kk-KZ"/>
        </w:rPr>
        <w:t>«Советский энциклопедический словарь» оны былай көрсетеді: 1) ой толғау, өзіндік бақылау, өзін-өзі тану; 2) философияда - адамның өзінің жеке әрекеттері мен олардың заңдылығын ұғынуға бағытталған теоретикалық қызметінің түрі. Ал Ожегов және Шведовтың «Толковый словарі» аталған ұғымды өзін-өзі талдау, өзінің ішкі жағдайы туралы ойлану деп көрсетеді. Сонымен қатар, айтарлықтай таратылған көзқарас, ол рефлексия - адам жанының өзіне қарай бағытталуы. Сондай-ақ, рефлексия сөз туралы сөз деген ұғым да кең таралған [2, б. 6].</w:t>
      </w:r>
    </w:p>
    <w:p w:rsidR="00C6480B" w:rsidRPr="00892655" w:rsidRDefault="00C6480B" w:rsidP="00892655">
      <w:pPr>
        <w:numPr>
          <w:ilvl w:val="12"/>
          <w:numId w:val="0"/>
        </w:numPr>
        <w:tabs>
          <w:tab w:val="left" w:pos="0"/>
          <w:tab w:val="left" w:pos="284"/>
          <w:tab w:val="left" w:pos="9639"/>
        </w:tabs>
        <w:spacing w:line="360" w:lineRule="auto"/>
        <w:ind w:firstLine="567"/>
        <w:jc w:val="both"/>
        <w:rPr>
          <w:sz w:val="28"/>
          <w:szCs w:val="28"/>
          <w:lang w:val="kk-KZ"/>
        </w:rPr>
      </w:pPr>
      <w:r w:rsidRPr="00892655">
        <w:rPr>
          <w:sz w:val="28"/>
          <w:szCs w:val="28"/>
          <w:lang w:val="kk-KZ"/>
        </w:rPr>
        <w:t xml:space="preserve">Рефлексивтік қызмет - тұлғаның дамуын қамтамасыз ететін ойланудың ішкі үдерісі (ішінен ойлау). </w:t>
      </w:r>
    </w:p>
    <w:p w:rsidR="00C6480B" w:rsidRPr="00892655" w:rsidRDefault="00C6480B" w:rsidP="00892655">
      <w:pPr>
        <w:pStyle w:val="BodyTextIndent3"/>
        <w:tabs>
          <w:tab w:val="left" w:pos="0"/>
          <w:tab w:val="left" w:pos="284"/>
          <w:tab w:val="left" w:pos="9639"/>
        </w:tabs>
        <w:spacing w:after="0" w:line="360" w:lineRule="auto"/>
        <w:ind w:left="0" w:firstLine="567"/>
        <w:jc w:val="both"/>
        <w:rPr>
          <w:sz w:val="28"/>
          <w:szCs w:val="28"/>
          <w:lang w:val="kk-KZ"/>
        </w:rPr>
      </w:pPr>
      <w:r w:rsidRPr="00892655">
        <w:rPr>
          <w:i/>
          <w:iCs/>
          <w:sz w:val="28"/>
          <w:szCs w:val="28"/>
          <w:lang w:val="kk-KZ"/>
        </w:rPr>
        <w:t>Педагогикалық</w:t>
      </w:r>
      <w:r w:rsidRPr="00892655">
        <w:rPr>
          <w:sz w:val="28"/>
          <w:szCs w:val="28"/>
          <w:lang w:val="kk-KZ"/>
        </w:rPr>
        <w:t xml:space="preserve"> р</w:t>
      </w:r>
      <w:r w:rsidRPr="00892655">
        <w:rPr>
          <w:i/>
          <w:iCs/>
          <w:sz w:val="28"/>
          <w:szCs w:val="28"/>
          <w:lang w:val="kk-KZ"/>
        </w:rPr>
        <w:t xml:space="preserve">ефлексия - </w:t>
      </w:r>
      <w:r w:rsidRPr="00892655">
        <w:rPr>
          <w:sz w:val="28"/>
          <w:szCs w:val="28"/>
          <w:lang w:val="kk-KZ"/>
        </w:rPr>
        <w:t>ол тұлғаны тәрбиелеу, оқыту, дамыту қызметіне қойылған рефлексия; ол мұғалімнің рефлексивтік және рефлексия жасау, сонымен қатар оқушылардың рефлексивті ойлауын тәрбиелеу қабілеті, ол рефлексиялық білімінің негізінде арнайы құрал, әдіс, тәсілдер көмегімен рефлексиялық тұлғаны қалыптастыру үдерісін басқару біліктілігі.</w:t>
      </w:r>
    </w:p>
    <w:p w:rsidR="00C6480B" w:rsidRPr="00892655" w:rsidRDefault="00C6480B" w:rsidP="00892655">
      <w:pPr>
        <w:pStyle w:val="BodyTextIndent3"/>
        <w:tabs>
          <w:tab w:val="left" w:pos="0"/>
          <w:tab w:val="left" w:pos="284"/>
          <w:tab w:val="left" w:pos="9639"/>
        </w:tabs>
        <w:spacing w:after="0" w:line="360" w:lineRule="auto"/>
        <w:ind w:left="0" w:firstLine="567"/>
        <w:jc w:val="both"/>
        <w:rPr>
          <w:sz w:val="28"/>
          <w:szCs w:val="28"/>
        </w:rPr>
      </w:pPr>
      <w:r w:rsidRPr="00892655">
        <w:rPr>
          <w:sz w:val="28"/>
          <w:szCs w:val="28"/>
        </w:rPr>
        <w:t xml:space="preserve">Педагогикалық рефлексия бес деңгейде болады. </w:t>
      </w:r>
    </w:p>
    <w:p w:rsidR="00C6480B" w:rsidRPr="00892655" w:rsidRDefault="00C6480B" w:rsidP="00892655">
      <w:pPr>
        <w:pStyle w:val="ListParagraph"/>
        <w:numPr>
          <w:ilvl w:val="0"/>
          <w:numId w:val="19"/>
        </w:numPr>
        <w:tabs>
          <w:tab w:val="left" w:pos="0"/>
          <w:tab w:val="left" w:pos="284"/>
          <w:tab w:val="left" w:pos="993"/>
        </w:tabs>
        <w:spacing w:line="360" w:lineRule="auto"/>
        <w:ind w:left="567" w:firstLine="0"/>
        <w:jc w:val="both"/>
        <w:rPr>
          <w:rFonts w:ascii="Times New Roman" w:hAnsi="Times New Roman"/>
          <w:sz w:val="28"/>
          <w:szCs w:val="28"/>
        </w:rPr>
      </w:pPr>
      <w:r w:rsidRPr="00892655">
        <w:rPr>
          <w:rFonts w:ascii="Times New Roman" w:hAnsi="Times New Roman"/>
          <w:sz w:val="28"/>
          <w:szCs w:val="28"/>
        </w:rPr>
        <w:t>Өзін-өзі танудың рефлексия</w:t>
      </w:r>
      <w:r w:rsidRPr="00892655">
        <w:rPr>
          <w:rFonts w:ascii="Times New Roman" w:hAnsi="Times New Roman"/>
          <w:sz w:val="28"/>
          <w:szCs w:val="28"/>
          <w:lang w:val="kk-KZ"/>
        </w:rPr>
        <w:t>сы</w:t>
      </w:r>
      <w:r w:rsidRPr="00892655">
        <w:rPr>
          <w:rFonts w:ascii="Times New Roman" w:hAnsi="Times New Roman"/>
          <w:sz w:val="28"/>
          <w:szCs w:val="28"/>
        </w:rPr>
        <w:t xml:space="preserve"> (</w:t>
      </w:r>
      <w:r w:rsidRPr="00892655">
        <w:rPr>
          <w:rFonts w:ascii="Times New Roman" w:hAnsi="Times New Roman"/>
          <w:sz w:val="28"/>
          <w:szCs w:val="28"/>
          <w:lang w:val="kk-KZ"/>
        </w:rPr>
        <w:t>мұғалім өзі туралы</w:t>
      </w:r>
      <w:r w:rsidRPr="00892655">
        <w:rPr>
          <w:rFonts w:ascii="Times New Roman" w:hAnsi="Times New Roman"/>
          <w:sz w:val="28"/>
          <w:szCs w:val="28"/>
        </w:rPr>
        <w:t>).</w:t>
      </w:r>
    </w:p>
    <w:p w:rsidR="00C6480B" w:rsidRPr="00892655" w:rsidRDefault="00C6480B" w:rsidP="00892655">
      <w:pPr>
        <w:pStyle w:val="ListParagraph"/>
        <w:numPr>
          <w:ilvl w:val="0"/>
          <w:numId w:val="19"/>
        </w:numPr>
        <w:tabs>
          <w:tab w:val="left" w:pos="0"/>
          <w:tab w:val="left" w:pos="284"/>
          <w:tab w:val="left" w:pos="993"/>
          <w:tab w:val="left" w:pos="9639"/>
        </w:tabs>
        <w:spacing w:line="360" w:lineRule="auto"/>
        <w:ind w:left="567" w:firstLine="0"/>
        <w:jc w:val="both"/>
        <w:rPr>
          <w:rFonts w:ascii="Times New Roman" w:hAnsi="Times New Roman"/>
          <w:sz w:val="28"/>
          <w:szCs w:val="28"/>
        </w:rPr>
      </w:pPr>
      <w:r w:rsidRPr="00892655">
        <w:rPr>
          <w:rFonts w:ascii="Times New Roman" w:hAnsi="Times New Roman"/>
          <w:bCs/>
          <w:sz w:val="28"/>
          <w:szCs w:val="28"/>
          <w:lang w:val="kk-KZ"/>
        </w:rPr>
        <w:t xml:space="preserve">Басқаны тану туралы </w:t>
      </w:r>
      <w:r w:rsidRPr="00892655">
        <w:rPr>
          <w:rFonts w:ascii="Times New Roman" w:hAnsi="Times New Roman"/>
          <w:sz w:val="28"/>
          <w:szCs w:val="28"/>
        </w:rPr>
        <w:t>рефлексия (</w:t>
      </w:r>
      <w:r w:rsidRPr="00892655">
        <w:rPr>
          <w:rFonts w:ascii="Times New Roman" w:hAnsi="Times New Roman"/>
          <w:sz w:val="28"/>
          <w:szCs w:val="28"/>
          <w:lang w:val="kk-KZ"/>
        </w:rPr>
        <w:t>мұғалім оқушыны таниды</w:t>
      </w:r>
      <w:r w:rsidRPr="00892655">
        <w:rPr>
          <w:rFonts w:ascii="Times New Roman" w:hAnsi="Times New Roman"/>
          <w:sz w:val="28"/>
          <w:szCs w:val="28"/>
        </w:rPr>
        <w:t>).</w:t>
      </w:r>
    </w:p>
    <w:p w:rsidR="00C6480B" w:rsidRPr="00892655" w:rsidRDefault="00C6480B" w:rsidP="00892655">
      <w:pPr>
        <w:pStyle w:val="ListParagraph"/>
        <w:numPr>
          <w:ilvl w:val="0"/>
          <w:numId w:val="19"/>
        </w:numPr>
        <w:tabs>
          <w:tab w:val="left" w:pos="0"/>
          <w:tab w:val="left" w:pos="284"/>
          <w:tab w:val="left" w:pos="993"/>
          <w:tab w:val="left" w:pos="9639"/>
        </w:tabs>
        <w:spacing w:line="360" w:lineRule="auto"/>
        <w:ind w:left="567" w:firstLine="0"/>
        <w:jc w:val="both"/>
        <w:rPr>
          <w:rFonts w:ascii="Times New Roman" w:hAnsi="Times New Roman"/>
          <w:sz w:val="28"/>
          <w:szCs w:val="28"/>
        </w:rPr>
      </w:pPr>
      <w:r w:rsidRPr="00892655">
        <w:rPr>
          <w:rFonts w:ascii="Times New Roman" w:hAnsi="Times New Roman"/>
          <w:sz w:val="28"/>
          <w:szCs w:val="28"/>
        </w:rPr>
        <w:t>Даму механизмдері туралы рефлексия (оқушының).</w:t>
      </w:r>
    </w:p>
    <w:p w:rsidR="00C6480B" w:rsidRPr="00892655" w:rsidRDefault="00C6480B" w:rsidP="00892655">
      <w:pPr>
        <w:pStyle w:val="ListParagraph"/>
        <w:numPr>
          <w:ilvl w:val="0"/>
          <w:numId w:val="19"/>
        </w:numPr>
        <w:tabs>
          <w:tab w:val="left" w:pos="0"/>
          <w:tab w:val="left" w:pos="284"/>
          <w:tab w:val="left" w:pos="993"/>
          <w:tab w:val="left" w:pos="9639"/>
        </w:tabs>
        <w:spacing w:line="360" w:lineRule="auto"/>
        <w:ind w:left="567" w:firstLine="0"/>
        <w:jc w:val="both"/>
        <w:rPr>
          <w:rFonts w:ascii="Times New Roman" w:hAnsi="Times New Roman"/>
          <w:sz w:val="28"/>
          <w:szCs w:val="28"/>
        </w:rPr>
      </w:pPr>
      <w:r w:rsidRPr="00892655">
        <w:rPr>
          <w:rFonts w:ascii="Times New Roman" w:hAnsi="Times New Roman"/>
          <w:sz w:val="28"/>
          <w:szCs w:val="28"/>
        </w:rPr>
        <w:t>Дамудың әдістері мен тәсілдері туралы рефлексия (оқушының).</w:t>
      </w:r>
    </w:p>
    <w:p w:rsidR="00C6480B" w:rsidRPr="00892655" w:rsidRDefault="00C6480B" w:rsidP="00892655">
      <w:pPr>
        <w:pStyle w:val="ListParagraph"/>
        <w:numPr>
          <w:ilvl w:val="0"/>
          <w:numId w:val="19"/>
        </w:numPr>
        <w:tabs>
          <w:tab w:val="left" w:pos="0"/>
          <w:tab w:val="left" w:pos="284"/>
          <w:tab w:val="left" w:pos="993"/>
          <w:tab w:val="left" w:pos="9639"/>
        </w:tabs>
        <w:spacing w:after="0" w:line="360" w:lineRule="auto"/>
        <w:ind w:left="567" w:firstLine="0"/>
        <w:jc w:val="both"/>
        <w:rPr>
          <w:rFonts w:ascii="Times New Roman" w:hAnsi="Times New Roman"/>
          <w:sz w:val="28"/>
          <w:szCs w:val="28"/>
          <w:lang w:val="kk-KZ"/>
        </w:rPr>
      </w:pPr>
      <w:r w:rsidRPr="00892655">
        <w:rPr>
          <w:rFonts w:ascii="Times New Roman" w:hAnsi="Times New Roman"/>
          <w:sz w:val="28"/>
          <w:szCs w:val="28"/>
        </w:rPr>
        <w:t>Рефлексия</w:t>
      </w:r>
      <w:r w:rsidRPr="00892655">
        <w:rPr>
          <w:rFonts w:ascii="Times New Roman" w:hAnsi="Times New Roman"/>
          <w:sz w:val="28"/>
          <w:szCs w:val="28"/>
          <w:lang w:val="kk-KZ"/>
        </w:rPr>
        <w:t>ның даму әдістері мен тәсілдері туралы</w:t>
      </w:r>
      <w:r w:rsidRPr="00892655">
        <w:rPr>
          <w:rFonts w:ascii="Times New Roman" w:hAnsi="Times New Roman"/>
          <w:sz w:val="28"/>
          <w:szCs w:val="28"/>
        </w:rPr>
        <w:t xml:space="preserve"> рефлексия (оқушының)</w:t>
      </w:r>
      <w:r w:rsidRPr="00892655">
        <w:rPr>
          <w:rFonts w:ascii="Times New Roman" w:hAnsi="Times New Roman"/>
          <w:sz w:val="28"/>
          <w:szCs w:val="28"/>
          <w:lang w:val="kk-KZ"/>
        </w:rPr>
        <w:t>.</w:t>
      </w:r>
    </w:p>
    <w:p w:rsidR="00C6480B" w:rsidRPr="00892655" w:rsidRDefault="00C6480B" w:rsidP="00892655">
      <w:pPr>
        <w:tabs>
          <w:tab w:val="left" w:pos="0"/>
          <w:tab w:val="left" w:pos="284"/>
        </w:tabs>
        <w:spacing w:line="360" w:lineRule="auto"/>
        <w:ind w:firstLine="567"/>
        <w:jc w:val="both"/>
        <w:rPr>
          <w:sz w:val="28"/>
          <w:szCs w:val="28"/>
          <w:lang w:val="kk-KZ"/>
        </w:rPr>
      </w:pPr>
      <w:r w:rsidRPr="00892655">
        <w:rPr>
          <w:sz w:val="28"/>
          <w:szCs w:val="28"/>
          <w:lang w:val="kk-KZ"/>
        </w:rPr>
        <w:t>Педагогикалық қызмет негізінде рефлексивті сипаттамада болатын факт болып табылады. Оны ұстаз білім алушыларының қызметін ұйымдастыруда өзіне және өзінің әрекетіне оқушылар көзімен қарағанын көрсетуге ұмтылады.     Сондай-ақ, олардың көзқарасын, пікірін, ішкі дүниесін ескеріп, тәрбиеленушісінің эмоциялық жағдайын түсінуге тырысады. Өзара әрекеттестікті болжамдай отыра, мұғалім өзін осы өзара әрекеттестіктің, диалогтің қатысушысы ретінде бағалайды.</w:t>
      </w:r>
    </w:p>
    <w:p w:rsidR="00C6480B" w:rsidRPr="00892655" w:rsidRDefault="00C6480B" w:rsidP="00892655">
      <w:pPr>
        <w:tabs>
          <w:tab w:val="left" w:pos="0"/>
          <w:tab w:val="left" w:pos="284"/>
          <w:tab w:val="left" w:pos="9639"/>
        </w:tabs>
        <w:spacing w:line="360" w:lineRule="auto"/>
        <w:ind w:firstLine="567"/>
        <w:jc w:val="both"/>
        <w:rPr>
          <w:sz w:val="28"/>
          <w:szCs w:val="28"/>
          <w:lang w:val="kk-KZ"/>
        </w:rPr>
      </w:pPr>
      <w:r w:rsidRPr="00892655">
        <w:rPr>
          <w:sz w:val="28"/>
          <w:szCs w:val="28"/>
          <w:lang w:val="kk-KZ"/>
        </w:rPr>
        <w:t>Педагогикалық үдерістегі рефлексияның қызметін белгілеу – ол педагогикалық үдеріске қатысушылардың дамуының маңызды шарты. Педагогикалық үдерістегі рефлексияның қызметіне келесіні жатқызуға болады:</w:t>
      </w:r>
    </w:p>
    <w:p w:rsidR="00C6480B" w:rsidRPr="00892655" w:rsidRDefault="00C6480B" w:rsidP="00892655">
      <w:pPr>
        <w:pStyle w:val="ListParagraph"/>
        <w:numPr>
          <w:ilvl w:val="0"/>
          <w:numId w:val="20"/>
        </w:numPr>
        <w:tabs>
          <w:tab w:val="left" w:pos="0"/>
          <w:tab w:val="left" w:pos="284"/>
        </w:tabs>
        <w:spacing w:line="360" w:lineRule="auto"/>
        <w:ind w:firstLine="567"/>
        <w:jc w:val="both"/>
        <w:rPr>
          <w:rFonts w:ascii="Times New Roman" w:hAnsi="Times New Roman"/>
          <w:sz w:val="28"/>
          <w:szCs w:val="28"/>
          <w:lang w:val="kk-KZ"/>
        </w:rPr>
      </w:pPr>
      <w:r w:rsidRPr="00892655">
        <w:rPr>
          <w:rFonts w:ascii="Times New Roman" w:hAnsi="Times New Roman"/>
          <w:bCs/>
          <w:sz w:val="28"/>
          <w:szCs w:val="28"/>
          <w:lang w:val="kk-KZ"/>
        </w:rPr>
        <w:t>диагностикалық қызмет</w:t>
      </w:r>
      <w:r>
        <w:rPr>
          <w:rFonts w:ascii="Times New Roman" w:hAnsi="Times New Roman"/>
          <w:sz w:val="28"/>
          <w:szCs w:val="28"/>
          <w:lang w:val="kk-KZ"/>
        </w:rPr>
        <w:t xml:space="preserve"> </w:t>
      </w:r>
      <w:r w:rsidRPr="00892655">
        <w:rPr>
          <w:rFonts w:ascii="Times New Roman" w:hAnsi="Times New Roman"/>
          <w:sz w:val="28"/>
          <w:szCs w:val="28"/>
          <w:lang w:val="kk-KZ"/>
        </w:rPr>
        <w:t>– педагогикалық үдеріске қатысушылардың арасындағы өзараәрекеттестік деңгейін, аталған өзараәрекеттестіктің тиімділік деңгейін, жеке педагогикалық құралдарды айқындау;</w:t>
      </w:r>
    </w:p>
    <w:p w:rsidR="00C6480B" w:rsidRPr="00892655" w:rsidRDefault="00C6480B" w:rsidP="00892655">
      <w:pPr>
        <w:pStyle w:val="ListParagraph"/>
        <w:numPr>
          <w:ilvl w:val="0"/>
          <w:numId w:val="20"/>
        </w:numPr>
        <w:tabs>
          <w:tab w:val="left" w:pos="0"/>
          <w:tab w:val="left" w:pos="284"/>
        </w:tabs>
        <w:spacing w:line="360" w:lineRule="auto"/>
        <w:ind w:firstLine="567"/>
        <w:jc w:val="both"/>
        <w:rPr>
          <w:rFonts w:ascii="Times New Roman" w:hAnsi="Times New Roman"/>
          <w:sz w:val="28"/>
          <w:szCs w:val="28"/>
          <w:lang w:val="kk-KZ"/>
        </w:rPr>
      </w:pPr>
      <w:r w:rsidRPr="00892655">
        <w:rPr>
          <w:rFonts w:ascii="Times New Roman" w:hAnsi="Times New Roman"/>
          <w:bCs/>
          <w:sz w:val="28"/>
          <w:szCs w:val="28"/>
          <w:lang w:val="kk-KZ"/>
        </w:rPr>
        <w:t>жобалық</w:t>
      </w:r>
      <w:r>
        <w:rPr>
          <w:rFonts w:ascii="Times New Roman" w:hAnsi="Times New Roman"/>
          <w:bCs/>
          <w:sz w:val="28"/>
          <w:szCs w:val="28"/>
          <w:lang w:val="kk-KZ"/>
        </w:rPr>
        <w:t xml:space="preserve"> </w:t>
      </w:r>
      <w:r w:rsidRPr="00892655">
        <w:rPr>
          <w:rFonts w:ascii="Times New Roman" w:hAnsi="Times New Roman"/>
          <w:sz w:val="28"/>
          <w:szCs w:val="28"/>
          <w:lang w:val="kk-KZ"/>
        </w:rPr>
        <w:t>– болатын қызметтің, үлгісін жасаудың, өзараәрекеттестіктің жобалауын көрсетеді;</w:t>
      </w:r>
    </w:p>
    <w:p w:rsidR="00C6480B" w:rsidRPr="00892655" w:rsidRDefault="00C6480B" w:rsidP="00892655">
      <w:pPr>
        <w:pStyle w:val="ListParagraph"/>
        <w:numPr>
          <w:ilvl w:val="0"/>
          <w:numId w:val="20"/>
        </w:numPr>
        <w:tabs>
          <w:tab w:val="left" w:pos="0"/>
          <w:tab w:val="left" w:pos="284"/>
        </w:tabs>
        <w:spacing w:line="360" w:lineRule="auto"/>
        <w:ind w:firstLine="567"/>
        <w:jc w:val="both"/>
        <w:rPr>
          <w:rFonts w:ascii="Times New Roman" w:hAnsi="Times New Roman"/>
          <w:sz w:val="28"/>
          <w:szCs w:val="28"/>
          <w:lang w:val="kk-KZ"/>
        </w:rPr>
      </w:pPr>
      <w:r w:rsidRPr="00892655">
        <w:rPr>
          <w:rFonts w:ascii="Times New Roman" w:hAnsi="Times New Roman"/>
          <w:bCs/>
          <w:sz w:val="28"/>
          <w:szCs w:val="28"/>
          <w:lang w:val="kk-KZ"/>
        </w:rPr>
        <w:t>ұйымдастырушылық</w:t>
      </w:r>
      <w:r>
        <w:rPr>
          <w:rFonts w:ascii="Times New Roman" w:hAnsi="Times New Roman"/>
          <w:sz w:val="28"/>
          <w:szCs w:val="28"/>
          <w:lang w:val="kk-KZ"/>
        </w:rPr>
        <w:t xml:space="preserve"> </w:t>
      </w:r>
      <w:r w:rsidRPr="00892655">
        <w:rPr>
          <w:rFonts w:ascii="Times New Roman" w:hAnsi="Times New Roman"/>
          <w:sz w:val="28"/>
          <w:szCs w:val="28"/>
          <w:lang w:val="kk-KZ"/>
        </w:rPr>
        <w:t>– тиімді қызмет пен өзараәрекеттестікті ұйымдастыру тәсілтері мен құралдарын айқындау;</w:t>
      </w:r>
    </w:p>
    <w:p w:rsidR="00C6480B" w:rsidRPr="00892655" w:rsidRDefault="00C6480B" w:rsidP="00892655">
      <w:pPr>
        <w:pStyle w:val="ListParagraph"/>
        <w:numPr>
          <w:ilvl w:val="0"/>
          <w:numId w:val="20"/>
        </w:numPr>
        <w:tabs>
          <w:tab w:val="left" w:pos="0"/>
          <w:tab w:val="left" w:pos="284"/>
        </w:tabs>
        <w:spacing w:line="360" w:lineRule="auto"/>
        <w:ind w:firstLine="567"/>
        <w:jc w:val="both"/>
        <w:rPr>
          <w:rFonts w:ascii="Times New Roman" w:hAnsi="Times New Roman"/>
          <w:sz w:val="28"/>
          <w:szCs w:val="28"/>
          <w:lang w:val="kk-KZ"/>
        </w:rPr>
      </w:pPr>
      <w:r w:rsidRPr="00892655">
        <w:rPr>
          <w:rFonts w:ascii="Times New Roman" w:hAnsi="Times New Roman"/>
          <w:bCs/>
          <w:sz w:val="28"/>
          <w:szCs w:val="28"/>
          <w:lang w:val="kk-KZ"/>
        </w:rPr>
        <w:t>коммуникативтік</w:t>
      </w:r>
      <w:r>
        <w:rPr>
          <w:rFonts w:ascii="Times New Roman" w:hAnsi="Times New Roman"/>
          <w:sz w:val="28"/>
          <w:szCs w:val="28"/>
          <w:lang w:val="kk-KZ"/>
        </w:rPr>
        <w:t xml:space="preserve"> </w:t>
      </w:r>
      <w:r w:rsidRPr="00892655">
        <w:rPr>
          <w:rFonts w:ascii="Times New Roman" w:hAnsi="Times New Roman"/>
          <w:sz w:val="28"/>
          <w:szCs w:val="28"/>
          <w:lang w:val="kk-KZ"/>
        </w:rPr>
        <w:t>- рефлексия ұстаз бен шәкіртінің тиімді қатынасының шарты ретінде;</w:t>
      </w:r>
    </w:p>
    <w:p w:rsidR="00C6480B" w:rsidRPr="00892655" w:rsidRDefault="00C6480B" w:rsidP="00892655">
      <w:pPr>
        <w:pStyle w:val="ListParagraph"/>
        <w:numPr>
          <w:ilvl w:val="0"/>
          <w:numId w:val="20"/>
        </w:numPr>
        <w:tabs>
          <w:tab w:val="left" w:pos="0"/>
          <w:tab w:val="left" w:pos="284"/>
        </w:tabs>
        <w:spacing w:line="360" w:lineRule="auto"/>
        <w:ind w:firstLine="567"/>
        <w:jc w:val="both"/>
        <w:rPr>
          <w:rFonts w:ascii="Times New Roman" w:hAnsi="Times New Roman"/>
          <w:sz w:val="28"/>
          <w:szCs w:val="28"/>
          <w:lang w:val="kk-KZ"/>
        </w:rPr>
      </w:pPr>
      <w:r w:rsidRPr="00892655">
        <w:rPr>
          <w:rFonts w:ascii="Times New Roman" w:hAnsi="Times New Roman"/>
          <w:bCs/>
          <w:sz w:val="28"/>
          <w:szCs w:val="28"/>
          <w:lang w:val="kk-KZ"/>
        </w:rPr>
        <w:t>маңыздылық-шығармашылық</w:t>
      </w:r>
      <w:r>
        <w:rPr>
          <w:rFonts w:ascii="Times New Roman" w:hAnsi="Times New Roman"/>
          <w:sz w:val="28"/>
          <w:szCs w:val="28"/>
          <w:lang w:val="kk-KZ"/>
        </w:rPr>
        <w:t xml:space="preserve"> </w:t>
      </w:r>
      <w:r w:rsidRPr="00892655">
        <w:rPr>
          <w:rFonts w:ascii="Times New Roman" w:hAnsi="Times New Roman"/>
          <w:sz w:val="28"/>
          <w:szCs w:val="28"/>
          <w:lang w:val="kk-KZ"/>
        </w:rPr>
        <w:t>– педагогикалық үдеріске қатысушылардың ойында олардың жеке қызметінің, өзараәрекеттестігінің мағынасын қалыптастыру;</w:t>
      </w:r>
    </w:p>
    <w:p w:rsidR="00C6480B" w:rsidRPr="00892655" w:rsidRDefault="00C6480B" w:rsidP="00892655">
      <w:pPr>
        <w:pStyle w:val="ListParagraph"/>
        <w:numPr>
          <w:ilvl w:val="0"/>
          <w:numId w:val="20"/>
        </w:numPr>
        <w:tabs>
          <w:tab w:val="left" w:pos="0"/>
          <w:tab w:val="left" w:pos="284"/>
        </w:tabs>
        <w:spacing w:line="360" w:lineRule="auto"/>
        <w:ind w:firstLine="567"/>
        <w:jc w:val="both"/>
        <w:rPr>
          <w:rFonts w:ascii="Times New Roman" w:hAnsi="Times New Roman"/>
          <w:sz w:val="28"/>
          <w:szCs w:val="28"/>
          <w:lang w:val="kk-KZ"/>
        </w:rPr>
      </w:pPr>
      <w:r w:rsidRPr="00892655">
        <w:rPr>
          <w:rFonts w:ascii="Times New Roman" w:hAnsi="Times New Roman"/>
          <w:bCs/>
          <w:sz w:val="28"/>
          <w:szCs w:val="28"/>
          <w:lang w:val="kk-KZ"/>
        </w:rPr>
        <w:t>ынталандырушылық</w:t>
      </w:r>
      <w:r w:rsidRPr="00892655">
        <w:rPr>
          <w:rFonts w:ascii="Times New Roman" w:hAnsi="Times New Roman"/>
          <w:sz w:val="28"/>
          <w:szCs w:val="28"/>
          <w:lang w:val="kk-KZ"/>
        </w:rPr>
        <w:t xml:space="preserve"> қызметтің бағыттылығы мен мақсаттылық нұсқаулығын анықтау;</w:t>
      </w:r>
    </w:p>
    <w:p w:rsidR="00C6480B" w:rsidRPr="00892655" w:rsidRDefault="00C6480B" w:rsidP="00892655">
      <w:pPr>
        <w:pStyle w:val="ListParagraph"/>
        <w:numPr>
          <w:ilvl w:val="0"/>
          <w:numId w:val="20"/>
        </w:numPr>
        <w:tabs>
          <w:tab w:val="left" w:pos="0"/>
          <w:tab w:val="left" w:pos="284"/>
        </w:tabs>
        <w:spacing w:line="360" w:lineRule="auto"/>
        <w:ind w:firstLine="567"/>
        <w:jc w:val="both"/>
        <w:rPr>
          <w:rFonts w:ascii="Times New Roman" w:hAnsi="Times New Roman"/>
          <w:sz w:val="28"/>
          <w:szCs w:val="28"/>
          <w:lang w:val="kk-KZ"/>
        </w:rPr>
      </w:pPr>
      <w:r w:rsidRPr="00892655">
        <w:rPr>
          <w:rFonts w:ascii="Times New Roman" w:hAnsi="Times New Roman"/>
          <w:bCs/>
          <w:sz w:val="28"/>
          <w:szCs w:val="28"/>
          <w:lang w:val="kk-KZ"/>
        </w:rPr>
        <w:t>түзету</w:t>
      </w:r>
      <w:r>
        <w:rPr>
          <w:rFonts w:ascii="Times New Roman" w:hAnsi="Times New Roman"/>
          <w:sz w:val="28"/>
          <w:szCs w:val="28"/>
          <w:lang w:val="kk-KZ"/>
        </w:rPr>
        <w:t xml:space="preserve"> </w:t>
      </w:r>
      <w:r w:rsidRPr="00892655">
        <w:rPr>
          <w:rFonts w:ascii="Times New Roman" w:hAnsi="Times New Roman"/>
          <w:sz w:val="28"/>
          <w:szCs w:val="28"/>
          <w:lang w:val="kk-KZ"/>
        </w:rPr>
        <w:t>- педагогикалық үдеріске қатысушылардың өз қызметін, жүзеге асырып жатқан өзара әрекеттестікті түзетуге итермелеу.</w:t>
      </w:r>
    </w:p>
    <w:p w:rsidR="00C6480B" w:rsidRPr="00892655" w:rsidRDefault="00C6480B" w:rsidP="00892655">
      <w:pPr>
        <w:pStyle w:val="NoSpacing"/>
        <w:tabs>
          <w:tab w:val="left" w:pos="0"/>
          <w:tab w:val="left" w:pos="284"/>
          <w:tab w:val="left" w:pos="9639"/>
        </w:tabs>
        <w:spacing w:line="360" w:lineRule="auto"/>
        <w:ind w:firstLine="567"/>
        <w:rPr>
          <w:rFonts w:ascii="Times New Roman" w:hAnsi="Times New Roman"/>
          <w:sz w:val="28"/>
          <w:szCs w:val="28"/>
          <w:lang w:val="kk-KZ"/>
        </w:rPr>
      </w:pPr>
      <w:r>
        <w:rPr>
          <w:rFonts w:ascii="Times New Roman" w:hAnsi="Times New Roman"/>
          <w:sz w:val="28"/>
          <w:szCs w:val="28"/>
          <w:lang w:val="kk-KZ"/>
        </w:rPr>
        <w:t>Қазіргі қоғамымызда</w:t>
      </w:r>
      <w:r w:rsidRPr="00892655">
        <w:rPr>
          <w:rFonts w:ascii="Times New Roman" w:hAnsi="Times New Roman"/>
          <w:sz w:val="28"/>
          <w:szCs w:val="28"/>
          <w:lang w:val="kk-KZ"/>
        </w:rPr>
        <w:t xml:space="preserve"> белгілі бір жетістіктерге қол жеткізу үшін алған білімнің сапалы да жүйелі болғаны дұрыс. Сондықтан білім беруші мұғалімге де, білім алушы оқушыға да ізденіс пен шығармашлықта жұмыстану талап етіледі. Мұғалімдер үнемі да</w:t>
      </w:r>
      <w:r>
        <w:rPr>
          <w:rFonts w:ascii="Times New Roman" w:hAnsi="Times New Roman"/>
          <w:sz w:val="28"/>
          <w:szCs w:val="28"/>
          <w:lang w:val="kk-KZ"/>
        </w:rPr>
        <w:t>му үстінде болып,</w:t>
      </w:r>
      <w:r w:rsidRPr="00892655">
        <w:rPr>
          <w:rFonts w:ascii="Times New Roman" w:hAnsi="Times New Roman"/>
          <w:sz w:val="28"/>
          <w:szCs w:val="28"/>
          <w:lang w:val="kk-KZ"/>
        </w:rPr>
        <w:t xml:space="preserve"> өз идеяларын оқытудың барысында жаңашылдықпен жетілдіріп отырғаны дұрыс. Ал, жаңашылдықтың артуына байланысты рефлексияның педагогикадағы алатын орнының мәні артып отыр.</w:t>
      </w:r>
    </w:p>
    <w:p w:rsidR="00C6480B" w:rsidRPr="00892655" w:rsidRDefault="00C6480B" w:rsidP="00892655">
      <w:pPr>
        <w:pStyle w:val="NoSpacing"/>
        <w:tabs>
          <w:tab w:val="left" w:pos="0"/>
          <w:tab w:val="left" w:pos="284"/>
          <w:tab w:val="left" w:pos="9639"/>
        </w:tabs>
        <w:spacing w:line="360" w:lineRule="auto"/>
        <w:ind w:firstLine="567"/>
        <w:rPr>
          <w:rFonts w:ascii="Times New Roman" w:hAnsi="Times New Roman"/>
          <w:sz w:val="28"/>
          <w:szCs w:val="28"/>
          <w:lang w:val="kk-KZ"/>
        </w:rPr>
      </w:pPr>
      <w:r w:rsidRPr="00892655">
        <w:rPr>
          <w:rFonts w:ascii="Times New Roman" w:hAnsi="Times New Roman"/>
          <w:sz w:val="28"/>
          <w:szCs w:val="28"/>
          <w:lang w:val="kk-KZ"/>
        </w:rPr>
        <w:t>Өзін-өзі дамытумен қатар индивидтің жан мен тән үйлесіміне сәйкес өз ойын жинақтау қабілетін бейнелейті</w:t>
      </w:r>
      <w:r>
        <w:rPr>
          <w:rFonts w:ascii="Times New Roman" w:hAnsi="Times New Roman"/>
          <w:sz w:val="28"/>
          <w:szCs w:val="28"/>
          <w:lang w:val="kk-KZ"/>
        </w:rPr>
        <w:t xml:space="preserve">н рефлексия ұғымы пайда болды </w:t>
      </w:r>
      <w:r w:rsidRPr="00892655">
        <w:rPr>
          <w:rFonts w:ascii="Times New Roman" w:hAnsi="Times New Roman"/>
          <w:sz w:val="28"/>
          <w:szCs w:val="28"/>
          <w:lang w:val="kk-KZ"/>
        </w:rPr>
        <w:t>(Р.</w:t>
      </w:r>
      <w:r>
        <w:rPr>
          <w:rFonts w:ascii="Times New Roman" w:hAnsi="Times New Roman"/>
          <w:sz w:val="28"/>
          <w:szCs w:val="28"/>
          <w:lang w:val="kk-KZ"/>
        </w:rPr>
        <w:t xml:space="preserve">Декарт, Д. Локк). Жаңа дәуір философиялық идеялары «өзіндік» және </w:t>
      </w:r>
      <w:r w:rsidRPr="00892655">
        <w:rPr>
          <w:rFonts w:ascii="Times New Roman" w:hAnsi="Times New Roman"/>
          <w:sz w:val="28"/>
          <w:szCs w:val="28"/>
          <w:lang w:val="kk-KZ"/>
        </w:rPr>
        <w:t>«Мен» ұғымдарына бағытталады. Жаңа құндылық - адамның өзіндік «Мен» құндылығы пайда болды.</w:t>
      </w:r>
    </w:p>
    <w:p w:rsidR="00C6480B" w:rsidRPr="00892655" w:rsidRDefault="00C6480B" w:rsidP="00892655">
      <w:pPr>
        <w:pStyle w:val="NoSpacing"/>
        <w:tabs>
          <w:tab w:val="left" w:pos="0"/>
          <w:tab w:val="left" w:pos="284"/>
          <w:tab w:val="left" w:pos="9639"/>
        </w:tabs>
        <w:spacing w:line="360" w:lineRule="auto"/>
        <w:ind w:firstLine="567"/>
        <w:rPr>
          <w:rFonts w:ascii="Times New Roman" w:hAnsi="Times New Roman"/>
          <w:sz w:val="28"/>
          <w:szCs w:val="28"/>
          <w:lang w:val="kk-KZ"/>
        </w:rPr>
      </w:pPr>
      <w:r w:rsidRPr="00892655">
        <w:rPr>
          <w:rFonts w:ascii="Times New Roman" w:hAnsi="Times New Roman"/>
          <w:sz w:val="28"/>
          <w:szCs w:val="28"/>
          <w:lang w:val="kk-KZ"/>
        </w:rPr>
        <w:t>Рефлексия - адамды, білімді дамытудың шарттарының бірі. Соңдықтан бұл қазіргі кездегі білім саласындағы көкейтесті мәселелер қатарына жатады. Рефлексияның мәні – адамның өзінің білімін, білімінің негізін, оларды меңгерудің жолдарын анықтау.</w:t>
      </w:r>
    </w:p>
    <w:p w:rsidR="00C6480B" w:rsidRPr="00892655" w:rsidRDefault="00C6480B" w:rsidP="00892655">
      <w:pPr>
        <w:pStyle w:val="NoSpacing"/>
        <w:tabs>
          <w:tab w:val="left" w:pos="0"/>
          <w:tab w:val="left" w:pos="284"/>
          <w:tab w:val="left" w:pos="567"/>
          <w:tab w:val="left" w:pos="709"/>
          <w:tab w:val="left" w:pos="9639"/>
        </w:tabs>
        <w:spacing w:line="360" w:lineRule="auto"/>
        <w:ind w:firstLine="567"/>
        <w:rPr>
          <w:rFonts w:ascii="Times New Roman" w:hAnsi="Times New Roman"/>
          <w:sz w:val="28"/>
          <w:szCs w:val="28"/>
          <w:lang w:val="kk-KZ"/>
        </w:rPr>
      </w:pPr>
      <w:r w:rsidRPr="00892655">
        <w:rPr>
          <w:rFonts w:ascii="Times New Roman" w:hAnsi="Times New Roman"/>
          <w:sz w:val="28"/>
          <w:szCs w:val="28"/>
          <w:lang w:val="kk-KZ"/>
        </w:rPr>
        <w:t xml:space="preserve">Рефлексивтік іс-әрекет оқушыға өзіндік талдау кезінде ғана байқалатын өзіндік жеке дара ерекшеліктерін тануына мүмкіндік туғызады. Білімді саналы түрде өзіндік қорыту, яғни рефлексия нәтижесінде ғана жүзеге асады. </w:t>
      </w:r>
    </w:p>
    <w:p w:rsidR="00C6480B" w:rsidRPr="00892655" w:rsidRDefault="00C6480B" w:rsidP="00892655">
      <w:pPr>
        <w:shd w:val="clear" w:color="auto" w:fill="FFFFFF"/>
        <w:tabs>
          <w:tab w:val="left" w:pos="0"/>
          <w:tab w:val="left" w:pos="284"/>
        </w:tabs>
        <w:spacing w:line="360" w:lineRule="auto"/>
        <w:ind w:firstLine="567"/>
        <w:jc w:val="both"/>
        <w:textAlignment w:val="baseline"/>
        <w:rPr>
          <w:sz w:val="28"/>
          <w:szCs w:val="28"/>
          <w:lang w:val="kk-KZ"/>
        </w:rPr>
      </w:pPr>
      <w:r w:rsidRPr="00892655">
        <w:rPr>
          <w:bCs/>
          <w:sz w:val="28"/>
          <w:szCs w:val="28"/>
          <w:bdr w:val="none" w:sz="0" w:space="0" w:color="auto" w:frame="1"/>
          <w:lang w:val="kk-KZ"/>
        </w:rPr>
        <w:t xml:space="preserve">Үйрену – рефлексияның нәтижесі. </w:t>
      </w:r>
      <w:r w:rsidRPr="00892655">
        <w:rPr>
          <w:sz w:val="28"/>
          <w:szCs w:val="28"/>
          <w:bdr w:val="none" w:sz="0" w:space="0" w:color="auto" w:frame="1"/>
          <w:lang w:val="kk-KZ"/>
        </w:rPr>
        <w:t>Оқушыларды әр сабақта рефлексия жасауға үйрету керек. Өйткені бала рефлексия жасай алмаған жағдайда, яғни өз әрекеттерін түсіндіріп, оларға талдау жасап, бағалай алмаса, онда оның берілген оқу әрекеттерін ғана орындап, бірақ олардың өзінің дамуындағы маңызын түсінбейтіндігі анық. Басқаша сөзбен айтқанда, рефлексия жасай алмайтын оқушы өзінің өзгерістерін де байқамайды.</w:t>
      </w:r>
    </w:p>
    <w:p w:rsidR="00C6480B" w:rsidRPr="00892655" w:rsidRDefault="00C6480B" w:rsidP="00892655">
      <w:pPr>
        <w:shd w:val="clear" w:color="auto" w:fill="FFFFFF"/>
        <w:tabs>
          <w:tab w:val="left" w:pos="0"/>
          <w:tab w:val="left" w:pos="284"/>
        </w:tabs>
        <w:spacing w:line="360" w:lineRule="auto"/>
        <w:ind w:firstLine="567"/>
        <w:jc w:val="both"/>
        <w:textAlignment w:val="baseline"/>
        <w:rPr>
          <w:sz w:val="28"/>
          <w:szCs w:val="28"/>
          <w:lang w:val="kk-KZ"/>
        </w:rPr>
      </w:pPr>
      <w:r w:rsidRPr="00892655">
        <w:rPr>
          <w:sz w:val="28"/>
          <w:szCs w:val="28"/>
          <w:bdr w:val="none" w:sz="0" w:space="0" w:color="auto" w:frame="1"/>
          <w:lang w:val="kk-KZ"/>
        </w:rPr>
        <w:t>Үйренуде рефлексия сабақ соңында оқушылардың тақырыпты қандай деңгейде игергендігін білуге бағытталатын қарапайым бекіту мен қорытындылау емес (мыс.,</w:t>
      </w:r>
      <w:r>
        <w:rPr>
          <w:sz w:val="28"/>
          <w:szCs w:val="28"/>
          <w:bdr w:val="none" w:sz="0" w:space="0" w:color="auto" w:frame="1"/>
          <w:lang w:val="kk-KZ"/>
        </w:rPr>
        <w:t xml:space="preserve"> </w:t>
      </w:r>
      <w:r w:rsidRPr="00892655">
        <w:rPr>
          <w:sz w:val="28"/>
          <w:szCs w:val="28"/>
          <w:bdr w:val="none" w:sz="0" w:space="0" w:color="auto" w:frame="1"/>
          <w:lang w:val="kk-KZ"/>
        </w:rPr>
        <w:t>«Сонымен бүгінгі сабақта біз не өттік/ білдік/ қарастырдық?» секілді сұрақтар арқылы).</w:t>
      </w:r>
    </w:p>
    <w:p w:rsidR="00C6480B" w:rsidRPr="00BA0289" w:rsidRDefault="00C6480B" w:rsidP="00892655">
      <w:pPr>
        <w:shd w:val="clear" w:color="auto" w:fill="FFFFFF"/>
        <w:tabs>
          <w:tab w:val="left" w:pos="0"/>
          <w:tab w:val="left" w:pos="284"/>
        </w:tabs>
        <w:spacing w:line="360" w:lineRule="auto"/>
        <w:ind w:firstLine="567"/>
        <w:jc w:val="both"/>
        <w:textAlignment w:val="baseline"/>
        <w:rPr>
          <w:sz w:val="28"/>
          <w:szCs w:val="28"/>
          <w:lang w:val="kk-KZ"/>
        </w:rPr>
      </w:pPr>
      <w:r w:rsidRPr="00BA0289">
        <w:rPr>
          <w:sz w:val="28"/>
          <w:szCs w:val="28"/>
          <w:bdr w:val="none" w:sz="0" w:space="0" w:color="auto" w:frame="1"/>
          <w:lang w:val="kk-KZ"/>
        </w:rPr>
        <w:t>Рефлексияда оқушы өзінің қалай үйренгендігін (үйренудің қадамдарын, әдіс-тәсілдерін) талдап, оларды түсінуге тырысады. Ол өзінің атқарған әрекеттерін зерделеп, олардың берген нәтижелерін нақтылайды, оларды қалайша жақсарту болатындығы туралы ойланады. Мұндай зерттеу жұмысы білім алушыға жасалынған іс-әрекеттерін талдап, оларды бағалау мүмкіндігін беріп, оны сонымен бірге болашақтағы үйрену амалдарын жоспарлап, өз білгендерін арттыруға ынталандырады.</w:t>
      </w:r>
    </w:p>
    <w:p w:rsidR="00C6480B" w:rsidRPr="00BA0289" w:rsidRDefault="00C6480B" w:rsidP="00892655">
      <w:pPr>
        <w:shd w:val="clear" w:color="auto" w:fill="FFFFFF"/>
        <w:tabs>
          <w:tab w:val="left" w:pos="0"/>
          <w:tab w:val="left" w:pos="284"/>
        </w:tabs>
        <w:spacing w:line="360" w:lineRule="auto"/>
        <w:ind w:firstLine="567"/>
        <w:jc w:val="both"/>
        <w:textAlignment w:val="baseline"/>
        <w:rPr>
          <w:sz w:val="28"/>
          <w:szCs w:val="28"/>
          <w:lang w:val="kk-KZ"/>
        </w:rPr>
      </w:pPr>
      <w:r w:rsidRPr="00BA0289">
        <w:rPr>
          <w:sz w:val="28"/>
          <w:szCs w:val="28"/>
          <w:bdr w:val="none" w:sz="0" w:space="0" w:color="auto" w:frame="1"/>
          <w:lang w:val="kk-KZ"/>
        </w:rPr>
        <w:t xml:space="preserve">Рефлексияда адам өзімен ылғи да диалогта болады: оның психикасы екіге бөлінеді. Бір бөлігі «Мен-өзім» болады да, екінші бөлігі «Мен-басқа» рөлінде болады, немесе, М.М.Бахтин бойынша, «Мен-орындаушы» және «Мен-қадағалаушы» болып екіге бөлінеді. Адам осылайша өз әрекеттеріне сырт көзбен қарап, оларды екшейді, таразы басына салады, олардың дұрыс-бұрыстығын ажыратады. </w:t>
      </w:r>
      <w:r w:rsidRPr="00892655">
        <w:rPr>
          <w:sz w:val="28"/>
          <w:szCs w:val="28"/>
          <w:bdr w:val="none" w:sz="0" w:space="0" w:color="auto" w:frame="1"/>
        </w:rPr>
        <w:t>Ылғи да «Мен оның (яғни өзінің) орнында болсам, не жасар едім?» деген ой үстінде болады.</w:t>
      </w:r>
      <w:r w:rsidRPr="00892655">
        <w:rPr>
          <w:sz w:val="28"/>
          <w:szCs w:val="28"/>
          <w:lang w:val="kk-KZ"/>
        </w:rPr>
        <w:t xml:space="preserve"> </w:t>
      </w:r>
      <w:r w:rsidRPr="00892655">
        <w:rPr>
          <w:sz w:val="28"/>
          <w:szCs w:val="28"/>
          <w:bdr w:val="none" w:sz="0" w:space="0" w:color="auto" w:frame="1"/>
          <w:lang w:val="kk-KZ"/>
        </w:rPr>
        <w:t xml:space="preserve">Бұл ұйғарымға сәйкес, психолог А.А.Бизяеваның өте орынды келтірген мысалдарына сүйенсек, мұғалім сабақта «Мен-орындаушы» ретінде </w:t>
      </w:r>
      <w:r>
        <w:rPr>
          <w:sz w:val="28"/>
          <w:szCs w:val="28"/>
          <w:bdr w:val="none" w:sz="0" w:space="0" w:color="auto" w:frame="1"/>
          <w:lang w:val="kk-KZ"/>
        </w:rPr>
        <w:t xml:space="preserve">жаңа тақырыпты түсіндіреді де, </w:t>
      </w:r>
      <w:r w:rsidRPr="00892655">
        <w:rPr>
          <w:sz w:val="28"/>
          <w:szCs w:val="28"/>
          <w:bdr w:val="none" w:sz="0" w:space="0" w:color="auto" w:frame="1"/>
          <w:lang w:val="kk-KZ"/>
        </w:rPr>
        <w:t xml:space="preserve">ал «Мен-қадағалаушы» рөлінде «Мен қалай түсіндіріп тұрмын?» деп өз әрекетін талдап, оны бағалайды. </w:t>
      </w:r>
      <w:r w:rsidRPr="00BA0289">
        <w:rPr>
          <w:sz w:val="28"/>
          <w:szCs w:val="28"/>
          <w:bdr w:val="none" w:sz="0" w:space="0" w:color="auto" w:frame="1"/>
          <w:lang w:val="kk-KZ"/>
        </w:rPr>
        <w:t xml:space="preserve">Осыған ұқсас шахмат ойынында шахматшы тек алдында отырған адамға қарсы ойнамай, ойша қарсыласының орнына отырып, соның жүрістерін жасап, оларға қарсы жүрістерді ойластырып отырады </w:t>
      </w:r>
      <w:r w:rsidRPr="00892655">
        <w:rPr>
          <w:sz w:val="28"/>
          <w:szCs w:val="28"/>
          <w:lang w:val="kk-KZ"/>
        </w:rPr>
        <w:t>[3, б. 27].</w:t>
      </w:r>
    </w:p>
    <w:p w:rsidR="00C6480B" w:rsidRPr="00892655" w:rsidRDefault="00C6480B" w:rsidP="00892655">
      <w:pPr>
        <w:shd w:val="clear" w:color="auto" w:fill="FFFFFF"/>
        <w:tabs>
          <w:tab w:val="left" w:pos="0"/>
          <w:tab w:val="left" w:pos="284"/>
        </w:tabs>
        <w:spacing w:line="360" w:lineRule="auto"/>
        <w:ind w:firstLine="567"/>
        <w:jc w:val="both"/>
        <w:textAlignment w:val="baseline"/>
        <w:rPr>
          <w:sz w:val="28"/>
          <w:szCs w:val="28"/>
          <w:lang w:val="kk-KZ"/>
        </w:rPr>
      </w:pPr>
      <w:r w:rsidRPr="00892655">
        <w:rPr>
          <w:sz w:val="28"/>
          <w:szCs w:val="28"/>
          <w:lang w:val="kk-KZ"/>
        </w:rPr>
        <w:t>Рефлексия нәтижесі дегеніміз – міндеттерді шешу тәсілдерін түсіну. Рефлексияның қай түрі болмасын мақсатпен тікелей байланысты.</w:t>
      </w:r>
    </w:p>
    <w:p w:rsidR="00C6480B" w:rsidRPr="00892655" w:rsidRDefault="00C6480B" w:rsidP="00892655">
      <w:pPr>
        <w:pStyle w:val="NoSpacing"/>
        <w:tabs>
          <w:tab w:val="left" w:pos="0"/>
          <w:tab w:val="left" w:pos="284"/>
          <w:tab w:val="left" w:pos="9639"/>
        </w:tabs>
        <w:spacing w:line="360" w:lineRule="auto"/>
        <w:ind w:firstLine="567"/>
        <w:rPr>
          <w:rFonts w:ascii="Times New Roman" w:hAnsi="Times New Roman"/>
          <w:sz w:val="28"/>
          <w:szCs w:val="28"/>
          <w:lang w:val="kk-KZ"/>
        </w:rPr>
      </w:pPr>
      <w:r w:rsidRPr="00892655">
        <w:rPr>
          <w:rFonts w:ascii="Times New Roman" w:hAnsi="Times New Roman"/>
          <w:sz w:val="28"/>
          <w:szCs w:val="28"/>
          <w:lang w:val="kk-KZ"/>
        </w:rPr>
        <w:t xml:space="preserve">Шығармашылық рефлексия – мақсатқа жету нәтижесі, қорытынды ғана емес, жаңа білім мен жаңа мақсаттарға бастама бола алады. </w:t>
      </w:r>
      <w:r>
        <w:rPr>
          <w:rFonts w:ascii="Times New Roman" w:hAnsi="Times New Roman"/>
          <w:sz w:val="28"/>
          <w:szCs w:val="28"/>
          <w:lang w:val="kk-KZ"/>
        </w:rPr>
        <w:t xml:space="preserve">Сонымен, шығармашылық рефлексия </w:t>
      </w:r>
      <w:r w:rsidRPr="00892655">
        <w:rPr>
          <w:rFonts w:ascii="Times New Roman" w:hAnsi="Times New Roman"/>
          <w:sz w:val="28"/>
          <w:szCs w:val="28"/>
          <w:lang w:val="kk-KZ"/>
        </w:rPr>
        <w:t>– жеке тұлғалық құндылық сапаларын қалыптастыруда және өзіндік даму бағытын айқындауда, оқушының жеке тұлғасын қалыптастыруға бағытталған шығармашылық іс-әрекетте ішкі жан дүниесі ресурстары арқылы ой қорытуы.</w:t>
      </w:r>
    </w:p>
    <w:p w:rsidR="00C6480B" w:rsidRPr="00892655" w:rsidRDefault="00C6480B" w:rsidP="00892655">
      <w:pPr>
        <w:pStyle w:val="NoSpacing"/>
        <w:tabs>
          <w:tab w:val="left" w:pos="0"/>
          <w:tab w:val="left" w:pos="284"/>
          <w:tab w:val="left" w:pos="9639"/>
        </w:tabs>
        <w:spacing w:line="360" w:lineRule="auto"/>
        <w:ind w:firstLine="567"/>
        <w:rPr>
          <w:rFonts w:ascii="Times New Roman" w:hAnsi="Times New Roman"/>
          <w:sz w:val="28"/>
          <w:szCs w:val="28"/>
          <w:lang w:val="kk-KZ"/>
        </w:rPr>
      </w:pPr>
      <w:r w:rsidRPr="00892655">
        <w:rPr>
          <w:rFonts w:ascii="Times New Roman" w:hAnsi="Times New Roman"/>
          <w:sz w:val="28"/>
          <w:szCs w:val="28"/>
          <w:lang w:val="kk-KZ"/>
        </w:rPr>
        <w:t>Мұғалімнің рефлексиялық қызметінің мақсаты: педагогикалық әрекеттің негізгі компонентерін есіне түсіріп, олардың мәнін, алынған нәтиженің «дұрыс» не «бұрыс» болғанын дәлелдей алу, қолданылған әдіс пен құралдардың тиімді не тиімсіз болғанына байланысты өзіндік көзқарасын білдіру, орындалып өткен әрекеттің нәтижесін зерттеу. Тек сонда ғана алдағы жұмыстарда дұрыс мақсат қойып, алға қарай шығармашылықпен жылжудың жобасын жасау мүмкін болады.</w:t>
      </w:r>
    </w:p>
    <w:p w:rsidR="00C6480B" w:rsidRPr="00892655" w:rsidRDefault="00C6480B" w:rsidP="00892655">
      <w:pPr>
        <w:pStyle w:val="NoSpacing"/>
        <w:tabs>
          <w:tab w:val="left" w:pos="0"/>
          <w:tab w:val="left" w:pos="284"/>
          <w:tab w:val="left" w:pos="9639"/>
        </w:tabs>
        <w:spacing w:line="360" w:lineRule="auto"/>
        <w:ind w:firstLine="567"/>
        <w:rPr>
          <w:rFonts w:ascii="Times New Roman" w:hAnsi="Times New Roman"/>
          <w:b/>
          <w:sz w:val="28"/>
          <w:szCs w:val="28"/>
          <w:lang w:val="kk-KZ"/>
        </w:rPr>
      </w:pPr>
      <w:r w:rsidRPr="00892655">
        <w:rPr>
          <w:rFonts w:ascii="Times New Roman" w:hAnsi="Times New Roman"/>
          <w:sz w:val="28"/>
          <w:szCs w:val="28"/>
          <w:lang w:val="kk-KZ"/>
        </w:rPr>
        <w:t>Көрнекті ғалымдар Ш.А.Амонашвили, В.И. Загвязинский т.б. педагогикалық рефлексияны жаңаша ойлау стиліне жатқызады. В.А. Кан-Калик, А.В.Мудрик, т.б. маманның педагогикалық әрекетке дайындығының құрамына даралық, шығармашылық, авторлық ізденістер мен қатар жетілген педагогикалық рефлексияны да жатқызады. «Рефлексия – адамның өз істерінің мәнін түсіну, олар туралы ойлану барысында өзіне өзінің нені, қалай жасағаны туралы толық және анық есеп беруі немесе өзі әрекет барысында басшылыққа алған ережелер мен кестелерді мойындауы не жоққа шығаруы» (В.А. Кан-Калик).</w:t>
      </w:r>
    </w:p>
    <w:p w:rsidR="00C6480B" w:rsidRPr="00892655" w:rsidRDefault="00C6480B" w:rsidP="00892655">
      <w:pPr>
        <w:tabs>
          <w:tab w:val="left" w:pos="0"/>
          <w:tab w:val="left" w:pos="284"/>
          <w:tab w:val="left" w:pos="851"/>
        </w:tabs>
        <w:autoSpaceDE w:val="0"/>
        <w:autoSpaceDN w:val="0"/>
        <w:adjustRightInd w:val="0"/>
        <w:spacing w:line="360" w:lineRule="auto"/>
        <w:ind w:firstLine="567"/>
        <w:jc w:val="both"/>
        <w:rPr>
          <w:sz w:val="28"/>
          <w:szCs w:val="28"/>
          <w:lang w:val="kk-KZ"/>
        </w:rPr>
      </w:pPr>
      <w:r w:rsidRPr="00892655">
        <w:rPr>
          <w:sz w:val="28"/>
          <w:szCs w:val="28"/>
          <w:lang w:val="kk-KZ"/>
        </w:rPr>
        <w:t>Мектеп (білім беру мекемесінің) даму стратегиясын әзірлеу мен енгізу кезінде біз өзімізді тану, өзін-өзі бағалау, өзін-өзі талдау, өзін-өзі дамыту және материалды белсенді қабылдау, түсіну, дамыту және меңгеруді қамтамасыз ететін рефлексия ретінде «адамды зерттеу» тех</w:t>
      </w:r>
      <w:r>
        <w:rPr>
          <w:sz w:val="28"/>
          <w:szCs w:val="28"/>
          <w:lang w:val="kk-KZ"/>
        </w:rPr>
        <w:t>нологиясы ретінде көрсетеміз.</w:t>
      </w:r>
    </w:p>
    <w:p w:rsidR="00C6480B" w:rsidRPr="00892655" w:rsidRDefault="00C6480B" w:rsidP="00892655">
      <w:pPr>
        <w:tabs>
          <w:tab w:val="left" w:pos="0"/>
          <w:tab w:val="left" w:pos="284"/>
          <w:tab w:val="left" w:pos="709"/>
        </w:tabs>
        <w:autoSpaceDE w:val="0"/>
        <w:autoSpaceDN w:val="0"/>
        <w:adjustRightInd w:val="0"/>
        <w:spacing w:line="360" w:lineRule="auto"/>
        <w:ind w:firstLine="567"/>
        <w:jc w:val="both"/>
        <w:rPr>
          <w:sz w:val="28"/>
          <w:szCs w:val="28"/>
          <w:lang w:val="kk-KZ"/>
        </w:rPr>
      </w:pPr>
      <w:r>
        <w:rPr>
          <w:i/>
          <w:sz w:val="28"/>
          <w:szCs w:val="28"/>
          <w:lang w:val="kk-KZ"/>
        </w:rPr>
        <w:t>Кәсіби рефлексияда</w:t>
      </w:r>
      <w:r w:rsidRPr="00892655">
        <w:rPr>
          <w:i/>
          <w:sz w:val="28"/>
          <w:szCs w:val="28"/>
          <w:lang w:val="kk-KZ"/>
        </w:rPr>
        <w:t xml:space="preserve"> бірлік бар: </w:t>
      </w:r>
    </w:p>
    <w:p w:rsidR="00C6480B" w:rsidRPr="00892655" w:rsidRDefault="00C6480B" w:rsidP="00892655">
      <w:pPr>
        <w:pStyle w:val="ListParagraph"/>
        <w:widowControl w:val="0"/>
        <w:numPr>
          <w:ilvl w:val="0"/>
          <w:numId w:val="10"/>
        </w:numPr>
        <w:tabs>
          <w:tab w:val="left" w:pos="0"/>
          <w:tab w:val="left" w:pos="284"/>
          <w:tab w:val="left" w:pos="851"/>
        </w:tabs>
        <w:autoSpaceDE w:val="0"/>
        <w:autoSpaceDN w:val="0"/>
        <w:adjustRightInd w:val="0"/>
        <w:spacing w:after="0" w:line="360" w:lineRule="auto"/>
        <w:ind w:left="0" w:firstLine="567"/>
        <w:jc w:val="both"/>
        <w:rPr>
          <w:rFonts w:ascii="Times New Roman" w:hAnsi="Times New Roman"/>
          <w:i/>
          <w:iCs/>
          <w:sz w:val="28"/>
          <w:szCs w:val="28"/>
          <w:lang w:val="kk-KZ"/>
        </w:rPr>
      </w:pPr>
      <w:r w:rsidRPr="00892655">
        <w:rPr>
          <w:rFonts w:ascii="Times New Roman" w:hAnsi="Times New Roman"/>
          <w:i/>
          <w:iCs/>
          <w:sz w:val="28"/>
          <w:szCs w:val="28"/>
          <w:lang w:val="kk-KZ"/>
        </w:rPr>
        <w:t xml:space="preserve">адами, </w:t>
      </w:r>
      <w:r w:rsidRPr="00892655">
        <w:rPr>
          <w:rFonts w:ascii="Times New Roman" w:hAnsi="Times New Roman"/>
          <w:iCs/>
          <w:sz w:val="28"/>
          <w:szCs w:val="28"/>
          <w:lang w:val="kk-KZ"/>
        </w:rPr>
        <w:t>өзін-өзі зерттеу қабілеті, себеп-салдарлық қатынастарды талдау, күмән, құндылық критерийлерін енгізу, өзімен жұмыс істеу;</w:t>
      </w:r>
    </w:p>
    <w:p w:rsidR="00C6480B" w:rsidRPr="00892655" w:rsidRDefault="00C6480B" w:rsidP="00892655">
      <w:pPr>
        <w:pStyle w:val="ListParagraph"/>
        <w:numPr>
          <w:ilvl w:val="0"/>
          <w:numId w:val="10"/>
        </w:numPr>
        <w:tabs>
          <w:tab w:val="left" w:pos="0"/>
          <w:tab w:val="left" w:pos="284"/>
          <w:tab w:val="left" w:pos="851"/>
        </w:tabs>
        <w:autoSpaceDE w:val="0"/>
        <w:autoSpaceDN w:val="0"/>
        <w:adjustRightInd w:val="0"/>
        <w:spacing w:after="0" w:line="360" w:lineRule="auto"/>
        <w:ind w:left="0" w:firstLine="567"/>
        <w:contextualSpacing w:val="0"/>
        <w:jc w:val="both"/>
        <w:rPr>
          <w:rFonts w:ascii="Times New Roman" w:hAnsi="Times New Roman"/>
          <w:i/>
          <w:sz w:val="28"/>
          <w:szCs w:val="28"/>
          <w:lang w:val="kk-KZ"/>
        </w:rPr>
      </w:pPr>
      <w:r w:rsidRPr="00892655">
        <w:rPr>
          <w:rFonts w:ascii="Times New Roman" w:hAnsi="Times New Roman"/>
          <w:i/>
          <w:iCs/>
          <w:sz w:val="28"/>
          <w:szCs w:val="28"/>
          <w:lang w:val="kk-KZ"/>
        </w:rPr>
        <w:t xml:space="preserve">кәсіби; </w:t>
      </w:r>
      <w:r w:rsidRPr="00892655">
        <w:rPr>
          <w:rFonts w:ascii="Times New Roman" w:hAnsi="Times New Roman"/>
          <w:iCs/>
          <w:sz w:val="28"/>
          <w:szCs w:val="28"/>
          <w:lang w:val="kk-KZ"/>
        </w:rPr>
        <w:t>бұл қабілетті кәсіби өмірдің күрделі шарттары мен жағдайларына қолдану мүмкіндігі.</w:t>
      </w:r>
    </w:p>
    <w:p w:rsidR="00C6480B" w:rsidRPr="00892655" w:rsidRDefault="00C6480B" w:rsidP="00892655">
      <w:pPr>
        <w:tabs>
          <w:tab w:val="left" w:pos="0"/>
          <w:tab w:val="left" w:pos="284"/>
        </w:tabs>
        <w:autoSpaceDE w:val="0"/>
        <w:autoSpaceDN w:val="0"/>
        <w:adjustRightInd w:val="0"/>
        <w:spacing w:line="360" w:lineRule="auto"/>
        <w:ind w:firstLine="567"/>
        <w:jc w:val="both"/>
        <w:rPr>
          <w:sz w:val="28"/>
          <w:szCs w:val="28"/>
          <w:lang w:val="kk-KZ"/>
        </w:rPr>
      </w:pPr>
      <w:r w:rsidRPr="00892655">
        <w:rPr>
          <w:sz w:val="28"/>
          <w:szCs w:val="28"/>
          <w:lang w:val="kk-KZ"/>
        </w:rPr>
        <w:t>Рефлексия - бұл «Жаңа мектеп» мұғалімінің педагогикалық іс-әрекеттерінің, м</w:t>
      </w:r>
      <w:r>
        <w:rPr>
          <w:sz w:val="28"/>
          <w:szCs w:val="28"/>
          <w:lang w:val="kk-KZ"/>
        </w:rPr>
        <w:t>ектеп директорының</w:t>
      </w:r>
      <w:r w:rsidRPr="00892655">
        <w:rPr>
          <w:sz w:val="28"/>
          <w:szCs w:val="28"/>
          <w:lang w:val="kk-KZ"/>
        </w:rPr>
        <w:t xml:space="preserve"> (білім беру мекемесінің жете</w:t>
      </w:r>
      <w:r>
        <w:rPr>
          <w:sz w:val="28"/>
          <w:szCs w:val="28"/>
          <w:lang w:val="kk-KZ"/>
        </w:rPr>
        <w:t xml:space="preserve">кшісінің), өмірлік жағдайдағы </w:t>
      </w:r>
      <w:r w:rsidRPr="00892655">
        <w:rPr>
          <w:sz w:val="28"/>
          <w:szCs w:val="28"/>
          <w:lang w:val="kk-KZ"/>
        </w:rPr>
        <w:t>табыстылығы мен тиімділігі және өзін-өзі диагностикалау технологиясы.</w:t>
      </w:r>
    </w:p>
    <w:p w:rsidR="00C6480B" w:rsidRPr="00892655" w:rsidRDefault="00C6480B" w:rsidP="00892655">
      <w:pPr>
        <w:tabs>
          <w:tab w:val="left" w:pos="0"/>
          <w:tab w:val="left" w:pos="284"/>
        </w:tabs>
        <w:autoSpaceDE w:val="0"/>
        <w:autoSpaceDN w:val="0"/>
        <w:adjustRightInd w:val="0"/>
        <w:spacing w:line="360" w:lineRule="auto"/>
        <w:ind w:firstLine="567"/>
        <w:jc w:val="both"/>
        <w:rPr>
          <w:sz w:val="28"/>
          <w:szCs w:val="28"/>
          <w:lang w:val="kk-KZ"/>
        </w:rPr>
      </w:pPr>
      <w:r w:rsidRPr="00892655">
        <w:rPr>
          <w:sz w:val="28"/>
          <w:szCs w:val="28"/>
          <w:lang w:val="kk-KZ"/>
        </w:rPr>
        <w:t>Рефлексия технологиясын меңгерудің негізгі шарттары:</w:t>
      </w:r>
    </w:p>
    <w:p w:rsidR="00C6480B" w:rsidRPr="00892655" w:rsidRDefault="00C6480B" w:rsidP="00892655">
      <w:pPr>
        <w:pStyle w:val="ListParagraph"/>
        <w:widowControl w:val="0"/>
        <w:numPr>
          <w:ilvl w:val="0"/>
          <w:numId w:val="21"/>
        </w:numPr>
        <w:tabs>
          <w:tab w:val="left" w:pos="284"/>
        </w:tabs>
        <w:autoSpaceDE w:val="0"/>
        <w:autoSpaceDN w:val="0"/>
        <w:adjustRightInd w:val="0"/>
        <w:spacing w:line="360" w:lineRule="auto"/>
        <w:ind w:left="0" w:firstLine="567"/>
        <w:jc w:val="both"/>
        <w:rPr>
          <w:rFonts w:ascii="Times New Roman" w:hAnsi="Times New Roman"/>
          <w:sz w:val="28"/>
          <w:szCs w:val="28"/>
          <w:lang w:val="kk-KZ"/>
        </w:rPr>
      </w:pPr>
      <w:r w:rsidRPr="00892655">
        <w:rPr>
          <w:rFonts w:ascii="Times New Roman" w:hAnsi="Times New Roman"/>
          <w:sz w:val="28"/>
          <w:szCs w:val="28"/>
          <w:lang w:val="kk-KZ"/>
        </w:rPr>
        <w:t>жоғары мақсатта жұмыс істеуді қалау;</w:t>
      </w:r>
    </w:p>
    <w:p w:rsidR="00C6480B" w:rsidRPr="00892655" w:rsidRDefault="00C6480B" w:rsidP="00892655">
      <w:pPr>
        <w:pStyle w:val="ListParagraph"/>
        <w:widowControl w:val="0"/>
        <w:numPr>
          <w:ilvl w:val="0"/>
          <w:numId w:val="21"/>
        </w:numPr>
        <w:tabs>
          <w:tab w:val="left" w:pos="284"/>
        </w:tabs>
        <w:autoSpaceDE w:val="0"/>
        <w:autoSpaceDN w:val="0"/>
        <w:adjustRightInd w:val="0"/>
        <w:spacing w:line="360" w:lineRule="auto"/>
        <w:ind w:left="0" w:firstLine="567"/>
        <w:jc w:val="both"/>
        <w:rPr>
          <w:rFonts w:ascii="Times New Roman" w:hAnsi="Times New Roman"/>
          <w:sz w:val="28"/>
          <w:szCs w:val="28"/>
          <w:lang w:val="kk-KZ"/>
        </w:rPr>
      </w:pPr>
      <w:r w:rsidRPr="00892655">
        <w:rPr>
          <w:rFonts w:ascii="Times New Roman" w:hAnsi="Times New Roman"/>
          <w:sz w:val="28"/>
          <w:szCs w:val="28"/>
          <w:lang w:val="kk-KZ"/>
        </w:rPr>
        <w:t>қызметке деген сүйіспеншілік;</w:t>
      </w:r>
    </w:p>
    <w:p w:rsidR="00C6480B" w:rsidRPr="00892655" w:rsidRDefault="00C6480B" w:rsidP="00892655">
      <w:pPr>
        <w:pStyle w:val="ListParagraph"/>
        <w:widowControl w:val="0"/>
        <w:numPr>
          <w:ilvl w:val="0"/>
          <w:numId w:val="21"/>
        </w:numPr>
        <w:tabs>
          <w:tab w:val="left" w:pos="284"/>
        </w:tabs>
        <w:autoSpaceDE w:val="0"/>
        <w:autoSpaceDN w:val="0"/>
        <w:adjustRightInd w:val="0"/>
        <w:spacing w:line="360" w:lineRule="auto"/>
        <w:ind w:left="0" w:firstLine="567"/>
        <w:jc w:val="both"/>
        <w:rPr>
          <w:rFonts w:ascii="Times New Roman" w:hAnsi="Times New Roman"/>
          <w:sz w:val="28"/>
          <w:szCs w:val="28"/>
          <w:lang w:val="kk-KZ"/>
        </w:rPr>
      </w:pPr>
      <w:r w:rsidRPr="00892655">
        <w:rPr>
          <w:rFonts w:ascii="Times New Roman" w:hAnsi="Times New Roman"/>
          <w:sz w:val="28"/>
          <w:szCs w:val="28"/>
          <w:lang w:val="kk-KZ"/>
        </w:rPr>
        <w:t>өзінің ішкі дауысын «қосу» мүмкіндігі;</w:t>
      </w:r>
    </w:p>
    <w:p w:rsidR="00C6480B" w:rsidRPr="00892655" w:rsidRDefault="00C6480B" w:rsidP="00892655">
      <w:pPr>
        <w:pStyle w:val="ListParagraph"/>
        <w:widowControl w:val="0"/>
        <w:numPr>
          <w:ilvl w:val="0"/>
          <w:numId w:val="21"/>
        </w:numPr>
        <w:tabs>
          <w:tab w:val="left" w:pos="284"/>
        </w:tabs>
        <w:autoSpaceDE w:val="0"/>
        <w:autoSpaceDN w:val="0"/>
        <w:adjustRightInd w:val="0"/>
        <w:spacing w:line="360" w:lineRule="auto"/>
        <w:ind w:left="0" w:firstLine="567"/>
        <w:jc w:val="both"/>
        <w:rPr>
          <w:rFonts w:ascii="Times New Roman" w:hAnsi="Times New Roman"/>
          <w:sz w:val="28"/>
          <w:szCs w:val="28"/>
          <w:lang w:val="kk-KZ"/>
        </w:rPr>
      </w:pPr>
      <w:r w:rsidRPr="00892655">
        <w:rPr>
          <w:rFonts w:ascii="Times New Roman" w:hAnsi="Times New Roman"/>
          <w:sz w:val="28"/>
          <w:szCs w:val="28"/>
          <w:lang w:val="kk-KZ"/>
        </w:rPr>
        <w:t>өзін-өзі талдау және өз іс-әрекетін талдау үшін психологиялық дайындық;</w:t>
      </w:r>
    </w:p>
    <w:p w:rsidR="00C6480B" w:rsidRPr="00892655" w:rsidRDefault="00C6480B" w:rsidP="00892655">
      <w:pPr>
        <w:pStyle w:val="ListParagraph"/>
        <w:widowControl w:val="0"/>
        <w:numPr>
          <w:ilvl w:val="0"/>
          <w:numId w:val="21"/>
        </w:numPr>
        <w:tabs>
          <w:tab w:val="left" w:pos="284"/>
        </w:tabs>
        <w:autoSpaceDE w:val="0"/>
        <w:autoSpaceDN w:val="0"/>
        <w:adjustRightInd w:val="0"/>
        <w:spacing w:line="360" w:lineRule="auto"/>
        <w:ind w:left="0" w:firstLine="567"/>
        <w:jc w:val="both"/>
        <w:rPr>
          <w:rFonts w:ascii="Times New Roman" w:hAnsi="Times New Roman"/>
          <w:sz w:val="28"/>
          <w:szCs w:val="28"/>
          <w:lang w:val="kk-KZ"/>
        </w:rPr>
      </w:pPr>
      <w:r w:rsidRPr="00892655">
        <w:rPr>
          <w:rFonts w:ascii="Times New Roman" w:hAnsi="Times New Roman"/>
          <w:sz w:val="28"/>
          <w:szCs w:val="28"/>
          <w:lang w:val="kk-KZ"/>
        </w:rPr>
        <w:t>қызметтің нәтижелері үшін жауапкершіліктің болуы;</w:t>
      </w:r>
    </w:p>
    <w:p w:rsidR="00C6480B" w:rsidRPr="00892655" w:rsidRDefault="00C6480B" w:rsidP="00892655">
      <w:pPr>
        <w:pStyle w:val="ListParagraph"/>
        <w:widowControl w:val="0"/>
        <w:numPr>
          <w:ilvl w:val="0"/>
          <w:numId w:val="21"/>
        </w:numPr>
        <w:tabs>
          <w:tab w:val="left" w:pos="284"/>
        </w:tabs>
        <w:autoSpaceDE w:val="0"/>
        <w:autoSpaceDN w:val="0"/>
        <w:adjustRightInd w:val="0"/>
        <w:spacing w:line="360" w:lineRule="auto"/>
        <w:ind w:left="0" w:firstLine="567"/>
        <w:jc w:val="both"/>
        <w:rPr>
          <w:rFonts w:ascii="Times New Roman" w:hAnsi="Times New Roman"/>
          <w:sz w:val="28"/>
          <w:szCs w:val="28"/>
          <w:lang w:val="kk-KZ"/>
        </w:rPr>
      </w:pPr>
      <w:r w:rsidRPr="00892655">
        <w:rPr>
          <w:rFonts w:ascii="Times New Roman" w:hAnsi="Times New Roman"/>
          <w:sz w:val="28"/>
          <w:szCs w:val="28"/>
          <w:lang w:val="kk-KZ"/>
        </w:rPr>
        <w:t>кәсібилікке ұмтылу;</w:t>
      </w:r>
    </w:p>
    <w:p w:rsidR="00C6480B" w:rsidRPr="00892655" w:rsidRDefault="00C6480B" w:rsidP="00892655">
      <w:pPr>
        <w:pStyle w:val="ListParagraph"/>
        <w:widowControl w:val="0"/>
        <w:numPr>
          <w:ilvl w:val="0"/>
          <w:numId w:val="21"/>
        </w:numPr>
        <w:tabs>
          <w:tab w:val="left" w:pos="284"/>
        </w:tabs>
        <w:autoSpaceDE w:val="0"/>
        <w:autoSpaceDN w:val="0"/>
        <w:adjustRightInd w:val="0"/>
        <w:spacing w:line="360" w:lineRule="auto"/>
        <w:ind w:left="0" w:firstLine="567"/>
        <w:jc w:val="both"/>
        <w:rPr>
          <w:rFonts w:ascii="Times New Roman" w:hAnsi="Times New Roman"/>
          <w:sz w:val="28"/>
          <w:szCs w:val="28"/>
          <w:lang w:val="kk-KZ"/>
        </w:rPr>
      </w:pPr>
      <w:r w:rsidRPr="00892655">
        <w:rPr>
          <w:rFonts w:ascii="Times New Roman" w:hAnsi="Times New Roman"/>
          <w:sz w:val="28"/>
          <w:szCs w:val="28"/>
          <w:lang w:val="kk-KZ"/>
        </w:rPr>
        <w:t>ішкі әлемнің белгілі бір дамуы (сезімталдық, ұқыптылы</w:t>
      </w:r>
      <w:r>
        <w:rPr>
          <w:rFonts w:ascii="Times New Roman" w:hAnsi="Times New Roman"/>
          <w:sz w:val="28"/>
          <w:szCs w:val="28"/>
          <w:lang w:val="kk-KZ"/>
        </w:rPr>
        <w:t>қ</w:t>
      </w:r>
      <w:r w:rsidRPr="00892655">
        <w:rPr>
          <w:rFonts w:ascii="Times New Roman" w:hAnsi="Times New Roman"/>
          <w:sz w:val="28"/>
          <w:szCs w:val="28"/>
          <w:lang w:val="kk-KZ"/>
        </w:rPr>
        <w:t>, ада</w:t>
      </w:r>
      <w:r>
        <w:rPr>
          <w:rFonts w:ascii="Times New Roman" w:hAnsi="Times New Roman"/>
          <w:sz w:val="28"/>
          <w:szCs w:val="28"/>
          <w:lang w:val="kk-KZ"/>
        </w:rPr>
        <w:t>лдық,</w:t>
      </w:r>
      <w:r w:rsidRPr="00892655">
        <w:rPr>
          <w:rFonts w:ascii="Times New Roman" w:hAnsi="Times New Roman"/>
          <w:sz w:val="28"/>
          <w:szCs w:val="28"/>
          <w:lang w:val="kk-KZ"/>
        </w:rPr>
        <w:t xml:space="preserve"> т.б.);</w:t>
      </w:r>
    </w:p>
    <w:p w:rsidR="00C6480B" w:rsidRPr="00892655" w:rsidRDefault="00C6480B" w:rsidP="00892655">
      <w:pPr>
        <w:pStyle w:val="ListParagraph"/>
        <w:widowControl w:val="0"/>
        <w:numPr>
          <w:ilvl w:val="0"/>
          <w:numId w:val="21"/>
        </w:numPr>
        <w:tabs>
          <w:tab w:val="left" w:pos="284"/>
        </w:tabs>
        <w:autoSpaceDE w:val="0"/>
        <w:autoSpaceDN w:val="0"/>
        <w:adjustRightInd w:val="0"/>
        <w:spacing w:after="0" w:line="360" w:lineRule="auto"/>
        <w:ind w:left="0" w:firstLine="567"/>
        <w:jc w:val="both"/>
        <w:rPr>
          <w:rFonts w:ascii="Times New Roman" w:hAnsi="Times New Roman"/>
          <w:sz w:val="28"/>
          <w:szCs w:val="28"/>
          <w:lang w:val="kk-KZ"/>
        </w:rPr>
      </w:pPr>
      <w:r>
        <w:rPr>
          <w:rFonts w:ascii="Times New Roman" w:hAnsi="Times New Roman"/>
          <w:sz w:val="28"/>
          <w:szCs w:val="28"/>
          <w:lang w:val="kk-KZ"/>
        </w:rPr>
        <w:t xml:space="preserve">сырттан алынған </w:t>
      </w:r>
      <w:r w:rsidRPr="00892655">
        <w:rPr>
          <w:rFonts w:ascii="Times New Roman" w:hAnsi="Times New Roman"/>
          <w:sz w:val="28"/>
          <w:szCs w:val="28"/>
          <w:lang w:val="kk-KZ"/>
        </w:rPr>
        <w:t>а</w:t>
      </w:r>
      <w:r>
        <w:rPr>
          <w:rFonts w:ascii="Times New Roman" w:hAnsi="Times New Roman"/>
          <w:sz w:val="28"/>
          <w:szCs w:val="28"/>
          <w:lang w:val="kk-KZ"/>
        </w:rPr>
        <w:t xml:space="preserve">уызша ақпараттың мағынасын білу, </w:t>
      </w:r>
      <w:r w:rsidRPr="00892655">
        <w:rPr>
          <w:rFonts w:ascii="Times New Roman" w:hAnsi="Times New Roman"/>
          <w:sz w:val="28"/>
          <w:szCs w:val="28"/>
          <w:lang w:val="kk-KZ"/>
        </w:rPr>
        <w:t>түсіну.</w:t>
      </w:r>
    </w:p>
    <w:p w:rsidR="00C6480B" w:rsidRPr="00892655" w:rsidRDefault="00C6480B" w:rsidP="00892655">
      <w:pPr>
        <w:tabs>
          <w:tab w:val="left" w:pos="0"/>
          <w:tab w:val="left" w:pos="284"/>
          <w:tab w:val="left" w:pos="9639"/>
        </w:tabs>
        <w:spacing w:line="360" w:lineRule="auto"/>
        <w:ind w:firstLine="567"/>
        <w:jc w:val="both"/>
        <w:rPr>
          <w:sz w:val="28"/>
          <w:szCs w:val="28"/>
          <w:lang w:val="kk-KZ"/>
        </w:rPr>
      </w:pPr>
      <w:r w:rsidRPr="00892655">
        <w:rPr>
          <w:sz w:val="28"/>
          <w:szCs w:val="28"/>
          <w:lang w:val="kk-KZ"/>
        </w:rPr>
        <w:t xml:space="preserve">Үздіксіз кәсіби даму бүгін сапалы білім берудің шарты болып табылатыны сөзсіз. Мұғалім </w:t>
      </w:r>
      <w:r>
        <w:rPr>
          <w:sz w:val="28"/>
          <w:szCs w:val="28"/>
          <w:lang w:val="kk-KZ"/>
        </w:rPr>
        <w:t xml:space="preserve">кәсібилігінің құрамдас бөлігі </w:t>
      </w:r>
      <w:r w:rsidRPr="00892655">
        <w:rPr>
          <w:sz w:val="28"/>
          <w:szCs w:val="28"/>
          <w:lang w:val="kk-KZ"/>
        </w:rPr>
        <w:t>өз пәнін терең және жаңашыл білім беру технологияларды меңгеру, рефлексивті қызметке деген қабілеттілігі табылатын болса, онда мұғалімнің кәсіби өсуі де осы үш бағытта болу керек. Бұл үдерістің үздіксіздігі өз орында мұғалімнің кәсіби құзыреттілігінің жетілдіруі арқылы қамтылады.  Мамандыққа жылжудағы осының табыстылығы көбіне педагогикалық ұжымдағы ахуалға, педагогикалық қауымдастық мүшелерінің педагогикалық тәжірибеге үйлесімді енгізуде жаңа білім беру пәлсапасын және инновациялық технологияларды меңгеруде бір біріне қолдау көрсетуге дайындығының деңгейіне тәуелді.</w:t>
      </w:r>
    </w:p>
    <w:p w:rsidR="00C6480B" w:rsidRPr="00892655" w:rsidRDefault="00C6480B" w:rsidP="00892655">
      <w:pPr>
        <w:tabs>
          <w:tab w:val="left" w:pos="0"/>
          <w:tab w:val="left" w:pos="284"/>
          <w:tab w:val="left" w:pos="9639"/>
        </w:tabs>
        <w:spacing w:line="360" w:lineRule="auto"/>
        <w:ind w:firstLine="567"/>
        <w:jc w:val="both"/>
        <w:rPr>
          <w:sz w:val="28"/>
          <w:szCs w:val="28"/>
          <w:lang w:val="kk-KZ"/>
        </w:rPr>
      </w:pPr>
      <w:r w:rsidRPr="00892655">
        <w:rPr>
          <w:sz w:val="28"/>
          <w:szCs w:val="28"/>
          <w:lang w:val="kk-KZ"/>
        </w:rPr>
        <w:t xml:space="preserve">Мұғалімнің педагогикалық шеберлігінің өзгеруі сыныптағы оқушылармен өзара қарым-қатынастың оқыту мен оқудың тұлғалық бағытталғанына. </w:t>
      </w:r>
    </w:p>
    <w:p w:rsidR="00C6480B" w:rsidRPr="00892655" w:rsidRDefault="00C6480B" w:rsidP="00892655">
      <w:pPr>
        <w:tabs>
          <w:tab w:val="left" w:pos="0"/>
          <w:tab w:val="left" w:pos="284"/>
          <w:tab w:val="left" w:pos="9639"/>
        </w:tabs>
        <w:spacing w:line="360" w:lineRule="auto"/>
        <w:ind w:firstLine="567"/>
        <w:jc w:val="both"/>
        <w:rPr>
          <w:sz w:val="28"/>
          <w:szCs w:val="28"/>
          <w:lang w:val="kk-KZ"/>
        </w:rPr>
      </w:pPr>
      <w:r w:rsidRPr="00892655">
        <w:rPr>
          <w:sz w:val="28"/>
          <w:szCs w:val="28"/>
          <w:lang w:val="kk-KZ"/>
        </w:rPr>
        <w:t>Рефлексияны әр түрлі жүзеге ас</w:t>
      </w:r>
      <w:r>
        <w:rPr>
          <w:sz w:val="28"/>
          <w:szCs w:val="28"/>
          <w:lang w:val="kk-KZ"/>
        </w:rPr>
        <w:t xml:space="preserve">ыруға болады, сабақтың соңында </w:t>
      </w:r>
      <w:r w:rsidRPr="00892655">
        <w:rPr>
          <w:sz w:val="28"/>
          <w:szCs w:val="28"/>
          <w:lang w:val="kk-KZ"/>
        </w:rPr>
        <w:t>әр тақырыптың соңында, сабақ этаптарының арасында, тарау соңында. Ол ақырындап оқушының іш</w:t>
      </w:r>
      <w:r>
        <w:rPr>
          <w:sz w:val="28"/>
          <w:szCs w:val="28"/>
          <w:lang w:val="kk-KZ"/>
        </w:rPr>
        <w:t xml:space="preserve">кі рефлексиясына ұласуы керек. </w:t>
      </w:r>
      <w:r w:rsidRPr="00892655">
        <w:rPr>
          <w:sz w:val="28"/>
          <w:szCs w:val="28"/>
          <w:lang w:val="kk-KZ"/>
        </w:rPr>
        <w:t>Рефлекс</w:t>
      </w:r>
      <w:r>
        <w:rPr>
          <w:sz w:val="28"/>
          <w:szCs w:val="28"/>
          <w:lang w:val="kk-KZ"/>
        </w:rPr>
        <w:t>ияның төмендегідей түрлері бар:</w:t>
      </w:r>
    </w:p>
    <w:p w:rsidR="00C6480B" w:rsidRPr="00892655" w:rsidRDefault="00C6480B" w:rsidP="00892655">
      <w:pPr>
        <w:pStyle w:val="ListParagraph"/>
        <w:numPr>
          <w:ilvl w:val="0"/>
          <w:numId w:val="17"/>
        </w:numPr>
        <w:tabs>
          <w:tab w:val="left" w:pos="0"/>
          <w:tab w:val="left" w:pos="284"/>
        </w:tabs>
        <w:spacing w:after="0" w:line="360" w:lineRule="auto"/>
        <w:ind w:left="0" w:firstLine="567"/>
        <w:jc w:val="both"/>
        <w:rPr>
          <w:rFonts w:ascii="Times New Roman" w:hAnsi="Times New Roman"/>
          <w:sz w:val="28"/>
          <w:szCs w:val="28"/>
          <w:lang w:val="kk-KZ"/>
        </w:rPr>
      </w:pPr>
      <w:r w:rsidRPr="00892655">
        <w:rPr>
          <w:rFonts w:ascii="Times New Roman" w:hAnsi="Times New Roman"/>
          <w:sz w:val="28"/>
          <w:szCs w:val="28"/>
          <w:lang w:val="kk-KZ"/>
        </w:rPr>
        <w:t>оқу матер</w:t>
      </w:r>
      <w:r>
        <w:rPr>
          <w:rFonts w:ascii="Times New Roman" w:hAnsi="Times New Roman"/>
          <w:sz w:val="28"/>
          <w:szCs w:val="28"/>
          <w:lang w:val="kk-KZ"/>
        </w:rPr>
        <w:t>иалының мазмұнының рефлексиясы,</w:t>
      </w:r>
    </w:p>
    <w:p w:rsidR="00C6480B" w:rsidRPr="00892655" w:rsidRDefault="00C6480B" w:rsidP="00892655">
      <w:pPr>
        <w:pStyle w:val="ListParagraph"/>
        <w:numPr>
          <w:ilvl w:val="0"/>
          <w:numId w:val="17"/>
        </w:numPr>
        <w:tabs>
          <w:tab w:val="left" w:pos="0"/>
          <w:tab w:val="left" w:pos="284"/>
          <w:tab w:val="left" w:pos="709"/>
        </w:tabs>
        <w:spacing w:after="0" w:line="360" w:lineRule="auto"/>
        <w:ind w:left="0" w:firstLine="567"/>
        <w:jc w:val="both"/>
        <w:rPr>
          <w:rFonts w:ascii="Times New Roman" w:hAnsi="Times New Roman"/>
          <w:sz w:val="28"/>
          <w:szCs w:val="28"/>
          <w:lang w:val="kk-KZ"/>
        </w:rPr>
      </w:pPr>
      <w:r w:rsidRPr="00892655">
        <w:rPr>
          <w:rFonts w:ascii="Times New Roman" w:hAnsi="Times New Roman"/>
          <w:sz w:val="28"/>
          <w:szCs w:val="28"/>
          <w:lang w:val="kk-KZ"/>
        </w:rPr>
        <w:t>көңіл-күй және эмоционалдық жағдайдың рефлексиясы,</w:t>
      </w:r>
    </w:p>
    <w:p w:rsidR="00C6480B" w:rsidRPr="00892655" w:rsidRDefault="00C6480B" w:rsidP="00892655">
      <w:pPr>
        <w:pStyle w:val="ListParagraph"/>
        <w:numPr>
          <w:ilvl w:val="0"/>
          <w:numId w:val="17"/>
        </w:numPr>
        <w:tabs>
          <w:tab w:val="left" w:pos="0"/>
          <w:tab w:val="left" w:pos="284"/>
          <w:tab w:val="left" w:pos="709"/>
        </w:tabs>
        <w:spacing w:after="0" w:line="360" w:lineRule="auto"/>
        <w:ind w:left="0" w:firstLine="567"/>
        <w:jc w:val="both"/>
        <w:rPr>
          <w:rFonts w:ascii="Times New Roman" w:hAnsi="Times New Roman"/>
          <w:sz w:val="28"/>
          <w:szCs w:val="28"/>
          <w:lang w:val="kk-KZ"/>
        </w:rPr>
      </w:pPr>
      <w:r>
        <w:rPr>
          <w:rFonts w:ascii="Times New Roman" w:hAnsi="Times New Roman"/>
          <w:sz w:val="28"/>
          <w:szCs w:val="28"/>
          <w:lang w:val="kk-KZ"/>
        </w:rPr>
        <w:t>іс-әрекет рефлексиясы</w:t>
      </w:r>
    </w:p>
    <w:p w:rsidR="00C6480B" w:rsidRPr="00892655" w:rsidRDefault="00C6480B" w:rsidP="00892655">
      <w:pPr>
        <w:tabs>
          <w:tab w:val="left" w:pos="0"/>
          <w:tab w:val="left" w:pos="284"/>
          <w:tab w:val="left" w:pos="9639"/>
        </w:tabs>
        <w:spacing w:line="360" w:lineRule="auto"/>
        <w:ind w:firstLine="567"/>
        <w:jc w:val="both"/>
        <w:rPr>
          <w:sz w:val="28"/>
          <w:szCs w:val="28"/>
          <w:lang w:val="kk-KZ"/>
        </w:rPr>
      </w:pPr>
      <w:r w:rsidRPr="00892655">
        <w:rPr>
          <w:sz w:val="28"/>
          <w:szCs w:val="28"/>
          <w:lang w:val="kk-KZ"/>
        </w:rPr>
        <w:t>Рефлексияның бұл түрлерін жеке, топтық, жұптық түрде өткізуге болады.</w:t>
      </w:r>
      <w:r>
        <w:rPr>
          <w:sz w:val="28"/>
          <w:szCs w:val="28"/>
          <w:lang w:val="kk-KZ"/>
        </w:rPr>
        <w:t xml:space="preserve"> </w:t>
      </w:r>
      <w:r w:rsidRPr="00892655">
        <w:rPr>
          <w:sz w:val="28"/>
          <w:szCs w:val="28"/>
          <w:lang w:val="kk-KZ"/>
        </w:rPr>
        <w:t xml:space="preserve">Оқушыларды рефлексия жасауға үйретуде мәселенің психологиялық жағына мән беру тиімді. Мұғалімнің басты міндеті – оқушының өткізген күні немесе істеген жұмысы жайлы айтқысы, ойымен бөліскісі келетіндей психологиялық ахуал жасау. Әсіресе баланың өзі жасаған әрекеттеріне байланысты басынан өткен сезімдерін қайта оралта алуы, ол жайлы қағазға түсіруі немесе басқаша суреттеуі ерекше жағдайды талап етеді. </w:t>
      </w:r>
    </w:p>
    <w:p w:rsidR="00C6480B" w:rsidRPr="00892655" w:rsidRDefault="00C6480B" w:rsidP="00892655">
      <w:pPr>
        <w:tabs>
          <w:tab w:val="left" w:pos="0"/>
          <w:tab w:val="left" w:pos="284"/>
          <w:tab w:val="left" w:pos="9639"/>
        </w:tabs>
        <w:spacing w:line="360" w:lineRule="auto"/>
        <w:ind w:firstLine="567"/>
        <w:jc w:val="both"/>
        <w:rPr>
          <w:sz w:val="28"/>
          <w:szCs w:val="28"/>
          <w:lang w:val="kk-KZ"/>
        </w:rPr>
      </w:pPr>
      <w:r w:rsidRPr="00892655">
        <w:rPr>
          <w:sz w:val="28"/>
          <w:szCs w:val="28"/>
          <w:lang w:val="kk-KZ"/>
        </w:rPr>
        <w:t>Сонымен рефлексия</w:t>
      </w:r>
      <w:r>
        <w:rPr>
          <w:sz w:val="28"/>
          <w:szCs w:val="28"/>
          <w:lang w:val="kk-KZ"/>
        </w:rPr>
        <w:t xml:space="preserve"> – көп қырлы, кіріккен әрекет. </w:t>
      </w:r>
      <w:r w:rsidRPr="00892655">
        <w:rPr>
          <w:sz w:val="28"/>
          <w:szCs w:val="28"/>
          <w:lang w:val="kk-KZ"/>
        </w:rPr>
        <w:t xml:space="preserve">Бұл әрекет психологиялық тұрғыда адамның психикалық қызметінің өзгеруіне ықпал етсе, педагогикада мұғалімнің кәсіби әрекетін жоғары шығармашылық деңгейде жүргізуіне негіз болады. </w:t>
      </w:r>
    </w:p>
    <w:p w:rsidR="00C6480B" w:rsidRPr="00892655" w:rsidRDefault="00C6480B" w:rsidP="00892655">
      <w:pPr>
        <w:tabs>
          <w:tab w:val="left" w:pos="0"/>
          <w:tab w:val="left" w:pos="284"/>
        </w:tabs>
        <w:spacing w:line="360" w:lineRule="auto"/>
        <w:ind w:firstLine="567"/>
        <w:jc w:val="both"/>
        <w:rPr>
          <w:b/>
          <w:sz w:val="28"/>
          <w:szCs w:val="28"/>
          <w:lang w:val="kk-KZ"/>
        </w:rPr>
      </w:pPr>
      <w:r w:rsidRPr="00892655">
        <w:rPr>
          <w:b/>
          <w:sz w:val="28"/>
          <w:szCs w:val="28"/>
          <w:lang w:val="kk-KZ"/>
        </w:rPr>
        <w:t>Әдебиеттер:</w:t>
      </w:r>
    </w:p>
    <w:p w:rsidR="00C6480B" w:rsidRPr="00892655" w:rsidRDefault="00C6480B" w:rsidP="00892655">
      <w:pPr>
        <w:pStyle w:val="ListParagraph"/>
        <w:numPr>
          <w:ilvl w:val="0"/>
          <w:numId w:val="24"/>
        </w:numPr>
        <w:tabs>
          <w:tab w:val="left" w:pos="284"/>
          <w:tab w:val="left" w:pos="993"/>
        </w:tabs>
        <w:spacing w:line="360" w:lineRule="auto"/>
        <w:ind w:left="284" w:hanging="284"/>
        <w:jc w:val="both"/>
        <w:rPr>
          <w:rFonts w:ascii="Times New Roman" w:hAnsi="Times New Roman"/>
          <w:sz w:val="28"/>
          <w:szCs w:val="28"/>
        </w:rPr>
      </w:pPr>
      <w:r w:rsidRPr="00892655">
        <w:rPr>
          <w:rFonts w:ascii="Times New Roman" w:hAnsi="Times New Roman"/>
          <w:sz w:val="28"/>
          <w:szCs w:val="28"/>
          <w:shd w:val="clear" w:color="auto" w:fill="FFFFFF"/>
        </w:rPr>
        <w:t>Дьюи Д. Психология и педагогика мышления. – М.: Совершенство, 1997. – 208 с.</w:t>
      </w:r>
    </w:p>
    <w:p w:rsidR="00C6480B" w:rsidRPr="00892655" w:rsidRDefault="00C6480B" w:rsidP="00892655">
      <w:pPr>
        <w:pStyle w:val="ListParagraph"/>
        <w:numPr>
          <w:ilvl w:val="0"/>
          <w:numId w:val="24"/>
        </w:numPr>
        <w:tabs>
          <w:tab w:val="left" w:pos="284"/>
        </w:tabs>
        <w:spacing w:line="360" w:lineRule="auto"/>
        <w:ind w:left="284" w:hanging="284"/>
        <w:jc w:val="both"/>
        <w:rPr>
          <w:rFonts w:ascii="Times New Roman" w:hAnsi="Times New Roman"/>
          <w:sz w:val="28"/>
          <w:szCs w:val="28"/>
        </w:rPr>
      </w:pPr>
      <w:r w:rsidRPr="00892655">
        <w:rPr>
          <w:rFonts w:ascii="Times New Roman" w:hAnsi="Times New Roman"/>
          <w:sz w:val="28"/>
          <w:szCs w:val="28"/>
          <w:lang w:val="kk-KZ"/>
        </w:rPr>
        <w:t xml:space="preserve">Ардабаева Б.К., Утегенова Б.М. Рефлексия – мұғалімнің оқыту және оқу тәжірибесін жетілдіру құралы: әдістемелік ұсынымдар.– </w:t>
      </w:r>
      <w:r w:rsidRPr="00892655">
        <w:rPr>
          <w:rFonts w:ascii="Times New Roman" w:hAnsi="Times New Roman"/>
          <w:sz w:val="28"/>
          <w:szCs w:val="28"/>
        </w:rPr>
        <w:t>Астана: «Назарбаев Зияткерлік мектептері» ДББҰ Педагогикалық шеберлік орталық, 2016. – 36 б.</w:t>
      </w:r>
    </w:p>
    <w:p w:rsidR="00C6480B" w:rsidRPr="00892655" w:rsidRDefault="00C6480B" w:rsidP="00892655">
      <w:pPr>
        <w:pStyle w:val="ListParagraph"/>
        <w:numPr>
          <w:ilvl w:val="0"/>
          <w:numId w:val="24"/>
        </w:numPr>
        <w:tabs>
          <w:tab w:val="left" w:pos="284"/>
        </w:tabs>
        <w:spacing w:line="360" w:lineRule="auto"/>
        <w:ind w:left="284" w:hanging="284"/>
        <w:jc w:val="both"/>
        <w:rPr>
          <w:rFonts w:ascii="Times New Roman" w:hAnsi="Times New Roman"/>
          <w:sz w:val="28"/>
          <w:szCs w:val="28"/>
        </w:rPr>
      </w:pPr>
      <w:r w:rsidRPr="00892655">
        <w:rPr>
          <w:rFonts w:ascii="Times New Roman" w:hAnsi="Times New Roman"/>
          <w:sz w:val="28"/>
          <w:szCs w:val="28"/>
          <w:lang w:val="kk-KZ"/>
        </w:rPr>
        <w:t>Бизяева А.А. Психология думающего учителя: педагогическая рефлексия – Псков: ПГПИ им.С.М.Кирова, 2014. -213 с.</w:t>
      </w:r>
    </w:p>
    <w:p w:rsidR="00C6480B" w:rsidRPr="00BA0289" w:rsidRDefault="00C6480B" w:rsidP="00892655">
      <w:pPr>
        <w:tabs>
          <w:tab w:val="left" w:pos="0"/>
          <w:tab w:val="left" w:pos="284"/>
        </w:tabs>
        <w:spacing w:line="360" w:lineRule="auto"/>
        <w:ind w:firstLine="567"/>
        <w:jc w:val="right"/>
        <w:rPr>
          <w:sz w:val="28"/>
          <w:szCs w:val="28"/>
        </w:rPr>
      </w:pPr>
    </w:p>
    <w:p w:rsidR="00C6480B" w:rsidRPr="000603D0" w:rsidRDefault="00C6480B" w:rsidP="00BA0289">
      <w:pPr>
        <w:tabs>
          <w:tab w:val="left" w:pos="0"/>
          <w:tab w:val="left" w:pos="284"/>
        </w:tabs>
        <w:spacing w:line="360" w:lineRule="auto"/>
        <w:ind w:firstLine="567"/>
        <w:jc w:val="right"/>
        <w:rPr>
          <w:b/>
          <w:sz w:val="40"/>
          <w:szCs w:val="28"/>
        </w:rPr>
      </w:pPr>
    </w:p>
    <w:sectPr w:rsidR="00C6480B" w:rsidRPr="000603D0" w:rsidSect="00892655">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36291"/>
    <w:multiLevelType w:val="hybridMultilevel"/>
    <w:tmpl w:val="7F28AB72"/>
    <w:lvl w:ilvl="0" w:tplc="DDA4A0F0">
      <w:start w:val="19"/>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A357E2"/>
    <w:multiLevelType w:val="hybridMultilevel"/>
    <w:tmpl w:val="A7FE4720"/>
    <w:lvl w:ilvl="0" w:tplc="A95E04E2">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
    <w:nsid w:val="0B4F772A"/>
    <w:multiLevelType w:val="hybridMultilevel"/>
    <w:tmpl w:val="F2926B42"/>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EAC117C"/>
    <w:multiLevelType w:val="hybridMultilevel"/>
    <w:tmpl w:val="C8CE2B02"/>
    <w:lvl w:ilvl="0" w:tplc="DDA4A0F0">
      <w:start w:val="19"/>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41C320C"/>
    <w:multiLevelType w:val="multilevel"/>
    <w:tmpl w:val="BFEE85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A544E2"/>
    <w:multiLevelType w:val="hybridMultilevel"/>
    <w:tmpl w:val="B9BAB74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21840CF8"/>
    <w:multiLevelType w:val="hybridMultilevel"/>
    <w:tmpl w:val="8500EB3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230810AF"/>
    <w:multiLevelType w:val="hybridMultilevel"/>
    <w:tmpl w:val="D65E78C2"/>
    <w:lvl w:ilvl="0" w:tplc="DDA4A0F0">
      <w:start w:val="19"/>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6BE07C9"/>
    <w:multiLevelType w:val="hybridMultilevel"/>
    <w:tmpl w:val="9140C2C6"/>
    <w:lvl w:ilvl="0" w:tplc="DDA4A0F0">
      <w:start w:val="19"/>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35E136FC"/>
    <w:multiLevelType w:val="hybridMultilevel"/>
    <w:tmpl w:val="4D08AF6A"/>
    <w:lvl w:ilvl="0" w:tplc="DDA4A0F0">
      <w:start w:val="19"/>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41FF25E3"/>
    <w:multiLevelType w:val="hybridMultilevel"/>
    <w:tmpl w:val="8308390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49E80D16"/>
    <w:multiLevelType w:val="hybridMultilevel"/>
    <w:tmpl w:val="75C8DD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E36295E"/>
    <w:multiLevelType w:val="hybridMultilevel"/>
    <w:tmpl w:val="8B24611E"/>
    <w:lvl w:ilvl="0" w:tplc="DDA4A0F0">
      <w:start w:val="19"/>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51C24F29"/>
    <w:multiLevelType w:val="hybridMultilevel"/>
    <w:tmpl w:val="2A3CB08A"/>
    <w:lvl w:ilvl="0" w:tplc="04190001">
      <w:start w:val="1"/>
      <w:numFmt w:val="bullet"/>
      <w:lvlText w:val=""/>
      <w:lvlJc w:val="left"/>
      <w:pPr>
        <w:ind w:left="1129" w:hanging="360"/>
      </w:pPr>
      <w:rPr>
        <w:rFonts w:ascii="Symbol" w:hAnsi="Symbol" w:hint="default"/>
      </w:rPr>
    </w:lvl>
    <w:lvl w:ilvl="1" w:tplc="04190003" w:tentative="1">
      <w:start w:val="1"/>
      <w:numFmt w:val="bullet"/>
      <w:lvlText w:val="o"/>
      <w:lvlJc w:val="left"/>
      <w:pPr>
        <w:ind w:left="1849" w:hanging="360"/>
      </w:pPr>
      <w:rPr>
        <w:rFonts w:ascii="Courier New" w:hAnsi="Courier New" w:hint="default"/>
      </w:rPr>
    </w:lvl>
    <w:lvl w:ilvl="2" w:tplc="04190005" w:tentative="1">
      <w:start w:val="1"/>
      <w:numFmt w:val="bullet"/>
      <w:lvlText w:val=""/>
      <w:lvlJc w:val="left"/>
      <w:pPr>
        <w:ind w:left="2569" w:hanging="360"/>
      </w:pPr>
      <w:rPr>
        <w:rFonts w:ascii="Wingdings" w:hAnsi="Wingdings" w:hint="default"/>
      </w:rPr>
    </w:lvl>
    <w:lvl w:ilvl="3" w:tplc="04190001" w:tentative="1">
      <w:start w:val="1"/>
      <w:numFmt w:val="bullet"/>
      <w:lvlText w:val=""/>
      <w:lvlJc w:val="left"/>
      <w:pPr>
        <w:ind w:left="3289" w:hanging="360"/>
      </w:pPr>
      <w:rPr>
        <w:rFonts w:ascii="Symbol" w:hAnsi="Symbol" w:hint="default"/>
      </w:rPr>
    </w:lvl>
    <w:lvl w:ilvl="4" w:tplc="04190003" w:tentative="1">
      <w:start w:val="1"/>
      <w:numFmt w:val="bullet"/>
      <w:lvlText w:val="o"/>
      <w:lvlJc w:val="left"/>
      <w:pPr>
        <w:ind w:left="4009" w:hanging="360"/>
      </w:pPr>
      <w:rPr>
        <w:rFonts w:ascii="Courier New" w:hAnsi="Courier New" w:hint="default"/>
      </w:rPr>
    </w:lvl>
    <w:lvl w:ilvl="5" w:tplc="04190005" w:tentative="1">
      <w:start w:val="1"/>
      <w:numFmt w:val="bullet"/>
      <w:lvlText w:val=""/>
      <w:lvlJc w:val="left"/>
      <w:pPr>
        <w:ind w:left="4729" w:hanging="360"/>
      </w:pPr>
      <w:rPr>
        <w:rFonts w:ascii="Wingdings" w:hAnsi="Wingdings" w:hint="default"/>
      </w:rPr>
    </w:lvl>
    <w:lvl w:ilvl="6" w:tplc="04190001" w:tentative="1">
      <w:start w:val="1"/>
      <w:numFmt w:val="bullet"/>
      <w:lvlText w:val=""/>
      <w:lvlJc w:val="left"/>
      <w:pPr>
        <w:ind w:left="5449" w:hanging="360"/>
      </w:pPr>
      <w:rPr>
        <w:rFonts w:ascii="Symbol" w:hAnsi="Symbol" w:hint="default"/>
      </w:rPr>
    </w:lvl>
    <w:lvl w:ilvl="7" w:tplc="04190003" w:tentative="1">
      <w:start w:val="1"/>
      <w:numFmt w:val="bullet"/>
      <w:lvlText w:val="o"/>
      <w:lvlJc w:val="left"/>
      <w:pPr>
        <w:ind w:left="6169" w:hanging="360"/>
      </w:pPr>
      <w:rPr>
        <w:rFonts w:ascii="Courier New" w:hAnsi="Courier New" w:hint="default"/>
      </w:rPr>
    </w:lvl>
    <w:lvl w:ilvl="8" w:tplc="04190005" w:tentative="1">
      <w:start w:val="1"/>
      <w:numFmt w:val="bullet"/>
      <w:lvlText w:val=""/>
      <w:lvlJc w:val="left"/>
      <w:pPr>
        <w:ind w:left="6889" w:hanging="360"/>
      </w:pPr>
      <w:rPr>
        <w:rFonts w:ascii="Wingdings" w:hAnsi="Wingdings" w:hint="default"/>
      </w:rPr>
    </w:lvl>
  </w:abstractNum>
  <w:abstractNum w:abstractNumId="14">
    <w:nsid w:val="5690180D"/>
    <w:multiLevelType w:val="hybridMultilevel"/>
    <w:tmpl w:val="BB040128"/>
    <w:lvl w:ilvl="0" w:tplc="A95E04E2">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90843BB"/>
    <w:multiLevelType w:val="hybridMultilevel"/>
    <w:tmpl w:val="44F4D8BE"/>
    <w:lvl w:ilvl="0" w:tplc="DDA4A0F0">
      <w:start w:val="19"/>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D960912"/>
    <w:multiLevelType w:val="hybridMultilevel"/>
    <w:tmpl w:val="4024F5AA"/>
    <w:lvl w:ilvl="0" w:tplc="DDA4A0F0">
      <w:start w:val="19"/>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05D1125"/>
    <w:multiLevelType w:val="hybridMultilevel"/>
    <w:tmpl w:val="DBE21358"/>
    <w:lvl w:ilvl="0" w:tplc="DDA4A0F0">
      <w:start w:val="19"/>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BA31554"/>
    <w:multiLevelType w:val="hybridMultilevel"/>
    <w:tmpl w:val="D040B048"/>
    <w:lvl w:ilvl="0" w:tplc="DDA4A0F0">
      <w:start w:val="19"/>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6CD90296"/>
    <w:multiLevelType w:val="hybridMultilevel"/>
    <w:tmpl w:val="D7404D1A"/>
    <w:lvl w:ilvl="0" w:tplc="DDA4A0F0">
      <w:start w:val="19"/>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0CA4C35"/>
    <w:multiLevelType w:val="hybridMultilevel"/>
    <w:tmpl w:val="7A8838C4"/>
    <w:lvl w:ilvl="0" w:tplc="1472C036">
      <w:start w:val="1"/>
      <w:numFmt w:val="bullet"/>
      <w:lvlText w:val=""/>
      <w:lvlJc w:val="left"/>
      <w:pPr>
        <w:ind w:left="720" w:hanging="360"/>
      </w:pPr>
      <w:rPr>
        <w:rFonts w:ascii="Wingdings" w:hAnsi="Wingdings" w:hint="default"/>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5824536"/>
    <w:multiLevelType w:val="hybridMultilevel"/>
    <w:tmpl w:val="0520052E"/>
    <w:lvl w:ilvl="0" w:tplc="DDA4A0F0">
      <w:start w:val="19"/>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nsid w:val="77956CD1"/>
    <w:multiLevelType w:val="hybridMultilevel"/>
    <w:tmpl w:val="D4A0B44C"/>
    <w:lvl w:ilvl="0" w:tplc="DDA4A0F0">
      <w:start w:val="19"/>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nsid w:val="7F407F37"/>
    <w:multiLevelType w:val="hybridMultilevel"/>
    <w:tmpl w:val="53E8472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0"/>
  </w:num>
  <w:num w:numId="2">
    <w:abstractNumId w:val="11"/>
  </w:num>
  <w:num w:numId="3">
    <w:abstractNumId w:val="13"/>
  </w:num>
  <w:num w:numId="4">
    <w:abstractNumId w:val="10"/>
  </w:num>
  <w:num w:numId="5">
    <w:abstractNumId w:val="0"/>
  </w:num>
  <w:num w:numId="6">
    <w:abstractNumId w:val="19"/>
  </w:num>
  <w:num w:numId="7">
    <w:abstractNumId w:val="23"/>
  </w:num>
  <w:num w:numId="8">
    <w:abstractNumId w:val="2"/>
  </w:num>
  <w:num w:numId="9">
    <w:abstractNumId w:val="3"/>
  </w:num>
  <w:num w:numId="10">
    <w:abstractNumId w:val="21"/>
  </w:num>
  <w:num w:numId="11">
    <w:abstractNumId w:val="4"/>
  </w:num>
  <w:num w:numId="12">
    <w:abstractNumId w:val="18"/>
  </w:num>
  <w:num w:numId="13">
    <w:abstractNumId w:val="7"/>
  </w:num>
  <w:num w:numId="14">
    <w:abstractNumId w:val="12"/>
  </w:num>
  <w:num w:numId="15">
    <w:abstractNumId w:val="16"/>
  </w:num>
  <w:num w:numId="16">
    <w:abstractNumId w:val="15"/>
  </w:num>
  <w:num w:numId="17">
    <w:abstractNumId w:val="17"/>
  </w:num>
  <w:num w:numId="18">
    <w:abstractNumId w:val="6"/>
  </w:num>
  <w:num w:numId="19">
    <w:abstractNumId w:val="1"/>
  </w:num>
  <w:num w:numId="20">
    <w:abstractNumId w:val="8"/>
  </w:num>
  <w:num w:numId="21">
    <w:abstractNumId w:val="22"/>
  </w:num>
  <w:num w:numId="22">
    <w:abstractNumId w:val="9"/>
  </w:num>
  <w:num w:numId="23">
    <w:abstractNumId w:val="14"/>
  </w:num>
  <w:num w:numId="2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2018C"/>
    <w:rsid w:val="00000AF6"/>
    <w:rsid w:val="00000F62"/>
    <w:rsid w:val="000012A6"/>
    <w:rsid w:val="00001577"/>
    <w:rsid w:val="00001821"/>
    <w:rsid w:val="00001E9E"/>
    <w:rsid w:val="000025AB"/>
    <w:rsid w:val="0000261B"/>
    <w:rsid w:val="00002828"/>
    <w:rsid w:val="00002B5C"/>
    <w:rsid w:val="00002E2A"/>
    <w:rsid w:val="00003005"/>
    <w:rsid w:val="000032A4"/>
    <w:rsid w:val="0000337C"/>
    <w:rsid w:val="0000371D"/>
    <w:rsid w:val="00003B92"/>
    <w:rsid w:val="00003FAA"/>
    <w:rsid w:val="0000402F"/>
    <w:rsid w:val="00004540"/>
    <w:rsid w:val="000045DB"/>
    <w:rsid w:val="00004860"/>
    <w:rsid w:val="00004D83"/>
    <w:rsid w:val="00004DDC"/>
    <w:rsid w:val="00004F01"/>
    <w:rsid w:val="000050EF"/>
    <w:rsid w:val="00005684"/>
    <w:rsid w:val="00005C8A"/>
    <w:rsid w:val="000064F9"/>
    <w:rsid w:val="0000667E"/>
    <w:rsid w:val="0000691C"/>
    <w:rsid w:val="00006DE2"/>
    <w:rsid w:val="00006EFB"/>
    <w:rsid w:val="00007008"/>
    <w:rsid w:val="00007039"/>
    <w:rsid w:val="00007134"/>
    <w:rsid w:val="000071D4"/>
    <w:rsid w:val="00007874"/>
    <w:rsid w:val="00007F4D"/>
    <w:rsid w:val="00010065"/>
    <w:rsid w:val="0001080A"/>
    <w:rsid w:val="00011267"/>
    <w:rsid w:val="0001127C"/>
    <w:rsid w:val="000118FB"/>
    <w:rsid w:val="00012582"/>
    <w:rsid w:val="00012A7E"/>
    <w:rsid w:val="00012C64"/>
    <w:rsid w:val="00013160"/>
    <w:rsid w:val="00013367"/>
    <w:rsid w:val="00013A79"/>
    <w:rsid w:val="000146C7"/>
    <w:rsid w:val="00014EAE"/>
    <w:rsid w:val="00014EFE"/>
    <w:rsid w:val="0001514B"/>
    <w:rsid w:val="000151BE"/>
    <w:rsid w:val="00015357"/>
    <w:rsid w:val="00015983"/>
    <w:rsid w:val="00015EE9"/>
    <w:rsid w:val="00016453"/>
    <w:rsid w:val="0001656B"/>
    <w:rsid w:val="000166C2"/>
    <w:rsid w:val="0001682B"/>
    <w:rsid w:val="000168ED"/>
    <w:rsid w:val="00017786"/>
    <w:rsid w:val="000177B4"/>
    <w:rsid w:val="000178FA"/>
    <w:rsid w:val="00017BD1"/>
    <w:rsid w:val="00017CD9"/>
    <w:rsid w:val="00017CEE"/>
    <w:rsid w:val="000209E4"/>
    <w:rsid w:val="00020C00"/>
    <w:rsid w:val="00022876"/>
    <w:rsid w:val="00022A47"/>
    <w:rsid w:val="00022B78"/>
    <w:rsid w:val="0002313D"/>
    <w:rsid w:val="00023556"/>
    <w:rsid w:val="00023710"/>
    <w:rsid w:val="00023AB7"/>
    <w:rsid w:val="00023E5E"/>
    <w:rsid w:val="00024795"/>
    <w:rsid w:val="00024E54"/>
    <w:rsid w:val="00025120"/>
    <w:rsid w:val="000251F5"/>
    <w:rsid w:val="0002565D"/>
    <w:rsid w:val="000256D2"/>
    <w:rsid w:val="00025B52"/>
    <w:rsid w:val="00025E71"/>
    <w:rsid w:val="000262A4"/>
    <w:rsid w:val="000267A3"/>
    <w:rsid w:val="00026BFA"/>
    <w:rsid w:val="00026DFB"/>
    <w:rsid w:val="00026EC4"/>
    <w:rsid w:val="000272FD"/>
    <w:rsid w:val="000274E8"/>
    <w:rsid w:val="0002775C"/>
    <w:rsid w:val="0002799D"/>
    <w:rsid w:val="000300DE"/>
    <w:rsid w:val="00030839"/>
    <w:rsid w:val="00030900"/>
    <w:rsid w:val="00030C2C"/>
    <w:rsid w:val="000315A5"/>
    <w:rsid w:val="0003160B"/>
    <w:rsid w:val="000316BE"/>
    <w:rsid w:val="0003173E"/>
    <w:rsid w:val="00031CE3"/>
    <w:rsid w:val="00031D5E"/>
    <w:rsid w:val="0003263E"/>
    <w:rsid w:val="000328EA"/>
    <w:rsid w:val="000330A6"/>
    <w:rsid w:val="000339FC"/>
    <w:rsid w:val="00033A2F"/>
    <w:rsid w:val="00033A56"/>
    <w:rsid w:val="00033DFB"/>
    <w:rsid w:val="000340E2"/>
    <w:rsid w:val="000342B9"/>
    <w:rsid w:val="00034643"/>
    <w:rsid w:val="00034EFC"/>
    <w:rsid w:val="00035ADC"/>
    <w:rsid w:val="000364A9"/>
    <w:rsid w:val="00036588"/>
    <w:rsid w:val="0003668D"/>
    <w:rsid w:val="00036DAE"/>
    <w:rsid w:val="0003703F"/>
    <w:rsid w:val="00037047"/>
    <w:rsid w:val="0003753B"/>
    <w:rsid w:val="00037924"/>
    <w:rsid w:val="00037C3D"/>
    <w:rsid w:val="00037C8E"/>
    <w:rsid w:val="00037DE2"/>
    <w:rsid w:val="00037F16"/>
    <w:rsid w:val="00037F98"/>
    <w:rsid w:val="0004054A"/>
    <w:rsid w:val="00040B65"/>
    <w:rsid w:val="00040E0F"/>
    <w:rsid w:val="00040F65"/>
    <w:rsid w:val="00041343"/>
    <w:rsid w:val="000414AF"/>
    <w:rsid w:val="00041CA5"/>
    <w:rsid w:val="00041D0A"/>
    <w:rsid w:val="00041E5C"/>
    <w:rsid w:val="00042035"/>
    <w:rsid w:val="000420E1"/>
    <w:rsid w:val="0004292D"/>
    <w:rsid w:val="00042992"/>
    <w:rsid w:val="00042B4A"/>
    <w:rsid w:val="00042B61"/>
    <w:rsid w:val="00042D0C"/>
    <w:rsid w:val="00043074"/>
    <w:rsid w:val="00043EBD"/>
    <w:rsid w:val="00044098"/>
    <w:rsid w:val="00044BA2"/>
    <w:rsid w:val="00044D36"/>
    <w:rsid w:val="00044E4A"/>
    <w:rsid w:val="00044EE2"/>
    <w:rsid w:val="000451D0"/>
    <w:rsid w:val="000453FF"/>
    <w:rsid w:val="00046764"/>
    <w:rsid w:val="00046B84"/>
    <w:rsid w:val="00047758"/>
    <w:rsid w:val="00047E46"/>
    <w:rsid w:val="00047E48"/>
    <w:rsid w:val="00050740"/>
    <w:rsid w:val="0005102D"/>
    <w:rsid w:val="000517C3"/>
    <w:rsid w:val="00051875"/>
    <w:rsid w:val="00051DE6"/>
    <w:rsid w:val="00051EBF"/>
    <w:rsid w:val="00051FBC"/>
    <w:rsid w:val="0005200D"/>
    <w:rsid w:val="00052C2F"/>
    <w:rsid w:val="00052D36"/>
    <w:rsid w:val="00053107"/>
    <w:rsid w:val="00053151"/>
    <w:rsid w:val="00053560"/>
    <w:rsid w:val="0005371E"/>
    <w:rsid w:val="00053829"/>
    <w:rsid w:val="0005399E"/>
    <w:rsid w:val="000539F3"/>
    <w:rsid w:val="00053BC1"/>
    <w:rsid w:val="0005424B"/>
    <w:rsid w:val="000543FF"/>
    <w:rsid w:val="000544E1"/>
    <w:rsid w:val="00054B53"/>
    <w:rsid w:val="00054F91"/>
    <w:rsid w:val="000551A5"/>
    <w:rsid w:val="000553DC"/>
    <w:rsid w:val="00055B58"/>
    <w:rsid w:val="000560A9"/>
    <w:rsid w:val="0005657E"/>
    <w:rsid w:val="000565A0"/>
    <w:rsid w:val="00056678"/>
    <w:rsid w:val="00056779"/>
    <w:rsid w:val="000572CC"/>
    <w:rsid w:val="000578A6"/>
    <w:rsid w:val="00057A15"/>
    <w:rsid w:val="00057D7C"/>
    <w:rsid w:val="0006011C"/>
    <w:rsid w:val="00060169"/>
    <w:rsid w:val="000603D0"/>
    <w:rsid w:val="0006064A"/>
    <w:rsid w:val="000609F4"/>
    <w:rsid w:val="00060B11"/>
    <w:rsid w:val="00060D13"/>
    <w:rsid w:val="0006184D"/>
    <w:rsid w:val="0006188A"/>
    <w:rsid w:val="000619A3"/>
    <w:rsid w:val="000619F1"/>
    <w:rsid w:val="00061BF0"/>
    <w:rsid w:val="00061EFF"/>
    <w:rsid w:val="00063143"/>
    <w:rsid w:val="0006338A"/>
    <w:rsid w:val="000634B1"/>
    <w:rsid w:val="000647EC"/>
    <w:rsid w:val="00064A2D"/>
    <w:rsid w:val="0006505D"/>
    <w:rsid w:val="00065481"/>
    <w:rsid w:val="000669AC"/>
    <w:rsid w:val="00066CB8"/>
    <w:rsid w:val="00066FF5"/>
    <w:rsid w:val="000676B8"/>
    <w:rsid w:val="0006777D"/>
    <w:rsid w:val="00067E16"/>
    <w:rsid w:val="0007079C"/>
    <w:rsid w:val="00070824"/>
    <w:rsid w:val="000709B0"/>
    <w:rsid w:val="000710A1"/>
    <w:rsid w:val="000716A7"/>
    <w:rsid w:val="00071A46"/>
    <w:rsid w:val="00071C39"/>
    <w:rsid w:val="00071C9B"/>
    <w:rsid w:val="00071F4C"/>
    <w:rsid w:val="000720BD"/>
    <w:rsid w:val="00072204"/>
    <w:rsid w:val="00072461"/>
    <w:rsid w:val="00072DA4"/>
    <w:rsid w:val="00073156"/>
    <w:rsid w:val="000731C3"/>
    <w:rsid w:val="00073424"/>
    <w:rsid w:val="00073757"/>
    <w:rsid w:val="00073A3C"/>
    <w:rsid w:val="00073B98"/>
    <w:rsid w:val="0007429E"/>
    <w:rsid w:val="0007435A"/>
    <w:rsid w:val="000745A6"/>
    <w:rsid w:val="0007501F"/>
    <w:rsid w:val="0007581A"/>
    <w:rsid w:val="00075877"/>
    <w:rsid w:val="00075BF8"/>
    <w:rsid w:val="00075D24"/>
    <w:rsid w:val="00075DF1"/>
    <w:rsid w:val="00075F61"/>
    <w:rsid w:val="00076307"/>
    <w:rsid w:val="0007643D"/>
    <w:rsid w:val="00076658"/>
    <w:rsid w:val="00076684"/>
    <w:rsid w:val="00076B4D"/>
    <w:rsid w:val="00077205"/>
    <w:rsid w:val="0007742C"/>
    <w:rsid w:val="00077474"/>
    <w:rsid w:val="00077C02"/>
    <w:rsid w:val="00077EF6"/>
    <w:rsid w:val="00080C09"/>
    <w:rsid w:val="00081B7F"/>
    <w:rsid w:val="0008259F"/>
    <w:rsid w:val="0008292E"/>
    <w:rsid w:val="00083056"/>
    <w:rsid w:val="00083220"/>
    <w:rsid w:val="000834DD"/>
    <w:rsid w:val="00083844"/>
    <w:rsid w:val="00083904"/>
    <w:rsid w:val="00083B92"/>
    <w:rsid w:val="00083D93"/>
    <w:rsid w:val="00083EFC"/>
    <w:rsid w:val="00084957"/>
    <w:rsid w:val="00084989"/>
    <w:rsid w:val="00084B87"/>
    <w:rsid w:val="000853BE"/>
    <w:rsid w:val="0008566E"/>
    <w:rsid w:val="00085A33"/>
    <w:rsid w:val="00085C1F"/>
    <w:rsid w:val="00085EDB"/>
    <w:rsid w:val="00086806"/>
    <w:rsid w:val="0008684D"/>
    <w:rsid w:val="00086BBA"/>
    <w:rsid w:val="00086C44"/>
    <w:rsid w:val="000870C9"/>
    <w:rsid w:val="000872EF"/>
    <w:rsid w:val="0008797A"/>
    <w:rsid w:val="00087F23"/>
    <w:rsid w:val="000902FB"/>
    <w:rsid w:val="0009042A"/>
    <w:rsid w:val="00090443"/>
    <w:rsid w:val="00090A49"/>
    <w:rsid w:val="00090DD8"/>
    <w:rsid w:val="00091190"/>
    <w:rsid w:val="000913CA"/>
    <w:rsid w:val="00091457"/>
    <w:rsid w:val="00091EFE"/>
    <w:rsid w:val="000926AC"/>
    <w:rsid w:val="0009274E"/>
    <w:rsid w:val="000929B3"/>
    <w:rsid w:val="00092F17"/>
    <w:rsid w:val="00093CC1"/>
    <w:rsid w:val="00094676"/>
    <w:rsid w:val="000948DE"/>
    <w:rsid w:val="00094B4E"/>
    <w:rsid w:val="000951F5"/>
    <w:rsid w:val="00095575"/>
    <w:rsid w:val="00095F18"/>
    <w:rsid w:val="00095F49"/>
    <w:rsid w:val="00095FBA"/>
    <w:rsid w:val="00096756"/>
    <w:rsid w:val="00096AF5"/>
    <w:rsid w:val="00096C90"/>
    <w:rsid w:val="00096D60"/>
    <w:rsid w:val="00097088"/>
    <w:rsid w:val="000971D7"/>
    <w:rsid w:val="00097382"/>
    <w:rsid w:val="00097680"/>
    <w:rsid w:val="00097BB2"/>
    <w:rsid w:val="00097C9A"/>
    <w:rsid w:val="000A0296"/>
    <w:rsid w:val="000A0342"/>
    <w:rsid w:val="000A0517"/>
    <w:rsid w:val="000A057C"/>
    <w:rsid w:val="000A08E1"/>
    <w:rsid w:val="000A1202"/>
    <w:rsid w:val="000A199C"/>
    <w:rsid w:val="000A1D05"/>
    <w:rsid w:val="000A1D55"/>
    <w:rsid w:val="000A2598"/>
    <w:rsid w:val="000A2EE0"/>
    <w:rsid w:val="000A368E"/>
    <w:rsid w:val="000A39F4"/>
    <w:rsid w:val="000A3AB3"/>
    <w:rsid w:val="000A3ACA"/>
    <w:rsid w:val="000A3BA4"/>
    <w:rsid w:val="000A3D15"/>
    <w:rsid w:val="000A42A4"/>
    <w:rsid w:val="000A4500"/>
    <w:rsid w:val="000A5257"/>
    <w:rsid w:val="000A57CA"/>
    <w:rsid w:val="000A6809"/>
    <w:rsid w:val="000A6C2B"/>
    <w:rsid w:val="000A6C33"/>
    <w:rsid w:val="000A6C95"/>
    <w:rsid w:val="000A72A5"/>
    <w:rsid w:val="000A7905"/>
    <w:rsid w:val="000A7941"/>
    <w:rsid w:val="000A7967"/>
    <w:rsid w:val="000A7E72"/>
    <w:rsid w:val="000B00AF"/>
    <w:rsid w:val="000B02CB"/>
    <w:rsid w:val="000B07D4"/>
    <w:rsid w:val="000B088B"/>
    <w:rsid w:val="000B0B02"/>
    <w:rsid w:val="000B0EEB"/>
    <w:rsid w:val="000B14A0"/>
    <w:rsid w:val="000B1728"/>
    <w:rsid w:val="000B1B60"/>
    <w:rsid w:val="000B21FB"/>
    <w:rsid w:val="000B25DA"/>
    <w:rsid w:val="000B27D3"/>
    <w:rsid w:val="000B2BC7"/>
    <w:rsid w:val="000B2CD2"/>
    <w:rsid w:val="000B2EFC"/>
    <w:rsid w:val="000B310A"/>
    <w:rsid w:val="000B3E16"/>
    <w:rsid w:val="000B3E30"/>
    <w:rsid w:val="000B4258"/>
    <w:rsid w:val="000B497A"/>
    <w:rsid w:val="000B4B48"/>
    <w:rsid w:val="000B4EDE"/>
    <w:rsid w:val="000B5021"/>
    <w:rsid w:val="000B5666"/>
    <w:rsid w:val="000B58AF"/>
    <w:rsid w:val="000B5A96"/>
    <w:rsid w:val="000B6250"/>
    <w:rsid w:val="000B69FF"/>
    <w:rsid w:val="000B70ED"/>
    <w:rsid w:val="000B752D"/>
    <w:rsid w:val="000B77A0"/>
    <w:rsid w:val="000B7D06"/>
    <w:rsid w:val="000B7DA4"/>
    <w:rsid w:val="000C012F"/>
    <w:rsid w:val="000C05D4"/>
    <w:rsid w:val="000C06FE"/>
    <w:rsid w:val="000C088E"/>
    <w:rsid w:val="000C0D91"/>
    <w:rsid w:val="000C104D"/>
    <w:rsid w:val="000C11AB"/>
    <w:rsid w:val="000C137C"/>
    <w:rsid w:val="000C1382"/>
    <w:rsid w:val="000C1E2C"/>
    <w:rsid w:val="000C2158"/>
    <w:rsid w:val="000C2548"/>
    <w:rsid w:val="000C27E1"/>
    <w:rsid w:val="000C27EC"/>
    <w:rsid w:val="000C299B"/>
    <w:rsid w:val="000C2DE5"/>
    <w:rsid w:val="000C2FD6"/>
    <w:rsid w:val="000C30DB"/>
    <w:rsid w:val="000C32EE"/>
    <w:rsid w:val="000C3554"/>
    <w:rsid w:val="000C3667"/>
    <w:rsid w:val="000C3835"/>
    <w:rsid w:val="000C3B9D"/>
    <w:rsid w:val="000C3F88"/>
    <w:rsid w:val="000C418E"/>
    <w:rsid w:val="000C45AF"/>
    <w:rsid w:val="000C4A06"/>
    <w:rsid w:val="000C4C93"/>
    <w:rsid w:val="000C4F40"/>
    <w:rsid w:val="000C5533"/>
    <w:rsid w:val="000C5824"/>
    <w:rsid w:val="000C58C6"/>
    <w:rsid w:val="000C59B1"/>
    <w:rsid w:val="000C5BAD"/>
    <w:rsid w:val="000C5CFB"/>
    <w:rsid w:val="000C5D71"/>
    <w:rsid w:val="000C5F3F"/>
    <w:rsid w:val="000C6A8F"/>
    <w:rsid w:val="000C6BE5"/>
    <w:rsid w:val="000C6CC5"/>
    <w:rsid w:val="000C6EBE"/>
    <w:rsid w:val="000C704D"/>
    <w:rsid w:val="000C72C4"/>
    <w:rsid w:val="000C782F"/>
    <w:rsid w:val="000C7AD4"/>
    <w:rsid w:val="000C7D33"/>
    <w:rsid w:val="000C7E4C"/>
    <w:rsid w:val="000D023A"/>
    <w:rsid w:val="000D037D"/>
    <w:rsid w:val="000D0BFA"/>
    <w:rsid w:val="000D1282"/>
    <w:rsid w:val="000D14EF"/>
    <w:rsid w:val="000D15FF"/>
    <w:rsid w:val="000D16EA"/>
    <w:rsid w:val="000D1A4E"/>
    <w:rsid w:val="000D1C03"/>
    <w:rsid w:val="000D1E1B"/>
    <w:rsid w:val="000D1F23"/>
    <w:rsid w:val="000D21F1"/>
    <w:rsid w:val="000D21F9"/>
    <w:rsid w:val="000D2223"/>
    <w:rsid w:val="000D25E4"/>
    <w:rsid w:val="000D2F8B"/>
    <w:rsid w:val="000D3267"/>
    <w:rsid w:val="000D32EC"/>
    <w:rsid w:val="000D3B25"/>
    <w:rsid w:val="000D3D43"/>
    <w:rsid w:val="000D453D"/>
    <w:rsid w:val="000D49C5"/>
    <w:rsid w:val="000D4A1C"/>
    <w:rsid w:val="000D4A7D"/>
    <w:rsid w:val="000D4BFE"/>
    <w:rsid w:val="000D4C48"/>
    <w:rsid w:val="000D500B"/>
    <w:rsid w:val="000D50B1"/>
    <w:rsid w:val="000D50DC"/>
    <w:rsid w:val="000D5A9F"/>
    <w:rsid w:val="000D5DF7"/>
    <w:rsid w:val="000D5F27"/>
    <w:rsid w:val="000D632D"/>
    <w:rsid w:val="000D65D2"/>
    <w:rsid w:val="000D669C"/>
    <w:rsid w:val="000D681E"/>
    <w:rsid w:val="000D6AD9"/>
    <w:rsid w:val="000D6E3D"/>
    <w:rsid w:val="000D6F71"/>
    <w:rsid w:val="000D70BE"/>
    <w:rsid w:val="000D7B15"/>
    <w:rsid w:val="000E029D"/>
    <w:rsid w:val="000E0A1B"/>
    <w:rsid w:val="000E0CC5"/>
    <w:rsid w:val="000E0CE5"/>
    <w:rsid w:val="000E127B"/>
    <w:rsid w:val="000E1442"/>
    <w:rsid w:val="000E18AE"/>
    <w:rsid w:val="000E192B"/>
    <w:rsid w:val="000E2886"/>
    <w:rsid w:val="000E29D1"/>
    <w:rsid w:val="000E2AED"/>
    <w:rsid w:val="000E2BB2"/>
    <w:rsid w:val="000E2E9F"/>
    <w:rsid w:val="000E2F22"/>
    <w:rsid w:val="000E33D4"/>
    <w:rsid w:val="000E3824"/>
    <w:rsid w:val="000E3C98"/>
    <w:rsid w:val="000E3D8C"/>
    <w:rsid w:val="000E40A3"/>
    <w:rsid w:val="000E4194"/>
    <w:rsid w:val="000E427A"/>
    <w:rsid w:val="000E4A27"/>
    <w:rsid w:val="000E4FEF"/>
    <w:rsid w:val="000E5604"/>
    <w:rsid w:val="000E5E85"/>
    <w:rsid w:val="000E5FBE"/>
    <w:rsid w:val="000E6327"/>
    <w:rsid w:val="000E6339"/>
    <w:rsid w:val="000E6820"/>
    <w:rsid w:val="000E6D3E"/>
    <w:rsid w:val="000E6F88"/>
    <w:rsid w:val="000E71BD"/>
    <w:rsid w:val="000E7278"/>
    <w:rsid w:val="000E7CFC"/>
    <w:rsid w:val="000E7D98"/>
    <w:rsid w:val="000F019B"/>
    <w:rsid w:val="000F0918"/>
    <w:rsid w:val="000F0B46"/>
    <w:rsid w:val="000F0C40"/>
    <w:rsid w:val="000F0EFB"/>
    <w:rsid w:val="000F110F"/>
    <w:rsid w:val="000F12D6"/>
    <w:rsid w:val="000F2021"/>
    <w:rsid w:val="000F202B"/>
    <w:rsid w:val="000F29AF"/>
    <w:rsid w:val="000F2CF2"/>
    <w:rsid w:val="000F3124"/>
    <w:rsid w:val="000F35F6"/>
    <w:rsid w:val="000F37B6"/>
    <w:rsid w:val="000F38E9"/>
    <w:rsid w:val="000F3BD3"/>
    <w:rsid w:val="000F3F4B"/>
    <w:rsid w:val="000F415B"/>
    <w:rsid w:val="000F459C"/>
    <w:rsid w:val="000F4757"/>
    <w:rsid w:val="000F4E39"/>
    <w:rsid w:val="000F531C"/>
    <w:rsid w:val="000F5EE7"/>
    <w:rsid w:val="000F6401"/>
    <w:rsid w:val="000F6CCA"/>
    <w:rsid w:val="000F6DD9"/>
    <w:rsid w:val="000F6F15"/>
    <w:rsid w:val="000F71E1"/>
    <w:rsid w:val="0010022E"/>
    <w:rsid w:val="00100321"/>
    <w:rsid w:val="00100452"/>
    <w:rsid w:val="00100634"/>
    <w:rsid w:val="00100952"/>
    <w:rsid w:val="00100C76"/>
    <w:rsid w:val="00100CA7"/>
    <w:rsid w:val="00100EF4"/>
    <w:rsid w:val="001010BC"/>
    <w:rsid w:val="00101146"/>
    <w:rsid w:val="00101687"/>
    <w:rsid w:val="001018C6"/>
    <w:rsid w:val="00101A81"/>
    <w:rsid w:val="00101C2E"/>
    <w:rsid w:val="00102221"/>
    <w:rsid w:val="00102387"/>
    <w:rsid w:val="001025DE"/>
    <w:rsid w:val="0010297F"/>
    <w:rsid w:val="001029B3"/>
    <w:rsid w:val="00102ABF"/>
    <w:rsid w:val="00102E56"/>
    <w:rsid w:val="00103355"/>
    <w:rsid w:val="0010344D"/>
    <w:rsid w:val="0010364F"/>
    <w:rsid w:val="00103751"/>
    <w:rsid w:val="00103C14"/>
    <w:rsid w:val="00103CA2"/>
    <w:rsid w:val="0010404B"/>
    <w:rsid w:val="001051F9"/>
    <w:rsid w:val="0010526A"/>
    <w:rsid w:val="0010541A"/>
    <w:rsid w:val="00105475"/>
    <w:rsid w:val="0010575F"/>
    <w:rsid w:val="001061C1"/>
    <w:rsid w:val="001061E2"/>
    <w:rsid w:val="001066CC"/>
    <w:rsid w:val="001069E6"/>
    <w:rsid w:val="001076C9"/>
    <w:rsid w:val="00107AFB"/>
    <w:rsid w:val="00107E13"/>
    <w:rsid w:val="00110390"/>
    <w:rsid w:val="00110C09"/>
    <w:rsid w:val="00110C2F"/>
    <w:rsid w:val="00110EAB"/>
    <w:rsid w:val="00111D6D"/>
    <w:rsid w:val="001123B9"/>
    <w:rsid w:val="0011274C"/>
    <w:rsid w:val="001128A4"/>
    <w:rsid w:val="001132A8"/>
    <w:rsid w:val="0011336F"/>
    <w:rsid w:val="0011337F"/>
    <w:rsid w:val="00113992"/>
    <w:rsid w:val="00114525"/>
    <w:rsid w:val="001147CB"/>
    <w:rsid w:val="0011498B"/>
    <w:rsid w:val="00114A85"/>
    <w:rsid w:val="00114F9D"/>
    <w:rsid w:val="001153CE"/>
    <w:rsid w:val="00115C51"/>
    <w:rsid w:val="00115D56"/>
    <w:rsid w:val="00116095"/>
    <w:rsid w:val="001160DC"/>
    <w:rsid w:val="00116155"/>
    <w:rsid w:val="001162F9"/>
    <w:rsid w:val="00116AE1"/>
    <w:rsid w:val="00116C75"/>
    <w:rsid w:val="0011700C"/>
    <w:rsid w:val="00117023"/>
    <w:rsid w:val="00117355"/>
    <w:rsid w:val="00117432"/>
    <w:rsid w:val="0011773B"/>
    <w:rsid w:val="00117EB7"/>
    <w:rsid w:val="00117ED7"/>
    <w:rsid w:val="0012042A"/>
    <w:rsid w:val="001207A9"/>
    <w:rsid w:val="0012089B"/>
    <w:rsid w:val="001209D9"/>
    <w:rsid w:val="00120E2B"/>
    <w:rsid w:val="00120ED8"/>
    <w:rsid w:val="00121FB0"/>
    <w:rsid w:val="001220FA"/>
    <w:rsid w:val="00122133"/>
    <w:rsid w:val="00122288"/>
    <w:rsid w:val="001223A1"/>
    <w:rsid w:val="0012241F"/>
    <w:rsid w:val="00122965"/>
    <w:rsid w:val="0012298F"/>
    <w:rsid w:val="00122B66"/>
    <w:rsid w:val="00122E05"/>
    <w:rsid w:val="001235E3"/>
    <w:rsid w:val="001236DB"/>
    <w:rsid w:val="00123C22"/>
    <w:rsid w:val="00123E03"/>
    <w:rsid w:val="00123E24"/>
    <w:rsid w:val="0012447E"/>
    <w:rsid w:val="00124531"/>
    <w:rsid w:val="00124688"/>
    <w:rsid w:val="001246D4"/>
    <w:rsid w:val="00124BC9"/>
    <w:rsid w:val="00124D5F"/>
    <w:rsid w:val="00124E0E"/>
    <w:rsid w:val="00125190"/>
    <w:rsid w:val="001251A0"/>
    <w:rsid w:val="00125726"/>
    <w:rsid w:val="00126068"/>
    <w:rsid w:val="00126AA2"/>
    <w:rsid w:val="00126E33"/>
    <w:rsid w:val="00127240"/>
    <w:rsid w:val="00127B8F"/>
    <w:rsid w:val="00127BAF"/>
    <w:rsid w:val="00127E18"/>
    <w:rsid w:val="00127FDC"/>
    <w:rsid w:val="001309F9"/>
    <w:rsid w:val="00130F95"/>
    <w:rsid w:val="0013125F"/>
    <w:rsid w:val="001313B2"/>
    <w:rsid w:val="00131882"/>
    <w:rsid w:val="001318F3"/>
    <w:rsid w:val="0013208D"/>
    <w:rsid w:val="0013218D"/>
    <w:rsid w:val="0013245A"/>
    <w:rsid w:val="00132812"/>
    <w:rsid w:val="00132885"/>
    <w:rsid w:val="001329A0"/>
    <w:rsid w:val="00132E3D"/>
    <w:rsid w:val="00133523"/>
    <w:rsid w:val="0013389C"/>
    <w:rsid w:val="001340E8"/>
    <w:rsid w:val="001342CE"/>
    <w:rsid w:val="001342FC"/>
    <w:rsid w:val="0013446B"/>
    <w:rsid w:val="0013492C"/>
    <w:rsid w:val="00134B09"/>
    <w:rsid w:val="0013550B"/>
    <w:rsid w:val="00135544"/>
    <w:rsid w:val="0013581F"/>
    <w:rsid w:val="00135A68"/>
    <w:rsid w:val="00135AC3"/>
    <w:rsid w:val="00135B81"/>
    <w:rsid w:val="0013622C"/>
    <w:rsid w:val="00136814"/>
    <w:rsid w:val="00136AB2"/>
    <w:rsid w:val="00136CC4"/>
    <w:rsid w:val="00136D44"/>
    <w:rsid w:val="00136E98"/>
    <w:rsid w:val="00137300"/>
    <w:rsid w:val="001375D1"/>
    <w:rsid w:val="001379A3"/>
    <w:rsid w:val="00137BD9"/>
    <w:rsid w:val="001401D7"/>
    <w:rsid w:val="001403C9"/>
    <w:rsid w:val="001404D2"/>
    <w:rsid w:val="001407E8"/>
    <w:rsid w:val="00140936"/>
    <w:rsid w:val="00141105"/>
    <w:rsid w:val="00141BCC"/>
    <w:rsid w:val="0014205E"/>
    <w:rsid w:val="001423FE"/>
    <w:rsid w:val="00142832"/>
    <w:rsid w:val="0014316F"/>
    <w:rsid w:val="00143685"/>
    <w:rsid w:val="00143969"/>
    <w:rsid w:val="001439FB"/>
    <w:rsid w:val="00143B3C"/>
    <w:rsid w:val="00143DE5"/>
    <w:rsid w:val="00143ED3"/>
    <w:rsid w:val="00143FC1"/>
    <w:rsid w:val="00144113"/>
    <w:rsid w:val="00144499"/>
    <w:rsid w:val="00144734"/>
    <w:rsid w:val="00144C78"/>
    <w:rsid w:val="001455E5"/>
    <w:rsid w:val="00145796"/>
    <w:rsid w:val="001458BD"/>
    <w:rsid w:val="001459AA"/>
    <w:rsid w:val="00145ACB"/>
    <w:rsid w:val="00145E93"/>
    <w:rsid w:val="0014608C"/>
    <w:rsid w:val="001464C0"/>
    <w:rsid w:val="00146596"/>
    <w:rsid w:val="001467BD"/>
    <w:rsid w:val="00146800"/>
    <w:rsid w:val="00146866"/>
    <w:rsid w:val="0014711D"/>
    <w:rsid w:val="00147272"/>
    <w:rsid w:val="0014759E"/>
    <w:rsid w:val="00147980"/>
    <w:rsid w:val="00150A5B"/>
    <w:rsid w:val="00150E7C"/>
    <w:rsid w:val="00150E9A"/>
    <w:rsid w:val="001517C2"/>
    <w:rsid w:val="00151910"/>
    <w:rsid w:val="001522EC"/>
    <w:rsid w:val="0015295E"/>
    <w:rsid w:val="00152986"/>
    <w:rsid w:val="00152C07"/>
    <w:rsid w:val="00152E83"/>
    <w:rsid w:val="00152F5A"/>
    <w:rsid w:val="001531FB"/>
    <w:rsid w:val="0015391F"/>
    <w:rsid w:val="00154049"/>
    <w:rsid w:val="001540F4"/>
    <w:rsid w:val="001542A2"/>
    <w:rsid w:val="001545F1"/>
    <w:rsid w:val="00154D80"/>
    <w:rsid w:val="00154E0B"/>
    <w:rsid w:val="00155609"/>
    <w:rsid w:val="00155E80"/>
    <w:rsid w:val="0015600A"/>
    <w:rsid w:val="00156214"/>
    <w:rsid w:val="001566D2"/>
    <w:rsid w:val="00156818"/>
    <w:rsid w:val="00156BFE"/>
    <w:rsid w:val="00156C58"/>
    <w:rsid w:val="00156CC4"/>
    <w:rsid w:val="0015747A"/>
    <w:rsid w:val="0015759B"/>
    <w:rsid w:val="00157F92"/>
    <w:rsid w:val="00160039"/>
    <w:rsid w:val="00160864"/>
    <w:rsid w:val="00160A15"/>
    <w:rsid w:val="00160A82"/>
    <w:rsid w:val="00160A8A"/>
    <w:rsid w:val="00160D48"/>
    <w:rsid w:val="00161415"/>
    <w:rsid w:val="001616B2"/>
    <w:rsid w:val="00161754"/>
    <w:rsid w:val="0016198B"/>
    <w:rsid w:val="00161B6E"/>
    <w:rsid w:val="00161ECE"/>
    <w:rsid w:val="001621AC"/>
    <w:rsid w:val="00162830"/>
    <w:rsid w:val="00162988"/>
    <w:rsid w:val="00163546"/>
    <w:rsid w:val="0016360C"/>
    <w:rsid w:val="00163707"/>
    <w:rsid w:val="00163A4A"/>
    <w:rsid w:val="00163B7C"/>
    <w:rsid w:val="001641A5"/>
    <w:rsid w:val="0016442E"/>
    <w:rsid w:val="0016487F"/>
    <w:rsid w:val="00165181"/>
    <w:rsid w:val="0016527D"/>
    <w:rsid w:val="00165450"/>
    <w:rsid w:val="0016584F"/>
    <w:rsid w:val="00165C9F"/>
    <w:rsid w:val="001660D0"/>
    <w:rsid w:val="00166CF5"/>
    <w:rsid w:val="00166E84"/>
    <w:rsid w:val="00167011"/>
    <w:rsid w:val="00167050"/>
    <w:rsid w:val="00167DA7"/>
    <w:rsid w:val="00167DB2"/>
    <w:rsid w:val="00170444"/>
    <w:rsid w:val="00171382"/>
    <w:rsid w:val="001714A3"/>
    <w:rsid w:val="00171A75"/>
    <w:rsid w:val="00171B94"/>
    <w:rsid w:val="00171F61"/>
    <w:rsid w:val="0017214F"/>
    <w:rsid w:val="00172229"/>
    <w:rsid w:val="001724CD"/>
    <w:rsid w:val="001726E6"/>
    <w:rsid w:val="0017277C"/>
    <w:rsid w:val="001728CC"/>
    <w:rsid w:val="0017299F"/>
    <w:rsid w:val="00173352"/>
    <w:rsid w:val="00173461"/>
    <w:rsid w:val="001735F4"/>
    <w:rsid w:val="00173B04"/>
    <w:rsid w:val="001740F1"/>
    <w:rsid w:val="0017472D"/>
    <w:rsid w:val="00174D47"/>
    <w:rsid w:val="00174FFF"/>
    <w:rsid w:val="00175591"/>
    <w:rsid w:val="00175611"/>
    <w:rsid w:val="001757B4"/>
    <w:rsid w:val="001757FF"/>
    <w:rsid w:val="00175915"/>
    <w:rsid w:val="001761BB"/>
    <w:rsid w:val="00176F8D"/>
    <w:rsid w:val="001778E7"/>
    <w:rsid w:val="00177B22"/>
    <w:rsid w:val="00177D50"/>
    <w:rsid w:val="001800F2"/>
    <w:rsid w:val="001801CB"/>
    <w:rsid w:val="00180397"/>
    <w:rsid w:val="00180C62"/>
    <w:rsid w:val="00180ECD"/>
    <w:rsid w:val="00180F5D"/>
    <w:rsid w:val="00180F98"/>
    <w:rsid w:val="00180FCC"/>
    <w:rsid w:val="00180FEA"/>
    <w:rsid w:val="00181B11"/>
    <w:rsid w:val="001823B4"/>
    <w:rsid w:val="00182CDB"/>
    <w:rsid w:val="00182D90"/>
    <w:rsid w:val="00182F21"/>
    <w:rsid w:val="0018322F"/>
    <w:rsid w:val="00183778"/>
    <w:rsid w:val="001838A8"/>
    <w:rsid w:val="00183B6C"/>
    <w:rsid w:val="00183BCE"/>
    <w:rsid w:val="0018433C"/>
    <w:rsid w:val="00184472"/>
    <w:rsid w:val="00184628"/>
    <w:rsid w:val="00184DE7"/>
    <w:rsid w:val="00185589"/>
    <w:rsid w:val="001855EA"/>
    <w:rsid w:val="00185D04"/>
    <w:rsid w:val="00185D87"/>
    <w:rsid w:val="00186222"/>
    <w:rsid w:val="001862AC"/>
    <w:rsid w:val="0018644F"/>
    <w:rsid w:val="00186895"/>
    <w:rsid w:val="00186D06"/>
    <w:rsid w:val="001874AE"/>
    <w:rsid w:val="00187A2D"/>
    <w:rsid w:val="00187B8F"/>
    <w:rsid w:val="0019031E"/>
    <w:rsid w:val="00190643"/>
    <w:rsid w:val="001906BF"/>
    <w:rsid w:val="00190DDF"/>
    <w:rsid w:val="00190FBE"/>
    <w:rsid w:val="00191008"/>
    <w:rsid w:val="00191ABC"/>
    <w:rsid w:val="00191D55"/>
    <w:rsid w:val="00192474"/>
    <w:rsid w:val="00192522"/>
    <w:rsid w:val="0019300F"/>
    <w:rsid w:val="001935C4"/>
    <w:rsid w:val="001937D6"/>
    <w:rsid w:val="00193E72"/>
    <w:rsid w:val="0019440B"/>
    <w:rsid w:val="0019452B"/>
    <w:rsid w:val="0019474A"/>
    <w:rsid w:val="00194AB0"/>
    <w:rsid w:val="00194C8E"/>
    <w:rsid w:val="00194EB2"/>
    <w:rsid w:val="00194EC4"/>
    <w:rsid w:val="00195056"/>
    <w:rsid w:val="00195F58"/>
    <w:rsid w:val="00196104"/>
    <w:rsid w:val="001962C6"/>
    <w:rsid w:val="0019630B"/>
    <w:rsid w:val="001971A9"/>
    <w:rsid w:val="001977AE"/>
    <w:rsid w:val="0019797E"/>
    <w:rsid w:val="001979E6"/>
    <w:rsid w:val="001A03E2"/>
    <w:rsid w:val="001A06DC"/>
    <w:rsid w:val="001A07A8"/>
    <w:rsid w:val="001A089C"/>
    <w:rsid w:val="001A10B8"/>
    <w:rsid w:val="001A17F0"/>
    <w:rsid w:val="001A1B6A"/>
    <w:rsid w:val="001A2195"/>
    <w:rsid w:val="001A2872"/>
    <w:rsid w:val="001A3632"/>
    <w:rsid w:val="001A3652"/>
    <w:rsid w:val="001A3795"/>
    <w:rsid w:val="001A3B3E"/>
    <w:rsid w:val="001A3B51"/>
    <w:rsid w:val="001A4023"/>
    <w:rsid w:val="001A472F"/>
    <w:rsid w:val="001A496E"/>
    <w:rsid w:val="001A49BA"/>
    <w:rsid w:val="001A4BCB"/>
    <w:rsid w:val="001A4DFC"/>
    <w:rsid w:val="001A51E7"/>
    <w:rsid w:val="001A57E8"/>
    <w:rsid w:val="001A5875"/>
    <w:rsid w:val="001A5D0A"/>
    <w:rsid w:val="001A66BD"/>
    <w:rsid w:val="001A6C08"/>
    <w:rsid w:val="001A7B67"/>
    <w:rsid w:val="001B0039"/>
    <w:rsid w:val="001B00CA"/>
    <w:rsid w:val="001B0BC4"/>
    <w:rsid w:val="001B0BEC"/>
    <w:rsid w:val="001B0F55"/>
    <w:rsid w:val="001B1077"/>
    <w:rsid w:val="001B1146"/>
    <w:rsid w:val="001B1B92"/>
    <w:rsid w:val="001B1E41"/>
    <w:rsid w:val="001B1EE0"/>
    <w:rsid w:val="001B1EFB"/>
    <w:rsid w:val="001B1F81"/>
    <w:rsid w:val="001B1F9B"/>
    <w:rsid w:val="001B2363"/>
    <w:rsid w:val="001B26FF"/>
    <w:rsid w:val="001B2786"/>
    <w:rsid w:val="001B2BB2"/>
    <w:rsid w:val="001B2EB6"/>
    <w:rsid w:val="001B31DB"/>
    <w:rsid w:val="001B32A6"/>
    <w:rsid w:val="001B3575"/>
    <w:rsid w:val="001B3E83"/>
    <w:rsid w:val="001B5639"/>
    <w:rsid w:val="001B572B"/>
    <w:rsid w:val="001B5978"/>
    <w:rsid w:val="001B5ABB"/>
    <w:rsid w:val="001B61FD"/>
    <w:rsid w:val="001B6DFA"/>
    <w:rsid w:val="001B7685"/>
    <w:rsid w:val="001B7ACA"/>
    <w:rsid w:val="001C007B"/>
    <w:rsid w:val="001C03CB"/>
    <w:rsid w:val="001C0760"/>
    <w:rsid w:val="001C129A"/>
    <w:rsid w:val="001C1569"/>
    <w:rsid w:val="001C15E1"/>
    <w:rsid w:val="001C1681"/>
    <w:rsid w:val="001C1E23"/>
    <w:rsid w:val="001C219F"/>
    <w:rsid w:val="001C225A"/>
    <w:rsid w:val="001C2945"/>
    <w:rsid w:val="001C362B"/>
    <w:rsid w:val="001C38D7"/>
    <w:rsid w:val="001C4771"/>
    <w:rsid w:val="001C4994"/>
    <w:rsid w:val="001C55BA"/>
    <w:rsid w:val="001C58DB"/>
    <w:rsid w:val="001C5B00"/>
    <w:rsid w:val="001C5FA1"/>
    <w:rsid w:val="001C655A"/>
    <w:rsid w:val="001C6600"/>
    <w:rsid w:val="001C6FAC"/>
    <w:rsid w:val="001C78BE"/>
    <w:rsid w:val="001C7FE3"/>
    <w:rsid w:val="001D01D7"/>
    <w:rsid w:val="001D034C"/>
    <w:rsid w:val="001D1120"/>
    <w:rsid w:val="001D1163"/>
    <w:rsid w:val="001D19E8"/>
    <w:rsid w:val="001D1EBA"/>
    <w:rsid w:val="001D27C4"/>
    <w:rsid w:val="001D2D3C"/>
    <w:rsid w:val="001D2F3A"/>
    <w:rsid w:val="001D3095"/>
    <w:rsid w:val="001D3DD2"/>
    <w:rsid w:val="001D40A4"/>
    <w:rsid w:val="001D43A9"/>
    <w:rsid w:val="001D43EA"/>
    <w:rsid w:val="001D4E4A"/>
    <w:rsid w:val="001D518F"/>
    <w:rsid w:val="001D5215"/>
    <w:rsid w:val="001D56F3"/>
    <w:rsid w:val="001D58D9"/>
    <w:rsid w:val="001D5B28"/>
    <w:rsid w:val="001D5B68"/>
    <w:rsid w:val="001D63CB"/>
    <w:rsid w:val="001D6526"/>
    <w:rsid w:val="001D6CB9"/>
    <w:rsid w:val="001D7CC5"/>
    <w:rsid w:val="001D7E94"/>
    <w:rsid w:val="001E00E8"/>
    <w:rsid w:val="001E03BC"/>
    <w:rsid w:val="001E07EF"/>
    <w:rsid w:val="001E09D7"/>
    <w:rsid w:val="001E0F6B"/>
    <w:rsid w:val="001E1429"/>
    <w:rsid w:val="001E1652"/>
    <w:rsid w:val="001E1BCD"/>
    <w:rsid w:val="001E1DFA"/>
    <w:rsid w:val="001E22D5"/>
    <w:rsid w:val="001E2476"/>
    <w:rsid w:val="001E369F"/>
    <w:rsid w:val="001E3966"/>
    <w:rsid w:val="001E4082"/>
    <w:rsid w:val="001E47BC"/>
    <w:rsid w:val="001E4934"/>
    <w:rsid w:val="001E4940"/>
    <w:rsid w:val="001E4BF7"/>
    <w:rsid w:val="001E5746"/>
    <w:rsid w:val="001E593E"/>
    <w:rsid w:val="001E6577"/>
    <w:rsid w:val="001E67F8"/>
    <w:rsid w:val="001E6AC9"/>
    <w:rsid w:val="001E6C4D"/>
    <w:rsid w:val="001E72D3"/>
    <w:rsid w:val="001E742E"/>
    <w:rsid w:val="001E7975"/>
    <w:rsid w:val="001E7F10"/>
    <w:rsid w:val="001F004D"/>
    <w:rsid w:val="001F02D3"/>
    <w:rsid w:val="001F0F32"/>
    <w:rsid w:val="001F0FF5"/>
    <w:rsid w:val="001F107F"/>
    <w:rsid w:val="001F1230"/>
    <w:rsid w:val="001F1441"/>
    <w:rsid w:val="001F14A0"/>
    <w:rsid w:val="001F15B6"/>
    <w:rsid w:val="001F214A"/>
    <w:rsid w:val="001F22B5"/>
    <w:rsid w:val="001F23B3"/>
    <w:rsid w:val="001F2687"/>
    <w:rsid w:val="001F27D9"/>
    <w:rsid w:val="001F2F9D"/>
    <w:rsid w:val="001F2FDC"/>
    <w:rsid w:val="001F3025"/>
    <w:rsid w:val="001F3767"/>
    <w:rsid w:val="001F3895"/>
    <w:rsid w:val="001F3B45"/>
    <w:rsid w:val="001F3E97"/>
    <w:rsid w:val="001F4E45"/>
    <w:rsid w:val="001F5343"/>
    <w:rsid w:val="001F60D9"/>
    <w:rsid w:val="001F6214"/>
    <w:rsid w:val="001F6337"/>
    <w:rsid w:val="001F6E3E"/>
    <w:rsid w:val="001F7845"/>
    <w:rsid w:val="001F7A8D"/>
    <w:rsid w:val="001F7E5A"/>
    <w:rsid w:val="0020013B"/>
    <w:rsid w:val="002012E3"/>
    <w:rsid w:val="002012FD"/>
    <w:rsid w:val="0020131F"/>
    <w:rsid w:val="00201326"/>
    <w:rsid w:val="00201914"/>
    <w:rsid w:val="00201CDD"/>
    <w:rsid w:val="002021AB"/>
    <w:rsid w:val="0020238D"/>
    <w:rsid w:val="002026CD"/>
    <w:rsid w:val="00202859"/>
    <w:rsid w:val="00202CCF"/>
    <w:rsid w:val="0020345C"/>
    <w:rsid w:val="0020364F"/>
    <w:rsid w:val="00203774"/>
    <w:rsid w:val="00203CA0"/>
    <w:rsid w:val="00204295"/>
    <w:rsid w:val="002042B0"/>
    <w:rsid w:val="00204644"/>
    <w:rsid w:val="00204C66"/>
    <w:rsid w:val="00205152"/>
    <w:rsid w:val="00205158"/>
    <w:rsid w:val="002054A6"/>
    <w:rsid w:val="00205655"/>
    <w:rsid w:val="00205E63"/>
    <w:rsid w:val="00206364"/>
    <w:rsid w:val="00206607"/>
    <w:rsid w:val="002069C3"/>
    <w:rsid w:val="00206DE4"/>
    <w:rsid w:val="00206F12"/>
    <w:rsid w:val="00207501"/>
    <w:rsid w:val="002075A9"/>
    <w:rsid w:val="002076B4"/>
    <w:rsid w:val="00207767"/>
    <w:rsid w:val="00207BEB"/>
    <w:rsid w:val="00207FFE"/>
    <w:rsid w:val="002101F5"/>
    <w:rsid w:val="002102BB"/>
    <w:rsid w:val="0021072B"/>
    <w:rsid w:val="00211211"/>
    <w:rsid w:val="002124FA"/>
    <w:rsid w:val="00212A2E"/>
    <w:rsid w:val="00212BE9"/>
    <w:rsid w:val="0021300B"/>
    <w:rsid w:val="00213698"/>
    <w:rsid w:val="0021396D"/>
    <w:rsid w:val="002139F6"/>
    <w:rsid w:val="00213F49"/>
    <w:rsid w:val="002141B3"/>
    <w:rsid w:val="002142BF"/>
    <w:rsid w:val="00214B10"/>
    <w:rsid w:val="002154DD"/>
    <w:rsid w:val="002157AC"/>
    <w:rsid w:val="00215EBD"/>
    <w:rsid w:val="0021627A"/>
    <w:rsid w:val="00216328"/>
    <w:rsid w:val="002167C4"/>
    <w:rsid w:val="00216DA1"/>
    <w:rsid w:val="002170CE"/>
    <w:rsid w:val="002170FB"/>
    <w:rsid w:val="0021730B"/>
    <w:rsid w:val="00217BBD"/>
    <w:rsid w:val="00217C70"/>
    <w:rsid w:val="00217EE8"/>
    <w:rsid w:val="0022034D"/>
    <w:rsid w:val="0022056B"/>
    <w:rsid w:val="00220B28"/>
    <w:rsid w:val="00220E14"/>
    <w:rsid w:val="0022104C"/>
    <w:rsid w:val="00221446"/>
    <w:rsid w:val="00221BD2"/>
    <w:rsid w:val="00221C64"/>
    <w:rsid w:val="0022212B"/>
    <w:rsid w:val="002228D1"/>
    <w:rsid w:val="0022295C"/>
    <w:rsid w:val="00222A91"/>
    <w:rsid w:val="00222ABF"/>
    <w:rsid w:val="002235D3"/>
    <w:rsid w:val="00223931"/>
    <w:rsid w:val="00224CDD"/>
    <w:rsid w:val="00224EA9"/>
    <w:rsid w:val="00225002"/>
    <w:rsid w:val="002258F0"/>
    <w:rsid w:val="0022592F"/>
    <w:rsid w:val="00225C42"/>
    <w:rsid w:val="00225CEA"/>
    <w:rsid w:val="00225E88"/>
    <w:rsid w:val="00226058"/>
    <w:rsid w:val="0022671D"/>
    <w:rsid w:val="0022685B"/>
    <w:rsid w:val="00226A30"/>
    <w:rsid w:val="00226F29"/>
    <w:rsid w:val="00227144"/>
    <w:rsid w:val="002271CF"/>
    <w:rsid w:val="002276C4"/>
    <w:rsid w:val="00227D75"/>
    <w:rsid w:val="00227F39"/>
    <w:rsid w:val="00230029"/>
    <w:rsid w:val="0023025B"/>
    <w:rsid w:val="002304D6"/>
    <w:rsid w:val="00230A30"/>
    <w:rsid w:val="00230B59"/>
    <w:rsid w:val="0023169F"/>
    <w:rsid w:val="002316DF"/>
    <w:rsid w:val="002319D5"/>
    <w:rsid w:val="002319EF"/>
    <w:rsid w:val="00231B65"/>
    <w:rsid w:val="00231BB8"/>
    <w:rsid w:val="00231D9A"/>
    <w:rsid w:val="00232866"/>
    <w:rsid w:val="00232A34"/>
    <w:rsid w:val="00232AD0"/>
    <w:rsid w:val="00232CEE"/>
    <w:rsid w:val="00232E0D"/>
    <w:rsid w:val="00233190"/>
    <w:rsid w:val="002332FC"/>
    <w:rsid w:val="0023357D"/>
    <w:rsid w:val="00233797"/>
    <w:rsid w:val="00233947"/>
    <w:rsid w:val="002339C1"/>
    <w:rsid w:val="00233CCA"/>
    <w:rsid w:val="00233CFF"/>
    <w:rsid w:val="00234620"/>
    <w:rsid w:val="0023493D"/>
    <w:rsid w:val="00234A09"/>
    <w:rsid w:val="00234DEB"/>
    <w:rsid w:val="00234F01"/>
    <w:rsid w:val="00235231"/>
    <w:rsid w:val="00235394"/>
    <w:rsid w:val="002353A6"/>
    <w:rsid w:val="002355C1"/>
    <w:rsid w:val="00235608"/>
    <w:rsid w:val="00235AB3"/>
    <w:rsid w:val="0023601A"/>
    <w:rsid w:val="00236173"/>
    <w:rsid w:val="002368E7"/>
    <w:rsid w:val="00236A76"/>
    <w:rsid w:val="00236A82"/>
    <w:rsid w:val="00236EF2"/>
    <w:rsid w:val="00236FC6"/>
    <w:rsid w:val="00237105"/>
    <w:rsid w:val="0023753A"/>
    <w:rsid w:val="00240370"/>
    <w:rsid w:val="002403A9"/>
    <w:rsid w:val="00240573"/>
    <w:rsid w:val="0024085E"/>
    <w:rsid w:val="00240AC3"/>
    <w:rsid w:val="00240D27"/>
    <w:rsid w:val="00241027"/>
    <w:rsid w:val="0024106D"/>
    <w:rsid w:val="002414DA"/>
    <w:rsid w:val="00241955"/>
    <w:rsid w:val="0024198E"/>
    <w:rsid w:val="00241A72"/>
    <w:rsid w:val="00241BFC"/>
    <w:rsid w:val="002423F1"/>
    <w:rsid w:val="00242AC2"/>
    <w:rsid w:val="00242E98"/>
    <w:rsid w:val="00242F91"/>
    <w:rsid w:val="0024357F"/>
    <w:rsid w:val="00243677"/>
    <w:rsid w:val="00243B54"/>
    <w:rsid w:val="00243EE8"/>
    <w:rsid w:val="00244269"/>
    <w:rsid w:val="002444C1"/>
    <w:rsid w:val="00245A98"/>
    <w:rsid w:val="00245AF6"/>
    <w:rsid w:val="00245D65"/>
    <w:rsid w:val="00245FF0"/>
    <w:rsid w:val="0024640B"/>
    <w:rsid w:val="00246454"/>
    <w:rsid w:val="00246E82"/>
    <w:rsid w:val="0024725A"/>
    <w:rsid w:val="00247700"/>
    <w:rsid w:val="00247B1C"/>
    <w:rsid w:val="002500DF"/>
    <w:rsid w:val="002501E2"/>
    <w:rsid w:val="00250257"/>
    <w:rsid w:val="00250468"/>
    <w:rsid w:val="00250659"/>
    <w:rsid w:val="00250A32"/>
    <w:rsid w:val="00250C1B"/>
    <w:rsid w:val="00250D93"/>
    <w:rsid w:val="00250EE1"/>
    <w:rsid w:val="00251333"/>
    <w:rsid w:val="0025198C"/>
    <w:rsid w:val="00251F6E"/>
    <w:rsid w:val="002523D0"/>
    <w:rsid w:val="002524DB"/>
    <w:rsid w:val="00253B31"/>
    <w:rsid w:val="00253E19"/>
    <w:rsid w:val="0025406A"/>
    <w:rsid w:val="002547E9"/>
    <w:rsid w:val="00254870"/>
    <w:rsid w:val="00255250"/>
    <w:rsid w:val="00255689"/>
    <w:rsid w:val="00255B66"/>
    <w:rsid w:val="002562A7"/>
    <w:rsid w:val="00256381"/>
    <w:rsid w:val="002564F0"/>
    <w:rsid w:val="002565EA"/>
    <w:rsid w:val="00256657"/>
    <w:rsid w:val="00256691"/>
    <w:rsid w:val="002566BC"/>
    <w:rsid w:val="0025697F"/>
    <w:rsid w:val="00256A1B"/>
    <w:rsid w:val="00256C76"/>
    <w:rsid w:val="00256D62"/>
    <w:rsid w:val="00256DD1"/>
    <w:rsid w:val="00257027"/>
    <w:rsid w:val="002576B1"/>
    <w:rsid w:val="00257CC0"/>
    <w:rsid w:val="00257DCA"/>
    <w:rsid w:val="0026011D"/>
    <w:rsid w:val="002602CF"/>
    <w:rsid w:val="00260450"/>
    <w:rsid w:val="0026072E"/>
    <w:rsid w:val="002608F1"/>
    <w:rsid w:val="00260D1C"/>
    <w:rsid w:val="00260D4B"/>
    <w:rsid w:val="00260D6C"/>
    <w:rsid w:val="00261295"/>
    <w:rsid w:val="0026218F"/>
    <w:rsid w:val="0026219D"/>
    <w:rsid w:val="002622A0"/>
    <w:rsid w:val="00262458"/>
    <w:rsid w:val="0026265C"/>
    <w:rsid w:val="00263241"/>
    <w:rsid w:val="0026360E"/>
    <w:rsid w:val="00263DB2"/>
    <w:rsid w:val="00263ECF"/>
    <w:rsid w:val="0026428D"/>
    <w:rsid w:val="002643DA"/>
    <w:rsid w:val="00264522"/>
    <w:rsid w:val="00264A11"/>
    <w:rsid w:val="00264E9E"/>
    <w:rsid w:val="00265A1F"/>
    <w:rsid w:val="002662AB"/>
    <w:rsid w:val="00266363"/>
    <w:rsid w:val="00266EEB"/>
    <w:rsid w:val="00266F71"/>
    <w:rsid w:val="0026708B"/>
    <w:rsid w:val="00267113"/>
    <w:rsid w:val="002672EB"/>
    <w:rsid w:val="00267548"/>
    <w:rsid w:val="00267575"/>
    <w:rsid w:val="00267B7E"/>
    <w:rsid w:val="0027094E"/>
    <w:rsid w:val="00270AEE"/>
    <w:rsid w:val="00270E40"/>
    <w:rsid w:val="0027137A"/>
    <w:rsid w:val="0027138C"/>
    <w:rsid w:val="002714C0"/>
    <w:rsid w:val="002716CB"/>
    <w:rsid w:val="00271746"/>
    <w:rsid w:val="00271F3B"/>
    <w:rsid w:val="00272482"/>
    <w:rsid w:val="0027262E"/>
    <w:rsid w:val="00272BBF"/>
    <w:rsid w:val="00272E93"/>
    <w:rsid w:val="00272F95"/>
    <w:rsid w:val="00273429"/>
    <w:rsid w:val="00273478"/>
    <w:rsid w:val="00273C60"/>
    <w:rsid w:val="00273CED"/>
    <w:rsid w:val="002744D2"/>
    <w:rsid w:val="002746A2"/>
    <w:rsid w:val="002751DA"/>
    <w:rsid w:val="00275245"/>
    <w:rsid w:val="00275959"/>
    <w:rsid w:val="00275A02"/>
    <w:rsid w:val="00275BEC"/>
    <w:rsid w:val="00275CCA"/>
    <w:rsid w:val="00275D83"/>
    <w:rsid w:val="0027622C"/>
    <w:rsid w:val="00276274"/>
    <w:rsid w:val="002768AB"/>
    <w:rsid w:val="00276ED9"/>
    <w:rsid w:val="002777A0"/>
    <w:rsid w:val="002779CC"/>
    <w:rsid w:val="00277A02"/>
    <w:rsid w:val="00277DDC"/>
    <w:rsid w:val="00280FA9"/>
    <w:rsid w:val="002816B3"/>
    <w:rsid w:val="00281D25"/>
    <w:rsid w:val="0028205E"/>
    <w:rsid w:val="00282495"/>
    <w:rsid w:val="002829FD"/>
    <w:rsid w:val="00282B56"/>
    <w:rsid w:val="00282BEB"/>
    <w:rsid w:val="002839B7"/>
    <w:rsid w:val="0028412F"/>
    <w:rsid w:val="00284982"/>
    <w:rsid w:val="00284DA9"/>
    <w:rsid w:val="00284E44"/>
    <w:rsid w:val="00285216"/>
    <w:rsid w:val="002853C2"/>
    <w:rsid w:val="002856EF"/>
    <w:rsid w:val="002858CE"/>
    <w:rsid w:val="00286B1B"/>
    <w:rsid w:val="00286D93"/>
    <w:rsid w:val="002876A8"/>
    <w:rsid w:val="00287EBA"/>
    <w:rsid w:val="00287F98"/>
    <w:rsid w:val="002903DB"/>
    <w:rsid w:val="00290B2E"/>
    <w:rsid w:val="00290D83"/>
    <w:rsid w:val="002911A2"/>
    <w:rsid w:val="00291421"/>
    <w:rsid w:val="0029148F"/>
    <w:rsid w:val="002915C8"/>
    <w:rsid w:val="00291606"/>
    <w:rsid w:val="0029189E"/>
    <w:rsid w:val="00291EE8"/>
    <w:rsid w:val="0029255D"/>
    <w:rsid w:val="00292A31"/>
    <w:rsid w:val="00292CE3"/>
    <w:rsid w:val="00292DB3"/>
    <w:rsid w:val="00292F40"/>
    <w:rsid w:val="00292FE0"/>
    <w:rsid w:val="00293049"/>
    <w:rsid w:val="0029359C"/>
    <w:rsid w:val="00293876"/>
    <w:rsid w:val="00293990"/>
    <w:rsid w:val="00293F91"/>
    <w:rsid w:val="002943CE"/>
    <w:rsid w:val="0029469C"/>
    <w:rsid w:val="002947E3"/>
    <w:rsid w:val="00294DA0"/>
    <w:rsid w:val="0029516F"/>
    <w:rsid w:val="00295609"/>
    <w:rsid w:val="00295915"/>
    <w:rsid w:val="00295A7F"/>
    <w:rsid w:val="00296030"/>
    <w:rsid w:val="002960FF"/>
    <w:rsid w:val="00296317"/>
    <w:rsid w:val="0029693D"/>
    <w:rsid w:val="00296B63"/>
    <w:rsid w:val="002975A5"/>
    <w:rsid w:val="00297B41"/>
    <w:rsid w:val="00297BFF"/>
    <w:rsid w:val="00297EC5"/>
    <w:rsid w:val="002A006F"/>
    <w:rsid w:val="002A05F7"/>
    <w:rsid w:val="002A0775"/>
    <w:rsid w:val="002A102B"/>
    <w:rsid w:val="002A146B"/>
    <w:rsid w:val="002A1F3D"/>
    <w:rsid w:val="002A2709"/>
    <w:rsid w:val="002A27DF"/>
    <w:rsid w:val="002A287F"/>
    <w:rsid w:val="002A2F97"/>
    <w:rsid w:val="002A3370"/>
    <w:rsid w:val="002A372C"/>
    <w:rsid w:val="002A37DF"/>
    <w:rsid w:val="002A3ADA"/>
    <w:rsid w:val="002A3BBD"/>
    <w:rsid w:val="002A3D28"/>
    <w:rsid w:val="002A3E12"/>
    <w:rsid w:val="002A4004"/>
    <w:rsid w:val="002A4615"/>
    <w:rsid w:val="002A47C6"/>
    <w:rsid w:val="002A491A"/>
    <w:rsid w:val="002A4D73"/>
    <w:rsid w:val="002A4E49"/>
    <w:rsid w:val="002A5857"/>
    <w:rsid w:val="002A5BC6"/>
    <w:rsid w:val="002A5C96"/>
    <w:rsid w:val="002A5D5B"/>
    <w:rsid w:val="002A5D9D"/>
    <w:rsid w:val="002A620D"/>
    <w:rsid w:val="002A6631"/>
    <w:rsid w:val="002A66E0"/>
    <w:rsid w:val="002A74F6"/>
    <w:rsid w:val="002A762B"/>
    <w:rsid w:val="002A7803"/>
    <w:rsid w:val="002A7E13"/>
    <w:rsid w:val="002A7E38"/>
    <w:rsid w:val="002B0066"/>
    <w:rsid w:val="002B0218"/>
    <w:rsid w:val="002B029C"/>
    <w:rsid w:val="002B0829"/>
    <w:rsid w:val="002B0A51"/>
    <w:rsid w:val="002B0C2C"/>
    <w:rsid w:val="002B115D"/>
    <w:rsid w:val="002B14D0"/>
    <w:rsid w:val="002B1553"/>
    <w:rsid w:val="002B27FD"/>
    <w:rsid w:val="002B2BC8"/>
    <w:rsid w:val="002B2C24"/>
    <w:rsid w:val="002B3081"/>
    <w:rsid w:val="002B3BA8"/>
    <w:rsid w:val="002B3C18"/>
    <w:rsid w:val="002B3D5C"/>
    <w:rsid w:val="002B43A1"/>
    <w:rsid w:val="002B4ABA"/>
    <w:rsid w:val="002B4F66"/>
    <w:rsid w:val="002B56D3"/>
    <w:rsid w:val="002B5D2A"/>
    <w:rsid w:val="002B6234"/>
    <w:rsid w:val="002B62BF"/>
    <w:rsid w:val="002B6477"/>
    <w:rsid w:val="002B65A7"/>
    <w:rsid w:val="002B6671"/>
    <w:rsid w:val="002B66B9"/>
    <w:rsid w:val="002B672B"/>
    <w:rsid w:val="002B692C"/>
    <w:rsid w:val="002B6B53"/>
    <w:rsid w:val="002B6FFD"/>
    <w:rsid w:val="002B7A1B"/>
    <w:rsid w:val="002B7F69"/>
    <w:rsid w:val="002C069B"/>
    <w:rsid w:val="002C080A"/>
    <w:rsid w:val="002C0D1E"/>
    <w:rsid w:val="002C108B"/>
    <w:rsid w:val="002C1201"/>
    <w:rsid w:val="002C124E"/>
    <w:rsid w:val="002C162E"/>
    <w:rsid w:val="002C1C10"/>
    <w:rsid w:val="002C1C74"/>
    <w:rsid w:val="002C289E"/>
    <w:rsid w:val="002C28A7"/>
    <w:rsid w:val="002C2A9B"/>
    <w:rsid w:val="002C2C63"/>
    <w:rsid w:val="002C30AD"/>
    <w:rsid w:val="002C345A"/>
    <w:rsid w:val="002C3797"/>
    <w:rsid w:val="002C38DC"/>
    <w:rsid w:val="002C3AB9"/>
    <w:rsid w:val="002C3E71"/>
    <w:rsid w:val="002C4280"/>
    <w:rsid w:val="002C497E"/>
    <w:rsid w:val="002C4B22"/>
    <w:rsid w:val="002C4EB1"/>
    <w:rsid w:val="002C50AA"/>
    <w:rsid w:val="002C59F9"/>
    <w:rsid w:val="002C5E2D"/>
    <w:rsid w:val="002C5E60"/>
    <w:rsid w:val="002C640E"/>
    <w:rsid w:val="002C65F6"/>
    <w:rsid w:val="002C6666"/>
    <w:rsid w:val="002C6CDC"/>
    <w:rsid w:val="002C6F62"/>
    <w:rsid w:val="002C725A"/>
    <w:rsid w:val="002C7862"/>
    <w:rsid w:val="002C7B23"/>
    <w:rsid w:val="002D0030"/>
    <w:rsid w:val="002D0147"/>
    <w:rsid w:val="002D07B9"/>
    <w:rsid w:val="002D133D"/>
    <w:rsid w:val="002D1369"/>
    <w:rsid w:val="002D162F"/>
    <w:rsid w:val="002D16E2"/>
    <w:rsid w:val="002D18F2"/>
    <w:rsid w:val="002D1A32"/>
    <w:rsid w:val="002D1C1D"/>
    <w:rsid w:val="002D1EBA"/>
    <w:rsid w:val="002D2269"/>
    <w:rsid w:val="002D2481"/>
    <w:rsid w:val="002D2513"/>
    <w:rsid w:val="002D2EE1"/>
    <w:rsid w:val="002D2F92"/>
    <w:rsid w:val="002D33DA"/>
    <w:rsid w:val="002D3482"/>
    <w:rsid w:val="002D3498"/>
    <w:rsid w:val="002D34CF"/>
    <w:rsid w:val="002D3872"/>
    <w:rsid w:val="002D3AC6"/>
    <w:rsid w:val="002D3D7E"/>
    <w:rsid w:val="002D400B"/>
    <w:rsid w:val="002D4299"/>
    <w:rsid w:val="002D4B9B"/>
    <w:rsid w:val="002D4D7A"/>
    <w:rsid w:val="002D56CB"/>
    <w:rsid w:val="002D56D1"/>
    <w:rsid w:val="002D6978"/>
    <w:rsid w:val="002D7076"/>
    <w:rsid w:val="002D7154"/>
    <w:rsid w:val="002D73A7"/>
    <w:rsid w:val="002D7A3D"/>
    <w:rsid w:val="002D7BFC"/>
    <w:rsid w:val="002E0932"/>
    <w:rsid w:val="002E0A83"/>
    <w:rsid w:val="002E10F3"/>
    <w:rsid w:val="002E2285"/>
    <w:rsid w:val="002E28AE"/>
    <w:rsid w:val="002E2EBB"/>
    <w:rsid w:val="002E2EE4"/>
    <w:rsid w:val="002E2F62"/>
    <w:rsid w:val="002E331C"/>
    <w:rsid w:val="002E39A3"/>
    <w:rsid w:val="002E3B6C"/>
    <w:rsid w:val="002E3C82"/>
    <w:rsid w:val="002E3E5B"/>
    <w:rsid w:val="002E3ED2"/>
    <w:rsid w:val="002E466B"/>
    <w:rsid w:val="002E4B83"/>
    <w:rsid w:val="002E5003"/>
    <w:rsid w:val="002E50AB"/>
    <w:rsid w:val="002E557F"/>
    <w:rsid w:val="002E59A4"/>
    <w:rsid w:val="002E5A50"/>
    <w:rsid w:val="002E5B9F"/>
    <w:rsid w:val="002E5CBC"/>
    <w:rsid w:val="002E5E13"/>
    <w:rsid w:val="002E5F26"/>
    <w:rsid w:val="002E6082"/>
    <w:rsid w:val="002E61C7"/>
    <w:rsid w:val="002E6467"/>
    <w:rsid w:val="002E657D"/>
    <w:rsid w:val="002E7054"/>
    <w:rsid w:val="002E712B"/>
    <w:rsid w:val="002E732C"/>
    <w:rsid w:val="002E7BCC"/>
    <w:rsid w:val="002E7FF9"/>
    <w:rsid w:val="002F0014"/>
    <w:rsid w:val="002F0326"/>
    <w:rsid w:val="002F1317"/>
    <w:rsid w:val="002F1354"/>
    <w:rsid w:val="002F16BD"/>
    <w:rsid w:val="002F1741"/>
    <w:rsid w:val="002F1D6B"/>
    <w:rsid w:val="002F1F38"/>
    <w:rsid w:val="002F200F"/>
    <w:rsid w:val="002F26A1"/>
    <w:rsid w:val="002F282D"/>
    <w:rsid w:val="002F2CA8"/>
    <w:rsid w:val="002F2E11"/>
    <w:rsid w:val="002F41AE"/>
    <w:rsid w:val="002F43B7"/>
    <w:rsid w:val="002F5689"/>
    <w:rsid w:val="002F57CA"/>
    <w:rsid w:val="002F5D8D"/>
    <w:rsid w:val="002F5F49"/>
    <w:rsid w:val="002F6084"/>
    <w:rsid w:val="002F61E1"/>
    <w:rsid w:val="002F64CC"/>
    <w:rsid w:val="002F65BA"/>
    <w:rsid w:val="002F74E7"/>
    <w:rsid w:val="002F7536"/>
    <w:rsid w:val="002F7CC2"/>
    <w:rsid w:val="0030020A"/>
    <w:rsid w:val="00300298"/>
    <w:rsid w:val="00300F12"/>
    <w:rsid w:val="00301332"/>
    <w:rsid w:val="00301381"/>
    <w:rsid w:val="00302CAF"/>
    <w:rsid w:val="00302DFD"/>
    <w:rsid w:val="00302E79"/>
    <w:rsid w:val="0030331C"/>
    <w:rsid w:val="00303910"/>
    <w:rsid w:val="00303926"/>
    <w:rsid w:val="0030392F"/>
    <w:rsid w:val="00303B69"/>
    <w:rsid w:val="0030465C"/>
    <w:rsid w:val="003047CD"/>
    <w:rsid w:val="0030487F"/>
    <w:rsid w:val="00304A10"/>
    <w:rsid w:val="00304B6F"/>
    <w:rsid w:val="00304C81"/>
    <w:rsid w:val="00304FF2"/>
    <w:rsid w:val="0030512C"/>
    <w:rsid w:val="003051B9"/>
    <w:rsid w:val="0030558D"/>
    <w:rsid w:val="00305608"/>
    <w:rsid w:val="0030612D"/>
    <w:rsid w:val="00306D4A"/>
    <w:rsid w:val="00306D5B"/>
    <w:rsid w:val="00306FBC"/>
    <w:rsid w:val="00307138"/>
    <w:rsid w:val="00307A2C"/>
    <w:rsid w:val="003100A0"/>
    <w:rsid w:val="00310DB5"/>
    <w:rsid w:val="00310E31"/>
    <w:rsid w:val="00311229"/>
    <w:rsid w:val="003119FE"/>
    <w:rsid w:val="00312AEF"/>
    <w:rsid w:val="003134FA"/>
    <w:rsid w:val="0031392F"/>
    <w:rsid w:val="00313D6B"/>
    <w:rsid w:val="003143C3"/>
    <w:rsid w:val="00314A8E"/>
    <w:rsid w:val="00314ADB"/>
    <w:rsid w:val="00314B3E"/>
    <w:rsid w:val="00314B79"/>
    <w:rsid w:val="00315082"/>
    <w:rsid w:val="00315261"/>
    <w:rsid w:val="00315834"/>
    <w:rsid w:val="00315B49"/>
    <w:rsid w:val="00315D26"/>
    <w:rsid w:val="00316C2E"/>
    <w:rsid w:val="003174DF"/>
    <w:rsid w:val="00317623"/>
    <w:rsid w:val="0031776C"/>
    <w:rsid w:val="003177A9"/>
    <w:rsid w:val="00317BC3"/>
    <w:rsid w:val="00317E54"/>
    <w:rsid w:val="00320278"/>
    <w:rsid w:val="00320296"/>
    <w:rsid w:val="003202B0"/>
    <w:rsid w:val="003202D6"/>
    <w:rsid w:val="0032050E"/>
    <w:rsid w:val="003206A0"/>
    <w:rsid w:val="0032083A"/>
    <w:rsid w:val="00320A44"/>
    <w:rsid w:val="00320A89"/>
    <w:rsid w:val="00320BB4"/>
    <w:rsid w:val="00320C02"/>
    <w:rsid w:val="003213A2"/>
    <w:rsid w:val="003213A6"/>
    <w:rsid w:val="00321817"/>
    <w:rsid w:val="00321883"/>
    <w:rsid w:val="00321B23"/>
    <w:rsid w:val="00321ECA"/>
    <w:rsid w:val="00322038"/>
    <w:rsid w:val="0032232E"/>
    <w:rsid w:val="00323173"/>
    <w:rsid w:val="003231CF"/>
    <w:rsid w:val="003236BA"/>
    <w:rsid w:val="0032371E"/>
    <w:rsid w:val="00323A9A"/>
    <w:rsid w:val="00324DF6"/>
    <w:rsid w:val="00325677"/>
    <w:rsid w:val="0032572C"/>
    <w:rsid w:val="003257BD"/>
    <w:rsid w:val="0032582B"/>
    <w:rsid w:val="0032582F"/>
    <w:rsid w:val="00325B06"/>
    <w:rsid w:val="00325DDE"/>
    <w:rsid w:val="00325F57"/>
    <w:rsid w:val="00326298"/>
    <w:rsid w:val="0032657B"/>
    <w:rsid w:val="00326649"/>
    <w:rsid w:val="00326668"/>
    <w:rsid w:val="00326D52"/>
    <w:rsid w:val="00327078"/>
    <w:rsid w:val="003270E8"/>
    <w:rsid w:val="0032741D"/>
    <w:rsid w:val="00327617"/>
    <w:rsid w:val="0032781B"/>
    <w:rsid w:val="003301CD"/>
    <w:rsid w:val="00330222"/>
    <w:rsid w:val="003305C2"/>
    <w:rsid w:val="00330616"/>
    <w:rsid w:val="00330E7B"/>
    <w:rsid w:val="00330EF7"/>
    <w:rsid w:val="00330EFF"/>
    <w:rsid w:val="0033124B"/>
    <w:rsid w:val="00331952"/>
    <w:rsid w:val="00331D69"/>
    <w:rsid w:val="00332659"/>
    <w:rsid w:val="003327A6"/>
    <w:rsid w:val="00333F33"/>
    <w:rsid w:val="0033433D"/>
    <w:rsid w:val="00334573"/>
    <w:rsid w:val="00334891"/>
    <w:rsid w:val="003348A5"/>
    <w:rsid w:val="00334ACC"/>
    <w:rsid w:val="00334C74"/>
    <w:rsid w:val="003356F2"/>
    <w:rsid w:val="00335FB2"/>
    <w:rsid w:val="00336BBC"/>
    <w:rsid w:val="0034006C"/>
    <w:rsid w:val="003402D8"/>
    <w:rsid w:val="003405B8"/>
    <w:rsid w:val="00340A4C"/>
    <w:rsid w:val="00340A96"/>
    <w:rsid w:val="00340E13"/>
    <w:rsid w:val="00341175"/>
    <w:rsid w:val="0034134A"/>
    <w:rsid w:val="00341548"/>
    <w:rsid w:val="00341664"/>
    <w:rsid w:val="003416AB"/>
    <w:rsid w:val="0034174F"/>
    <w:rsid w:val="0034196B"/>
    <w:rsid w:val="00341A40"/>
    <w:rsid w:val="00341C62"/>
    <w:rsid w:val="00341D93"/>
    <w:rsid w:val="00342B5F"/>
    <w:rsid w:val="00342EA8"/>
    <w:rsid w:val="0034328F"/>
    <w:rsid w:val="00343405"/>
    <w:rsid w:val="003437C9"/>
    <w:rsid w:val="00343B65"/>
    <w:rsid w:val="00343C96"/>
    <w:rsid w:val="0034411F"/>
    <w:rsid w:val="00344208"/>
    <w:rsid w:val="00344232"/>
    <w:rsid w:val="0034445E"/>
    <w:rsid w:val="00344525"/>
    <w:rsid w:val="0034454A"/>
    <w:rsid w:val="003445C4"/>
    <w:rsid w:val="00344A49"/>
    <w:rsid w:val="0034597F"/>
    <w:rsid w:val="003459A6"/>
    <w:rsid w:val="0034606A"/>
    <w:rsid w:val="00346439"/>
    <w:rsid w:val="00346781"/>
    <w:rsid w:val="00346D12"/>
    <w:rsid w:val="003472DE"/>
    <w:rsid w:val="003474B5"/>
    <w:rsid w:val="00347EED"/>
    <w:rsid w:val="0035035C"/>
    <w:rsid w:val="00350464"/>
    <w:rsid w:val="0035062B"/>
    <w:rsid w:val="00350A61"/>
    <w:rsid w:val="00350A79"/>
    <w:rsid w:val="00351012"/>
    <w:rsid w:val="003518CE"/>
    <w:rsid w:val="00351ACA"/>
    <w:rsid w:val="00351B41"/>
    <w:rsid w:val="00351BE7"/>
    <w:rsid w:val="00351D9B"/>
    <w:rsid w:val="00351E44"/>
    <w:rsid w:val="00351FC8"/>
    <w:rsid w:val="0035237C"/>
    <w:rsid w:val="003527AA"/>
    <w:rsid w:val="00353145"/>
    <w:rsid w:val="00353375"/>
    <w:rsid w:val="0035341F"/>
    <w:rsid w:val="003539DA"/>
    <w:rsid w:val="00353BFA"/>
    <w:rsid w:val="00353CA7"/>
    <w:rsid w:val="00353FA9"/>
    <w:rsid w:val="0035407D"/>
    <w:rsid w:val="0035454E"/>
    <w:rsid w:val="003545A3"/>
    <w:rsid w:val="00354C8A"/>
    <w:rsid w:val="00354CBD"/>
    <w:rsid w:val="00354FFA"/>
    <w:rsid w:val="0035500E"/>
    <w:rsid w:val="003557B5"/>
    <w:rsid w:val="00355B1A"/>
    <w:rsid w:val="00355FEC"/>
    <w:rsid w:val="0035600C"/>
    <w:rsid w:val="0035601A"/>
    <w:rsid w:val="003560E4"/>
    <w:rsid w:val="00356245"/>
    <w:rsid w:val="003567D7"/>
    <w:rsid w:val="00356959"/>
    <w:rsid w:val="003571AF"/>
    <w:rsid w:val="00357303"/>
    <w:rsid w:val="003573C3"/>
    <w:rsid w:val="0036011A"/>
    <w:rsid w:val="00360450"/>
    <w:rsid w:val="00360501"/>
    <w:rsid w:val="00360C88"/>
    <w:rsid w:val="00360FB5"/>
    <w:rsid w:val="00361D99"/>
    <w:rsid w:val="00361DA3"/>
    <w:rsid w:val="003620AC"/>
    <w:rsid w:val="003621DA"/>
    <w:rsid w:val="003625D8"/>
    <w:rsid w:val="00362DB8"/>
    <w:rsid w:val="00362E18"/>
    <w:rsid w:val="0036310A"/>
    <w:rsid w:val="003632DF"/>
    <w:rsid w:val="003638D6"/>
    <w:rsid w:val="00363964"/>
    <w:rsid w:val="00363FF0"/>
    <w:rsid w:val="00364144"/>
    <w:rsid w:val="00364537"/>
    <w:rsid w:val="00364847"/>
    <w:rsid w:val="00364A9E"/>
    <w:rsid w:val="0036528A"/>
    <w:rsid w:val="00365882"/>
    <w:rsid w:val="00365D5A"/>
    <w:rsid w:val="00366C97"/>
    <w:rsid w:val="00367142"/>
    <w:rsid w:val="00367863"/>
    <w:rsid w:val="00367A31"/>
    <w:rsid w:val="00367DA7"/>
    <w:rsid w:val="00371572"/>
    <w:rsid w:val="0037158C"/>
    <w:rsid w:val="003717CD"/>
    <w:rsid w:val="00371AA6"/>
    <w:rsid w:val="00371B9D"/>
    <w:rsid w:val="00371BAE"/>
    <w:rsid w:val="00371CB4"/>
    <w:rsid w:val="00371F93"/>
    <w:rsid w:val="00372292"/>
    <w:rsid w:val="003726F6"/>
    <w:rsid w:val="00372DA2"/>
    <w:rsid w:val="0037322B"/>
    <w:rsid w:val="003732DA"/>
    <w:rsid w:val="003736CA"/>
    <w:rsid w:val="0037381F"/>
    <w:rsid w:val="00373C5C"/>
    <w:rsid w:val="003740EC"/>
    <w:rsid w:val="003747D4"/>
    <w:rsid w:val="00374BA9"/>
    <w:rsid w:val="00374EC3"/>
    <w:rsid w:val="0037511B"/>
    <w:rsid w:val="0037549A"/>
    <w:rsid w:val="003756A9"/>
    <w:rsid w:val="003758B2"/>
    <w:rsid w:val="00375B5C"/>
    <w:rsid w:val="00375DCC"/>
    <w:rsid w:val="00376139"/>
    <w:rsid w:val="003764B1"/>
    <w:rsid w:val="00376587"/>
    <w:rsid w:val="00376914"/>
    <w:rsid w:val="00376BB5"/>
    <w:rsid w:val="003778CF"/>
    <w:rsid w:val="00377C12"/>
    <w:rsid w:val="00377F28"/>
    <w:rsid w:val="00380004"/>
    <w:rsid w:val="003801EB"/>
    <w:rsid w:val="00380AF2"/>
    <w:rsid w:val="0038174A"/>
    <w:rsid w:val="00381B48"/>
    <w:rsid w:val="00382002"/>
    <w:rsid w:val="003821D2"/>
    <w:rsid w:val="0038223D"/>
    <w:rsid w:val="0038250D"/>
    <w:rsid w:val="00382C30"/>
    <w:rsid w:val="003830B5"/>
    <w:rsid w:val="00383D06"/>
    <w:rsid w:val="00384095"/>
    <w:rsid w:val="00384B20"/>
    <w:rsid w:val="00384C1B"/>
    <w:rsid w:val="00385078"/>
    <w:rsid w:val="00385365"/>
    <w:rsid w:val="0038606C"/>
    <w:rsid w:val="003860CF"/>
    <w:rsid w:val="00386414"/>
    <w:rsid w:val="0038644D"/>
    <w:rsid w:val="003864A2"/>
    <w:rsid w:val="003864DF"/>
    <w:rsid w:val="00386992"/>
    <w:rsid w:val="0038702B"/>
    <w:rsid w:val="003873C1"/>
    <w:rsid w:val="00387C85"/>
    <w:rsid w:val="00387D3A"/>
    <w:rsid w:val="00390D1E"/>
    <w:rsid w:val="003910D2"/>
    <w:rsid w:val="0039124D"/>
    <w:rsid w:val="003912C0"/>
    <w:rsid w:val="00391567"/>
    <w:rsid w:val="003915CF"/>
    <w:rsid w:val="003919C5"/>
    <w:rsid w:val="003920B3"/>
    <w:rsid w:val="00392AFA"/>
    <w:rsid w:val="00392B90"/>
    <w:rsid w:val="00392F9D"/>
    <w:rsid w:val="00393D3A"/>
    <w:rsid w:val="0039494D"/>
    <w:rsid w:val="00394B7E"/>
    <w:rsid w:val="00394BF8"/>
    <w:rsid w:val="00394E00"/>
    <w:rsid w:val="00395276"/>
    <w:rsid w:val="00395AC8"/>
    <w:rsid w:val="00395D71"/>
    <w:rsid w:val="00395F54"/>
    <w:rsid w:val="003963ED"/>
    <w:rsid w:val="00396521"/>
    <w:rsid w:val="0039653E"/>
    <w:rsid w:val="00396769"/>
    <w:rsid w:val="00396E8B"/>
    <w:rsid w:val="003975B4"/>
    <w:rsid w:val="003976EE"/>
    <w:rsid w:val="00397A87"/>
    <w:rsid w:val="003A1125"/>
    <w:rsid w:val="003A1578"/>
    <w:rsid w:val="003A15F8"/>
    <w:rsid w:val="003A2150"/>
    <w:rsid w:val="003A2C21"/>
    <w:rsid w:val="003A2FFB"/>
    <w:rsid w:val="003A356E"/>
    <w:rsid w:val="003A40B1"/>
    <w:rsid w:val="003A4587"/>
    <w:rsid w:val="003A4E71"/>
    <w:rsid w:val="003A5536"/>
    <w:rsid w:val="003A56E7"/>
    <w:rsid w:val="003A5FE1"/>
    <w:rsid w:val="003A6001"/>
    <w:rsid w:val="003A627B"/>
    <w:rsid w:val="003A6B75"/>
    <w:rsid w:val="003A6F10"/>
    <w:rsid w:val="003A6FE1"/>
    <w:rsid w:val="003A70AF"/>
    <w:rsid w:val="003A773A"/>
    <w:rsid w:val="003A7A68"/>
    <w:rsid w:val="003A7DFD"/>
    <w:rsid w:val="003B00AF"/>
    <w:rsid w:val="003B03EB"/>
    <w:rsid w:val="003B0890"/>
    <w:rsid w:val="003B0A52"/>
    <w:rsid w:val="003B10DF"/>
    <w:rsid w:val="003B11E9"/>
    <w:rsid w:val="003B1436"/>
    <w:rsid w:val="003B1721"/>
    <w:rsid w:val="003B27FE"/>
    <w:rsid w:val="003B2A02"/>
    <w:rsid w:val="003B2B2C"/>
    <w:rsid w:val="003B2C47"/>
    <w:rsid w:val="003B2CF5"/>
    <w:rsid w:val="003B3121"/>
    <w:rsid w:val="003B3B3B"/>
    <w:rsid w:val="003B3E65"/>
    <w:rsid w:val="003B3EDD"/>
    <w:rsid w:val="003B40B5"/>
    <w:rsid w:val="003B4816"/>
    <w:rsid w:val="003B4A15"/>
    <w:rsid w:val="003B4ADA"/>
    <w:rsid w:val="003B5A26"/>
    <w:rsid w:val="003B6202"/>
    <w:rsid w:val="003B64DD"/>
    <w:rsid w:val="003B68E5"/>
    <w:rsid w:val="003B6E5A"/>
    <w:rsid w:val="003B71FD"/>
    <w:rsid w:val="003B728D"/>
    <w:rsid w:val="003B7387"/>
    <w:rsid w:val="003B757C"/>
    <w:rsid w:val="003B768D"/>
    <w:rsid w:val="003B7B58"/>
    <w:rsid w:val="003B7D98"/>
    <w:rsid w:val="003B7EB8"/>
    <w:rsid w:val="003C08D4"/>
    <w:rsid w:val="003C09E6"/>
    <w:rsid w:val="003C0DA5"/>
    <w:rsid w:val="003C1606"/>
    <w:rsid w:val="003C183B"/>
    <w:rsid w:val="003C1B24"/>
    <w:rsid w:val="003C1D18"/>
    <w:rsid w:val="003C21B4"/>
    <w:rsid w:val="003C248E"/>
    <w:rsid w:val="003C2FF2"/>
    <w:rsid w:val="003C35EC"/>
    <w:rsid w:val="003C36D9"/>
    <w:rsid w:val="003C3C32"/>
    <w:rsid w:val="003C43F8"/>
    <w:rsid w:val="003C4B73"/>
    <w:rsid w:val="003C52C6"/>
    <w:rsid w:val="003C5672"/>
    <w:rsid w:val="003C5921"/>
    <w:rsid w:val="003C59C4"/>
    <w:rsid w:val="003C5C55"/>
    <w:rsid w:val="003C5EE5"/>
    <w:rsid w:val="003C6520"/>
    <w:rsid w:val="003C652A"/>
    <w:rsid w:val="003C6774"/>
    <w:rsid w:val="003C6A41"/>
    <w:rsid w:val="003C6A52"/>
    <w:rsid w:val="003C6EA7"/>
    <w:rsid w:val="003C71E9"/>
    <w:rsid w:val="003C72B9"/>
    <w:rsid w:val="003C73BD"/>
    <w:rsid w:val="003C7676"/>
    <w:rsid w:val="003C7772"/>
    <w:rsid w:val="003C7E4E"/>
    <w:rsid w:val="003C7FE6"/>
    <w:rsid w:val="003D00EA"/>
    <w:rsid w:val="003D0215"/>
    <w:rsid w:val="003D056F"/>
    <w:rsid w:val="003D0689"/>
    <w:rsid w:val="003D10BD"/>
    <w:rsid w:val="003D1360"/>
    <w:rsid w:val="003D1B88"/>
    <w:rsid w:val="003D1EAD"/>
    <w:rsid w:val="003D2857"/>
    <w:rsid w:val="003D2D89"/>
    <w:rsid w:val="003D3330"/>
    <w:rsid w:val="003D3383"/>
    <w:rsid w:val="003D339A"/>
    <w:rsid w:val="003D353B"/>
    <w:rsid w:val="003D3B97"/>
    <w:rsid w:val="003D3EC3"/>
    <w:rsid w:val="003D4A38"/>
    <w:rsid w:val="003D4B3F"/>
    <w:rsid w:val="003D4B81"/>
    <w:rsid w:val="003D4BF3"/>
    <w:rsid w:val="003D51C5"/>
    <w:rsid w:val="003D584C"/>
    <w:rsid w:val="003D5E96"/>
    <w:rsid w:val="003D6580"/>
    <w:rsid w:val="003D67D2"/>
    <w:rsid w:val="003D69FC"/>
    <w:rsid w:val="003D6A9B"/>
    <w:rsid w:val="003D70ED"/>
    <w:rsid w:val="003D730E"/>
    <w:rsid w:val="003D78F4"/>
    <w:rsid w:val="003D7CAE"/>
    <w:rsid w:val="003E0032"/>
    <w:rsid w:val="003E00AA"/>
    <w:rsid w:val="003E0198"/>
    <w:rsid w:val="003E01A1"/>
    <w:rsid w:val="003E040E"/>
    <w:rsid w:val="003E0548"/>
    <w:rsid w:val="003E05D8"/>
    <w:rsid w:val="003E0D70"/>
    <w:rsid w:val="003E0E8B"/>
    <w:rsid w:val="003E1237"/>
    <w:rsid w:val="003E127B"/>
    <w:rsid w:val="003E1753"/>
    <w:rsid w:val="003E19A7"/>
    <w:rsid w:val="003E19E3"/>
    <w:rsid w:val="003E1E1C"/>
    <w:rsid w:val="003E1E7C"/>
    <w:rsid w:val="003E20CC"/>
    <w:rsid w:val="003E24A6"/>
    <w:rsid w:val="003E28F8"/>
    <w:rsid w:val="003E3F6D"/>
    <w:rsid w:val="003E48B0"/>
    <w:rsid w:val="003E4BAD"/>
    <w:rsid w:val="003E4BCC"/>
    <w:rsid w:val="003E4D2B"/>
    <w:rsid w:val="003E501D"/>
    <w:rsid w:val="003E55A2"/>
    <w:rsid w:val="003E67E9"/>
    <w:rsid w:val="003E682E"/>
    <w:rsid w:val="003E6B31"/>
    <w:rsid w:val="003E6B61"/>
    <w:rsid w:val="003E72B0"/>
    <w:rsid w:val="003E7385"/>
    <w:rsid w:val="003E7396"/>
    <w:rsid w:val="003E7813"/>
    <w:rsid w:val="003F0517"/>
    <w:rsid w:val="003F1158"/>
    <w:rsid w:val="003F1180"/>
    <w:rsid w:val="003F12E4"/>
    <w:rsid w:val="003F19FE"/>
    <w:rsid w:val="003F1C4E"/>
    <w:rsid w:val="003F1C94"/>
    <w:rsid w:val="003F244B"/>
    <w:rsid w:val="003F3328"/>
    <w:rsid w:val="003F3448"/>
    <w:rsid w:val="003F345D"/>
    <w:rsid w:val="003F3890"/>
    <w:rsid w:val="003F3D8D"/>
    <w:rsid w:val="003F3DBB"/>
    <w:rsid w:val="003F46E9"/>
    <w:rsid w:val="003F4759"/>
    <w:rsid w:val="003F491A"/>
    <w:rsid w:val="003F4BBC"/>
    <w:rsid w:val="003F4BC1"/>
    <w:rsid w:val="003F4ED6"/>
    <w:rsid w:val="003F4FAB"/>
    <w:rsid w:val="003F5448"/>
    <w:rsid w:val="003F57C6"/>
    <w:rsid w:val="003F5A50"/>
    <w:rsid w:val="003F5BAD"/>
    <w:rsid w:val="003F5C8C"/>
    <w:rsid w:val="003F60BA"/>
    <w:rsid w:val="003F6AE3"/>
    <w:rsid w:val="003F6D9F"/>
    <w:rsid w:val="003F6ED1"/>
    <w:rsid w:val="003F6F91"/>
    <w:rsid w:val="003F746A"/>
    <w:rsid w:val="003F757C"/>
    <w:rsid w:val="003F7A3C"/>
    <w:rsid w:val="004003AE"/>
    <w:rsid w:val="00400553"/>
    <w:rsid w:val="00401BCA"/>
    <w:rsid w:val="0040203D"/>
    <w:rsid w:val="004020CA"/>
    <w:rsid w:val="00402449"/>
    <w:rsid w:val="004027DE"/>
    <w:rsid w:val="00402EA6"/>
    <w:rsid w:val="00402FCE"/>
    <w:rsid w:val="0040369A"/>
    <w:rsid w:val="00403783"/>
    <w:rsid w:val="00404366"/>
    <w:rsid w:val="00404AE4"/>
    <w:rsid w:val="00404C47"/>
    <w:rsid w:val="00404C68"/>
    <w:rsid w:val="00404E8B"/>
    <w:rsid w:val="00404EFF"/>
    <w:rsid w:val="0040521F"/>
    <w:rsid w:val="00405429"/>
    <w:rsid w:val="00406378"/>
    <w:rsid w:val="0040645A"/>
    <w:rsid w:val="004068B8"/>
    <w:rsid w:val="00406A3A"/>
    <w:rsid w:val="00407075"/>
    <w:rsid w:val="004076C1"/>
    <w:rsid w:val="004078E9"/>
    <w:rsid w:val="00407B3F"/>
    <w:rsid w:val="00407E21"/>
    <w:rsid w:val="00407E93"/>
    <w:rsid w:val="00407EFA"/>
    <w:rsid w:val="00407FE5"/>
    <w:rsid w:val="004101BA"/>
    <w:rsid w:val="0041061E"/>
    <w:rsid w:val="00410FF3"/>
    <w:rsid w:val="004112D0"/>
    <w:rsid w:val="004112F6"/>
    <w:rsid w:val="0041138E"/>
    <w:rsid w:val="004119D8"/>
    <w:rsid w:val="00411E26"/>
    <w:rsid w:val="00411E96"/>
    <w:rsid w:val="00411E9F"/>
    <w:rsid w:val="00412246"/>
    <w:rsid w:val="00412287"/>
    <w:rsid w:val="00412717"/>
    <w:rsid w:val="00412888"/>
    <w:rsid w:val="00412F7B"/>
    <w:rsid w:val="00412F92"/>
    <w:rsid w:val="00413251"/>
    <w:rsid w:val="00413832"/>
    <w:rsid w:val="00413CB9"/>
    <w:rsid w:val="00413EFC"/>
    <w:rsid w:val="004140BC"/>
    <w:rsid w:val="00414518"/>
    <w:rsid w:val="00414591"/>
    <w:rsid w:val="00414C26"/>
    <w:rsid w:val="00414D27"/>
    <w:rsid w:val="00414ED9"/>
    <w:rsid w:val="00415068"/>
    <w:rsid w:val="00415502"/>
    <w:rsid w:val="00415A04"/>
    <w:rsid w:val="00415DD0"/>
    <w:rsid w:val="004161F7"/>
    <w:rsid w:val="004166A0"/>
    <w:rsid w:val="004166EF"/>
    <w:rsid w:val="00416BE0"/>
    <w:rsid w:val="00416FA0"/>
    <w:rsid w:val="004171D9"/>
    <w:rsid w:val="0041723B"/>
    <w:rsid w:val="004174CA"/>
    <w:rsid w:val="00417926"/>
    <w:rsid w:val="00417AF6"/>
    <w:rsid w:val="00417D3C"/>
    <w:rsid w:val="00420912"/>
    <w:rsid w:val="00420DC5"/>
    <w:rsid w:val="00421392"/>
    <w:rsid w:val="0042172A"/>
    <w:rsid w:val="00422572"/>
    <w:rsid w:val="00422A63"/>
    <w:rsid w:val="00422AD8"/>
    <w:rsid w:val="00423285"/>
    <w:rsid w:val="004233E1"/>
    <w:rsid w:val="00423885"/>
    <w:rsid w:val="004238E1"/>
    <w:rsid w:val="00423D42"/>
    <w:rsid w:val="00423D43"/>
    <w:rsid w:val="0042447A"/>
    <w:rsid w:val="004244BC"/>
    <w:rsid w:val="00424AD0"/>
    <w:rsid w:val="00424EA9"/>
    <w:rsid w:val="00424FC4"/>
    <w:rsid w:val="00425108"/>
    <w:rsid w:val="004253D1"/>
    <w:rsid w:val="00425657"/>
    <w:rsid w:val="004256B7"/>
    <w:rsid w:val="00425AEE"/>
    <w:rsid w:val="00425E89"/>
    <w:rsid w:val="004261E7"/>
    <w:rsid w:val="004261F0"/>
    <w:rsid w:val="00426403"/>
    <w:rsid w:val="00426902"/>
    <w:rsid w:val="004269C4"/>
    <w:rsid w:val="00426BA6"/>
    <w:rsid w:val="00426BA9"/>
    <w:rsid w:val="00426DEA"/>
    <w:rsid w:val="00426F80"/>
    <w:rsid w:val="0042796A"/>
    <w:rsid w:val="00427A6B"/>
    <w:rsid w:val="00427DFF"/>
    <w:rsid w:val="00427E90"/>
    <w:rsid w:val="004302B9"/>
    <w:rsid w:val="0043039B"/>
    <w:rsid w:val="00430FBD"/>
    <w:rsid w:val="0043118B"/>
    <w:rsid w:val="00431B41"/>
    <w:rsid w:val="00431BC3"/>
    <w:rsid w:val="00431D71"/>
    <w:rsid w:val="00431D92"/>
    <w:rsid w:val="00431DE2"/>
    <w:rsid w:val="0043237A"/>
    <w:rsid w:val="0043269F"/>
    <w:rsid w:val="00432EDA"/>
    <w:rsid w:val="00433BAD"/>
    <w:rsid w:val="004340B8"/>
    <w:rsid w:val="004340F3"/>
    <w:rsid w:val="00434522"/>
    <w:rsid w:val="00434947"/>
    <w:rsid w:val="00434D02"/>
    <w:rsid w:val="0043563E"/>
    <w:rsid w:val="004358D7"/>
    <w:rsid w:val="00435AC3"/>
    <w:rsid w:val="00436182"/>
    <w:rsid w:val="004363CE"/>
    <w:rsid w:val="004365F2"/>
    <w:rsid w:val="00436DF5"/>
    <w:rsid w:val="00437204"/>
    <w:rsid w:val="004377AE"/>
    <w:rsid w:val="00437A7A"/>
    <w:rsid w:val="00437B40"/>
    <w:rsid w:val="00437C72"/>
    <w:rsid w:val="00437CE4"/>
    <w:rsid w:val="00440A19"/>
    <w:rsid w:val="00441A2C"/>
    <w:rsid w:val="00441BE0"/>
    <w:rsid w:val="00441F19"/>
    <w:rsid w:val="0044256D"/>
    <w:rsid w:val="00442883"/>
    <w:rsid w:val="00442A8D"/>
    <w:rsid w:val="00442B32"/>
    <w:rsid w:val="00442C91"/>
    <w:rsid w:val="004431FF"/>
    <w:rsid w:val="004434BE"/>
    <w:rsid w:val="00443802"/>
    <w:rsid w:val="00443B57"/>
    <w:rsid w:val="004441B1"/>
    <w:rsid w:val="004446EF"/>
    <w:rsid w:val="00444FAF"/>
    <w:rsid w:val="0044502F"/>
    <w:rsid w:val="00445ABE"/>
    <w:rsid w:val="00445C9C"/>
    <w:rsid w:val="00445F7B"/>
    <w:rsid w:val="0044610F"/>
    <w:rsid w:val="00446A4B"/>
    <w:rsid w:val="00446A7D"/>
    <w:rsid w:val="00446B08"/>
    <w:rsid w:val="00447477"/>
    <w:rsid w:val="004476B2"/>
    <w:rsid w:val="00450142"/>
    <w:rsid w:val="00450960"/>
    <w:rsid w:val="00450B84"/>
    <w:rsid w:val="00450D47"/>
    <w:rsid w:val="00450F16"/>
    <w:rsid w:val="004516F8"/>
    <w:rsid w:val="00451BA3"/>
    <w:rsid w:val="00452801"/>
    <w:rsid w:val="00452BE1"/>
    <w:rsid w:val="00452C14"/>
    <w:rsid w:val="00452C81"/>
    <w:rsid w:val="00452F87"/>
    <w:rsid w:val="00453183"/>
    <w:rsid w:val="00453B97"/>
    <w:rsid w:val="00453DFD"/>
    <w:rsid w:val="0045402D"/>
    <w:rsid w:val="004540D7"/>
    <w:rsid w:val="004549E4"/>
    <w:rsid w:val="00454C65"/>
    <w:rsid w:val="00455015"/>
    <w:rsid w:val="00455196"/>
    <w:rsid w:val="004554CA"/>
    <w:rsid w:val="0045553F"/>
    <w:rsid w:val="004564FF"/>
    <w:rsid w:val="00456592"/>
    <w:rsid w:val="00456C4D"/>
    <w:rsid w:val="00456CFC"/>
    <w:rsid w:val="00456E09"/>
    <w:rsid w:val="00457234"/>
    <w:rsid w:val="00457BB6"/>
    <w:rsid w:val="00460651"/>
    <w:rsid w:val="00460CDB"/>
    <w:rsid w:val="00461364"/>
    <w:rsid w:val="00461470"/>
    <w:rsid w:val="0046188E"/>
    <w:rsid w:val="004619AC"/>
    <w:rsid w:val="00461B8E"/>
    <w:rsid w:val="00461C12"/>
    <w:rsid w:val="00461C4B"/>
    <w:rsid w:val="00461D8B"/>
    <w:rsid w:val="004623E4"/>
    <w:rsid w:val="004625AD"/>
    <w:rsid w:val="00462EE0"/>
    <w:rsid w:val="00463641"/>
    <w:rsid w:val="0046376E"/>
    <w:rsid w:val="00463B7D"/>
    <w:rsid w:val="004642E5"/>
    <w:rsid w:val="00464840"/>
    <w:rsid w:val="00464B3F"/>
    <w:rsid w:val="00464E53"/>
    <w:rsid w:val="00464FC6"/>
    <w:rsid w:val="004656C1"/>
    <w:rsid w:val="00465808"/>
    <w:rsid w:val="00466030"/>
    <w:rsid w:val="0046611E"/>
    <w:rsid w:val="004661FA"/>
    <w:rsid w:val="00466212"/>
    <w:rsid w:val="0046635F"/>
    <w:rsid w:val="0046664C"/>
    <w:rsid w:val="004666C9"/>
    <w:rsid w:val="00466ABA"/>
    <w:rsid w:val="00466EC0"/>
    <w:rsid w:val="004673B8"/>
    <w:rsid w:val="004674CC"/>
    <w:rsid w:val="004677B7"/>
    <w:rsid w:val="004678F5"/>
    <w:rsid w:val="004679DF"/>
    <w:rsid w:val="00470252"/>
    <w:rsid w:val="0047028B"/>
    <w:rsid w:val="004702DB"/>
    <w:rsid w:val="00470A9B"/>
    <w:rsid w:val="00470F78"/>
    <w:rsid w:val="00471798"/>
    <w:rsid w:val="00471E8B"/>
    <w:rsid w:val="00472317"/>
    <w:rsid w:val="004725F2"/>
    <w:rsid w:val="0047396B"/>
    <w:rsid w:val="00473C74"/>
    <w:rsid w:val="00473E54"/>
    <w:rsid w:val="00473F4E"/>
    <w:rsid w:val="00474346"/>
    <w:rsid w:val="0047434B"/>
    <w:rsid w:val="00474366"/>
    <w:rsid w:val="0047436A"/>
    <w:rsid w:val="00474438"/>
    <w:rsid w:val="0047484D"/>
    <w:rsid w:val="00474916"/>
    <w:rsid w:val="00474922"/>
    <w:rsid w:val="00474B0B"/>
    <w:rsid w:val="00474BAA"/>
    <w:rsid w:val="00474CC3"/>
    <w:rsid w:val="0047567B"/>
    <w:rsid w:val="004756A2"/>
    <w:rsid w:val="00475D99"/>
    <w:rsid w:val="004760DF"/>
    <w:rsid w:val="00476144"/>
    <w:rsid w:val="004765F7"/>
    <w:rsid w:val="00476843"/>
    <w:rsid w:val="00476FF7"/>
    <w:rsid w:val="00477040"/>
    <w:rsid w:val="0047725E"/>
    <w:rsid w:val="00477275"/>
    <w:rsid w:val="00477797"/>
    <w:rsid w:val="00477F39"/>
    <w:rsid w:val="0048051B"/>
    <w:rsid w:val="004805A3"/>
    <w:rsid w:val="00481066"/>
    <w:rsid w:val="0048109D"/>
    <w:rsid w:val="00481696"/>
    <w:rsid w:val="00481BE2"/>
    <w:rsid w:val="00481DC5"/>
    <w:rsid w:val="004824CF"/>
    <w:rsid w:val="0048298B"/>
    <w:rsid w:val="00482FFC"/>
    <w:rsid w:val="0048328A"/>
    <w:rsid w:val="00483770"/>
    <w:rsid w:val="00483E2F"/>
    <w:rsid w:val="004844E9"/>
    <w:rsid w:val="004845A1"/>
    <w:rsid w:val="00484991"/>
    <w:rsid w:val="00484AE2"/>
    <w:rsid w:val="00484EED"/>
    <w:rsid w:val="00484F94"/>
    <w:rsid w:val="00485081"/>
    <w:rsid w:val="00485745"/>
    <w:rsid w:val="004857B1"/>
    <w:rsid w:val="00485900"/>
    <w:rsid w:val="00485BBC"/>
    <w:rsid w:val="00485CF1"/>
    <w:rsid w:val="00485D17"/>
    <w:rsid w:val="00486189"/>
    <w:rsid w:val="00487DDB"/>
    <w:rsid w:val="00487E87"/>
    <w:rsid w:val="004905CC"/>
    <w:rsid w:val="00490674"/>
    <w:rsid w:val="0049071C"/>
    <w:rsid w:val="00490C16"/>
    <w:rsid w:val="00490F29"/>
    <w:rsid w:val="00491051"/>
    <w:rsid w:val="004918BA"/>
    <w:rsid w:val="00491BB5"/>
    <w:rsid w:val="00491C0F"/>
    <w:rsid w:val="00491C10"/>
    <w:rsid w:val="004926C3"/>
    <w:rsid w:val="00492C11"/>
    <w:rsid w:val="00493050"/>
    <w:rsid w:val="004931B6"/>
    <w:rsid w:val="004933BD"/>
    <w:rsid w:val="00493944"/>
    <w:rsid w:val="004939A4"/>
    <w:rsid w:val="00493BCF"/>
    <w:rsid w:val="00493C3D"/>
    <w:rsid w:val="00493EAD"/>
    <w:rsid w:val="00493F50"/>
    <w:rsid w:val="00494BCF"/>
    <w:rsid w:val="00494FB6"/>
    <w:rsid w:val="00497114"/>
    <w:rsid w:val="0049726C"/>
    <w:rsid w:val="00497495"/>
    <w:rsid w:val="004974A3"/>
    <w:rsid w:val="004975A2"/>
    <w:rsid w:val="004A01C3"/>
    <w:rsid w:val="004A01EB"/>
    <w:rsid w:val="004A0F85"/>
    <w:rsid w:val="004A1058"/>
    <w:rsid w:val="004A119C"/>
    <w:rsid w:val="004A1392"/>
    <w:rsid w:val="004A13C7"/>
    <w:rsid w:val="004A1EC8"/>
    <w:rsid w:val="004A1F1A"/>
    <w:rsid w:val="004A265E"/>
    <w:rsid w:val="004A284E"/>
    <w:rsid w:val="004A2B08"/>
    <w:rsid w:val="004A2DAE"/>
    <w:rsid w:val="004A34FC"/>
    <w:rsid w:val="004A3943"/>
    <w:rsid w:val="004A4158"/>
    <w:rsid w:val="004A4265"/>
    <w:rsid w:val="004A4786"/>
    <w:rsid w:val="004A4CB8"/>
    <w:rsid w:val="004A5C46"/>
    <w:rsid w:val="004A5EB4"/>
    <w:rsid w:val="004A66E1"/>
    <w:rsid w:val="004A6700"/>
    <w:rsid w:val="004A6DF7"/>
    <w:rsid w:val="004A6E15"/>
    <w:rsid w:val="004A7385"/>
    <w:rsid w:val="004A76DB"/>
    <w:rsid w:val="004A7824"/>
    <w:rsid w:val="004B07FA"/>
    <w:rsid w:val="004B0AB4"/>
    <w:rsid w:val="004B0F24"/>
    <w:rsid w:val="004B0FA3"/>
    <w:rsid w:val="004B137B"/>
    <w:rsid w:val="004B1454"/>
    <w:rsid w:val="004B1CD0"/>
    <w:rsid w:val="004B2E8E"/>
    <w:rsid w:val="004B3380"/>
    <w:rsid w:val="004B3741"/>
    <w:rsid w:val="004B525D"/>
    <w:rsid w:val="004B53B7"/>
    <w:rsid w:val="004B5461"/>
    <w:rsid w:val="004B5E7E"/>
    <w:rsid w:val="004B5FEC"/>
    <w:rsid w:val="004B6137"/>
    <w:rsid w:val="004B6669"/>
    <w:rsid w:val="004B6956"/>
    <w:rsid w:val="004B770B"/>
    <w:rsid w:val="004B7AED"/>
    <w:rsid w:val="004C003A"/>
    <w:rsid w:val="004C02C4"/>
    <w:rsid w:val="004C05CC"/>
    <w:rsid w:val="004C06A5"/>
    <w:rsid w:val="004C07F9"/>
    <w:rsid w:val="004C0A04"/>
    <w:rsid w:val="004C0C02"/>
    <w:rsid w:val="004C1287"/>
    <w:rsid w:val="004C16CB"/>
    <w:rsid w:val="004C1AFB"/>
    <w:rsid w:val="004C1B97"/>
    <w:rsid w:val="004C1FB9"/>
    <w:rsid w:val="004C205C"/>
    <w:rsid w:val="004C2860"/>
    <w:rsid w:val="004C2B9C"/>
    <w:rsid w:val="004C2CC4"/>
    <w:rsid w:val="004C2FC4"/>
    <w:rsid w:val="004C30EA"/>
    <w:rsid w:val="004C32B5"/>
    <w:rsid w:val="004C37AB"/>
    <w:rsid w:val="004C3C36"/>
    <w:rsid w:val="004C3CA8"/>
    <w:rsid w:val="004C3EE2"/>
    <w:rsid w:val="004C407C"/>
    <w:rsid w:val="004C4781"/>
    <w:rsid w:val="004C48F2"/>
    <w:rsid w:val="004C49FE"/>
    <w:rsid w:val="004C4BB3"/>
    <w:rsid w:val="004C5170"/>
    <w:rsid w:val="004C5216"/>
    <w:rsid w:val="004C59DB"/>
    <w:rsid w:val="004C59FD"/>
    <w:rsid w:val="004C5E50"/>
    <w:rsid w:val="004C5FE0"/>
    <w:rsid w:val="004C618B"/>
    <w:rsid w:val="004C61B2"/>
    <w:rsid w:val="004C7285"/>
    <w:rsid w:val="004C76A9"/>
    <w:rsid w:val="004C77CF"/>
    <w:rsid w:val="004C78B4"/>
    <w:rsid w:val="004C7D6D"/>
    <w:rsid w:val="004D03D3"/>
    <w:rsid w:val="004D05D2"/>
    <w:rsid w:val="004D0A6D"/>
    <w:rsid w:val="004D0A70"/>
    <w:rsid w:val="004D167B"/>
    <w:rsid w:val="004D1729"/>
    <w:rsid w:val="004D174C"/>
    <w:rsid w:val="004D21E8"/>
    <w:rsid w:val="004D225D"/>
    <w:rsid w:val="004D290B"/>
    <w:rsid w:val="004D29D4"/>
    <w:rsid w:val="004D29F2"/>
    <w:rsid w:val="004D2E04"/>
    <w:rsid w:val="004D2F0D"/>
    <w:rsid w:val="004D311D"/>
    <w:rsid w:val="004D3265"/>
    <w:rsid w:val="004D328D"/>
    <w:rsid w:val="004D32E9"/>
    <w:rsid w:val="004D34BC"/>
    <w:rsid w:val="004D3C13"/>
    <w:rsid w:val="004D413F"/>
    <w:rsid w:val="004D44A7"/>
    <w:rsid w:val="004D4532"/>
    <w:rsid w:val="004D4650"/>
    <w:rsid w:val="004D4661"/>
    <w:rsid w:val="004D4F14"/>
    <w:rsid w:val="004D5300"/>
    <w:rsid w:val="004D54CA"/>
    <w:rsid w:val="004D5853"/>
    <w:rsid w:val="004D5A7A"/>
    <w:rsid w:val="004D6034"/>
    <w:rsid w:val="004D654D"/>
    <w:rsid w:val="004D66DC"/>
    <w:rsid w:val="004D699A"/>
    <w:rsid w:val="004D7173"/>
    <w:rsid w:val="004D7578"/>
    <w:rsid w:val="004D773F"/>
    <w:rsid w:val="004D7F8C"/>
    <w:rsid w:val="004E0301"/>
    <w:rsid w:val="004E07AB"/>
    <w:rsid w:val="004E0E0D"/>
    <w:rsid w:val="004E0F0D"/>
    <w:rsid w:val="004E129B"/>
    <w:rsid w:val="004E1535"/>
    <w:rsid w:val="004E1553"/>
    <w:rsid w:val="004E23E2"/>
    <w:rsid w:val="004E2480"/>
    <w:rsid w:val="004E280C"/>
    <w:rsid w:val="004E2A2E"/>
    <w:rsid w:val="004E2F96"/>
    <w:rsid w:val="004E30D4"/>
    <w:rsid w:val="004E3E62"/>
    <w:rsid w:val="004E4402"/>
    <w:rsid w:val="004E45DB"/>
    <w:rsid w:val="004E4751"/>
    <w:rsid w:val="004E4F0C"/>
    <w:rsid w:val="004E595F"/>
    <w:rsid w:val="004E5B02"/>
    <w:rsid w:val="004E5BAE"/>
    <w:rsid w:val="004E5CAB"/>
    <w:rsid w:val="004E60F0"/>
    <w:rsid w:val="004E6A78"/>
    <w:rsid w:val="004E6F66"/>
    <w:rsid w:val="004E6FE9"/>
    <w:rsid w:val="004E7939"/>
    <w:rsid w:val="004E7FF0"/>
    <w:rsid w:val="004F13D3"/>
    <w:rsid w:val="004F13F2"/>
    <w:rsid w:val="004F14A9"/>
    <w:rsid w:val="004F199D"/>
    <w:rsid w:val="004F1A56"/>
    <w:rsid w:val="004F1AB9"/>
    <w:rsid w:val="004F1B9F"/>
    <w:rsid w:val="004F1D02"/>
    <w:rsid w:val="004F29C5"/>
    <w:rsid w:val="004F2FB7"/>
    <w:rsid w:val="004F3199"/>
    <w:rsid w:val="004F32AE"/>
    <w:rsid w:val="004F339F"/>
    <w:rsid w:val="004F34DE"/>
    <w:rsid w:val="004F3695"/>
    <w:rsid w:val="004F3F35"/>
    <w:rsid w:val="004F44A7"/>
    <w:rsid w:val="004F46A9"/>
    <w:rsid w:val="004F47C9"/>
    <w:rsid w:val="004F4BA3"/>
    <w:rsid w:val="004F4BD9"/>
    <w:rsid w:val="004F5231"/>
    <w:rsid w:val="004F542E"/>
    <w:rsid w:val="004F55B5"/>
    <w:rsid w:val="004F56F7"/>
    <w:rsid w:val="004F5E7A"/>
    <w:rsid w:val="004F5F97"/>
    <w:rsid w:val="004F6855"/>
    <w:rsid w:val="004F6994"/>
    <w:rsid w:val="004F6A96"/>
    <w:rsid w:val="004F6CBD"/>
    <w:rsid w:val="004F70A4"/>
    <w:rsid w:val="004F7504"/>
    <w:rsid w:val="004F774A"/>
    <w:rsid w:val="004F7B3C"/>
    <w:rsid w:val="004F7E3D"/>
    <w:rsid w:val="004F7EB8"/>
    <w:rsid w:val="00500557"/>
    <w:rsid w:val="0050068F"/>
    <w:rsid w:val="0050093A"/>
    <w:rsid w:val="00500A29"/>
    <w:rsid w:val="00500CD3"/>
    <w:rsid w:val="00500ED8"/>
    <w:rsid w:val="005011AC"/>
    <w:rsid w:val="00501218"/>
    <w:rsid w:val="0050212A"/>
    <w:rsid w:val="0050214B"/>
    <w:rsid w:val="00502158"/>
    <w:rsid w:val="00502250"/>
    <w:rsid w:val="005023B2"/>
    <w:rsid w:val="00502B7F"/>
    <w:rsid w:val="00502CDD"/>
    <w:rsid w:val="00502D56"/>
    <w:rsid w:val="00502F18"/>
    <w:rsid w:val="005032D0"/>
    <w:rsid w:val="00503CDD"/>
    <w:rsid w:val="00504005"/>
    <w:rsid w:val="0050415D"/>
    <w:rsid w:val="005041C8"/>
    <w:rsid w:val="00504505"/>
    <w:rsid w:val="005046A5"/>
    <w:rsid w:val="00504BE2"/>
    <w:rsid w:val="005051D3"/>
    <w:rsid w:val="0050527D"/>
    <w:rsid w:val="00505299"/>
    <w:rsid w:val="00505314"/>
    <w:rsid w:val="0050578A"/>
    <w:rsid w:val="00505894"/>
    <w:rsid w:val="00505DAF"/>
    <w:rsid w:val="00506253"/>
    <w:rsid w:val="005065B3"/>
    <w:rsid w:val="00506EEC"/>
    <w:rsid w:val="00506FD6"/>
    <w:rsid w:val="0050730C"/>
    <w:rsid w:val="0050765C"/>
    <w:rsid w:val="0050784D"/>
    <w:rsid w:val="00507A7C"/>
    <w:rsid w:val="00507BE0"/>
    <w:rsid w:val="00507FBF"/>
    <w:rsid w:val="00510359"/>
    <w:rsid w:val="00510423"/>
    <w:rsid w:val="00510588"/>
    <w:rsid w:val="00510819"/>
    <w:rsid w:val="00510952"/>
    <w:rsid w:val="00510A70"/>
    <w:rsid w:val="00510BCF"/>
    <w:rsid w:val="00510FAE"/>
    <w:rsid w:val="0051163A"/>
    <w:rsid w:val="0051218F"/>
    <w:rsid w:val="00512304"/>
    <w:rsid w:val="00512924"/>
    <w:rsid w:val="005129AB"/>
    <w:rsid w:val="00512D27"/>
    <w:rsid w:val="00512E24"/>
    <w:rsid w:val="005130C7"/>
    <w:rsid w:val="00513379"/>
    <w:rsid w:val="005139D2"/>
    <w:rsid w:val="00513A14"/>
    <w:rsid w:val="00513C2B"/>
    <w:rsid w:val="005140C8"/>
    <w:rsid w:val="00514347"/>
    <w:rsid w:val="00515325"/>
    <w:rsid w:val="0051538A"/>
    <w:rsid w:val="00515DC6"/>
    <w:rsid w:val="00515E98"/>
    <w:rsid w:val="0051634C"/>
    <w:rsid w:val="00516662"/>
    <w:rsid w:val="00516722"/>
    <w:rsid w:val="005167C4"/>
    <w:rsid w:val="005171EC"/>
    <w:rsid w:val="00517223"/>
    <w:rsid w:val="00517EF5"/>
    <w:rsid w:val="0052053B"/>
    <w:rsid w:val="0052088F"/>
    <w:rsid w:val="00521297"/>
    <w:rsid w:val="0052133E"/>
    <w:rsid w:val="005214DA"/>
    <w:rsid w:val="005218B7"/>
    <w:rsid w:val="005219A8"/>
    <w:rsid w:val="00521BA0"/>
    <w:rsid w:val="00521DF8"/>
    <w:rsid w:val="00521E35"/>
    <w:rsid w:val="0052223B"/>
    <w:rsid w:val="00522A40"/>
    <w:rsid w:val="00522B51"/>
    <w:rsid w:val="00522C2A"/>
    <w:rsid w:val="00522D6D"/>
    <w:rsid w:val="0052424E"/>
    <w:rsid w:val="00524406"/>
    <w:rsid w:val="0052495C"/>
    <w:rsid w:val="00524997"/>
    <w:rsid w:val="00524BB6"/>
    <w:rsid w:val="00524C66"/>
    <w:rsid w:val="00524CC3"/>
    <w:rsid w:val="00524F19"/>
    <w:rsid w:val="005250A1"/>
    <w:rsid w:val="00525522"/>
    <w:rsid w:val="00525A3D"/>
    <w:rsid w:val="00526C8F"/>
    <w:rsid w:val="00526E3B"/>
    <w:rsid w:val="00527AA9"/>
    <w:rsid w:val="00530673"/>
    <w:rsid w:val="00530BE5"/>
    <w:rsid w:val="00530C53"/>
    <w:rsid w:val="00530E70"/>
    <w:rsid w:val="0053104F"/>
    <w:rsid w:val="005311A5"/>
    <w:rsid w:val="005311BE"/>
    <w:rsid w:val="005311E6"/>
    <w:rsid w:val="005314E8"/>
    <w:rsid w:val="00531ADD"/>
    <w:rsid w:val="00531C4B"/>
    <w:rsid w:val="00531C78"/>
    <w:rsid w:val="00531F7C"/>
    <w:rsid w:val="00531FB8"/>
    <w:rsid w:val="0053249A"/>
    <w:rsid w:val="005327A3"/>
    <w:rsid w:val="00532865"/>
    <w:rsid w:val="00532A52"/>
    <w:rsid w:val="00532F4B"/>
    <w:rsid w:val="00533169"/>
    <w:rsid w:val="00533A91"/>
    <w:rsid w:val="00533E65"/>
    <w:rsid w:val="00533F71"/>
    <w:rsid w:val="00534119"/>
    <w:rsid w:val="005341ED"/>
    <w:rsid w:val="00534694"/>
    <w:rsid w:val="00534877"/>
    <w:rsid w:val="005348AB"/>
    <w:rsid w:val="005349D7"/>
    <w:rsid w:val="00534BCE"/>
    <w:rsid w:val="00535082"/>
    <w:rsid w:val="005350C6"/>
    <w:rsid w:val="005361D6"/>
    <w:rsid w:val="00536350"/>
    <w:rsid w:val="00537924"/>
    <w:rsid w:val="005403C8"/>
    <w:rsid w:val="0054062E"/>
    <w:rsid w:val="00540D93"/>
    <w:rsid w:val="00540F19"/>
    <w:rsid w:val="005415A8"/>
    <w:rsid w:val="005419AC"/>
    <w:rsid w:val="00542606"/>
    <w:rsid w:val="005429D7"/>
    <w:rsid w:val="00542A42"/>
    <w:rsid w:val="00542C85"/>
    <w:rsid w:val="005437AC"/>
    <w:rsid w:val="005438DC"/>
    <w:rsid w:val="00543D83"/>
    <w:rsid w:val="00543FF4"/>
    <w:rsid w:val="005440CC"/>
    <w:rsid w:val="005440CF"/>
    <w:rsid w:val="005443B4"/>
    <w:rsid w:val="005449F4"/>
    <w:rsid w:val="0054512A"/>
    <w:rsid w:val="0054550E"/>
    <w:rsid w:val="005459B4"/>
    <w:rsid w:val="0054607F"/>
    <w:rsid w:val="00546148"/>
    <w:rsid w:val="00546654"/>
    <w:rsid w:val="0054683C"/>
    <w:rsid w:val="00546CF6"/>
    <w:rsid w:val="00546DE8"/>
    <w:rsid w:val="00547554"/>
    <w:rsid w:val="0054770C"/>
    <w:rsid w:val="00547B52"/>
    <w:rsid w:val="00547C13"/>
    <w:rsid w:val="005508CE"/>
    <w:rsid w:val="00550C36"/>
    <w:rsid w:val="00550DD5"/>
    <w:rsid w:val="005510EF"/>
    <w:rsid w:val="00551D6A"/>
    <w:rsid w:val="00551F9A"/>
    <w:rsid w:val="005520E7"/>
    <w:rsid w:val="0055267D"/>
    <w:rsid w:val="00552F6B"/>
    <w:rsid w:val="005535F1"/>
    <w:rsid w:val="005535FB"/>
    <w:rsid w:val="0055386D"/>
    <w:rsid w:val="00553F3D"/>
    <w:rsid w:val="005540DA"/>
    <w:rsid w:val="0055471F"/>
    <w:rsid w:val="00554AA0"/>
    <w:rsid w:val="00554B1E"/>
    <w:rsid w:val="00554C69"/>
    <w:rsid w:val="00554CFD"/>
    <w:rsid w:val="00554E0D"/>
    <w:rsid w:val="00555334"/>
    <w:rsid w:val="00555474"/>
    <w:rsid w:val="00555A8B"/>
    <w:rsid w:val="00555C38"/>
    <w:rsid w:val="00556199"/>
    <w:rsid w:val="00556263"/>
    <w:rsid w:val="0055694A"/>
    <w:rsid w:val="00556B33"/>
    <w:rsid w:val="00556B50"/>
    <w:rsid w:val="0055717F"/>
    <w:rsid w:val="005575F6"/>
    <w:rsid w:val="005576F7"/>
    <w:rsid w:val="0055788B"/>
    <w:rsid w:val="00557FE1"/>
    <w:rsid w:val="00560278"/>
    <w:rsid w:val="00560849"/>
    <w:rsid w:val="00560B0C"/>
    <w:rsid w:val="00560CD2"/>
    <w:rsid w:val="00560EF2"/>
    <w:rsid w:val="00561155"/>
    <w:rsid w:val="005618A9"/>
    <w:rsid w:val="00561C90"/>
    <w:rsid w:val="00561FCA"/>
    <w:rsid w:val="005621BC"/>
    <w:rsid w:val="005625DB"/>
    <w:rsid w:val="005627BC"/>
    <w:rsid w:val="00562925"/>
    <w:rsid w:val="00562D12"/>
    <w:rsid w:val="005636CB"/>
    <w:rsid w:val="00563709"/>
    <w:rsid w:val="00563A29"/>
    <w:rsid w:val="00563E26"/>
    <w:rsid w:val="005641FB"/>
    <w:rsid w:val="005647CD"/>
    <w:rsid w:val="00564C3C"/>
    <w:rsid w:val="00564D18"/>
    <w:rsid w:val="00565005"/>
    <w:rsid w:val="005657AC"/>
    <w:rsid w:val="005659E3"/>
    <w:rsid w:val="00565D0D"/>
    <w:rsid w:val="00565E45"/>
    <w:rsid w:val="00565F9E"/>
    <w:rsid w:val="0056616B"/>
    <w:rsid w:val="00566656"/>
    <w:rsid w:val="005667FA"/>
    <w:rsid w:val="005669D6"/>
    <w:rsid w:val="00566CE8"/>
    <w:rsid w:val="00566E90"/>
    <w:rsid w:val="005678DA"/>
    <w:rsid w:val="00567A91"/>
    <w:rsid w:val="00567B2F"/>
    <w:rsid w:val="00567CE4"/>
    <w:rsid w:val="00567E3E"/>
    <w:rsid w:val="00570416"/>
    <w:rsid w:val="005705A0"/>
    <w:rsid w:val="00570783"/>
    <w:rsid w:val="00570825"/>
    <w:rsid w:val="00570C2B"/>
    <w:rsid w:val="00571281"/>
    <w:rsid w:val="00571A05"/>
    <w:rsid w:val="00571B08"/>
    <w:rsid w:val="00571FFC"/>
    <w:rsid w:val="00572370"/>
    <w:rsid w:val="00572864"/>
    <w:rsid w:val="00572B48"/>
    <w:rsid w:val="00573775"/>
    <w:rsid w:val="0057391A"/>
    <w:rsid w:val="00573975"/>
    <w:rsid w:val="0057432B"/>
    <w:rsid w:val="005745F5"/>
    <w:rsid w:val="00574A38"/>
    <w:rsid w:val="00574B9A"/>
    <w:rsid w:val="005755CD"/>
    <w:rsid w:val="005757FA"/>
    <w:rsid w:val="005764EF"/>
    <w:rsid w:val="00576877"/>
    <w:rsid w:val="00576F98"/>
    <w:rsid w:val="00577284"/>
    <w:rsid w:val="0057749A"/>
    <w:rsid w:val="005774E2"/>
    <w:rsid w:val="00577607"/>
    <w:rsid w:val="00577AA6"/>
    <w:rsid w:val="00577B2B"/>
    <w:rsid w:val="00577F31"/>
    <w:rsid w:val="0058000D"/>
    <w:rsid w:val="00580591"/>
    <w:rsid w:val="005805DD"/>
    <w:rsid w:val="00580938"/>
    <w:rsid w:val="0058210E"/>
    <w:rsid w:val="005821D8"/>
    <w:rsid w:val="0058233A"/>
    <w:rsid w:val="0058259C"/>
    <w:rsid w:val="005826A6"/>
    <w:rsid w:val="0058294A"/>
    <w:rsid w:val="00582C79"/>
    <w:rsid w:val="005833A7"/>
    <w:rsid w:val="0058360A"/>
    <w:rsid w:val="005836C6"/>
    <w:rsid w:val="00583E59"/>
    <w:rsid w:val="00584066"/>
    <w:rsid w:val="00584881"/>
    <w:rsid w:val="00584954"/>
    <w:rsid w:val="00584A01"/>
    <w:rsid w:val="00584AA8"/>
    <w:rsid w:val="00585083"/>
    <w:rsid w:val="0058509F"/>
    <w:rsid w:val="00585188"/>
    <w:rsid w:val="0058596B"/>
    <w:rsid w:val="00586208"/>
    <w:rsid w:val="005866DC"/>
    <w:rsid w:val="005869E0"/>
    <w:rsid w:val="00587025"/>
    <w:rsid w:val="005875F9"/>
    <w:rsid w:val="00587FEF"/>
    <w:rsid w:val="0059045C"/>
    <w:rsid w:val="0059052D"/>
    <w:rsid w:val="00590686"/>
    <w:rsid w:val="0059074C"/>
    <w:rsid w:val="005907C6"/>
    <w:rsid w:val="00590A6D"/>
    <w:rsid w:val="00590A80"/>
    <w:rsid w:val="00590D77"/>
    <w:rsid w:val="00590DCA"/>
    <w:rsid w:val="005913E5"/>
    <w:rsid w:val="005914B3"/>
    <w:rsid w:val="0059152F"/>
    <w:rsid w:val="00591694"/>
    <w:rsid w:val="00591DC2"/>
    <w:rsid w:val="00591E40"/>
    <w:rsid w:val="00591ED4"/>
    <w:rsid w:val="00591FA7"/>
    <w:rsid w:val="00591FEC"/>
    <w:rsid w:val="005924F6"/>
    <w:rsid w:val="005928A7"/>
    <w:rsid w:val="00592A35"/>
    <w:rsid w:val="00592C9F"/>
    <w:rsid w:val="00593939"/>
    <w:rsid w:val="005939A9"/>
    <w:rsid w:val="00593FF1"/>
    <w:rsid w:val="00594A89"/>
    <w:rsid w:val="00595239"/>
    <w:rsid w:val="0059525B"/>
    <w:rsid w:val="0059563B"/>
    <w:rsid w:val="00595934"/>
    <w:rsid w:val="00595F17"/>
    <w:rsid w:val="00596169"/>
    <w:rsid w:val="005968E1"/>
    <w:rsid w:val="0059690E"/>
    <w:rsid w:val="00596AE7"/>
    <w:rsid w:val="00597B84"/>
    <w:rsid w:val="00597C20"/>
    <w:rsid w:val="00597CD2"/>
    <w:rsid w:val="005A0156"/>
    <w:rsid w:val="005A0590"/>
    <w:rsid w:val="005A07A7"/>
    <w:rsid w:val="005A0877"/>
    <w:rsid w:val="005A0936"/>
    <w:rsid w:val="005A0BC6"/>
    <w:rsid w:val="005A0E8D"/>
    <w:rsid w:val="005A157F"/>
    <w:rsid w:val="005A1970"/>
    <w:rsid w:val="005A19EE"/>
    <w:rsid w:val="005A1D4F"/>
    <w:rsid w:val="005A1D92"/>
    <w:rsid w:val="005A1DE9"/>
    <w:rsid w:val="005A2031"/>
    <w:rsid w:val="005A2BAD"/>
    <w:rsid w:val="005A2DBB"/>
    <w:rsid w:val="005A2DEA"/>
    <w:rsid w:val="005A2FE2"/>
    <w:rsid w:val="005A3155"/>
    <w:rsid w:val="005A31DF"/>
    <w:rsid w:val="005A3F76"/>
    <w:rsid w:val="005A4240"/>
    <w:rsid w:val="005A454E"/>
    <w:rsid w:val="005A4909"/>
    <w:rsid w:val="005A4C22"/>
    <w:rsid w:val="005A4ED8"/>
    <w:rsid w:val="005A5DAD"/>
    <w:rsid w:val="005A5DF6"/>
    <w:rsid w:val="005A616F"/>
    <w:rsid w:val="005A63C0"/>
    <w:rsid w:val="005A6487"/>
    <w:rsid w:val="005A6AA0"/>
    <w:rsid w:val="005A7217"/>
    <w:rsid w:val="005A74E8"/>
    <w:rsid w:val="005A755E"/>
    <w:rsid w:val="005A7917"/>
    <w:rsid w:val="005B007A"/>
    <w:rsid w:val="005B036F"/>
    <w:rsid w:val="005B0406"/>
    <w:rsid w:val="005B0463"/>
    <w:rsid w:val="005B0905"/>
    <w:rsid w:val="005B113A"/>
    <w:rsid w:val="005B154D"/>
    <w:rsid w:val="005B1D11"/>
    <w:rsid w:val="005B20BC"/>
    <w:rsid w:val="005B23B2"/>
    <w:rsid w:val="005B258A"/>
    <w:rsid w:val="005B2663"/>
    <w:rsid w:val="005B26B0"/>
    <w:rsid w:val="005B2AEA"/>
    <w:rsid w:val="005B4415"/>
    <w:rsid w:val="005B4574"/>
    <w:rsid w:val="005B4C07"/>
    <w:rsid w:val="005B4EFD"/>
    <w:rsid w:val="005B4F38"/>
    <w:rsid w:val="005B50D9"/>
    <w:rsid w:val="005B539F"/>
    <w:rsid w:val="005B5DA3"/>
    <w:rsid w:val="005B6012"/>
    <w:rsid w:val="005B6099"/>
    <w:rsid w:val="005B65A2"/>
    <w:rsid w:val="005B6EE8"/>
    <w:rsid w:val="005B7391"/>
    <w:rsid w:val="005B77D2"/>
    <w:rsid w:val="005B77FD"/>
    <w:rsid w:val="005C017C"/>
    <w:rsid w:val="005C042B"/>
    <w:rsid w:val="005C0871"/>
    <w:rsid w:val="005C0882"/>
    <w:rsid w:val="005C18AB"/>
    <w:rsid w:val="005C1ADF"/>
    <w:rsid w:val="005C1F07"/>
    <w:rsid w:val="005C2226"/>
    <w:rsid w:val="005C2284"/>
    <w:rsid w:val="005C2374"/>
    <w:rsid w:val="005C2500"/>
    <w:rsid w:val="005C2C8B"/>
    <w:rsid w:val="005C2F66"/>
    <w:rsid w:val="005C30B2"/>
    <w:rsid w:val="005C30F3"/>
    <w:rsid w:val="005C4394"/>
    <w:rsid w:val="005C492F"/>
    <w:rsid w:val="005C5C75"/>
    <w:rsid w:val="005C5EE1"/>
    <w:rsid w:val="005C5F38"/>
    <w:rsid w:val="005C631A"/>
    <w:rsid w:val="005C6721"/>
    <w:rsid w:val="005C67D2"/>
    <w:rsid w:val="005C69E6"/>
    <w:rsid w:val="005C6DD8"/>
    <w:rsid w:val="005C72D6"/>
    <w:rsid w:val="005C7631"/>
    <w:rsid w:val="005C7858"/>
    <w:rsid w:val="005C7D6F"/>
    <w:rsid w:val="005D0351"/>
    <w:rsid w:val="005D0629"/>
    <w:rsid w:val="005D0A74"/>
    <w:rsid w:val="005D11B5"/>
    <w:rsid w:val="005D13D4"/>
    <w:rsid w:val="005D186D"/>
    <w:rsid w:val="005D18C2"/>
    <w:rsid w:val="005D1E3E"/>
    <w:rsid w:val="005D228E"/>
    <w:rsid w:val="005D2291"/>
    <w:rsid w:val="005D29F6"/>
    <w:rsid w:val="005D2FA2"/>
    <w:rsid w:val="005D31EF"/>
    <w:rsid w:val="005D3725"/>
    <w:rsid w:val="005D3BE7"/>
    <w:rsid w:val="005D4701"/>
    <w:rsid w:val="005D497C"/>
    <w:rsid w:val="005D498C"/>
    <w:rsid w:val="005D4C85"/>
    <w:rsid w:val="005D4E32"/>
    <w:rsid w:val="005D4E70"/>
    <w:rsid w:val="005D50A2"/>
    <w:rsid w:val="005D5207"/>
    <w:rsid w:val="005D579D"/>
    <w:rsid w:val="005D5A2B"/>
    <w:rsid w:val="005D5DEA"/>
    <w:rsid w:val="005D5E31"/>
    <w:rsid w:val="005D68FD"/>
    <w:rsid w:val="005D6A1A"/>
    <w:rsid w:val="005D6F49"/>
    <w:rsid w:val="005D7418"/>
    <w:rsid w:val="005D7804"/>
    <w:rsid w:val="005D7EAE"/>
    <w:rsid w:val="005D7F75"/>
    <w:rsid w:val="005E00CA"/>
    <w:rsid w:val="005E00F8"/>
    <w:rsid w:val="005E0141"/>
    <w:rsid w:val="005E107C"/>
    <w:rsid w:val="005E249B"/>
    <w:rsid w:val="005E27E6"/>
    <w:rsid w:val="005E296E"/>
    <w:rsid w:val="005E2B62"/>
    <w:rsid w:val="005E2C83"/>
    <w:rsid w:val="005E2D8F"/>
    <w:rsid w:val="005E2F12"/>
    <w:rsid w:val="005E314C"/>
    <w:rsid w:val="005E336F"/>
    <w:rsid w:val="005E379D"/>
    <w:rsid w:val="005E3876"/>
    <w:rsid w:val="005E3D3F"/>
    <w:rsid w:val="005E4441"/>
    <w:rsid w:val="005E4483"/>
    <w:rsid w:val="005E478C"/>
    <w:rsid w:val="005E526F"/>
    <w:rsid w:val="005E55DE"/>
    <w:rsid w:val="005E571F"/>
    <w:rsid w:val="005E5C4B"/>
    <w:rsid w:val="005E5F2A"/>
    <w:rsid w:val="005E6326"/>
    <w:rsid w:val="005E64E7"/>
    <w:rsid w:val="005E67BF"/>
    <w:rsid w:val="005E67FF"/>
    <w:rsid w:val="005E6933"/>
    <w:rsid w:val="005E717D"/>
    <w:rsid w:val="005E74F4"/>
    <w:rsid w:val="005E79AD"/>
    <w:rsid w:val="005E7D2D"/>
    <w:rsid w:val="005E7E69"/>
    <w:rsid w:val="005E7E85"/>
    <w:rsid w:val="005E7FE1"/>
    <w:rsid w:val="005F01B2"/>
    <w:rsid w:val="005F0E9F"/>
    <w:rsid w:val="005F16C2"/>
    <w:rsid w:val="005F1A9D"/>
    <w:rsid w:val="005F1C62"/>
    <w:rsid w:val="005F1EF0"/>
    <w:rsid w:val="005F2019"/>
    <w:rsid w:val="005F2F46"/>
    <w:rsid w:val="005F30F5"/>
    <w:rsid w:val="005F3166"/>
    <w:rsid w:val="005F3855"/>
    <w:rsid w:val="005F3B01"/>
    <w:rsid w:val="005F3CF7"/>
    <w:rsid w:val="005F3E23"/>
    <w:rsid w:val="005F46D6"/>
    <w:rsid w:val="005F48C0"/>
    <w:rsid w:val="005F4AF4"/>
    <w:rsid w:val="005F4EA9"/>
    <w:rsid w:val="005F52A4"/>
    <w:rsid w:val="005F5539"/>
    <w:rsid w:val="005F563C"/>
    <w:rsid w:val="005F5B24"/>
    <w:rsid w:val="005F5B3E"/>
    <w:rsid w:val="005F5D3B"/>
    <w:rsid w:val="005F604B"/>
    <w:rsid w:val="005F6083"/>
    <w:rsid w:val="005F61BE"/>
    <w:rsid w:val="005F6311"/>
    <w:rsid w:val="005F6B78"/>
    <w:rsid w:val="005F6C82"/>
    <w:rsid w:val="005F7123"/>
    <w:rsid w:val="005F75F7"/>
    <w:rsid w:val="005F7BEA"/>
    <w:rsid w:val="005F7CF8"/>
    <w:rsid w:val="005F7F96"/>
    <w:rsid w:val="0060047E"/>
    <w:rsid w:val="0060094F"/>
    <w:rsid w:val="00600EEC"/>
    <w:rsid w:val="00600F5B"/>
    <w:rsid w:val="006014CB"/>
    <w:rsid w:val="00601526"/>
    <w:rsid w:val="00601774"/>
    <w:rsid w:val="006018E5"/>
    <w:rsid w:val="00601BB0"/>
    <w:rsid w:val="00601CFC"/>
    <w:rsid w:val="0060235C"/>
    <w:rsid w:val="006027AB"/>
    <w:rsid w:val="006035A6"/>
    <w:rsid w:val="00603753"/>
    <w:rsid w:val="00603AF8"/>
    <w:rsid w:val="006041AD"/>
    <w:rsid w:val="006042B2"/>
    <w:rsid w:val="006042DE"/>
    <w:rsid w:val="006044DB"/>
    <w:rsid w:val="00605EB4"/>
    <w:rsid w:val="00607344"/>
    <w:rsid w:val="00607477"/>
    <w:rsid w:val="006078BC"/>
    <w:rsid w:val="00607A9C"/>
    <w:rsid w:val="00610038"/>
    <w:rsid w:val="006104C7"/>
    <w:rsid w:val="006105F4"/>
    <w:rsid w:val="006113D7"/>
    <w:rsid w:val="00611AAA"/>
    <w:rsid w:val="00611EAC"/>
    <w:rsid w:val="00611F21"/>
    <w:rsid w:val="0061211F"/>
    <w:rsid w:val="006122B0"/>
    <w:rsid w:val="00612354"/>
    <w:rsid w:val="00612ADA"/>
    <w:rsid w:val="00612D38"/>
    <w:rsid w:val="00613194"/>
    <w:rsid w:val="006132A6"/>
    <w:rsid w:val="00613414"/>
    <w:rsid w:val="00613672"/>
    <w:rsid w:val="00613695"/>
    <w:rsid w:val="006137E3"/>
    <w:rsid w:val="006139B1"/>
    <w:rsid w:val="00613D95"/>
    <w:rsid w:val="0061455F"/>
    <w:rsid w:val="00614563"/>
    <w:rsid w:val="006147C4"/>
    <w:rsid w:val="00614D83"/>
    <w:rsid w:val="00614E4A"/>
    <w:rsid w:val="0061504C"/>
    <w:rsid w:val="0061521B"/>
    <w:rsid w:val="006156BB"/>
    <w:rsid w:val="006156E3"/>
    <w:rsid w:val="006163AF"/>
    <w:rsid w:val="00616950"/>
    <w:rsid w:val="00616F70"/>
    <w:rsid w:val="00617051"/>
    <w:rsid w:val="006170B4"/>
    <w:rsid w:val="0061711D"/>
    <w:rsid w:val="0061728E"/>
    <w:rsid w:val="0061768A"/>
    <w:rsid w:val="00617764"/>
    <w:rsid w:val="00617A48"/>
    <w:rsid w:val="00617D82"/>
    <w:rsid w:val="00617F46"/>
    <w:rsid w:val="00620171"/>
    <w:rsid w:val="00620707"/>
    <w:rsid w:val="00620D57"/>
    <w:rsid w:val="00621DA4"/>
    <w:rsid w:val="00621EB5"/>
    <w:rsid w:val="006222B6"/>
    <w:rsid w:val="006222F2"/>
    <w:rsid w:val="00622727"/>
    <w:rsid w:val="00622C02"/>
    <w:rsid w:val="00622DAF"/>
    <w:rsid w:val="006230D0"/>
    <w:rsid w:val="00623329"/>
    <w:rsid w:val="006235A4"/>
    <w:rsid w:val="00623CDC"/>
    <w:rsid w:val="006247A9"/>
    <w:rsid w:val="00624941"/>
    <w:rsid w:val="00624F2F"/>
    <w:rsid w:val="00625D69"/>
    <w:rsid w:val="006263E5"/>
    <w:rsid w:val="006266F6"/>
    <w:rsid w:val="00626710"/>
    <w:rsid w:val="00626A59"/>
    <w:rsid w:val="00626ADD"/>
    <w:rsid w:val="00626F76"/>
    <w:rsid w:val="00627683"/>
    <w:rsid w:val="0062787F"/>
    <w:rsid w:val="00627DE9"/>
    <w:rsid w:val="00627E9F"/>
    <w:rsid w:val="00630517"/>
    <w:rsid w:val="00630552"/>
    <w:rsid w:val="0063095A"/>
    <w:rsid w:val="00630BA0"/>
    <w:rsid w:val="00630BFC"/>
    <w:rsid w:val="00630CE0"/>
    <w:rsid w:val="00631087"/>
    <w:rsid w:val="00631F5F"/>
    <w:rsid w:val="006322D5"/>
    <w:rsid w:val="00632372"/>
    <w:rsid w:val="00632A1C"/>
    <w:rsid w:val="00633130"/>
    <w:rsid w:val="006336DE"/>
    <w:rsid w:val="006338CB"/>
    <w:rsid w:val="00633C3D"/>
    <w:rsid w:val="00634567"/>
    <w:rsid w:val="0063467D"/>
    <w:rsid w:val="006347BA"/>
    <w:rsid w:val="006347D0"/>
    <w:rsid w:val="0063498D"/>
    <w:rsid w:val="00634FD7"/>
    <w:rsid w:val="00635448"/>
    <w:rsid w:val="006354DD"/>
    <w:rsid w:val="0063582F"/>
    <w:rsid w:val="00635C44"/>
    <w:rsid w:val="00635F24"/>
    <w:rsid w:val="00635F67"/>
    <w:rsid w:val="00635FDE"/>
    <w:rsid w:val="00636048"/>
    <w:rsid w:val="00636075"/>
    <w:rsid w:val="006361BD"/>
    <w:rsid w:val="00636581"/>
    <w:rsid w:val="00636748"/>
    <w:rsid w:val="006375B6"/>
    <w:rsid w:val="00637749"/>
    <w:rsid w:val="00637ECF"/>
    <w:rsid w:val="00637EFE"/>
    <w:rsid w:val="00637F15"/>
    <w:rsid w:val="00637F8C"/>
    <w:rsid w:val="006408B8"/>
    <w:rsid w:val="00640901"/>
    <w:rsid w:val="00640BA0"/>
    <w:rsid w:val="00640CE1"/>
    <w:rsid w:val="00641376"/>
    <w:rsid w:val="006415C4"/>
    <w:rsid w:val="0064188A"/>
    <w:rsid w:val="00641D02"/>
    <w:rsid w:val="00641DA1"/>
    <w:rsid w:val="00642117"/>
    <w:rsid w:val="0064213B"/>
    <w:rsid w:val="00643774"/>
    <w:rsid w:val="00643F28"/>
    <w:rsid w:val="006444BF"/>
    <w:rsid w:val="0064485D"/>
    <w:rsid w:val="00644C4F"/>
    <w:rsid w:val="00644CFA"/>
    <w:rsid w:val="0064529F"/>
    <w:rsid w:val="00645503"/>
    <w:rsid w:val="00645E73"/>
    <w:rsid w:val="00646999"/>
    <w:rsid w:val="00650811"/>
    <w:rsid w:val="00650C3A"/>
    <w:rsid w:val="00650F19"/>
    <w:rsid w:val="006510A8"/>
    <w:rsid w:val="006512AB"/>
    <w:rsid w:val="006512BF"/>
    <w:rsid w:val="0065159B"/>
    <w:rsid w:val="0065168E"/>
    <w:rsid w:val="006524CB"/>
    <w:rsid w:val="00652A38"/>
    <w:rsid w:val="00653B2A"/>
    <w:rsid w:val="00653E0E"/>
    <w:rsid w:val="0065433D"/>
    <w:rsid w:val="006545EC"/>
    <w:rsid w:val="006547D8"/>
    <w:rsid w:val="006547E5"/>
    <w:rsid w:val="00654E0B"/>
    <w:rsid w:val="00654FCB"/>
    <w:rsid w:val="00654FDE"/>
    <w:rsid w:val="006550BC"/>
    <w:rsid w:val="00655476"/>
    <w:rsid w:val="00656789"/>
    <w:rsid w:val="00656AB9"/>
    <w:rsid w:val="0065717F"/>
    <w:rsid w:val="0066016A"/>
    <w:rsid w:val="00660213"/>
    <w:rsid w:val="006607FF"/>
    <w:rsid w:val="00660A40"/>
    <w:rsid w:val="00660AC4"/>
    <w:rsid w:val="00660C70"/>
    <w:rsid w:val="00660DF2"/>
    <w:rsid w:val="00661334"/>
    <w:rsid w:val="00661752"/>
    <w:rsid w:val="00661D81"/>
    <w:rsid w:val="00661EE9"/>
    <w:rsid w:val="006620A1"/>
    <w:rsid w:val="00662156"/>
    <w:rsid w:val="006623B3"/>
    <w:rsid w:val="0066242F"/>
    <w:rsid w:val="00662AD0"/>
    <w:rsid w:val="00662F4D"/>
    <w:rsid w:val="00663396"/>
    <w:rsid w:val="00663687"/>
    <w:rsid w:val="0066392E"/>
    <w:rsid w:val="00663AF7"/>
    <w:rsid w:val="00663C32"/>
    <w:rsid w:val="00663E61"/>
    <w:rsid w:val="006641A0"/>
    <w:rsid w:val="00664371"/>
    <w:rsid w:val="006643B0"/>
    <w:rsid w:val="00664667"/>
    <w:rsid w:val="006647B6"/>
    <w:rsid w:val="00664B7E"/>
    <w:rsid w:val="00664D34"/>
    <w:rsid w:val="00664ECE"/>
    <w:rsid w:val="00664F37"/>
    <w:rsid w:val="00664FFB"/>
    <w:rsid w:val="0066519E"/>
    <w:rsid w:val="0066559E"/>
    <w:rsid w:val="00665770"/>
    <w:rsid w:val="0066586D"/>
    <w:rsid w:val="00665A22"/>
    <w:rsid w:val="00665F8E"/>
    <w:rsid w:val="006660D0"/>
    <w:rsid w:val="00666422"/>
    <w:rsid w:val="006665B5"/>
    <w:rsid w:val="00666600"/>
    <w:rsid w:val="006666A1"/>
    <w:rsid w:val="00666A6B"/>
    <w:rsid w:val="006670AD"/>
    <w:rsid w:val="00667543"/>
    <w:rsid w:val="00667CAC"/>
    <w:rsid w:val="00667DF9"/>
    <w:rsid w:val="00667F43"/>
    <w:rsid w:val="00670474"/>
    <w:rsid w:val="00670562"/>
    <w:rsid w:val="00670704"/>
    <w:rsid w:val="006707ED"/>
    <w:rsid w:val="0067087C"/>
    <w:rsid w:val="00670C43"/>
    <w:rsid w:val="006710ED"/>
    <w:rsid w:val="006716CD"/>
    <w:rsid w:val="00671BAB"/>
    <w:rsid w:val="00672141"/>
    <w:rsid w:val="0067287D"/>
    <w:rsid w:val="0067326B"/>
    <w:rsid w:val="006736C8"/>
    <w:rsid w:val="006737E9"/>
    <w:rsid w:val="00673855"/>
    <w:rsid w:val="00673CB9"/>
    <w:rsid w:val="00673D7A"/>
    <w:rsid w:val="00673DC4"/>
    <w:rsid w:val="00674062"/>
    <w:rsid w:val="00674179"/>
    <w:rsid w:val="006747FE"/>
    <w:rsid w:val="00674A1D"/>
    <w:rsid w:val="00674C71"/>
    <w:rsid w:val="00674CA2"/>
    <w:rsid w:val="00674F8C"/>
    <w:rsid w:val="00675734"/>
    <w:rsid w:val="00675AC1"/>
    <w:rsid w:val="00675CD6"/>
    <w:rsid w:val="0067634D"/>
    <w:rsid w:val="006766B4"/>
    <w:rsid w:val="0067682A"/>
    <w:rsid w:val="00676906"/>
    <w:rsid w:val="0068051B"/>
    <w:rsid w:val="0068078E"/>
    <w:rsid w:val="0068094D"/>
    <w:rsid w:val="00681945"/>
    <w:rsid w:val="00681B93"/>
    <w:rsid w:val="00681E10"/>
    <w:rsid w:val="0068221A"/>
    <w:rsid w:val="006822C0"/>
    <w:rsid w:val="00682384"/>
    <w:rsid w:val="0068245A"/>
    <w:rsid w:val="006825B8"/>
    <w:rsid w:val="0068289D"/>
    <w:rsid w:val="006831F5"/>
    <w:rsid w:val="006837CD"/>
    <w:rsid w:val="00683C43"/>
    <w:rsid w:val="0068407F"/>
    <w:rsid w:val="00684122"/>
    <w:rsid w:val="006849DC"/>
    <w:rsid w:val="00684A6E"/>
    <w:rsid w:val="00684FD7"/>
    <w:rsid w:val="006852BF"/>
    <w:rsid w:val="006855C0"/>
    <w:rsid w:val="00685621"/>
    <w:rsid w:val="00685DB1"/>
    <w:rsid w:val="00685DD5"/>
    <w:rsid w:val="0068683D"/>
    <w:rsid w:val="0068696C"/>
    <w:rsid w:val="00686997"/>
    <w:rsid w:val="00686A23"/>
    <w:rsid w:val="00686F8A"/>
    <w:rsid w:val="006870DE"/>
    <w:rsid w:val="0068785E"/>
    <w:rsid w:val="006879A6"/>
    <w:rsid w:val="006903BF"/>
    <w:rsid w:val="006905BF"/>
    <w:rsid w:val="00690CDD"/>
    <w:rsid w:val="006910CB"/>
    <w:rsid w:val="0069145E"/>
    <w:rsid w:val="00691EBD"/>
    <w:rsid w:val="006925E5"/>
    <w:rsid w:val="00692B94"/>
    <w:rsid w:val="00692CA3"/>
    <w:rsid w:val="00692E7B"/>
    <w:rsid w:val="006938BD"/>
    <w:rsid w:val="006938F0"/>
    <w:rsid w:val="00693EAC"/>
    <w:rsid w:val="0069564E"/>
    <w:rsid w:val="006956EB"/>
    <w:rsid w:val="00695CBC"/>
    <w:rsid w:val="00696697"/>
    <w:rsid w:val="00696C1D"/>
    <w:rsid w:val="00696C7F"/>
    <w:rsid w:val="00697241"/>
    <w:rsid w:val="00697367"/>
    <w:rsid w:val="0069765C"/>
    <w:rsid w:val="00697800"/>
    <w:rsid w:val="006978EF"/>
    <w:rsid w:val="00697BFD"/>
    <w:rsid w:val="00697DB3"/>
    <w:rsid w:val="00697F60"/>
    <w:rsid w:val="006A03C1"/>
    <w:rsid w:val="006A0499"/>
    <w:rsid w:val="006A04F0"/>
    <w:rsid w:val="006A08C2"/>
    <w:rsid w:val="006A188F"/>
    <w:rsid w:val="006A1C56"/>
    <w:rsid w:val="006A1F5B"/>
    <w:rsid w:val="006A298D"/>
    <w:rsid w:val="006A2A06"/>
    <w:rsid w:val="006A2C84"/>
    <w:rsid w:val="006A2F2D"/>
    <w:rsid w:val="006A310B"/>
    <w:rsid w:val="006A318B"/>
    <w:rsid w:val="006A3690"/>
    <w:rsid w:val="006A3854"/>
    <w:rsid w:val="006A3D90"/>
    <w:rsid w:val="006A4195"/>
    <w:rsid w:val="006A4749"/>
    <w:rsid w:val="006A51EC"/>
    <w:rsid w:val="006A5D37"/>
    <w:rsid w:val="006A5E4D"/>
    <w:rsid w:val="006A60BB"/>
    <w:rsid w:val="006A63C9"/>
    <w:rsid w:val="006A6A22"/>
    <w:rsid w:val="006A6A9E"/>
    <w:rsid w:val="006A6F27"/>
    <w:rsid w:val="006A6FBA"/>
    <w:rsid w:val="006A7068"/>
    <w:rsid w:val="006A742D"/>
    <w:rsid w:val="006A7E61"/>
    <w:rsid w:val="006B02D3"/>
    <w:rsid w:val="006B038F"/>
    <w:rsid w:val="006B0402"/>
    <w:rsid w:val="006B09F1"/>
    <w:rsid w:val="006B0E92"/>
    <w:rsid w:val="006B0FA1"/>
    <w:rsid w:val="006B133B"/>
    <w:rsid w:val="006B13E7"/>
    <w:rsid w:val="006B1920"/>
    <w:rsid w:val="006B1DB1"/>
    <w:rsid w:val="006B20FD"/>
    <w:rsid w:val="006B251E"/>
    <w:rsid w:val="006B271B"/>
    <w:rsid w:val="006B27AA"/>
    <w:rsid w:val="006B282D"/>
    <w:rsid w:val="006B2937"/>
    <w:rsid w:val="006B2A03"/>
    <w:rsid w:val="006B2FCB"/>
    <w:rsid w:val="006B39FD"/>
    <w:rsid w:val="006B3BC4"/>
    <w:rsid w:val="006B41E8"/>
    <w:rsid w:val="006B4498"/>
    <w:rsid w:val="006B47FE"/>
    <w:rsid w:val="006B4C4C"/>
    <w:rsid w:val="006B531E"/>
    <w:rsid w:val="006B5C33"/>
    <w:rsid w:val="006B6201"/>
    <w:rsid w:val="006B645D"/>
    <w:rsid w:val="006B6582"/>
    <w:rsid w:val="006B67D5"/>
    <w:rsid w:val="006B6C94"/>
    <w:rsid w:val="006B6CB6"/>
    <w:rsid w:val="006B79B9"/>
    <w:rsid w:val="006B7CF1"/>
    <w:rsid w:val="006B7F67"/>
    <w:rsid w:val="006C00CB"/>
    <w:rsid w:val="006C0570"/>
    <w:rsid w:val="006C0B1C"/>
    <w:rsid w:val="006C0D28"/>
    <w:rsid w:val="006C0DD3"/>
    <w:rsid w:val="006C165A"/>
    <w:rsid w:val="006C16B5"/>
    <w:rsid w:val="006C1C9D"/>
    <w:rsid w:val="006C1E67"/>
    <w:rsid w:val="006C2566"/>
    <w:rsid w:val="006C2572"/>
    <w:rsid w:val="006C25E1"/>
    <w:rsid w:val="006C2F0E"/>
    <w:rsid w:val="006C34D9"/>
    <w:rsid w:val="006C3609"/>
    <w:rsid w:val="006C365D"/>
    <w:rsid w:val="006C3CFA"/>
    <w:rsid w:val="006C432E"/>
    <w:rsid w:val="006C4B94"/>
    <w:rsid w:val="006C5059"/>
    <w:rsid w:val="006C5B36"/>
    <w:rsid w:val="006C5CF3"/>
    <w:rsid w:val="006C5EA0"/>
    <w:rsid w:val="006C66E2"/>
    <w:rsid w:val="006C6789"/>
    <w:rsid w:val="006C6C9E"/>
    <w:rsid w:val="006C6F3F"/>
    <w:rsid w:val="006C71AD"/>
    <w:rsid w:val="006C72F1"/>
    <w:rsid w:val="006C74C7"/>
    <w:rsid w:val="006C7591"/>
    <w:rsid w:val="006C7A3C"/>
    <w:rsid w:val="006C7CC5"/>
    <w:rsid w:val="006C7CDD"/>
    <w:rsid w:val="006C7E51"/>
    <w:rsid w:val="006D0937"/>
    <w:rsid w:val="006D0B95"/>
    <w:rsid w:val="006D0E40"/>
    <w:rsid w:val="006D12E2"/>
    <w:rsid w:val="006D18DA"/>
    <w:rsid w:val="006D1D66"/>
    <w:rsid w:val="006D1EB5"/>
    <w:rsid w:val="006D223D"/>
    <w:rsid w:val="006D24A1"/>
    <w:rsid w:val="006D2C58"/>
    <w:rsid w:val="006D2F1D"/>
    <w:rsid w:val="006D3BDA"/>
    <w:rsid w:val="006D42E1"/>
    <w:rsid w:val="006D4378"/>
    <w:rsid w:val="006D4426"/>
    <w:rsid w:val="006D47EA"/>
    <w:rsid w:val="006D4E05"/>
    <w:rsid w:val="006D4F49"/>
    <w:rsid w:val="006D539D"/>
    <w:rsid w:val="006D5795"/>
    <w:rsid w:val="006D5C5A"/>
    <w:rsid w:val="006D653A"/>
    <w:rsid w:val="006D65A9"/>
    <w:rsid w:val="006D66F1"/>
    <w:rsid w:val="006D68EB"/>
    <w:rsid w:val="006D76C7"/>
    <w:rsid w:val="006D7AE4"/>
    <w:rsid w:val="006D7BA7"/>
    <w:rsid w:val="006D7EC7"/>
    <w:rsid w:val="006E0555"/>
    <w:rsid w:val="006E0D80"/>
    <w:rsid w:val="006E0DDC"/>
    <w:rsid w:val="006E13B2"/>
    <w:rsid w:val="006E1D81"/>
    <w:rsid w:val="006E1E53"/>
    <w:rsid w:val="006E2435"/>
    <w:rsid w:val="006E2581"/>
    <w:rsid w:val="006E285C"/>
    <w:rsid w:val="006E2FCE"/>
    <w:rsid w:val="006E3416"/>
    <w:rsid w:val="006E3578"/>
    <w:rsid w:val="006E3986"/>
    <w:rsid w:val="006E3AA2"/>
    <w:rsid w:val="006E3D4B"/>
    <w:rsid w:val="006E3EDD"/>
    <w:rsid w:val="006E400D"/>
    <w:rsid w:val="006E4175"/>
    <w:rsid w:val="006E41EF"/>
    <w:rsid w:val="006E468A"/>
    <w:rsid w:val="006E4933"/>
    <w:rsid w:val="006E4F84"/>
    <w:rsid w:val="006E5127"/>
    <w:rsid w:val="006E52C6"/>
    <w:rsid w:val="006E550B"/>
    <w:rsid w:val="006E55AB"/>
    <w:rsid w:val="006E55E0"/>
    <w:rsid w:val="006E59ED"/>
    <w:rsid w:val="006E5FCC"/>
    <w:rsid w:val="006E610C"/>
    <w:rsid w:val="006E6202"/>
    <w:rsid w:val="006E62C6"/>
    <w:rsid w:val="006E654D"/>
    <w:rsid w:val="006E6858"/>
    <w:rsid w:val="006E6AA9"/>
    <w:rsid w:val="006E6D0F"/>
    <w:rsid w:val="006E6D62"/>
    <w:rsid w:val="006E6F6B"/>
    <w:rsid w:val="006E704F"/>
    <w:rsid w:val="006E71BB"/>
    <w:rsid w:val="006E72F4"/>
    <w:rsid w:val="006E75BD"/>
    <w:rsid w:val="006E7F75"/>
    <w:rsid w:val="006E7F89"/>
    <w:rsid w:val="006F031E"/>
    <w:rsid w:val="006F03E8"/>
    <w:rsid w:val="006F03EC"/>
    <w:rsid w:val="006F0C76"/>
    <w:rsid w:val="006F0E6F"/>
    <w:rsid w:val="006F0F8E"/>
    <w:rsid w:val="006F131D"/>
    <w:rsid w:val="006F1FEB"/>
    <w:rsid w:val="006F2022"/>
    <w:rsid w:val="006F242A"/>
    <w:rsid w:val="006F323B"/>
    <w:rsid w:val="006F3243"/>
    <w:rsid w:val="006F34AD"/>
    <w:rsid w:val="006F3C8C"/>
    <w:rsid w:val="006F40BE"/>
    <w:rsid w:val="006F42D3"/>
    <w:rsid w:val="006F442D"/>
    <w:rsid w:val="006F45A2"/>
    <w:rsid w:val="006F4809"/>
    <w:rsid w:val="006F48CE"/>
    <w:rsid w:val="006F52B8"/>
    <w:rsid w:val="006F5445"/>
    <w:rsid w:val="006F55A5"/>
    <w:rsid w:val="006F5F17"/>
    <w:rsid w:val="006F633B"/>
    <w:rsid w:val="006F6703"/>
    <w:rsid w:val="006F6D81"/>
    <w:rsid w:val="006F6DA1"/>
    <w:rsid w:val="006F6DD2"/>
    <w:rsid w:val="006F7682"/>
    <w:rsid w:val="006F7A83"/>
    <w:rsid w:val="00700207"/>
    <w:rsid w:val="007005A7"/>
    <w:rsid w:val="00700611"/>
    <w:rsid w:val="00700AE5"/>
    <w:rsid w:val="00701297"/>
    <w:rsid w:val="00701520"/>
    <w:rsid w:val="007019C5"/>
    <w:rsid w:val="00701CA8"/>
    <w:rsid w:val="007022C8"/>
    <w:rsid w:val="00702572"/>
    <w:rsid w:val="00702CA7"/>
    <w:rsid w:val="00702D4E"/>
    <w:rsid w:val="00703563"/>
    <w:rsid w:val="0070417A"/>
    <w:rsid w:val="00704772"/>
    <w:rsid w:val="0070491D"/>
    <w:rsid w:val="00704B74"/>
    <w:rsid w:val="007052B2"/>
    <w:rsid w:val="00705BE2"/>
    <w:rsid w:val="00705BEA"/>
    <w:rsid w:val="00705C62"/>
    <w:rsid w:val="00705DEE"/>
    <w:rsid w:val="007062F4"/>
    <w:rsid w:val="007065D3"/>
    <w:rsid w:val="007067FC"/>
    <w:rsid w:val="00706E9F"/>
    <w:rsid w:val="00707234"/>
    <w:rsid w:val="00707235"/>
    <w:rsid w:val="007074E5"/>
    <w:rsid w:val="0070794B"/>
    <w:rsid w:val="007079BA"/>
    <w:rsid w:val="00707A0F"/>
    <w:rsid w:val="00707C2F"/>
    <w:rsid w:val="00710980"/>
    <w:rsid w:val="00710BFB"/>
    <w:rsid w:val="00710F52"/>
    <w:rsid w:val="00710FA3"/>
    <w:rsid w:val="007119D8"/>
    <w:rsid w:val="007123FF"/>
    <w:rsid w:val="00712484"/>
    <w:rsid w:val="00712940"/>
    <w:rsid w:val="0071297E"/>
    <w:rsid w:val="00712DF4"/>
    <w:rsid w:val="00713184"/>
    <w:rsid w:val="007132CE"/>
    <w:rsid w:val="0071381B"/>
    <w:rsid w:val="00713933"/>
    <w:rsid w:val="00713C9A"/>
    <w:rsid w:val="0071421D"/>
    <w:rsid w:val="00714467"/>
    <w:rsid w:val="00714773"/>
    <w:rsid w:val="0071493E"/>
    <w:rsid w:val="00714F38"/>
    <w:rsid w:val="00715711"/>
    <w:rsid w:val="00715798"/>
    <w:rsid w:val="007157F6"/>
    <w:rsid w:val="00715995"/>
    <w:rsid w:val="007168CB"/>
    <w:rsid w:val="007175FA"/>
    <w:rsid w:val="0071775E"/>
    <w:rsid w:val="007179E1"/>
    <w:rsid w:val="00717BB1"/>
    <w:rsid w:val="00717C42"/>
    <w:rsid w:val="00717CBD"/>
    <w:rsid w:val="00717FB4"/>
    <w:rsid w:val="007202AF"/>
    <w:rsid w:val="0072059C"/>
    <w:rsid w:val="0072066B"/>
    <w:rsid w:val="00720B6F"/>
    <w:rsid w:val="00720BF8"/>
    <w:rsid w:val="00720CF7"/>
    <w:rsid w:val="00720D80"/>
    <w:rsid w:val="00720E7B"/>
    <w:rsid w:val="00720EDE"/>
    <w:rsid w:val="007213D2"/>
    <w:rsid w:val="00721E38"/>
    <w:rsid w:val="00721ECF"/>
    <w:rsid w:val="007227DF"/>
    <w:rsid w:val="00722B4B"/>
    <w:rsid w:val="00722E54"/>
    <w:rsid w:val="0072306E"/>
    <w:rsid w:val="00723396"/>
    <w:rsid w:val="007233DC"/>
    <w:rsid w:val="00723758"/>
    <w:rsid w:val="00724023"/>
    <w:rsid w:val="0072474D"/>
    <w:rsid w:val="00724CFA"/>
    <w:rsid w:val="0072562B"/>
    <w:rsid w:val="00725993"/>
    <w:rsid w:val="00726283"/>
    <w:rsid w:val="007262F4"/>
    <w:rsid w:val="007266C4"/>
    <w:rsid w:val="00726BA2"/>
    <w:rsid w:val="00726ECC"/>
    <w:rsid w:val="00727ADB"/>
    <w:rsid w:val="00727C27"/>
    <w:rsid w:val="007303E0"/>
    <w:rsid w:val="0073061D"/>
    <w:rsid w:val="007307C4"/>
    <w:rsid w:val="00730EB9"/>
    <w:rsid w:val="00730F6F"/>
    <w:rsid w:val="00731163"/>
    <w:rsid w:val="0073162A"/>
    <w:rsid w:val="00731CEB"/>
    <w:rsid w:val="00731ECC"/>
    <w:rsid w:val="007322FE"/>
    <w:rsid w:val="00732302"/>
    <w:rsid w:val="00732365"/>
    <w:rsid w:val="007328F0"/>
    <w:rsid w:val="00732A25"/>
    <w:rsid w:val="007335CE"/>
    <w:rsid w:val="007338C0"/>
    <w:rsid w:val="00734019"/>
    <w:rsid w:val="0073464C"/>
    <w:rsid w:val="0073518E"/>
    <w:rsid w:val="007359D0"/>
    <w:rsid w:val="00735AF4"/>
    <w:rsid w:val="00736175"/>
    <w:rsid w:val="007362BA"/>
    <w:rsid w:val="007362D5"/>
    <w:rsid w:val="00736C63"/>
    <w:rsid w:val="00736EF0"/>
    <w:rsid w:val="007379AF"/>
    <w:rsid w:val="0074018E"/>
    <w:rsid w:val="0074058D"/>
    <w:rsid w:val="00740668"/>
    <w:rsid w:val="00740A7B"/>
    <w:rsid w:val="0074112F"/>
    <w:rsid w:val="0074118D"/>
    <w:rsid w:val="007414BB"/>
    <w:rsid w:val="00741598"/>
    <w:rsid w:val="007416A5"/>
    <w:rsid w:val="007416AA"/>
    <w:rsid w:val="007417A4"/>
    <w:rsid w:val="00741A2A"/>
    <w:rsid w:val="00741D39"/>
    <w:rsid w:val="0074222B"/>
    <w:rsid w:val="0074291C"/>
    <w:rsid w:val="00742BE0"/>
    <w:rsid w:val="00742D69"/>
    <w:rsid w:val="00742EBD"/>
    <w:rsid w:val="00743235"/>
    <w:rsid w:val="00743463"/>
    <w:rsid w:val="007434C2"/>
    <w:rsid w:val="007447B5"/>
    <w:rsid w:val="007448C9"/>
    <w:rsid w:val="00744905"/>
    <w:rsid w:val="00744A8A"/>
    <w:rsid w:val="00744C15"/>
    <w:rsid w:val="00744C80"/>
    <w:rsid w:val="0074511E"/>
    <w:rsid w:val="007458CF"/>
    <w:rsid w:val="00745A2A"/>
    <w:rsid w:val="0074630B"/>
    <w:rsid w:val="0074635B"/>
    <w:rsid w:val="00746949"/>
    <w:rsid w:val="00746B74"/>
    <w:rsid w:val="00746CCC"/>
    <w:rsid w:val="00746D22"/>
    <w:rsid w:val="00746EE7"/>
    <w:rsid w:val="00747045"/>
    <w:rsid w:val="00747308"/>
    <w:rsid w:val="007477EE"/>
    <w:rsid w:val="00750493"/>
    <w:rsid w:val="007509BB"/>
    <w:rsid w:val="007516CE"/>
    <w:rsid w:val="00751BE2"/>
    <w:rsid w:val="00751DE6"/>
    <w:rsid w:val="00751DED"/>
    <w:rsid w:val="00751E05"/>
    <w:rsid w:val="00751EF0"/>
    <w:rsid w:val="007528BC"/>
    <w:rsid w:val="00752974"/>
    <w:rsid w:val="00752B96"/>
    <w:rsid w:val="00752DB1"/>
    <w:rsid w:val="00752E6F"/>
    <w:rsid w:val="007531D8"/>
    <w:rsid w:val="00753A78"/>
    <w:rsid w:val="00753E70"/>
    <w:rsid w:val="00753ECD"/>
    <w:rsid w:val="007545DE"/>
    <w:rsid w:val="00754838"/>
    <w:rsid w:val="007549CB"/>
    <w:rsid w:val="007550F2"/>
    <w:rsid w:val="00755C46"/>
    <w:rsid w:val="007560F9"/>
    <w:rsid w:val="00756250"/>
    <w:rsid w:val="007562B6"/>
    <w:rsid w:val="007578C3"/>
    <w:rsid w:val="00757A7A"/>
    <w:rsid w:val="00757D5A"/>
    <w:rsid w:val="00757F35"/>
    <w:rsid w:val="00760516"/>
    <w:rsid w:val="00760683"/>
    <w:rsid w:val="007606CC"/>
    <w:rsid w:val="00760C9C"/>
    <w:rsid w:val="00760D05"/>
    <w:rsid w:val="00761154"/>
    <w:rsid w:val="007612D6"/>
    <w:rsid w:val="0076182F"/>
    <w:rsid w:val="00761852"/>
    <w:rsid w:val="00761B60"/>
    <w:rsid w:val="00762138"/>
    <w:rsid w:val="00763424"/>
    <w:rsid w:val="00763C7E"/>
    <w:rsid w:val="00763D98"/>
    <w:rsid w:val="00763F78"/>
    <w:rsid w:val="00764340"/>
    <w:rsid w:val="007647DF"/>
    <w:rsid w:val="00764B54"/>
    <w:rsid w:val="00764C79"/>
    <w:rsid w:val="007652C3"/>
    <w:rsid w:val="00765402"/>
    <w:rsid w:val="00765804"/>
    <w:rsid w:val="007661F4"/>
    <w:rsid w:val="00766605"/>
    <w:rsid w:val="007666AF"/>
    <w:rsid w:val="00766B8E"/>
    <w:rsid w:val="00766BD5"/>
    <w:rsid w:val="00766C1F"/>
    <w:rsid w:val="00767105"/>
    <w:rsid w:val="007672D0"/>
    <w:rsid w:val="007674B5"/>
    <w:rsid w:val="007679B4"/>
    <w:rsid w:val="00767A63"/>
    <w:rsid w:val="00767C6E"/>
    <w:rsid w:val="00767E3A"/>
    <w:rsid w:val="007702BA"/>
    <w:rsid w:val="00770EA2"/>
    <w:rsid w:val="007710A4"/>
    <w:rsid w:val="007718C0"/>
    <w:rsid w:val="0077226D"/>
    <w:rsid w:val="007722C4"/>
    <w:rsid w:val="0077265C"/>
    <w:rsid w:val="0077295F"/>
    <w:rsid w:val="00772ADC"/>
    <w:rsid w:val="00773030"/>
    <w:rsid w:val="007739F1"/>
    <w:rsid w:val="00773A5F"/>
    <w:rsid w:val="00773B43"/>
    <w:rsid w:val="00774920"/>
    <w:rsid w:val="00774949"/>
    <w:rsid w:val="0077558D"/>
    <w:rsid w:val="007759FA"/>
    <w:rsid w:val="0077607E"/>
    <w:rsid w:val="0077649E"/>
    <w:rsid w:val="00776911"/>
    <w:rsid w:val="00776A91"/>
    <w:rsid w:val="00776B2A"/>
    <w:rsid w:val="00776EB5"/>
    <w:rsid w:val="00776EFB"/>
    <w:rsid w:val="00777020"/>
    <w:rsid w:val="0077723F"/>
    <w:rsid w:val="007772C8"/>
    <w:rsid w:val="00777445"/>
    <w:rsid w:val="00777CA6"/>
    <w:rsid w:val="00777CCE"/>
    <w:rsid w:val="00777F5E"/>
    <w:rsid w:val="00780015"/>
    <w:rsid w:val="00780331"/>
    <w:rsid w:val="007803B3"/>
    <w:rsid w:val="0078040A"/>
    <w:rsid w:val="007806D9"/>
    <w:rsid w:val="0078084F"/>
    <w:rsid w:val="007809A4"/>
    <w:rsid w:val="0078168B"/>
    <w:rsid w:val="0078196F"/>
    <w:rsid w:val="00781BB4"/>
    <w:rsid w:val="007829F7"/>
    <w:rsid w:val="00782C4E"/>
    <w:rsid w:val="007833A3"/>
    <w:rsid w:val="00783645"/>
    <w:rsid w:val="00783D7B"/>
    <w:rsid w:val="00783D81"/>
    <w:rsid w:val="00784636"/>
    <w:rsid w:val="00784DF2"/>
    <w:rsid w:val="00785307"/>
    <w:rsid w:val="007854B3"/>
    <w:rsid w:val="00785CF8"/>
    <w:rsid w:val="00785D13"/>
    <w:rsid w:val="0078609A"/>
    <w:rsid w:val="007869DC"/>
    <w:rsid w:val="007872B3"/>
    <w:rsid w:val="00787644"/>
    <w:rsid w:val="00787B62"/>
    <w:rsid w:val="00787BD5"/>
    <w:rsid w:val="00787D21"/>
    <w:rsid w:val="007906A7"/>
    <w:rsid w:val="00790A7F"/>
    <w:rsid w:val="00790AE5"/>
    <w:rsid w:val="00790BD3"/>
    <w:rsid w:val="00790E25"/>
    <w:rsid w:val="00790EB9"/>
    <w:rsid w:val="00791052"/>
    <w:rsid w:val="007911C4"/>
    <w:rsid w:val="007914D7"/>
    <w:rsid w:val="00791CF3"/>
    <w:rsid w:val="00792129"/>
    <w:rsid w:val="00792676"/>
    <w:rsid w:val="007929FA"/>
    <w:rsid w:val="00792DF2"/>
    <w:rsid w:val="00792E08"/>
    <w:rsid w:val="0079343E"/>
    <w:rsid w:val="007939A8"/>
    <w:rsid w:val="00793EA1"/>
    <w:rsid w:val="00793F1D"/>
    <w:rsid w:val="00793FAF"/>
    <w:rsid w:val="00794A2D"/>
    <w:rsid w:val="00794CE3"/>
    <w:rsid w:val="007953FA"/>
    <w:rsid w:val="007959E9"/>
    <w:rsid w:val="00795A62"/>
    <w:rsid w:val="00795A78"/>
    <w:rsid w:val="00795A8E"/>
    <w:rsid w:val="00795E17"/>
    <w:rsid w:val="007961D6"/>
    <w:rsid w:val="007962A1"/>
    <w:rsid w:val="007963AF"/>
    <w:rsid w:val="007965FC"/>
    <w:rsid w:val="0079697D"/>
    <w:rsid w:val="00796C4F"/>
    <w:rsid w:val="00796DFC"/>
    <w:rsid w:val="0079701B"/>
    <w:rsid w:val="0079730C"/>
    <w:rsid w:val="007977DD"/>
    <w:rsid w:val="00797FC9"/>
    <w:rsid w:val="007A0031"/>
    <w:rsid w:val="007A0118"/>
    <w:rsid w:val="007A0266"/>
    <w:rsid w:val="007A09B2"/>
    <w:rsid w:val="007A0A6F"/>
    <w:rsid w:val="007A0EC9"/>
    <w:rsid w:val="007A16AA"/>
    <w:rsid w:val="007A22ED"/>
    <w:rsid w:val="007A25F3"/>
    <w:rsid w:val="007A26B7"/>
    <w:rsid w:val="007A29A1"/>
    <w:rsid w:val="007A2FE7"/>
    <w:rsid w:val="007A3132"/>
    <w:rsid w:val="007A33B2"/>
    <w:rsid w:val="007A3C64"/>
    <w:rsid w:val="007A447E"/>
    <w:rsid w:val="007A45C6"/>
    <w:rsid w:val="007A4723"/>
    <w:rsid w:val="007A4A86"/>
    <w:rsid w:val="007A4C27"/>
    <w:rsid w:val="007A55B8"/>
    <w:rsid w:val="007A5973"/>
    <w:rsid w:val="007A5AD8"/>
    <w:rsid w:val="007A5B8D"/>
    <w:rsid w:val="007A5CAC"/>
    <w:rsid w:val="007A5DB1"/>
    <w:rsid w:val="007A65AC"/>
    <w:rsid w:val="007A68FF"/>
    <w:rsid w:val="007A6BEF"/>
    <w:rsid w:val="007A7064"/>
    <w:rsid w:val="007A70A5"/>
    <w:rsid w:val="007A7381"/>
    <w:rsid w:val="007A7AE5"/>
    <w:rsid w:val="007A7C26"/>
    <w:rsid w:val="007B0484"/>
    <w:rsid w:val="007B0EC7"/>
    <w:rsid w:val="007B13EA"/>
    <w:rsid w:val="007B1A16"/>
    <w:rsid w:val="007B325F"/>
    <w:rsid w:val="007B359F"/>
    <w:rsid w:val="007B3E75"/>
    <w:rsid w:val="007B422B"/>
    <w:rsid w:val="007B4793"/>
    <w:rsid w:val="007B4ACC"/>
    <w:rsid w:val="007B4DAB"/>
    <w:rsid w:val="007B5299"/>
    <w:rsid w:val="007B5B90"/>
    <w:rsid w:val="007B5C3F"/>
    <w:rsid w:val="007B5C64"/>
    <w:rsid w:val="007B6477"/>
    <w:rsid w:val="007B66DE"/>
    <w:rsid w:val="007B67A3"/>
    <w:rsid w:val="007B67F2"/>
    <w:rsid w:val="007B72F4"/>
    <w:rsid w:val="007B73B6"/>
    <w:rsid w:val="007B7FE7"/>
    <w:rsid w:val="007C00D5"/>
    <w:rsid w:val="007C0336"/>
    <w:rsid w:val="007C0911"/>
    <w:rsid w:val="007C0B1D"/>
    <w:rsid w:val="007C10AB"/>
    <w:rsid w:val="007C1E58"/>
    <w:rsid w:val="007C257E"/>
    <w:rsid w:val="007C2789"/>
    <w:rsid w:val="007C27E8"/>
    <w:rsid w:val="007C28EC"/>
    <w:rsid w:val="007C2AE3"/>
    <w:rsid w:val="007C2BBA"/>
    <w:rsid w:val="007C2DA3"/>
    <w:rsid w:val="007C35E1"/>
    <w:rsid w:val="007C367D"/>
    <w:rsid w:val="007C3DFD"/>
    <w:rsid w:val="007C404A"/>
    <w:rsid w:val="007C40C9"/>
    <w:rsid w:val="007C4F51"/>
    <w:rsid w:val="007C579B"/>
    <w:rsid w:val="007C5865"/>
    <w:rsid w:val="007C5A31"/>
    <w:rsid w:val="007C6098"/>
    <w:rsid w:val="007C6183"/>
    <w:rsid w:val="007C6C99"/>
    <w:rsid w:val="007C6F28"/>
    <w:rsid w:val="007C7065"/>
    <w:rsid w:val="007C7AB9"/>
    <w:rsid w:val="007C7BDD"/>
    <w:rsid w:val="007D0258"/>
    <w:rsid w:val="007D0305"/>
    <w:rsid w:val="007D0591"/>
    <w:rsid w:val="007D0594"/>
    <w:rsid w:val="007D081A"/>
    <w:rsid w:val="007D0D0A"/>
    <w:rsid w:val="007D0DD5"/>
    <w:rsid w:val="007D112C"/>
    <w:rsid w:val="007D1F36"/>
    <w:rsid w:val="007D201A"/>
    <w:rsid w:val="007D20EE"/>
    <w:rsid w:val="007D265B"/>
    <w:rsid w:val="007D277F"/>
    <w:rsid w:val="007D2DF4"/>
    <w:rsid w:val="007D3283"/>
    <w:rsid w:val="007D34C6"/>
    <w:rsid w:val="007D3888"/>
    <w:rsid w:val="007D38A6"/>
    <w:rsid w:val="007D394E"/>
    <w:rsid w:val="007D3AEF"/>
    <w:rsid w:val="007D5956"/>
    <w:rsid w:val="007D5A71"/>
    <w:rsid w:val="007D609F"/>
    <w:rsid w:val="007D60D9"/>
    <w:rsid w:val="007D6347"/>
    <w:rsid w:val="007D68C9"/>
    <w:rsid w:val="007D693F"/>
    <w:rsid w:val="007D6BB7"/>
    <w:rsid w:val="007D6F74"/>
    <w:rsid w:val="007D74E9"/>
    <w:rsid w:val="007D7A1E"/>
    <w:rsid w:val="007D7F5F"/>
    <w:rsid w:val="007D7FB1"/>
    <w:rsid w:val="007E01BC"/>
    <w:rsid w:val="007E020A"/>
    <w:rsid w:val="007E04E5"/>
    <w:rsid w:val="007E08EA"/>
    <w:rsid w:val="007E0C66"/>
    <w:rsid w:val="007E0D9F"/>
    <w:rsid w:val="007E0EC4"/>
    <w:rsid w:val="007E0FF3"/>
    <w:rsid w:val="007E10EC"/>
    <w:rsid w:val="007E1627"/>
    <w:rsid w:val="007E1C52"/>
    <w:rsid w:val="007E1DA9"/>
    <w:rsid w:val="007E2176"/>
    <w:rsid w:val="007E2BC0"/>
    <w:rsid w:val="007E3361"/>
    <w:rsid w:val="007E37B1"/>
    <w:rsid w:val="007E3917"/>
    <w:rsid w:val="007E3CD6"/>
    <w:rsid w:val="007E41E1"/>
    <w:rsid w:val="007E466D"/>
    <w:rsid w:val="007E49CF"/>
    <w:rsid w:val="007E4B66"/>
    <w:rsid w:val="007E4C7E"/>
    <w:rsid w:val="007E4ED0"/>
    <w:rsid w:val="007E529C"/>
    <w:rsid w:val="007E52E7"/>
    <w:rsid w:val="007E55A8"/>
    <w:rsid w:val="007E6135"/>
    <w:rsid w:val="007E6311"/>
    <w:rsid w:val="007E6E69"/>
    <w:rsid w:val="007E7489"/>
    <w:rsid w:val="007E754E"/>
    <w:rsid w:val="007E76B2"/>
    <w:rsid w:val="007E79A0"/>
    <w:rsid w:val="007E7C75"/>
    <w:rsid w:val="007F0323"/>
    <w:rsid w:val="007F09FB"/>
    <w:rsid w:val="007F0FCA"/>
    <w:rsid w:val="007F1231"/>
    <w:rsid w:val="007F1ABF"/>
    <w:rsid w:val="007F1D0E"/>
    <w:rsid w:val="007F1EB4"/>
    <w:rsid w:val="007F1EFA"/>
    <w:rsid w:val="007F23A4"/>
    <w:rsid w:val="007F2430"/>
    <w:rsid w:val="007F27C5"/>
    <w:rsid w:val="007F295E"/>
    <w:rsid w:val="007F2BFC"/>
    <w:rsid w:val="007F2E0C"/>
    <w:rsid w:val="007F2EE6"/>
    <w:rsid w:val="007F2F50"/>
    <w:rsid w:val="007F30C5"/>
    <w:rsid w:val="007F352E"/>
    <w:rsid w:val="007F3533"/>
    <w:rsid w:val="007F3595"/>
    <w:rsid w:val="007F36BA"/>
    <w:rsid w:val="007F398A"/>
    <w:rsid w:val="007F3B07"/>
    <w:rsid w:val="007F3B8C"/>
    <w:rsid w:val="007F3E1F"/>
    <w:rsid w:val="007F3E99"/>
    <w:rsid w:val="007F3FC6"/>
    <w:rsid w:val="007F43C1"/>
    <w:rsid w:val="007F46CD"/>
    <w:rsid w:val="007F4A6B"/>
    <w:rsid w:val="007F4CED"/>
    <w:rsid w:val="007F4E33"/>
    <w:rsid w:val="007F538B"/>
    <w:rsid w:val="007F5408"/>
    <w:rsid w:val="007F5C6A"/>
    <w:rsid w:val="007F5F7E"/>
    <w:rsid w:val="007F698B"/>
    <w:rsid w:val="007F7629"/>
    <w:rsid w:val="007F7A75"/>
    <w:rsid w:val="007F7B9D"/>
    <w:rsid w:val="007F7CED"/>
    <w:rsid w:val="007F7DDA"/>
    <w:rsid w:val="007F7E05"/>
    <w:rsid w:val="00800043"/>
    <w:rsid w:val="00800EE4"/>
    <w:rsid w:val="008015A8"/>
    <w:rsid w:val="00801E59"/>
    <w:rsid w:val="008023FF"/>
    <w:rsid w:val="008025BC"/>
    <w:rsid w:val="0080351E"/>
    <w:rsid w:val="008037DA"/>
    <w:rsid w:val="008038EA"/>
    <w:rsid w:val="00804282"/>
    <w:rsid w:val="008042AE"/>
    <w:rsid w:val="008043A6"/>
    <w:rsid w:val="008045DE"/>
    <w:rsid w:val="008047EA"/>
    <w:rsid w:val="00804871"/>
    <w:rsid w:val="00804B6D"/>
    <w:rsid w:val="00804FAA"/>
    <w:rsid w:val="00805240"/>
    <w:rsid w:val="00805E38"/>
    <w:rsid w:val="00806072"/>
    <w:rsid w:val="008062A9"/>
    <w:rsid w:val="008065D1"/>
    <w:rsid w:val="00807204"/>
    <w:rsid w:val="00807424"/>
    <w:rsid w:val="00807554"/>
    <w:rsid w:val="0080791D"/>
    <w:rsid w:val="00807B31"/>
    <w:rsid w:val="00807B99"/>
    <w:rsid w:val="008100B4"/>
    <w:rsid w:val="00810170"/>
    <w:rsid w:val="00810E42"/>
    <w:rsid w:val="0081116C"/>
    <w:rsid w:val="0081127D"/>
    <w:rsid w:val="008112D3"/>
    <w:rsid w:val="00811332"/>
    <w:rsid w:val="00811425"/>
    <w:rsid w:val="0081182E"/>
    <w:rsid w:val="00811C39"/>
    <w:rsid w:val="00811D4D"/>
    <w:rsid w:val="008122B6"/>
    <w:rsid w:val="008124A3"/>
    <w:rsid w:val="008129B5"/>
    <w:rsid w:val="00812FA3"/>
    <w:rsid w:val="0081335B"/>
    <w:rsid w:val="00813CAA"/>
    <w:rsid w:val="00813EF7"/>
    <w:rsid w:val="00814268"/>
    <w:rsid w:val="0081435E"/>
    <w:rsid w:val="00814C73"/>
    <w:rsid w:val="00814FBD"/>
    <w:rsid w:val="00815179"/>
    <w:rsid w:val="00815962"/>
    <w:rsid w:val="00815ACD"/>
    <w:rsid w:val="008165C6"/>
    <w:rsid w:val="008166C5"/>
    <w:rsid w:val="00816969"/>
    <w:rsid w:val="00816AAA"/>
    <w:rsid w:val="00816AD2"/>
    <w:rsid w:val="00816DD4"/>
    <w:rsid w:val="0081731A"/>
    <w:rsid w:val="008173D5"/>
    <w:rsid w:val="008176CE"/>
    <w:rsid w:val="00817DB2"/>
    <w:rsid w:val="00817E52"/>
    <w:rsid w:val="00817EB5"/>
    <w:rsid w:val="00820795"/>
    <w:rsid w:val="008207AA"/>
    <w:rsid w:val="008208D0"/>
    <w:rsid w:val="00820998"/>
    <w:rsid w:val="00820AC1"/>
    <w:rsid w:val="00820C45"/>
    <w:rsid w:val="00820E27"/>
    <w:rsid w:val="00820F8C"/>
    <w:rsid w:val="00820F98"/>
    <w:rsid w:val="00821144"/>
    <w:rsid w:val="008218F0"/>
    <w:rsid w:val="00821A10"/>
    <w:rsid w:val="008223DC"/>
    <w:rsid w:val="00822C38"/>
    <w:rsid w:val="00822C6C"/>
    <w:rsid w:val="00822C79"/>
    <w:rsid w:val="00822E21"/>
    <w:rsid w:val="00823A39"/>
    <w:rsid w:val="00823BA6"/>
    <w:rsid w:val="00823CBB"/>
    <w:rsid w:val="00823D1D"/>
    <w:rsid w:val="00823DB4"/>
    <w:rsid w:val="00823F94"/>
    <w:rsid w:val="008241CC"/>
    <w:rsid w:val="0082443A"/>
    <w:rsid w:val="0082509B"/>
    <w:rsid w:val="008253D7"/>
    <w:rsid w:val="0082542F"/>
    <w:rsid w:val="008259FE"/>
    <w:rsid w:val="00825E98"/>
    <w:rsid w:val="00825F17"/>
    <w:rsid w:val="00826257"/>
    <w:rsid w:val="008264B5"/>
    <w:rsid w:val="0082656A"/>
    <w:rsid w:val="0082665C"/>
    <w:rsid w:val="00826852"/>
    <w:rsid w:val="00826974"/>
    <w:rsid w:val="00826C32"/>
    <w:rsid w:val="00826DC7"/>
    <w:rsid w:val="00826F2E"/>
    <w:rsid w:val="008273A5"/>
    <w:rsid w:val="008279F2"/>
    <w:rsid w:val="00827CCB"/>
    <w:rsid w:val="00827CFA"/>
    <w:rsid w:val="008303E2"/>
    <w:rsid w:val="00830412"/>
    <w:rsid w:val="00830450"/>
    <w:rsid w:val="0083058A"/>
    <w:rsid w:val="00830DD4"/>
    <w:rsid w:val="00830E53"/>
    <w:rsid w:val="00831748"/>
    <w:rsid w:val="00831851"/>
    <w:rsid w:val="00832691"/>
    <w:rsid w:val="00832788"/>
    <w:rsid w:val="00832BB2"/>
    <w:rsid w:val="00832E4C"/>
    <w:rsid w:val="008333FE"/>
    <w:rsid w:val="00833B7E"/>
    <w:rsid w:val="00833EC0"/>
    <w:rsid w:val="0083427A"/>
    <w:rsid w:val="00835052"/>
    <w:rsid w:val="00835263"/>
    <w:rsid w:val="0083540B"/>
    <w:rsid w:val="008358F3"/>
    <w:rsid w:val="00835AE9"/>
    <w:rsid w:val="00835DCA"/>
    <w:rsid w:val="00836176"/>
    <w:rsid w:val="0083658A"/>
    <w:rsid w:val="00836869"/>
    <w:rsid w:val="00836C65"/>
    <w:rsid w:val="00836F4B"/>
    <w:rsid w:val="008372A8"/>
    <w:rsid w:val="00837340"/>
    <w:rsid w:val="008374F8"/>
    <w:rsid w:val="00837879"/>
    <w:rsid w:val="008401B6"/>
    <w:rsid w:val="008409E6"/>
    <w:rsid w:val="008411E7"/>
    <w:rsid w:val="0084161F"/>
    <w:rsid w:val="00841B9D"/>
    <w:rsid w:val="0084218A"/>
    <w:rsid w:val="0084233C"/>
    <w:rsid w:val="008428A6"/>
    <w:rsid w:val="00842DCC"/>
    <w:rsid w:val="00842E33"/>
    <w:rsid w:val="00842EBC"/>
    <w:rsid w:val="00843515"/>
    <w:rsid w:val="00843F05"/>
    <w:rsid w:val="008442CA"/>
    <w:rsid w:val="008442DA"/>
    <w:rsid w:val="0084467E"/>
    <w:rsid w:val="00844D1D"/>
    <w:rsid w:val="0084506C"/>
    <w:rsid w:val="00845265"/>
    <w:rsid w:val="00845815"/>
    <w:rsid w:val="00845FB1"/>
    <w:rsid w:val="00846336"/>
    <w:rsid w:val="00847495"/>
    <w:rsid w:val="008478B0"/>
    <w:rsid w:val="00847960"/>
    <w:rsid w:val="00847970"/>
    <w:rsid w:val="008479EA"/>
    <w:rsid w:val="00847A92"/>
    <w:rsid w:val="008500D4"/>
    <w:rsid w:val="00850B33"/>
    <w:rsid w:val="00850EB3"/>
    <w:rsid w:val="00851311"/>
    <w:rsid w:val="00851E40"/>
    <w:rsid w:val="00851E97"/>
    <w:rsid w:val="00852016"/>
    <w:rsid w:val="00852034"/>
    <w:rsid w:val="00852310"/>
    <w:rsid w:val="008524AB"/>
    <w:rsid w:val="008527DC"/>
    <w:rsid w:val="00853441"/>
    <w:rsid w:val="00853803"/>
    <w:rsid w:val="00853A8B"/>
    <w:rsid w:val="00853CD1"/>
    <w:rsid w:val="00854318"/>
    <w:rsid w:val="00854509"/>
    <w:rsid w:val="00854641"/>
    <w:rsid w:val="00854781"/>
    <w:rsid w:val="00855310"/>
    <w:rsid w:val="008553E0"/>
    <w:rsid w:val="00855499"/>
    <w:rsid w:val="008560E3"/>
    <w:rsid w:val="00856117"/>
    <w:rsid w:val="008569DE"/>
    <w:rsid w:val="00856A3E"/>
    <w:rsid w:val="00856DC7"/>
    <w:rsid w:val="008570C8"/>
    <w:rsid w:val="008570F9"/>
    <w:rsid w:val="00857661"/>
    <w:rsid w:val="00857B4B"/>
    <w:rsid w:val="00857E9A"/>
    <w:rsid w:val="0086061B"/>
    <w:rsid w:val="00860B93"/>
    <w:rsid w:val="00860CBE"/>
    <w:rsid w:val="0086115E"/>
    <w:rsid w:val="0086201F"/>
    <w:rsid w:val="0086203D"/>
    <w:rsid w:val="00862215"/>
    <w:rsid w:val="00862274"/>
    <w:rsid w:val="00862A41"/>
    <w:rsid w:val="00862A9A"/>
    <w:rsid w:val="00862FB7"/>
    <w:rsid w:val="00863A5E"/>
    <w:rsid w:val="00863E48"/>
    <w:rsid w:val="0086414A"/>
    <w:rsid w:val="008649F4"/>
    <w:rsid w:val="00865142"/>
    <w:rsid w:val="00865406"/>
    <w:rsid w:val="008658D5"/>
    <w:rsid w:val="0086596B"/>
    <w:rsid w:val="00865998"/>
    <w:rsid w:val="00865A76"/>
    <w:rsid w:val="008660C2"/>
    <w:rsid w:val="008664B3"/>
    <w:rsid w:val="00866ABD"/>
    <w:rsid w:val="00866BE5"/>
    <w:rsid w:val="0086715E"/>
    <w:rsid w:val="00867A7F"/>
    <w:rsid w:val="00867A93"/>
    <w:rsid w:val="00867F04"/>
    <w:rsid w:val="0087018C"/>
    <w:rsid w:val="0087033E"/>
    <w:rsid w:val="0087039B"/>
    <w:rsid w:val="0087078C"/>
    <w:rsid w:val="00870858"/>
    <w:rsid w:val="008709B7"/>
    <w:rsid w:val="00870C93"/>
    <w:rsid w:val="00871496"/>
    <w:rsid w:val="00871500"/>
    <w:rsid w:val="00872CFA"/>
    <w:rsid w:val="00873188"/>
    <w:rsid w:val="00873249"/>
    <w:rsid w:val="0087365B"/>
    <w:rsid w:val="008738C7"/>
    <w:rsid w:val="00873B52"/>
    <w:rsid w:val="0087421E"/>
    <w:rsid w:val="008743C0"/>
    <w:rsid w:val="00874405"/>
    <w:rsid w:val="008745E1"/>
    <w:rsid w:val="008749ED"/>
    <w:rsid w:val="00874C28"/>
    <w:rsid w:val="00874DBA"/>
    <w:rsid w:val="008753E1"/>
    <w:rsid w:val="0087570C"/>
    <w:rsid w:val="008758EB"/>
    <w:rsid w:val="00875ACD"/>
    <w:rsid w:val="00875FD0"/>
    <w:rsid w:val="008768A5"/>
    <w:rsid w:val="0087791C"/>
    <w:rsid w:val="00877982"/>
    <w:rsid w:val="00877A60"/>
    <w:rsid w:val="00880272"/>
    <w:rsid w:val="008808EF"/>
    <w:rsid w:val="00880972"/>
    <w:rsid w:val="008816C5"/>
    <w:rsid w:val="00881DB8"/>
    <w:rsid w:val="00881DE8"/>
    <w:rsid w:val="00881F74"/>
    <w:rsid w:val="00881F80"/>
    <w:rsid w:val="00882017"/>
    <w:rsid w:val="008820EC"/>
    <w:rsid w:val="008821FF"/>
    <w:rsid w:val="00882B5A"/>
    <w:rsid w:val="00883419"/>
    <w:rsid w:val="00883859"/>
    <w:rsid w:val="00883EA3"/>
    <w:rsid w:val="0088496E"/>
    <w:rsid w:val="00884A7A"/>
    <w:rsid w:val="0088519F"/>
    <w:rsid w:val="008855FA"/>
    <w:rsid w:val="00885833"/>
    <w:rsid w:val="008865AD"/>
    <w:rsid w:val="00886874"/>
    <w:rsid w:val="00886A3F"/>
    <w:rsid w:val="00886B80"/>
    <w:rsid w:val="00886E55"/>
    <w:rsid w:val="00886F1B"/>
    <w:rsid w:val="00886F8A"/>
    <w:rsid w:val="008871EC"/>
    <w:rsid w:val="0088766D"/>
    <w:rsid w:val="0088770D"/>
    <w:rsid w:val="008878A1"/>
    <w:rsid w:val="00887AA8"/>
    <w:rsid w:val="00887B14"/>
    <w:rsid w:val="00887E73"/>
    <w:rsid w:val="0089007C"/>
    <w:rsid w:val="00890106"/>
    <w:rsid w:val="00890922"/>
    <w:rsid w:val="00890C9D"/>
    <w:rsid w:val="00891699"/>
    <w:rsid w:val="00891787"/>
    <w:rsid w:val="00891944"/>
    <w:rsid w:val="00891CE3"/>
    <w:rsid w:val="00891E8F"/>
    <w:rsid w:val="00891EC4"/>
    <w:rsid w:val="00891EE4"/>
    <w:rsid w:val="00892655"/>
    <w:rsid w:val="00892814"/>
    <w:rsid w:val="00892B23"/>
    <w:rsid w:val="00893321"/>
    <w:rsid w:val="00893B00"/>
    <w:rsid w:val="00893D76"/>
    <w:rsid w:val="0089444B"/>
    <w:rsid w:val="00894D10"/>
    <w:rsid w:val="00894E33"/>
    <w:rsid w:val="00895630"/>
    <w:rsid w:val="008957FE"/>
    <w:rsid w:val="00895C7D"/>
    <w:rsid w:val="00896B3A"/>
    <w:rsid w:val="0089723C"/>
    <w:rsid w:val="00897473"/>
    <w:rsid w:val="0089748C"/>
    <w:rsid w:val="008978A4"/>
    <w:rsid w:val="008978A6"/>
    <w:rsid w:val="00897B79"/>
    <w:rsid w:val="008A0102"/>
    <w:rsid w:val="008A0335"/>
    <w:rsid w:val="008A134E"/>
    <w:rsid w:val="008A15D8"/>
    <w:rsid w:val="008A233E"/>
    <w:rsid w:val="008A2CFE"/>
    <w:rsid w:val="008A2F91"/>
    <w:rsid w:val="008A32EE"/>
    <w:rsid w:val="008A3C25"/>
    <w:rsid w:val="008A43EC"/>
    <w:rsid w:val="008A4577"/>
    <w:rsid w:val="008A45C4"/>
    <w:rsid w:val="008A47BA"/>
    <w:rsid w:val="008A4A14"/>
    <w:rsid w:val="008A510F"/>
    <w:rsid w:val="008A54E6"/>
    <w:rsid w:val="008A7038"/>
    <w:rsid w:val="008A74AE"/>
    <w:rsid w:val="008A7624"/>
    <w:rsid w:val="008A7B5A"/>
    <w:rsid w:val="008A7CFD"/>
    <w:rsid w:val="008B0315"/>
    <w:rsid w:val="008B0423"/>
    <w:rsid w:val="008B0C95"/>
    <w:rsid w:val="008B10CB"/>
    <w:rsid w:val="008B11A8"/>
    <w:rsid w:val="008B17DE"/>
    <w:rsid w:val="008B18EB"/>
    <w:rsid w:val="008B1C05"/>
    <w:rsid w:val="008B1D98"/>
    <w:rsid w:val="008B2476"/>
    <w:rsid w:val="008B2A39"/>
    <w:rsid w:val="008B2B3C"/>
    <w:rsid w:val="008B3243"/>
    <w:rsid w:val="008B33AD"/>
    <w:rsid w:val="008B3790"/>
    <w:rsid w:val="008B4E9F"/>
    <w:rsid w:val="008B520D"/>
    <w:rsid w:val="008B5531"/>
    <w:rsid w:val="008B5898"/>
    <w:rsid w:val="008B6510"/>
    <w:rsid w:val="008B705A"/>
    <w:rsid w:val="008B714E"/>
    <w:rsid w:val="008B7C84"/>
    <w:rsid w:val="008C09F4"/>
    <w:rsid w:val="008C15A1"/>
    <w:rsid w:val="008C1CE0"/>
    <w:rsid w:val="008C1F2A"/>
    <w:rsid w:val="008C2121"/>
    <w:rsid w:val="008C247A"/>
    <w:rsid w:val="008C28DC"/>
    <w:rsid w:val="008C326A"/>
    <w:rsid w:val="008C38EA"/>
    <w:rsid w:val="008C4031"/>
    <w:rsid w:val="008C4E56"/>
    <w:rsid w:val="008C51D7"/>
    <w:rsid w:val="008C5E44"/>
    <w:rsid w:val="008C61BD"/>
    <w:rsid w:val="008C673C"/>
    <w:rsid w:val="008C6F11"/>
    <w:rsid w:val="008C7178"/>
    <w:rsid w:val="008C776A"/>
    <w:rsid w:val="008C7796"/>
    <w:rsid w:val="008C7873"/>
    <w:rsid w:val="008D0AD2"/>
    <w:rsid w:val="008D1122"/>
    <w:rsid w:val="008D1480"/>
    <w:rsid w:val="008D1700"/>
    <w:rsid w:val="008D1BB0"/>
    <w:rsid w:val="008D1D42"/>
    <w:rsid w:val="008D1D7E"/>
    <w:rsid w:val="008D1FC9"/>
    <w:rsid w:val="008D2684"/>
    <w:rsid w:val="008D2A3A"/>
    <w:rsid w:val="008D308B"/>
    <w:rsid w:val="008D3105"/>
    <w:rsid w:val="008D31DF"/>
    <w:rsid w:val="008D3847"/>
    <w:rsid w:val="008D3E4D"/>
    <w:rsid w:val="008D4340"/>
    <w:rsid w:val="008D4788"/>
    <w:rsid w:val="008D55F5"/>
    <w:rsid w:val="008D5EEE"/>
    <w:rsid w:val="008D6102"/>
    <w:rsid w:val="008D6918"/>
    <w:rsid w:val="008D6A5C"/>
    <w:rsid w:val="008D7197"/>
    <w:rsid w:val="008D721A"/>
    <w:rsid w:val="008D791C"/>
    <w:rsid w:val="008D7DEC"/>
    <w:rsid w:val="008E0508"/>
    <w:rsid w:val="008E0BA4"/>
    <w:rsid w:val="008E0E15"/>
    <w:rsid w:val="008E161C"/>
    <w:rsid w:val="008E1623"/>
    <w:rsid w:val="008E17A0"/>
    <w:rsid w:val="008E1853"/>
    <w:rsid w:val="008E1AEB"/>
    <w:rsid w:val="008E1EA2"/>
    <w:rsid w:val="008E1F6E"/>
    <w:rsid w:val="008E2020"/>
    <w:rsid w:val="008E2E18"/>
    <w:rsid w:val="008E3C77"/>
    <w:rsid w:val="008E3CCA"/>
    <w:rsid w:val="008E3DAE"/>
    <w:rsid w:val="008E4789"/>
    <w:rsid w:val="008E4BFA"/>
    <w:rsid w:val="008E55F7"/>
    <w:rsid w:val="008E56D2"/>
    <w:rsid w:val="008E6028"/>
    <w:rsid w:val="008E6076"/>
    <w:rsid w:val="008E62C0"/>
    <w:rsid w:val="008E62D3"/>
    <w:rsid w:val="008E6344"/>
    <w:rsid w:val="008E6471"/>
    <w:rsid w:val="008E675D"/>
    <w:rsid w:val="008E6B4D"/>
    <w:rsid w:val="008E6EC4"/>
    <w:rsid w:val="008E727B"/>
    <w:rsid w:val="008E78B0"/>
    <w:rsid w:val="008E7C37"/>
    <w:rsid w:val="008F0275"/>
    <w:rsid w:val="008F04B1"/>
    <w:rsid w:val="008F04E6"/>
    <w:rsid w:val="008F07AB"/>
    <w:rsid w:val="008F09CE"/>
    <w:rsid w:val="008F0A73"/>
    <w:rsid w:val="008F0D3B"/>
    <w:rsid w:val="008F105C"/>
    <w:rsid w:val="008F16D1"/>
    <w:rsid w:val="008F1C41"/>
    <w:rsid w:val="008F1E56"/>
    <w:rsid w:val="008F1FFD"/>
    <w:rsid w:val="008F2693"/>
    <w:rsid w:val="008F2980"/>
    <w:rsid w:val="008F2995"/>
    <w:rsid w:val="008F2A98"/>
    <w:rsid w:val="008F2C00"/>
    <w:rsid w:val="008F2D60"/>
    <w:rsid w:val="008F35EC"/>
    <w:rsid w:val="008F37AC"/>
    <w:rsid w:val="008F39A3"/>
    <w:rsid w:val="008F4191"/>
    <w:rsid w:val="008F45B0"/>
    <w:rsid w:val="008F47A9"/>
    <w:rsid w:val="008F4EFF"/>
    <w:rsid w:val="008F524D"/>
    <w:rsid w:val="008F5459"/>
    <w:rsid w:val="008F579D"/>
    <w:rsid w:val="008F5839"/>
    <w:rsid w:val="008F6013"/>
    <w:rsid w:val="008F66BE"/>
    <w:rsid w:val="008F6ADB"/>
    <w:rsid w:val="008F6C0D"/>
    <w:rsid w:val="008F6D75"/>
    <w:rsid w:val="008F7042"/>
    <w:rsid w:val="008F7462"/>
    <w:rsid w:val="008F7519"/>
    <w:rsid w:val="008F757E"/>
    <w:rsid w:val="008F7757"/>
    <w:rsid w:val="008F787B"/>
    <w:rsid w:val="008F7946"/>
    <w:rsid w:val="009003F8"/>
    <w:rsid w:val="00900E40"/>
    <w:rsid w:val="0090105D"/>
    <w:rsid w:val="009012F1"/>
    <w:rsid w:val="00901657"/>
    <w:rsid w:val="00901C29"/>
    <w:rsid w:val="00901E58"/>
    <w:rsid w:val="0090227A"/>
    <w:rsid w:val="00902732"/>
    <w:rsid w:val="00902812"/>
    <w:rsid w:val="009028F7"/>
    <w:rsid w:val="00902A48"/>
    <w:rsid w:val="00902A73"/>
    <w:rsid w:val="00902B71"/>
    <w:rsid w:val="00902EA6"/>
    <w:rsid w:val="00903431"/>
    <w:rsid w:val="00903729"/>
    <w:rsid w:val="009037B3"/>
    <w:rsid w:val="00903858"/>
    <w:rsid w:val="00903C67"/>
    <w:rsid w:val="00903CA0"/>
    <w:rsid w:val="00904533"/>
    <w:rsid w:val="0090453F"/>
    <w:rsid w:val="00904F4E"/>
    <w:rsid w:val="00904F85"/>
    <w:rsid w:val="00905F43"/>
    <w:rsid w:val="00906C40"/>
    <w:rsid w:val="00907BCA"/>
    <w:rsid w:val="00907F3D"/>
    <w:rsid w:val="009102A3"/>
    <w:rsid w:val="00910421"/>
    <w:rsid w:val="00910556"/>
    <w:rsid w:val="0091057E"/>
    <w:rsid w:val="00910A06"/>
    <w:rsid w:val="00910B4D"/>
    <w:rsid w:val="00910C42"/>
    <w:rsid w:val="0091136C"/>
    <w:rsid w:val="00911690"/>
    <w:rsid w:val="00911F79"/>
    <w:rsid w:val="0091223B"/>
    <w:rsid w:val="0091255E"/>
    <w:rsid w:val="00912713"/>
    <w:rsid w:val="009127B6"/>
    <w:rsid w:val="0091284F"/>
    <w:rsid w:val="00912986"/>
    <w:rsid w:val="00912D35"/>
    <w:rsid w:val="00912F33"/>
    <w:rsid w:val="009133C1"/>
    <w:rsid w:val="009133F3"/>
    <w:rsid w:val="0091373D"/>
    <w:rsid w:val="00913BD9"/>
    <w:rsid w:val="009141AA"/>
    <w:rsid w:val="009142B8"/>
    <w:rsid w:val="00914336"/>
    <w:rsid w:val="0091464E"/>
    <w:rsid w:val="009147AB"/>
    <w:rsid w:val="0091491A"/>
    <w:rsid w:val="00914A0D"/>
    <w:rsid w:val="00914EA4"/>
    <w:rsid w:val="00915529"/>
    <w:rsid w:val="00915FA4"/>
    <w:rsid w:val="00916105"/>
    <w:rsid w:val="0091716E"/>
    <w:rsid w:val="00917644"/>
    <w:rsid w:val="00917762"/>
    <w:rsid w:val="009177D2"/>
    <w:rsid w:val="00917A81"/>
    <w:rsid w:val="009201E0"/>
    <w:rsid w:val="0092060E"/>
    <w:rsid w:val="009206E1"/>
    <w:rsid w:val="0092078C"/>
    <w:rsid w:val="009208F6"/>
    <w:rsid w:val="00920A33"/>
    <w:rsid w:val="00920D56"/>
    <w:rsid w:val="00920DE9"/>
    <w:rsid w:val="00920FFC"/>
    <w:rsid w:val="0092117C"/>
    <w:rsid w:val="0092127A"/>
    <w:rsid w:val="009212E6"/>
    <w:rsid w:val="00921382"/>
    <w:rsid w:val="00921656"/>
    <w:rsid w:val="00921C71"/>
    <w:rsid w:val="00921D8B"/>
    <w:rsid w:val="00921E71"/>
    <w:rsid w:val="00921E85"/>
    <w:rsid w:val="00921F08"/>
    <w:rsid w:val="00922544"/>
    <w:rsid w:val="009229D1"/>
    <w:rsid w:val="009230C6"/>
    <w:rsid w:val="00923189"/>
    <w:rsid w:val="009232DD"/>
    <w:rsid w:val="00923370"/>
    <w:rsid w:val="0092346D"/>
    <w:rsid w:val="00923470"/>
    <w:rsid w:val="00923830"/>
    <w:rsid w:val="00923C01"/>
    <w:rsid w:val="00923EC4"/>
    <w:rsid w:val="009240BC"/>
    <w:rsid w:val="00924140"/>
    <w:rsid w:val="009243FA"/>
    <w:rsid w:val="0092449B"/>
    <w:rsid w:val="00924A4A"/>
    <w:rsid w:val="00925276"/>
    <w:rsid w:val="009254FA"/>
    <w:rsid w:val="00925F99"/>
    <w:rsid w:val="009260B1"/>
    <w:rsid w:val="00926576"/>
    <w:rsid w:val="00926697"/>
    <w:rsid w:val="0092682D"/>
    <w:rsid w:val="00926BB2"/>
    <w:rsid w:val="00926EAA"/>
    <w:rsid w:val="00926FF2"/>
    <w:rsid w:val="009270ED"/>
    <w:rsid w:val="00927FA0"/>
    <w:rsid w:val="009300E7"/>
    <w:rsid w:val="00930462"/>
    <w:rsid w:val="00930BF5"/>
    <w:rsid w:val="009314AD"/>
    <w:rsid w:val="009314F8"/>
    <w:rsid w:val="009316BC"/>
    <w:rsid w:val="009316C5"/>
    <w:rsid w:val="00931700"/>
    <w:rsid w:val="009320CA"/>
    <w:rsid w:val="009321E0"/>
    <w:rsid w:val="00932391"/>
    <w:rsid w:val="00932631"/>
    <w:rsid w:val="0093291B"/>
    <w:rsid w:val="00932AF0"/>
    <w:rsid w:val="00932CAC"/>
    <w:rsid w:val="009331CB"/>
    <w:rsid w:val="00933247"/>
    <w:rsid w:val="00933BF7"/>
    <w:rsid w:val="00933E64"/>
    <w:rsid w:val="00934FAC"/>
    <w:rsid w:val="00935260"/>
    <w:rsid w:val="00935A4B"/>
    <w:rsid w:val="00935AFB"/>
    <w:rsid w:val="00935B48"/>
    <w:rsid w:val="00935B9B"/>
    <w:rsid w:val="009360DA"/>
    <w:rsid w:val="009363A3"/>
    <w:rsid w:val="00936405"/>
    <w:rsid w:val="00936C99"/>
    <w:rsid w:val="00936D6E"/>
    <w:rsid w:val="009370A5"/>
    <w:rsid w:val="009373A7"/>
    <w:rsid w:val="00937590"/>
    <w:rsid w:val="0094029E"/>
    <w:rsid w:val="00940787"/>
    <w:rsid w:val="00940FE2"/>
    <w:rsid w:val="0094134A"/>
    <w:rsid w:val="00941571"/>
    <w:rsid w:val="00941A3F"/>
    <w:rsid w:val="00942AF7"/>
    <w:rsid w:val="00943332"/>
    <w:rsid w:val="00943915"/>
    <w:rsid w:val="00943D4D"/>
    <w:rsid w:val="00943EAC"/>
    <w:rsid w:val="00943F58"/>
    <w:rsid w:val="00943F63"/>
    <w:rsid w:val="00943F9E"/>
    <w:rsid w:val="009441B6"/>
    <w:rsid w:val="0094451F"/>
    <w:rsid w:val="009445C4"/>
    <w:rsid w:val="009446A3"/>
    <w:rsid w:val="00944706"/>
    <w:rsid w:val="0094473B"/>
    <w:rsid w:val="009455C8"/>
    <w:rsid w:val="009458BA"/>
    <w:rsid w:val="00945A17"/>
    <w:rsid w:val="00945B3B"/>
    <w:rsid w:val="00945B5B"/>
    <w:rsid w:val="00945FEE"/>
    <w:rsid w:val="00945FEF"/>
    <w:rsid w:val="00946F04"/>
    <w:rsid w:val="0094737D"/>
    <w:rsid w:val="009474C7"/>
    <w:rsid w:val="00947D34"/>
    <w:rsid w:val="00947E18"/>
    <w:rsid w:val="0095057D"/>
    <w:rsid w:val="00950621"/>
    <w:rsid w:val="00950674"/>
    <w:rsid w:val="009507B9"/>
    <w:rsid w:val="009508E2"/>
    <w:rsid w:val="00950E0B"/>
    <w:rsid w:val="009510F5"/>
    <w:rsid w:val="009515A1"/>
    <w:rsid w:val="00951657"/>
    <w:rsid w:val="0095174E"/>
    <w:rsid w:val="009519D7"/>
    <w:rsid w:val="00951D68"/>
    <w:rsid w:val="00951FAC"/>
    <w:rsid w:val="0095234F"/>
    <w:rsid w:val="00952D1A"/>
    <w:rsid w:val="009531DA"/>
    <w:rsid w:val="00953B8F"/>
    <w:rsid w:val="00953F56"/>
    <w:rsid w:val="00954132"/>
    <w:rsid w:val="0095425F"/>
    <w:rsid w:val="00954740"/>
    <w:rsid w:val="00955278"/>
    <w:rsid w:val="009554CD"/>
    <w:rsid w:val="00955AC2"/>
    <w:rsid w:val="00955AFF"/>
    <w:rsid w:val="00955F03"/>
    <w:rsid w:val="00956032"/>
    <w:rsid w:val="00956068"/>
    <w:rsid w:val="00956321"/>
    <w:rsid w:val="00956832"/>
    <w:rsid w:val="00956BC9"/>
    <w:rsid w:val="00956C14"/>
    <w:rsid w:val="00956C55"/>
    <w:rsid w:val="00956C65"/>
    <w:rsid w:val="0095739C"/>
    <w:rsid w:val="009578F8"/>
    <w:rsid w:val="00957C89"/>
    <w:rsid w:val="00960BC8"/>
    <w:rsid w:val="00960F05"/>
    <w:rsid w:val="00960F99"/>
    <w:rsid w:val="00961206"/>
    <w:rsid w:val="00961537"/>
    <w:rsid w:val="0096166B"/>
    <w:rsid w:val="00961B4E"/>
    <w:rsid w:val="0096231B"/>
    <w:rsid w:val="00962468"/>
    <w:rsid w:val="009625C0"/>
    <w:rsid w:val="009628E3"/>
    <w:rsid w:val="009634E1"/>
    <w:rsid w:val="00963665"/>
    <w:rsid w:val="0096381F"/>
    <w:rsid w:val="0096389C"/>
    <w:rsid w:val="009638A4"/>
    <w:rsid w:val="009638D7"/>
    <w:rsid w:val="00963C27"/>
    <w:rsid w:val="009642FE"/>
    <w:rsid w:val="00964352"/>
    <w:rsid w:val="00964584"/>
    <w:rsid w:val="009645BC"/>
    <w:rsid w:val="00964A42"/>
    <w:rsid w:val="00964D8E"/>
    <w:rsid w:val="009651E8"/>
    <w:rsid w:val="009652D2"/>
    <w:rsid w:val="00965337"/>
    <w:rsid w:val="00965775"/>
    <w:rsid w:val="009659CA"/>
    <w:rsid w:val="00965D56"/>
    <w:rsid w:val="00965FD5"/>
    <w:rsid w:val="0096627F"/>
    <w:rsid w:val="00966758"/>
    <w:rsid w:val="00966D07"/>
    <w:rsid w:val="00966DAD"/>
    <w:rsid w:val="00966DDD"/>
    <w:rsid w:val="00967288"/>
    <w:rsid w:val="00967485"/>
    <w:rsid w:val="009676B6"/>
    <w:rsid w:val="0097026D"/>
    <w:rsid w:val="0097031F"/>
    <w:rsid w:val="009705EF"/>
    <w:rsid w:val="0097072F"/>
    <w:rsid w:val="00970C37"/>
    <w:rsid w:val="00970E25"/>
    <w:rsid w:val="00970E7C"/>
    <w:rsid w:val="009711C6"/>
    <w:rsid w:val="00971607"/>
    <w:rsid w:val="0097179C"/>
    <w:rsid w:val="00971D57"/>
    <w:rsid w:val="00972384"/>
    <w:rsid w:val="00972392"/>
    <w:rsid w:val="00972D01"/>
    <w:rsid w:val="009734C8"/>
    <w:rsid w:val="00973AB8"/>
    <w:rsid w:val="00973EAC"/>
    <w:rsid w:val="00973EFA"/>
    <w:rsid w:val="00973F11"/>
    <w:rsid w:val="00973FDF"/>
    <w:rsid w:val="00974360"/>
    <w:rsid w:val="00974365"/>
    <w:rsid w:val="0097499B"/>
    <w:rsid w:val="00974CFA"/>
    <w:rsid w:val="00974F33"/>
    <w:rsid w:val="00974FF3"/>
    <w:rsid w:val="009754E3"/>
    <w:rsid w:val="009757F8"/>
    <w:rsid w:val="00976639"/>
    <w:rsid w:val="00976DFF"/>
    <w:rsid w:val="00977A26"/>
    <w:rsid w:val="00977A45"/>
    <w:rsid w:val="00977B25"/>
    <w:rsid w:val="009805CD"/>
    <w:rsid w:val="00981271"/>
    <w:rsid w:val="009814BA"/>
    <w:rsid w:val="0098156A"/>
    <w:rsid w:val="0098170F"/>
    <w:rsid w:val="00981AEC"/>
    <w:rsid w:val="00982383"/>
    <w:rsid w:val="0098281D"/>
    <w:rsid w:val="00982AB0"/>
    <w:rsid w:val="00982F83"/>
    <w:rsid w:val="0098337B"/>
    <w:rsid w:val="009833E5"/>
    <w:rsid w:val="00983453"/>
    <w:rsid w:val="00983740"/>
    <w:rsid w:val="00983C12"/>
    <w:rsid w:val="00984616"/>
    <w:rsid w:val="00984627"/>
    <w:rsid w:val="00984B76"/>
    <w:rsid w:val="00984E5A"/>
    <w:rsid w:val="00985232"/>
    <w:rsid w:val="0098529B"/>
    <w:rsid w:val="00985CD7"/>
    <w:rsid w:val="00986083"/>
    <w:rsid w:val="00986240"/>
    <w:rsid w:val="009868C4"/>
    <w:rsid w:val="00986B13"/>
    <w:rsid w:val="00986C4E"/>
    <w:rsid w:val="0098792F"/>
    <w:rsid w:val="0098793B"/>
    <w:rsid w:val="00987FFE"/>
    <w:rsid w:val="00990379"/>
    <w:rsid w:val="009904B5"/>
    <w:rsid w:val="00990800"/>
    <w:rsid w:val="00990972"/>
    <w:rsid w:val="00990C16"/>
    <w:rsid w:val="00991A6E"/>
    <w:rsid w:val="00991D2B"/>
    <w:rsid w:val="009933F8"/>
    <w:rsid w:val="009934D4"/>
    <w:rsid w:val="0099384C"/>
    <w:rsid w:val="00993997"/>
    <w:rsid w:val="00993C6E"/>
    <w:rsid w:val="009944C7"/>
    <w:rsid w:val="00994B74"/>
    <w:rsid w:val="00994CAD"/>
    <w:rsid w:val="00994D5A"/>
    <w:rsid w:val="00994E3F"/>
    <w:rsid w:val="00995080"/>
    <w:rsid w:val="0099513C"/>
    <w:rsid w:val="00995595"/>
    <w:rsid w:val="00995798"/>
    <w:rsid w:val="00995920"/>
    <w:rsid w:val="00995E33"/>
    <w:rsid w:val="00995FF3"/>
    <w:rsid w:val="009964A0"/>
    <w:rsid w:val="009964E1"/>
    <w:rsid w:val="00996B0A"/>
    <w:rsid w:val="00996E95"/>
    <w:rsid w:val="00996EF5"/>
    <w:rsid w:val="00997256"/>
    <w:rsid w:val="009977CA"/>
    <w:rsid w:val="00997BBF"/>
    <w:rsid w:val="00997E73"/>
    <w:rsid w:val="009A0121"/>
    <w:rsid w:val="009A0B94"/>
    <w:rsid w:val="009A0E4B"/>
    <w:rsid w:val="009A0F19"/>
    <w:rsid w:val="009A1324"/>
    <w:rsid w:val="009A1425"/>
    <w:rsid w:val="009A1745"/>
    <w:rsid w:val="009A24C9"/>
    <w:rsid w:val="009A2F11"/>
    <w:rsid w:val="009A3172"/>
    <w:rsid w:val="009A31F8"/>
    <w:rsid w:val="009A37FC"/>
    <w:rsid w:val="009A3983"/>
    <w:rsid w:val="009A3CD1"/>
    <w:rsid w:val="009A3CF1"/>
    <w:rsid w:val="009A466D"/>
    <w:rsid w:val="009A4796"/>
    <w:rsid w:val="009A4958"/>
    <w:rsid w:val="009A49B4"/>
    <w:rsid w:val="009A4DD3"/>
    <w:rsid w:val="009A5666"/>
    <w:rsid w:val="009A62C0"/>
    <w:rsid w:val="009A657E"/>
    <w:rsid w:val="009A6697"/>
    <w:rsid w:val="009A69ED"/>
    <w:rsid w:val="009A6B05"/>
    <w:rsid w:val="009A6BE6"/>
    <w:rsid w:val="009A6CF6"/>
    <w:rsid w:val="009A7065"/>
    <w:rsid w:val="009A7867"/>
    <w:rsid w:val="009A7897"/>
    <w:rsid w:val="009A7ACF"/>
    <w:rsid w:val="009A7D17"/>
    <w:rsid w:val="009A7F50"/>
    <w:rsid w:val="009B02A4"/>
    <w:rsid w:val="009B034F"/>
    <w:rsid w:val="009B0A1B"/>
    <w:rsid w:val="009B0D42"/>
    <w:rsid w:val="009B1020"/>
    <w:rsid w:val="009B108E"/>
    <w:rsid w:val="009B1218"/>
    <w:rsid w:val="009B17BE"/>
    <w:rsid w:val="009B203B"/>
    <w:rsid w:val="009B2061"/>
    <w:rsid w:val="009B2162"/>
    <w:rsid w:val="009B23CD"/>
    <w:rsid w:val="009B26A2"/>
    <w:rsid w:val="009B3203"/>
    <w:rsid w:val="009B36CC"/>
    <w:rsid w:val="009B3B60"/>
    <w:rsid w:val="009B3D97"/>
    <w:rsid w:val="009B3DCA"/>
    <w:rsid w:val="009B400D"/>
    <w:rsid w:val="009B4091"/>
    <w:rsid w:val="009B4829"/>
    <w:rsid w:val="009B49FC"/>
    <w:rsid w:val="009B4BDC"/>
    <w:rsid w:val="009B5098"/>
    <w:rsid w:val="009B51AC"/>
    <w:rsid w:val="009B533F"/>
    <w:rsid w:val="009B539E"/>
    <w:rsid w:val="009B5EB8"/>
    <w:rsid w:val="009B615A"/>
    <w:rsid w:val="009B6264"/>
    <w:rsid w:val="009B6B02"/>
    <w:rsid w:val="009B7CF4"/>
    <w:rsid w:val="009C02A3"/>
    <w:rsid w:val="009C0664"/>
    <w:rsid w:val="009C07C4"/>
    <w:rsid w:val="009C09AB"/>
    <w:rsid w:val="009C1747"/>
    <w:rsid w:val="009C17DF"/>
    <w:rsid w:val="009C18E2"/>
    <w:rsid w:val="009C1D59"/>
    <w:rsid w:val="009C2117"/>
    <w:rsid w:val="009C21E1"/>
    <w:rsid w:val="009C273C"/>
    <w:rsid w:val="009C27CF"/>
    <w:rsid w:val="009C2D12"/>
    <w:rsid w:val="009C2E16"/>
    <w:rsid w:val="009C3640"/>
    <w:rsid w:val="009C3716"/>
    <w:rsid w:val="009C38CB"/>
    <w:rsid w:val="009C3991"/>
    <w:rsid w:val="009C3BA0"/>
    <w:rsid w:val="009C3EE4"/>
    <w:rsid w:val="009C402A"/>
    <w:rsid w:val="009C441E"/>
    <w:rsid w:val="009C4A48"/>
    <w:rsid w:val="009C4C56"/>
    <w:rsid w:val="009C4F1D"/>
    <w:rsid w:val="009C5146"/>
    <w:rsid w:val="009C531C"/>
    <w:rsid w:val="009C58A2"/>
    <w:rsid w:val="009C685A"/>
    <w:rsid w:val="009C691B"/>
    <w:rsid w:val="009C6ED0"/>
    <w:rsid w:val="009C7809"/>
    <w:rsid w:val="009C7861"/>
    <w:rsid w:val="009C7A9F"/>
    <w:rsid w:val="009C7BD0"/>
    <w:rsid w:val="009C7DD5"/>
    <w:rsid w:val="009C7FC8"/>
    <w:rsid w:val="009D0276"/>
    <w:rsid w:val="009D080F"/>
    <w:rsid w:val="009D092B"/>
    <w:rsid w:val="009D1246"/>
    <w:rsid w:val="009D18F5"/>
    <w:rsid w:val="009D1C40"/>
    <w:rsid w:val="009D1FCA"/>
    <w:rsid w:val="009D2009"/>
    <w:rsid w:val="009D235E"/>
    <w:rsid w:val="009D2410"/>
    <w:rsid w:val="009D2499"/>
    <w:rsid w:val="009D25AA"/>
    <w:rsid w:val="009D2FCD"/>
    <w:rsid w:val="009D3267"/>
    <w:rsid w:val="009D3579"/>
    <w:rsid w:val="009D39CA"/>
    <w:rsid w:val="009D3A80"/>
    <w:rsid w:val="009D3EBF"/>
    <w:rsid w:val="009D3FC3"/>
    <w:rsid w:val="009D451D"/>
    <w:rsid w:val="009D480F"/>
    <w:rsid w:val="009D4844"/>
    <w:rsid w:val="009D495A"/>
    <w:rsid w:val="009D4C6C"/>
    <w:rsid w:val="009D4D0F"/>
    <w:rsid w:val="009D59F4"/>
    <w:rsid w:val="009D5ED2"/>
    <w:rsid w:val="009D60BA"/>
    <w:rsid w:val="009D621A"/>
    <w:rsid w:val="009D63A0"/>
    <w:rsid w:val="009D664B"/>
    <w:rsid w:val="009D69AB"/>
    <w:rsid w:val="009D744F"/>
    <w:rsid w:val="009D79BA"/>
    <w:rsid w:val="009D7DFE"/>
    <w:rsid w:val="009E0602"/>
    <w:rsid w:val="009E119A"/>
    <w:rsid w:val="009E126A"/>
    <w:rsid w:val="009E1570"/>
    <w:rsid w:val="009E18B1"/>
    <w:rsid w:val="009E19D0"/>
    <w:rsid w:val="009E1A5F"/>
    <w:rsid w:val="009E2A5F"/>
    <w:rsid w:val="009E2E40"/>
    <w:rsid w:val="009E2E7B"/>
    <w:rsid w:val="009E3009"/>
    <w:rsid w:val="009E3620"/>
    <w:rsid w:val="009E3790"/>
    <w:rsid w:val="009E39D4"/>
    <w:rsid w:val="009E3FC9"/>
    <w:rsid w:val="009E43D1"/>
    <w:rsid w:val="009E46B1"/>
    <w:rsid w:val="009E46DC"/>
    <w:rsid w:val="009E4929"/>
    <w:rsid w:val="009E4AA3"/>
    <w:rsid w:val="009E4EE5"/>
    <w:rsid w:val="009E5311"/>
    <w:rsid w:val="009E53EF"/>
    <w:rsid w:val="009E55A1"/>
    <w:rsid w:val="009E5ACF"/>
    <w:rsid w:val="009E64FD"/>
    <w:rsid w:val="009E655C"/>
    <w:rsid w:val="009E6625"/>
    <w:rsid w:val="009E667C"/>
    <w:rsid w:val="009E6920"/>
    <w:rsid w:val="009E6B73"/>
    <w:rsid w:val="009E6E28"/>
    <w:rsid w:val="009E6FC2"/>
    <w:rsid w:val="009E71D1"/>
    <w:rsid w:val="009E7499"/>
    <w:rsid w:val="009E7562"/>
    <w:rsid w:val="009E75E1"/>
    <w:rsid w:val="009E76A2"/>
    <w:rsid w:val="009E781F"/>
    <w:rsid w:val="009E78F2"/>
    <w:rsid w:val="009E7E6C"/>
    <w:rsid w:val="009F01B1"/>
    <w:rsid w:val="009F02E5"/>
    <w:rsid w:val="009F03CE"/>
    <w:rsid w:val="009F057F"/>
    <w:rsid w:val="009F08FA"/>
    <w:rsid w:val="009F0964"/>
    <w:rsid w:val="009F0996"/>
    <w:rsid w:val="009F0999"/>
    <w:rsid w:val="009F10C3"/>
    <w:rsid w:val="009F13C8"/>
    <w:rsid w:val="009F19FC"/>
    <w:rsid w:val="009F1A0F"/>
    <w:rsid w:val="009F1C95"/>
    <w:rsid w:val="009F20F9"/>
    <w:rsid w:val="009F21B1"/>
    <w:rsid w:val="009F2866"/>
    <w:rsid w:val="009F28B7"/>
    <w:rsid w:val="009F2959"/>
    <w:rsid w:val="009F2D43"/>
    <w:rsid w:val="009F2D65"/>
    <w:rsid w:val="009F3366"/>
    <w:rsid w:val="009F3E45"/>
    <w:rsid w:val="009F40BC"/>
    <w:rsid w:val="009F447F"/>
    <w:rsid w:val="009F4793"/>
    <w:rsid w:val="009F48BF"/>
    <w:rsid w:val="009F4AE9"/>
    <w:rsid w:val="009F4DF3"/>
    <w:rsid w:val="009F52FA"/>
    <w:rsid w:val="009F52FF"/>
    <w:rsid w:val="009F5968"/>
    <w:rsid w:val="009F63E1"/>
    <w:rsid w:val="009F6A8C"/>
    <w:rsid w:val="009F6BD7"/>
    <w:rsid w:val="009F6DEC"/>
    <w:rsid w:val="009F6EA4"/>
    <w:rsid w:val="009F6F92"/>
    <w:rsid w:val="009F7164"/>
    <w:rsid w:val="009F73B3"/>
    <w:rsid w:val="009F7F8B"/>
    <w:rsid w:val="00A00016"/>
    <w:rsid w:val="00A00247"/>
    <w:rsid w:val="00A00376"/>
    <w:rsid w:val="00A003D5"/>
    <w:rsid w:val="00A006A6"/>
    <w:rsid w:val="00A00B5E"/>
    <w:rsid w:val="00A00C49"/>
    <w:rsid w:val="00A00D06"/>
    <w:rsid w:val="00A00F83"/>
    <w:rsid w:val="00A010F5"/>
    <w:rsid w:val="00A0167E"/>
    <w:rsid w:val="00A0176D"/>
    <w:rsid w:val="00A01D0F"/>
    <w:rsid w:val="00A020A1"/>
    <w:rsid w:val="00A022A4"/>
    <w:rsid w:val="00A02665"/>
    <w:rsid w:val="00A02AD1"/>
    <w:rsid w:val="00A02D12"/>
    <w:rsid w:val="00A02D50"/>
    <w:rsid w:val="00A02FBB"/>
    <w:rsid w:val="00A03043"/>
    <w:rsid w:val="00A03091"/>
    <w:rsid w:val="00A03390"/>
    <w:rsid w:val="00A034C3"/>
    <w:rsid w:val="00A03571"/>
    <w:rsid w:val="00A03AB7"/>
    <w:rsid w:val="00A0412C"/>
    <w:rsid w:val="00A042CC"/>
    <w:rsid w:val="00A05340"/>
    <w:rsid w:val="00A05414"/>
    <w:rsid w:val="00A05DBD"/>
    <w:rsid w:val="00A066DD"/>
    <w:rsid w:val="00A068BE"/>
    <w:rsid w:val="00A068F9"/>
    <w:rsid w:val="00A06DDA"/>
    <w:rsid w:val="00A07EB2"/>
    <w:rsid w:val="00A07F14"/>
    <w:rsid w:val="00A07FCD"/>
    <w:rsid w:val="00A106E7"/>
    <w:rsid w:val="00A10777"/>
    <w:rsid w:val="00A1090D"/>
    <w:rsid w:val="00A113E0"/>
    <w:rsid w:val="00A11D55"/>
    <w:rsid w:val="00A11E07"/>
    <w:rsid w:val="00A120DD"/>
    <w:rsid w:val="00A121E9"/>
    <w:rsid w:val="00A12FAC"/>
    <w:rsid w:val="00A13128"/>
    <w:rsid w:val="00A138AA"/>
    <w:rsid w:val="00A13AD3"/>
    <w:rsid w:val="00A13ADB"/>
    <w:rsid w:val="00A13C48"/>
    <w:rsid w:val="00A14F0F"/>
    <w:rsid w:val="00A1513B"/>
    <w:rsid w:val="00A15659"/>
    <w:rsid w:val="00A15AAF"/>
    <w:rsid w:val="00A15B3B"/>
    <w:rsid w:val="00A16327"/>
    <w:rsid w:val="00A166B2"/>
    <w:rsid w:val="00A166C3"/>
    <w:rsid w:val="00A166D4"/>
    <w:rsid w:val="00A16D1E"/>
    <w:rsid w:val="00A17401"/>
    <w:rsid w:val="00A1758E"/>
    <w:rsid w:val="00A17C4F"/>
    <w:rsid w:val="00A17DFD"/>
    <w:rsid w:val="00A20323"/>
    <w:rsid w:val="00A203E0"/>
    <w:rsid w:val="00A206C2"/>
    <w:rsid w:val="00A2086A"/>
    <w:rsid w:val="00A20A45"/>
    <w:rsid w:val="00A211B8"/>
    <w:rsid w:val="00A21890"/>
    <w:rsid w:val="00A21DF9"/>
    <w:rsid w:val="00A2242D"/>
    <w:rsid w:val="00A2269C"/>
    <w:rsid w:val="00A226EB"/>
    <w:rsid w:val="00A22753"/>
    <w:rsid w:val="00A22AB4"/>
    <w:rsid w:val="00A22D13"/>
    <w:rsid w:val="00A22DC8"/>
    <w:rsid w:val="00A22F5F"/>
    <w:rsid w:val="00A22FCB"/>
    <w:rsid w:val="00A231F6"/>
    <w:rsid w:val="00A2394C"/>
    <w:rsid w:val="00A23954"/>
    <w:rsid w:val="00A23D8D"/>
    <w:rsid w:val="00A24309"/>
    <w:rsid w:val="00A24953"/>
    <w:rsid w:val="00A24984"/>
    <w:rsid w:val="00A249D2"/>
    <w:rsid w:val="00A24D3C"/>
    <w:rsid w:val="00A2518C"/>
    <w:rsid w:val="00A25335"/>
    <w:rsid w:val="00A2536C"/>
    <w:rsid w:val="00A25832"/>
    <w:rsid w:val="00A263B7"/>
    <w:rsid w:val="00A26455"/>
    <w:rsid w:val="00A264DF"/>
    <w:rsid w:val="00A26A23"/>
    <w:rsid w:val="00A26D73"/>
    <w:rsid w:val="00A30013"/>
    <w:rsid w:val="00A300A0"/>
    <w:rsid w:val="00A307B9"/>
    <w:rsid w:val="00A309D2"/>
    <w:rsid w:val="00A30D49"/>
    <w:rsid w:val="00A3116D"/>
    <w:rsid w:val="00A31419"/>
    <w:rsid w:val="00A3176A"/>
    <w:rsid w:val="00A319B8"/>
    <w:rsid w:val="00A31CC1"/>
    <w:rsid w:val="00A31F24"/>
    <w:rsid w:val="00A32001"/>
    <w:rsid w:val="00A32101"/>
    <w:rsid w:val="00A3294A"/>
    <w:rsid w:val="00A32B5D"/>
    <w:rsid w:val="00A32DEF"/>
    <w:rsid w:val="00A332EF"/>
    <w:rsid w:val="00A3347A"/>
    <w:rsid w:val="00A336DD"/>
    <w:rsid w:val="00A33D12"/>
    <w:rsid w:val="00A34090"/>
    <w:rsid w:val="00A343DE"/>
    <w:rsid w:val="00A34703"/>
    <w:rsid w:val="00A34850"/>
    <w:rsid w:val="00A34E38"/>
    <w:rsid w:val="00A352BD"/>
    <w:rsid w:val="00A35411"/>
    <w:rsid w:val="00A3568C"/>
    <w:rsid w:val="00A35E8F"/>
    <w:rsid w:val="00A3657C"/>
    <w:rsid w:val="00A36757"/>
    <w:rsid w:val="00A36CEE"/>
    <w:rsid w:val="00A37226"/>
    <w:rsid w:val="00A37770"/>
    <w:rsid w:val="00A37AC4"/>
    <w:rsid w:val="00A37BD3"/>
    <w:rsid w:val="00A40440"/>
    <w:rsid w:val="00A4066D"/>
    <w:rsid w:val="00A40BD8"/>
    <w:rsid w:val="00A40D67"/>
    <w:rsid w:val="00A40DB2"/>
    <w:rsid w:val="00A412EF"/>
    <w:rsid w:val="00A4190A"/>
    <w:rsid w:val="00A41CFD"/>
    <w:rsid w:val="00A421D9"/>
    <w:rsid w:val="00A424EF"/>
    <w:rsid w:val="00A4280E"/>
    <w:rsid w:val="00A42A67"/>
    <w:rsid w:val="00A42BA1"/>
    <w:rsid w:val="00A432AB"/>
    <w:rsid w:val="00A433D4"/>
    <w:rsid w:val="00A4343D"/>
    <w:rsid w:val="00A4370D"/>
    <w:rsid w:val="00A438BE"/>
    <w:rsid w:val="00A43CF8"/>
    <w:rsid w:val="00A442F7"/>
    <w:rsid w:val="00A4430D"/>
    <w:rsid w:val="00A4433E"/>
    <w:rsid w:val="00A445F8"/>
    <w:rsid w:val="00A448EE"/>
    <w:rsid w:val="00A44CA7"/>
    <w:rsid w:val="00A44F31"/>
    <w:rsid w:val="00A451C4"/>
    <w:rsid w:val="00A4542F"/>
    <w:rsid w:val="00A45EE0"/>
    <w:rsid w:val="00A46717"/>
    <w:rsid w:val="00A469B7"/>
    <w:rsid w:val="00A46D3B"/>
    <w:rsid w:val="00A46DCC"/>
    <w:rsid w:val="00A46E5B"/>
    <w:rsid w:val="00A46F18"/>
    <w:rsid w:val="00A4722D"/>
    <w:rsid w:val="00A47249"/>
    <w:rsid w:val="00A47405"/>
    <w:rsid w:val="00A4772D"/>
    <w:rsid w:val="00A47BCB"/>
    <w:rsid w:val="00A50036"/>
    <w:rsid w:val="00A5036A"/>
    <w:rsid w:val="00A505BF"/>
    <w:rsid w:val="00A50661"/>
    <w:rsid w:val="00A50800"/>
    <w:rsid w:val="00A50ABE"/>
    <w:rsid w:val="00A511F4"/>
    <w:rsid w:val="00A51582"/>
    <w:rsid w:val="00A515E1"/>
    <w:rsid w:val="00A51601"/>
    <w:rsid w:val="00A51714"/>
    <w:rsid w:val="00A51A49"/>
    <w:rsid w:val="00A51E4D"/>
    <w:rsid w:val="00A52314"/>
    <w:rsid w:val="00A526CC"/>
    <w:rsid w:val="00A526E1"/>
    <w:rsid w:val="00A52882"/>
    <w:rsid w:val="00A5290B"/>
    <w:rsid w:val="00A52BD5"/>
    <w:rsid w:val="00A52E60"/>
    <w:rsid w:val="00A53027"/>
    <w:rsid w:val="00A53685"/>
    <w:rsid w:val="00A539BB"/>
    <w:rsid w:val="00A53B8D"/>
    <w:rsid w:val="00A53CD0"/>
    <w:rsid w:val="00A53DBE"/>
    <w:rsid w:val="00A53F68"/>
    <w:rsid w:val="00A54291"/>
    <w:rsid w:val="00A542D7"/>
    <w:rsid w:val="00A54302"/>
    <w:rsid w:val="00A54717"/>
    <w:rsid w:val="00A54988"/>
    <w:rsid w:val="00A54A30"/>
    <w:rsid w:val="00A5556D"/>
    <w:rsid w:val="00A55947"/>
    <w:rsid w:val="00A56203"/>
    <w:rsid w:val="00A56C67"/>
    <w:rsid w:val="00A56D8D"/>
    <w:rsid w:val="00A57044"/>
    <w:rsid w:val="00A57327"/>
    <w:rsid w:val="00A573BD"/>
    <w:rsid w:val="00A57475"/>
    <w:rsid w:val="00A57D0F"/>
    <w:rsid w:val="00A57EB7"/>
    <w:rsid w:val="00A60271"/>
    <w:rsid w:val="00A6062F"/>
    <w:rsid w:val="00A61D1B"/>
    <w:rsid w:val="00A61E59"/>
    <w:rsid w:val="00A627A8"/>
    <w:rsid w:val="00A627B6"/>
    <w:rsid w:val="00A63614"/>
    <w:rsid w:val="00A63A50"/>
    <w:rsid w:val="00A63FDB"/>
    <w:rsid w:val="00A64155"/>
    <w:rsid w:val="00A64357"/>
    <w:rsid w:val="00A645F4"/>
    <w:rsid w:val="00A64C64"/>
    <w:rsid w:val="00A65009"/>
    <w:rsid w:val="00A65145"/>
    <w:rsid w:val="00A658BA"/>
    <w:rsid w:val="00A65BD8"/>
    <w:rsid w:val="00A65FDB"/>
    <w:rsid w:val="00A663D4"/>
    <w:rsid w:val="00A6667A"/>
    <w:rsid w:val="00A66B9A"/>
    <w:rsid w:val="00A66EC8"/>
    <w:rsid w:val="00A66F61"/>
    <w:rsid w:val="00A70295"/>
    <w:rsid w:val="00A70570"/>
    <w:rsid w:val="00A707C9"/>
    <w:rsid w:val="00A70848"/>
    <w:rsid w:val="00A70DB2"/>
    <w:rsid w:val="00A71087"/>
    <w:rsid w:val="00A7143A"/>
    <w:rsid w:val="00A715CF"/>
    <w:rsid w:val="00A72192"/>
    <w:rsid w:val="00A722E0"/>
    <w:rsid w:val="00A72AD8"/>
    <w:rsid w:val="00A72B25"/>
    <w:rsid w:val="00A72C8E"/>
    <w:rsid w:val="00A72E59"/>
    <w:rsid w:val="00A7348E"/>
    <w:rsid w:val="00A73681"/>
    <w:rsid w:val="00A73A8F"/>
    <w:rsid w:val="00A73D69"/>
    <w:rsid w:val="00A73E4D"/>
    <w:rsid w:val="00A74048"/>
    <w:rsid w:val="00A74060"/>
    <w:rsid w:val="00A74313"/>
    <w:rsid w:val="00A74543"/>
    <w:rsid w:val="00A747A1"/>
    <w:rsid w:val="00A74910"/>
    <w:rsid w:val="00A74CFF"/>
    <w:rsid w:val="00A74DBC"/>
    <w:rsid w:val="00A75FC3"/>
    <w:rsid w:val="00A76471"/>
    <w:rsid w:val="00A765DE"/>
    <w:rsid w:val="00A7686E"/>
    <w:rsid w:val="00A76B9C"/>
    <w:rsid w:val="00A76D63"/>
    <w:rsid w:val="00A76EB7"/>
    <w:rsid w:val="00A77DE9"/>
    <w:rsid w:val="00A77F8E"/>
    <w:rsid w:val="00A80062"/>
    <w:rsid w:val="00A81035"/>
    <w:rsid w:val="00A811FC"/>
    <w:rsid w:val="00A81A0C"/>
    <w:rsid w:val="00A81A5F"/>
    <w:rsid w:val="00A81AAB"/>
    <w:rsid w:val="00A81CDF"/>
    <w:rsid w:val="00A81D40"/>
    <w:rsid w:val="00A82037"/>
    <w:rsid w:val="00A82065"/>
    <w:rsid w:val="00A822C3"/>
    <w:rsid w:val="00A823BA"/>
    <w:rsid w:val="00A829EE"/>
    <w:rsid w:val="00A82C85"/>
    <w:rsid w:val="00A82FF7"/>
    <w:rsid w:val="00A8313D"/>
    <w:rsid w:val="00A839FD"/>
    <w:rsid w:val="00A83EB8"/>
    <w:rsid w:val="00A84469"/>
    <w:rsid w:val="00A85C4A"/>
    <w:rsid w:val="00A85DFE"/>
    <w:rsid w:val="00A860B2"/>
    <w:rsid w:val="00A86F0C"/>
    <w:rsid w:val="00A8712C"/>
    <w:rsid w:val="00A87174"/>
    <w:rsid w:val="00A87741"/>
    <w:rsid w:val="00A87992"/>
    <w:rsid w:val="00A87B3D"/>
    <w:rsid w:val="00A87C7B"/>
    <w:rsid w:val="00A87E66"/>
    <w:rsid w:val="00A87E76"/>
    <w:rsid w:val="00A87ED6"/>
    <w:rsid w:val="00A901DE"/>
    <w:rsid w:val="00A90483"/>
    <w:rsid w:val="00A90F31"/>
    <w:rsid w:val="00A9150B"/>
    <w:rsid w:val="00A91CC5"/>
    <w:rsid w:val="00A91E01"/>
    <w:rsid w:val="00A930D4"/>
    <w:rsid w:val="00A930EC"/>
    <w:rsid w:val="00A93226"/>
    <w:rsid w:val="00A938AF"/>
    <w:rsid w:val="00A939E8"/>
    <w:rsid w:val="00A93A2C"/>
    <w:rsid w:val="00A93F19"/>
    <w:rsid w:val="00A9410E"/>
    <w:rsid w:val="00A945FD"/>
    <w:rsid w:val="00A94930"/>
    <w:rsid w:val="00A94EE8"/>
    <w:rsid w:val="00A9530F"/>
    <w:rsid w:val="00A956CC"/>
    <w:rsid w:val="00A95852"/>
    <w:rsid w:val="00A95DAE"/>
    <w:rsid w:val="00A95E34"/>
    <w:rsid w:val="00A95E5C"/>
    <w:rsid w:val="00A95F86"/>
    <w:rsid w:val="00A95FCE"/>
    <w:rsid w:val="00A9642D"/>
    <w:rsid w:val="00A967BF"/>
    <w:rsid w:val="00A96DE3"/>
    <w:rsid w:val="00A96E01"/>
    <w:rsid w:val="00A96F8C"/>
    <w:rsid w:val="00A97421"/>
    <w:rsid w:val="00A97525"/>
    <w:rsid w:val="00A97817"/>
    <w:rsid w:val="00A97920"/>
    <w:rsid w:val="00A97AC7"/>
    <w:rsid w:val="00AA0594"/>
    <w:rsid w:val="00AA0ABD"/>
    <w:rsid w:val="00AA0B84"/>
    <w:rsid w:val="00AA0C20"/>
    <w:rsid w:val="00AA1152"/>
    <w:rsid w:val="00AA11C1"/>
    <w:rsid w:val="00AA1B96"/>
    <w:rsid w:val="00AA2071"/>
    <w:rsid w:val="00AA22CE"/>
    <w:rsid w:val="00AA2418"/>
    <w:rsid w:val="00AA2608"/>
    <w:rsid w:val="00AA276B"/>
    <w:rsid w:val="00AA2869"/>
    <w:rsid w:val="00AA2C87"/>
    <w:rsid w:val="00AA2DB0"/>
    <w:rsid w:val="00AA2DFA"/>
    <w:rsid w:val="00AA340C"/>
    <w:rsid w:val="00AA34CD"/>
    <w:rsid w:val="00AA3739"/>
    <w:rsid w:val="00AA4244"/>
    <w:rsid w:val="00AA429C"/>
    <w:rsid w:val="00AA43CB"/>
    <w:rsid w:val="00AA4455"/>
    <w:rsid w:val="00AA4476"/>
    <w:rsid w:val="00AA494D"/>
    <w:rsid w:val="00AA51D4"/>
    <w:rsid w:val="00AA5A09"/>
    <w:rsid w:val="00AA671B"/>
    <w:rsid w:val="00AA68A3"/>
    <w:rsid w:val="00AA6A0A"/>
    <w:rsid w:val="00AA6CB2"/>
    <w:rsid w:val="00AA7776"/>
    <w:rsid w:val="00AA77CD"/>
    <w:rsid w:val="00AA7AB2"/>
    <w:rsid w:val="00AA7FE0"/>
    <w:rsid w:val="00AB013B"/>
    <w:rsid w:val="00AB093C"/>
    <w:rsid w:val="00AB1493"/>
    <w:rsid w:val="00AB221F"/>
    <w:rsid w:val="00AB2957"/>
    <w:rsid w:val="00AB2B0E"/>
    <w:rsid w:val="00AB2CFA"/>
    <w:rsid w:val="00AB2EFF"/>
    <w:rsid w:val="00AB38B5"/>
    <w:rsid w:val="00AB3900"/>
    <w:rsid w:val="00AB4077"/>
    <w:rsid w:val="00AB4292"/>
    <w:rsid w:val="00AB4318"/>
    <w:rsid w:val="00AB4881"/>
    <w:rsid w:val="00AB4CF6"/>
    <w:rsid w:val="00AB5387"/>
    <w:rsid w:val="00AB5665"/>
    <w:rsid w:val="00AB5991"/>
    <w:rsid w:val="00AB61CC"/>
    <w:rsid w:val="00AB6596"/>
    <w:rsid w:val="00AB6B04"/>
    <w:rsid w:val="00AB713D"/>
    <w:rsid w:val="00AB7B1B"/>
    <w:rsid w:val="00AC0136"/>
    <w:rsid w:val="00AC0568"/>
    <w:rsid w:val="00AC0F00"/>
    <w:rsid w:val="00AC1326"/>
    <w:rsid w:val="00AC1423"/>
    <w:rsid w:val="00AC180B"/>
    <w:rsid w:val="00AC1C26"/>
    <w:rsid w:val="00AC1C3F"/>
    <w:rsid w:val="00AC23CE"/>
    <w:rsid w:val="00AC2531"/>
    <w:rsid w:val="00AC2786"/>
    <w:rsid w:val="00AC2A58"/>
    <w:rsid w:val="00AC2D38"/>
    <w:rsid w:val="00AC342A"/>
    <w:rsid w:val="00AC397F"/>
    <w:rsid w:val="00AC4396"/>
    <w:rsid w:val="00AC4826"/>
    <w:rsid w:val="00AC4CA3"/>
    <w:rsid w:val="00AC5A5A"/>
    <w:rsid w:val="00AC5A70"/>
    <w:rsid w:val="00AC5E8F"/>
    <w:rsid w:val="00AC6EC9"/>
    <w:rsid w:val="00AC6FC0"/>
    <w:rsid w:val="00AC7517"/>
    <w:rsid w:val="00AC753E"/>
    <w:rsid w:val="00AC7779"/>
    <w:rsid w:val="00AC7878"/>
    <w:rsid w:val="00AC7AA9"/>
    <w:rsid w:val="00AC7CDA"/>
    <w:rsid w:val="00AD0189"/>
    <w:rsid w:val="00AD0854"/>
    <w:rsid w:val="00AD0B30"/>
    <w:rsid w:val="00AD1350"/>
    <w:rsid w:val="00AD1AF7"/>
    <w:rsid w:val="00AD1B2F"/>
    <w:rsid w:val="00AD1F60"/>
    <w:rsid w:val="00AD2658"/>
    <w:rsid w:val="00AD2753"/>
    <w:rsid w:val="00AD276D"/>
    <w:rsid w:val="00AD2C8D"/>
    <w:rsid w:val="00AD2D96"/>
    <w:rsid w:val="00AD2EE8"/>
    <w:rsid w:val="00AD2EED"/>
    <w:rsid w:val="00AD35A8"/>
    <w:rsid w:val="00AD3885"/>
    <w:rsid w:val="00AD3995"/>
    <w:rsid w:val="00AD3C0A"/>
    <w:rsid w:val="00AD3C3F"/>
    <w:rsid w:val="00AD4991"/>
    <w:rsid w:val="00AD517B"/>
    <w:rsid w:val="00AD6994"/>
    <w:rsid w:val="00AD6EC0"/>
    <w:rsid w:val="00AD6F17"/>
    <w:rsid w:val="00AD728C"/>
    <w:rsid w:val="00AE0B5D"/>
    <w:rsid w:val="00AE0CE6"/>
    <w:rsid w:val="00AE0E89"/>
    <w:rsid w:val="00AE1640"/>
    <w:rsid w:val="00AE16D3"/>
    <w:rsid w:val="00AE17FF"/>
    <w:rsid w:val="00AE1801"/>
    <w:rsid w:val="00AE18F9"/>
    <w:rsid w:val="00AE1A77"/>
    <w:rsid w:val="00AE1C0F"/>
    <w:rsid w:val="00AE1DF8"/>
    <w:rsid w:val="00AE2717"/>
    <w:rsid w:val="00AE2CBE"/>
    <w:rsid w:val="00AE30EE"/>
    <w:rsid w:val="00AE3634"/>
    <w:rsid w:val="00AE369B"/>
    <w:rsid w:val="00AE386C"/>
    <w:rsid w:val="00AE3C92"/>
    <w:rsid w:val="00AE3EC3"/>
    <w:rsid w:val="00AE49EE"/>
    <w:rsid w:val="00AE5074"/>
    <w:rsid w:val="00AE5612"/>
    <w:rsid w:val="00AE5643"/>
    <w:rsid w:val="00AE59AD"/>
    <w:rsid w:val="00AE5AD8"/>
    <w:rsid w:val="00AE5CE9"/>
    <w:rsid w:val="00AE679B"/>
    <w:rsid w:val="00AE6B5E"/>
    <w:rsid w:val="00AE6DAF"/>
    <w:rsid w:val="00AE6F54"/>
    <w:rsid w:val="00AE6F71"/>
    <w:rsid w:val="00AE700B"/>
    <w:rsid w:val="00AE704B"/>
    <w:rsid w:val="00AE7197"/>
    <w:rsid w:val="00AE7198"/>
    <w:rsid w:val="00AE7272"/>
    <w:rsid w:val="00AE7561"/>
    <w:rsid w:val="00AE7E68"/>
    <w:rsid w:val="00AF058E"/>
    <w:rsid w:val="00AF084C"/>
    <w:rsid w:val="00AF09C8"/>
    <w:rsid w:val="00AF0E52"/>
    <w:rsid w:val="00AF0E78"/>
    <w:rsid w:val="00AF18B7"/>
    <w:rsid w:val="00AF1B5E"/>
    <w:rsid w:val="00AF1DAA"/>
    <w:rsid w:val="00AF2BE2"/>
    <w:rsid w:val="00AF2C99"/>
    <w:rsid w:val="00AF2D82"/>
    <w:rsid w:val="00AF2F23"/>
    <w:rsid w:val="00AF302D"/>
    <w:rsid w:val="00AF326B"/>
    <w:rsid w:val="00AF3310"/>
    <w:rsid w:val="00AF3DB1"/>
    <w:rsid w:val="00AF3F86"/>
    <w:rsid w:val="00AF402F"/>
    <w:rsid w:val="00AF4415"/>
    <w:rsid w:val="00AF46E9"/>
    <w:rsid w:val="00AF49F3"/>
    <w:rsid w:val="00AF4D81"/>
    <w:rsid w:val="00AF50C2"/>
    <w:rsid w:val="00AF51C7"/>
    <w:rsid w:val="00AF5376"/>
    <w:rsid w:val="00AF5436"/>
    <w:rsid w:val="00AF5778"/>
    <w:rsid w:val="00AF5805"/>
    <w:rsid w:val="00AF5E43"/>
    <w:rsid w:val="00AF5F6E"/>
    <w:rsid w:val="00AF6026"/>
    <w:rsid w:val="00AF634E"/>
    <w:rsid w:val="00AF7297"/>
    <w:rsid w:val="00AF7AB1"/>
    <w:rsid w:val="00B001A8"/>
    <w:rsid w:val="00B001E5"/>
    <w:rsid w:val="00B00313"/>
    <w:rsid w:val="00B003AE"/>
    <w:rsid w:val="00B0078A"/>
    <w:rsid w:val="00B0084B"/>
    <w:rsid w:val="00B0092F"/>
    <w:rsid w:val="00B00FBA"/>
    <w:rsid w:val="00B015FA"/>
    <w:rsid w:val="00B0166A"/>
    <w:rsid w:val="00B01767"/>
    <w:rsid w:val="00B01ABF"/>
    <w:rsid w:val="00B01EC7"/>
    <w:rsid w:val="00B01F79"/>
    <w:rsid w:val="00B023F8"/>
    <w:rsid w:val="00B025B6"/>
    <w:rsid w:val="00B02782"/>
    <w:rsid w:val="00B02A1C"/>
    <w:rsid w:val="00B02AD7"/>
    <w:rsid w:val="00B02D12"/>
    <w:rsid w:val="00B02E2B"/>
    <w:rsid w:val="00B02F51"/>
    <w:rsid w:val="00B0325D"/>
    <w:rsid w:val="00B0348F"/>
    <w:rsid w:val="00B03526"/>
    <w:rsid w:val="00B04814"/>
    <w:rsid w:val="00B050E4"/>
    <w:rsid w:val="00B054C2"/>
    <w:rsid w:val="00B0552C"/>
    <w:rsid w:val="00B055BA"/>
    <w:rsid w:val="00B05AD3"/>
    <w:rsid w:val="00B05BD0"/>
    <w:rsid w:val="00B061F6"/>
    <w:rsid w:val="00B06697"/>
    <w:rsid w:val="00B06983"/>
    <w:rsid w:val="00B0713D"/>
    <w:rsid w:val="00B07AEC"/>
    <w:rsid w:val="00B07EA8"/>
    <w:rsid w:val="00B101E9"/>
    <w:rsid w:val="00B103EF"/>
    <w:rsid w:val="00B104F5"/>
    <w:rsid w:val="00B1066A"/>
    <w:rsid w:val="00B109EF"/>
    <w:rsid w:val="00B10C6D"/>
    <w:rsid w:val="00B10D9A"/>
    <w:rsid w:val="00B10DAF"/>
    <w:rsid w:val="00B1164B"/>
    <w:rsid w:val="00B11704"/>
    <w:rsid w:val="00B117AA"/>
    <w:rsid w:val="00B121D5"/>
    <w:rsid w:val="00B12254"/>
    <w:rsid w:val="00B1274B"/>
    <w:rsid w:val="00B12DEA"/>
    <w:rsid w:val="00B13059"/>
    <w:rsid w:val="00B1359A"/>
    <w:rsid w:val="00B13918"/>
    <w:rsid w:val="00B13F4A"/>
    <w:rsid w:val="00B1400B"/>
    <w:rsid w:val="00B140F7"/>
    <w:rsid w:val="00B1413C"/>
    <w:rsid w:val="00B1415F"/>
    <w:rsid w:val="00B14328"/>
    <w:rsid w:val="00B14B1E"/>
    <w:rsid w:val="00B14FB5"/>
    <w:rsid w:val="00B14FF4"/>
    <w:rsid w:val="00B152C4"/>
    <w:rsid w:val="00B156CD"/>
    <w:rsid w:val="00B1573F"/>
    <w:rsid w:val="00B157EC"/>
    <w:rsid w:val="00B159B7"/>
    <w:rsid w:val="00B1647C"/>
    <w:rsid w:val="00B16511"/>
    <w:rsid w:val="00B16901"/>
    <w:rsid w:val="00B1773A"/>
    <w:rsid w:val="00B17859"/>
    <w:rsid w:val="00B17A24"/>
    <w:rsid w:val="00B17B6E"/>
    <w:rsid w:val="00B205D1"/>
    <w:rsid w:val="00B206E0"/>
    <w:rsid w:val="00B207B4"/>
    <w:rsid w:val="00B2082E"/>
    <w:rsid w:val="00B20C07"/>
    <w:rsid w:val="00B211AA"/>
    <w:rsid w:val="00B218AF"/>
    <w:rsid w:val="00B2195E"/>
    <w:rsid w:val="00B21AEF"/>
    <w:rsid w:val="00B21F9F"/>
    <w:rsid w:val="00B225DA"/>
    <w:rsid w:val="00B226F5"/>
    <w:rsid w:val="00B229D6"/>
    <w:rsid w:val="00B23236"/>
    <w:rsid w:val="00B23B57"/>
    <w:rsid w:val="00B23BA0"/>
    <w:rsid w:val="00B23D94"/>
    <w:rsid w:val="00B23E0E"/>
    <w:rsid w:val="00B2408E"/>
    <w:rsid w:val="00B2420C"/>
    <w:rsid w:val="00B24847"/>
    <w:rsid w:val="00B249AE"/>
    <w:rsid w:val="00B24C04"/>
    <w:rsid w:val="00B24D58"/>
    <w:rsid w:val="00B24DF1"/>
    <w:rsid w:val="00B25A5B"/>
    <w:rsid w:val="00B25C19"/>
    <w:rsid w:val="00B25C1A"/>
    <w:rsid w:val="00B25D53"/>
    <w:rsid w:val="00B2623D"/>
    <w:rsid w:val="00B26261"/>
    <w:rsid w:val="00B26619"/>
    <w:rsid w:val="00B26829"/>
    <w:rsid w:val="00B26997"/>
    <w:rsid w:val="00B26B60"/>
    <w:rsid w:val="00B273DB"/>
    <w:rsid w:val="00B27788"/>
    <w:rsid w:val="00B300B1"/>
    <w:rsid w:val="00B301BF"/>
    <w:rsid w:val="00B3039D"/>
    <w:rsid w:val="00B303AC"/>
    <w:rsid w:val="00B3098F"/>
    <w:rsid w:val="00B30AC3"/>
    <w:rsid w:val="00B30B80"/>
    <w:rsid w:val="00B30BB8"/>
    <w:rsid w:val="00B30C1D"/>
    <w:rsid w:val="00B30EF3"/>
    <w:rsid w:val="00B310B5"/>
    <w:rsid w:val="00B31168"/>
    <w:rsid w:val="00B31E57"/>
    <w:rsid w:val="00B3223A"/>
    <w:rsid w:val="00B3257E"/>
    <w:rsid w:val="00B325F5"/>
    <w:rsid w:val="00B326C3"/>
    <w:rsid w:val="00B32734"/>
    <w:rsid w:val="00B32839"/>
    <w:rsid w:val="00B32B65"/>
    <w:rsid w:val="00B3361D"/>
    <w:rsid w:val="00B33700"/>
    <w:rsid w:val="00B33B70"/>
    <w:rsid w:val="00B33EA8"/>
    <w:rsid w:val="00B3432E"/>
    <w:rsid w:val="00B34BEA"/>
    <w:rsid w:val="00B35282"/>
    <w:rsid w:val="00B35350"/>
    <w:rsid w:val="00B3543A"/>
    <w:rsid w:val="00B3589B"/>
    <w:rsid w:val="00B358A7"/>
    <w:rsid w:val="00B35E3A"/>
    <w:rsid w:val="00B35F56"/>
    <w:rsid w:val="00B35FA6"/>
    <w:rsid w:val="00B36169"/>
    <w:rsid w:val="00B3630C"/>
    <w:rsid w:val="00B3675A"/>
    <w:rsid w:val="00B37145"/>
    <w:rsid w:val="00B37395"/>
    <w:rsid w:val="00B374CC"/>
    <w:rsid w:val="00B37611"/>
    <w:rsid w:val="00B3788F"/>
    <w:rsid w:val="00B37B9A"/>
    <w:rsid w:val="00B37D12"/>
    <w:rsid w:val="00B37F63"/>
    <w:rsid w:val="00B40131"/>
    <w:rsid w:val="00B40425"/>
    <w:rsid w:val="00B407FD"/>
    <w:rsid w:val="00B408BF"/>
    <w:rsid w:val="00B40B22"/>
    <w:rsid w:val="00B410BD"/>
    <w:rsid w:val="00B4176E"/>
    <w:rsid w:val="00B417A4"/>
    <w:rsid w:val="00B41C29"/>
    <w:rsid w:val="00B41C77"/>
    <w:rsid w:val="00B41F46"/>
    <w:rsid w:val="00B42758"/>
    <w:rsid w:val="00B427C4"/>
    <w:rsid w:val="00B42D81"/>
    <w:rsid w:val="00B42F3C"/>
    <w:rsid w:val="00B43223"/>
    <w:rsid w:val="00B4360F"/>
    <w:rsid w:val="00B438C5"/>
    <w:rsid w:val="00B43D2A"/>
    <w:rsid w:val="00B43E3B"/>
    <w:rsid w:val="00B43E7E"/>
    <w:rsid w:val="00B442C0"/>
    <w:rsid w:val="00B442FF"/>
    <w:rsid w:val="00B44C09"/>
    <w:rsid w:val="00B44FEE"/>
    <w:rsid w:val="00B45F41"/>
    <w:rsid w:val="00B46501"/>
    <w:rsid w:val="00B46A02"/>
    <w:rsid w:val="00B47011"/>
    <w:rsid w:val="00B471E0"/>
    <w:rsid w:val="00B4737A"/>
    <w:rsid w:val="00B47716"/>
    <w:rsid w:val="00B4797E"/>
    <w:rsid w:val="00B47B98"/>
    <w:rsid w:val="00B50270"/>
    <w:rsid w:val="00B50745"/>
    <w:rsid w:val="00B509B0"/>
    <w:rsid w:val="00B50CED"/>
    <w:rsid w:val="00B51064"/>
    <w:rsid w:val="00B510A5"/>
    <w:rsid w:val="00B51542"/>
    <w:rsid w:val="00B5172C"/>
    <w:rsid w:val="00B51AE4"/>
    <w:rsid w:val="00B51E4D"/>
    <w:rsid w:val="00B5224E"/>
    <w:rsid w:val="00B527B5"/>
    <w:rsid w:val="00B52EBD"/>
    <w:rsid w:val="00B531CE"/>
    <w:rsid w:val="00B53371"/>
    <w:rsid w:val="00B535DB"/>
    <w:rsid w:val="00B53BDF"/>
    <w:rsid w:val="00B53C6B"/>
    <w:rsid w:val="00B53FE3"/>
    <w:rsid w:val="00B546F3"/>
    <w:rsid w:val="00B54B48"/>
    <w:rsid w:val="00B551BC"/>
    <w:rsid w:val="00B554EB"/>
    <w:rsid w:val="00B55607"/>
    <w:rsid w:val="00B55DD4"/>
    <w:rsid w:val="00B55DEF"/>
    <w:rsid w:val="00B55F88"/>
    <w:rsid w:val="00B562B3"/>
    <w:rsid w:val="00B563BC"/>
    <w:rsid w:val="00B56F68"/>
    <w:rsid w:val="00B57429"/>
    <w:rsid w:val="00B60481"/>
    <w:rsid w:val="00B60962"/>
    <w:rsid w:val="00B60ABB"/>
    <w:rsid w:val="00B60F5C"/>
    <w:rsid w:val="00B61034"/>
    <w:rsid w:val="00B610ED"/>
    <w:rsid w:val="00B6136C"/>
    <w:rsid w:val="00B61CCB"/>
    <w:rsid w:val="00B61D58"/>
    <w:rsid w:val="00B626BA"/>
    <w:rsid w:val="00B6270A"/>
    <w:rsid w:val="00B63064"/>
    <w:rsid w:val="00B632B1"/>
    <w:rsid w:val="00B634B5"/>
    <w:rsid w:val="00B6360A"/>
    <w:rsid w:val="00B63846"/>
    <w:rsid w:val="00B63A1C"/>
    <w:rsid w:val="00B63AC5"/>
    <w:rsid w:val="00B63D8C"/>
    <w:rsid w:val="00B6437D"/>
    <w:rsid w:val="00B643FD"/>
    <w:rsid w:val="00B646A2"/>
    <w:rsid w:val="00B653D2"/>
    <w:rsid w:val="00B6540E"/>
    <w:rsid w:val="00B65411"/>
    <w:rsid w:val="00B659BB"/>
    <w:rsid w:val="00B66250"/>
    <w:rsid w:val="00B667AD"/>
    <w:rsid w:val="00B6682E"/>
    <w:rsid w:val="00B66D34"/>
    <w:rsid w:val="00B66EEA"/>
    <w:rsid w:val="00B67071"/>
    <w:rsid w:val="00B6733D"/>
    <w:rsid w:val="00B678E9"/>
    <w:rsid w:val="00B67CC2"/>
    <w:rsid w:val="00B709C4"/>
    <w:rsid w:val="00B70B33"/>
    <w:rsid w:val="00B70BEB"/>
    <w:rsid w:val="00B70DAA"/>
    <w:rsid w:val="00B71038"/>
    <w:rsid w:val="00B711A4"/>
    <w:rsid w:val="00B7129E"/>
    <w:rsid w:val="00B71694"/>
    <w:rsid w:val="00B71BB5"/>
    <w:rsid w:val="00B729C2"/>
    <w:rsid w:val="00B72D96"/>
    <w:rsid w:val="00B72DF2"/>
    <w:rsid w:val="00B72F5E"/>
    <w:rsid w:val="00B73A28"/>
    <w:rsid w:val="00B73CE0"/>
    <w:rsid w:val="00B742E6"/>
    <w:rsid w:val="00B74658"/>
    <w:rsid w:val="00B74753"/>
    <w:rsid w:val="00B75437"/>
    <w:rsid w:val="00B755DA"/>
    <w:rsid w:val="00B75BC7"/>
    <w:rsid w:val="00B75E32"/>
    <w:rsid w:val="00B7628D"/>
    <w:rsid w:val="00B76798"/>
    <w:rsid w:val="00B767CB"/>
    <w:rsid w:val="00B76B21"/>
    <w:rsid w:val="00B76F0C"/>
    <w:rsid w:val="00B77010"/>
    <w:rsid w:val="00B7759F"/>
    <w:rsid w:val="00B77C5A"/>
    <w:rsid w:val="00B800B3"/>
    <w:rsid w:val="00B80158"/>
    <w:rsid w:val="00B80693"/>
    <w:rsid w:val="00B813DA"/>
    <w:rsid w:val="00B8154B"/>
    <w:rsid w:val="00B82022"/>
    <w:rsid w:val="00B82071"/>
    <w:rsid w:val="00B822AE"/>
    <w:rsid w:val="00B8324C"/>
    <w:rsid w:val="00B8332F"/>
    <w:rsid w:val="00B836EC"/>
    <w:rsid w:val="00B83886"/>
    <w:rsid w:val="00B83CD5"/>
    <w:rsid w:val="00B83D3B"/>
    <w:rsid w:val="00B83D3E"/>
    <w:rsid w:val="00B83F37"/>
    <w:rsid w:val="00B84681"/>
    <w:rsid w:val="00B8475B"/>
    <w:rsid w:val="00B848AD"/>
    <w:rsid w:val="00B848B7"/>
    <w:rsid w:val="00B85007"/>
    <w:rsid w:val="00B8513E"/>
    <w:rsid w:val="00B854FC"/>
    <w:rsid w:val="00B8561C"/>
    <w:rsid w:val="00B85BFB"/>
    <w:rsid w:val="00B85EC9"/>
    <w:rsid w:val="00B86003"/>
    <w:rsid w:val="00B86269"/>
    <w:rsid w:val="00B8635F"/>
    <w:rsid w:val="00B86B86"/>
    <w:rsid w:val="00B86CC6"/>
    <w:rsid w:val="00B87252"/>
    <w:rsid w:val="00B874BB"/>
    <w:rsid w:val="00B87DD7"/>
    <w:rsid w:val="00B87FAF"/>
    <w:rsid w:val="00B90294"/>
    <w:rsid w:val="00B90517"/>
    <w:rsid w:val="00B90765"/>
    <w:rsid w:val="00B90990"/>
    <w:rsid w:val="00B90E2B"/>
    <w:rsid w:val="00B9141C"/>
    <w:rsid w:val="00B91829"/>
    <w:rsid w:val="00B91962"/>
    <w:rsid w:val="00B92079"/>
    <w:rsid w:val="00B92E5B"/>
    <w:rsid w:val="00B92FA6"/>
    <w:rsid w:val="00B93172"/>
    <w:rsid w:val="00B93208"/>
    <w:rsid w:val="00B93534"/>
    <w:rsid w:val="00B9395C"/>
    <w:rsid w:val="00B9399A"/>
    <w:rsid w:val="00B93CC5"/>
    <w:rsid w:val="00B93D8A"/>
    <w:rsid w:val="00B93DD0"/>
    <w:rsid w:val="00B943D2"/>
    <w:rsid w:val="00B9467A"/>
    <w:rsid w:val="00B94684"/>
    <w:rsid w:val="00B94942"/>
    <w:rsid w:val="00B95196"/>
    <w:rsid w:val="00B953E4"/>
    <w:rsid w:val="00B9561E"/>
    <w:rsid w:val="00B95803"/>
    <w:rsid w:val="00B95E0B"/>
    <w:rsid w:val="00B96505"/>
    <w:rsid w:val="00B965B1"/>
    <w:rsid w:val="00B96A2F"/>
    <w:rsid w:val="00B973CF"/>
    <w:rsid w:val="00B979AE"/>
    <w:rsid w:val="00B979C6"/>
    <w:rsid w:val="00B97FF1"/>
    <w:rsid w:val="00BA01D2"/>
    <w:rsid w:val="00BA0289"/>
    <w:rsid w:val="00BA065B"/>
    <w:rsid w:val="00BA0EA1"/>
    <w:rsid w:val="00BA10B1"/>
    <w:rsid w:val="00BA1491"/>
    <w:rsid w:val="00BA1E6C"/>
    <w:rsid w:val="00BA22DA"/>
    <w:rsid w:val="00BA27A5"/>
    <w:rsid w:val="00BA28DB"/>
    <w:rsid w:val="00BA31C3"/>
    <w:rsid w:val="00BA343F"/>
    <w:rsid w:val="00BA34BD"/>
    <w:rsid w:val="00BA3727"/>
    <w:rsid w:val="00BA38E5"/>
    <w:rsid w:val="00BA3EC8"/>
    <w:rsid w:val="00BA4231"/>
    <w:rsid w:val="00BA44EA"/>
    <w:rsid w:val="00BA47F6"/>
    <w:rsid w:val="00BA500D"/>
    <w:rsid w:val="00BA5506"/>
    <w:rsid w:val="00BA5511"/>
    <w:rsid w:val="00BA5596"/>
    <w:rsid w:val="00BA5EA6"/>
    <w:rsid w:val="00BA632F"/>
    <w:rsid w:val="00BA6685"/>
    <w:rsid w:val="00BA6B7A"/>
    <w:rsid w:val="00BA6FE2"/>
    <w:rsid w:val="00BA709D"/>
    <w:rsid w:val="00BA75F8"/>
    <w:rsid w:val="00BB00D8"/>
    <w:rsid w:val="00BB0829"/>
    <w:rsid w:val="00BB08DA"/>
    <w:rsid w:val="00BB0AA1"/>
    <w:rsid w:val="00BB0C40"/>
    <w:rsid w:val="00BB0E37"/>
    <w:rsid w:val="00BB0EE7"/>
    <w:rsid w:val="00BB17CB"/>
    <w:rsid w:val="00BB17E8"/>
    <w:rsid w:val="00BB1F25"/>
    <w:rsid w:val="00BB20AA"/>
    <w:rsid w:val="00BB20FE"/>
    <w:rsid w:val="00BB2461"/>
    <w:rsid w:val="00BB2808"/>
    <w:rsid w:val="00BB28E8"/>
    <w:rsid w:val="00BB29D2"/>
    <w:rsid w:val="00BB2F18"/>
    <w:rsid w:val="00BB30CF"/>
    <w:rsid w:val="00BB3287"/>
    <w:rsid w:val="00BB3738"/>
    <w:rsid w:val="00BB3947"/>
    <w:rsid w:val="00BB39AC"/>
    <w:rsid w:val="00BB3FA7"/>
    <w:rsid w:val="00BB4A8C"/>
    <w:rsid w:val="00BB514C"/>
    <w:rsid w:val="00BB5320"/>
    <w:rsid w:val="00BB5330"/>
    <w:rsid w:val="00BB53A7"/>
    <w:rsid w:val="00BB5CCB"/>
    <w:rsid w:val="00BB5D9B"/>
    <w:rsid w:val="00BB5E1B"/>
    <w:rsid w:val="00BB5F80"/>
    <w:rsid w:val="00BB71EA"/>
    <w:rsid w:val="00BB7DB0"/>
    <w:rsid w:val="00BB7F35"/>
    <w:rsid w:val="00BC05D7"/>
    <w:rsid w:val="00BC0B8C"/>
    <w:rsid w:val="00BC0E0A"/>
    <w:rsid w:val="00BC127C"/>
    <w:rsid w:val="00BC180D"/>
    <w:rsid w:val="00BC1906"/>
    <w:rsid w:val="00BC1E77"/>
    <w:rsid w:val="00BC1F7B"/>
    <w:rsid w:val="00BC207E"/>
    <w:rsid w:val="00BC2BF1"/>
    <w:rsid w:val="00BC3330"/>
    <w:rsid w:val="00BC3D6B"/>
    <w:rsid w:val="00BC4123"/>
    <w:rsid w:val="00BC45E3"/>
    <w:rsid w:val="00BC4B97"/>
    <w:rsid w:val="00BC4EFF"/>
    <w:rsid w:val="00BC5473"/>
    <w:rsid w:val="00BC5661"/>
    <w:rsid w:val="00BC56A7"/>
    <w:rsid w:val="00BC5765"/>
    <w:rsid w:val="00BC58BA"/>
    <w:rsid w:val="00BC5C82"/>
    <w:rsid w:val="00BC61DC"/>
    <w:rsid w:val="00BC6B0E"/>
    <w:rsid w:val="00BC7878"/>
    <w:rsid w:val="00BC7CC9"/>
    <w:rsid w:val="00BC7D30"/>
    <w:rsid w:val="00BC7EDF"/>
    <w:rsid w:val="00BD015B"/>
    <w:rsid w:val="00BD06BC"/>
    <w:rsid w:val="00BD109B"/>
    <w:rsid w:val="00BD19E2"/>
    <w:rsid w:val="00BD1B77"/>
    <w:rsid w:val="00BD1EE3"/>
    <w:rsid w:val="00BD2004"/>
    <w:rsid w:val="00BD202F"/>
    <w:rsid w:val="00BD2426"/>
    <w:rsid w:val="00BD2ABC"/>
    <w:rsid w:val="00BD2D3C"/>
    <w:rsid w:val="00BD32A7"/>
    <w:rsid w:val="00BD365B"/>
    <w:rsid w:val="00BD3873"/>
    <w:rsid w:val="00BD4237"/>
    <w:rsid w:val="00BD45A9"/>
    <w:rsid w:val="00BD4808"/>
    <w:rsid w:val="00BD4D89"/>
    <w:rsid w:val="00BD4E9F"/>
    <w:rsid w:val="00BD500C"/>
    <w:rsid w:val="00BD5128"/>
    <w:rsid w:val="00BD61C6"/>
    <w:rsid w:val="00BD635C"/>
    <w:rsid w:val="00BD6477"/>
    <w:rsid w:val="00BD64DC"/>
    <w:rsid w:val="00BD65A4"/>
    <w:rsid w:val="00BD70B0"/>
    <w:rsid w:val="00BD7574"/>
    <w:rsid w:val="00BD7EB7"/>
    <w:rsid w:val="00BE01C7"/>
    <w:rsid w:val="00BE0631"/>
    <w:rsid w:val="00BE09DD"/>
    <w:rsid w:val="00BE0CAE"/>
    <w:rsid w:val="00BE0D7F"/>
    <w:rsid w:val="00BE0D97"/>
    <w:rsid w:val="00BE1167"/>
    <w:rsid w:val="00BE1642"/>
    <w:rsid w:val="00BE193F"/>
    <w:rsid w:val="00BE19E1"/>
    <w:rsid w:val="00BE1B11"/>
    <w:rsid w:val="00BE1EB5"/>
    <w:rsid w:val="00BE209E"/>
    <w:rsid w:val="00BE2330"/>
    <w:rsid w:val="00BE2981"/>
    <w:rsid w:val="00BE2D4D"/>
    <w:rsid w:val="00BE3435"/>
    <w:rsid w:val="00BE3868"/>
    <w:rsid w:val="00BE3988"/>
    <w:rsid w:val="00BE3D43"/>
    <w:rsid w:val="00BE3F2B"/>
    <w:rsid w:val="00BE42CB"/>
    <w:rsid w:val="00BE446E"/>
    <w:rsid w:val="00BE454C"/>
    <w:rsid w:val="00BE4870"/>
    <w:rsid w:val="00BE4884"/>
    <w:rsid w:val="00BE4991"/>
    <w:rsid w:val="00BE4A80"/>
    <w:rsid w:val="00BE4AF8"/>
    <w:rsid w:val="00BE4C56"/>
    <w:rsid w:val="00BE4F0B"/>
    <w:rsid w:val="00BE547D"/>
    <w:rsid w:val="00BE54F3"/>
    <w:rsid w:val="00BE57A6"/>
    <w:rsid w:val="00BE5B1D"/>
    <w:rsid w:val="00BE6314"/>
    <w:rsid w:val="00BE63EF"/>
    <w:rsid w:val="00BE66A8"/>
    <w:rsid w:val="00BE6921"/>
    <w:rsid w:val="00BE6BB0"/>
    <w:rsid w:val="00BE6BC6"/>
    <w:rsid w:val="00BE6E15"/>
    <w:rsid w:val="00BE71DC"/>
    <w:rsid w:val="00BE7314"/>
    <w:rsid w:val="00BE7BEF"/>
    <w:rsid w:val="00BE7F56"/>
    <w:rsid w:val="00BF05AA"/>
    <w:rsid w:val="00BF08BF"/>
    <w:rsid w:val="00BF0946"/>
    <w:rsid w:val="00BF0A5F"/>
    <w:rsid w:val="00BF0CB5"/>
    <w:rsid w:val="00BF0DAE"/>
    <w:rsid w:val="00BF0DC0"/>
    <w:rsid w:val="00BF0FF2"/>
    <w:rsid w:val="00BF1618"/>
    <w:rsid w:val="00BF1691"/>
    <w:rsid w:val="00BF1816"/>
    <w:rsid w:val="00BF1B90"/>
    <w:rsid w:val="00BF1C13"/>
    <w:rsid w:val="00BF1D6C"/>
    <w:rsid w:val="00BF1D84"/>
    <w:rsid w:val="00BF2285"/>
    <w:rsid w:val="00BF2354"/>
    <w:rsid w:val="00BF248E"/>
    <w:rsid w:val="00BF24FC"/>
    <w:rsid w:val="00BF2CDD"/>
    <w:rsid w:val="00BF2E1D"/>
    <w:rsid w:val="00BF3772"/>
    <w:rsid w:val="00BF390A"/>
    <w:rsid w:val="00BF3A0B"/>
    <w:rsid w:val="00BF42DD"/>
    <w:rsid w:val="00BF43EC"/>
    <w:rsid w:val="00BF5165"/>
    <w:rsid w:val="00BF5464"/>
    <w:rsid w:val="00BF54A7"/>
    <w:rsid w:val="00BF5BBE"/>
    <w:rsid w:val="00BF5BE5"/>
    <w:rsid w:val="00BF5C42"/>
    <w:rsid w:val="00BF5D61"/>
    <w:rsid w:val="00BF68DB"/>
    <w:rsid w:val="00BF6E33"/>
    <w:rsid w:val="00BF711A"/>
    <w:rsid w:val="00BF7201"/>
    <w:rsid w:val="00BF7799"/>
    <w:rsid w:val="00BF7CFE"/>
    <w:rsid w:val="00BF7D00"/>
    <w:rsid w:val="00C003B9"/>
    <w:rsid w:val="00C0071D"/>
    <w:rsid w:val="00C008EC"/>
    <w:rsid w:val="00C01220"/>
    <w:rsid w:val="00C016E1"/>
    <w:rsid w:val="00C0291E"/>
    <w:rsid w:val="00C02DAB"/>
    <w:rsid w:val="00C02DE4"/>
    <w:rsid w:val="00C02F40"/>
    <w:rsid w:val="00C02F62"/>
    <w:rsid w:val="00C03018"/>
    <w:rsid w:val="00C0321D"/>
    <w:rsid w:val="00C04114"/>
    <w:rsid w:val="00C042E7"/>
    <w:rsid w:val="00C047A6"/>
    <w:rsid w:val="00C04957"/>
    <w:rsid w:val="00C04C0E"/>
    <w:rsid w:val="00C05212"/>
    <w:rsid w:val="00C05897"/>
    <w:rsid w:val="00C05ACB"/>
    <w:rsid w:val="00C06760"/>
    <w:rsid w:val="00C06864"/>
    <w:rsid w:val="00C06D24"/>
    <w:rsid w:val="00C06DE3"/>
    <w:rsid w:val="00C06F4C"/>
    <w:rsid w:val="00C0749D"/>
    <w:rsid w:val="00C07523"/>
    <w:rsid w:val="00C07D21"/>
    <w:rsid w:val="00C07E59"/>
    <w:rsid w:val="00C10973"/>
    <w:rsid w:val="00C10D56"/>
    <w:rsid w:val="00C11291"/>
    <w:rsid w:val="00C11DC1"/>
    <w:rsid w:val="00C11FD6"/>
    <w:rsid w:val="00C121E4"/>
    <w:rsid w:val="00C12BA9"/>
    <w:rsid w:val="00C12D73"/>
    <w:rsid w:val="00C133C1"/>
    <w:rsid w:val="00C13501"/>
    <w:rsid w:val="00C136E8"/>
    <w:rsid w:val="00C1398E"/>
    <w:rsid w:val="00C13A3F"/>
    <w:rsid w:val="00C13B5B"/>
    <w:rsid w:val="00C13C97"/>
    <w:rsid w:val="00C13EE5"/>
    <w:rsid w:val="00C1417F"/>
    <w:rsid w:val="00C145E6"/>
    <w:rsid w:val="00C14AEF"/>
    <w:rsid w:val="00C14F10"/>
    <w:rsid w:val="00C1527A"/>
    <w:rsid w:val="00C159E7"/>
    <w:rsid w:val="00C15AA6"/>
    <w:rsid w:val="00C16664"/>
    <w:rsid w:val="00C16A97"/>
    <w:rsid w:val="00C16CE5"/>
    <w:rsid w:val="00C1710D"/>
    <w:rsid w:val="00C17626"/>
    <w:rsid w:val="00C17761"/>
    <w:rsid w:val="00C179CF"/>
    <w:rsid w:val="00C17A1E"/>
    <w:rsid w:val="00C201E3"/>
    <w:rsid w:val="00C20E0F"/>
    <w:rsid w:val="00C213FD"/>
    <w:rsid w:val="00C21649"/>
    <w:rsid w:val="00C21695"/>
    <w:rsid w:val="00C217BC"/>
    <w:rsid w:val="00C2196B"/>
    <w:rsid w:val="00C21D9D"/>
    <w:rsid w:val="00C2251B"/>
    <w:rsid w:val="00C229D9"/>
    <w:rsid w:val="00C22A69"/>
    <w:rsid w:val="00C22A9F"/>
    <w:rsid w:val="00C22BB2"/>
    <w:rsid w:val="00C22D78"/>
    <w:rsid w:val="00C22FF0"/>
    <w:rsid w:val="00C23192"/>
    <w:rsid w:val="00C23C2B"/>
    <w:rsid w:val="00C23CB7"/>
    <w:rsid w:val="00C23E46"/>
    <w:rsid w:val="00C24162"/>
    <w:rsid w:val="00C24353"/>
    <w:rsid w:val="00C244AB"/>
    <w:rsid w:val="00C2474C"/>
    <w:rsid w:val="00C24C94"/>
    <w:rsid w:val="00C24EB0"/>
    <w:rsid w:val="00C2564B"/>
    <w:rsid w:val="00C25EEF"/>
    <w:rsid w:val="00C260C3"/>
    <w:rsid w:val="00C260D2"/>
    <w:rsid w:val="00C2663D"/>
    <w:rsid w:val="00C2678E"/>
    <w:rsid w:val="00C26E74"/>
    <w:rsid w:val="00C271B0"/>
    <w:rsid w:val="00C2727A"/>
    <w:rsid w:val="00C27910"/>
    <w:rsid w:val="00C279CD"/>
    <w:rsid w:val="00C279FA"/>
    <w:rsid w:val="00C307BA"/>
    <w:rsid w:val="00C30CB5"/>
    <w:rsid w:val="00C310C5"/>
    <w:rsid w:val="00C31470"/>
    <w:rsid w:val="00C31ACF"/>
    <w:rsid w:val="00C31B06"/>
    <w:rsid w:val="00C31BCD"/>
    <w:rsid w:val="00C321FC"/>
    <w:rsid w:val="00C32207"/>
    <w:rsid w:val="00C3230E"/>
    <w:rsid w:val="00C32666"/>
    <w:rsid w:val="00C32B7C"/>
    <w:rsid w:val="00C32C02"/>
    <w:rsid w:val="00C32E4F"/>
    <w:rsid w:val="00C32EAB"/>
    <w:rsid w:val="00C330CC"/>
    <w:rsid w:val="00C33358"/>
    <w:rsid w:val="00C337F7"/>
    <w:rsid w:val="00C33A4E"/>
    <w:rsid w:val="00C33DDB"/>
    <w:rsid w:val="00C3493E"/>
    <w:rsid w:val="00C34952"/>
    <w:rsid w:val="00C34AC5"/>
    <w:rsid w:val="00C34E74"/>
    <w:rsid w:val="00C354C8"/>
    <w:rsid w:val="00C35641"/>
    <w:rsid w:val="00C35892"/>
    <w:rsid w:val="00C35AD2"/>
    <w:rsid w:val="00C35BA6"/>
    <w:rsid w:val="00C3607E"/>
    <w:rsid w:val="00C36137"/>
    <w:rsid w:val="00C366CA"/>
    <w:rsid w:val="00C36A51"/>
    <w:rsid w:val="00C36AD3"/>
    <w:rsid w:val="00C36DB6"/>
    <w:rsid w:val="00C36F2F"/>
    <w:rsid w:val="00C3730F"/>
    <w:rsid w:val="00C378C8"/>
    <w:rsid w:val="00C37A75"/>
    <w:rsid w:val="00C37D3E"/>
    <w:rsid w:val="00C37D9A"/>
    <w:rsid w:val="00C37F6F"/>
    <w:rsid w:val="00C404CD"/>
    <w:rsid w:val="00C408CD"/>
    <w:rsid w:val="00C40EE3"/>
    <w:rsid w:val="00C4126F"/>
    <w:rsid w:val="00C41677"/>
    <w:rsid w:val="00C41D0C"/>
    <w:rsid w:val="00C41EF5"/>
    <w:rsid w:val="00C429F0"/>
    <w:rsid w:val="00C42BDA"/>
    <w:rsid w:val="00C432B2"/>
    <w:rsid w:val="00C4393B"/>
    <w:rsid w:val="00C43BA6"/>
    <w:rsid w:val="00C441CF"/>
    <w:rsid w:val="00C44371"/>
    <w:rsid w:val="00C445DE"/>
    <w:rsid w:val="00C44AAF"/>
    <w:rsid w:val="00C44B61"/>
    <w:rsid w:val="00C44D55"/>
    <w:rsid w:val="00C44E1C"/>
    <w:rsid w:val="00C456D5"/>
    <w:rsid w:val="00C45A29"/>
    <w:rsid w:val="00C45AC8"/>
    <w:rsid w:val="00C46435"/>
    <w:rsid w:val="00C464FB"/>
    <w:rsid w:val="00C46514"/>
    <w:rsid w:val="00C4654D"/>
    <w:rsid w:val="00C46925"/>
    <w:rsid w:val="00C46CE5"/>
    <w:rsid w:val="00C46F4D"/>
    <w:rsid w:val="00C47490"/>
    <w:rsid w:val="00C47605"/>
    <w:rsid w:val="00C47B3C"/>
    <w:rsid w:val="00C500B4"/>
    <w:rsid w:val="00C5068E"/>
    <w:rsid w:val="00C508DF"/>
    <w:rsid w:val="00C50A34"/>
    <w:rsid w:val="00C50FE7"/>
    <w:rsid w:val="00C51527"/>
    <w:rsid w:val="00C51856"/>
    <w:rsid w:val="00C51A26"/>
    <w:rsid w:val="00C51AED"/>
    <w:rsid w:val="00C51CF3"/>
    <w:rsid w:val="00C526EE"/>
    <w:rsid w:val="00C52E1D"/>
    <w:rsid w:val="00C52E69"/>
    <w:rsid w:val="00C5309A"/>
    <w:rsid w:val="00C53545"/>
    <w:rsid w:val="00C5376F"/>
    <w:rsid w:val="00C54601"/>
    <w:rsid w:val="00C54FF0"/>
    <w:rsid w:val="00C55044"/>
    <w:rsid w:val="00C55363"/>
    <w:rsid w:val="00C55928"/>
    <w:rsid w:val="00C55CCA"/>
    <w:rsid w:val="00C55F8F"/>
    <w:rsid w:val="00C56047"/>
    <w:rsid w:val="00C567E5"/>
    <w:rsid w:val="00C56A9D"/>
    <w:rsid w:val="00C56E2F"/>
    <w:rsid w:val="00C56EA7"/>
    <w:rsid w:val="00C570F4"/>
    <w:rsid w:val="00C5731E"/>
    <w:rsid w:val="00C57620"/>
    <w:rsid w:val="00C5770A"/>
    <w:rsid w:val="00C579E4"/>
    <w:rsid w:val="00C57C2A"/>
    <w:rsid w:val="00C57D90"/>
    <w:rsid w:val="00C6005A"/>
    <w:rsid w:val="00C6006E"/>
    <w:rsid w:val="00C60483"/>
    <w:rsid w:val="00C60A5C"/>
    <w:rsid w:val="00C60B0D"/>
    <w:rsid w:val="00C60F21"/>
    <w:rsid w:val="00C613B1"/>
    <w:rsid w:val="00C6143F"/>
    <w:rsid w:val="00C6158D"/>
    <w:rsid w:val="00C61B2D"/>
    <w:rsid w:val="00C61BD8"/>
    <w:rsid w:val="00C622C6"/>
    <w:rsid w:val="00C62DBA"/>
    <w:rsid w:val="00C63334"/>
    <w:rsid w:val="00C63668"/>
    <w:rsid w:val="00C63751"/>
    <w:rsid w:val="00C6383B"/>
    <w:rsid w:val="00C63B4C"/>
    <w:rsid w:val="00C63B83"/>
    <w:rsid w:val="00C63BBD"/>
    <w:rsid w:val="00C63BE1"/>
    <w:rsid w:val="00C63F35"/>
    <w:rsid w:val="00C641B7"/>
    <w:rsid w:val="00C645F8"/>
    <w:rsid w:val="00C64652"/>
    <w:rsid w:val="00C6480B"/>
    <w:rsid w:val="00C6485C"/>
    <w:rsid w:val="00C64B9D"/>
    <w:rsid w:val="00C65A04"/>
    <w:rsid w:val="00C65CC0"/>
    <w:rsid w:val="00C65E98"/>
    <w:rsid w:val="00C66335"/>
    <w:rsid w:val="00C66612"/>
    <w:rsid w:val="00C667EA"/>
    <w:rsid w:val="00C6707E"/>
    <w:rsid w:val="00C67186"/>
    <w:rsid w:val="00C677EF"/>
    <w:rsid w:val="00C67A52"/>
    <w:rsid w:val="00C67DCB"/>
    <w:rsid w:val="00C67FA4"/>
    <w:rsid w:val="00C700B4"/>
    <w:rsid w:val="00C70583"/>
    <w:rsid w:val="00C705EF"/>
    <w:rsid w:val="00C7070F"/>
    <w:rsid w:val="00C70A47"/>
    <w:rsid w:val="00C70F3D"/>
    <w:rsid w:val="00C715A2"/>
    <w:rsid w:val="00C71780"/>
    <w:rsid w:val="00C719B3"/>
    <w:rsid w:val="00C71EA4"/>
    <w:rsid w:val="00C72217"/>
    <w:rsid w:val="00C727B2"/>
    <w:rsid w:val="00C72884"/>
    <w:rsid w:val="00C72F4E"/>
    <w:rsid w:val="00C72F88"/>
    <w:rsid w:val="00C7387D"/>
    <w:rsid w:val="00C73B31"/>
    <w:rsid w:val="00C73D56"/>
    <w:rsid w:val="00C73F93"/>
    <w:rsid w:val="00C746D5"/>
    <w:rsid w:val="00C748E6"/>
    <w:rsid w:val="00C74A49"/>
    <w:rsid w:val="00C74BC4"/>
    <w:rsid w:val="00C74CA3"/>
    <w:rsid w:val="00C751EF"/>
    <w:rsid w:val="00C752BD"/>
    <w:rsid w:val="00C75448"/>
    <w:rsid w:val="00C755C7"/>
    <w:rsid w:val="00C7569D"/>
    <w:rsid w:val="00C756B9"/>
    <w:rsid w:val="00C75B02"/>
    <w:rsid w:val="00C75C3F"/>
    <w:rsid w:val="00C76D31"/>
    <w:rsid w:val="00C76DCD"/>
    <w:rsid w:val="00C774CF"/>
    <w:rsid w:val="00C7788D"/>
    <w:rsid w:val="00C80033"/>
    <w:rsid w:val="00C80810"/>
    <w:rsid w:val="00C80B67"/>
    <w:rsid w:val="00C80BAF"/>
    <w:rsid w:val="00C80EC2"/>
    <w:rsid w:val="00C81127"/>
    <w:rsid w:val="00C816F9"/>
    <w:rsid w:val="00C81A00"/>
    <w:rsid w:val="00C81E06"/>
    <w:rsid w:val="00C81FDF"/>
    <w:rsid w:val="00C82A42"/>
    <w:rsid w:val="00C82BA9"/>
    <w:rsid w:val="00C82BC0"/>
    <w:rsid w:val="00C83174"/>
    <w:rsid w:val="00C8334C"/>
    <w:rsid w:val="00C835DE"/>
    <w:rsid w:val="00C84161"/>
    <w:rsid w:val="00C8422F"/>
    <w:rsid w:val="00C842F1"/>
    <w:rsid w:val="00C84682"/>
    <w:rsid w:val="00C85048"/>
    <w:rsid w:val="00C85051"/>
    <w:rsid w:val="00C861C1"/>
    <w:rsid w:val="00C8630C"/>
    <w:rsid w:val="00C86539"/>
    <w:rsid w:val="00C86E4B"/>
    <w:rsid w:val="00C871A8"/>
    <w:rsid w:val="00C877B7"/>
    <w:rsid w:val="00C879D6"/>
    <w:rsid w:val="00C87C73"/>
    <w:rsid w:val="00C90177"/>
    <w:rsid w:val="00C90B21"/>
    <w:rsid w:val="00C90D92"/>
    <w:rsid w:val="00C90FB3"/>
    <w:rsid w:val="00C91F92"/>
    <w:rsid w:val="00C92C1D"/>
    <w:rsid w:val="00C92E1D"/>
    <w:rsid w:val="00C92F16"/>
    <w:rsid w:val="00C930C5"/>
    <w:rsid w:val="00C93116"/>
    <w:rsid w:val="00C931F0"/>
    <w:rsid w:val="00C93679"/>
    <w:rsid w:val="00C93F15"/>
    <w:rsid w:val="00C9407E"/>
    <w:rsid w:val="00C94DC7"/>
    <w:rsid w:val="00C956FF"/>
    <w:rsid w:val="00C957DE"/>
    <w:rsid w:val="00C95A65"/>
    <w:rsid w:val="00C95D03"/>
    <w:rsid w:val="00C95D83"/>
    <w:rsid w:val="00C963BD"/>
    <w:rsid w:val="00C964A6"/>
    <w:rsid w:val="00C965EF"/>
    <w:rsid w:val="00C96615"/>
    <w:rsid w:val="00C96865"/>
    <w:rsid w:val="00C96959"/>
    <w:rsid w:val="00C96B35"/>
    <w:rsid w:val="00C96D96"/>
    <w:rsid w:val="00C9706C"/>
    <w:rsid w:val="00C97270"/>
    <w:rsid w:val="00C978D9"/>
    <w:rsid w:val="00CA00F0"/>
    <w:rsid w:val="00CA03C1"/>
    <w:rsid w:val="00CA0414"/>
    <w:rsid w:val="00CA07DC"/>
    <w:rsid w:val="00CA08B4"/>
    <w:rsid w:val="00CA0AFF"/>
    <w:rsid w:val="00CA0B42"/>
    <w:rsid w:val="00CA164C"/>
    <w:rsid w:val="00CA179A"/>
    <w:rsid w:val="00CA1A9D"/>
    <w:rsid w:val="00CA22B2"/>
    <w:rsid w:val="00CA25D6"/>
    <w:rsid w:val="00CA260E"/>
    <w:rsid w:val="00CA2652"/>
    <w:rsid w:val="00CA2784"/>
    <w:rsid w:val="00CA2CB3"/>
    <w:rsid w:val="00CA2D8E"/>
    <w:rsid w:val="00CA3464"/>
    <w:rsid w:val="00CA374F"/>
    <w:rsid w:val="00CA3AE0"/>
    <w:rsid w:val="00CA3D66"/>
    <w:rsid w:val="00CA4349"/>
    <w:rsid w:val="00CA4364"/>
    <w:rsid w:val="00CA48B8"/>
    <w:rsid w:val="00CA490B"/>
    <w:rsid w:val="00CA4A5F"/>
    <w:rsid w:val="00CA4BE7"/>
    <w:rsid w:val="00CA50CD"/>
    <w:rsid w:val="00CA6403"/>
    <w:rsid w:val="00CA66E9"/>
    <w:rsid w:val="00CA6AE3"/>
    <w:rsid w:val="00CA72F4"/>
    <w:rsid w:val="00CA75BD"/>
    <w:rsid w:val="00CA783F"/>
    <w:rsid w:val="00CA7BA3"/>
    <w:rsid w:val="00CA7D1A"/>
    <w:rsid w:val="00CA7FD6"/>
    <w:rsid w:val="00CB014E"/>
    <w:rsid w:val="00CB0F3A"/>
    <w:rsid w:val="00CB12DF"/>
    <w:rsid w:val="00CB16CB"/>
    <w:rsid w:val="00CB1C33"/>
    <w:rsid w:val="00CB1CE7"/>
    <w:rsid w:val="00CB1DE4"/>
    <w:rsid w:val="00CB2045"/>
    <w:rsid w:val="00CB275E"/>
    <w:rsid w:val="00CB3826"/>
    <w:rsid w:val="00CB3949"/>
    <w:rsid w:val="00CB39CB"/>
    <w:rsid w:val="00CB3B22"/>
    <w:rsid w:val="00CB3BC0"/>
    <w:rsid w:val="00CB40F7"/>
    <w:rsid w:val="00CB4553"/>
    <w:rsid w:val="00CB46D4"/>
    <w:rsid w:val="00CB4861"/>
    <w:rsid w:val="00CB4923"/>
    <w:rsid w:val="00CB4B0F"/>
    <w:rsid w:val="00CB4D28"/>
    <w:rsid w:val="00CB52F9"/>
    <w:rsid w:val="00CB57B9"/>
    <w:rsid w:val="00CB5BF5"/>
    <w:rsid w:val="00CB5C9C"/>
    <w:rsid w:val="00CB5EA3"/>
    <w:rsid w:val="00CB649C"/>
    <w:rsid w:val="00CB64BF"/>
    <w:rsid w:val="00CB65BB"/>
    <w:rsid w:val="00CB6DB6"/>
    <w:rsid w:val="00CB705C"/>
    <w:rsid w:val="00CB7483"/>
    <w:rsid w:val="00CB7969"/>
    <w:rsid w:val="00CB79BA"/>
    <w:rsid w:val="00CB7A83"/>
    <w:rsid w:val="00CC07A1"/>
    <w:rsid w:val="00CC0C4D"/>
    <w:rsid w:val="00CC0FDA"/>
    <w:rsid w:val="00CC1360"/>
    <w:rsid w:val="00CC1548"/>
    <w:rsid w:val="00CC196C"/>
    <w:rsid w:val="00CC1AEF"/>
    <w:rsid w:val="00CC2076"/>
    <w:rsid w:val="00CC23F6"/>
    <w:rsid w:val="00CC2985"/>
    <w:rsid w:val="00CC309B"/>
    <w:rsid w:val="00CC31B4"/>
    <w:rsid w:val="00CC35DE"/>
    <w:rsid w:val="00CC3F09"/>
    <w:rsid w:val="00CC3F4E"/>
    <w:rsid w:val="00CC404C"/>
    <w:rsid w:val="00CC4633"/>
    <w:rsid w:val="00CC481E"/>
    <w:rsid w:val="00CC4980"/>
    <w:rsid w:val="00CC499C"/>
    <w:rsid w:val="00CC4C4F"/>
    <w:rsid w:val="00CC4FC5"/>
    <w:rsid w:val="00CC4FCD"/>
    <w:rsid w:val="00CC526E"/>
    <w:rsid w:val="00CC5AEB"/>
    <w:rsid w:val="00CC5D35"/>
    <w:rsid w:val="00CC60DD"/>
    <w:rsid w:val="00CC61AD"/>
    <w:rsid w:val="00CC63F7"/>
    <w:rsid w:val="00CC665C"/>
    <w:rsid w:val="00CC6B1A"/>
    <w:rsid w:val="00CC6BA5"/>
    <w:rsid w:val="00CC77AF"/>
    <w:rsid w:val="00CC79EF"/>
    <w:rsid w:val="00CC7E6F"/>
    <w:rsid w:val="00CD0187"/>
    <w:rsid w:val="00CD086D"/>
    <w:rsid w:val="00CD0C6C"/>
    <w:rsid w:val="00CD0CDB"/>
    <w:rsid w:val="00CD0F72"/>
    <w:rsid w:val="00CD10AC"/>
    <w:rsid w:val="00CD1D91"/>
    <w:rsid w:val="00CD2192"/>
    <w:rsid w:val="00CD2501"/>
    <w:rsid w:val="00CD25A2"/>
    <w:rsid w:val="00CD2780"/>
    <w:rsid w:val="00CD2DBB"/>
    <w:rsid w:val="00CD2E24"/>
    <w:rsid w:val="00CD35A1"/>
    <w:rsid w:val="00CD36E1"/>
    <w:rsid w:val="00CD3E03"/>
    <w:rsid w:val="00CD3FB3"/>
    <w:rsid w:val="00CD42E7"/>
    <w:rsid w:val="00CD46C6"/>
    <w:rsid w:val="00CD47E7"/>
    <w:rsid w:val="00CD4B93"/>
    <w:rsid w:val="00CD4C64"/>
    <w:rsid w:val="00CD4D1F"/>
    <w:rsid w:val="00CD4D33"/>
    <w:rsid w:val="00CD4DAC"/>
    <w:rsid w:val="00CD561E"/>
    <w:rsid w:val="00CD5738"/>
    <w:rsid w:val="00CD5809"/>
    <w:rsid w:val="00CD5C07"/>
    <w:rsid w:val="00CD5E6B"/>
    <w:rsid w:val="00CD680D"/>
    <w:rsid w:val="00CD69FF"/>
    <w:rsid w:val="00CD6B96"/>
    <w:rsid w:val="00CD71DA"/>
    <w:rsid w:val="00CD750A"/>
    <w:rsid w:val="00CD7A06"/>
    <w:rsid w:val="00CD7C2E"/>
    <w:rsid w:val="00CD7F3A"/>
    <w:rsid w:val="00CE0348"/>
    <w:rsid w:val="00CE034A"/>
    <w:rsid w:val="00CE0732"/>
    <w:rsid w:val="00CE08B7"/>
    <w:rsid w:val="00CE1001"/>
    <w:rsid w:val="00CE12AC"/>
    <w:rsid w:val="00CE12C5"/>
    <w:rsid w:val="00CE1540"/>
    <w:rsid w:val="00CE1CED"/>
    <w:rsid w:val="00CE276F"/>
    <w:rsid w:val="00CE2788"/>
    <w:rsid w:val="00CE2F30"/>
    <w:rsid w:val="00CE2F4B"/>
    <w:rsid w:val="00CE382E"/>
    <w:rsid w:val="00CE38EC"/>
    <w:rsid w:val="00CE3D59"/>
    <w:rsid w:val="00CE3EB5"/>
    <w:rsid w:val="00CE4640"/>
    <w:rsid w:val="00CE473B"/>
    <w:rsid w:val="00CE4776"/>
    <w:rsid w:val="00CE4ACF"/>
    <w:rsid w:val="00CE52D7"/>
    <w:rsid w:val="00CE5534"/>
    <w:rsid w:val="00CE5572"/>
    <w:rsid w:val="00CE571B"/>
    <w:rsid w:val="00CE57FA"/>
    <w:rsid w:val="00CE5B6C"/>
    <w:rsid w:val="00CE5F5D"/>
    <w:rsid w:val="00CE6105"/>
    <w:rsid w:val="00CE6966"/>
    <w:rsid w:val="00CE6F28"/>
    <w:rsid w:val="00CE70B4"/>
    <w:rsid w:val="00CE75DA"/>
    <w:rsid w:val="00CE79F5"/>
    <w:rsid w:val="00CE7FCE"/>
    <w:rsid w:val="00CF06F2"/>
    <w:rsid w:val="00CF08A5"/>
    <w:rsid w:val="00CF0A35"/>
    <w:rsid w:val="00CF1309"/>
    <w:rsid w:val="00CF1390"/>
    <w:rsid w:val="00CF1496"/>
    <w:rsid w:val="00CF14C6"/>
    <w:rsid w:val="00CF150E"/>
    <w:rsid w:val="00CF15A0"/>
    <w:rsid w:val="00CF1ADE"/>
    <w:rsid w:val="00CF262D"/>
    <w:rsid w:val="00CF295C"/>
    <w:rsid w:val="00CF2A51"/>
    <w:rsid w:val="00CF2D54"/>
    <w:rsid w:val="00CF2FE8"/>
    <w:rsid w:val="00CF373A"/>
    <w:rsid w:val="00CF3990"/>
    <w:rsid w:val="00CF3BB5"/>
    <w:rsid w:val="00CF3E96"/>
    <w:rsid w:val="00CF3F0B"/>
    <w:rsid w:val="00CF478C"/>
    <w:rsid w:val="00CF47B3"/>
    <w:rsid w:val="00CF47FD"/>
    <w:rsid w:val="00CF48C1"/>
    <w:rsid w:val="00CF49D9"/>
    <w:rsid w:val="00CF4B1B"/>
    <w:rsid w:val="00CF4D91"/>
    <w:rsid w:val="00CF4EB3"/>
    <w:rsid w:val="00CF4EC2"/>
    <w:rsid w:val="00CF5563"/>
    <w:rsid w:val="00CF5C1A"/>
    <w:rsid w:val="00CF5F2E"/>
    <w:rsid w:val="00CF667E"/>
    <w:rsid w:val="00CF689F"/>
    <w:rsid w:val="00CF6A2A"/>
    <w:rsid w:val="00CF6E4E"/>
    <w:rsid w:val="00CF7151"/>
    <w:rsid w:val="00CF71C7"/>
    <w:rsid w:val="00CF75DA"/>
    <w:rsid w:val="00CF779F"/>
    <w:rsid w:val="00CF7D76"/>
    <w:rsid w:val="00CF7E77"/>
    <w:rsid w:val="00D0077A"/>
    <w:rsid w:val="00D00CD0"/>
    <w:rsid w:val="00D00DA3"/>
    <w:rsid w:val="00D013E4"/>
    <w:rsid w:val="00D01B33"/>
    <w:rsid w:val="00D020D6"/>
    <w:rsid w:val="00D026D8"/>
    <w:rsid w:val="00D02783"/>
    <w:rsid w:val="00D02838"/>
    <w:rsid w:val="00D02A93"/>
    <w:rsid w:val="00D03127"/>
    <w:rsid w:val="00D03272"/>
    <w:rsid w:val="00D034CE"/>
    <w:rsid w:val="00D035B7"/>
    <w:rsid w:val="00D0378F"/>
    <w:rsid w:val="00D037CD"/>
    <w:rsid w:val="00D039AF"/>
    <w:rsid w:val="00D03FBE"/>
    <w:rsid w:val="00D04003"/>
    <w:rsid w:val="00D04888"/>
    <w:rsid w:val="00D055DC"/>
    <w:rsid w:val="00D05664"/>
    <w:rsid w:val="00D057AB"/>
    <w:rsid w:val="00D05928"/>
    <w:rsid w:val="00D05979"/>
    <w:rsid w:val="00D0598D"/>
    <w:rsid w:val="00D05B83"/>
    <w:rsid w:val="00D06011"/>
    <w:rsid w:val="00D06035"/>
    <w:rsid w:val="00D06210"/>
    <w:rsid w:val="00D0625B"/>
    <w:rsid w:val="00D0627C"/>
    <w:rsid w:val="00D063F9"/>
    <w:rsid w:val="00D0650A"/>
    <w:rsid w:val="00D06A31"/>
    <w:rsid w:val="00D06A7D"/>
    <w:rsid w:val="00D06C7A"/>
    <w:rsid w:val="00D0707F"/>
    <w:rsid w:val="00D07208"/>
    <w:rsid w:val="00D072F0"/>
    <w:rsid w:val="00D075BF"/>
    <w:rsid w:val="00D07A4D"/>
    <w:rsid w:val="00D07B19"/>
    <w:rsid w:val="00D07D32"/>
    <w:rsid w:val="00D10454"/>
    <w:rsid w:val="00D10A18"/>
    <w:rsid w:val="00D10BD7"/>
    <w:rsid w:val="00D10D85"/>
    <w:rsid w:val="00D11582"/>
    <w:rsid w:val="00D115B5"/>
    <w:rsid w:val="00D118A2"/>
    <w:rsid w:val="00D11C37"/>
    <w:rsid w:val="00D1203D"/>
    <w:rsid w:val="00D12421"/>
    <w:rsid w:val="00D1271D"/>
    <w:rsid w:val="00D128A7"/>
    <w:rsid w:val="00D138EF"/>
    <w:rsid w:val="00D139F6"/>
    <w:rsid w:val="00D13CA8"/>
    <w:rsid w:val="00D1477A"/>
    <w:rsid w:val="00D1507F"/>
    <w:rsid w:val="00D1536C"/>
    <w:rsid w:val="00D15733"/>
    <w:rsid w:val="00D15D60"/>
    <w:rsid w:val="00D15EEB"/>
    <w:rsid w:val="00D1607A"/>
    <w:rsid w:val="00D1673B"/>
    <w:rsid w:val="00D1695B"/>
    <w:rsid w:val="00D200D5"/>
    <w:rsid w:val="00D2018C"/>
    <w:rsid w:val="00D20645"/>
    <w:rsid w:val="00D2097B"/>
    <w:rsid w:val="00D20A83"/>
    <w:rsid w:val="00D20E0D"/>
    <w:rsid w:val="00D20F55"/>
    <w:rsid w:val="00D20FCE"/>
    <w:rsid w:val="00D21216"/>
    <w:rsid w:val="00D21BA0"/>
    <w:rsid w:val="00D2200D"/>
    <w:rsid w:val="00D2224E"/>
    <w:rsid w:val="00D22CBD"/>
    <w:rsid w:val="00D22DCC"/>
    <w:rsid w:val="00D23288"/>
    <w:rsid w:val="00D23379"/>
    <w:rsid w:val="00D235E7"/>
    <w:rsid w:val="00D23830"/>
    <w:rsid w:val="00D2391D"/>
    <w:rsid w:val="00D23CB9"/>
    <w:rsid w:val="00D23D83"/>
    <w:rsid w:val="00D23F52"/>
    <w:rsid w:val="00D23F78"/>
    <w:rsid w:val="00D23FED"/>
    <w:rsid w:val="00D24532"/>
    <w:rsid w:val="00D24AA6"/>
    <w:rsid w:val="00D24D7B"/>
    <w:rsid w:val="00D250CE"/>
    <w:rsid w:val="00D25756"/>
    <w:rsid w:val="00D25852"/>
    <w:rsid w:val="00D25892"/>
    <w:rsid w:val="00D25AC9"/>
    <w:rsid w:val="00D25E18"/>
    <w:rsid w:val="00D2662C"/>
    <w:rsid w:val="00D26D18"/>
    <w:rsid w:val="00D27C8B"/>
    <w:rsid w:val="00D27CF9"/>
    <w:rsid w:val="00D27EAB"/>
    <w:rsid w:val="00D30581"/>
    <w:rsid w:val="00D30B76"/>
    <w:rsid w:val="00D30CF9"/>
    <w:rsid w:val="00D31421"/>
    <w:rsid w:val="00D314DF"/>
    <w:rsid w:val="00D31546"/>
    <w:rsid w:val="00D31C1C"/>
    <w:rsid w:val="00D31D95"/>
    <w:rsid w:val="00D31FE0"/>
    <w:rsid w:val="00D32031"/>
    <w:rsid w:val="00D32307"/>
    <w:rsid w:val="00D327A4"/>
    <w:rsid w:val="00D3284E"/>
    <w:rsid w:val="00D32ABF"/>
    <w:rsid w:val="00D33016"/>
    <w:rsid w:val="00D330A7"/>
    <w:rsid w:val="00D334C8"/>
    <w:rsid w:val="00D3361B"/>
    <w:rsid w:val="00D338FA"/>
    <w:rsid w:val="00D33C12"/>
    <w:rsid w:val="00D3400B"/>
    <w:rsid w:val="00D34131"/>
    <w:rsid w:val="00D3441D"/>
    <w:rsid w:val="00D346CD"/>
    <w:rsid w:val="00D34A32"/>
    <w:rsid w:val="00D34CDC"/>
    <w:rsid w:val="00D34D39"/>
    <w:rsid w:val="00D352E8"/>
    <w:rsid w:val="00D35E80"/>
    <w:rsid w:val="00D35E98"/>
    <w:rsid w:val="00D36242"/>
    <w:rsid w:val="00D3630D"/>
    <w:rsid w:val="00D363FD"/>
    <w:rsid w:val="00D36666"/>
    <w:rsid w:val="00D36ABE"/>
    <w:rsid w:val="00D36D50"/>
    <w:rsid w:val="00D37149"/>
    <w:rsid w:val="00D376BD"/>
    <w:rsid w:val="00D37ACF"/>
    <w:rsid w:val="00D402D8"/>
    <w:rsid w:val="00D40482"/>
    <w:rsid w:val="00D409F0"/>
    <w:rsid w:val="00D40FF7"/>
    <w:rsid w:val="00D411A5"/>
    <w:rsid w:val="00D41217"/>
    <w:rsid w:val="00D41D22"/>
    <w:rsid w:val="00D41F2F"/>
    <w:rsid w:val="00D42AC0"/>
    <w:rsid w:val="00D42BB2"/>
    <w:rsid w:val="00D42F56"/>
    <w:rsid w:val="00D43236"/>
    <w:rsid w:val="00D43489"/>
    <w:rsid w:val="00D4352F"/>
    <w:rsid w:val="00D441C7"/>
    <w:rsid w:val="00D445A3"/>
    <w:rsid w:val="00D446CB"/>
    <w:rsid w:val="00D449D2"/>
    <w:rsid w:val="00D455E2"/>
    <w:rsid w:val="00D45936"/>
    <w:rsid w:val="00D46105"/>
    <w:rsid w:val="00D4627B"/>
    <w:rsid w:val="00D46911"/>
    <w:rsid w:val="00D46944"/>
    <w:rsid w:val="00D46E91"/>
    <w:rsid w:val="00D47399"/>
    <w:rsid w:val="00D4759C"/>
    <w:rsid w:val="00D47A0C"/>
    <w:rsid w:val="00D47A3B"/>
    <w:rsid w:val="00D47CE0"/>
    <w:rsid w:val="00D47DE8"/>
    <w:rsid w:val="00D5008A"/>
    <w:rsid w:val="00D502A3"/>
    <w:rsid w:val="00D50307"/>
    <w:rsid w:val="00D509FC"/>
    <w:rsid w:val="00D50C88"/>
    <w:rsid w:val="00D50DB9"/>
    <w:rsid w:val="00D51388"/>
    <w:rsid w:val="00D5152F"/>
    <w:rsid w:val="00D51AC3"/>
    <w:rsid w:val="00D51DAB"/>
    <w:rsid w:val="00D52ADD"/>
    <w:rsid w:val="00D52D2C"/>
    <w:rsid w:val="00D52F00"/>
    <w:rsid w:val="00D53233"/>
    <w:rsid w:val="00D532AF"/>
    <w:rsid w:val="00D537A2"/>
    <w:rsid w:val="00D541CB"/>
    <w:rsid w:val="00D541F2"/>
    <w:rsid w:val="00D5467A"/>
    <w:rsid w:val="00D5471B"/>
    <w:rsid w:val="00D5477D"/>
    <w:rsid w:val="00D549F7"/>
    <w:rsid w:val="00D54ADC"/>
    <w:rsid w:val="00D54D34"/>
    <w:rsid w:val="00D5522E"/>
    <w:rsid w:val="00D552F0"/>
    <w:rsid w:val="00D5538C"/>
    <w:rsid w:val="00D5540F"/>
    <w:rsid w:val="00D55699"/>
    <w:rsid w:val="00D55CD3"/>
    <w:rsid w:val="00D55CF6"/>
    <w:rsid w:val="00D561B6"/>
    <w:rsid w:val="00D563DE"/>
    <w:rsid w:val="00D568E6"/>
    <w:rsid w:val="00D569F5"/>
    <w:rsid w:val="00D56CB3"/>
    <w:rsid w:val="00D57A63"/>
    <w:rsid w:val="00D57D61"/>
    <w:rsid w:val="00D57F05"/>
    <w:rsid w:val="00D603A1"/>
    <w:rsid w:val="00D609C9"/>
    <w:rsid w:val="00D60C56"/>
    <w:rsid w:val="00D60C64"/>
    <w:rsid w:val="00D61260"/>
    <w:rsid w:val="00D61A2E"/>
    <w:rsid w:val="00D61CE1"/>
    <w:rsid w:val="00D62192"/>
    <w:rsid w:val="00D6245C"/>
    <w:rsid w:val="00D62492"/>
    <w:rsid w:val="00D62FC0"/>
    <w:rsid w:val="00D6370D"/>
    <w:rsid w:val="00D63A19"/>
    <w:rsid w:val="00D63BCA"/>
    <w:rsid w:val="00D641EE"/>
    <w:rsid w:val="00D6449F"/>
    <w:rsid w:val="00D645F0"/>
    <w:rsid w:val="00D64B5B"/>
    <w:rsid w:val="00D64C4E"/>
    <w:rsid w:val="00D64D8B"/>
    <w:rsid w:val="00D64E8A"/>
    <w:rsid w:val="00D650B8"/>
    <w:rsid w:val="00D651E6"/>
    <w:rsid w:val="00D66060"/>
    <w:rsid w:val="00D66299"/>
    <w:rsid w:val="00D66B6C"/>
    <w:rsid w:val="00D66D71"/>
    <w:rsid w:val="00D670DC"/>
    <w:rsid w:val="00D67630"/>
    <w:rsid w:val="00D702AA"/>
    <w:rsid w:val="00D703E3"/>
    <w:rsid w:val="00D7053D"/>
    <w:rsid w:val="00D70A6A"/>
    <w:rsid w:val="00D70B89"/>
    <w:rsid w:val="00D71303"/>
    <w:rsid w:val="00D716D3"/>
    <w:rsid w:val="00D718C7"/>
    <w:rsid w:val="00D72482"/>
    <w:rsid w:val="00D7274C"/>
    <w:rsid w:val="00D729ED"/>
    <w:rsid w:val="00D7319B"/>
    <w:rsid w:val="00D73975"/>
    <w:rsid w:val="00D73B2C"/>
    <w:rsid w:val="00D73E39"/>
    <w:rsid w:val="00D73EB5"/>
    <w:rsid w:val="00D74A55"/>
    <w:rsid w:val="00D74C0C"/>
    <w:rsid w:val="00D74CBB"/>
    <w:rsid w:val="00D75C3C"/>
    <w:rsid w:val="00D75D83"/>
    <w:rsid w:val="00D75F6D"/>
    <w:rsid w:val="00D7667C"/>
    <w:rsid w:val="00D7698E"/>
    <w:rsid w:val="00D769C0"/>
    <w:rsid w:val="00D77162"/>
    <w:rsid w:val="00D778E5"/>
    <w:rsid w:val="00D77C76"/>
    <w:rsid w:val="00D77F10"/>
    <w:rsid w:val="00D801C2"/>
    <w:rsid w:val="00D80357"/>
    <w:rsid w:val="00D80AFD"/>
    <w:rsid w:val="00D810F6"/>
    <w:rsid w:val="00D81657"/>
    <w:rsid w:val="00D81858"/>
    <w:rsid w:val="00D81957"/>
    <w:rsid w:val="00D81B6A"/>
    <w:rsid w:val="00D820B1"/>
    <w:rsid w:val="00D82149"/>
    <w:rsid w:val="00D821C0"/>
    <w:rsid w:val="00D82758"/>
    <w:rsid w:val="00D828D5"/>
    <w:rsid w:val="00D82DDD"/>
    <w:rsid w:val="00D836E8"/>
    <w:rsid w:val="00D83731"/>
    <w:rsid w:val="00D83CBA"/>
    <w:rsid w:val="00D83CD0"/>
    <w:rsid w:val="00D84B4B"/>
    <w:rsid w:val="00D84C9B"/>
    <w:rsid w:val="00D84F81"/>
    <w:rsid w:val="00D85097"/>
    <w:rsid w:val="00D860BB"/>
    <w:rsid w:val="00D86419"/>
    <w:rsid w:val="00D8662A"/>
    <w:rsid w:val="00D87163"/>
    <w:rsid w:val="00D8739F"/>
    <w:rsid w:val="00D8760C"/>
    <w:rsid w:val="00D90720"/>
    <w:rsid w:val="00D90874"/>
    <w:rsid w:val="00D90E12"/>
    <w:rsid w:val="00D910A8"/>
    <w:rsid w:val="00D91384"/>
    <w:rsid w:val="00D91A4F"/>
    <w:rsid w:val="00D91EAE"/>
    <w:rsid w:val="00D91F53"/>
    <w:rsid w:val="00D926E8"/>
    <w:rsid w:val="00D92935"/>
    <w:rsid w:val="00D92DEC"/>
    <w:rsid w:val="00D92E77"/>
    <w:rsid w:val="00D92F90"/>
    <w:rsid w:val="00D93133"/>
    <w:rsid w:val="00D947BF"/>
    <w:rsid w:val="00D94B1B"/>
    <w:rsid w:val="00D94C1C"/>
    <w:rsid w:val="00D94D8E"/>
    <w:rsid w:val="00D94DF0"/>
    <w:rsid w:val="00D94E56"/>
    <w:rsid w:val="00D95624"/>
    <w:rsid w:val="00D95664"/>
    <w:rsid w:val="00D9571D"/>
    <w:rsid w:val="00D958B3"/>
    <w:rsid w:val="00D959E0"/>
    <w:rsid w:val="00D9670C"/>
    <w:rsid w:val="00D96947"/>
    <w:rsid w:val="00D969D6"/>
    <w:rsid w:val="00D96C21"/>
    <w:rsid w:val="00D972FE"/>
    <w:rsid w:val="00D97965"/>
    <w:rsid w:val="00D97EB7"/>
    <w:rsid w:val="00D97F21"/>
    <w:rsid w:val="00DA032A"/>
    <w:rsid w:val="00DA0794"/>
    <w:rsid w:val="00DA0842"/>
    <w:rsid w:val="00DA0921"/>
    <w:rsid w:val="00DA0DB4"/>
    <w:rsid w:val="00DA10B7"/>
    <w:rsid w:val="00DA1479"/>
    <w:rsid w:val="00DA1A17"/>
    <w:rsid w:val="00DA1BF3"/>
    <w:rsid w:val="00DA1F97"/>
    <w:rsid w:val="00DA22D4"/>
    <w:rsid w:val="00DA2BB4"/>
    <w:rsid w:val="00DA2C48"/>
    <w:rsid w:val="00DA2D25"/>
    <w:rsid w:val="00DA3372"/>
    <w:rsid w:val="00DA3513"/>
    <w:rsid w:val="00DA3D33"/>
    <w:rsid w:val="00DA3FF4"/>
    <w:rsid w:val="00DA4045"/>
    <w:rsid w:val="00DA4234"/>
    <w:rsid w:val="00DA45FC"/>
    <w:rsid w:val="00DA4689"/>
    <w:rsid w:val="00DA4E2C"/>
    <w:rsid w:val="00DA5353"/>
    <w:rsid w:val="00DA542B"/>
    <w:rsid w:val="00DA6204"/>
    <w:rsid w:val="00DA6A1D"/>
    <w:rsid w:val="00DA6FE4"/>
    <w:rsid w:val="00DB06CA"/>
    <w:rsid w:val="00DB0B70"/>
    <w:rsid w:val="00DB0F63"/>
    <w:rsid w:val="00DB27C5"/>
    <w:rsid w:val="00DB282A"/>
    <w:rsid w:val="00DB2B12"/>
    <w:rsid w:val="00DB2FA9"/>
    <w:rsid w:val="00DB3092"/>
    <w:rsid w:val="00DB3EC1"/>
    <w:rsid w:val="00DB4A55"/>
    <w:rsid w:val="00DB4B08"/>
    <w:rsid w:val="00DB4BA8"/>
    <w:rsid w:val="00DB4D2B"/>
    <w:rsid w:val="00DB4EAB"/>
    <w:rsid w:val="00DB5499"/>
    <w:rsid w:val="00DB58E0"/>
    <w:rsid w:val="00DB59E0"/>
    <w:rsid w:val="00DB6108"/>
    <w:rsid w:val="00DB6181"/>
    <w:rsid w:val="00DB620D"/>
    <w:rsid w:val="00DB6FA2"/>
    <w:rsid w:val="00DB73D6"/>
    <w:rsid w:val="00DB79E8"/>
    <w:rsid w:val="00DB7D3D"/>
    <w:rsid w:val="00DC0182"/>
    <w:rsid w:val="00DC050F"/>
    <w:rsid w:val="00DC05F1"/>
    <w:rsid w:val="00DC08C1"/>
    <w:rsid w:val="00DC0BAC"/>
    <w:rsid w:val="00DC0DF3"/>
    <w:rsid w:val="00DC0E9E"/>
    <w:rsid w:val="00DC11F7"/>
    <w:rsid w:val="00DC137C"/>
    <w:rsid w:val="00DC13AB"/>
    <w:rsid w:val="00DC1CD3"/>
    <w:rsid w:val="00DC22A9"/>
    <w:rsid w:val="00DC2AF8"/>
    <w:rsid w:val="00DC2E21"/>
    <w:rsid w:val="00DC34E6"/>
    <w:rsid w:val="00DC3C62"/>
    <w:rsid w:val="00DC3ED2"/>
    <w:rsid w:val="00DC421D"/>
    <w:rsid w:val="00DC4407"/>
    <w:rsid w:val="00DC450E"/>
    <w:rsid w:val="00DC47E0"/>
    <w:rsid w:val="00DC49DC"/>
    <w:rsid w:val="00DC4C60"/>
    <w:rsid w:val="00DC4D51"/>
    <w:rsid w:val="00DC5091"/>
    <w:rsid w:val="00DC5134"/>
    <w:rsid w:val="00DC55EA"/>
    <w:rsid w:val="00DC56AB"/>
    <w:rsid w:val="00DC5FC7"/>
    <w:rsid w:val="00DC5FDD"/>
    <w:rsid w:val="00DC6CBB"/>
    <w:rsid w:val="00DC7472"/>
    <w:rsid w:val="00DC7A21"/>
    <w:rsid w:val="00DC7B19"/>
    <w:rsid w:val="00DC7E5D"/>
    <w:rsid w:val="00DC7ED3"/>
    <w:rsid w:val="00DC7F39"/>
    <w:rsid w:val="00DD05F6"/>
    <w:rsid w:val="00DD0A10"/>
    <w:rsid w:val="00DD0B5A"/>
    <w:rsid w:val="00DD0D44"/>
    <w:rsid w:val="00DD0F55"/>
    <w:rsid w:val="00DD10A5"/>
    <w:rsid w:val="00DD16C5"/>
    <w:rsid w:val="00DD1791"/>
    <w:rsid w:val="00DD17AD"/>
    <w:rsid w:val="00DD1E46"/>
    <w:rsid w:val="00DD1EBC"/>
    <w:rsid w:val="00DD2607"/>
    <w:rsid w:val="00DD282E"/>
    <w:rsid w:val="00DD28C6"/>
    <w:rsid w:val="00DD2921"/>
    <w:rsid w:val="00DD2998"/>
    <w:rsid w:val="00DD29E9"/>
    <w:rsid w:val="00DD2BBD"/>
    <w:rsid w:val="00DD2C37"/>
    <w:rsid w:val="00DD34B7"/>
    <w:rsid w:val="00DD377C"/>
    <w:rsid w:val="00DD381B"/>
    <w:rsid w:val="00DD44BC"/>
    <w:rsid w:val="00DD46CC"/>
    <w:rsid w:val="00DD48F1"/>
    <w:rsid w:val="00DD49BA"/>
    <w:rsid w:val="00DD4D8D"/>
    <w:rsid w:val="00DD546B"/>
    <w:rsid w:val="00DD5C6D"/>
    <w:rsid w:val="00DD5DA9"/>
    <w:rsid w:val="00DD5F3C"/>
    <w:rsid w:val="00DD62EA"/>
    <w:rsid w:val="00DD6424"/>
    <w:rsid w:val="00DD6893"/>
    <w:rsid w:val="00DD7627"/>
    <w:rsid w:val="00DD76C4"/>
    <w:rsid w:val="00DD7795"/>
    <w:rsid w:val="00DD78A0"/>
    <w:rsid w:val="00DD7A61"/>
    <w:rsid w:val="00DD7AE5"/>
    <w:rsid w:val="00DD7E06"/>
    <w:rsid w:val="00DD7EF7"/>
    <w:rsid w:val="00DD7F88"/>
    <w:rsid w:val="00DD7FED"/>
    <w:rsid w:val="00DE0B47"/>
    <w:rsid w:val="00DE10F5"/>
    <w:rsid w:val="00DE1119"/>
    <w:rsid w:val="00DE14B3"/>
    <w:rsid w:val="00DE1707"/>
    <w:rsid w:val="00DE1AEE"/>
    <w:rsid w:val="00DE1D77"/>
    <w:rsid w:val="00DE20A0"/>
    <w:rsid w:val="00DE2253"/>
    <w:rsid w:val="00DE240D"/>
    <w:rsid w:val="00DE2A6E"/>
    <w:rsid w:val="00DE3513"/>
    <w:rsid w:val="00DE3C16"/>
    <w:rsid w:val="00DE3F80"/>
    <w:rsid w:val="00DE41EC"/>
    <w:rsid w:val="00DE43AD"/>
    <w:rsid w:val="00DE4448"/>
    <w:rsid w:val="00DE5074"/>
    <w:rsid w:val="00DE529F"/>
    <w:rsid w:val="00DE5453"/>
    <w:rsid w:val="00DE5A80"/>
    <w:rsid w:val="00DE5FA2"/>
    <w:rsid w:val="00DE6582"/>
    <w:rsid w:val="00DE66EB"/>
    <w:rsid w:val="00DE67AA"/>
    <w:rsid w:val="00DE6FDF"/>
    <w:rsid w:val="00DE71B2"/>
    <w:rsid w:val="00DE7311"/>
    <w:rsid w:val="00DE76E9"/>
    <w:rsid w:val="00DF0DA5"/>
    <w:rsid w:val="00DF0E41"/>
    <w:rsid w:val="00DF0E62"/>
    <w:rsid w:val="00DF1610"/>
    <w:rsid w:val="00DF1AC9"/>
    <w:rsid w:val="00DF1F10"/>
    <w:rsid w:val="00DF1FFB"/>
    <w:rsid w:val="00DF21F9"/>
    <w:rsid w:val="00DF29AF"/>
    <w:rsid w:val="00DF2F05"/>
    <w:rsid w:val="00DF2F3E"/>
    <w:rsid w:val="00DF307A"/>
    <w:rsid w:val="00DF317B"/>
    <w:rsid w:val="00DF34DF"/>
    <w:rsid w:val="00DF395F"/>
    <w:rsid w:val="00DF39DA"/>
    <w:rsid w:val="00DF4875"/>
    <w:rsid w:val="00DF4A8E"/>
    <w:rsid w:val="00DF4A99"/>
    <w:rsid w:val="00DF5225"/>
    <w:rsid w:val="00DF5327"/>
    <w:rsid w:val="00DF53B8"/>
    <w:rsid w:val="00DF53DC"/>
    <w:rsid w:val="00DF56DB"/>
    <w:rsid w:val="00DF5766"/>
    <w:rsid w:val="00DF62C5"/>
    <w:rsid w:val="00DF635F"/>
    <w:rsid w:val="00DF6BA7"/>
    <w:rsid w:val="00DF6FFF"/>
    <w:rsid w:val="00DF7259"/>
    <w:rsid w:val="00DF74FC"/>
    <w:rsid w:val="00DF761B"/>
    <w:rsid w:val="00DF7A41"/>
    <w:rsid w:val="00DF7D42"/>
    <w:rsid w:val="00E009F8"/>
    <w:rsid w:val="00E00D67"/>
    <w:rsid w:val="00E00F01"/>
    <w:rsid w:val="00E00F9D"/>
    <w:rsid w:val="00E0103C"/>
    <w:rsid w:val="00E010CC"/>
    <w:rsid w:val="00E01100"/>
    <w:rsid w:val="00E0112C"/>
    <w:rsid w:val="00E011CA"/>
    <w:rsid w:val="00E01581"/>
    <w:rsid w:val="00E01A77"/>
    <w:rsid w:val="00E01F91"/>
    <w:rsid w:val="00E02681"/>
    <w:rsid w:val="00E02783"/>
    <w:rsid w:val="00E02796"/>
    <w:rsid w:val="00E02A7C"/>
    <w:rsid w:val="00E03023"/>
    <w:rsid w:val="00E0363C"/>
    <w:rsid w:val="00E043DF"/>
    <w:rsid w:val="00E04766"/>
    <w:rsid w:val="00E04B13"/>
    <w:rsid w:val="00E04B36"/>
    <w:rsid w:val="00E05089"/>
    <w:rsid w:val="00E0524B"/>
    <w:rsid w:val="00E0525F"/>
    <w:rsid w:val="00E0526E"/>
    <w:rsid w:val="00E055BD"/>
    <w:rsid w:val="00E05A88"/>
    <w:rsid w:val="00E0606C"/>
    <w:rsid w:val="00E061F7"/>
    <w:rsid w:val="00E0663A"/>
    <w:rsid w:val="00E06A16"/>
    <w:rsid w:val="00E06E9A"/>
    <w:rsid w:val="00E06F13"/>
    <w:rsid w:val="00E06F35"/>
    <w:rsid w:val="00E07395"/>
    <w:rsid w:val="00E076D5"/>
    <w:rsid w:val="00E07A60"/>
    <w:rsid w:val="00E07A82"/>
    <w:rsid w:val="00E07AD9"/>
    <w:rsid w:val="00E07CE2"/>
    <w:rsid w:val="00E07F46"/>
    <w:rsid w:val="00E10359"/>
    <w:rsid w:val="00E10406"/>
    <w:rsid w:val="00E10464"/>
    <w:rsid w:val="00E107DF"/>
    <w:rsid w:val="00E10BE4"/>
    <w:rsid w:val="00E10C9E"/>
    <w:rsid w:val="00E10E6D"/>
    <w:rsid w:val="00E11482"/>
    <w:rsid w:val="00E11994"/>
    <w:rsid w:val="00E11E11"/>
    <w:rsid w:val="00E11F63"/>
    <w:rsid w:val="00E12B0B"/>
    <w:rsid w:val="00E1318F"/>
    <w:rsid w:val="00E132B5"/>
    <w:rsid w:val="00E13988"/>
    <w:rsid w:val="00E13CAE"/>
    <w:rsid w:val="00E13DC5"/>
    <w:rsid w:val="00E13F12"/>
    <w:rsid w:val="00E1464A"/>
    <w:rsid w:val="00E148F5"/>
    <w:rsid w:val="00E14D2D"/>
    <w:rsid w:val="00E14F3E"/>
    <w:rsid w:val="00E15146"/>
    <w:rsid w:val="00E151E7"/>
    <w:rsid w:val="00E152AF"/>
    <w:rsid w:val="00E15302"/>
    <w:rsid w:val="00E1535F"/>
    <w:rsid w:val="00E1565A"/>
    <w:rsid w:val="00E156FD"/>
    <w:rsid w:val="00E1588A"/>
    <w:rsid w:val="00E15BB5"/>
    <w:rsid w:val="00E15C42"/>
    <w:rsid w:val="00E15CF9"/>
    <w:rsid w:val="00E1696B"/>
    <w:rsid w:val="00E16BF6"/>
    <w:rsid w:val="00E16D97"/>
    <w:rsid w:val="00E16EF2"/>
    <w:rsid w:val="00E173FD"/>
    <w:rsid w:val="00E1777E"/>
    <w:rsid w:val="00E17A7D"/>
    <w:rsid w:val="00E202E2"/>
    <w:rsid w:val="00E20771"/>
    <w:rsid w:val="00E2078A"/>
    <w:rsid w:val="00E20868"/>
    <w:rsid w:val="00E20D49"/>
    <w:rsid w:val="00E21909"/>
    <w:rsid w:val="00E21D25"/>
    <w:rsid w:val="00E21D80"/>
    <w:rsid w:val="00E228C7"/>
    <w:rsid w:val="00E22C36"/>
    <w:rsid w:val="00E22F59"/>
    <w:rsid w:val="00E23473"/>
    <w:rsid w:val="00E237D1"/>
    <w:rsid w:val="00E23832"/>
    <w:rsid w:val="00E242AD"/>
    <w:rsid w:val="00E24BA6"/>
    <w:rsid w:val="00E24E9F"/>
    <w:rsid w:val="00E25433"/>
    <w:rsid w:val="00E25599"/>
    <w:rsid w:val="00E256E9"/>
    <w:rsid w:val="00E25D25"/>
    <w:rsid w:val="00E26218"/>
    <w:rsid w:val="00E2638F"/>
    <w:rsid w:val="00E26B46"/>
    <w:rsid w:val="00E26C88"/>
    <w:rsid w:val="00E26E2C"/>
    <w:rsid w:val="00E27C69"/>
    <w:rsid w:val="00E30046"/>
    <w:rsid w:val="00E3045A"/>
    <w:rsid w:val="00E30BAD"/>
    <w:rsid w:val="00E31755"/>
    <w:rsid w:val="00E317DC"/>
    <w:rsid w:val="00E31DE4"/>
    <w:rsid w:val="00E31DED"/>
    <w:rsid w:val="00E31E2B"/>
    <w:rsid w:val="00E321E7"/>
    <w:rsid w:val="00E32402"/>
    <w:rsid w:val="00E32406"/>
    <w:rsid w:val="00E3259E"/>
    <w:rsid w:val="00E325CA"/>
    <w:rsid w:val="00E3261C"/>
    <w:rsid w:val="00E32997"/>
    <w:rsid w:val="00E32F75"/>
    <w:rsid w:val="00E332AD"/>
    <w:rsid w:val="00E332BE"/>
    <w:rsid w:val="00E33490"/>
    <w:rsid w:val="00E338F1"/>
    <w:rsid w:val="00E33F11"/>
    <w:rsid w:val="00E344BD"/>
    <w:rsid w:val="00E3460C"/>
    <w:rsid w:val="00E34B97"/>
    <w:rsid w:val="00E34BB7"/>
    <w:rsid w:val="00E34FB3"/>
    <w:rsid w:val="00E35168"/>
    <w:rsid w:val="00E352D6"/>
    <w:rsid w:val="00E354F1"/>
    <w:rsid w:val="00E361F1"/>
    <w:rsid w:val="00E36436"/>
    <w:rsid w:val="00E36487"/>
    <w:rsid w:val="00E36A6D"/>
    <w:rsid w:val="00E36B3F"/>
    <w:rsid w:val="00E378BA"/>
    <w:rsid w:val="00E37BD6"/>
    <w:rsid w:val="00E37D78"/>
    <w:rsid w:val="00E37DE7"/>
    <w:rsid w:val="00E37E2A"/>
    <w:rsid w:val="00E409B7"/>
    <w:rsid w:val="00E409E9"/>
    <w:rsid w:val="00E40B4B"/>
    <w:rsid w:val="00E40BD1"/>
    <w:rsid w:val="00E40D97"/>
    <w:rsid w:val="00E40E29"/>
    <w:rsid w:val="00E41E00"/>
    <w:rsid w:val="00E42068"/>
    <w:rsid w:val="00E4215D"/>
    <w:rsid w:val="00E42B93"/>
    <w:rsid w:val="00E42D74"/>
    <w:rsid w:val="00E431EE"/>
    <w:rsid w:val="00E43587"/>
    <w:rsid w:val="00E4409F"/>
    <w:rsid w:val="00E44142"/>
    <w:rsid w:val="00E44277"/>
    <w:rsid w:val="00E4438C"/>
    <w:rsid w:val="00E443F0"/>
    <w:rsid w:val="00E44848"/>
    <w:rsid w:val="00E449B3"/>
    <w:rsid w:val="00E449BE"/>
    <w:rsid w:val="00E44C00"/>
    <w:rsid w:val="00E450D9"/>
    <w:rsid w:val="00E45313"/>
    <w:rsid w:val="00E45521"/>
    <w:rsid w:val="00E45EE8"/>
    <w:rsid w:val="00E461C4"/>
    <w:rsid w:val="00E46349"/>
    <w:rsid w:val="00E46505"/>
    <w:rsid w:val="00E465DB"/>
    <w:rsid w:val="00E467C6"/>
    <w:rsid w:val="00E46999"/>
    <w:rsid w:val="00E46A8B"/>
    <w:rsid w:val="00E471A4"/>
    <w:rsid w:val="00E479A6"/>
    <w:rsid w:val="00E47A78"/>
    <w:rsid w:val="00E504F4"/>
    <w:rsid w:val="00E50A22"/>
    <w:rsid w:val="00E50CFE"/>
    <w:rsid w:val="00E50EA8"/>
    <w:rsid w:val="00E50F25"/>
    <w:rsid w:val="00E51091"/>
    <w:rsid w:val="00E51475"/>
    <w:rsid w:val="00E5147D"/>
    <w:rsid w:val="00E5194B"/>
    <w:rsid w:val="00E51E48"/>
    <w:rsid w:val="00E522F7"/>
    <w:rsid w:val="00E5231E"/>
    <w:rsid w:val="00E529F7"/>
    <w:rsid w:val="00E53108"/>
    <w:rsid w:val="00E5390C"/>
    <w:rsid w:val="00E53CE4"/>
    <w:rsid w:val="00E54390"/>
    <w:rsid w:val="00E543DE"/>
    <w:rsid w:val="00E546DA"/>
    <w:rsid w:val="00E54957"/>
    <w:rsid w:val="00E54A2A"/>
    <w:rsid w:val="00E54CBC"/>
    <w:rsid w:val="00E54D6F"/>
    <w:rsid w:val="00E5501A"/>
    <w:rsid w:val="00E5521D"/>
    <w:rsid w:val="00E55994"/>
    <w:rsid w:val="00E55C6B"/>
    <w:rsid w:val="00E562BF"/>
    <w:rsid w:val="00E56312"/>
    <w:rsid w:val="00E574BC"/>
    <w:rsid w:val="00E574BD"/>
    <w:rsid w:val="00E575C6"/>
    <w:rsid w:val="00E576B2"/>
    <w:rsid w:val="00E57CAE"/>
    <w:rsid w:val="00E57E33"/>
    <w:rsid w:val="00E57F9B"/>
    <w:rsid w:val="00E600F0"/>
    <w:rsid w:val="00E60543"/>
    <w:rsid w:val="00E6067B"/>
    <w:rsid w:val="00E608CA"/>
    <w:rsid w:val="00E608F7"/>
    <w:rsid w:val="00E60929"/>
    <w:rsid w:val="00E61131"/>
    <w:rsid w:val="00E612DE"/>
    <w:rsid w:val="00E616C1"/>
    <w:rsid w:val="00E61AED"/>
    <w:rsid w:val="00E61F11"/>
    <w:rsid w:val="00E621BD"/>
    <w:rsid w:val="00E6248D"/>
    <w:rsid w:val="00E6267F"/>
    <w:rsid w:val="00E627EE"/>
    <w:rsid w:val="00E62A9E"/>
    <w:rsid w:val="00E62EC1"/>
    <w:rsid w:val="00E63192"/>
    <w:rsid w:val="00E63A8F"/>
    <w:rsid w:val="00E63F6A"/>
    <w:rsid w:val="00E64655"/>
    <w:rsid w:val="00E64B1D"/>
    <w:rsid w:val="00E65204"/>
    <w:rsid w:val="00E655EF"/>
    <w:rsid w:val="00E655F6"/>
    <w:rsid w:val="00E656DE"/>
    <w:rsid w:val="00E6581E"/>
    <w:rsid w:val="00E65CDE"/>
    <w:rsid w:val="00E66570"/>
    <w:rsid w:val="00E66609"/>
    <w:rsid w:val="00E66759"/>
    <w:rsid w:val="00E667B4"/>
    <w:rsid w:val="00E6701B"/>
    <w:rsid w:val="00E67042"/>
    <w:rsid w:val="00E676B2"/>
    <w:rsid w:val="00E676EC"/>
    <w:rsid w:val="00E67C17"/>
    <w:rsid w:val="00E67D0D"/>
    <w:rsid w:val="00E67E7F"/>
    <w:rsid w:val="00E67F1A"/>
    <w:rsid w:val="00E7010E"/>
    <w:rsid w:val="00E7066F"/>
    <w:rsid w:val="00E70850"/>
    <w:rsid w:val="00E708BF"/>
    <w:rsid w:val="00E70D17"/>
    <w:rsid w:val="00E70F82"/>
    <w:rsid w:val="00E71347"/>
    <w:rsid w:val="00E719B0"/>
    <w:rsid w:val="00E72170"/>
    <w:rsid w:val="00E72B8E"/>
    <w:rsid w:val="00E72DD0"/>
    <w:rsid w:val="00E72E4A"/>
    <w:rsid w:val="00E73BBC"/>
    <w:rsid w:val="00E73C4C"/>
    <w:rsid w:val="00E73CC1"/>
    <w:rsid w:val="00E73D4B"/>
    <w:rsid w:val="00E73F5A"/>
    <w:rsid w:val="00E747CB"/>
    <w:rsid w:val="00E75166"/>
    <w:rsid w:val="00E75667"/>
    <w:rsid w:val="00E7566B"/>
    <w:rsid w:val="00E75944"/>
    <w:rsid w:val="00E75D50"/>
    <w:rsid w:val="00E75ECD"/>
    <w:rsid w:val="00E761AA"/>
    <w:rsid w:val="00E76558"/>
    <w:rsid w:val="00E767F9"/>
    <w:rsid w:val="00E76856"/>
    <w:rsid w:val="00E77049"/>
    <w:rsid w:val="00E77788"/>
    <w:rsid w:val="00E77C23"/>
    <w:rsid w:val="00E80093"/>
    <w:rsid w:val="00E80321"/>
    <w:rsid w:val="00E80382"/>
    <w:rsid w:val="00E8069B"/>
    <w:rsid w:val="00E807A9"/>
    <w:rsid w:val="00E808F5"/>
    <w:rsid w:val="00E809A7"/>
    <w:rsid w:val="00E80AC4"/>
    <w:rsid w:val="00E80DA2"/>
    <w:rsid w:val="00E80F7F"/>
    <w:rsid w:val="00E8102E"/>
    <w:rsid w:val="00E8184D"/>
    <w:rsid w:val="00E81EC2"/>
    <w:rsid w:val="00E82A37"/>
    <w:rsid w:val="00E82A75"/>
    <w:rsid w:val="00E82DE1"/>
    <w:rsid w:val="00E82ED7"/>
    <w:rsid w:val="00E8369D"/>
    <w:rsid w:val="00E83790"/>
    <w:rsid w:val="00E83928"/>
    <w:rsid w:val="00E83B70"/>
    <w:rsid w:val="00E84B7A"/>
    <w:rsid w:val="00E84EC1"/>
    <w:rsid w:val="00E84EED"/>
    <w:rsid w:val="00E84EF4"/>
    <w:rsid w:val="00E84F71"/>
    <w:rsid w:val="00E85698"/>
    <w:rsid w:val="00E85798"/>
    <w:rsid w:val="00E85857"/>
    <w:rsid w:val="00E85872"/>
    <w:rsid w:val="00E85F7A"/>
    <w:rsid w:val="00E866E4"/>
    <w:rsid w:val="00E868AA"/>
    <w:rsid w:val="00E87004"/>
    <w:rsid w:val="00E8738A"/>
    <w:rsid w:val="00E874BC"/>
    <w:rsid w:val="00E8785E"/>
    <w:rsid w:val="00E9019A"/>
    <w:rsid w:val="00E90AFC"/>
    <w:rsid w:val="00E90BCF"/>
    <w:rsid w:val="00E910C4"/>
    <w:rsid w:val="00E917A9"/>
    <w:rsid w:val="00E91C90"/>
    <w:rsid w:val="00E92038"/>
    <w:rsid w:val="00E928C9"/>
    <w:rsid w:val="00E931AD"/>
    <w:rsid w:val="00E932A7"/>
    <w:rsid w:val="00E936CF"/>
    <w:rsid w:val="00E9423D"/>
    <w:rsid w:val="00E943EF"/>
    <w:rsid w:val="00E946CE"/>
    <w:rsid w:val="00E94936"/>
    <w:rsid w:val="00E94AB5"/>
    <w:rsid w:val="00E94E39"/>
    <w:rsid w:val="00E94E50"/>
    <w:rsid w:val="00E956BE"/>
    <w:rsid w:val="00E956F3"/>
    <w:rsid w:val="00E9589F"/>
    <w:rsid w:val="00E95A05"/>
    <w:rsid w:val="00E95D15"/>
    <w:rsid w:val="00E95D17"/>
    <w:rsid w:val="00E95F3F"/>
    <w:rsid w:val="00E966BF"/>
    <w:rsid w:val="00E96A2B"/>
    <w:rsid w:val="00E96AB7"/>
    <w:rsid w:val="00E96FB4"/>
    <w:rsid w:val="00E9769F"/>
    <w:rsid w:val="00E97860"/>
    <w:rsid w:val="00EA00F3"/>
    <w:rsid w:val="00EA0180"/>
    <w:rsid w:val="00EA04AF"/>
    <w:rsid w:val="00EA06D7"/>
    <w:rsid w:val="00EA10EA"/>
    <w:rsid w:val="00EA14E8"/>
    <w:rsid w:val="00EA18A1"/>
    <w:rsid w:val="00EA2234"/>
    <w:rsid w:val="00EA25D5"/>
    <w:rsid w:val="00EA2843"/>
    <w:rsid w:val="00EA2939"/>
    <w:rsid w:val="00EA2EE9"/>
    <w:rsid w:val="00EA3F6E"/>
    <w:rsid w:val="00EA3FEE"/>
    <w:rsid w:val="00EA3FF6"/>
    <w:rsid w:val="00EA40F2"/>
    <w:rsid w:val="00EA462D"/>
    <w:rsid w:val="00EA4A0F"/>
    <w:rsid w:val="00EA4B1C"/>
    <w:rsid w:val="00EA4E7A"/>
    <w:rsid w:val="00EA5172"/>
    <w:rsid w:val="00EA5B6A"/>
    <w:rsid w:val="00EA5BE9"/>
    <w:rsid w:val="00EA5C2A"/>
    <w:rsid w:val="00EA5DEE"/>
    <w:rsid w:val="00EA5F88"/>
    <w:rsid w:val="00EA64B2"/>
    <w:rsid w:val="00EA6B78"/>
    <w:rsid w:val="00EA6BC7"/>
    <w:rsid w:val="00EA6D09"/>
    <w:rsid w:val="00EA6ECA"/>
    <w:rsid w:val="00EA6FD6"/>
    <w:rsid w:val="00EA7080"/>
    <w:rsid w:val="00EA70CC"/>
    <w:rsid w:val="00EA7128"/>
    <w:rsid w:val="00EA7EC2"/>
    <w:rsid w:val="00EA7F4A"/>
    <w:rsid w:val="00EA7FF0"/>
    <w:rsid w:val="00EB02F8"/>
    <w:rsid w:val="00EB058F"/>
    <w:rsid w:val="00EB0715"/>
    <w:rsid w:val="00EB09D0"/>
    <w:rsid w:val="00EB0EE6"/>
    <w:rsid w:val="00EB1217"/>
    <w:rsid w:val="00EB12A1"/>
    <w:rsid w:val="00EB1866"/>
    <w:rsid w:val="00EB1A95"/>
    <w:rsid w:val="00EB1A99"/>
    <w:rsid w:val="00EB1B6D"/>
    <w:rsid w:val="00EB1D2B"/>
    <w:rsid w:val="00EB2148"/>
    <w:rsid w:val="00EB21B1"/>
    <w:rsid w:val="00EB26A9"/>
    <w:rsid w:val="00EB2911"/>
    <w:rsid w:val="00EB2E15"/>
    <w:rsid w:val="00EB328C"/>
    <w:rsid w:val="00EB486B"/>
    <w:rsid w:val="00EB4C61"/>
    <w:rsid w:val="00EB510A"/>
    <w:rsid w:val="00EB5274"/>
    <w:rsid w:val="00EB52C4"/>
    <w:rsid w:val="00EB5826"/>
    <w:rsid w:val="00EB5F0E"/>
    <w:rsid w:val="00EB60BA"/>
    <w:rsid w:val="00EB6977"/>
    <w:rsid w:val="00EB6A37"/>
    <w:rsid w:val="00EB6AB1"/>
    <w:rsid w:val="00EB6B3D"/>
    <w:rsid w:val="00EB6B82"/>
    <w:rsid w:val="00EB74E2"/>
    <w:rsid w:val="00EB763B"/>
    <w:rsid w:val="00EB770D"/>
    <w:rsid w:val="00EB795C"/>
    <w:rsid w:val="00EB7C14"/>
    <w:rsid w:val="00EC0175"/>
    <w:rsid w:val="00EC0316"/>
    <w:rsid w:val="00EC07BF"/>
    <w:rsid w:val="00EC0A0A"/>
    <w:rsid w:val="00EC0AF9"/>
    <w:rsid w:val="00EC0BCD"/>
    <w:rsid w:val="00EC16AF"/>
    <w:rsid w:val="00EC17A8"/>
    <w:rsid w:val="00EC2723"/>
    <w:rsid w:val="00EC338B"/>
    <w:rsid w:val="00EC372C"/>
    <w:rsid w:val="00EC3967"/>
    <w:rsid w:val="00EC5032"/>
    <w:rsid w:val="00EC527D"/>
    <w:rsid w:val="00EC5E72"/>
    <w:rsid w:val="00EC5ED8"/>
    <w:rsid w:val="00EC5EFA"/>
    <w:rsid w:val="00EC6492"/>
    <w:rsid w:val="00EC69B6"/>
    <w:rsid w:val="00EC7277"/>
    <w:rsid w:val="00EC7402"/>
    <w:rsid w:val="00EC7524"/>
    <w:rsid w:val="00ED0876"/>
    <w:rsid w:val="00ED09CA"/>
    <w:rsid w:val="00ED18F2"/>
    <w:rsid w:val="00ED1CAF"/>
    <w:rsid w:val="00ED2205"/>
    <w:rsid w:val="00ED249C"/>
    <w:rsid w:val="00ED2C98"/>
    <w:rsid w:val="00ED3411"/>
    <w:rsid w:val="00ED3E71"/>
    <w:rsid w:val="00ED41D2"/>
    <w:rsid w:val="00ED5016"/>
    <w:rsid w:val="00ED5346"/>
    <w:rsid w:val="00ED58A1"/>
    <w:rsid w:val="00ED5A45"/>
    <w:rsid w:val="00ED5C53"/>
    <w:rsid w:val="00ED5CB4"/>
    <w:rsid w:val="00ED638D"/>
    <w:rsid w:val="00ED672D"/>
    <w:rsid w:val="00ED6BAA"/>
    <w:rsid w:val="00ED7190"/>
    <w:rsid w:val="00ED7A87"/>
    <w:rsid w:val="00ED7DB3"/>
    <w:rsid w:val="00ED7E08"/>
    <w:rsid w:val="00ED7F23"/>
    <w:rsid w:val="00EE02FA"/>
    <w:rsid w:val="00EE0B0E"/>
    <w:rsid w:val="00EE0B30"/>
    <w:rsid w:val="00EE0C54"/>
    <w:rsid w:val="00EE102C"/>
    <w:rsid w:val="00EE116F"/>
    <w:rsid w:val="00EE14C9"/>
    <w:rsid w:val="00EE16E6"/>
    <w:rsid w:val="00EE18AD"/>
    <w:rsid w:val="00EE1A1D"/>
    <w:rsid w:val="00EE206E"/>
    <w:rsid w:val="00EE2291"/>
    <w:rsid w:val="00EE25E9"/>
    <w:rsid w:val="00EE27DA"/>
    <w:rsid w:val="00EE289B"/>
    <w:rsid w:val="00EE3002"/>
    <w:rsid w:val="00EE32DE"/>
    <w:rsid w:val="00EE403C"/>
    <w:rsid w:val="00EE4093"/>
    <w:rsid w:val="00EE413D"/>
    <w:rsid w:val="00EE4D54"/>
    <w:rsid w:val="00EE5060"/>
    <w:rsid w:val="00EE50A7"/>
    <w:rsid w:val="00EE50F6"/>
    <w:rsid w:val="00EE5408"/>
    <w:rsid w:val="00EE5471"/>
    <w:rsid w:val="00EE57D1"/>
    <w:rsid w:val="00EE5E33"/>
    <w:rsid w:val="00EE5EC6"/>
    <w:rsid w:val="00EE61B5"/>
    <w:rsid w:val="00EE63D2"/>
    <w:rsid w:val="00EE64B6"/>
    <w:rsid w:val="00EE653E"/>
    <w:rsid w:val="00EE68C7"/>
    <w:rsid w:val="00EE6D1F"/>
    <w:rsid w:val="00EE75C1"/>
    <w:rsid w:val="00EE7DE9"/>
    <w:rsid w:val="00EF0073"/>
    <w:rsid w:val="00EF0E8F"/>
    <w:rsid w:val="00EF147C"/>
    <w:rsid w:val="00EF1715"/>
    <w:rsid w:val="00EF1A0F"/>
    <w:rsid w:val="00EF27AC"/>
    <w:rsid w:val="00EF2DB6"/>
    <w:rsid w:val="00EF2F4E"/>
    <w:rsid w:val="00EF38BF"/>
    <w:rsid w:val="00EF3BDB"/>
    <w:rsid w:val="00EF3D27"/>
    <w:rsid w:val="00EF3E6E"/>
    <w:rsid w:val="00EF47BC"/>
    <w:rsid w:val="00EF5A07"/>
    <w:rsid w:val="00EF5D6A"/>
    <w:rsid w:val="00EF6467"/>
    <w:rsid w:val="00EF64B8"/>
    <w:rsid w:val="00EF6647"/>
    <w:rsid w:val="00EF6668"/>
    <w:rsid w:val="00EF6800"/>
    <w:rsid w:val="00EF6E23"/>
    <w:rsid w:val="00EF7590"/>
    <w:rsid w:val="00EF7778"/>
    <w:rsid w:val="00EF7E3C"/>
    <w:rsid w:val="00F00384"/>
    <w:rsid w:val="00F004BA"/>
    <w:rsid w:val="00F0073D"/>
    <w:rsid w:val="00F00900"/>
    <w:rsid w:val="00F00920"/>
    <w:rsid w:val="00F00968"/>
    <w:rsid w:val="00F00C1E"/>
    <w:rsid w:val="00F00D26"/>
    <w:rsid w:val="00F00D59"/>
    <w:rsid w:val="00F00E97"/>
    <w:rsid w:val="00F00ECC"/>
    <w:rsid w:val="00F01353"/>
    <w:rsid w:val="00F01A36"/>
    <w:rsid w:val="00F01AA4"/>
    <w:rsid w:val="00F021AD"/>
    <w:rsid w:val="00F02896"/>
    <w:rsid w:val="00F029E6"/>
    <w:rsid w:val="00F02B8B"/>
    <w:rsid w:val="00F02EB6"/>
    <w:rsid w:val="00F03005"/>
    <w:rsid w:val="00F0312F"/>
    <w:rsid w:val="00F036FB"/>
    <w:rsid w:val="00F03D12"/>
    <w:rsid w:val="00F0475B"/>
    <w:rsid w:val="00F047D9"/>
    <w:rsid w:val="00F04BDF"/>
    <w:rsid w:val="00F04EFF"/>
    <w:rsid w:val="00F04F38"/>
    <w:rsid w:val="00F050FF"/>
    <w:rsid w:val="00F05217"/>
    <w:rsid w:val="00F05D49"/>
    <w:rsid w:val="00F05EBE"/>
    <w:rsid w:val="00F05FE2"/>
    <w:rsid w:val="00F06953"/>
    <w:rsid w:val="00F06A39"/>
    <w:rsid w:val="00F06D95"/>
    <w:rsid w:val="00F07495"/>
    <w:rsid w:val="00F07BC2"/>
    <w:rsid w:val="00F07E7C"/>
    <w:rsid w:val="00F102F1"/>
    <w:rsid w:val="00F104DA"/>
    <w:rsid w:val="00F10ADC"/>
    <w:rsid w:val="00F11199"/>
    <w:rsid w:val="00F118D3"/>
    <w:rsid w:val="00F11D46"/>
    <w:rsid w:val="00F120BF"/>
    <w:rsid w:val="00F12E29"/>
    <w:rsid w:val="00F130F4"/>
    <w:rsid w:val="00F134E6"/>
    <w:rsid w:val="00F134EA"/>
    <w:rsid w:val="00F14144"/>
    <w:rsid w:val="00F14778"/>
    <w:rsid w:val="00F1494E"/>
    <w:rsid w:val="00F14DCC"/>
    <w:rsid w:val="00F14E2B"/>
    <w:rsid w:val="00F15069"/>
    <w:rsid w:val="00F15382"/>
    <w:rsid w:val="00F15A34"/>
    <w:rsid w:val="00F15C70"/>
    <w:rsid w:val="00F16A16"/>
    <w:rsid w:val="00F16CAF"/>
    <w:rsid w:val="00F16D30"/>
    <w:rsid w:val="00F172BB"/>
    <w:rsid w:val="00F17645"/>
    <w:rsid w:val="00F176A9"/>
    <w:rsid w:val="00F17B67"/>
    <w:rsid w:val="00F17FB8"/>
    <w:rsid w:val="00F20926"/>
    <w:rsid w:val="00F209DC"/>
    <w:rsid w:val="00F20D62"/>
    <w:rsid w:val="00F20DE8"/>
    <w:rsid w:val="00F20EBB"/>
    <w:rsid w:val="00F20FAC"/>
    <w:rsid w:val="00F2111D"/>
    <w:rsid w:val="00F211ED"/>
    <w:rsid w:val="00F212D3"/>
    <w:rsid w:val="00F216BE"/>
    <w:rsid w:val="00F216DE"/>
    <w:rsid w:val="00F21DA7"/>
    <w:rsid w:val="00F21DB9"/>
    <w:rsid w:val="00F22188"/>
    <w:rsid w:val="00F221DB"/>
    <w:rsid w:val="00F223E1"/>
    <w:rsid w:val="00F22653"/>
    <w:rsid w:val="00F22B39"/>
    <w:rsid w:val="00F22B49"/>
    <w:rsid w:val="00F22D87"/>
    <w:rsid w:val="00F22F3A"/>
    <w:rsid w:val="00F232C7"/>
    <w:rsid w:val="00F233A4"/>
    <w:rsid w:val="00F23492"/>
    <w:rsid w:val="00F234F9"/>
    <w:rsid w:val="00F2370B"/>
    <w:rsid w:val="00F243A7"/>
    <w:rsid w:val="00F243D1"/>
    <w:rsid w:val="00F2461F"/>
    <w:rsid w:val="00F24811"/>
    <w:rsid w:val="00F26254"/>
    <w:rsid w:val="00F26528"/>
    <w:rsid w:val="00F26E21"/>
    <w:rsid w:val="00F26E70"/>
    <w:rsid w:val="00F26F6C"/>
    <w:rsid w:val="00F272BE"/>
    <w:rsid w:val="00F27679"/>
    <w:rsid w:val="00F27B42"/>
    <w:rsid w:val="00F27BBC"/>
    <w:rsid w:val="00F27E65"/>
    <w:rsid w:val="00F3060B"/>
    <w:rsid w:val="00F30779"/>
    <w:rsid w:val="00F30800"/>
    <w:rsid w:val="00F3166C"/>
    <w:rsid w:val="00F31A29"/>
    <w:rsid w:val="00F31E16"/>
    <w:rsid w:val="00F31F6B"/>
    <w:rsid w:val="00F322C7"/>
    <w:rsid w:val="00F32390"/>
    <w:rsid w:val="00F32756"/>
    <w:rsid w:val="00F32CF1"/>
    <w:rsid w:val="00F32D9C"/>
    <w:rsid w:val="00F3343E"/>
    <w:rsid w:val="00F3347C"/>
    <w:rsid w:val="00F3362E"/>
    <w:rsid w:val="00F337EA"/>
    <w:rsid w:val="00F33969"/>
    <w:rsid w:val="00F3397B"/>
    <w:rsid w:val="00F33AC4"/>
    <w:rsid w:val="00F33E2E"/>
    <w:rsid w:val="00F3425D"/>
    <w:rsid w:val="00F34389"/>
    <w:rsid w:val="00F34906"/>
    <w:rsid w:val="00F34D2C"/>
    <w:rsid w:val="00F35882"/>
    <w:rsid w:val="00F3588C"/>
    <w:rsid w:val="00F35C00"/>
    <w:rsid w:val="00F36270"/>
    <w:rsid w:val="00F36DA4"/>
    <w:rsid w:val="00F36F9B"/>
    <w:rsid w:val="00F37366"/>
    <w:rsid w:val="00F37634"/>
    <w:rsid w:val="00F376AA"/>
    <w:rsid w:val="00F37A1C"/>
    <w:rsid w:val="00F37D11"/>
    <w:rsid w:val="00F37D8B"/>
    <w:rsid w:val="00F4019D"/>
    <w:rsid w:val="00F403B9"/>
    <w:rsid w:val="00F4073B"/>
    <w:rsid w:val="00F40EB2"/>
    <w:rsid w:val="00F41131"/>
    <w:rsid w:val="00F413AC"/>
    <w:rsid w:val="00F41B78"/>
    <w:rsid w:val="00F41D90"/>
    <w:rsid w:val="00F42323"/>
    <w:rsid w:val="00F42428"/>
    <w:rsid w:val="00F425DA"/>
    <w:rsid w:val="00F428C3"/>
    <w:rsid w:val="00F42E41"/>
    <w:rsid w:val="00F431EE"/>
    <w:rsid w:val="00F432AB"/>
    <w:rsid w:val="00F435BD"/>
    <w:rsid w:val="00F44385"/>
    <w:rsid w:val="00F4457A"/>
    <w:rsid w:val="00F44B99"/>
    <w:rsid w:val="00F44C9C"/>
    <w:rsid w:val="00F44CAA"/>
    <w:rsid w:val="00F44CDA"/>
    <w:rsid w:val="00F452CB"/>
    <w:rsid w:val="00F45800"/>
    <w:rsid w:val="00F45AF1"/>
    <w:rsid w:val="00F45BA2"/>
    <w:rsid w:val="00F45D1A"/>
    <w:rsid w:val="00F45ED6"/>
    <w:rsid w:val="00F46154"/>
    <w:rsid w:val="00F464E8"/>
    <w:rsid w:val="00F464EF"/>
    <w:rsid w:val="00F466D0"/>
    <w:rsid w:val="00F466E8"/>
    <w:rsid w:val="00F473C3"/>
    <w:rsid w:val="00F4774E"/>
    <w:rsid w:val="00F47859"/>
    <w:rsid w:val="00F47D59"/>
    <w:rsid w:val="00F47E46"/>
    <w:rsid w:val="00F47FBE"/>
    <w:rsid w:val="00F50774"/>
    <w:rsid w:val="00F50839"/>
    <w:rsid w:val="00F50A9C"/>
    <w:rsid w:val="00F516F7"/>
    <w:rsid w:val="00F5192D"/>
    <w:rsid w:val="00F51B97"/>
    <w:rsid w:val="00F51DDF"/>
    <w:rsid w:val="00F51EA7"/>
    <w:rsid w:val="00F5231A"/>
    <w:rsid w:val="00F52D02"/>
    <w:rsid w:val="00F52E85"/>
    <w:rsid w:val="00F52ED1"/>
    <w:rsid w:val="00F52F28"/>
    <w:rsid w:val="00F52FBE"/>
    <w:rsid w:val="00F532F4"/>
    <w:rsid w:val="00F536BB"/>
    <w:rsid w:val="00F537A7"/>
    <w:rsid w:val="00F53962"/>
    <w:rsid w:val="00F53C10"/>
    <w:rsid w:val="00F53CF9"/>
    <w:rsid w:val="00F54436"/>
    <w:rsid w:val="00F54561"/>
    <w:rsid w:val="00F5489A"/>
    <w:rsid w:val="00F549E4"/>
    <w:rsid w:val="00F557E1"/>
    <w:rsid w:val="00F558DB"/>
    <w:rsid w:val="00F55B2E"/>
    <w:rsid w:val="00F55C1D"/>
    <w:rsid w:val="00F55E18"/>
    <w:rsid w:val="00F56134"/>
    <w:rsid w:val="00F56158"/>
    <w:rsid w:val="00F56578"/>
    <w:rsid w:val="00F56807"/>
    <w:rsid w:val="00F56AC3"/>
    <w:rsid w:val="00F574BC"/>
    <w:rsid w:val="00F5784D"/>
    <w:rsid w:val="00F578AF"/>
    <w:rsid w:val="00F57C1A"/>
    <w:rsid w:val="00F600BB"/>
    <w:rsid w:val="00F60A2A"/>
    <w:rsid w:val="00F61319"/>
    <w:rsid w:val="00F6149B"/>
    <w:rsid w:val="00F6158E"/>
    <w:rsid w:val="00F618C2"/>
    <w:rsid w:val="00F61958"/>
    <w:rsid w:val="00F61ADD"/>
    <w:rsid w:val="00F63363"/>
    <w:rsid w:val="00F63A14"/>
    <w:rsid w:val="00F63A9B"/>
    <w:rsid w:val="00F63D2A"/>
    <w:rsid w:val="00F64105"/>
    <w:rsid w:val="00F64247"/>
    <w:rsid w:val="00F64795"/>
    <w:rsid w:val="00F648C1"/>
    <w:rsid w:val="00F6495F"/>
    <w:rsid w:val="00F649F4"/>
    <w:rsid w:val="00F64C3C"/>
    <w:rsid w:val="00F64D2E"/>
    <w:rsid w:val="00F6559C"/>
    <w:rsid w:val="00F65CF9"/>
    <w:rsid w:val="00F6610A"/>
    <w:rsid w:val="00F66195"/>
    <w:rsid w:val="00F661EB"/>
    <w:rsid w:val="00F66317"/>
    <w:rsid w:val="00F66659"/>
    <w:rsid w:val="00F66708"/>
    <w:rsid w:val="00F66BCF"/>
    <w:rsid w:val="00F66C91"/>
    <w:rsid w:val="00F67938"/>
    <w:rsid w:val="00F67B69"/>
    <w:rsid w:val="00F67E4B"/>
    <w:rsid w:val="00F701A1"/>
    <w:rsid w:val="00F705F3"/>
    <w:rsid w:val="00F708CF"/>
    <w:rsid w:val="00F7097F"/>
    <w:rsid w:val="00F711B9"/>
    <w:rsid w:val="00F71614"/>
    <w:rsid w:val="00F71C26"/>
    <w:rsid w:val="00F71C94"/>
    <w:rsid w:val="00F71E57"/>
    <w:rsid w:val="00F72018"/>
    <w:rsid w:val="00F721FD"/>
    <w:rsid w:val="00F73A77"/>
    <w:rsid w:val="00F73B10"/>
    <w:rsid w:val="00F73B9D"/>
    <w:rsid w:val="00F73D7F"/>
    <w:rsid w:val="00F74C9E"/>
    <w:rsid w:val="00F74CEC"/>
    <w:rsid w:val="00F74CF9"/>
    <w:rsid w:val="00F74EAE"/>
    <w:rsid w:val="00F75778"/>
    <w:rsid w:val="00F75C6E"/>
    <w:rsid w:val="00F76571"/>
    <w:rsid w:val="00F76A86"/>
    <w:rsid w:val="00F77059"/>
    <w:rsid w:val="00F77496"/>
    <w:rsid w:val="00F7752B"/>
    <w:rsid w:val="00F77543"/>
    <w:rsid w:val="00F7772A"/>
    <w:rsid w:val="00F77BB5"/>
    <w:rsid w:val="00F77CD7"/>
    <w:rsid w:val="00F80C1C"/>
    <w:rsid w:val="00F81382"/>
    <w:rsid w:val="00F81789"/>
    <w:rsid w:val="00F82034"/>
    <w:rsid w:val="00F8218D"/>
    <w:rsid w:val="00F8253A"/>
    <w:rsid w:val="00F825EE"/>
    <w:rsid w:val="00F826BF"/>
    <w:rsid w:val="00F8298F"/>
    <w:rsid w:val="00F82E15"/>
    <w:rsid w:val="00F834BC"/>
    <w:rsid w:val="00F83523"/>
    <w:rsid w:val="00F83548"/>
    <w:rsid w:val="00F83B76"/>
    <w:rsid w:val="00F84925"/>
    <w:rsid w:val="00F849CA"/>
    <w:rsid w:val="00F850C2"/>
    <w:rsid w:val="00F8568D"/>
    <w:rsid w:val="00F85BCC"/>
    <w:rsid w:val="00F8601F"/>
    <w:rsid w:val="00F860E2"/>
    <w:rsid w:val="00F861CE"/>
    <w:rsid w:val="00F86385"/>
    <w:rsid w:val="00F866C9"/>
    <w:rsid w:val="00F86C6A"/>
    <w:rsid w:val="00F86CB8"/>
    <w:rsid w:val="00F878EE"/>
    <w:rsid w:val="00F87A2C"/>
    <w:rsid w:val="00F87B9D"/>
    <w:rsid w:val="00F87E26"/>
    <w:rsid w:val="00F87EAF"/>
    <w:rsid w:val="00F900B4"/>
    <w:rsid w:val="00F900CF"/>
    <w:rsid w:val="00F9034A"/>
    <w:rsid w:val="00F906E0"/>
    <w:rsid w:val="00F907D7"/>
    <w:rsid w:val="00F9081C"/>
    <w:rsid w:val="00F90B4C"/>
    <w:rsid w:val="00F90C24"/>
    <w:rsid w:val="00F90E80"/>
    <w:rsid w:val="00F90F2A"/>
    <w:rsid w:val="00F90F64"/>
    <w:rsid w:val="00F911C2"/>
    <w:rsid w:val="00F9225A"/>
    <w:rsid w:val="00F927F2"/>
    <w:rsid w:val="00F93167"/>
    <w:rsid w:val="00F93803"/>
    <w:rsid w:val="00F9396E"/>
    <w:rsid w:val="00F93D09"/>
    <w:rsid w:val="00F93F2E"/>
    <w:rsid w:val="00F94365"/>
    <w:rsid w:val="00F9451D"/>
    <w:rsid w:val="00F95148"/>
    <w:rsid w:val="00F9536D"/>
    <w:rsid w:val="00F953ED"/>
    <w:rsid w:val="00F956E0"/>
    <w:rsid w:val="00F961B2"/>
    <w:rsid w:val="00F96AC3"/>
    <w:rsid w:val="00F96FE3"/>
    <w:rsid w:val="00F97081"/>
    <w:rsid w:val="00F971B4"/>
    <w:rsid w:val="00F97725"/>
    <w:rsid w:val="00F978D4"/>
    <w:rsid w:val="00F97A66"/>
    <w:rsid w:val="00FA0495"/>
    <w:rsid w:val="00FA04AE"/>
    <w:rsid w:val="00FA09DD"/>
    <w:rsid w:val="00FA0A51"/>
    <w:rsid w:val="00FA0CCA"/>
    <w:rsid w:val="00FA0D83"/>
    <w:rsid w:val="00FA0FFA"/>
    <w:rsid w:val="00FA11E7"/>
    <w:rsid w:val="00FA124A"/>
    <w:rsid w:val="00FA193B"/>
    <w:rsid w:val="00FA1B80"/>
    <w:rsid w:val="00FA1CAC"/>
    <w:rsid w:val="00FA1F4F"/>
    <w:rsid w:val="00FA2183"/>
    <w:rsid w:val="00FA24F5"/>
    <w:rsid w:val="00FA27B6"/>
    <w:rsid w:val="00FA2EE0"/>
    <w:rsid w:val="00FA3B93"/>
    <w:rsid w:val="00FA3F97"/>
    <w:rsid w:val="00FA40E1"/>
    <w:rsid w:val="00FA48B7"/>
    <w:rsid w:val="00FA4A0E"/>
    <w:rsid w:val="00FA4C66"/>
    <w:rsid w:val="00FA51A2"/>
    <w:rsid w:val="00FA5969"/>
    <w:rsid w:val="00FA60C7"/>
    <w:rsid w:val="00FA64A3"/>
    <w:rsid w:val="00FA6924"/>
    <w:rsid w:val="00FA7453"/>
    <w:rsid w:val="00FA761F"/>
    <w:rsid w:val="00FA7CC1"/>
    <w:rsid w:val="00FB0C0D"/>
    <w:rsid w:val="00FB0CB8"/>
    <w:rsid w:val="00FB14A9"/>
    <w:rsid w:val="00FB14E9"/>
    <w:rsid w:val="00FB1720"/>
    <w:rsid w:val="00FB1FB6"/>
    <w:rsid w:val="00FB2FA1"/>
    <w:rsid w:val="00FB336B"/>
    <w:rsid w:val="00FB3F7B"/>
    <w:rsid w:val="00FB4393"/>
    <w:rsid w:val="00FB4504"/>
    <w:rsid w:val="00FB5B07"/>
    <w:rsid w:val="00FB5FC0"/>
    <w:rsid w:val="00FB60BF"/>
    <w:rsid w:val="00FB6381"/>
    <w:rsid w:val="00FB64BF"/>
    <w:rsid w:val="00FB64D9"/>
    <w:rsid w:val="00FB67EE"/>
    <w:rsid w:val="00FB687D"/>
    <w:rsid w:val="00FB73B3"/>
    <w:rsid w:val="00FB754E"/>
    <w:rsid w:val="00FB7F17"/>
    <w:rsid w:val="00FC0402"/>
    <w:rsid w:val="00FC0725"/>
    <w:rsid w:val="00FC08E4"/>
    <w:rsid w:val="00FC0C83"/>
    <w:rsid w:val="00FC1A73"/>
    <w:rsid w:val="00FC2750"/>
    <w:rsid w:val="00FC2F58"/>
    <w:rsid w:val="00FC3501"/>
    <w:rsid w:val="00FC351A"/>
    <w:rsid w:val="00FC3591"/>
    <w:rsid w:val="00FC3A21"/>
    <w:rsid w:val="00FC42BB"/>
    <w:rsid w:val="00FC44A7"/>
    <w:rsid w:val="00FC4BC5"/>
    <w:rsid w:val="00FC4E16"/>
    <w:rsid w:val="00FC4FE9"/>
    <w:rsid w:val="00FC5094"/>
    <w:rsid w:val="00FC5333"/>
    <w:rsid w:val="00FC5D44"/>
    <w:rsid w:val="00FC6A77"/>
    <w:rsid w:val="00FC718F"/>
    <w:rsid w:val="00FC750F"/>
    <w:rsid w:val="00FC7789"/>
    <w:rsid w:val="00FC7F2A"/>
    <w:rsid w:val="00FD001E"/>
    <w:rsid w:val="00FD01DF"/>
    <w:rsid w:val="00FD036B"/>
    <w:rsid w:val="00FD03E1"/>
    <w:rsid w:val="00FD05CA"/>
    <w:rsid w:val="00FD1069"/>
    <w:rsid w:val="00FD131C"/>
    <w:rsid w:val="00FD1DA7"/>
    <w:rsid w:val="00FD1ECD"/>
    <w:rsid w:val="00FD204A"/>
    <w:rsid w:val="00FD239E"/>
    <w:rsid w:val="00FD264D"/>
    <w:rsid w:val="00FD28F7"/>
    <w:rsid w:val="00FD2950"/>
    <w:rsid w:val="00FD2AEB"/>
    <w:rsid w:val="00FD3B2B"/>
    <w:rsid w:val="00FD3E94"/>
    <w:rsid w:val="00FD438E"/>
    <w:rsid w:val="00FD441A"/>
    <w:rsid w:val="00FD4673"/>
    <w:rsid w:val="00FD51AC"/>
    <w:rsid w:val="00FD52F9"/>
    <w:rsid w:val="00FD6088"/>
    <w:rsid w:val="00FD623C"/>
    <w:rsid w:val="00FD633E"/>
    <w:rsid w:val="00FD6372"/>
    <w:rsid w:val="00FD653B"/>
    <w:rsid w:val="00FD69E8"/>
    <w:rsid w:val="00FD6A05"/>
    <w:rsid w:val="00FD6E41"/>
    <w:rsid w:val="00FD7018"/>
    <w:rsid w:val="00FD708C"/>
    <w:rsid w:val="00FD70BE"/>
    <w:rsid w:val="00FE001F"/>
    <w:rsid w:val="00FE0426"/>
    <w:rsid w:val="00FE0C9D"/>
    <w:rsid w:val="00FE1101"/>
    <w:rsid w:val="00FE11C3"/>
    <w:rsid w:val="00FE143D"/>
    <w:rsid w:val="00FE18F2"/>
    <w:rsid w:val="00FE193D"/>
    <w:rsid w:val="00FE1B62"/>
    <w:rsid w:val="00FE1BFF"/>
    <w:rsid w:val="00FE1E12"/>
    <w:rsid w:val="00FE2188"/>
    <w:rsid w:val="00FE21D7"/>
    <w:rsid w:val="00FE23D5"/>
    <w:rsid w:val="00FE2443"/>
    <w:rsid w:val="00FE24D6"/>
    <w:rsid w:val="00FE288C"/>
    <w:rsid w:val="00FE2EEC"/>
    <w:rsid w:val="00FE33E8"/>
    <w:rsid w:val="00FE3452"/>
    <w:rsid w:val="00FE3495"/>
    <w:rsid w:val="00FE3553"/>
    <w:rsid w:val="00FE35BB"/>
    <w:rsid w:val="00FE3683"/>
    <w:rsid w:val="00FE3976"/>
    <w:rsid w:val="00FE48C2"/>
    <w:rsid w:val="00FE494F"/>
    <w:rsid w:val="00FE519C"/>
    <w:rsid w:val="00FE58C6"/>
    <w:rsid w:val="00FE58F4"/>
    <w:rsid w:val="00FE5C5B"/>
    <w:rsid w:val="00FE5E67"/>
    <w:rsid w:val="00FE6BCF"/>
    <w:rsid w:val="00FE6F4E"/>
    <w:rsid w:val="00FE6F6E"/>
    <w:rsid w:val="00FE7039"/>
    <w:rsid w:val="00FE707E"/>
    <w:rsid w:val="00FE71D3"/>
    <w:rsid w:val="00FE7275"/>
    <w:rsid w:val="00FE79E2"/>
    <w:rsid w:val="00FF03A2"/>
    <w:rsid w:val="00FF03FE"/>
    <w:rsid w:val="00FF099F"/>
    <w:rsid w:val="00FF09D4"/>
    <w:rsid w:val="00FF0AB3"/>
    <w:rsid w:val="00FF0D87"/>
    <w:rsid w:val="00FF117D"/>
    <w:rsid w:val="00FF14F7"/>
    <w:rsid w:val="00FF151E"/>
    <w:rsid w:val="00FF16D1"/>
    <w:rsid w:val="00FF18E6"/>
    <w:rsid w:val="00FF1C96"/>
    <w:rsid w:val="00FF1DF5"/>
    <w:rsid w:val="00FF210B"/>
    <w:rsid w:val="00FF2225"/>
    <w:rsid w:val="00FF2C04"/>
    <w:rsid w:val="00FF2D91"/>
    <w:rsid w:val="00FF34FB"/>
    <w:rsid w:val="00FF3780"/>
    <w:rsid w:val="00FF3B0D"/>
    <w:rsid w:val="00FF5708"/>
    <w:rsid w:val="00FF587D"/>
    <w:rsid w:val="00FF5D8F"/>
    <w:rsid w:val="00FF5FED"/>
    <w:rsid w:val="00FF6401"/>
    <w:rsid w:val="00FF68EE"/>
    <w:rsid w:val="00FF69D0"/>
    <w:rsid w:val="00FF6E9D"/>
    <w:rsid w:val="00FF71EC"/>
    <w:rsid w:val="00FF76B5"/>
    <w:rsid w:val="00FF7AC9"/>
    <w:rsid w:val="00FF7AE8"/>
    <w:rsid w:val="00FF7C0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18C"/>
    <w:rPr>
      <w:rFonts w:ascii="Times New Roman" w:eastAsia="Times New Roman" w:hAnsi="Times New Roman"/>
      <w:sz w:val="20"/>
      <w:szCs w:val="20"/>
      <w:lang w:val="ru-RU" w:eastAsia="ru-RU"/>
    </w:rPr>
  </w:style>
  <w:style w:type="paragraph" w:styleId="Heading1">
    <w:name w:val="heading 1"/>
    <w:basedOn w:val="Normal"/>
    <w:next w:val="Normal"/>
    <w:link w:val="Heading1Char"/>
    <w:uiPriority w:val="99"/>
    <w:qFormat/>
    <w:rsid w:val="00FF1DF5"/>
    <w:pPr>
      <w:keepNext/>
      <w:keepLines/>
      <w:spacing w:before="480"/>
      <w:outlineLvl w:val="0"/>
    </w:pPr>
    <w:rPr>
      <w:rFonts w:ascii="Cambria"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F1DF5"/>
    <w:rPr>
      <w:rFonts w:ascii="Cambria" w:hAnsi="Cambria" w:cs="Times New Roman"/>
      <w:b/>
      <w:bCs/>
      <w:color w:val="365F91"/>
      <w:sz w:val="28"/>
      <w:szCs w:val="28"/>
    </w:rPr>
  </w:style>
  <w:style w:type="paragraph" w:styleId="NoSpacing">
    <w:name w:val="No Spacing"/>
    <w:link w:val="NoSpacingChar"/>
    <w:uiPriority w:val="99"/>
    <w:qFormat/>
    <w:rsid w:val="00FF1DF5"/>
    <w:pPr>
      <w:jc w:val="both"/>
    </w:pPr>
    <w:rPr>
      <w:rFonts w:eastAsia="Times New Roman"/>
      <w:lang w:val="ru-RU"/>
    </w:rPr>
  </w:style>
  <w:style w:type="character" w:customStyle="1" w:styleId="NoSpacingChar">
    <w:name w:val="No Spacing Char"/>
    <w:basedOn w:val="DefaultParagraphFont"/>
    <w:link w:val="NoSpacing"/>
    <w:uiPriority w:val="99"/>
    <w:locked/>
    <w:rsid w:val="00FF1DF5"/>
    <w:rPr>
      <w:rFonts w:eastAsia="Times New Roman" w:cs="Times New Roman"/>
      <w:sz w:val="22"/>
      <w:szCs w:val="22"/>
      <w:lang w:val="ru-RU" w:eastAsia="en-US" w:bidi="ar-SA"/>
    </w:rPr>
  </w:style>
  <w:style w:type="paragraph" w:styleId="ListParagraph">
    <w:name w:val="List Paragraph"/>
    <w:basedOn w:val="Normal"/>
    <w:uiPriority w:val="99"/>
    <w:qFormat/>
    <w:rsid w:val="00D2018C"/>
    <w:pPr>
      <w:spacing w:after="200" w:line="276" w:lineRule="auto"/>
      <w:ind w:left="720"/>
      <w:contextualSpacing/>
    </w:pPr>
    <w:rPr>
      <w:rFonts w:ascii="Calibri" w:hAnsi="Calibri"/>
    </w:rPr>
  </w:style>
  <w:style w:type="character" w:customStyle="1" w:styleId="apple-converted-space">
    <w:name w:val="apple-converted-space"/>
    <w:basedOn w:val="DefaultParagraphFont"/>
    <w:uiPriority w:val="99"/>
    <w:rsid w:val="00D2018C"/>
    <w:rPr>
      <w:rFonts w:cs="Times New Roman"/>
    </w:rPr>
  </w:style>
  <w:style w:type="character" w:styleId="Hyperlink">
    <w:name w:val="Hyperlink"/>
    <w:basedOn w:val="DefaultParagraphFont"/>
    <w:uiPriority w:val="99"/>
    <w:rsid w:val="00D2018C"/>
    <w:rPr>
      <w:rFonts w:cs="Times New Roman"/>
      <w:color w:val="0000FF"/>
      <w:u w:val="single"/>
    </w:rPr>
  </w:style>
  <w:style w:type="paragraph" w:styleId="BodyTextIndent3">
    <w:name w:val="Body Text Indent 3"/>
    <w:basedOn w:val="Normal"/>
    <w:link w:val="BodyTextIndent3Char"/>
    <w:uiPriority w:val="99"/>
    <w:rsid w:val="00BA4231"/>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BA4231"/>
    <w:rPr>
      <w:rFonts w:ascii="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857112025">
      <w:marLeft w:val="0"/>
      <w:marRight w:val="0"/>
      <w:marTop w:val="0"/>
      <w:marBottom w:val="0"/>
      <w:divBdr>
        <w:top w:val="none" w:sz="0" w:space="0" w:color="auto"/>
        <w:left w:val="none" w:sz="0" w:space="0" w:color="auto"/>
        <w:bottom w:val="none" w:sz="0" w:space="0" w:color="auto"/>
        <w:right w:val="none" w:sz="0" w:space="0" w:color="auto"/>
      </w:divBdr>
      <w:divsChild>
        <w:div w:id="857112020">
          <w:marLeft w:val="0"/>
          <w:marRight w:val="0"/>
          <w:marTop w:val="0"/>
          <w:marBottom w:val="0"/>
          <w:divBdr>
            <w:top w:val="none" w:sz="0" w:space="0" w:color="auto"/>
            <w:left w:val="none" w:sz="0" w:space="0" w:color="auto"/>
            <w:bottom w:val="none" w:sz="0" w:space="0" w:color="auto"/>
            <w:right w:val="none" w:sz="0" w:space="0" w:color="auto"/>
          </w:divBdr>
        </w:div>
        <w:div w:id="857112021">
          <w:marLeft w:val="0"/>
          <w:marRight w:val="0"/>
          <w:marTop w:val="0"/>
          <w:marBottom w:val="0"/>
          <w:divBdr>
            <w:top w:val="none" w:sz="0" w:space="0" w:color="auto"/>
            <w:left w:val="none" w:sz="0" w:space="0" w:color="auto"/>
            <w:bottom w:val="none" w:sz="0" w:space="0" w:color="auto"/>
            <w:right w:val="none" w:sz="0" w:space="0" w:color="auto"/>
          </w:divBdr>
        </w:div>
        <w:div w:id="857112022">
          <w:marLeft w:val="0"/>
          <w:marRight w:val="0"/>
          <w:marTop w:val="0"/>
          <w:marBottom w:val="0"/>
          <w:divBdr>
            <w:top w:val="none" w:sz="0" w:space="0" w:color="auto"/>
            <w:left w:val="none" w:sz="0" w:space="0" w:color="auto"/>
            <w:bottom w:val="none" w:sz="0" w:space="0" w:color="auto"/>
            <w:right w:val="none" w:sz="0" w:space="0" w:color="auto"/>
          </w:divBdr>
        </w:div>
        <w:div w:id="857112023">
          <w:marLeft w:val="0"/>
          <w:marRight w:val="0"/>
          <w:marTop w:val="0"/>
          <w:marBottom w:val="0"/>
          <w:divBdr>
            <w:top w:val="none" w:sz="0" w:space="0" w:color="auto"/>
            <w:left w:val="none" w:sz="0" w:space="0" w:color="auto"/>
            <w:bottom w:val="none" w:sz="0" w:space="0" w:color="auto"/>
            <w:right w:val="none" w:sz="0" w:space="0" w:color="auto"/>
          </w:divBdr>
        </w:div>
        <w:div w:id="857112024">
          <w:marLeft w:val="0"/>
          <w:marRight w:val="0"/>
          <w:marTop w:val="0"/>
          <w:marBottom w:val="0"/>
          <w:divBdr>
            <w:top w:val="none" w:sz="0" w:space="0" w:color="auto"/>
            <w:left w:val="none" w:sz="0" w:space="0" w:color="auto"/>
            <w:bottom w:val="none" w:sz="0" w:space="0" w:color="auto"/>
            <w:right w:val="none" w:sz="0" w:space="0" w:color="auto"/>
          </w:divBdr>
        </w:div>
        <w:div w:id="8571120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7</Pages>
  <Words>7214</Words>
  <Characters>4113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dc:creator>
  <cp:keywords/>
  <dc:description/>
  <cp:lastModifiedBy>Admin</cp:lastModifiedBy>
  <cp:revision>5</cp:revision>
  <dcterms:created xsi:type="dcterms:W3CDTF">2019-05-28T19:41:00Z</dcterms:created>
  <dcterms:modified xsi:type="dcterms:W3CDTF">2019-05-29T11:08:00Z</dcterms:modified>
</cp:coreProperties>
</file>