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CEB" w:rsidRPr="009F2FB8" w:rsidRDefault="00511CEB" w:rsidP="006371A0">
      <w:pPr>
        <w:spacing w:after="0" w:line="360" w:lineRule="auto"/>
        <w:contextualSpacing/>
        <w:jc w:val="right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9F2FB8">
        <w:rPr>
          <w:rFonts w:ascii="Times New Roman" w:hAnsi="Times New Roman"/>
          <w:b/>
          <w:color w:val="000000"/>
          <w:sz w:val="28"/>
          <w:szCs w:val="28"/>
          <w:lang w:eastAsia="ru-RU"/>
        </w:rPr>
        <w:t>Виктория Исмаилова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511CEB" w:rsidRPr="009F2FB8" w:rsidRDefault="00511CEB" w:rsidP="006371A0">
      <w:pPr>
        <w:spacing w:after="0" w:line="360" w:lineRule="auto"/>
        <w:contextualSpacing/>
        <w:jc w:val="right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F2FB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(Витебск, Беларусь) </w:t>
      </w:r>
    </w:p>
    <w:p w:rsidR="00511CEB" w:rsidRDefault="00511CEB" w:rsidP="006371A0">
      <w:pPr>
        <w:spacing w:after="0" w:line="36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511CEB" w:rsidRDefault="00511CEB" w:rsidP="006371A0">
      <w:pPr>
        <w:spacing w:after="0" w:line="36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6371A0">
        <w:rPr>
          <w:rFonts w:ascii="Times New Roman" w:hAnsi="Times New Roman"/>
          <w:b/>
          <w:color w:val="000000"/>
          <w:sz w:val="28"/>
          <w:szCs w:val="28"/>
          <w:lang w:eastAsia="ru-RU"/>
        </w:rPr>
        <w:t>ВЫЯВЛЕНИЕ ПОДРОСТКОВ СКЛОННЫХ К ИНТЕРНЕТ ЗАВИСИМОСТИ</w:t>
      </w:r>
    </w:p>
    <w:p w:rsidR="00511CEB" w:rsidRPr="009F2FB8" w:rsidRDefault="00511CEB" w:rsidP="006371A0">
      <w:pPr>
        <w:spacing w:after="0" w:line="36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511CEB" w:rsidRDefault="00511CEB" w:rsidP="00375BC6">
      <w:pPr>
        <w:spacing w:after="0" w:line="360" w:lineRule="auto"/>
        <w:ind w:firstLine="851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75BC6">
        <w:rPr>
          <w:rFonts w:ascii="Times New Roman" w:hAnsi="Times New Roman"/>
          <w:color w:val="000000"/>
          <w:sz w:val="28"/>
          <w:szCs w:val="28"/>
          <w:lang w:eastAsia="ru-RU"/>
        </w:rPr>
        <w:t>Использование современных средств массовой информации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стремительно растет в городах. </w:t>
      </w:r>
      <w:r w:rsidRPr="00375BC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Интернет, по сути, является новейшим способом коммуникации и социализации и сокращает личные или телефонные контакты. С другой стороны, интернет расширяет разрыв между людьми, изолируя их и сокращая время, затрачиваемое на участие в социальной деятельности. </w:t>
      </w:r>
    </w:p>
    <w:p w:rsidR="00511CEB" w:rsidRPr="008001F7" w:rsidRDefault="00511CEB" w:rsidP="008001F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01F7">
        <w:rPr>
          <w:rFonts w:ascii="Times New Roman" w:hAnsi="Times New Roman"/>
          <w:sz w:val="28"/>
          <w:szCs w:val="28"/>
          <w:lang w:eastAsia="ru-RU"/>
        </w:rPr>
        <w:t xml:space="preserve">Американский психолог </w:t>
      </w:r>
      <w:r w:rsidRPr="008001F7">
        <w:rPr>
          <w:rFonts w:ascii="Times New Roman" w:hAnsi="Times New Roman"/>
          <w:color w:val="000000"/>
          <w:sz w:val="28"/>
          <w:szCs w:val="28"/>
          <w:lang w:eastAsia="ru-RU"/>
        </w:rPr>
        <w:t>Дж.</w:t>
      </w:r>
      <w:r>
        <w:rPr>
          <w:rFonts w:ascii="Times New Roman" w:hAnsi="Times New Roman"/>
          <w:sz w:val="28"/>
          <w:szCs w:val="28"/>
          <w:lang w:eastAsia="ru-RU"/>
        </w:rPr>
        <w:t>Грохол</w:t>
      </w:r>
      <w:r w:rsidRPr="008001F7">
        <w:rPr>
          <w:rFonts w:ascii="Times New Roman" w:hAnsi="Times New Roman"/>
          <w:sz w:val="28"/>
          <w:szCs w:val="28"/>
          <w:lang w:eastAsia="ru-RU"/>
        </w:rPr>
        <w:t xml:space="preserve"> считает, что общество проходит три стадии по освоению информационных технологий: очарование, разочарование, сбалансированность. </w:t>
      </w:r>
    </w:p>
    <w:p w:rsidR="00511CEB" w:rsidRPr="008001F7" w:rsidRDefault="00511CEB" w:rsidP="008001F7">
      <w:pPr>
        <w:spacing w:after="0" w:line="360" w:lineRule="auto"/>
        <w:ind w:firstLine="851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8001F7">
        <w:rPr>
          <w:rFonts w:ascii="Times New Roman" w:hAnsi="Times New Roman"/>
          <w:sz w:val="28"/>
          <w:szCs w:val="28"/>
          <w:lang w:eastAsia="ru-RU"/>
        </w:rPr>
        <w:t>рофессор Кимберли Янг считает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8001F7">
        <w:rPr>
          <w:rFonts w:ascii="Times New Roman" w:hAnsi="Times New Roman"/>
          <w:sz w:val="28"/>
          <w:szCs w:val="28"/>
          <w:lang w:eastAsia="ru-RU"/>
        </w:rPr>
        <w:t xml:space="preserve"> что </w:t>
      </w:r>
      <w:r>
        <w:rPr>
          <w:rFonts w:ascii="Times New Roman" w:hAnsi="Times New Roman"/>
          <w:sz w:val="28"/>
          <w:szCs w:val="28"/>
          <w:lang w:eastAsia="ru-RU"/>
        </w:rPr>
        <w:t xml:space="preserve">интернет зависимость является серьезной проблемой, так как люди </w:t>
      </w:r>
      <w:r w:rsidRPr="008001F7">
        <w:rPr>
          <w:rFonts w:ascii="Times New Roman" w:hAnsi="Times New Roman"/>
          <w:sz w:val="28"/>
          <w:szCs w:val="28"/>
          <w:lang w:eastAsia="ru-RU"/>
        </w:rPr>
        <w:t>отказываются от общения с друзьями и родственниками, перестают делать свои ежедневные обязанности на работе или дома. Он</w:t>
      </w:r>
      <w:r>
        <w:rPr>
          <w:rFonts w:ascii="Times New Roman" w:hAnsi="Times New Roman"/>
          <w:sz w:val="28"/>
          <w:szCs w:val="28"/>
          <w:lang w:eastAsia="ru-RU"/>
        </w:rPr>
        <w:t>а выделяет следующие проблемы: л</w:t>
      </w:r>
      <w:r w:rsidRPr="008001F7">
        <w:rPr>
          <w:rFonts w:ascii="Times New Roman" w:hAnsi="Times New Roman"/>
          <w:sz w:val="28"/>
          <w:szCs w:val="28"/>
          <w:lang w:eastAsia="ru-RU"/>
        </w:rPr>
        <w:t>юди пренебрегают своими ежедневными обязанностями. Уменьшается время, проведенное с реальными людьми. Могут возникнуть финансовые проблемы. Появляются проблемы с работой, где они используют рабочее время для личных целей. Может быть нанесен вред здоровью. Появилась такая проблема, как кибер-сексуальное влечение. Это может сказаться на межличностных отношениях.</w:t>
      </w:r>
    </w:p>
    <w:p w:rsidR="00511CEB" w:rsidRPr="00375BC6" w:rsidRDefault="00511CEB" w:rsidP="00375BC6">
      <w:pPr>
        <w:pStyle w:val="ListParagraph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5BC6">
        <w:rPr>
          <w:rFonts w:ascii="Times New Roman" w:hAnsi="Times New Roman"/>
          <w:sz w:val="28"/>
          <w:szCs w:val="28"/>
          <w:lang w:eastAsia="ru-RU"/>
        </w:rPr>
        <w:t>В нашем исследовании принимали участие 47 мальчиков</w:t>
      </w:r>
      <w:r>
        <w:rPr>
          <w:rFonts w:ascii="Times New Roman" w:hAnsi="Times New Roman"/>
          <w:sz w:val="28"/>
          <w:szCs w:val="28"/>
          <w:lang w:eastAsia="ru-RU"/>
        </w:rPr>
        <w:t xml:space="preserve"> и 53 девочки</w:t>
      </w:r>
      <w:r w:rsidRPr="00375BC6">
        <w:rPr>
          <w:rFonts w:ascii="Times New Roman" w:hAnsi="Times New Roman"/>
          <w:sz w:val="28"/>
          <w:szCs w:val="28"/>
          <w:lang w:eastAsia="ru-RU"/>
        </w:rPr>
        <w:t xml:space="preserve"> разных возрастов 9-ых, 10-ых и 11-ых классов на базе ГУО «Средняя</w:t>
      </w:r>
      <w:r>
        <w:rPr>
          <w:rFonts w:ascii="Times New Roman" w:hAnsi="Times New Roman"/>
          <w:sz w:val="28"/>
          <w:szCs w:val="28"/>
          <w:lang w:eastAsia="ru-RU"/>
        </w:rPr>
        <w:t xml:space="preserve"> школа №46 г. Витебска». Им было предложено пройти</w:t>
      </w:r>
      <w:r w:rsidRPr="00375BC6">
        <w:rPr>
          <w:rFonts w:ascii="Times New Roman" w:hAnsi="Times New Roman"/>
          <w:sz w:val="28"/>
          <w:szCs w:val="28"/>
          <w:lang w:eastAsia="ru-RU"/>
        </w:rPr>
        <w:t xml:space="preserve"> тест Кимберли Янг на интернет-аддикцию (адаптация В.А. Буровой). Целью исследования является </w:t>
      </w:r>
      <w:r w:rsidRPr="00375BC6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Pr="00375BC6">
        <w:rPr>
          <w:rFonts w:ascii="Times New Roman" w:hAnsi="Times New Roman"/>
          <w:sz w:val="28"/>
          <w:szCs w:val="28"/>
          <w:lang w:eastAsia="ru-RU"/>
        </w:rPr>
        <w:t xml:space="preserve"> выявление подростков страдающих и находящихся в группе риска по проблеме компьютерной зависимости и интернет-зависимости.</w:t>
      </w:r>
    </w:p>
    <w:p w:rsidR="00511CEB" w:rsidRPr="00375BC6" w:rsidRDefault="00511CEB" w:rsidP="00375BC6">
      <w:pPr>
        <w:pStyle w:val="ListParagraph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5BC6">
        <w:rPr>
          <w:rFonts w:ascii="Times New Roman" w:hAnsi="Times New Roman"/>
          <w:sz w:val="28"/>
          <w:szCs w:val="28"/>
          <w:lang w:eastAsia="ru-RU"/>
        </w:rPr>
        <w:t>Данные мальчиков выглядят следующим образом. 10.6% детей замечают постоянно, что проводят в онлайне больше времени, чем хотели, 10.6% замечают это регулярно. 25.5% мальчиков ответили на этот вопрос «часто», 23.4% замечают такое явление редко и только 29.8% вовсе такого за собой не замечают. Постоянно пренебрегают домашними делами, чтобы подольше побыть в сети только 8.5% подростков, часто так делают тоже 8.5% опрошенных. Редко пренебрегают делами по дому 44.7% человек и 38.2% никогда так не поступают. Постоянно предпочитают пребывание в сети интимному общению с партнёром 8.5% подростка, 2.1% регулярно так поступает, остальные 17.0% и 72.3% делают это крайне редко либо никогда так не пос</w:t>
      </w:r>
      <w:r>
        <w:rPr>
          <w:rFonts w:ascii="Times New Roman" w:hAnsi="Times New Roman"/>
          <w:sz w:val="28"/>
          <w:szCs w:val="28"/>
          <w:lang w:eastAsia="ru-RU"/>
        </w:rPr>
        <w:t>тупают. На следующий вопрос подростки</w:t>
      </w:r>
      <w:r w:rsidRPr="00375BC6">
        <w:rPr>
          <w:rFonts w:ascii="Times New Roman" w:hAnsi="Times New Roman"/>
          <w:sz w:val="28"/>
          <w:szCs w:val="28"/>
          <w:lang w:eastAsia="ru-RU"/>
        </w:rPr>
        <w:t xml:space="preserve"> ответили следующим образом: мальчики заводили знакомства с пользователями интернета 25.5% редко, 2.1% регулярно, 14.9% часто заводит знакомства в интернете. 10.6% знакомятся в интернете постоянно и 46.8% подростков никогда не делают подобного. Постоянно раздражается 8.5% мальчиков, когда окружающие интересуются его количеством времени, проводимым в сети. 14.9% детей делают это часто, 17.0% респондентов делают это редко, а остальные 59.6% никогда не раздражаются по такому поводу. У 4.3% мальчиков отмечается в обучении, что перестали делать успехи в учёбе или работе, так как слишком много времени проводят в сети. 6.4% делают это регулярно, 17.0% часто, у 19.1% юношей редко наблюдаются подобные ситуации, а у оставшихся 53.2% это не наблюдается вовсе.</w:t>
      </w:r>
    </w:p>
    <w:p w:rsidR="00511CEB" w:rsidRPr="00375BC6" w:rsidRDefault="00511CEB" w:rsidP="00375BC6">
      <w:pPr>
        <w:pStyle w:val="ListParagraph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5BC6">
        <w:rPr>
          <w:rFonts w:ascii="Times New Roman" w:hAnsi="Times New Roman"/>
          <w:sz w:val="28"/>
          <w:szCs w:val="28"/>
          <w:lang w:eastAsia="ru-RU"/>
        </w:rPr>
        <w:t xml:space="preserve"> Электронную почту проверяют раньше, чем сделать что-то другое постоянно 2.1%, 4.3% юноши делают это регулярно, ещё 2.1% часто, остальные же 23.4% редко так поступают и 68.1% никогда так не делают. Снижается производительность труда постоянно у 10.6% человек, ещё у 6.4% это наблюдается часто. Это свидетельствует о негативных влияниях интернета на детей. У 34.0% такое наблюдается редко и только у 48.9% мальчиков никогда не снижается производительность труда. 4.3% детей постоянно занимают оборонительную позицию и скрытничают, когда их спрашивают, чем они занимались в сети, 8.5% поступают так регулярно ещё 17.0% подростков делают это часто. Остальные 21.3% делают это крайне редко, а оставшиеся 48.9% респондента не делают этого никогда. Постоянно обнаруживают себя в предвкушающими очередной выход в сеть 6.4%  мальчика, 6.4% регулярно и 4.3% часто. 40.4% ощущают это состояние редко и остальные 34.0% человек никогда этого не испытывали. 4.3% респондента, считают жизнь скучной и не интересной без интернета, 10.6% детей посещают такие мысли регулярно и 8.5% часто, 44.7% редко посещают подобные мысли. Остальные 31.9% вовсе так не считают. Ругаются, кричат или иным образом выражают свою досаду, когда кто-то пытается отвлечь их от пребывания в сети 4.3% мальчика, 4.3% делают это регулярно, 12.8% детей поступают так часто, 21.3% редко и 57.4% никогда так не поступали. </w:t>
      </w:r>
    </w:p>
    <w:p w:rsidR="00511CEB" w:rsidRPr="00375BC6" w:rsidRDefault="00511CEB" w:rsidP="00375BC6">
      <w:pPr>
        <w:pStyle w:val="ListParagraph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5BC6">
        <w:rPr>
          <w:rFonts w:ascii="Times New Roman" w:hAnsi="Times New Roman"/>
          <w:sz w:val="28"/>
          <w:szCs w:val="28"/>
          <w:lang w:eastAsia="ru-RU"/>
        </w:rPr>
        <w:t xml:space="preserve">Постоянно пренебрегают сном, засиживаясь в интернете допоздна 4.3% детей, регулярно это делают 10.6% респондентов и 14.9% часто. 25.5% мальчиков занимаются подобным редко и только 44.7% мальчик никогда так не засиживаются допоздна. Никогда не предвкушают, чем займутся в интернете 44.7% респондентов, 34.0% делают это реже. В постоянном предвкушении находятся 4.3% мальчиков, регулярно 6.4% и часто 10.6% страдает подобным беспокойством. У 29.8% человек, никогда не засиживаются в интернете, 23.4% редко позволяют себе посидеть в интернете дольше, чем положено, 12.8% респондентов засиживается часто, 6.4% регулярно и с 19.1% детьми это происходит постоянно. Терпят постоянно поражение в попытках сократить время, проводимое онлайн 6.4% респондентов, 2.1% регулярно, 12.8% часто, 38.2% редко сидят допоздна, 40.4% никогда не сидят в интернете дольше, чем это положено. Постоянно пытаются скрыть сколько времени проводят в сети 6.4% опрошенных, 4.3% регулярно, часто 4.3%, редко 25.5% и 59.6% никогда не скрывают этого. Вместо того, чтобы выбраться куда-либо с друзьями 2.1% человек регулярно выбирает интернет, 6.4% часто, остальные же 25.5% и 66.0% подростка делают это редко или вовсе так не поступают. </w:t>
      </w:r>
    </w:p>
    <w:p w:rsidR="00511CEB" w:rsidRPr="00375BC6" w:rsidRDefault="00511CEB" w:rsidP="00375BC6">
      <w:pPr>
        <w:pStyle w:val="ListParagraph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5BC6">
        <w:rPr>
          <w:rFonts w:ascii="Times New Roman" w:hAnsi="Times New Roman"/>
          <w:sz w:val="28"/>
          <w:szCs w:val="28"/>
          <w:lang w:eastAsia="ru-RU"/>
        </w:rPr>
        <w:t xml:space="preserve">Постоянно испытывает депрессию, подавленность или нервозность, будучи вне сети и отмечает, что это состояние проходит, как только он оказываетесь в онлайне 2.1% человек, 7% испытывают похожие чувства часто. Только 21.3% респондентов редко и 68.1% вообще не испытывают подобных чувств. Чувство эйфории, оживления, возбуждения, находясь за компьютером, возникает постоянно 2.1% подростка, 2.1% регулярно и часто только 8.5% мальчиков, редко у 14.9%. У остальных 72.3% детей это вовсе отсутствует. Требуется проводить всё больше времени за компьютером, чтобы получить те же ощущения 2.1% регулярно, а ещё 8.5% часто. 14.9% опрошенных нуждается в таких ощущениях редко, остальные же 74.5% респондентов не имеют с этим каких-либо проблем. </w:t>
      </w:r>
    </w:p>
    <w:p w:rsidR="00511CEB" w:rsidRPr="00375BC6" w:rsidRDefault="00511CEB" w:rsidP="00375BC6">
      <w:pPr>
        <w:pStyle w:val="ListParagraph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5BC6">
        <w:rPr>
          <w:rFonts w:ascii="Times New Roman" w:hAnsi="Times New Roman"/>
          <w:sz w:val="28"/>
          <w:szCs w:val="28"/>
          <w:lang w:eastAsia="ru-RU"/>
        </w:rPr>
        <w:t xml:space="preserve">Регулярно пренебрегают важными делами, в то время как они были заняты за компьютером, но не работой, приходилось 6.4% респондентам, 2.1% часто, остальным 25.5% и 66.0% если такое и случалось, то крайне редко либо вовсе не было таких моментов. Респонденты в количестве 14.9% человек, проводят в сети больше трёх часов в день, 10.6% регулярно засиживаются, 17.0% часто и редко. Только 40.4% не проводят в интернете более 3 часов в день. Многие респонденты уверенны в том, что в сети с человеком легче общаться, чем в жизни. </w:t>
      </w:r>
    </w:p>
    <w:p w:rsidR="00511CEB" w:rsidRDefault="00511CEB" w:rsidP="00375BC6">
      <w:pPr>
        <w:pStyle w:val="ListParagraph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5BC6">
        <w:rPr>
          <w:rFonts w:ascii="Times New Roman" w:hAnsi="Times New Roman"/>
          <w:sz w:val="28"/>
          <w:szCs w:val="28"/>
          <w:lang w:eastAsia="ru-RU"/>
        </w:rPr>
        <w:t>Таким образом, 70.2% подростка являются обычными пользователями интернета, что является хорошим показателем. У 25.5% есть проблемы, связанные с чрезмерным увлечением интернетом. Только 4.3% мальчиков имеют серьёзные проблемы с интернет зависимостью. В целом показатели не такие уж и плохие, но требуется работа с некоторыми подростками.</w:t>
      </w:r>
    </w:p>
    <w:p w:rsidR="00511CEB" w:rsidRPr="004E6366" w:rsidRDefault="00511CEB" w:rsidP="004E6366">
      <w:pPr>
        <w:pStyle w:val="ListParagraph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6366">
        <w:rPr>
          <w:rFonts w:ascii="Times New Roman" w:hAnsi="Times New Roman"/>
          <w:sz w:val="28"/>
          <w:szCs w:val="28"/>
          <w:lang w:eastAsia="ru-RU"/>
        </w:rPr>
        <w:t xml:space="preserve">Девочки показали следующие результаты. 11.3% детей замечают постоянно, что проводят в онлайне больше времени, чем хотели, 7.5% замечают это регулярно. 54.7% девочек ответили на этот вопрос «часто», 22.6% замечают такое явление редко и только 3.8% вовсе такого за собой не замечают. Постоянно пренебрегают домашними делами, чтобы подольше побыть в сети только 5.7% подростка, регулярно 1.9% девочка, часто так делают 26.4% девушки. Редко пренебрегают делами по дому 52.8% человек и только 13.2% никогда так не поступают. Регулярно предпочитают пребывание в сети интимному общению с партнёром 1.9% подросток, 13.2% часто так поступает, остальные 7.5% и 77.4% делают это крайне редко либо никогда так не поступают. </w:t>
      </w:r>
    </w:p>
    <w:p w:rsidR="00511CEB" w:rsidRPr="004E6366" w:rsidRDefault="00511CEB" w:rsidP="004E6366">
      <w:pPr>
        <w:pStyle w:val="ListParagraph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6366">
        <w:rPr>
          <w:rFonts w:ascii="Times New Roman" w:hAnsi="Times New Roman"/>
          <w:sz w:val="28"/>
          <w:szCs w:val="28"/>
          <w:lang w:eastAsia="ru-RU"/>
        </w:rPr>
        <w:t xml:space="preserve">На следующий вопрос дети ответили следующим образом: девушки заводили знакомства с пользователями интернета 34.0% редко, 9.4% регулярно, 22.6% часто заводит знакомства в интернете. 7.5% знакомятся в интернете постоянно и 46.8% подростков никогда не делают подобного. Постоянно раздражается 8.5% девочек, когда окружающие интересуются их количеством времени, проводимым в сети и 1.9% регулярно. 15.1% детей делают это часто, 26.4% опрошенных делают это редко, а остальные 43.4% никогда не раздражаются по такому поводу. У 5.7% девушек отмечается в обучении, что перестали делать успехи в учёбе или работе, так как слишком много времени проводят в сети. 9.4% замечают это регулярно, 20.8% часто, у 37.7% девочки редко наблюдаются подобные ситуации, а у, оставшихся 26.4% это не наблюдается вовсе. </w:t>
      </w:r>
    </w:p>
    <w:p w:rsidR="00511CEB" w:rsidRPr="004E6366" w:rsidRDefault="00511CEB" w:rsidP="004E6366">
      <w:pPr>
        <w:pStyle w:val="ListParagraph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6366">
        <w:rPr>
          <w:rFonts w:ascii="Times New Roman" w:hAnsi="Times New Roman"/>
          <w:sz w:val="28"/>
          <w:szCs w:val="28"/>
          <w:lang w:eastAsia="ru-RU"/>
        </w:rPr>
        <w:t xml:space="preserve">Электронную почту проверяют раньше, чем сделать что-то другое постоянно 7.5%, 9.4% опрошенных делают это регулярно, ещё 13.2% часто, остальные же 28.3% редко так поступают и 41.5% девушки никогда так не делают. Снижается производительность труда постоянно у 3.8% человек, ещё у 5.7% это наблюдается регулярно и у 22.6% часто. Это свидетельствует о негативных влияниях интернета на детей. У 37.7% такое наблюдается редко и только у 30.2% девчонок никогда не снижается производительность труда. 5.7% детей постоянно занимают оборонительную позицию и скрытничают, когда их спрашивают, чем они занимались в сети, 13.2% поступают так регулярно ещё 15.1% подростков делают это часто. Остальные 30.2% делают это крайне редко, а оставшиеся 35.9% респондента не делают этого никогда. Блокирует постоянно беспокоящие мысли о своей жизни мыслями, об интернете 3.8% детей, 5.7% делают это регулярно, 13.2% респондента часто. Остальные 24.5% делают это редко, а 52.8% вовсе этого не делают. </w:t>
      </w:r>
    </w:p>
    <w:p w:rsidR="00511CEB" w:rsidRPr="004E6366" w:rsidRDefault="00511CEB" w:rsidP="004E6366">
      <w:pPr>
        <w:pStyle w:val="ListParagraph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6366">
        <w:rPr>
          <w:rFonts w:ascii="Times New Roman" w:hAnsi="Times New Roman"/>
          <w:sz w:val="28"/>
          <w:szCs w:val="28"/>
          <w:lang w:eastAsia="ru-RU"/>
        </w:rPr>
        <w:t xml:space="preserve">Постоянно обнаруживают себя в предвкушающими очередной выход в сеть 9.4% девушек, 9.4% регулярно и 18.9% часто. 34.0% ощущают это состояние редко и остальные 28.3% опрошенных никогда этого не испытывали. 11.3% респондентов, считают жизнь скучной и не интересной без интернета, 9.4% девушек посещают такие мысли регулярно и 9.4% часто, а 43.4% редко посещают подобные мысли. Остальные 26.4% вовсе так не считают. Ругаются, кричат или иным образом выражают свою досаду, когда кто-то пытается отвлечь их от пребывания в сети регулярно 1.9% девушка, 7.5% детей поступают так часто, 35.9% редко и 54.7% никогда так не поступали. Постоянно пренебрегают сном, засиживаясь в интернете допоздна 9.4% детей, регулярно так же 9.4% респондентов и 22.6% часто. 37.7% девушек занимаются подобным редко и только 20.8% респонденток никогда так не засиживаются допоздна. Никогда не предвкушают, чем займутся в интернете 47.2% респондентов, 35.9% делают это реже. В постоянном предвкушении находятся 1.9% девушка, регулярно 3.8% и часто 11.3% страдает подобным беспокойством. У 30.2% человек, никогда не засиживаются в интернете, 35.9% редко позволяют себе посидеть в интернете дольше, чем положено, 9.4% респондентов засиживается часто, 9.4% регулярно и с 15.1% детьми это происходит постоянно. </w:t>
      </w:r>
    </w:p>
    <w:p w:rsidR="00511CEB" w:rsidRPr="004E6366" w:rsidRDefault="00511CEB" w:rsidP="004E6366">
      <w:pPr>
        <w:pStyle w:val="ListParagraph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6366">
        <w:rPr>
          <w:rFonts w:ascii="Times New Roman" w:hAnsi="Times New Roman"/>
          <w:sz w:val="28"/>
          <w:szCs w:val="28"/>
          <w:lang w:eastAsia="ru-RU"/>
        </w:rPr>
        <w:t xml:space="preserve">Терпят постоянно поражение в попытках сократить время, проводимое онлайн 3.8% девочки-подростки, 7.5% регулярно, 5.7% часто, 54.7% редко сидят допоздна, 28.3% никогда не сидят в интернете дольше, чем это положено. Постоянно пытаются скрыть, сколько времени проводят в сети 3.8% опрошенных, 5.7% регулярно, часто 5.7%, редко 37.7% и 47.2% никогда не скрывают этого. Вместо того, чтобы выбраться куда-либо с друзьями 3.8% девочек постоянно выбирают интернет, 3.8% регулярно, 5.7% часто, остальные же 39.6% и 45.3% подростка делают это редко или вовсе так не поступают. Постоянно испытывает депрессию, подавленность или нервозность, будучи вне сети и отмечает, что это состояние проходит, как только он оказываетесь в онлайне  1.9% человек, 3.8% девчонки регулярно и 7.5% испытывают похожие чувства часто. Только 17.0% респондентов редко и 69.8% вообще не испытывают подобных чувств. Чувство эйфории, оживления, возбуждения, находясь за компьютером, возникает регулярно у 5.7% девушек-подростков и часто только у 11.3%, редко у 20.8%. У остальных 62.3% детей это вовсе отсутствует. Требуется проводить всё больше времени за компьютером, чтобы получить те же ощущения 1.9% регулярно, а ещё 5.7% часто. 17.0% опрошенных нуждается в таких ощущениях редко, остальные же 75.5% респондентов не имеют с этим каких-либо проблем. </w:t>
      </w:r>
    </w:p>
    <w:p w:rsidR="00511CEB" w:rsidRPr="004E6366" w:rsidRDefault="00511CEB" w:rsidP="004E6366">
      <w:pPr>
        <w:pStyle w:val="ListParagraph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6366">
        <w:rPr>
          <w:rFonts w:ascii="Times New Roman" w:hAnsi="Times New Roman"/>
          <w:sz w:val="28"/>
          <w:szCs w:val="28"/>
          <w:lang w:eastAsia="ru-RU"/>
        </w:rPr>
        <w:t>Таким образом, 56.6% девочек являются обычными пользователями, у 39.6% девушек имеются проблемы с постоянного пребывания в сети и 3.8% девочки-подростки являются интернет зависимыми. По данным результатам у девушек ситуация обстоит не много хуже, чем у юношей.</w:t>
      </w:r>
    </w:p>
    <w:p w:rsidR="00511CEB" w:rsidRPr="00375BC6" w:rsidRDefault="00511CEB" w:rsidP="00375BC6">
      <w:pPr>
        <w:spacing w:after="0" w:line="36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75BC6">
        <w:rPr>
          <w:rFonts w:ascii="Times New Roman" w:hAnsi="Times New Roman"/>
          <w:sz w:val="28"/>
          <w:szCs w:val="28"/>
          <w:lang w:eastAsia="ru-RU"/>
        </w:rPr>
        <w:t>Исследования показали, что среди подростков интернет и различные сайты очень популярны. Большинство подростков не отдают себе отчёт о том, что они смотрят в сети. Интернет забирает у подростков очень, много времени, из этого вытекают их проблемы в школе, во взаимоотношениях с родителями, нарушается здоровье.</w:t>
      </w:r>
    </w:p>
    <w:p w:rsidR="00511CEB" w:rsidRPr="008001F7" w:rsidRDefault="00511CEB" w:rsidP="00C040BA">
      <w:pPr>
        <w:spacing w:line="36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Литература:</w:t>
      </w:r>
    </w:p>
    <w:p w:rsidR="00511CEB" w:rsidRPr="008001F7" w:rsidRDefault="00511CEB" w:rsidP="008001F7">
      <w:pPr>
        <w:pStyle w:val="ListParagraph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01F7">
        <w:rPr>
          <w:rFonts w:ascii="Times New Roman" w:hAnsi="Times New Roman"/>
          <w:sz w:val="28"/>
          <w:szCs w:val="28"/>
          <w:lang w:eastAsia="ru-RU"/>
        </w:rPr>
        <w:t>Янг, К.. Диагноз – Интернет-зависимость / К. Янг // Мир Интернет. – 2000. – № 2 – С. 24–29.</w:t>
      </w:r>
    </w:p>
    <w:p w:rsidR="00511CEB" w:rsidRPr="00C040BA" w:rsidRDefault="00511CEB" w:rsidP="00C040BA">
      <w:pPr>
        <w:pStyle w:val="ListParagraph"/>
        <w:spacing w:after="0" w:line="360" w:lineRule="auto"/>
        <w:ind w:left="851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C040BA">
        <w:rPr>
          <w:rFonts w:ascii="Times New Roman" w:hAnsi="Times New Roman"/>
          <w:b/>
          <w:sz w:val="28"/>
          <w:szCs w:val="28"/>
          <w:lang w:eastAsia="ru-RU"/>
        </w:rPr>
        <w:t>Научный руководитель:</w:t>
      </w:r>
    </w:p>
    <w:p w:rsidR="00511CEB" w:rsidRPr="009F2FB8" w:rsidRDefault="00511CEB" w:rsidP="00C040BA">
      <w:pPr>
        <w:pStyle w:val="ListParagraph"/>
        <w:spacing w:after="0" w:line="360" w:lineRule="auto"/>
        <w:ind w:left="851"/>
        <w:jc w:val="right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старший преподаватель Королькова Лариса Викторовна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sectPr w:rsidR="00511CEB" w:rsidRPr="009F2FB8" w:rsidSect="00375BC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474946"/>
    <w:multiLevelType w:val="hybridMultilevel"/>
    <w:tmpl w:val="07E64C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09BE"/>
    <w:rsid w:val="000038FF"/>
    <w:rsid w:val="001F0C50"/>
    <w:rsid w:val="00375BC6"/>
    <w:rsid w:val="004C5B5A"/>
    <w:rsid w:val="004E6366"/>
    <w:rsid w:val="004E74E7"/>
    <w:rsid w:val="004E7502"/>
    <w:rsid w:val="00511CEB"/>
    <w:rsid w:val="006371A0"/>
    <w:rsid w:val="007C1FCD"/>
    <w:rsid w:val="007F0EE6"/>
    <w:rsid w:val="008001F7"/>
    <w:rsid w:val="00986132"/>
    <w:rsid w:val="009E09BE"/>
    <w:rsid w:val="009F2FB8"/>
    <w:rsid w:val="00B774F7"/>
    <w:rsid w:val="00C040BA"/>
    <w:rsid w:val="00D607A1"/>
    <w:rsid w:val="00E53774"/>
    <w:rsid w:val="00F16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9BE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E09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9E0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E09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C040B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57</TotalTime>
  <Pages>7</Pages>
  <Words>8357</Words>
  <Characters>4765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Admin</cp:lastModifiedBy>
  <cp:revision>9</cp:revision>
  <dcterms:created xsi:type="dcterms:W3CDTF">2019-06-27T18:09:00Z</dcterms:created>
  <dcterms:modified xsi:type="dcterms:W3CDTF">2019-06-29T16:27:00Z</dcterms:modified>
</cp:coreProperties>
</file>