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ACC" w:rsidRPr="00576D6B" w:rsidRDefault="00276ACC" w:rsidP="00576D6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76D6B">
        <w:rPr>
          <w:rFonts w:ascii="Times New Roman" w:hAnsi="Times New Roman"/>
          <w:b/>
          <w:sz w:val="28"/>
          <w:szCs w:val="28"/>
          <w:lang w:val="uk-UA"/>
        </w:rPr>
        <w:t>Григорій Гринь, Олена Мязіна</w:t>
      </w:r>
    </w:p>
    <w:p w:rsidR="00276ACC" w:rsidRPr="00576D6B" w:rsidRDefault="00276ACC" w:rsidP="00576D6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76D6B">
        <w:rPr>
          <w:rFonts w:ascii="Times New Roman" w:hAnsi="Times New Roman"/>
          <w:b/>
          <w:sz w:val="28"/>
          <w:szCs w:val="28"/>
          <w:lang w:val="uk-UA"/>
        </w:rPr>
        <w:t xml:space="preserve"> (Харків,Україна)</w:t>
      </w:r>
    </w:p>
    <w:p w:rsidR="00276ACC" w:rsidRDefault="00276ACC" w:rsidP="00963E59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76ACC" w:rsidRDefault="00276ACC" w:rsidP="00963E5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1A95">
        <w:rPr>
          <w:rFonts w:ascii="Times New Roman" w:hAnsi="Times New Roman"/>
          <w:b/>
          <w:sz w:val="28"/>
          <w:szCs w:val="28"/>
          <w:lang w:val="uk-UA"/>
        </w:rPr>
        <w:t>ВИЛУЧЕННЯ СПОЛУК МОЛІБДЕНУ З ПРОМИСЛОВИХ КАТАЛІЗАТОРІВ</w:t>
      </w:r>
    </w:p>
    <w:p w:rsidR="00276ACC" w:rsidRDefault="00276ACC" w:rsidP="00963E5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76ACC" w:rsidRPr="005C1D6D" w:rsidRDefault="00276ACC" w:rsidP="00963E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В Україні немає діючих підприємств з переробки рудної сировини, що містить молібден. Однак споживання цього металу в промисловості значне, особливо в нафтохімічній промисловості, металургії, машинобудуванні та в інших галузях.</w:t>
      </w:r>
      <w:r w:rsidRPr="005C1D6D">
        <w:rPr>
          <w:rFonts w:ascii="Times New Roman" w:hAnsi="Times New Roman"/>
        </w:rPr>
        <w:t xml:space="preserve"> </w:t>
      </w:r>
      <w:r w:rsidRPr="005C1D6D">
        <w:rPr>
          <w:rFonts w:ascii="Times New Roman" w:hAnsi="Times New Roman"/>
          <w:sz w:val="28"/>
          <w:szCs w:val="28"/>
          <w:lang w:val="uk-UA"/>
        </w:rPr>
        <w:t>З молібдену виготовляють нагрівальні елементи для печей, які працюють в атмосфері водню. Багато сполук молібдену служать каталізаторами хімічних реакцій. Молібден входить до складу мікродобрив.</w:t>
      </w:r>
    </w:p>
    <w:p w:rsidR="00276ACC" w:rsidRPr="005C1D6D" w:rsidRDefault="00276ACC" w:rsidP="005C1D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Залучення в переробку альтернативних сировинних джерел рідкісних металів дозволить отримувати цей цінний компонент. В якості джерел можна використовувати відпрацьовані каталізатори, що утворюються у великих кількостях в нафтохімічній промисловості, які містять відразу кілька цінних компонентів, в тому числі і молібден.</w:t>
      </w:r>
    </w:p>
    <w:p w:rsidR="00276ACC" w:rsidRPr="005C1D6D" w:rsidRDefault="00276ACC" w:rsidP="005C1D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Для розробки технології вилучення цінних компонентів з відпрацьованих каталізаторів набуває великого значення знання їх складу, структури і властивостей, так як ці показники визначають основні технологічні рішення майбутньої технології.</w:t>
      </w:r>
    </w:p>
    <w:p w:rsidR="00276ACC" w:rsidRPr="005C1D6D" w:rsidRDefault="00276ACC" w:rsidP="005C1D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 xml:space="preserve">Основні способи вилучення молібдену з різної сировини діляться на 2 групи: </w:t>
      </w:r>
    </w:p>
    <w:p w:rsidR="00276ACC" w:rsidRPr="005C1D6D" w:rsidRDefault="00276ACC" w:rsidP="005C1D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– гідрометалургійні: витяг ванадію, молібдену кислотами або лугами;</w:t>
      </w:r>
    </w:p>
    <w:p w:rsidR="00276ACC" w:rsidRPr="005C1D6D" w:rsidRDefault="00276ACC" w:rsidP="005C1D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– комбіновані або піро-гідрометалургійні.</w:t>
      </w:r>
    </w:p>
    <w:p w:rsidR="00276ACC" w:rsidRPr="005C1D6D" w:rsidRDefault="00276ACC" w:rsidP="005C1D6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У першій групі методів переробки сировини передбачається безпосередня обробка сировини розчинами лугів і кислот.</w:t>
      </w:r>
    </w:p>
    <w:p w:rsidR="00276ACC" w:rsidRPr="005C1D6D" w:rsidRDefault="00276ACC" w:rsidP="00963E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Об'єднані піро-гідрометалургійні способи передбачають основну операцію – процес окисного випалу з добавками для переводу цінних компонентів у водорозчинну форму, потім вилуговування водою і кислотними розчинами з подальшим вилученням сполук цінних металів різними способами.</w:t>
      </w:r>
    </w:p>
    <w:p w:rsidR="00276ACC" w:rsidRPr="005C1D6D" w:rsidRDefault="00276ACC" w:rsidP="00963E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Для молібдену в технології переробки різних видів сировини вводиться процес окисного випалу спільно з реакційно-здатними добавками. В якості таких добавок зазвичай застосовують солі лужних металів – NaCl, сільвініт, Na</w:t>
      </w:r>
      <w:r w:rsidRPr="005C1D6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5C1D6D">
        <w:rPr>
          <w:rFonts w:ascii="Times New Roman" w:hAnsi="Times New Roman"/>
          <w:sz w:val="28"/>
          <w:szCs w:val="28"/>
          <w:lang w:val="uk-UA"/>
        </w:rPr>
        <w:t>CO</w:t>
      </w:r>
      <w:r w:rsidRPr="005C1D6D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5C1D6D">
        <w:rPr>
          <w:rFonts w:ascii="Times New Roman" w:hAnsi="Times New Roman"/>
          <w:sz w:val="28"/>
          <w:szCs w:val="28"/>
          <w:lang w:val="uk-UA"/>
        </w:rPr>
        <w:t>, Na</w:t>
      </w:r>
      <w:r w:rsidRPr="005C1D6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5C1D6D">
        <w:rPr>
          <w:rFonts w:ascii="Times New Roman" w:hAnsi="Times New Roman"/>
          <w:sz w:val="28"/>
          <w:szCs w:val="28"/>
          <w:lang w:val="uk-UA"/>
        </w:rPr>
        <w:t>SO</w:t>
      </w:r>
      <w:r w:rsidRPr="005C1D6D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5C1D6D">
        <w:rPr>
          <w:rFonts w:ascii="Times New Roman" w:hAnsi="Times New Roman"/>
          <w:sz w:val="28"/>
          <w:szCs w:val="28"/>
          <w:lang w:val="uk-UA"/>
        </w:rPr>
        <w:t>, CaO, MgO та ін. Цей процес дозволяє здійснити переведення нижчих сполук у вищу форму валентності з отриманням розчинних солей.</w:t>
      </w:r>
    </w:p>
    <w:p w:rsidR="00276ACC" w:rsidRPr="005C1D6D" w:rsidRDefault="00276ACC" w:rsidP="00963E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Таким чином, всі методи переробки призводять до того, що необхідною наступною стадією є переведення цінних компонентів з твердої фази в розчин.</w:t>
      </w:r>
    </w:p>
    <w:p w:rsidR="00276ACC" w:rsidRPr="005C1D6D" w:rsidRDefault="00276ACC" w:rsidP="00963E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 xml:space="preserve">Відомо, що всі кисневі сполуки молібдену (VI) розчиняються в сульфатній і соляній кислотах. Високе вилучення молібдену в кислі розчини пояснюється одночасним розчиненням оксидів заліза, з якими молібден тісно пов'язаний. Вилучення молібдену при вилуговуванні розведеними розчинами гідроксиду натрію або соди, як правило, значно нижче, ніж витяг в сірчанокислі розчини. </w:t>
      </w:r>
    </w:p>
    <w:p w:rsidR="00276ACC" w:rsidRPr="005C1D6D" w:rsidRDefault="00276ACC" w:rsidP="00963E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Сировину, що містить молібден у вигляді МоЅ</w:t>
      </w:r>
      <w:r w:rsidRPr="005C1D6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5C1D6D">
        <w:rPr>
          <w:rFonts w:ascii="Times New Roman" w:hAnsi="Times New Roman"/>
          <w:sz w:val="28"/>
          <w:szCs w:val="28"/>
          <w:lang w:val="uk-UA"/>
        </w:rPr>
        <w:t>, обробляють, перш за все, для окислення сірки. З цією метою найбільш часто використовують окислювальний випал з вапном, хлористим натрієм або хлорування. Огарки, отримані після випалу, використовують у виробництві феромолібдену, для отримання чистого молібдену (VI) оксиду методом возгонки і для хімічної переробки на чисті сполуки молібдену.</w:t>
      </w:r>
    </w:p>
    <w:p w:rsidR="00276ACC" w:rsidRPr="005C1D6D" w:rsidRDefault="00276ACC" w:rsidP="00963E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Для окиснених концентратів застосовують розчини соди або кислот з подальшим витяганням молібдену екстракцією та іонообміном.</w:t>
      </w:r>
    </w:p>
    <w:p w:rsidR="00276ACC" w:rsidRPr="005C1D6D" w:rsidRDefault="00276ACC" w:rsidP="00963E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Найбільш широко в промисловій практиці використовується вилуговування молібдену розчинами аміаку з наступним осадженням полімолібдатів амонію [</w:t>
      </w:r>
      <w:r>
        <w:rPr>
          <w:rFonts w:ascii="Times New Roman" w:hAnsi="Times New Roman"/>
          <w:sz w:val="28"/>
          <w:szCs w:val="28"/>
          <w:lang w:val="uk-UA"/>
        </w:rPr>
        <w:t>1, с.42</w:t>
      </w:r>
      <w:r w:rsidRPr="005C1D6D">
        <w:rPr>
          <w:rFonts w:ascii="Times New Roman" w:hAnsi="Times New Roman"/>
          <w:sz w:val="28"/>
          <w:szCs w:val="28"/>
          <w:lang w:val="uk-UA"/>
        </w:rPr>
        <w:t>], яке добре описано і може бути використане при розробці технологічного процесу.</w:t>
      </w:r>
    </w:p>
    <w:p w:rsidR="00276ACC" w:rsidRPr="005C1D6D" w:rsidRDefault="00276ACC" w:rsidP="00963E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У результаті експериментального вивчення складу відпрацьованого каталізатора не вдалося з'ясувати, в якому стані знаходиться у відпрацьованому каталізаторі молібден. Тому необхідне проведення термодинамічного аналізу</w:t>
      </w:r>
      <w:r>
        <w:rPr>
          <w:rFonts w:ascii="Times New Roman" w:hAnsi="Times New Roman"/>
          <w:sz w:val="28"/>
          <w:szCs w:val="28"/>
          <w:lang w:val="uk-UA"/>
        </w:rPr>
        <w:t xml:space="preserve"> (див. табл.2)</w:t>
      </w:r>
      <w:r w:rsidRPr="005C1D6D">
        <w:rPr>
          <w:rFonts w:ascii="Times New Roman" w:hAnsi="Times New Roman"/>
          <w:sz w:val="28"/>
          <w:szCs w:val="28"/>
          <w:lang w:val="uk-UA"/>
        </w:rPr>
        <w:t xml:space="preserve"> щодо з'ясування сполук, присутність яких можлива в каталізаторі, що дозволить скоротити кількість наступних експериментальних досліджень.</w:t>
      </w:r>
    </w:p>
    <w:p w:rsidR="00276ACC" w:rsidRPr="005C1D6D" w:rsidRDefault="00276ACC" w:rsidP="001E4BD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</w:rPr>
        <w:t>Таблиц</w:t>
      </w:r>
      <w:r w:rsidRPr="005C1D6D">
        <w:rPr>
          <w:rFonts w:ascii="Times New Roman" w:hAnsi="Times New Roman"/>
          <w:sz w:val="28"/>
          <w:szCs w:val="28"/>
          <w:lang w:val="uk-UA"/>
        </w:rPr>
        <w:t>я</w:t>
      </w:r>
      <w:r w:rsidRPr="005C1D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p w:rsidR="00276ACC" w:rsidRPr="005C1D6D" w:rsidRDefault="00276ACC" w:rsidP="001E4BD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C1D6D">
        <w:rPr>
          <w:rFonts w:ascii="Times New Roman" w:hAnsi="Times New Roman"/>
          <w:b/>
          <w:sz w:val="28"/>
          <w:szCs w:val="28"/>
          <w:lang w:val="uk-UA"/>
        </w:rPr>
        <w:t>Значення ∆G реакцій відновлення оксидів воднем молібдену різного ступеня окислення</w:t>
      </w:r>
    </w:p>
    <w:tbl>
      <w:tblPr>
        <w:tblW w:w="0" w:type="auto"/>
        <w:jc w:val="center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0"/>
        <w:gridCol w:w="2898"/>
        <w:gridCol w:w="1411"/>
      </w:tblGrid>
      <w:tr w:rsidR="00276ACC" w:rsidRPr="00BA14BE" w:rsidTr="007F3C3E">
        <w:trPr>
          <w:trHeight w:val="522"/>
          <w:jc w:val="center"/>
        </w:trPr>
        <w:tc>
          <w:tcPr>
            <w:tcW w:w="5260" w:type="dxa"/>
            <w:vMerge w:val="restart"/>
            <w:vAlign w:val="center"/>
          </w:tcPr>
          <w:p w:rsidR="00276ACC" w:rsidRPr="00963E59" w:rsidRDefault="00276ACC" w:rsidP="001E4BD0">
            <w:pPr>
              <w:pStyle w:val="BodyText"/>
              <w:tabs>
                <w:tab w:val="left" w:pos="1428"/>
              </w:tabs>
              <w:spacing w:after="0" w:line="360" w:lineRule="auto"/>
              <w:jc w:val="center"/>
              <w:rPr>
                <w:lang w:val="uk-UA"/>
              </w:rPr>
            </w:pPr>
            <w:r w:rsidRPr="00963E59">
              <w:rPr>
                <w:lang w:val="uk-UA"/>
              </w:rPr>
              <w:t>Реакція</w:t>
            </w:r>
          </w:p>
        </w:tc>
        <w:tc>
          <w:tcPr>
            <w:tcW w:w="4309" w:type="dxa"/>
            <w:gridSpan w:val="2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lang w:val="uk-UA"/>
              </w:rPr>
            </w:pPr>
            <w:r w:rsidRPr="00963E59">
              <w:rPr>
                <w:lang w:val="uk-UA"/>
              </w:rPr>
              <w:t>∆G</w:t>
            </w:r>
            <w:r w:rsidRPr="00963E59">
              <w:rPr>
                <w:vertAlign w:val="subscript"/>
                <w:lang w:val="uk-UA"/>
              </w:rPr>
              <w:t>T</w:t>
            </w:r>
            <w:r w:rsidRPr="00963E59">
              <w:rPr>
                <w:lang w:val="uk-UA"/>
              </w:rPr>
              <w:t>, кДж/моль</w:t>
            </w:r>
          </w:p>
        </w:tc>
      </w:tr>
      <w:tr w:rsidR="00276ACC" w:rsidRPr="00BA14BE" w:rsidTr="007F3C3E">
        <w:trPr>
          <w:trHeight w:val="523"/>
          <w:jc w:val="center"/>
        </w:trPr>
        <w:tc>
          <w:tcPr>
            <w:tcW w:w="5260" w:type="dxa"/>
            <w:vMerge/>
            <w:vAlign w:val="center"/>
          </w:tcPr>
          <w:p w:rsidR="00276ACC" w:rsidRPr="00963E59" w:rsidRDefault="00276ACC" w:rsidP="001E4BD0">
            <w:pPr>
              <w:pStyle w:val="BodyText"/>
              <w:tabs>
                <w:tab w:val="left" w:pos="1428"/>
              </w:tabs>
              <w:spacing w:after="0" w:line="360" w:lineRule="auto"/>
              <w:jc w:val="center"/>
              <w:rPr>
                <w:lang w:val="uk-UA"/>
              </w:rPr>
            </w:pPr>
          </w:p>
        </w:tc>
        <w:tc>
          <w:tcPr>
            <w:tcW w:w="2898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lang w:val="uk-UA"/>
              </w:rPr>
            </w:pPr>
            <w:r w:rsidRPr="00963E59">
              <w:rPr>
                <w:lang w:val="uk-UA"/>
              </w:rPr>
              <w:t>473 К</w:t>
            </w:r>
          </w:p>
        </w:tc>
        <w:tc>
          <w:tcPr>
            <w:tcW w:w="1411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lang w:val="uk-UA"/>
              </w:rPr>
            </w:pPr>
            <w:r w:rsidRPr="00963E59">
              <w:rPr>
                <w:lang w:val="uk-UA"/>
              </w:rPr>
              <w:t>873 К</w:t>
            </w:r>
          </w:p>
        </w:tc>
      </w:tr>
      <w:tr w:rsidR="00276ACC" w:rsidRPr="00BA14BE" w:rsidTr="007F3C3E">
        <w:trPr>
          <w:trHeight w:val="522"/>
          <w:jc w:val="center"/>
        </w:trPr>
        <w:tc>
          <w:tcPr>
            <w:tcW w:w="5260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963E59">
              <w:rPr>
                <w:color w:val="000000"/>
                <w:lang w:val="uk-UA"/>
              </w:rPr>
              <w:t>MoO</w:t>
            </w:r>
            <w:r w:rsidRPr="00963E59">
              <w:rPr>
                <w:color w:val="000000"/>
                <w:vertAlign w:val="subscript"/>
                <w:lang w:val="uk-UA"/>
              </w:rPr>
              <w:t>3</w:t>
            </w:r>
            <w:r w:rsidRPr="00963E59">
              <w:rPr>
                <w:color w:val="000000"/>
                <w:lang w:val="uk-UA"/>
              </w:rPr>
              <w:t>+H</w:t>
            </w:r>
            <w:r w:rsidRPr="00963E59">
              <w:rPr>
                <w:color w:val="000000"/>
                <w:vertAlign w:val="subscript"/>
                <w:lang w:val="uk-UA"/>
              </w:rPr>
              <w:t>2</w:t>
            </w:r>
            <w:r w:rsidRPr="00963E59">
              <w:rPr>
                <w:color w:val="000000"/>
                <w:lang w:val="uk-UA"/>
              </w:rPr>
              <w:t>=MoO</w:t>
            </w:r>
            <w:r w:rsidRPr="00963E59">
              <w:rPr>
                <w:color w:val="000000"/>
                <w:vertAlign w:val="subscript"/>
                <w:lang w:val="uk-UA"/>
              </w:rPr>
              <w:t>2</w:t>
            </w:r>
            <w:r w:rsidRPr="00963E59">
              <w:rPr>
                <w:color w:val="000000"/>
                <w:lang w:val="uk-UA"/>
              </w:rPr>
              <w:t>+H</w:t>
            </w:r>
            <w:r w:rsidRPr="00963E59">
              <w:rPr>
                <w:color w:val="000000"/>
                <w:vertAlign w:val="subscript"/>
                <w:lang w:val="uk-UA"/>
              </w:rPr>
              <w:t>2</w:t>
            </w:r>
            <w:r w:rsidRPr="00963E59">
              <w:rPr>
                <w:color w:val="000000"/>
                <w:lang w:val="uk-UA"/>
              </w:rPr>
              <w:t>O</w:t>
            </w:r>
          </w:p>
        </w:tc>
        <w:tc>
          <w:tcPr>
            <w:tcW w:w="2898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963E59">
              <w:rPr>
                <w:color w:val="000000"/>
                <w:lang w:val="uk-UA"/>
              </w:rPr>
              <w:t>-860,39</w:t>
            </w:r>
          </w:p>
        </w:tc>
        <w:tc>
          <w:tcPr>
            <w:tcW w:w="1411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963E59">
              <w:rPr>
                <w:color w:val="000000"/>
                <w:lang w:val="uk-UA"/>
              </w:rPr>
              <w:t>-941,89</w:t>
            </w:r>
          </w:p>
        </w:tc>
      </w:tr>
      <w:tr w:rsidR="00276ACC" w:rsidRPr="00BA14BE" w:rsidTr="007F3C3E">
        <w:trPr>
          <w:trHeight w:val="523"/>
          <w:jc w:val="center"/>
        </w:trPr>
        <w:tc>
          <w:tcPr>
            <w:tcW w:w="5260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963E59">
              <w:rPr>
                <w:color w:val="000000"/>
                <w:lang w:val="uk-UA"/>
              </w:rPr>
              <w:t>MoO</w:t>
            </w:r>
            <w:r w:rsidRPr="00963E59">
              <w:rPr>
                <w:color w:val="000000"/>
                <w:vertAlign w:val="subscript"/>
                <w:lang w:val="uk-UA"/>
              </w:rPr>
              <w:t>3</w:t>
            </w:r>
            <w:r w:rsidRPr="00963E59">
              <w:rPr>
                <w:color w:val="000000"/>
                <w:lang w:val="uk-UA"/>
              </w:rPr>
              <w:t>+3H</w:t>
            </w:r>
            <w:r w:rsidRPr="00963E59">
              <w:rPr>
                <w:color w:val="000000"/>
                <w:vertAlign w:val="subscript"/>
                <w:lang w:val="uk-UA"/>
              </w:rPr>
              <w:t>2</w:t>
            </w:r>
            <w:r w:rsidRPr="00963E59">
              <w:rPr>
                <w:color w:val="000000"/>
                <w:lang w:val="uk-UA"/>
              </w:rPr>
              <w:t>=Mo+3H</w:t>
            </w:r>
            <w:r w:rsidRPr="00963E59">
              <w:rPr>
                <w:color w:val="000000"/>
                <w:vertAlign w:val="subscript"/>
                <w:lang w:val="uk-UA"/>
              </w:rPr>
              <w:t>2</w:t>
            </w:r>
            <w:r w:rsidRPr="00963E59">
              <w:rPr>
                <w:color w:val="000000"/>
                <w:lang w:val="uk-UA"/>
              </w:rPr>
              <w:t>O</w:t>
            </w:r>
          </w:p>
        </w:tc>
        <w:tc>
          <w:tcPr>
            <w:tcW w:w="2898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963E59">
              <w:rPr>
                <w:color w:val="000000"/>
                <w:lang w:val="uk-UA"/>
              </w:rPr>
              <w:t>-856,43</w:t>
            </w:r>
          </w:p>
        </w:tc>
        <w:tc>
          <w:tcPr>
            <w:tcW w:w="1411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963E59">
              <w:rPr>
                <w:color w:val="000000"/>
                <w:lang w:val="uk-UA"/>
              </w:rPr>
              <w:t>-979,5</w:t>
            </w:r>
          </w:p>
        </w:tc>
      </w:tr>
      <w:tr w:rsidR="00276ACC" w:rsidRPr="00BA14BE" w:rsidTr="007F3C3E">
        <w:trPr>
          <w:trHeight w:val="522"/>
          <w:jc w:val="center"/>
        </w:trPr>
        <w:tc>
          <w:tcPr>
            <w:tcW w:w="5260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963E59">
              <w:rPr>
                <w:color w:val="000000"/>
                <w:lang w:val="uk-UA"/>
              </w:rPr>
              <w:t>MoO</w:t>
            </w:r>
            <w:r w:rsidRPr="00963E59">
              <w:rPr>
                <w:color w:val="000000"/>
                <w:vertAlign w:val="subscript"/>
                <w:lang w:val="uk-UA"/>
              </w:rPr>
              <w:t>2</w:t>
            </w:r>
            <w:r w:rsidRPr="00963E59">
              <w:rPr>
                <w:color w:val="000000"/>
                <w:lang w:val="uk-UA"/>
              </w:rPr>
              <w:t>+2H</w:t>
            </w:r>
            <w:r w:rsidRPr="00963E59">
              <w:rPr>
                <w:color w:val="000000"/>
                <w:vertAlign w:val="subscript"/>
                <w:lang w:val="uk-UA"/>
              </w:rPr>
              <w:t>2</w:t>
            </w:r>
            <w:r w:rsidRPr="00963E59">
              <w:rPr>
                <w:color w:val="000000"/>
                <w:lang w:val="uk-UA"/>
              </w:rPr>
              <w:t>=Mo+2H</w:t>
            </w:r>
            <w:r w:rsidRPr="00963E59">
              <w:rPr>
                <w:color w:val="000000"/>
                <w:vertAlign w:val="subscript"/>
                <w:lang w:val="uk-UA"/>
              </w:rPr>
              <w:t>2</w:t>
            </w:r>
            <w:r w:rsidRPr="00963E59">
              <w:rPr>
                <w:color w:val="000000"/>
                <w:lang w:val="uk-UA"/>
              </w:rPr>
              <w:t>O</w:t>
            </w:r>
          </w:p>
        </w:tc>
        <w:tc>
          <w:tcPr>
            <w:tcW w:w="2898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963E59">
              <w:rPr>
                <w:color w:val="000000"/>
                <w:lang w:val="uk-UA"/>
              </w:rPr>
              <w:t>-575,81</w:t>
            </w:r>
          </w:p>
        </w:tc>
        <w:tc>
          <w:tcPr>
            <w:tcW w:w="1411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963E59">
              <w:rPr>
                <w:color w:val="000000"/>
                <w:lang w:val="uk-UA"/>
              </w:rPr>
              <w:t>-664,27</w:t>
            </w:r>
          </w:p>
        </w:tc>
      </w:tr>
    </w:tbl>
    <w:p w:rsidR="00276ACC" w:rsidRPr="005C1D6D" w:rsidRDefault="00276ACC" w:rsidP="005C1D6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ACC" w:rsidRPr="005C1D6D" w:rsidRDefault="00276ACC" w:rsidP="00963E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 xml:space="preserve">Наявність у газі водню може приводити до відновлення </w:t>
      </w:r>
      <w:r w:rsidRPr="005C1D6D">
        <w:rPr>
          <w:rFonts w:ascii="Times New Roman" w:hAnsi="Times New Roman"/>
          <w:sz w:val="28"/>
          <w:szCs w:val="28"/>
          <w:lang w:val="en-US"/>
        </w:rPr>
        <w:t>MoO</w:t>
      </w:r>
      <w:r w:rsidRPr="005C1D6D">
        <w:rPr>
          <w:rFonts w:ascii="Times New Roman" w:hAnsi="Times New Roman"/>
          <w:sz w:val="28"/>
          <w:szCs w:val="28"/>
          <w:vertAlign w:val="subscript"/>
        </w:rPr>
        <w:t>3</w:t>
      </w:r>
      <w:r w:rsidRPr="005C1D6D">
        <w:rPr>
          <w:rFonts w:ascii="Times New Roman" w:hAnsi="Times New Roman"/>
          <w:sz w:val="28"/>
          <w:szCs w:val="28"/>
        </w:rPr>
        <w:t xml:space="preserve"> </w:t>
      </w:r>
      <w:r w:rsidRPr="005C1D6D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5C1D6D">
        <w:rPr>
          <w:rFonts w:ascii="Times New Roman" w:hAnsi="Times New Roman"/>
          <w:sz w:val="28"/>
          <w:szCs w:val="28"/>
          <w:lang w:val="en-US"/>
        </w:rPr>
        <w:t>MoO</w:t>
      </w:r>
      <w:r w:rsidRPr="005C1D6D">
        <w:rPr>
          <w:rFonts w:ascii="Times New Roman" w:hAnsi="Times New Roman"/>
          <w:sz w:val="28"/>
          <w:szCs w:val="28"/>
          <w:vertAlign w:val="subscript"/>
        </w:rPr>
        <w:t>2</w:t>
      </w:r>
      <w:r w:rsidRPr="005C1D6D">
        <w:rPr>
          <w:rFonts w:ascii="Times New Roman" w:hAnsi="Times New Roman"/>
          <w:sz w:val="28"/>
          <w:szCs w:val="28"/>
        </w:rPr>
        <w:t xml:space="preserve">. </w:t>
      </w:r>
      <w:r w:rsidRPr="005C1D6D">
        <w:rPr>
          <w:rFonts w:ascii="Times New Roman" w:hAnsi="Times New Roman"/>
          <w:sz w:val="28"/>
          <w:szCs w:val="28"/>
          <w:lang w:val="uk-UA"/>
        </w:rPr>
        <w:t>Також термодинамічно можливо відновлення оксидів моліб</w:t>
      </w:r>
      <w:r>
        <w:rPr>
          <w:rFonts w:ascii="Times New Roman" w:hAnsi="Times New Roman"/>
          <w:sz w:val="28"/>
          <w:szCs w:val="28"/>
          <w:lang w:val="uk-UA"/>
        </w:rPr>
        <w:t>дену до металу (таблиця 2).</w:t>
      </w:r>
    </w:p>
    <w:p w:rsidR="00276ACC" w:rsidRPr="005C1D6D" w:rsidRDefault="00276ACC" w:rsidP="001E4BD0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Таблиц</w:t>
      </w:r>
      <w:r>
        <w:rPr>
          <w:rFonts w:ascii="Times New Roman" w:hAnsi="Times New Roman"/>
          <w:sz w:val="28"/>
          <w:szCs w:val="28"/>
          <w:lang w:val="uk-UA"/>
        </w:rPr>
        <w:t>я 2</w:t>
      </w:r>
    </w:p>
    <w:p w:rsidR="00276ACC" w:rsidRPr="005C1D6D" w:rsidRDefault="00276ACC" w:rsidP="001E4BD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C1D6D">
        <w:rPr>
          <w:rFonts w:ascii="Times New Roman" w:hAnsi="Times New Roman"/>
          <w:b/>
          <w:sz w:val="28"/>
          <w:szCs w:val="28"/>
          <w:lang w:val="uk-UA"/>
        </w:rPr>
        <w:t>Значення ∆G реакцій взаємодії сульфідів металів з киснем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2551"/>
        <w:gridCol w:w="2835"/>
      </w:tblGrid>
      <w:tr w:rsidR="00276ACC" w:rsidRPr="00BA14BE" w:rsidTr="004960BE">
        <w:trPr>
          <w:trHeight w:val="465"/>
        </w:trPr>
        <w:tc>
          <w:tcPr>
            <w:tcW w:w="4253" w:type="dxa"/>
            <w:vMerge w:val="restart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Реакция</w:t>
            </w:r>
          </w:p>
        </w:tc>
        <w:tc>
          <w:tcPr>
            <w:tcW w:w="5386" w:type="dxa"/>
            <w:gridSpan w:val="2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∆</w:t>
            </w:r>
            <w:r w:rsidRPr="00963E59">
              <w:rPr>
                <w:color w:val="000000"/>
                <w:lang w:val="en-US"/>
              </w:rPr>
              <w:t>G</w:t>
            </w:r>
            <w:r w:rsidRPr="00963E59">
              <w:rPr>
                <w:color w:val="000000"/>
                <w:vertAlign w:val="subscript"/>
                <w:lang w:val="en-US"/>
              </w:rPr>
              <w:t>T</w:t>
            </w:r>
            <w:r w:rsidRPr="00963E59">
              <w:rPr>
                <w:color w:val="000000"/>
              </w:rPr>
              <w:t>, кДж/моль</w:t>
            </w:r>
          </w:p>
        </w:tc>
      </w:tr>
      <w:tr w:rsidR="00276ACC" w:rsidRPr="00BA14BE" w:rsidTr="004960BE">
        <w:trPr>
          <w:trHeight w:val="465"/>
        </w:trPr>
        <w:tc>
          <w:tcPr>
            <w:tcW w:w="4253" w:type="dxa"/>
            <w:vMerge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en-US"/>
              </w:rPr>
            </w:pPr>
            <w:r w:rsidRPr="00963E59">
              <w:rPr>
                <w:color w:val="000000"/>
              </w:rPr>
              <w:t>473 К</w:t>
            </w:r>
          </w:p>
        </w:tc>
        <w:tc>
          <w:tcPr>
            <w:tcW w:w="2835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en-US"/>
              </w:rPr>
            </w:pPr>
            <w:r w:rsidRPr="00963E59">
              <w:rPr>
                <w:color w:val="000000"/>
              </w:rPr>
              <w:t>873 К</w:t>
            </w:r>
          </w:p>
        </w:tc>
      </w:tr>
      <w:tr w:rsidR="00276ACC" w:rsidRPr="00BA14BE" w:rsidTr="004960BE">
        <w:trPr>
          <w:trHeight w:val="465"/>
        </w:trPr>
        <w:tc>
          <w:tcPr>
            <w:tcW w:w="4253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en-US"/>
              </w:rPr>
            </w:pPr>
            <w:r w:rsidRPr="00963E59">
              <w:rPr>
                <w:color w:val="000000"/>
                <w:lang w:val="en-US"/>
              </w:rPr>
              <w:t>Mo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S</w:t>
            </w:r>
            <w:r w:rsidRPr="00963E59">
              <w:rPr>
                <w:color w:val="000000"/>
                <w:vertAlign w:val="subscript"/>
                <w:lang w:val="en-US"/>
              </w:rPr>
              <w:t>3</w:t>
            </w:r>
            <w:r w:rsidRPr="00963E59">
              <w:rPr>
                <w:color w:val="000000"/>
                <w:lang w:val="en-US"/>
              </w:rPr>
              <w:t>+5O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=2MoO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+3SO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2551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-1424,4</w:t>
            </w:r>
          </w:p>
        </w:tc>
        <w:tc>
          <w:tcPr>
            <w:tcW w:w="2835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-1293,36</w:t>
            </w:r>
          </w:p>
        </w:tc>
      </w:tr>
      <w:tr w:rsidR="00276ACC" w:rsidRPr="00BA14BE" w:rsidTr="004960BE">
        <w:trPr>
          <w:trHeight w:val="465"/>
        </w:trPr>
        <w:tc>
          <w:tcPr>
            <w:tcW w:w="4253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en-US"/>
              </w:rPr>
            </w:pPr>
            <w:r w:rsidRPr="00963E59">
              <w:rPr>
                <w:color w:val="000000"/>
                <w:lang w:val="en-US"/>
              </w:rPr>
              <w:t>Mo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S</w:t>
            </w:r>
            <w:r w:rsidRPr="00963E59">
              <w:rPr>
                <w:color w:val="000000"/>
                <w:vertAlign w:val="subscript"/>
                <w:lang w:val="en-US"/>
              </w:rPr>
              <w:t>3</w:t>
            </w:r>
            <w:r w:rsidRPr="00963E59">
              <w:rPr>
                <w:color w:val="000000"/>
                <w:lang w:val="en-US"/>
              </w:rPr>
              <w:t>+6O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=2MoO</w:t>
            </w:r>
            <w:r w:rsidRPr="00963E59">
              <w:rPr>
                <w:color w:val="000000"/>
                <w:vertAlign w:val="subscript"/>
                <w:lang w:val="en-US"/>
              </w:rPr>
              <w:t>3</w:t>
            </w:r>
            <w:r w:rsidRPr="00963E59">
              <w:rPr>
                <w:color w:val="000000"/>
                <w:lang w:val="en-US"/>
              </w:rPr>
              <w:t>+3SO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2551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-2512,7</w:t>
            </w:r>
          </w:p>
        </w:tc>
        <w:tc>
          <w:tcPr>
            <w:tcW w:w="2835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-2266,44</w:t>
            </w:r>
          </w:p>
        </w:tc>
      </w:tr>
      <w:tr w:rsidR="00276ACC" w:rsidRPr="00BA14BE" w:rsidTr="004960BE">
        <w:trPr>
          <w:trHeight w:val="465"/>
        </w:trPr>
        <w:tc>
          <w:tcPr>
            <w:tcW w:w="4253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en-US"/>
              </w:rPr>
            </w:pPr>
            <w:r w:rsidRPr="00963E59">
              <w:rPr>
                <w:color w:val="000000"/>
                <w:lang w:val="en-US"/>
              </w:rPr>
              <w:t>2Mo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S</w:t>
            </w:r>
            <w:r w:rsidRPr="00963E59">
              <w:rPr>
                <w:color w:val="000000"/>
                <w:vertAlign w:val="subscript"/>
                <w:lang w:val="en-US"/>
              </w:rPr>
              <w:t>3</w:t>
            </w:r>
            <w:r w:rsidRPr="00963E59">
              <w:rPr>
                <w:color w:val="000000"/>
                <w:lang w:val="en-US"/>
              </w:rPr>
              <w:t>+11.5O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=Mo</w:t>
            </w:r>
            <w:r w:rsidRPr="00963E59">
              <w:rPr>
                <w:color w:val="000000"/>
                <w:vertAlign w:val="subscript"/>
                <w:lang w:val="en-US"/>
              </w:rPr>
              <w:t>4</w:t>
            </w:r>
            <w:r w:rsidRPr="00963E59">
              <w:rPr>
                <w:color w:val="000000"/>
                <w:lang w:val="en-US"/>
              </w:rPr>
              <w:t>O</w:t>
            </w:r>
            <w:r w:rsidRPr="00963E59">
              <w:rPr>
                <w:color w:val="000000"/>
                <w:vertAlign w:val="subscript"/>
                <w:lang w:val="en-US"/>
              </w:rPr>
              <w:t>11</w:t>
            </w:r>
            <w:r w:rsidRPr="00963E59">
              <w:rPr>
                <w:color w:val="000000"/>
                <w:lang w:val="en-US"/>
              </w:rPr>
              <w:t>+6SO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2551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-4860,3</w:t>
            </w:r>
          </w:p>
        </w:tc>
        <w:tc>
          <w:tcPr>
            <w:tcW w:w="2835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-4423,85</w:t>
            </w:r>
          </w:p>
        </w:tc>
      </w:tr>
      <w:tr w:rsidR="00276ACC" w:rsidRPr="00BA14BE" w:rsidTr="004960BE">
        <w:trPr>
          <w:trHeight w:val="465"/>
        </w:trPr>
        <w:tc>
          <w:tcPr>
            <w:tcW w:w="4253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en-US"/>
              </w:rPr>
            </w:pPr>
            <w:r w:rsidRPr="00963E59">
              <w:rPr>
                <w:color w:val="000000"/>
                <w:lang w:val="en-US"/>
              </w:rPr>
              <w:t>MoS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+3O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=MoO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+2SO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2551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-1312,4</w:t>
            </w:r>
          </w:p>
        </w:tc>
        <w:tc>
          <w:tcPr>
            <w:tcW w:w="2835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-1210,07</w:t>
            </w:r>
          </w:p>
        </w:tc>
      </w:tr>
      <w:tr w:rsidR="00276ACC" w:rsidRPr="00BA14BE" w:rsidTr="004960BE">
        <w:trPr>
          <w:trHeight w:val="465"/>
        </w:trPr>
        <w:tc>
          <w:tcPr>
            <w:tcW w:w="4253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en-US"/>
              </w:rPr>
            </w:pPr>
            <w:r w:rsidRPr="00963E59">
              <w:rPr>
                <w:color w:val="000000"/>
                <w:lang w:val="en-US"/>
              </w:rPr>
              <w:t>MoS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+3.5O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=MoO</w:t>
            </w:r>
            <w:r w:rsidRPr="00963E59">
              <w:rPr>
                <w:color w:val="000000"/>
                <w:vertAlign w:val="subscript"/>
                <w:lang w:val="en-US"/>
              </w:rPr>
              <w:t>3</w:t>
            </w:r>
            <w:r w:rsidRPr="00963E59">
              <w:rPr>
                <w:color w:val="000000"/>
                <w:lang w:val="en-US"/>
              </w:rPr>
              <w:t>+2SO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2551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-1475,5</w:t>
            </w:r>
          </w:p>
        </w:tc>
        <w:tc>
          <w:tcPr>
            <w:tcW w:w="2835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-1335,3</w:t>
            </w:r>
          </w:p>
        </w:tc>
      </w:tr>
      <w:tr w:rsidR="00276ACC" w:rsidRPr="00BA14BE" w:rsidTr="004960BE">
        <w:trPr>
          <w:trHeight w:val="465"/>
        </w:trPr>
        <w:tc>
          <w:tcPr>
            <w:tcW w:w="4253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  <w:lang w:val="en-US"/>
              </w:rPr>
            </w:pPr>
            <w:r w:rsidRPr="00963E59">
              <w:rPr>
                <w:color w:val="000000"/>
                <w:lang w:val="en-US"/>
              </w:rPr>
              <w:t>4MoS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+13.5O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  <w:r w:rsidRPr="00963E59">
              <w:rPr>
                <w:color w:val="000000"/>
                <w:lang w:val="en-US"/>
              </w:rPr>
              <w:t>=Mo</w:t>
            </w:r>
            <w:r w:rsidRPr="00963E59">
              <w:rPr>
                <w:color w:val="000000"/>
                <w:vertAlign w:val="subscript"/>
                <w:lang w:val="en-US"/>
              </w:rPr>
              <w:t>4</w:t>
            </w:r>
            <w:r w:rsidRPr="00963E59">
              <w:rPr>
                <w:color w:val="000000"/>
                <w:lang w:val="en-US"/>
              </w:rPr>
              <w:t>O</w:t>
            </w:r>
            <w:r w:rsidRPr="00963E59">
              <w:rPr>
                <w:color w:val="000000"/>
                <w:vertAlign w:val="subscript"/>
                <w:lang w:val="en-US"/>
              </w:rPr>
              <w:t>11</w:t>
            </w:r>
            <w:r w:rsidRPr="00963E59">
              <w:rPr>
                <w:color w:val="000000"/>
                <w:lang w:val="en-US"/>
              </w:rPr>
              <w:t>+8SO</w:t>
            </w:r>
            <w:r w:rsidRPr="00963E59">
              <w:rPr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2551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-5737,03</w:t>
            </w:r>
          </w:p>
        </w:tc>
        <w:tc>
          <w:tcPr>
            <w:tcW w:w="2835" w:type="dxa"/>
            <w:vAlign w:val="center"/>
          </w:tcPr>
          <w:p w:rsidR="00276ACC" w:rsidRPr="00963E59" w:rsidRDefault="00276ACC" w:rsidP="001E4BD0">
            <w:pPr>
              <w:pStyle w:val="BodyText"/>
              <w:spacing w:after="0" w:line="360" w:lineRule="auto"/>
              <w:jc w:val="center"/>
              <w:rPr>
                <w:color w:val="000000"/>
              </w:rPr>
            </w:pPr>
            <w:r w:rsidRPr="00963E59">
              <w:rPr>
                <w:color w:val="000000"/>
              </w:rPr>
              <w:t>-5232,2</w:t>
            </w:r>
          </w:p>
        </w:tc>
      </w:tr>
    </w:tbl>
    <w:p w:rsidR="00276ACC" w:rsidRDefault="00276ACC" w:rsidP="001E4BD0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6ACC" w:rsidRPr="005C1D6D" w:rsidRDefault="00276ACC" w:rsidP="008B594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 xml:space="preserve">Більш глибоке окислення сульфідів </w:t>
      </w:r>
      <w:r w:rsidRPr="005C1D6D">
        <w:rPr>
          <w:rFonts w:ascii="Times New Roman" w:hAnsi="Times New Roman"/>
          <w:sz w:val="28"/>
          <w:szCs w:val="28"/>
        </w:rPr>
        <w:t>мол</w:t>
      </w:r>
      <w:r w:rsidRPr="005C1D6D">
        <w:rPr>
          <w:rFonts w:ascii="Times New Roman" w:hAnsi="Times New Roman"/>
          <w:sz w:val="28"/>
          <w:szCs w:val="28"/>
          <w:lang w:val="uk-UA"/>
        </w:rPr>
        <w:t>ібдену</w:t>
      </w:r>
      <w:r w:rsidRPr="005C1D6D">
        <w:rPr>
          <w:rFonts w:ascii="Times New Roman" w:hAnsi="Times New Roman"/>
          <w:sz w:val="28"/>
          <w:szCs w:val="28"/>
        </w:rPr>
        <w:t xml:space="preserve"> </w:t>
      </w:r>
      <w:r w:rsidRPr="005C1D6D">
        <w:rPr>
          <w:rFonts w:ascii="Times New Roman" w:hAnsi="Times New Roman"/>
          <w:sz w:val="28"/>
          <w:szCs w:val="28"/>
          <w:lang w:val="uk-UA"/>
        </w:rPr>
        <w:t>призводить до утворення оксидів різного ступеня окислення.</w:t>
      </w:r>
    </w:p>
    <w:p w:rsidR="00276ACC" w:rsidRPr="005C1D6D" w:rsidRDefault="00276ACC" w:rsidP="008B594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Таблиця 3</w:t>
      </w:r>
    </w:p>
    <w:p w:rsidR="00276ACC" w:rsidRPr="005C1D6D" w:rsidRDefault="00276ACC" w:rsidP="001E4BD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C1D6D">
        <w:rPr>
          <w:rFonts w:ascii="Times New Roman" w:hAnsi="Times New Roman"/>
          <w:b/>
          <w:sz w:val="28"/>
          <w:szCs w:val="28"/>
          <w:lang w:val="uk-UA"/>
        </w:rPr>
        <w:t>Значення ∆G реакцій взаємодії карбідів металів з киснем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18"/>
        <w:gridCol w:w="3045"/>
        <w:gridCol w:w="2976"/>
      </w:tblGrid>
      <w:tr w:rsidR="00276ACC" w:rsidRPr="00BA14BE" w:rsidTr="007F3C3E">
        <w:trPr>
          <w:trHeight w:val="465"/>
        </w:trPr>
        <w:tc>
          <w:tcPr>
            <w:tcW w:w="3618" w:type="dxa"/>
            <w:vMerge w:val="restart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Реакция</w:t>
            </w:r>
          </w:p>
        </w:tc>
        <w:tc>
          <w:tcPr>
            <w:tcW w:w="6021" w:type="dxa"/>
            <w:gridSpan w:val="2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∆</w:t>
            </w:r>
            <w:r w:rsidRPr="001E4BD0">
              <w:rPr>
                <w:lang w:val="en-US"/>
              </w:rPr>
              <w:t>G</w:t>
            </w:r>
            <w:r w:rsidRPr="001E4BD0">
              <w:rPr>
                <w:vertAlign w:val="subscript"/>
                <w:lang w:val="en-US"/>
              </w:rPr>
              <w:t>T</w:t>
            </w:r>
            <w:r w:rsidRPr="001E4BD0">
              <w:t>, кДж/моль</w:t>
            </w:r>
          </w:p>
        </w:tc>
      </w:tr>
      <w:tr w:rsidR="00276ACC" w:rsidRPr="00BA14BE" w:rsidTr="007F3C3E">
        <w:trPr>
          <w:trHeight w:val="465"/>
        </w:trPr>
        <w:tc>
          <w:tcPr>
            <w:tcW w:w="3618" w:type="dxa"/>
            <w:vMerge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</w:p>
        </w:tc>
        <w:tc>
          <w:tcPr>
            <w:tcW w:w="3045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  <w:rPr>
                <w:lang w:val="en-US"/>
              </w:rPr>
            </w:pPr>
            <w:r w:rsidRPr="001E4BD0">
              <w:t>473 К</w:t>
            </w:r>
          </w:p>
        </w:tc>
        <w:tc>
          <w:tcPr>
            <w:tcW w:w="2976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  <w:rPr>
                <w:lang w:val="en-US"/>
              </w:rPr>
            </w:pPr>
            <w:r w:rsidRPr="001E4BD0">
              <w:t>873 К</w:t>
            </w:r>
          </w:p>
        </w:tc>
      </w:tr>
      <w:tr w:rsidR="00276ACC" w:rsidRPr="00BA14BE" w:rsidTr="007F3C3E">
        <w:trPr>
          <w:trHeight w:val="465"/>
        </w:trPr>
        <w:tc>
          <w:tcPr>
            <w:tcW w:w="3618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  <w:rPr>
                <w:lang w:val="en-US"/>
              </w:rPr>
            </w:pPr>
            <w:r w:rsidRPr="001E4BD0">
              <w:rPr>
                <w:lang w:val="en-US"/>
              </w:rPr>
              <w:t>MoC+2O</w:t>
            </w:r>
            <w:r w:rsidRPr="001E4BD0">
              <w:rPr>
                <w:vertAlign w:val="subscript"/>
                <w:lang w:val="en-US"/>
              </w:rPr>
              <w:t>2</w:t>
            </w:r>
            <w:r w:rsidRPr="001E4BD0">
              <w:rPr>
                <w:lang w:val="en-US"/>
              </w:rPr>
              <w:t>=MoO</w:t>
            </w:r>
            <w:r w:rsidRPr="001E4BD0">
              <w:rPr>
                <w:vertAlign w:val="subscript"/>
                <w:lang w:val="en-US"/>
              </w:rPr>
              <w:t>2</w:t>
            </w:r>
            <w:r w:rsidRPr="001E4BD0">
              <w:rPr>
                <w:lang w:val="en-US"/>
              </w:rPr>
              <w:t>+CO</w:t>
            </w:r>
            <w:r w:rsidRPr="001E4BD0">
              <w:rPr>
                <w:vertAlign w:val="subscript"/>
                <w:lang w:val="en-US"/>
              </w:rPr>
              <w:t>2</w:t>
            </w:r>
          </w:p>
        </w:tc>
        <w:tc>
          <w:tcPr>
            <w:tcW w:w="3045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-868,9</w:t>
            </w:r>
          </w:p>
        </w:tc>
        <w:tc>
          <w:tcPr>
            <w:tcW w:w="2976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-821,8</w:t>
            </w:r>
          </w:p>
        </w:tc>
      </w:tr>
      <w:tr w:rsidR="00276ACC" w:rsidRPr="00BA14BE" w:rsidTr="007F3C3E">
        <w:trPr>
          <w:trHeight w:val="465"/>
        </w:trPr>
        <w:tc>
          <w:tcPr>
            <w:tcW w:w="3618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  <w:rPr>
                <w:lang w:val="en-US"/>
              </w:rPr>
            </w:pPr>
            <w:r w:rsidRPr="001E4BD0">
              <w:rPr>
                <w:lang w:val="en-US"/>
              </w:rPr>
              <w:t>MoC+2.5O</w:t>
            </w:r>
            <w:r w:rsidRPr="001E4BD0">
              <w:rPr>
                <w:vertAlign w:val="subscript"/>
                <w:lang w:val="en-US"/>
              </w:rPr>
              <w:t>2</w:t>
            </w:r>
            <w:r w:rsidRPr="001E4BD0">
              <w:rPr>
                <w:lang w:val="en-US"/>
              </w:rPr>
              <w:t>=MoO</w:t>
            </w:r>
            <w:r w:rsidRPr="001E4BD0">
              <w:rPr>
                <w:vertAlign w:val="subscript"/>
                <w:lang w:val="en-US"/>
              </w:rPr>
              <w:t>3</w:t>
            </w:r>
            <w:r w:rsidRPr="001E4BD0">
              <w:rPr>
                <w:lang w:val="en-US"/>
              </w:rPr>
              <w:t>+CO</w:t>
            </w:r>
            <w:r w:rsidRPr="001E4BD0">
              <w:rPr>
                <w:vertAlign w:val="subscript"/>
                <w:lang w:val="en-US"/>
              </w:rPr>
              <w:t>2</w:t>
            </w:r>
          </w:p>
        </w:tc>
        <w:tc>
          <w:tcPr>
            <w:tcW w:w="3045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-1032,02</w:t>
            </w:r>
          </w:p>
        </w:tc>
        <w:tc>
          <w:tcPr>
            <w:tcW w:w="2976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-947,1</w:t>
            </w:r>
          </w:p>
        </w:tc>
      </w:tr>
      <w:tr w:rsidR="00276ACC" w:rsidRPr="00BA14BE" w:rsidTr="007F3C3E">
        <w:trPr>
          <w:trHeight w:val="465"/>
        </w:trPr>
        <w:tc>
          <w:tcPr>
            <w:tcW w:w="3618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  <w:rPr>
                <w:lang w:val="en-US"/>
              </w:rPr>
            </w:pPr>
            <w:r w:rsidRPr="001E4BD0">
              <w:rPr>
                <w:lang w:val="en-US"/>
              </w:rPr>
              <w:t>4MoC+9.5O</w:t>
            </w:r>
            <w:r w:rsidRPr="001E4BD0">
              <w:rPr>
                <w:vertAlign w:val="subscript"/>
                <w:lang w:val="en-US"/>
              </w:rPr>
              <w:t>2</w:t>
            </w:r>
            <w:r w:rsidRPr="001E4BD0">
              <w:rPr>
                <w:lang w:val="en-US"/>
              </w:rPr>
              <w:t>=Mo</w:t>
            </w:r>
            <w:r w:rsidRPr="001E4BD0">
              <w:rPr>
                <w:vertAlign w:val="subscript"/>
                <w:lang w:val="en-US"/>
              </w:rPr>
              <w:t>4</w:t>
            </w:r>
            <w:r w:rsidRPr="001E4BD0">
              <w:rPr>
                <w:lang w:val="en-US"/>
              </w:rPr>
              <w:t>O</w:t>
            </w:r>
            <w:r w:rsidRPr="001E4BD0">
              <w:rPr>
                <w:vertAlign w:val="subscript"/>
                <w:lang w:val="en-US"/>
              </w:rPr>
              <w:t>11</w:t>
            </w:r>
            <w:r w:rsidRPr="001E4BD0">
              <w:rPr>
                <w:lang w:val="en-US"/>
              </w:rPr>
              <w:t>+4CO</w:t>
            </w:r>
            <w:r w:rsidRPr="001E4BD0">
              <w:rPr>
                <w:vertAlign w:val="subscript"/>
                <w:lang w:val="en-US"/>
              </w:rPr>
              <w:t>2</w:t>
            </w:r>
          </w:p>
        </w:tc>
        <w:tc>
          <w:tcPr>
            <w:tcW w:w="3045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-3962,9</w:t>
            </w:r>
          </w:p>
        </w:tc>
        <w:tc>
          <w:tcPr>
            <w:tcW w:w="2976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-3679,1</w:t>
            </w:r>
          </w:p>
        </w:tc>
      </w:tr>
      <w:tr w:rsidR="00276ACC" w:rsidRPr="00BA14BE" w:rsidTr="007F3C3E">
        <w:trPr>
          <w:trHeight w:val="465"/>
        </w:trPr>
        <w:tc>
          <w:tcPr>
            <w:tcW w:w="3618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  <w:rPr>
                <w:lang w:val="en-US"/>
              </w:rPr>
            </w:pPr>
            <w:r w:rsidRPr="001E4BD0">
              <w:rPr>
                <w:lang w:val="en-US"/>
              </w:rPr>
              <w:t>Mo</w:t>
            </w:r>
            <w:r w:rsidRPr="001E4BD0">
              <w:rPr>
                <w:vertAlign w:val="subscript"/>
                <w:lang w:val="en-US"/>
              </w:rPr>
              <w:t>2</w:t>
            </w:r>
            <w:r w:rsidRPr="001E4BD0">
              <w:rPr>
                <w:lang w:val="en-US"/>
              </w:rPr>
              <w:t>C+3O</w:t>
            </w:r>
            <w:r w:rsidRPr="001E4BD0">
              <w:rPr>
                <w:vertAlign w:val="subscript"/>
                <w:lang w:val="en-US"/>
              </w:rPr>
              <w:t>2</w:t>
            </w:r>
            <w:r w:rsidRPr="001E4BD0">
              <w:rPr>
                <w:lang w:val="en-US"/>
              </w:rPr>
              <w:t>=2MoO</w:t>
            </w:r>
            <w:r w:rsidRPr="001E4BD0">
              <w:rPr>
                <w:vertAlign w:val="subscript"/>
                <w:lang w:val="en-US"/>
              </w:rPr>
              <w:t>2</w:t>
            </w:r>
            <w:r w:rsidRPr="001E4BD0">
              <w:rPr>
                <w:lang w:val="en-US"/>
              </w:rPr>
              <w:t>+CO</w:t>
            </w:r>
            <w:r w:rsidRPr="001E4BD0">
              <w:rPr>
                <w:vertAlign w:val="subscript"/>
                <w:lang w:val="en-US"/>
              </w:rPr>
              <w:t>2</w:t>
            </w:r>
          </w:p>
        </w:tc>
        <w:tc>
          <w:tcPr>
            <w:tcW w:w="3045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-1345,7</w:t>
            </w:r>
          </w:p>
        </w:tc>
        <w:tc>
          <w:tcPr>
            <w:tcW w:w="2976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-1277,4</w:t>
            </w:r>
          </w:p>
        </w:tc>
      </w:tr>
      <w:tr w:rsidR="00276ACC" w:rsidRPr="00BA14BE" w:rsidTr="007F3C3E">
        <w:trPr>
          <w:trHeight w:val="465"/>
        </w:trPr>
        <w:tc>
          <w:tcPr>
            <w:tcW w:w="3618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  <w:rPr>
                <w:lang w:val="en-US"/>
              </w:rPr>
            </w:pPr>
            <w:r w:rsidRPr="001E4BD0">
              <w:rPr>
                <w:lang w:val="en-US"/>
              </w:rPr>
              <w:t>Mo</w:t>
            </w:r>
            <w:r w:rsidRPr="001E4BD0">
              <w:rPr>
                <w:vertAlign w:val="subscript"/>
                <w:lang w:val="en-US"/>
              </w:rPr>
              <w:t>2</w:t>
            </w:r>
            <w:r w:rsidRPr="001E4BD0">
              <w:rPr>
                <w:lang w:val="en-US"/>
              </w:rPr>
              <w:t>C+4O</w:t>
            </w:r>
            <w:r w:rsidRPr="001E4BD0">
              <w:rPr>
                <w:vertAlign w:val="subscript"/>
                <w:lang w:val="en-US"/>
              </w:rPr>
              <w:t>2</w:t>
            </w:r>
            <w:r w:rsidRPr="001E4BD0">
              <w:rPr>
                <w:lang w:val="en-US"/>
              </w:rPr>
              <w:t>=2MoO</w:t>
            </w:r>
            <w:r w:rsidRPr="001E4BD0">
              <w:rPr>
                <w:vertAlign w:val="subscript"/>
                <w:lang w:val="en-US"/>
              </w:rPr>
              <w:t>3</w:t>
            </w:r>
            <w:r w:rsidRPr="001E4BD0">
              <w:rPr>
                <w:lang w:val="en-US"/>
              </w:rPr>
              <w:t>+CO</w:t>
            </w:r>
            <w:r w:rsidRPr="001E4BD0">
              <w:rPr>
                <w:vertAlign w:val="subscript"/>
                <w:lang w:val="en-US"/>
              </w:rPr>
              <w:t>2</w:t>
            </w:r>
          </w:p>
        </w:tc>
        <w:tc>
          <w:tcPr>
            <w:tcW w:w="3045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-1672</w:t>
            </w:r>
          </w:p>
        </w:tc>
        <w:tc>
          <w:tcPr>
            <w:tcW w:w="2976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-1528</w:t>
            </w:r>
          </w:p>
        </w:tc>
      </w:tr>
      <w:tr w:rsidR="00276ACC" w:rsidRPr="00BA14BE" w:rsidTr="007F3C3E">
        <w:trPr>
          <w:trHeight w:val="465"/>
        </w:trPr>
        <w:tc>
          <w:tcPr>
            <w:tcW w:w="3618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  <w:rPr>
                <w:lang w:val="en-US"/>
              </w:rPr>
            </w:pPr>
            <w:r w:rsidRPr="001E4BD0">
              <w:rPr>
                <w:lang w:val="en-US"/>
              </w:rPr>
              <w:t>2Mo</w:t>
            </w:r>
            <w:r w:rsidRPr="001E4BD0">
              <w:rPr>
                <w:vertAlign w:val="subscript"/>
                <w:lang w:val="en-US"/>
              </w:rPr>
              <w:t>2</w:t>
            </w:r>
            <w:r w:rsidRPr="001E4BD0">
              <w:rPr>
                <w:lang w:val="en-US"/>
              </w:rPr>
              <w:t>C+7.5O</w:t>
            </w:r>
            <w:r w:rsidRPr="001E4BD0">
              <w:rPr>
                <w:vertAlign w:val="subscript"/>
                <w:lang w:val="en-US"/>
              </w:rPr>
              <w:t>2</w:t>
            </w:r>
            <w:r w:rsidRPr="001E4BD0">
              <w:rPr>
                <w:lang w:val="en-US"/>
              </w:rPr>
              <w:t>=Mo</w:t>
            </w:r>
            <w:r w:rsidRPr="001E4BD0">
              <w:rPr>
                <w:vertAlign w:val="subscript"/>
                <w:lang w:val="en-US"/>
              </w:rPr>
              <w:t>4</w:t>
            </w:r>
            <w:r w:rsidRPr="001E4BD0">
              <w:rPr>
                <w:lang w:val="en-US"/>
              </w:rPr>
              <w:t>O</w:t>
            </w:r>
            <w:r w:rsidRPr="001E4BD0">
              <w:rPr>
                <w:vertAlign w:val="subscript"/>
                <w:lang w:val="en-US"/>
              </w:rPr>
              <w:t>11</w:t>
            </w:r>
            <w:r w:rsidRPr="001E4BD0">
              <w:rPr>
                <w:lang w:val="en-US"/>
              </w:rPr>
              <w:t>+2CO</w:t>
            </w:r>
            <w:r w:rsidRPr="001E4BD0">
              <w:rPr>
                <w:vertAlign w:val="subscript"/>
                <w:lang w:val="en-US"/>
              </w:rPr>
              <w:t>2</w:t>
            </w:r>
          </w:p>
        </w:tc>
        <w:tc>
          <w:tcPr>
            <w:tcW w:w="3045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-3178,8</w:t>
            </w:r>
          </w:p>
        </w:tc>
        <w:tc>
          <w:tcPr>
            <w:tcW w:w="2976" w:type="dxa"/>
            <w:vAlign w:val="center"/>
          </w:tcPr>
          <w:p w:rsidR="00276ACC" w:rsidRPr="001E4BD0" w:rsidRDefault="00276ACC" w:rsidP="001E4BD0">
            <w:pPr>
              <w:pStyle w:val="BodyText"/>
              <w:spacing w:after="0"/>
              <w:jc w:val="center"/>
            </w:pPr>
            <w:r w:rsidRPr="001E4BD0">
              <w:t>-2946,9</w:t>
            </w:r>
          </w:p>
        </w:tc>
      </w:tr>
    </w:tbl>
    <w:p w:rsidR="00276ACC" w:rsidRPr="001E4BD0" w:rsidRDefault="00276ACC" w:rsidP="008B59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6ACC" w:rsidRPr="001F6415" w:rsidRDefault="00276ACC" w:rsidP="007F3C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Таким чином, у результаті термодинамічного розрахунку встановлено, що в процесі випалу, при стехіометричній кількості кисню і температурі випалу вище 473 К, всі сульфіди і карбіди металу будуть переходити в оксиди відповідного металу і термодинамічно стабільними фазами є оксидні сполуки моліб</w:t>
      </w:r>
      <w:r>
        <w:rPr>
          <w:rFonts w:ascii="Times New Roman" w:hAnsi="Times New Roman"/>
          <w:sz w:val="28"/>
          <w:szCs w:val="28"/>
          <w:lang w:val="uk-UA"/>
        </w:rPr>
        <w:t>дену у вищих ступенях окиснення [2, с.110 – 114</w:t>
      </w:r>
      <w:r w:rsidRPr="001F6415">
        <w:rPr>
          <w:rFonts w:ascii="Times New Roman" w:hAnsi="Times New Roman"/>
          <w:sz w:val="28"/>
          <w:szCs w:val="28"/>
          <w:lang w:val="uk-UA"/>
        </w:rPr>
        <w:t>].</w:t>
      </w:r>
    </w:p>
    <w:p w:rsidR="00276ACC" w:rsidRDefault="00276ACC" w:rsidP="007F3C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Лабораторна установка для вивчення процесу видалення вуглеводнів і сірки з відпрацьованого каталізатора представлена на рис.1.</w:t>
      </w:r>
    </w:p>
    <w:p w:rsidR="00276ACC" w:rsidRPr="005C1D6D" w:rsidRDefault="00276ACC" w:rsidP="007F3C3E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Повітря із заданою витратою подається в реактор, де відбувається процес випалу. Через задані проміжки часу вимірювалися втрати маси наважки і визначався фазовий склад каталізатора.</w:t>
      </w:r>
    </w:p>
    <w:p w:rsidR="00276ACC" w:rsidRPr="005C1D6D" w:rsidRDefault="00276ACC" w:rsidP="008B5941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 xml:space="preserve"> Проведені дослідження дозволили вивчити вплив дисперсності каталізатора на ступінь видалення вуглеводнів та сірки і вплив витрати повітря на швидкість випалу.</w:t>
      </w:r>
    </w:p>
    <w:p w:rsidR="00276ACC" w:rsidRPr="005C1D6D" w:rsidRDefault="00276ACC" w:rsidP="008B5941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Аналіз відпрацьованого каталізатора після випалу при 873 К, витраті повітря 3800 год</w:t>
      </w:r>
      <w:r w:rsidRPr="005C1D6D">
        <w:rPr>
          <w:rFonts w:ascii="Times New Roman" w:hAnsi="Times New Roman"/>
          <w:sz w:val="28"/>
          <w:szCs w:val="28"/>
          <w:vertAlign w:val="superscript"/>
          <w:lang w:val="uk-UA"/>
        </w:rPr>
        <w:t>-1</w:t>
      </w:r>
      <w:r w:rsidRPr="005C1D6D">
        <w:rPr>
          <w:rFonts w:ascii="Times New Roman" w:hAnsi="Times New Roman"/>
          <w:sz w:val="28"/>
          <w:szCs w:val="28"/>
          <w:lang w:val="uk-UA"/>
        </w:rPr>
        <w:t xml:space="preserve"> і розміру гранул менше </w:t>
      </w:r>
      <w:smartTag w:uri="urn:schemas-microsoft-com:office:smarttags" w:element="metricconverter">
        <w:smartTagPr>
          <w:attr w:name="ProductID" w:val="0,25 мм"/>
        </w:smartTagPr>
        <w:r w:rsidRPr="005C1D6D">
          <w:rPr>
            <w:rFonts w:ascii="Times New Roman" w:hAnsi="Times New Roman"/>
            <w:sz w:val="28"/>
            <w:szCs w:val="28"/>
            <w:lang w:val="uk-UA"/>
          </w:rPr>
          <w:t>0,25 мм</w:t>
        </w:r>
      </w:smartTag>
      <w:r w:rsidRPr="005C1D6D">
        <w:rPr>
          <w:rFonts w:ascii="Times New Roman" w:hAnsi="Times New Roman"/>
          <w:sz w:val="28"/>
          <w:szCs w:val="28"/>
          <w:lang w:val="uk-UA"/>
        </w:rPr>
        <w:t xml:space="preserve"> протягом 60 хвилин показав практично повне видалення сірки і вуглецю з каталізатора при збереженні в ньому основного компоненту – молібдену </w:t>
      </w:r>
      <w:r>
        <w:rPr>
          <w:rFonts w:ascii="Times New Roman" w:hAnsi="Times New Roman"/>
          <w:sz w:val="28"/>
          <w:szCs w:val="28"/>
          <w:lang w:val="uk-UA"/>
        </w:rPr>
        <w:t>[3, с.383</w:t>
      </w:r>
      <w:r w:rsidRPr="005C1D6D">
        <w:rPr>
          <w:rFonts w:ascii="Times New Roman" w:hAnsi="Times New Roman"/>
          <w:sz w:val="28"/>
          <w:szCs w:val="28"/>
          <w:lang w:val="uk-UA"/>
        </w:rPr>
        <w:t>].</w:t>
      </w:r>
    </w:p>
    <w:p w:rsidR="00276ACC" w:rsidRPr="005C1D6D" w:rsidRDefault="00276ACC" w:rsidP="005C1D6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ACC" w:rsidRPr="008B5941" w:rsidRDefault="00276ACC" w:rsidP="008B5941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B5941">
        <w:rPr>
          <w:color w:val="000000"/>
          <w:sz w:val="16"/>
          <w:szCs w:val="16"/>
          <w:lang w:val="uk-UA"/>
        </w:rPr>
        <w:t xml:space="preserve">                                                  </w:t>
      </w:r>
      <w:r>
        <w:rPr>
          <w:noProof/>
          <w:lang w:val="en-US"/>
        </w:rPr>
      </w:r>
      <w:r w:rsidRPr="004B4626">
        <w:rPr>
          <w:rFonts w:ascii="Times New Roman" w:hAnsi="Times New Roman"/>
          <w:bCs/>
          <w:sz w:val="28"/>
          <w:szCs w:val="28"/>
        </w:rPr>
        <w:pict>
          <v:group id="_x0000_s1026" style="width:271.45pt;height:293.2pt;mso-position-horizontal-relative:char;mso-position-vertical-relative:line" coordorigin="482,298" coordsize="2790,1905">
            <o:lock v:ext="edit" aspectratio="t"/>
            <v:line id="_x0000_s1027" style="position:absolute" from="1050,1704" to="1208,1727" strokeweight="1pt">
              <o:lock v:ext="edit" aspectratio="t"/>
            </v:lin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28" type="#_x0000_t19" style="position:absolute;left:1208;top:1681;width:69;height:46;flip:x;mso-wrap-style:none;v-text-anchor:middle" fillcolor="#bbe0e3" strokeweight="1pt">
              <o:lock v:ext="edit" aspectratio="t"/>
            </v:shape>
            <v:group id="_x0000_s1029" style="position:absolute;left:1050;top:1908;width:227;height:46;flip:y" coordorigin="1230,1146" coordsize="227,46">
              <o:lock v:ext="edit" aspectratio="t"/>
              <v:line id="_x0000_s1030" style="position:absolute" from="1230,1169" to="1388,1192" strokeweight="1pt">
                <o:lock v:ext="edit" aspectratio="t"/>
              </v:line>
              <v:shape id="_x0000_s1031" type="#_x0000_t19" style="position:absolute;left:1388;top:1146;width:69;height:46;flip:x;mso-wrap-style:none;v-text-anchor:middle" fillcolor="#bbe0e3" strokeweight="1pt">
                <o:lock v:ext="edit" aspectratio="t"/>
              </v:shape>
            </v:group>
            <v:line id="_x0000_s1032" style="position:absolute" from="1277,1681" to="2887,1682" strokeweight="1pt">
              <o:lock v:ext="edit" aspectratio="t"/>
            </v:line>
            <v:line id="_x0000_s1033" style="position:absolute" from="1277,1953" to="2887,1954" strokeweight="1pt">
              <o:lock v:ext="edit" aspectratio="t"/>
            </v:line>
            <v:shape id="_x0000_s1034" type="#_x0000_t19" style="position:absolute;left:2861;top:1711;width:139;height:80;rotation:-90;flip:x;mso-wrap-style:none;v-text-anchor:middle" coordsize="21600,15572" adj="-3023322,,,15572" path="wr-21600,-6028,21600,37172,14969,,21600,15572nfewr-21600,-6028,21600,37172,14969,,21600,15572l,15572nsxe" fillcolor="#bbe0e3" strokeweight="1pt">
              <v:path o:connectlocs="14969,0;21600,15572;0,15572"/>
              <o:lock v:ext="edit" aspectratio="t"/>
            </v:shape>
            <v:shape id="_x0000_s1035" type="#_x0000_t19" style="position:absolute;left:2922;top:1743;width:46;height:108;rotation:-90;flip:x;mso-wrap-style:none;v-text-anchor:middle" coordsize="7375,21030" adj="-5033808,-4589852,,21030" path="wr-21600,-570,21600,42630,4929,,7375,728nfewr-21600,-570,21600,42630,4929,,7375,728l,21030nsxe" fillcolor="#bbe0e3" strokeweight="1pt">
              <v:path o:connectlocs="4929,0;7375,728;0,21030"/>
              <o:lock v:ext="edit" aspectratio="t"/>
            </v:shape>
            <v:shape id="_x0000_s1036" type="#_x0000_t19" style="position:absolute;left:2879;top:1832;width:135;height:109;rotation:-90;flip:x y;mso-wrap-style:none;v-text-anchor:middle" coordsize="21597,21154" adj="-5134117,-63170,,21154" path="wr-21600,-446,21600,42754,4365,,21597,20791nfewr-21600,-446,21600,42754,4365,,21597,20791l,21154nsxe" fillcolor="#bbe0e3" strokeweight="1pt">
              <v:path o:connectlocs="4365,0;21597,20791;0,21154"/>
              <o:lock v:ext="edit" aspectratio="t"/>
            </v:shape>
            <v:shape id="_x0000_s1037" style="position:absolute;left:1838;top:1727;width:1156;height:45" coordsize="1156,45" path="m1134,l,,,45r1156,e" filled="f" fillcolor="#bbe0e3" strokeweight="1pt">
              <v:path arrowok="t"/>
              <o:lock v:ext="edit" aspectratio="t"/>
            </v:shape>
            <v:group id="_x0000_s1038" style="position:absolute;left:641;top:477;width:274;height:1225" coordorigin="118,648" coordsize="274,1225">
              <o:lock v:ext="edit" aspectratio="t"/>
              <v:group id="_x0000_s1039" style="position:absolute;left:323;top:784;width:51;height:953" coordorigin="340,784" coordsize="80,953">
                <o:lock v:ext="edit" aspectratio="t"/>
                <v:shape id="_x0000_s1040" type="#_x0000_t19" style="position:absolute;left:340;top:784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41" type="#_x0000_t19" style="position:absolute;left:346;top:920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42" type="#_x0000_t19" style="position:absolute;left:346;top:1056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43" type="#_x0000_t19" style="position:absolute;left:346;top:1192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44" type="#_x0000_t19" style="position:absolute;left:346;top:1329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45" type="#_x0000_t19" style="position:absolute;left:346;top:1465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46" type="#_x0000_t19" style="position:absolute;left:346;top:1601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</v:group>
              <v:group id="_x0000_s1047" style="position:absolute;left:232;top:784;width:58;height:953;flip:x" coordorigin="453,897" coordsize="80,953">
                <o:lock v:ext="edit" aspectratio="t"/>
                <v:shape id="_x0000_s1048" type="#_x0000_t19" style="position:absolute;left:453;top:897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49" type="#_x0000_t19" style="position:absolute;left:459;top:1033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50" type="#_x0000_t19" style="position:absolute;left:459;top:1169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51" type="#_x0000_t19" style="position:absolute;left:459;top:1305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52" type="#_x0000_t19" style="position:absolute;left:459;top:1442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53" type="#_x0000_t19" style="position:absolute;left:459;top:1578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  <v:shape id="_x0000_s1054" type="#_x0000_t19" style="position:absolute;left:459;top:1714;width:74;height:136;mso-wrap-style:none;v-text-anchor:middle" coordsize="23648,43200" adj=",6254757,2048" path="wr-19552,,23648,43200,2048,,,43103nfewr-19552,,23648,43200,2048,,,43103l2048,21600nsxe" fillcolor="#bbe0e3" strokeweight="1pt">
                  <v:path o:connectlocs="2048,0;0,43103;2048,21600"/>
                  <o:lock v:ext="edit" aspectratio="t"/>
                </v:shape>
              </v:group>
              <v:line id="_x0000_s1055" style="position:absolute" from="209,784" to="210,875" strokeweight="1pt">
                <o:lock v:ext="edit" aspectratio="t"/>
              </v:line>
              <v:line id="_x0000_s1056" style="position:absolute" from="391,784" to="392,1737" strokeweight="1pt">
                <o:lock v:ext="edit" aspectratio="t"/>
              </v:line>
              <v:line id="_x0000_s1057" style="position:absolute;flip:y" from="278,648" to="279,784" strokeweight="1pt">
                <o:lock v:ext="edit" aspectratio="t"/>
              </v:line>
              <v:line id="_x0000_s1058" style="position:absolute;flip:y" from="323,648" to="324,784" strokeweight="1pt">
                <o:lock v:ext="edit" aspectratio="t"/>
              </v:line>
              <v:line id="_x0000_s1059" style="position:absolute;flip:y" from="278,1737" to="279,1873" strokeweight="1pt">
                <o:lock v:ext="edit" aspectratio="t"/>
              </v:line>
              <v:line id="_x0000_s1060" style="position:absolute;flip:y" from="323,1737" to="324,1873" strokeweight="1pt">
                <o:lock v:ext="edit" aspectratio="t"/>
              </v:line>
              <v:line id="_x0000_s1061" style="position:absolute;rotation:90" from="164,830" to="165,921" strokeweight="1pt">
                <o:lock v:ext="edit" aspectratio="t"/>
              </v:line>
              <v:line id="_x0000_s1062" style="position:absolute;rotation:270" from="163,875" to="164,966" strokeweight="1pt">
                <o:lock v:ext="edit" aspectratio="t"/>
              </v:line>
              <v:line id="_x0000_s1063" style="position:absolute;rotation:360" from="209,920" to="210,1600" strokeweight="1pt">
                <o:lock v:ext="edit" aspectratio="t"/>
              </v:line>
              <v:line id="_x0000_s1064" style="position:absolute;rotation:90" from="164,1556" to="165,1647" strokeweight="1pt">
                <o:lock v:ext="edit" aspectratio="t"/>
              </v:line>
              <v:group id="_x0000_s1065" style="position:absolute;left:119;top:1646;width:91;height:92;rotation:270" coordorigin="119,897" coordsize="91,92">
                <o:lock v:ext="edit" aspectratio="t"/>
                <v:line id="_x0000_s1066" style="position:absolute" from="209,897" to="210,988" strokeweight="1pt">
                  <o:lock v:ext="edit" aspectratio="t"/>
                </v:line>
                <v:line id="_x0000_s1067" style="position:absolute;rotation:90" from="164,943" to="165,1034" strokeweight="1pt">
                  <o:lock v:ext="edit" aspectratio="t"/>
                </v:line>
              </v:group>
              <v:shape id="_x0000_s1068" type="#_x0000_t19" style="position:absolute;left:209;top:715;width:69;height:69;rotation:-180;flip:y;mso-wrap-style:none;v-text-anchor:middle" fillcolor="#bbe0e3" strokeweight="1pt">
                <o:lock v:ext="edit" aspectratio="t"/>
              </v:shape>
              <v:shape id="_x0000_s1069" type="#_x0000_t19" style="position:absolute;left:322;top:716;width:69;height:69;rotation:-270;flip:y;mso-wrap-style:none;v-text-anchor:middle" fillcolor="#bbe0e3" strokeweight="1pt">
                <o:lock v:ext="edit" aspectratio="t"/>
              </v:shape>
              <v:shape id="_x0000_s1070" type="#_x0000_t19" style="position:absolute;left:322;top:1736;width:69;height:69;rotation:-360;flip:y;mso-wrap-style:none;v-text-anchor:middle" fillcolor="#bbe0e3" strokeweight="1pt">
                <o:lock v:ext="edit" aspectratio="t"/>
              </v:shape>
              <v:shape id="_x0000_s1071" type="#_x0000_t19" style="position:absolute;left:210;top:1737;width:69;height:69;rotation:-360;flip:x y;mso-wrap-style:none;v-text-anchor:middle" fillcolor="#bbe0e3" strokeweight="1pt">
                <o:lock v:ext="edit" aspectratio="t"/>
              </v:shape>
            </v:group>
            <v:shape id="_x0000_s1072" type="#_x0000_t19" style="position:absolute;left:846;top:1701;width:89;height:73;rotation:180;mso-wrap-style:none;v-text-anchor:middle" fillcolor="#bbe0e3" strokeweight="1pt">
              <o:lock v:ext="edit" aspectratio="t"/>
            </v:shape>
            <v:shape id="_x0000_s1073" type="#_x0000_t19" style="position:absolute;left:801;top:1702;width:135;height:150;rotation:180;mso-wrap-style:none;v-text-anchor:middle" fillcolor="#bbe0e3" strokeweight="1pt">
              <o:lock v:ext="edit" aspectratio="t"/>
            </v:shape>
            <v:group id="_x0000_s1074" style="position:absolute;left:936;top:1715;width:250;height:59" coordorigin="1003,1419" coordsize="250,68">
              <o:lock v:ext="edit" aspectratio="t"/>
              <v:line id="_x0000_s1075" style="position:absolute;flip:x y" from="1094,1419" to="1253,1442" strokeweight="1pt">
                <o:lock v:ext="edit" aspectratio="t"/>
              </v:line>
              <v:shape id="_x0000_s1076" type="#_x0000_t19" style="position:absolute;left:1003;top:1419;width:91;height:68;flip:x;mso-wrap-style:none;v-text-anchor:middle" fillcolor="#bbe0e3" strokeweight="1pt">
                <o:lock v:ext="edit" aspectratio="t"/>
              </v:shape>
            </v:group>
            <v:group id="_x0000_s1077" style="position:absolute;left:936;top:1852;width:250;height:69" coordorigin="1003,1532" coordsize="250,69">
              <o:lock v:ext="edit" aspectratio="t"/>
              <v:line id="_x0000_s1078" style="position:absolute;flip:x" from="1094,1577" to="1253,1600" strokeweight="1pt">
                <o:lock v:ext="edit" aspectratio="t"/>
              </v:line>
              <v:shape id="_x0000_s1079" type="#_x0000_t19" style="position:absolute;left:1014;top:1521;width:69;height:91;rotation:-270;flip:x;mso-wrap-style:none;v-text-anchor:middle" fillcolor="#bbe0e3" strokeweight="1pt">
                <o:lock v:ext="edit" aspectratio="t"/>
              </v:shape>
            </v:group>
            <v:line id="_x0000_s1080" style="position:absolute" from="3000,1795" to="3159,1796" strokeweight="1pt">
              <o:lock v:ext="edit" aspectratio="t"/>
            </v:line>
            <v:line id="_x0000_s1081" style="position:absolute" from="3000,1840" to="3159,1841" strokeweight="1pt">
              <o:lock v:ext="edit" aspectratio="t"/>
            </v:line>
            <v:line id="_x0000_s1082" style="position:absolute" from="1911,1749" to="2977,1750" strokeweight="1.5pt">
              <o:lock v:ext="edit" aspectratio="t"/>
            </v:line>
            <v:oval id="_x0000_s1083" style="position:absolute;left:1888;top:1739;width:23;height:23;mso-wrap-style:none;v-text-anchor:middle" fillcolor="black" strokeweight="1pt">
              <o:lock v:ext="edit" aspectratio="t"/>
            </v:oval>
            <v:shape id="_x0000_s1084" type="#_x0000_t19" style="position:absolute;left:2977;top:1678;width:68;height:68;flip:y;mso-wrap-style:none;v-text-anchor:middle" fillcolor="#bbe0e3">
              <o:lock v:ext="edit" aspectratio="t"/>
            </v:shape>
            <v:shape id="_x0000_s1085" type="#_x0000_t19" style="position:absolute;left:2977;top:1687;width:136;height:68;flip:y;mso-wrap-style:none;v-text-anchor:middle" fillcolor="#bbe0e3">
              <o:lock v:ext="edit" aspectratio="t"/>
            </v:shape>
            <v:group id="_x0000_s1086" style="position:absolute;left:1347;top:1534;width:1449;height:79;flip:y" coordorigin="1482,1476" coordsize="1449,79">
              <o:lock v:ext="edit" aspectratio="t"/>
              <v:group id="_x0000_s1087" style="position:absolute;left:1482;top:1476;width:118;height:79" coordorigin="1715,1464" coordsize="118,79">
                <o:lock v:ext="edit" aspectratio="t"/>
                <v:group id="_x0000_s1088" style="position:absolute;left:1715;top:1464;width:59;height:79" coordorigin="1715,1464" coordsize="59,79">
                  <o:lock v:ext="edit" aspectratio="t"/>
                  <v:shape id="_x0000_s1089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090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091" style="position:absolute;left:1774;top:1464;width:59;height:79" coordorigin="1715,1464" coordsize="59,79">
                  <o:lock v:ext="edit" aspectratio="t"/>
                  <v:shape id="_x0000_s1092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093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094" style="position:absolute;left:1605;top:1476;width:118;height:79" coordorigin="1715,1464" coordsize="118,79">
                <o:lock v:ext="edit" aspectratio="t"/>
                <v:group id="_x0000_s1095" style="position:absolute;left:1715;top:1464;width:59;height:79" coordorigin="1715,1464" coordsize="59,79">
                  <o:lock v:ext="edit" aspectratio="t"/>
                  <v:shape id="_x0000_s1096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097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098" style="position:absolute;left:1774;top:1464;width:59;height:79" coordorigin="1715,1464" coordsize="59,79">
                  <o:lock v:ext="edit" aspectratio="t"/>
                  <v:shape id="_x0000_s1099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00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01" style="position:absolute;left:1723;top:1476;width:118;height:79" coordorigin="1715,1464" coordsize="118,79">
                <o:lock v:ext="edit" aspectratio="t"/>
                <v:group id="_x0000_s1102" style="position:absolute;left:1715;top:1464;width:59;height:79" coordorigin="1715,1464" coordsize="59,79">
                  <o:lock v:ext="edit" aspectratio="t"/>
                  <v:shape id="_x0000_s1103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04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05" style="position:absolute;left:1774;top:1464;width:59;height:79" coordorigin="1715,1464" coordsize="59,79">
                  <o:lock v:ext="edit" aspectratio="t"/>
                  <v:shape id="_x0000_s1106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07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08" style="position:absolute;left:1846;top:1476;width:118;height:79" coordorigin="1715,1464" coordsize="118,79">
                <o:lock v:ext="edit" aspectratio="t"/>
                <v:group id="_x0000_s1109" style="position:absolute;left:1715;top:1464;width:59;height:79" coordorigin="1715,1464" coordsize="59,79">
                  <o:lock v:ext="edit" aspectratio="t"/>
                  <v:shape id="_x0000_s1110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11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12" style="position:absolute;left:1774;top:1464;width:59;height:79" coordorigin="1715,1464" coordsize="59,79">
                  <o:lock v:ext="edit" aspectratio="t"/>
                  <v:shape id="_x0000_s1113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14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15" style="position:absolute;left:1972;top:1476;width:118;height:79" coordorigin="1715,1464" coordsize="118,79">
                <o:lock v:ext="edit" aspectratio="t"/>
                <v:group id="_x0000_s1116" style="position:absolute;left:1715;top:1464;width:59;height:79" coordorigin="1715,1464" coordsize="59,79">
                  <o:lock v:ext="edit" aspectratio="t"/>
                  <v:shape id="_x0000_s1117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18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19" style="position:absolute;left:1774;top:1464;width:59;height:79" coordorigin="1715,1464" coordsize="59,79">
                  <o:lock v:ext="edit" aspectratio="t"/>
                  <v:shape id="_x0000_s1120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21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22" style="position:absolute;left:2095;top:1476;width:118;height:79" coordorigin="1715,1464" coordsize="118,79">
                <o:lock v:ext="edit" aspectratio="t"/>
                <v:group id="_x0000_s1123" style="position:absolute;left:1715;top:1464;width:59;height:79" coordorigin="1715,1464" coordsize="59,79">
                  <o:lock v:ext="edit" aspectratio="t"/>
                  <v:shape id="_x0000_s1124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25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26" style="position:absolute;left:1774;top:1464;width:59;height:79" coordorigin="1715,1464" coordsize="59,79">
                  <o:lock v:ext="edit" aspectratio="t"/>
                  <v:shape id="_x0000_s1127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28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29" style="position:absolute;left:2213;top:1476;width:118;height:79" coordorigin="1715,1464" coordsize="118,79">
                <o:lock v:ext="edit" aspectratio="t"/>
                <v:group id="_x0000_s1130" style="position:absolute;left:1715;top:1464;width:59;height:79" coordorigin="1715,1464" coordsize="59,79">
                  <o:lock v:ext="edit" aspectratio="t"/>
                  <v:shape id="_x0000_s1131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32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33" style="position:absolute;left:1774;top:1464;width:59;height:79" coordorigin="1715,1464" coordsize="59,79">
                  <o:lock v:ext="edit" aspectratio="t"/>
                  <v:shape id="_x0000_s1134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35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36" style="position:absolute;left:2336;top:1476;width:118;height:79" coordorigin="1715,1464" coordsize="118,79">
                <o:lock v:ext="edit" aspectratio="t"/>
                <v:group id="_x0000_s1137" style="position:absolute;left:1715;top:1464;width:59;height:79" coordorigin="1715,1464" coordsize="59,79">
                  <o:lock v:ext="edit" aspectratio="t"/>
                  <v:shape id="_x0000_s1138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39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40" style="position:absolute;left:1774;top:1464;width:59;height:79" coordorigin="1715,1464" coordsize="59,79">
                  <o:lock v:ext="edit" aspectratio="t"/>
                  <v:shape id="_x0000_s1141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42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43" style="position:absolute;left:2449;top:1476;width:118;height:79" coordorigin="1715,1464" coordsize="118,79">
                <o:lock v:ext="edit" aspectratio="t"/>
                <v:group id="_x0000_s1144" style="position:absolute;left:1715;top:1464;width:59;height:79" coordorigin="1715,1464" coordsize="59,79">
                  <o:lock v:ext="edit" aspectratio="t"/>
                  <v:shape id="_x0000_s1145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46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47" style="position:absolute;left:1774;top:1464;width:59;height:79" coordorigin="1715,1464" coordsize="59,79">
                  <o:lock v:ext="edit" aspectratio="t"/>
                  <v:shape id="_x0000_s1148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49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50" style="position:absolute;left:2572;top:1476;width:118;height:79" coordorigin="1715,1464" coordsize="118,79">
                <o:lock v:ext="edit" aspectratio="t"/>
                <v:group id="_x0000_s1151" style="position:absolute;left:1715;top:1464;width:59;height:79" coordorigin="1715,1464" coordsize="59,79">
                  <o:lock v:ext="edit" aspectratio="t"/>
                  <v:shape id="_x0000_s1152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53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54" style="position:absolute;left:1774;top:1464;width:59;height:79" coordorigin="1715,1464" coordsize="59,79">
                  <o:lock v:ext="edit" aspectratio="t"/>
                  <v:shape id="_x0000_s1155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56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57" style="position:absolute;left:2690;top:1476;width:118;height:79" coordorigin="1715,1464" coordsize="118,79">
                <o:lock v:ext="edit" aspectratio="t"/>
                <v:group id="_x0000_s1158" style="position:absolute;left:1715;top:1464;width:59;height:79" coordorigin="1715,1464" coordsize="59,79">
                  <o:lock v:ext="edit" aspectratio="t"/>
                  <v:shape id="_x0000_s1159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60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61" style="position:absolute;left:1774;top:1464;width:59;height:79" coordorigin="1715,1464" coordsize="59,79">
                  <o:lock v:ext="edit" aspectratio="t"/>
                  <v:shape id="_x0000_s1162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63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64" style="position:absolute;left:2813;top:1476;width:118;height:79" coordorigin="1715,1464" coordsize="118,79">
                <o:lock v:ext="edit" aspectratio="t"/>
                <v:group id="_x0000_s1165" style="position:absolute;left:1715;top:1464;width:59;height:79" coordorigin="1715,1464" coordsize="59,79">
                  <o:lock v:ext="edit" aspectratio="t"/>
                  <v:shape id="_x0000_s1166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67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68" style="position:absolute;left:1774;top:1464;width:59;height:79" coordorigin="1715,1464" coordsize="59,79">
                  <o:lock v:ext="edit" aspectratio="t"/>
                  <v:shape id="_x0000_s1169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70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</v:group>
            <v:rect id="_x0000_s1171" style="position:absolute;left:1277;top:1636;width:1615;height:22;mso-wrap-style:none;v-text-anchor:middle" fillcolor="black" strokeweight="1pt">
              <v:fill r:id="rId5" o:title="" type="pattern"/>
              <o:lock v:ext="edit" aspectratio="t"/>
            </v:rect>
            <v:rect id="_x0000_s1172" style="position:absolute;left:1276;top:1977;width:1615;height:22;mso-wrap-style:none;v-text-anchor:middle" fillcolor="black" strokeweight="1pt">
              <v:fill r:id="rId5" o:title="" type="pattern"/>
              <o:lock v:ext="edit" aspectratio="t"/>
            </v:rect>
            <v:group id="_x0000_s1173" style="position:absolute;left:1322;top:2022;width:1449;height:79" coordorigin="1482,1476" coordsize="1449,79">
              <o:lock v:ext="edit" aspectratio="t"/>
              <v:group id="_x0000_s1174" style="position:absolute;left:1482;top:1476;width:118;height:79" coordorigin="1715,1464" coordsize="118,79">
                <o:lock v:ext="edit" aspectratio="t"/>
                <v:group id="_x0000_s1175" style="position:absolute;left:1715;top:1464;width:59;height:79" coordorigin="1715,1464" coordsize="59,79">
                  <o:lock v:ext="edit" aspectratio="t"/>
                  <v:shape id="_x0000_s1176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77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78" style="position:absolute;left:1774;top:1464;width:59;height:79" coordorigin="1715,1464" coordsize="59,79">
                  <o:lock v:ext="edit" aspectratio="t"/>
                  <v:shape id="_x0000_s1179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80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81" style="position:absolute;left:1605;top:1476;width:118;height:79" coordorigin="1715,1464" coordsize="118,79">
                <o:lock v:ext="edit" aspectratio="t"/>
                <v:group id="_x0000_s1182" style="position:absolute;left:1715;top:1464;width:59;height:79" coordorigin="1715,1464" coordsize="59,79">
                  <o:lock v:ext="edit" aspectratio="t"/>
                  <v:shape id="_x0000_s1183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84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85" style="position:absolute;left:1774;top:1464;width:59;height:79" coordorigin="1715,1464" coordsize="59,79">
                  <o:lock v:ext="edit" aspectratio="t"/>
                  <v:shape id="_x0000_s1186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87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88" style="position:absolute;left:1723;top:1476;width:118;height:79" coordorigin="1715,1464" coordsize="118,79">
                <o:lock v:ext="edit" aspectratio="t"/>
                <v:group id="_x0000_s1189" style="position:absolute;left:1715;top:1464;width:59;height:79" coordorigin="1715,1464" coordsize="59,79">
                  <o:lock v:ext="edit" aspectratio="t"/>
                  <v:shape id="_x0000_s1190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91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92" style="position:absolute;left:1774;top:1464;width:59;height:79" coordorigin="1715,1464" coordsize="59,79">
                  <o:lock v:ext="edit" aspectratio="t"/>
                  <v:shape id="_x0000_s1193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94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195" style="position:absolute;left:1846;top:1476;width:118;height:79" coordorigin="1715,1464" coordsize="118,79">
                <o:lock v:ext="edit" aspectratio="t"/>
                <v:group id="_x0000_s1196" style="position:absolute;left:1715;top:1464;width:59;height:79" coordorigin="1715,1464" coordsize="59,79">
                  <o:lock v:ext="edit" aspectratio="t"/>
                  <v:shape id="_x0000_s1197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198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199" style="position:absolute;left:1774;top:1464;width:59;height:79" coordorigin="1715,1464" coordsize="59,79">
                  <o:lock v:ext="edit" aspectratio="t"/>
                  <v:shape id="_x0000_s1200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01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202" style="position:absolute;left:1972;top:1476;width:118;height:79" coordorigin="1715,1464" coordsize="118,79">
                <o:lock v:ext="edit" aspectratio="t"/>
                <v:group id="_x0000_s1203" style="position:absolute;left:1715;top:1464;width:59;height:79" coordorigin="1715,1464" coordsize="59,79">
                  <o:lock v:ext="edit" aspectratio="t"/>
                  <v:shape id="_x0000_s1204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05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206" style="position:absolute;left:1774;top:1464;width:59;height:79" coordorigin="1715,1464" coordsize="59,79">
                  <o:lock v:ext="edit" aspectratio="t"/>
                  <v:shape id="_x0000_s1207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08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209" style="position:absolute;left:2095;top:1476;width:118;height:79" coordorigin="1715,1464" coordsize="118,79">
                <o:lock v:ext="edit" aspectratio="t"/>
                <v:group id="_x0000_s1210" style="position:absolute;left:1715;top:1464;width:59;height:79" coordorigin="1715,1464" coordsize="59,79">
                  <o:lock v:ext="edit" aspectratio="t"/>
                  <v:shape id="_x0000_s1211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12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213" style="position:absolute;left:1774;top:1464;width:59;height:79" coordorigin="1715,1464" coordsize="59,79">
                  <o:lock v:ext="edit" aspectratio="t"/>
                  <v:shape id="_x0000_s1214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15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216" style="position:absolute;left:2213;top:1476;width:118;height:79" coordorigin="1715,1464" coordsize="118,79">
                <o:lock v:ext="edit" aspectratio="t"/>
                <v:group id="_x0000_s1217" style="position:absolute;left:1715;top:1464;width:59;height:79" coordorigin="1715,1464" coordsize="59,79">
                  <o:lock v:ext="edit" aspectratio="t"/>
                  <v:shape id="_x0000_s1218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19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220" style="position:absolute;left:1774;top:1464;width:59;height:79" coordorigin="1715,1464" coordsize="59,79">
                  <o:lock v:ext="edit" aspectratio="t"/>
                  <v:shape id="_x0000_s1221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22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223" style="position:absolute;left:2336;top:1476;width:118;height:79" coordorigin="1715,1464" coordsize="118,79">
                <o:lock v:ext="edit" aspectratio="t"/>
                <v:group id="_x0000_s1224" style="position:absolute;left:1715;top:1464;width:59;height:79" coordorigin="1715,1464" coordsize="59,79">
                  <o:lock v:ext="edit" aspectratio="t"/>
                  <v:shape id="_x0000_s1225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26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227" style="position:absolute;left:1774;top:1464;width:59;height:79" coordorigin="1715,1464" coordsize="59,79">
                  <o:lock v:ext="edit" aspectratio="t"/>
                  <v:shape id="_x0000_s1228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29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230" style="position:absolute;left:2449;top:1476;width:118;height:79" coordorigin="1715,1464" coordsize="118,79">
                <o:lock v:ext="edit" aspectratio="t"/>
                <v:group id="_x0000_s1231" style="position:absolute;left:1715;top:1464;width:59;height:79" coordorigin="1715,1464" coordsize="59,79">
                  <o:lock v:ext="edit" aspectratio="t"/>
                  <v:shape id="_x0000_s1232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33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234" style="position:absolute;left:1774;top:1464;width:59;height:79" coordorigin="1715,1464" coordsize="59,79">
                  <o:lock v:ext="edit" aspectratio="t"/>
                  <v:shape id="_x0000_s1235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36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237" style="position:absolute;left:2572;top:1476;width:118;height:79" coordorigin="1715,1464" coordsize="118,79">
                <o:lock v:ext="edit" aspectratio="t"/>
                <v:group id="_x0000_s1238" style="position:absolute;left:1715;top:1464;width:59;height:79" coordorigin="1715,1464" coordsize="59,79">
                  <o:lock v:ext="edit" aspectratio="t"/>
                  <v:shape id="_x0000_s1239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40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241" style="position:absolute;left:1774;top:1464;width:59;height:79" coordorigin="1715,1464" coordsize="59,79">
                  <o:lock v:ext="edit" aspectratio="t"/>
                  <v:shape id="_x0000_s1242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43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244" style="position:absolute;left:2690;top:1476;width:118;height:79" coordorigin="1715,1464" coordsize="118,79">
                <o:lock v:ext="edit" aspectratio="t"/>
                <v:group id="_x0000_s1245" style="position:absolute;left:1715;top:1464;width:59;height:79" coordorigin="1715,1464" coordsize="59,79">
                  <o:lock v:ext="edit" aspectratio="t"/>
                  <v:shape id="_x0000_s1246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47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248" style="position:absolute;left:1774;top:1464;width:59;height:79" coordorigin="1715,1464" coordsize="59,79">
                  <o:lock v:ext="edit" aspectratio="t"/>
                  <v:shape id="_x0000_s1249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50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  <v:group id="_x0000_s1251" style="position:absolute;left:2813;top:1476;width:118;height:79" coordorigin="1715,1464" coordsize="118,79">
                <o:lock v:ext="edit" aspectratio="t"/>
                <v:group id="_x0000_s1252" style="position:absolute;left:1715;top:1464;width:59;height:79" coordorigin="1715,1464" coordsize="59,79">
                  <o:lock v:ext="edit" aspectratio="t"/>
                  <v:shape id="_x0000_s1253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54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  <v:group id="_x0000_s1255" style="position:absolute;left:1774;top:1464;width:59;height:79" coordorigin="1715,1464" coordsize="59,79">
                  <o:lock v:ext="edit" aspectratio="t"/>
                  <v:shape id="_x0000_s1256" type="#_x0000_t19" style="position:absolute;left:1715;top:1464;width:45;height:79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  <v:shape id="_x0000_s1257" type="#_x0000_t19" style="position:absolute;left:1729;top:1464;width:45;height:79;flip:x;mso-wrap-style:none;v-text-anchor:middle" coordsize="21600,37712" adj=",3161436" path="wr-21600,,21600,43200,,,14386,37712nfewr-21600,,21600,43200,,,14386,37712l,21600nsxe" fillcolor="#bbe0e3">
                    <v:path o:connectlocs="0,0;14386,37712;0,21600"/>
                    <o:lock v:ext="edit" aspectratio="t"/>
                  </v:shape>
                </v:group>
              </v:group>
            </v:group>
            <v:line id="_x0000_s1258" style="position:absolute;flip:y" from="1322,1999" to="1323,2022">
              <o:lock v:ext="edit" aspectratio="t"/>
            </v:line>
            <v:line id="_x0000_s1259" style="position:absolute;flip:y" from="2772,1999" to="2773,2022">
              <o:lock v:ext="edit" aspectratio="t"/>
            </v:line>
            <v:shape id="_x0000_s1260" style="position:absolute;left:1344;top:1477;width:1248;height:136" coordsize="1452,136" path="m,136l,,1452,e" filled="f" fillcolor="#bbe0e3">
              <v:path arrowok="t"/>
              <o:lock v:ext="edit" aspectratio="t"/>
            </v:shape>
            <v:shape id="_x0000_s1261" style="position:absolute;left:2796;top:1118;width:68;height:495" coordsize="68,385" path="m,385r68,l68,e" filled="f" fillcolor="#bbe0e3">
              <v:path arrowok="t"/>
              <o:lock v:ext="edit" aspectratio="t"/>
            </v:shape>
            <v:line id="_x0000_s1262" style="position:absolute;flip:y" from="2592,1228" to="2593,1477">
              <o:lock v:ext="edit" aspectratio="t"/>
            </v:line>
            <v:line id="_x0000_s1263" style="position:absolute" from="2592,1296" to="2864,1297">
              <o:lock v:ext="edit" aspectratio="t"/>
            </v:line>
            <v:oval id="_x0000_s1264" style="position:absolute;left:2672;top:1234;width:160;height:118;v-text-anchor:middle" strokeweight="1pt">
              <o:lock v:ext="edit" aspectratio="t"/>
              <v:textbox style="mso-next-textbox:#_x0000_s1264">
                <w:txbxContent>
                  <w:p w:rsidR="00276ACC" w:rsidRPr="006F4734" w:rsidRDefault="00276ACC" w:rsidP="005C1D6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6F4734">
                      <w:rPr>
                        <w:color w:val="000000"/>
                        <w:sz w:val="16"/>
                        <w:szCs w:val="16"/>
                        <w:lang w:val="en-US"/>
                      </w:rPr>
                      <w:t>V</w:t>
                    </w:r>
                  </w:p>
                </w:txbxContent>
              </v:textbox>
            </v:oval>
            <v:rect id="_x0000_s1265" style="position:absolute;left:2841;top:911;width:42;height:207;mso-wrap-style:none;v-text-anchor:middle">
              <o:lock v:ext="edit" aspectratio="t"/>
            </v:rect>
            <v:shape id="_x0000_s1266" style="position:absolute;left:2773;top:820;width:68;height:181" coordsize="68,181" path="m68,181l,181,,e" filled="f" fillcolor="#bbe0e3">
              <v:stroke startarrow="classic" startarrowwidth="narrow"/>
              <v:path arrowok="t"/>
              <o:lock v:ext="edit" aspectratio="t"/>
            </v:shape>
            <v:line id="_x0000_s1267" style="position:absolute;flip:y" from="2592,933" to="2593,1228">
              <o:lock v:ext="edit" aspectratio="t"/>
            </v:line>
            <v:rect id="_x0000_s1268" style="position:absolute;left:2737;top:865;width:195;height:295;mso-wrap-style:none;v-text-anchor:middle" filled="f" fillcolor="#bbe0e3" strokeweight="1pt">
              <o:lock v:ext="edit" aspectratio="t"/>
            </v:rect>
            <v:line id="_x0000_s1269" style="position:absolute;flip:y" from="2773,752" to="2773,819">
              <o:lock v:ext="edit" aspectratio="t"/>
            </v:line>
            <v:line id="_x0000_s1270" style="position:absolute;flip:y" from="2592,752" to="2592,932">
              <o:lock v:ext="edit" aspectratio="t"/>
            </v:line>
            <v:group id="_x0000_s1271" style="position:absolute;left:2568;top:697;width:46;height:68" coordorigin="2571,651" coordsize="46,68">
              <o:lock v:ext="edit" aspectratio="t"/>
              <v:oval id="_x0000_s1272" style="position:absolute;left:2576;top:671;width:33;height:33;mso-wrap-style:none;v-text-anchor:middle" filled="f" fillcolor="#bbe0e3">
                <o:lock v:ext="edit" aspectratio="t"/>
              </v:oval>
              <v:line id="_x0000_s1273" style="position:absolute;flip:x" from="2571,651" to="2617,719">
                <o:lock v:ext="edit" aspectratio="t"/>
              </v:line>
            </v:group>
            <v:group id="_x0000_s1274" style="position:absolute;left:2750;top:697;width:46;height:68" coordorigin="2571,651" coordsize="46,68">
              <o:lock v:ext="edit" aspectratio="t"/>
              <v:oval id="_x0000_s1275" style="position:absolute;left:2576;top:671;width:33;height:33;mso-wrap-style:none;v-text-anchor:middle" filled="f" fillcolor="#bbe0e3">
                <o:lock v:ext="edit" aspectratio="t"/>
              </v:oval>
              <v:line id="_x0000_s1276" style="position:absolute;flip:x" from="2571,651" to="2617,719">
                <o:lock v:ext="edit" aspectratio="t"/>
              </v:lin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77" type="#_x0000_t202" style="position:absolute;left:2516;top:547;width:250;height:190;v-text-anchor:top-baseline" filled="f" fillcolor="#bbe0e3" stroked="f">
              <o:lock v:ext="edit" aspectratio="t"/>
              <v:textbox style="mso-next-textbox:#_x0000_s1277">
                <w:txbxContent>
                  <w:p w:rsidR="00276ACC" w:rsidRPr="006F4734" w:rsidRDefault="00276ACC" w:rsidP="005C1D6D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0"/>
                        <w:szCs w:val="20"/>
                      </w:rPr>
                    </w:pPr>
                    <w:r w:rsidRPr="006F4734">
                      <w:rPr>
                        <w:color w:val="000000"/>
                        <w:sz w:val="20"/>
                        <w:szCs w:val="20"/>
                        <w:lang w:val="en-US"/>
                      </w:rPr>
                      <w:t xml:space="preserve">220 </w:t>
                    </w:r>
                    <w:r w:rsidRPr="006F4734">
                      <w:rPr>
                        <w:color w:val="000000"/>
                        <w:sz w:val="20"/>
                        <w:szCs w:val="20"/>
                      </w:rPr>
                      <w:t>В</w:t>
                    </w:r>
                  </w:p>
                </w:txbxContent>
              </v:textbox>
            </v:shape>
            <v:shape id="_x0000_s1278" style="position:absolute;left:2977;top:1296;width:68;height:385" coordsize="68,385" path="m46,l,,,113r68,l68,385e" filled="f" fillcolor="#bbe0e3">
              <v:path arrowok="t"/>
              <o:lock v:ext="edit" aspectratio="t"/>
            </v:shape>
            <v:shape id="_x0000_s1279" style="position:absolute;left:3113;top:1296;width:68;height:385;flip:x" coordsize="68,385" path="m46,l,,,113r68,l68,385e" filled="f" fillcolor="#bbe0e3">
              <v:path arrowok="t"/>
              <o:lock v:ext="edit" aspectratio="t"/>
            </v:shape>
            <v:oval id="_x0000_s1280" style="position:absolute;left:3017;top:1234;width:160;height:118;v-text-anchor:middle" strokeweight="1pt">
              <o:lock v:ext="edit" aspectratio="t"/>
              <v:textbox style="mso-next-textbox:#_x0000_s1280">
                <w:txbxContent>
                  <w:p w:rsidR="00276ACC" w:rsidRPr="006F4734" w:rsidRDefault="00276ACC" w:rsidP="005C1D6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6F4734">
                      <w:rPr>
                        <w:color w:val="000000"/>
                        <w:sz w:val="16"/>
                        <w:szCs w:val="16"/>
                        <w:lang w:val="en-US"/>
                      </w:rPr>
                      <w:t>V</w:t>
                    </w:r>
                  </w:p>
                </w:txbxContent>
              </v:textbox>
            </v:oval>
            <v:group id="_x0000_s1281" style="position:absolute;left:2568;top:1257;width:46;height:68" coordorigin="2571,651" coordsize="46,68">
              <o:lock v:ext="edit" aspectratio="t"/>
              <v:oval id="_x0000_s1282" style="position:absolute;left:2576;top:671;width:33;height:33;mso-wrap-style:none;v-text-anchor:middle">
                <o:lock v:ext="edit" aspectratio="t"/>
              </v:oval>
              <v:line id="_x0000_s1283" style="position:absolute;flip:x" from="2571,651" to="2617,719">
                <o:lock v:ext="edit" aspectratio="t"/>
              </v:line>
            </v:group>
            <v:group id="_x0000_s1284" style="position:absolute;left:2841;top:1260;width:46;height:68" coordorigin="2571,651" coordsize="46,68">
              <o:lock v:ext="edit" aspectratio="t"/>
              <v:oval id="_x0000_s1285" style="position:absolute;left:2576;top:671;width:33;height:33;mso-wrap-style:none;v-text-anchor:middle">
                <o:lock v:ext="edit" aspectratio="t"/>
              </v:oval>
              <v:line id="_x0000_s1286" style="position:absolute;flip:x" from="2571,651" to="2617,719">
                <o:lock v:ext="edit" aspectratio="t"/>
              </v:line>
            </v:group>
            <v:group id="_x0000_s1287" style="position:absolute;left:3022;top:1636;width:46;height:68" coordorigin="2571,651" coordsize="46,68">
              <o:lock v:ext="edit" aspectratio="t"/>
              <v:oval id="_x0000_s1288" style="position:absolute;left:2576;top:671;width:33;height:33;mso-wrap-style:none;v-text-anchor:middle">
                <o:lock v:ext="edit" aspectratio="t"/>
              </v:oval>
              <v:line id="_x0000_s1289" style="position:absolute;flip:x" from="2571,651" to="2617,719">
                <o:lock v:ext="edit" aspectratio="t"/>
              </v:line>
            </v:group>
            <v:group id="_x0000_s1290" style="position:absolute;left:3091;top:1636;width:46;height:68" coordorigin="2571,651" coordsize="46,68">
              <o:lock v:ext="edit" aspectratio="t"/>
              <v:oval id="_x0000_s1291" style="position:absolute;left:2576;top:671;width:33;height:33;mso-wrap-style:none;v-text-anchor:middle">
                <o:lock v:ext="edit" aspectratio="t"/>
              </v:oval>
              <v:line id="_x0000_s1292" style="position:absolute;flip:x" from="2571,651" to="2617,719">
                <o:lock v:ext="edit" aspectratio="t"/>
              </v:line>
            </v:group>
            <v:line id="_x0000_s1293" style="position:absolute" from="482,729" to="641,729">
              <v:stroke endarrow="classic" endarrowwidth="narrow"/>
              <o:lock v:ext="edit" aspectratio="t"/>
            </v:line>
            <v:line id="_x0000_s1294" style="position:absolute;flip:x" from="482,1455" to="641,1455">
              <v:stroke endarrow="classic" endarrowwidth="narrow"/>
              <o:lock v:ext="edit" aspectratio="t"/>
            </v:line>
            <v:shape id="_x0000_s1295" style="position:absolute;left:1276;top:1432;width:1611;height:204" coordsize="1611,204" path="m,204l,,1611,r,204e" filled="f" fillcolor="#bbe0e3" strokeweight="2.25pt">
              <v:path arrowok="t"/>
              <o:lock v:ext="edit" aspectratio="t"/>
            </v:shape>
            <v:shape id="_x0000_s1296" style="position:absolute;left:1276;top:1999;width:1611;height:204;flip:y" coordsize="1611,204" path="m,204l,,1611,r,204e" filled="f" fillcolor="#bbe0e3" strokeweight="2.25pt">
              <v:path arrowok="t"/>
              <o:lock v:ext="edit" aspectratio="t"/>
            </v:shape>
            <v:line id="_x0000_s1297" style="position:absolute;rotation:-90;flip:x" from="743,378" to="902,378">
              <v:stroke endarrow="classic" endarrowwidth="narrow"/>
              <o:lock v:ext="edit" aspectratio="t"/>
            </v:line>
            <v:group id="_x0000_s1298" style="position:absolute;left:1730;top:1875;width:389;height:66" coordorigin="1926,1794" coordsize="389,66">
              <o:lock v:ext="edit" aspectratio="t"/>
              <v:rect id="_x0000_s1299" style="position:absolute;left:2012;top:1817;width:255;height:41;mso-wrap-style:none;v-text-anchor:middle" fillcolor="black" stroked="f" strokeweight="1pt">
                <v:fill r:id="rId5" o:title="" type="pattern"/>
                <o:lock v:ext="edit" aspectratio="t"/>
              </v:rect>
              <v:shape id="_x0000_s1300" type="#_x0000_t19" style="position:absolute;left:2267;top:1817;width:47;height:41;flip:y;mso-wrap-style:none;v-text-anchor:middle" filled="t" fillcolor="black" strokeweight="1pt">
                <v:fill r:id="rId5" o:title="" type="pattern"/>
                <o:lock v:ext="edit" aspectratio="t"/>
              </v:shape>
              <v:shape id="_x0000_s1301" type="#_x0000_t19" style="position:absolute;left:1972;top:1817;width:47;height:41;flip:x y;mso-wrap-style:none;v-text-anchor:middle" filled="t" fillcolor="black" strokeweight="1pt">
                <v:fill r:id="rId5" o:title="" type="pattern"/>
                <o:lock v:ext="edit" aspectratio="t"/>
              </v:shape>
              <v:line id="_x0000_s1302" style="position:absolute" from="2019,1859" to="2269,1860" strokeweight="1pt">
                <o:lock v:ext="edit" aspectratio="t"/>
              </v:line>
              <v:line id="_x0000_s1303" style="position:absolute" from="1974,1817" to="2314,1818" strokeweight=".5pt">
                <o:lock v:ext="edit" aspectratio="t"/>
              </v:line>
              <v:line id="_x0000_s1304" style="position:absolute;flip:y" from="1974,1794" to="1975,1817" strokeweight="1pt">
                <o:lock v:ext="edit" aspectratio="t"/>
              </v:line>
              <v:line id="_x0000_s1305" style="position:absolute;flip:y" from="2314,1794" to="2315,1817" strokeweight="1pt">
                <o:lock v:ext="edit" aspectratio="t"/>
              </v:line>
              <v:shape id="_x0000_s1306" type="#_x0000_t19" style="position:absolute;left:1926;top:1808;width:23;height:23;rotation:90;mso-wrap-style:none;v-text-anchor:middle" coordsize="43200,43200" adj=",11796480,21600" path="wr,,43200,43200,21600,,,21600nfewr,,43200,43200,21600,,,21600l21600,21600nsxe" fillcolor="#bbe0e3" strokeweight="1pt">
                <v:path o:connectlocs="21600,0;0,21600;21600,21600"/>
                <o:lock v:ext="edit" aspectratio="t"/>
              </v:shape>
              <v:line id="_x0000_s1307" style="position:absolute;flip:x" from="1951,1817" to="1974,1818" strokeweight="1pt">
                <o:lock v:ext="edit" aspectratio="t"/>
              </v:line>
            </v:group>
            <v:shape id="_x0000_s1308" style="position:absolute;left:823;top:479;width:385;height:227" coordsize="385,227" path="m385,l272,,,227e" filled="f" fillcolor="#bbe0e3">
              <v:path arrowok="t"/>
              <o:lock v:ext="edit" aspectratio="t"/>
            </v:shape>
            <v:shape id="_x0000_s1309" style="position:absolute;left:1276;top:1183;width:226;height:272;flip:x" coordsize="226,272" path="m226,l113,,,272e" filled="f" fillcolor="#bbe0e3">
              <v:path arrowok="t"/>
              <o:lock v:ext="edit" aspectratio="t"/>
            </v:shape>
            <v:shape id="_x0000_s1310" style="position:absolute;left:1617;top:1183;width:272;height:567;flip:x" coordsize="272,567" path="m,567l158,,272,e" filled="f" fillcolor="#bbe0e3">
              <v:path arrowok="t"/>
              <o:lock v:ext="edit" aspectratio="t"/>
            </v:shape>
            <v:shape id="_x0000_s1311" style="position:absolute;left:1957;top:1183;width:272;height:725" coordsize="272,725" path="m,725l158,,272,e" filled="f" fillcolor="#bbe0e3">
              <v:path arrowok="t"/>
              <o:lock v:ext="edit" aspectratio="t"/>
            </v:shape>
            <v:shape id="_x0000_s1312" style="position:absolute;left:2909;top:797;width:363;height:226" coordsize="363,226" path="m,226l249,,363,e" filled="f" fillcolor="#bbe0e3">
              <v:path arrowok="t"/>
              <o:lock v:ext="edit" aspectratio="t"/>
            </v:shape>
            <v:shape id="_x0000_s1313" type="#_x0000_t202" style="position:absolute;left:1254;top:1023;width:123;height:128;v-text-anchor:top-baseline" filled="f" fillcolor="#bbe0e3" stroked="f">
              <o:lock v:ext="edit" aspectratio="t"/>
              <v:textbox style="mso-next-textbox:#_x0000_s1313">
                <w:txbxContent>
                  <w:p w:rsidR="00276ACC" w:rsidRPr="006F4734" w:rsidRDefault="00276ACC" w:rsidP="005C1D6D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314" type="#_x0000_t202" style="position:absolute;left:1581;top:1024;width:123;height:127;v-text-anchor:top-baseline" filled="f" fillcolor="#bbe0e3" stroked="f">
              <o:lock v:ext="edit" aspectratio="t"/>
              <v:textbox style="mso-next-textbox:#_x0000_s1314">
                <w:txbxContent>
                  <w:p w:rsidR="00276ACC" w:rsidRPr="006755D7" w:rsidRDefault="00276ACC" w:rsidP="008B5941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315" type="#_x0000_t202" style="position:absolute;left:2093;top:1024;width:124;height:127;v-text-anchor:top-baseline" filled="f" fillcolor="#bbe0e3" stroked="f">
              <o:lock v:ext="edit" aspectratio="t"/>
              <v:textbox style="mso-next-textbox:#_x0000_s1315">
                <w:txbxContent>
                  <w:p w:rsidR="00276ACC" w:rsidRPr="00B82963" w:rsidRDefault="00276ACC" w:rsidP="005C1D6D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>5</w:t>
                    </w:r>
                  </w:p>
                </w:txbxContent>
              </v:textbox>
            </v:shape>
            <v:shape id="_x0000_s1316" type="#_x0000_t202" style="position:absolute;left:3145;top:638;width:124;height:128;v-text-anchor:top-baseline" filled="f" fillcolor="#bbe0e3" stroked="f">
              <o:lock v:ext="edit" aspectratio="t"/>
              <v:textbox style="mso-next-textbox:#_x0000_s1316">
                <w:txbxContent>
                  <w:p w:rsidR="00276ACC" w:rsidRPr="00B82963" w:rsidRDefault="00276ACC" w:rsidP="005C1D6D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  <v:shape id="_x0000_s1317" type="#_x0000_t202" style="position:absolute;left:1072;top:310;width:123;height:128;v-text-anchor:top-baseline" filled="f" fillcolor="#bbe0e3" stroked="f">
              <o:lock v:ext="edit" aspectratio="t"/>
              <v:textbox style="mso-next-textbox:#_x0000_s1317">
                <w:txbxContent>
                  <w:p w:rsidR="00276ACC" w:rsidRPr="006F4734" w:rsidRDefault="00276ACC" w:rsidP="005C1D6D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0"/>
                        <w:szCs w:val="20"/>
                      </w:rPr>
                    </w:pPr>
                    <w:r w:rsidRPr="006F4734">
                      <w:rPr>
                        <w:color w:val="000000"/>
                        <w:sz w:val="20"/>
                        <w:szCs w:val="20"/>
                        <w:lang w:val="en-US"/>
                      </w:rPr>
                      <w:t>3</w:t>
                    </w:r>
                  </w:p>
                </w:txbxContent>
              </v:textbox>
            </v:shape>
            <w10:anchorlock/>
          </v:group>
        </w:pict>
      </w:r>
    </w:p>
    <w:p w:rsidR="00276ACC" w:rsidRPr="005C1D6D" w:rsidRDefault="00276ACC" w:rsidP="00BD712C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 xml:space="preserve">Рис.1 </w:t>
      </w:r>
      <w:r w:rsidRPr="005C1D6D">
        <w:rPr>
          <w:rFonts w:ascii="Times New Roman" w:hAnsi="Times New Roman"/>
          <w:b/>
          <w:sz w:val="28"/>
          <w:szCs w:val="28"/>
          <w:lang w:val="uk-UA"/>
        </w:rPr>
        <w:t>Схема лабораторної установки</w:t>
      </w:r>
    </w:p>
    <w:p w:rsidR="00276ACC" w:rsidRPr="005C1D6D" w:rsidRDefault="00276ACC" w:rsidP="00BD712C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1 – трубчаста піч; 2 – термопара; 3 – холодильник; 4 – терморегулятор; 5 контейнер.</w:t>
      </w:r>
    </w:p>
    <w:p w:rsidR="00276ACC" w:rsidRPr="005C1D6D" w:rsidRDefault="00276ACC" w:rsidP="00216161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1D6D">
        <w:rPr>
          <w:rFonts w:ascii="Times New Roman" w:hAnsi="Times New Roman"/>
          <w:sz w:val="28"/>
          <w:szCs w:val="28"/>
          <w:lang w:val="uk-UA"/>
        </w:rPr>
        <w:t>Таким чином, виходячи з отриманих експериментальних даних видно, що проведення процесу випалу бажано при об'ємної швидкості повітря 3500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5C1D6D">
        <w:rPr>
          <w:rFonts w:ascii="Times New Roman" w:hAnsi="Times New Roman"/>
          <w:sz w:val="28"/>
          <w:szCs w:val="28"/>
          <w:lang w:val="uk-UA"/>
        </w:rPr>
        <w:t>3800 год</w:t>
      </w:r>
      <w:r w:rsidRPr="005C1D6D">
        <w:rPr>
          <w:rFonts w:ascii="Times New Roman" w:hAnsi="Times New Roman"/>
          <w:sz w:val="28"/>
          <w:szCs w:val="28"/>
          <w:vertAlign w:val="superscript"/>
          <w:lang w:val="uk-UA"/>
        </w:rPr>
        <w:t>-1</w:t>
      </w:r>
      <w:r w:rsidRPr="005C1D6D">
        <w:rPr>
          <w:rFonts w:ascii="Times New Roman" w:hAnsi="Times New Roman"/>
          <w:sz w:val="28"/>
          <w:szCs w:val="28"/>
          <w:lang w:val="uk-UA"/>
        </w:rPr>
        <w:t xml:space="preserve"> протягом 60 хвилин в інтервалі температур 773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5C1D6D">
        <w:rPr>
          <w:rFonts w:ascii="Times New Roman" w:hAnsi="Times New Roman"/>
          <w:sz w:val="28"/>
          <w:szCs w:val="28"/>
          <w:lang w:val="uk-UA"/>
        </w:rPr>
        <w:t xml:space="preserve">873 К при мінімальній висоті шару </w:t>
      </w:r>
      <w:smartTag w:uri="urn:schemas-microsoft-com:office:smarttags" w:element="metricconverter">
        <w:smartTagPr>
          <w:attr w:name="ProductID" w:val="1 мм"/>
        </w:smartTagPr>
        <w:r w:rsidRPr="005C1D6D">
          <w:rPr>
            <w:rFonts w:ascii="Times New Roman" w:hAnsi="Times New Roman"/>
            <w:sz w:val="28"/>
            <w:szCs w:val="28"/>
            <w:lang w:val="uk-UA"/>
          </w:rPr>
          <w:t>1 мм</w:t>
        </w:r>
      </w:smartTag>
      <w:r w:rsidRPr="005C1D6D">
        <w:rPr>
          <w:rFonts w:ascii="Times New Roman" w:hAnsi="Times New Roman"/>
          <w:sz w:val="28"/>
          <w:szCs w:val="28"/>
          <w:lang w:val="uk-UA"/>
        </w:rPr>
        <w:t>.</w:t>
      </w:r>
    </w:p>
    <w:p w:rsidR="00276ACC" w:rsidRPr="005C1D6D" w:rsidRDefault="00276ACC" w:rsidP="00216161">
      <w:pPr>
        <w:pStyle w:val="BodyText"/>
        <w:widowControl w:val="0"/>
        <w:spacing w:after="0" w:line="360" w:lineRule="auto"/>
        <w:ind w:firstLine="708"/>
        <w:jc w:val="both"/>
        <w:rPr>
          <w:sz w:val="28"/>
          <w:szCs w:val="28"/>
          <w:lang w:val="uk-UA"/>
        </w:rPr>
      </w:pPr>
      <w:r w:rsidRPr="005C1D6D">
        <w:rPr>
          <w:sz w:val="28"/>
          <w:szCs w:val="28"/>
          <w:lang w:val="uk-UA"/>
        </w:rPr>
        <w:t xml:space="preserve">Концентрація конденсованого водного розчину аміаку </w:t>
      </w:r>
      <w:r w:rsidRPr="005C1D6D">
        <w:rPr>
          <w:sz w:val="28"/>
          <w:szCs w:val="28"/>
        </w:rPr>
        <w:t>С</w:t>
      </w:r>
      <w:r w:rsidRPr="005C1D6D">
        <w:rPr>
          <w:sz w:val="28"/>
          <w:szCs w:val="28"/>
          <w:vertAlign w:val="subscript"/>
          <w:lang w:val="en-US"/>
        </w:rPr>
        <w:t>NH</w:t>
      </w:r>
      <w:r w:rsidRPr="005C1D6D">
        <w:rPr>
          <w:sz w:val="28"/>
          <w:szCs w:val="28"/>
          <w:vertAlign w:val="subscript"/>
        </w:rPr>
        <w:t>3</w:t>
      </w:r>
      <w:r w:rsidRPr="005C1D6D">
        <w:rPr>
          <w:sz w:val="28"/>
          <w:szCs w:val="28"/>
          <w:vertAlign w:val="superscript"/>
        </w:rPr>
        <w:t>В</w:t>
      </w:r>
      <w:r w:rsidRPr="005C1D6D">
        <w:rPr>
          <w:sz w:val="28"/>
          <w:szCs w:val="28"/>
          <w:lang w:val="uk-UA"/>
        </w:rPr>
        <w:t xml:space="preserve"> може бути розрахована </w:t>
      </w:r>
      <w:r w:rsidRPr="005C1D6D">
        <w:rPr>
          <w:sz w:val="28"/>
          <w:szCs w:val="28"/>
        </w:rPr>
        <w:t xml:space="preserve">за </w:t>
      </w:r>
      <w:r w:rsidRPr="005C1D6D">
        <w:rPr>
          <w:sz w:val="28"/>
          <w:szCs w:val="28"/>
          <w:lang w:val="uk-UA"/>
        </w:rPr>
        <w:t>рівнянням (1), отриманому на підставі наших експериментальних даних.</w:t>
      </w:r>
    </w:p>
    <w:p w:rsidR="00276ACC" w:rsidRPr="005C1D6D" w:rsidRDefault="00276ACC" w:rsidP="00216161">
      <w:pPr>
        <w:pStyle w:val="BodyText"/>
        <w:widowControl w:val="0"/>
        <w:spacing w:after="0" w:line="360" w:lineRule="auto"/>
        <w:jc w:val="center"/>
        <w:rPr>
          <w:sz w:val="28"/>
          <w:szCs w:val="28"/>
          <w:lang w:val="uk-UA"/>
        </w:rPr>
      </w:pPr>
    </w:p>
    <w:p w:rsidR="00276ACC" w:rsidRPr="005C1D6D" w:rsidRDefault="00276ACC" w:rsidP="00216161">
      <w:pPr>
        <w:pStyle w:val="BodyText"/>
        <w:widowControl w:val="0"/>
        <w:tabs>
          <w:tab w:val="right" w:pos="7380"/>
        </w:tabs>
        <w:spacing w:after="0" w:line="360" w:lineRule="auto"/>
        <w:ind w:firstLine="16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C1D6D">
        <w:rPr>
          <w:position w:val="-14"/>
          <w:sz w:val="28"/>
          <w:szCs w:val="28"/>
        </w:rPr>
        <w:object w:dxaOrig="39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59.5pt;height:27pt" o:ole="">
            <v:imagedata r:id="rId6" o:title=""/>
          </v:shape>
          <o:OLEObject Type="Embed" ProgID="Equation.3" ShapeID="_x0000_i1026" DrawAspect="Content" ObjectID="_1631261089" r:id="rId7"/>
        </w:object>
      </w:r>
      <w:r w:rsidRPr="005C1D6D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</w:t>
      </w:r>
      <w:r w:rsidRPr="005C1D6D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Pr="005C1D6D">
        <w:rPr>
          <w:sz w:val="28"/>
          <w:szCs w:val="28"/>
        </w:rPr>
        <w:t>(1)</w:t>
      </w:r>
    </w:p>
    <w:p w:rsidR="00276ACC" w:rsidRPr="005C1D6D" w:rsidRDefault="00276ACC" w:rsidP="00BD712C">
      <w:pPr>
        <w:pStyle w:val="BodyText"/>
        <w:widowControl w:val="0"/>
        <w:spacing w:after="0" w:line="360" w:lineRule="auto"/>
        <w:ind w:firstLine="708"/>
        <w:jc w:val="center"/>
        <w:rPr>
          <w:sz w:val="28"/>
          <w:szCs w:val="28"/>
          <w:lang w:val="uk-UA"/>
        </w:rPr>
      </w:pPr>
    </w:p>
    <w:p w:rsidR="00276ACC" w:rsidRPr="005C1D6D" w:rsidRDefault="00276ACC" w:rsidP="00216161">
      <w:pPr>
        <w:pStyle w:val="BodyText"/>
        <w:widowControl w:val="0"/>
        <w:spacing w:after="0" w:line="360" w:lineRule="auto"/>
        <w:rPr>
          <w:sz w:val="28"/>
          <w:szCs w:val="28"/>
          <w:lang w:val="uk-UA"/>
        </w:rPr>
      </w:pPr>
      <w:r w:rsidRPr="005C1D6D">
        <w:rPr>
          <w:sz w:val="28"/>
          <w:szCs w:val="28"/>
        </w:rPr>
        <w:t>де С</w:t>
      </w:r>
      <w:r w:rsidRPr="005C1D6D">
        <w:rPr>
          <w:sz w:val="28"/>
          <w:szCs w:val="28"/>
          <w:vertAlign w:val="subscript"/>
          <w:lang w:val="en-US"/>
        </w:rPr>
        <w:t>NH</w:t>
      </w:r>
      <w:r w:rsidRPr="00216161">
        <w:rPr>
          <w:sz w:val="28"/>
          <w:szCs w:val="28"/>
          <w:vertAlign w:val="subscript"/>
        </w:rPr>
        <w:t>3</w:t>
      </w:r>
      <w:r w:rsidRPr="005C1D6D">
        <w:rPr>
          <w:sz w:val="28"/>
          <w:szCs w:val="28"/>
          <w:vertAlign w:val="superscript"/>
        </w:rPr>
        <w:t>н</w:t>
      </w:r>
      <w:r w:rsidRPr="005C1D6D">
        <w:rPr>
          <w:sz w:val="28"/>
          <w:szCs w:val="28"/>
        </w:rPr>
        <w:t xml:space="preserve"> – </w:t>
      </w:r>
      <w:r w:rsidRPr="005C1D6D">
        <w:rPr>
          <w:sz w:val="28"/>
          <w:szCs w:val="28"/>
          <w:lang w:val="uk-UA"/>
        </w:rPr>
        <w:t>концентрація аміаку в кубі колони, г/л;</w:t>
      </w:r>
    </w:p>
    <w:p w:rsidR="00276ACC" w:rsidRPr="005C1D6D" w:rsidRDefault="00276ACC" w:rsidP="005C1D6D">
      <w:pPr>
        <w:pStyle w:val="BodyText"/>
        <w:widowControl w:val="0"/>
        <w:spacing w:after="0" w:line="360" w:lineRule="auto"/>
        <w:jc w:val="both"/>
        <w:rPr>
          <w:sz w:val="28"/>
          <w:szCs w:val="28"/>
          <w:lang w:val="uk-UA"/>
        </w:rPr>
      </w:pPr>
      <w:r w:rsidRPr="005C1D6D">
        <w:rPr>
          <w:sz w:val="28"/>
          <w:szCs w:val="28"/>
          <w:lang w:val="uk-UA"/>
        </w:rPr>
        <w:t>С</w:t>
      </w:r>
      <w:r w:rsidRPr="005C1D6D">
        <w:rPr>
          <w:sz w:val="28"/>
          <w:szCs w:val="28"/>
          <w:vertAlign w:val="subscript"/>
          <w:lang w:val="uk-UA"/>
        </w:rPr>
        <w:t>МоО3</w:t>
      </w:r>
      <w:r w:rsidRPr="005C1D6D">
        <w:rPr>
          <w:sz w:val="28"/>
          <w:szCs w:val="28"/>
          <w:vertAlign w:val="superscript"/>
          <w:lang w:val="uk-UA"/>
        </w:rPr>
        <w:t>н</w:t>
      </w:r>
      <w:r w:rsidRPr="005C1D6D">
        <w:rPr>
          <w:sz w:val="28"/>
          <w:szCs w:val="28"/>
          <w:lang w:val="uk-UA"/>
        </w:rPr>
        <w:t xml:space="preserve"> – концентрація молібдену в кубі колони, г/л.</w:t>
      </w:r>
    </w:p>
    <w:p w:rsidR="00276ACC" w:rsidRPr="005C1D6D" w:rsidRDefault="00276ACC" w:rsidP="00216161">
      <w:pPr>
        <w:pStyle w:val="BodyText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en-US" w:eastAsia="en-US"/>
        </w:rPr>
      </w:r>
      <w:r w:rsidRPr="00DD3448">
        <w:rPr>
          <w:sz w:val="28"/>
          <w:szCs w:val="28"/>
        </w:rPr>
        <w:pict>
          <v:group id="_x0000_s1318" editas="canvas" style="width:356.25pt;height:254.3pt;mso-position-horizontal-relative:char;mso-position-vertical-relative:line" coordorigin="75" coordsize="7125,5086">
            <o:lock v:ext="edit" aspectratio="t"/>
            <v:shape id="_x0000_s1319" type="#_x0000_t75" style="position:absolute;left:75;width:7125;height:5086" o:preferrelative="f">
              <v:fill o:detectmouseclick="t"/>
              <v:path o:extrusionok="t" o:connecttype="none"/>
              <o:lock v:ext="edit" text="t"/>
            </v:shape>
            <v:rect id="_x0000_s1320" style="position:absolute;left:75;top:252;width:7125;height:4834" stroked="f"/>
            <v:line id="_x0000_s1321" style="position:absolute" from="1094,3408" to="6996,3409" strokeweight="0"/>
            <v:line id="_x0000_s1322" style="position:absolute" from="1094,2792" to="6993,2793" strokeweight="0"/>
            <v:line id="_x0000_s1323" style="position:absolute" from="1094,2162" to="6996,2163" strokeweight="0"/>
            <v:line id="_x0000_s1324" style="position:absolute;flip:y" from="1094,1524" to="6996,1525" strokeweight="0"/>
            <v:line id="_x0000_s1325" style="position:absolute" from="1094,916" to="6996,917" strokeweight="0"/>
            <v:line id="_x0000_s1326" style="position:absolute" from="1094,285" to="6996,286" strokeweight="0"/>
            <v:line id="_x0000_s1327" style="position:absolute" from="2084,285" to="2085,4038" strokeweight="0"/>
            <v:line id="_x0000_s1328" style="position:absolute" from="3059,285" to="3060,4038" strokeweight="0"/>
            <v:line id="_x0000_s1329" style="position:absolute" from="4048,285" to="4049,4038" strokeweight="0"/>
            <v:line id="_x0000_s1330" style="position:absolute" from="5023,285" to="5024,4038" strokeweight="0"/>
            <v:line id="_x0000_s1331" style="position:absolute" from="6012,285" to="6013,4038" strokeweight="0"/>
            <v:line id="_x0000_s1332" style="position:absolute" from="6987,285" to="6988,4038" strokeweight="0"/>
            <v:line id="_x0000_s1333" style="position:absolute" from="1094,285" to="1095,4038" strokeweight="0"/>
            <v:line id="_x0000_s1334" style="position:absolute" from="1020,4038" to="1094,4039" strokeweight="0"/>
            <v:line id="_x0000_s1335" style="position:absolute" from="1020,3408" to="1094,3409" strokeweight="0"/>
            <v:line id="_x0000_s1336" style="position:absolute" from="1020,2792" to="1094,2793" strokeweight="0"/>
            <v:line id="_x0000_s1337" style="position:absolute" from="1020,2162" to="1094,2163" strokeweight="0"/>
            <v:line id="_x0000_s1338" style="position:absolute" from="1020,1531" to="1094,1532" strokeweight="0"/>
            <v:line id="_x0000_s1339" style="position:absolute" from="1020,916" to="1094,917" strokeweight="0"/>
            <v:line id="_x0000_s1340" style="position:absolute" from="1020,285" to="1094,286" strokeweight="0"/>
            <v:line id="_x0000_s1341" style="position:absolute" from="1094,4038" to="6996,4039" strokeweight="0"/>
            <v:line id="_x0000_s1342" style="position:absolute;flip:y" from="1094,4038" to="1095,4113" strokeweight="0"/>
            <v:line id="_x0000_s1343" style="position:absolute;flip:y" from="2084,4038" to="2085,4113" strokeweight="0"/>
            <v:line id="_x0000_s1344" style="position:absolute;flip:y" from="3059,4038" to="3060,4113" strokeweight="0"/>
            <v:line id="_x0000_s1345" style="position:absolute;flip:y" from="4048,4038" to="4049,4113" strokeweight="0"/>
            <v:line id="_x0000_s1346" style="position:absolute;flip:y" from="5023,4038" to="5024,4113" strokeweight="0"/>
            <v:line id="_x0000_s1347" style="position:absolute;flip:y" from="6012,4038" to="6013,4113" strokeweight="0"/>
            <v:line id="_x0000_s1348" style="position:absolute;flip:y" from="6987,4038" to="6988,4113" strokeweight="0"/>
            <v:shape id="_x0000_s1349" style="position:absolute;left:1394;top:3843;width:195;height:180" coordsize="195,180" path="m,180l90,90,195,e" filled="f" strokeweight="1.5pt">
              <v:path arrowok="t"/>
            </v:shape>
            <v:shape id="_x0000_s1350" style="position:absolute;left:1589;top:3753;width:195;height:90" coordsize="195,90" path="m,90l90,30,135,15,195,e" filled="f" strokeweight="1.5pt">
              <v:path arrowok="t"/>
            </v:shape>
            <v:shape id="_x0000_s1351" style="position:absolute;left:1784;top:3693;width:300;height:60" coordsize="300,60" path="m,60l45,45r75,l195,30,300,e" filled="f" strokeweight="1.5pt">
              <v:path arrowok="t"/>
            </v:shape>
            <v:shape id="_x0000_s1352" style="position:absolute;left:2084;top:3318;width:975;height:375" coordsize="975,375" path="m,375l180,300r90,-45l390,210,510,150,645,105,795,45,975,e" filled="f" strokeweight="1.5pt">
              <v:path arrowok="t"/>
            </v:shape>
            <v:shape id="_x0000_s1353" style="position:absolute;left:3059;top:2942;width:1964;height:376" coordsize="1964,376" path="m,376l194,331,419,316,659,286,914,256r270,-30l1454,181r255,-76l1964,e" filled="f" strokeweight="1.5pt">
              <v:path arrowok="t"/>
            </v:shape>
            <v:shape id="_x0000_s1354" style="position:absolute;left:5023;top:1411;width:1964;height:1531" coordsize="1964,1531" path="m,1531l239,1396,494,1231,734,1036,974,841,1469,405,1724,195,1964,e" filled="f" strokeweight="1.5pt">
              <v:path arrowok="t"/>
            </v:shape>
            <v:line id="_x0000_s1355" style="position:absolute;flip:y" from="1394,3843" to="1589,4023" strokeweight="1.5pt"/>
            <v:shape id="_x0000_s1356" style="position:absolute;left:1589;top:3663;width:195;height:180" coordsize="195,180" path="m,180l90,75,135,30,195,e" filled="f" strokeweight="1.5pt">
              <v:path arrowok="t"/>
            </v:shape>
            <v:shape id="_x0000_s1357" style="position:absolute;left:1784;top:3648;width:300;height:15" coordsize="300,15" path="m,15r45,l120,15r75,l300,e" filled="f" strokeweight="1.5pt">
              <v:path arrowok="t"/>
            </v:shape>
            <v:shape id="_x0000_s1358" style="position:absolute;left:2084;top:3288;width:975;height:360" coordsize="975,360" path="m,360l180,300r90,-30l390,225,510,180,645,120,795,60,975,e" filled="f" strokeweight="1.5pt">
              <v:path arrowok="t"/>
            </v:shape>
            <v:shape id="_x0000_s1359" style="position:absolute;left:3059;top:2552;width:1964;height:736" coordsize="1964,736" path="m,736l194,661,419,586,659,510,914,420,1454,225,1709,120,1964,e" filled="f" strokeweight="1.5pt">
              <v:path arrowok="t"/>
            </v:shape>
            <v:shape id="_x0000_s1360" style="position:absolute;left:5023;top:1321;width:1964;height:1231" coordsize="1964,1231" path="m,1231l239,1096,494,961,974,646,1469,315,1964,e" filled="f" strokeweight="1.5pt">
              <v:path arrowok="t"/>
            </v:shape>
            <v:shape id="_x0000_s1361" style="position:absolute;left:1394;top:3618;width:195;height:405" coordsize="195,405" path="m,405l45,300,90,180,150,75,195,e" filled="f" strokeweight="1.5pt">
              <v:path arrowok="t"/>
            </v:shape>
            <v:shape id="_x0000_s1362" style="position:absolute;left:1589;top:3573;width:195;height:45" coordsize="195,45" path="m,45l30,30,45,15r45,l135,15r30,l195,e" filled="f" strokeweight="1.5pt">
              <v:path arrowok="t"/>
            </v:shape>
            <v:shape id="_x0000_s1363" style="position:absolute;left:1784;top:3288;width:300;height:285" coordsize="300,285" path="m,285l45,225r60,-75l180,75,240,30,300,e" filled="f" strokeweight="1.5pt">
              <v:path arrowok="t"/>
            </v:shape>
            <v:shape id="_x0000_s1364" style="position:absolute;left:2084;top:3092;width:975;height:196" coordsize="975,196" path="m,196l180,151r90,-30l390,106,510,91,645,61,795,31,975,e" filled="f" strokeweight="1.5pt">
              <v:path arrowok="t"/>
            </v:shape>
            <v:shape id="_x0000_s1365" style="position:absolute;left:3059;top:2672;width:1964;height:420" coordsize="1964,420" path="m,420l194,390,419,360,659,315,914,285r270,-45l1454,180r255,-75l1964,e" filled="f" strokeweight="1.5pt">
              <v:path arrowok="t"/>
            </v:shape>
            <v:shape id="_x0000_s1366" style="position:absolute;left:5023;top:1321;width:1964;height:1351" coordsize="1964,1351" path="m,1351l239,1231,494,1081,734,916,974,736,1469,360,1724,180,1964,e" filled="f" strokeweight="1.5pt">
              <v:path arrowok="t"/>
            </v:shape>
            <v:shape id="_x0000_s1367" style="position:absolute;left:1394;top:3738;width:195;height:105" coordsize="195,105" path="m,105l90,60,150,45,195,e" filled="f" strokeweight="1.5pt">
              <v:path arrowok="t"/>
            </v:shape>
            <v:shape id="_x0000_s1368" style="position:absolute;left:1589;top:3468;width:195;height:270" coordsize="195,270" path="m,270l45,210,90,150,135,75,195,e" filled="f" strokeweight="1.5pt">
              <v:path arrowok="t"/>
            </v:shape>
            <v:shape id="_x0000_s1369" style="position:absolute;left:1784;top:3243;width:300;height:225" coordsize="300,225" path="m,225l45,165r60,-45l195,60,300,e" filled="f" strokeweight="1.5pt">
              <v:path arrowok="t"/>
            </v:shape>
            <v:shape id="_x0000_s1370" style="position:absolute;left:2084;top:2912;width:975;height:331" coordsize="975,331" path="m,331l180,256r90,-30l390,180,510,150,645,105,795,60,975,e" filled="f" strokeweight="1.5pt">
              <v:path arrowok="t"/>
            </v:shape>
            <v:shape id="_x0000_s1371" style="position:absolute;left:3059;top:2327;width:1964;height:585" coordsize="1964,585" path="m,585l194,525,419,465,659,405,914,345,1454,195r255,-90l1964,e" filled="f" strokeweight="1.5pt">
              <v:path arrowok="t"/>
            </v:shape>
            <v:shape id="_x0000_s1372" style="position:absolute;left:5023;top:1171;width:1964;height:1156" coordsize="1964,1156" path="m,1156l239,1036,494,901,974,615,1469,300,1964,e" filled="f" strokeweight="1.5pt">
              <v:path arrowok="t"/>
            </v:shape>
            <v:shape id="_x0000_s1373" style="position:absolute;left:1394;top:3663;width:195;height:255" coordsize="195,255" path="m,255l90,135,150,75,195,e" filled="f" strokeweight="1.5pt">
              <v:path arrowok="t"/>
            </v:shape>
            <v:shape id="_x0000_s1374" style="position:absolute;left:1589;top:3288;width:195;height:375" coordsize="195,375" path="m,375l45,285,90,195,135,90,195,e" filled="f" strokeweight="1.5pt">
              <v:path arrowok="t"/>
            </v:shape>
            <v:shape id="_x0000_s1375" style="position:absolute;left:1784;top:2912;width:300;height:376" coordsize="300,376" path="m,376l45,286r60,-75l180,105,240,60,300,e" filled="f" strokeweight="1.5pt">
              <v:path arrowok="t"/>
            </v:shape>
            <v:shape id="_x0000_s1376" style="position:absolute;left:2084;top:2252;width:975;height:660" coordsize="975,660" path="m,660l180,510r90,-90l390,345,510,255,645,165,795,75,975,e" filled="f" strokeweight="1.5pt">
              <v:path arrowok="t"/>
            </v:shape>
            <v:shape id="_x0000_s1377" style="position:absolute;left:3059;top:1726;width:1964;height:526" coordsize="1964,526" path="m,526l194,466,419,406,659,346,914,301r270,-60l1454,181r255,-76l1964,e" filled="f" strokeweight="1.5pt">
              <v:path arrowok="t"/>
            </v:shape>
            <v:shape id="_x0000_s1378" style="position:absolute;left:5023;top:465;width:1964;height:1261" coordsize="1964,1261" path="m,1261l239,1141,494,991,734,841,974,676,1469,331,1724,166,1964,e" filled="f" strokeweight="1.5pt">
              <v:path arrowok="t"/>
            </v:shape>
            <v:shape id="_x0000_s1379" style="position:absolute;left:1334;top:3963;width:120;height:120" coordsize="120,120" path="m60,r60,60l60,120,,60,60,xe" fillcolor="black">
              <v:path arrowok="t"/>
            </v:shape>
            <v:shape id="_x0000_s1380" style="position:absolute;left:1529;top:3783;width:120;height:120" coordsize="120,120" path="m60,r60,60l60,120,,60,60,xe" fillcolor="black">
              <v:path arrowok="t"/>
            </v:shape>
            <v:shape id="_x0000_s1381" style="position:absolute;left:1724;top:3693;width:120;height:120" coordsize="120,120" path="m60,r60,60l60,120,,60,60,xe" fillcolor="black">
              <v:path arrowok="t"/>
            </v:shape>
            <v:shape id="_x0000_s1382" style="position:absolute;left:2024;top:3633;width:120;height:120" coordsize="120,120" path="m60,r60,60l60,120,,60,60,xe" fillcolor="black">
              <v:path arrowok="t"/>
            </v:shape>
            <v:shape id="_x0000_s1383" style="position:absolute;left:2999;top:3258;width:120;height:120" coordsize="120,120" path="m60,r60,60l60,120,,60,60,xe" fillcolor="black">
              <v:path arrowok="t"/>
            </v:shape>
            <v:shape id="_x0000_s1384" style="position:absolute;left:4963;top:2882;width:120;height:120" coordsize="120,120" path="m60,r60,60l60,120,,60,60,xe" fillcolor="black">
              <v:path arrowok="t"/>
            </v:shape>
            <v:shape id="_x0000_s1385" style="position:absolute;left:6927;top:1351;width:120;height:120" coordsize="120,120" path="m60,r60,60l60,120,,60,60,xe" fillcolor="black">
              <v:path arrowok="t"/>
            </v:shape>
            <v:rect id="_x0000_s1386" style="position:absolute;left:1334;top:3963;width:105;height:105" fillcolor="black"/>
            <v:rect id="_x0000_s1387" style="position:absolute;left:1529;top:3783;width:105;height:105" fillcolor="black"/>
            <v:rect id="_x0000_s1388" style="position:absolute;left:1724;top:3603;width:105;height:105" fillcolor="black"/>
            <v:rect id="_x0000_s1389" style="position:absolute;left:2024;top:3588;width:105;height:105" fillcolor="black"/>
            <v:rect id="_x0000_s1390" style="position:absolute;left:2999;top:3228;width:105;height:105" fillcolor="black"/>
            <v:rect id="_x0000_s1391" style="position:absolute;left:4963;top:2492;width:105;height:105" fillcolor="black"/>
            <v:rect id="_x0000_s1392" style="position:absolute;left:6927;top:1261;width:105;height:105" fillcolor="black"/>
            <v:shape id="_x0000_s1393" style="position:absolute;left:1334;top:3963;width:120;height:120" coordsize="120,120" path="m60,r60,120l,120,60,xe" fillcolor="black">
              <v:path arrowok="t"/>
            </v:shape>
            <v:shape id="_x0000_s1394" style="position:absolute;left:1529;top:3558;width:120;height:120" coordsize="120,120" path="m60,r60,120l,120,60,xe" fillcolor="black">
              <v:path arrowok="t"/>
            </v:shape>
            <v:shape id="_x0000_s1395" style="position:absolute;left:1724;top:3513;width:120;height:120" coordsize="120,120" path="m60,r60,120l,120,60,xe" fillcolor="black">
              <v:path arrowok="t"/>
            </v:shape>
            <v:shape id="_x0000_s1396" style="position:absolute;left:2024;top:3228;width:120;height:120" coordsize="120,120" path="m60,r60,120l,120,60,xe" fillcolor="black">
              <v:path arrowok="t"/>
            </v:shape>
            <v:shape id="_x0000_s1397" style="position:absolute;left:2999;top:3032;width:120;height:121" coordsize="120,121" path="m60,r60,121l,121,60,xe" fillcolor="black">
              <v:path arrowok="t"/>
            </v:shape>
            <v:shape id="_x0000_s1398" style="position:absolute;left:4963;top:2612;width:120;height:120" coordsize="120,120" path="m60,r60,120l,120,60,xe" fillcolor="black">
              <v:path arrowok="t"/>
            </v:shape>
            <v:shape id="_x0000_s1399" style="position:absolute;left:6927;top:1261;width:120;height:120" coordsize="120,120" path="m60,r60,120l,120,60,xe" fillcolor="black">
              <v:path arrowok="t"/>
            </v:shape>
            <v:rect id="_x0000_s1400" style="position:absolute;left:1319;top:3768;width:165;height:165" filled="f" stroked="f"/>
            <v:line id="_x0000_s1401" style="position:absolute;flip:x y" from="1334,3783" to="1394,3843"/>
            <v:line id="_x0000_s1402" style="position:absolute" from="1394,3843" to="1454,3903"/>
            <v:line id="_x0000_s1403" style="position:absolute;flip:x" from="1334,3843" to="1394,3903"/>
            <v:line id="_x0000_s1404" style="position:absolute;flip:y" from="1394,3783" to="1454,3843"/>
            <v:rect id="_x0000_s1405" style="position:absolute;left:1514;top:3663;width:165;height:165" filled="f" stroked="f"/>
            <v:line id="_x0000_s1406" style="position:absolute;flip:x y" from="1529,3678" to="1589,3738"/>
            <v:line id="_x0000_s1407" style="position:absolute" from="1589,3738" to="1649,3798"/>
            <v:line id="_x0000_s1408" style="position:absolute;flip:x" from="1529,3738" to="1589,3798"/>
            <v:line id="_x0000_s1409" style="position:absolute;flip:y" from="1589,3678" to="1649,3738"/>
            <v:rect id="_x0000_s1410" style="position:absolute;left:1709;top:3393;width:165;height:165" filled="f" stroked="f"/>
            <v:line id="_x0000_s1411" style="position:absolute;flip:x y" from="1724,3408" to="1784,3468"/>
            <v:line id="_x0000_s1412" style="position:absolute" from="1784,3468" to="1844,3528"/>
            <v:line id="_x0000_s1413" style="position:absolute;flip:x" from="1724,3468" to="1784,3528"/>
            <v:line id="_x0000_s1414" style="position:absolute;flip:y" from="1784,3408" to="1844,3468"/>
            <v:rect id="_x0000_s1415" style="position:absolute;left:2009;top:3168;width:165;height:165" filled="f" stroked="f"/>
            <v:line id="_x0000_s1416" style="position:absolute;flip:x y" from="2024,3183" to="2084,3243"/>
            <v:line id="_x0000_s1417" style="position:absolute" from="2084,3243" to="2144,3303"/>
            <v:line id="_x0000_s1418" style="position:absolute;flip:x" from="2024,3243" to="2084,3303"/>
            <v:line id="_x0000_s1419" style="position:absolute;flip:y" from="2084,3183" to="2144,3243"/>
            <v:rect id="_x0000_s1420" style="position:absolute;left:2984;top:2837;width:164;height:165" filled="f" stroked="f"/>
            <v:line id="_x0000_s1421" style="position:absolute;flip:x y" from="2999,2852" to="3059,2912"/>
            <v:line id="_x0000_s1422" style="position:absolute" from="3059,2912" to="3119,2972"/>
            <v:line id="_x0000_s1423" style="position:absolute;flip:x" from="2999,2912" to="3059,2972"/>
            <v:line id="_x0000_s1424" style="position:absolute;flip:y" from="3059,2852" to="3119,2912"/>
            <v:rect id="_x0000_s1425" style="position:absolute;left:4948;top:2252;width:165;height:165" filled="f" stroked="f"/>
            <v:line id="_x0000_s1426" style="position:absolute;flip:x y" from="4963,2267" to="5023,2327"/>
            <v:line id="_x0000_s1427" style="position:absolute" from="5023,2327" to="5083,2387"/>
            <v:line id="_x0000_s1428" style="position:absolute;flip:x" from="4963,2327" to="5023,2387"/>
            <v:line id="_x0000_s1429" style="position:absolute;flip:y" from="5023,2267" to="5083,2327"/>
            <v:rect id="_x0000_s1430" style="position:absolute;left:6912;top:1096;width:165;height:165" filled="f" stroked="f"/>
            <v:line id="_x0000_s1431" style="position:absolute;flip:x y" from="6927,1111" to="6987,1171"/>
            <v:line id="_x0000_s1432" style="position:absolute" from="6987,1171" to="7047,1231"/>
            <v:line id="_x0000_s1433" style="position:absolute;flip:x" from="6927,1171" to="6987,1231"/>
            <v:line id="_x0000_s1434" style="position:absolute;flip:y" from="6987,1111" to="7047,1171"/>
            <v:rect id="_x0000_s1435" style="position:absolute;left:1319;top:3843;width:165;height:165" filled="f" stroked="f"/>
            <v:line id="_x0000_s1436" style="position:absolute;flip:x y" from="1334,3858" to="1394,3918"/>
            <v:line id="_x0000_s1437" style="position:absolute" from="1394,3918" to="1454,3978"/>
            <v:line id="_x0000_s1438" style="position:absolute;flip:x" from="1334,3918" to="1394,3978"/>
            <v:line id="_x0000_s1439" style="position:absolute;flip:y" from="1394,3858" to="1454,3918"/>
            <v:line id="_x0000_s1440" style="position:absolute;flip:y" from="1394,3858" to="1395,3918"/>
            <v:line id="_x0000_s1441" style="position:absolute" from="1394,3918" to="1395,3978"/>
            <v:rect id="_x0000_s1442" style="position:absolute;left:1514;top:3588;width:165;height:165" filled="f" stroked="f"/>
            <v:line id="_x0000_s1443" style="position:absolute;flip:x y" from="1529,3603" to="1589,3663"/>
            <v:line id="_x0000_s1444" style="position:absolute" from="1589,3663" to="1649,3723"/>
            <v:line id="_x0000_s1445" style="position:absolute;flip:x" from="1529,3663" to="1589,3723"/>
            <v:line id="_x0000_s1446" style="position:absolute;flip:y" from="1589,3603" to="1649,3663"/>
            <v:line id="_x0000_s1447" style="position:absolute;flip:y" from="1589,3603" to="1590,3663"/>
            <v:line id="_x0000_s1448" style="position:absolute" from="1589,3663" to="1590,3723"/>
            <v:rect id="_x0000_s1449" style="position:absolute;left:1709;top:3213;width:165;height:165" filled="f" stroked="f"/>
            <v:line id="_x0000_s1450" style="position:absolute;flip:x y" from="1724,3228" to="1784,3288"/>
            <v:line id="_x0000_s1451" style="position:absolute" from="1784,3288" to="1844,3348"/>
            <v:line id="_x0000_s1452" style="position:absolute;flip:x" from="1724,3288" to="1784,3348"/>
            <v:line id="_x0000_s1453" style="position:absolute;flip:y" from="1784,3228" to="1844,3288"/>
            <v:line id="_x0000_s1454" style="position:absolute;flip:y" from="1784,3228" to="1785,3288"/>
            <v:line id="_x0000_s1455" style="position:absolute" from="1784,3288" to="1785,3348"/>
            <v:rect id="_x0000_s1456" style="position:absolute;left:2009;top:2837;width:165;height:165" filled="f" stroked="f"/>
            <v:line id="_x0000_s1457" style="position:absolute;flip:x y" from="2024,2852" to="2084,2912"/>
            <v:line id="_x0000_s1458" style="position:absolute" from="2084,2912" to="2144,2972"/>
            <v:line id="_x0000_s1459" style="position:absolute;flip:x" from="2024,2912" to="2084,2972"/>
            <v:line id="_x0000_s1460" style="position:absolute;flip:y" from="2084,2852" to="2144,2912"/>
            <v:line id="_x0000_s1461" style="position:absolute;flip:y" from="2084,2852" to="2085,2912"/>
            <v:line id="_x0000_s1462" style="position:absolute" from="2084,2912" to="2085,2972"/>
            <v:rect id="_x0000_s1463" style="position:absolute;left:2984;top:2177;width:164;height:165" filled="f" stroked="f"/>
            <v:line id="_x0000_s1464" style="position:absolute;flip:x y" from="2999,2192" to="3059,2252"/>
            <v:line id="_x0000_s1465" style="position:absolute" from="3059,2252" to="3119,2312"/>
            <v:line id="_x0000_s1466" style="position:absolute;flip:x" from="2999,2252" to="3059,2312"/>
            <v:line id="_x0000_s1467" style="position:absolute;flip:y" from="3059,2192" to="3119,2252"/>
            <v:line id="_x0000_s1468" style="position:absolute;flip:y" from="3059,2192" to="3060,2252"/>
            <v:line id="_x0000_s1469" style="position:absolute" from="3059,2252" to="3060,2312"/>
            <v:rect id="_x0000_s1470" style="position:absolute;left:4948;top:1651;width:165;height:165" filled="f" stroked="f"/>
            <v:line id="_x0000_s1471" style="position:absolute;flip:x y" from="4963,1666" to="5023,1726"/>
            <v:line id="_x0000_s1472" style="position:absolute" from="5023,1726" to="5083,1786"/>
            <v:line id="_x0000_s1473" style="position:absolute;flip:x" from="4963,1726" to="5023,1786"/>
            <v:line id="_x0000_s1474" style="position:absolute;flip:y" from="5023,1666" to="5083,1726"/>
            <v:line id="_x0000_s1475" style="position:absolute;flip:y" from="5023,1666" to="5024,1726"/>
            <v:line id="_x0000_s1476" style="position:absolute" from="5023,1726" to="5024,1786"/>
            <v:rect id="_x0000_s1477" style="position:absolute;left:6912;top:390;width:165;height:165" filled="f" stroked="f"/>
            <v:line id="_x0000_s1478" style="position:absolute;flip:x y" from="6927,405" to="6987,465"/>
            <v:line id="_x0000_s1479" style="position:absolute" from="6987,465" to="7047,525"/>
            <v:line id="_x0000_s1480" style="position:absolute;flip:x" from="6927,465" to="6987,525"/>
            <v:line id="_x0000_s1481" style="position:absolute;flip:y" from="6987,405" to="7047,465"/>
            <v:line id="_x0000_s1482" style="position:absolute;flip:y" from="6987,405" to="6988,465"/>
            <v:line id="_x0000_s1483" style="position:absolute" from="6987,465" to="6988,525"/>
            <v:rect id="_x0000_s1484" style="position:absolute;left:648;top:3887;width:224;height:818;mso-wrap-style:none" filled="f" stroked="f">
              <v:textbox style="mso-next-textbox:#_x0000_s1484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</w:rPr>
                      <w:t>40</w:t>
                    </w:r>
                  </w:p>
                </w:txbxContent>
              </v:textbox>
            </v:rect>
            <v:rect id="_x0000_s1485" style="position:absolute;left:615;top:3273;width:224;height:818;mso-wrap-style:none" filled="f" stroked="f">
              <v:textbox style="mso-next-textbox:#_x0000_s1485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</w:rPr>
                      <w:t>50</w:t>
                    </w:r>
                  </w:p>
                </w:txbxContent>
              </v:textbox>
            </v:rect>
            <v:rect id="_x0000_s1486" style="position:absolute;left:648;top:2646;width:224;height:818;mso-wrap-style:none" filled="f" stroked="f">
              <v:textbox style="mso-next-textbox:#_x0000_s1486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</w:rPr>
                      <w:t>60</w:t>
                    </w:r>
                  </w:p>
                </w:txbxContent>
              </v:textbox>
            </v:rect>
            <v:rect id="_x0000_s1487" style="position:absolute;left:647;top:2043;width:224;height:818;mso-wrap-style:none" filled="f" stroked="f">
              <v:textbox style="mso-next-textbox:#_x0000_s1487;mso-fit-shape-to-text:t" inset="0,0,0,0">
                <w:txbxContent>
                  <w:p w:rsidR="00276ACC" w:rsidRPr="00BD712C" w:rsidRDefault="00276ACC" w:rsidP="00BD712C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</w:rPr>
                      <w:t>70</w:t>
                    </w:r>
                  </w:p>
                </w:txbxContent>
              </v:textbox>
            </v:rect>
            <v:rect id="_x0000_s1488" style="position:absolute;left:656;top:1377;width:379;height:509" filled="f" stroked="f">
              <v:textbox style="mso-next-textbox:#_x0000_s1488;mso-fit-shape-to-text:t" inset="0,0,0,0">
                <w:txbxContent>
                  <w:p w:rsidR="00276ACC" w:rsidRPr="00BD712C" w:rsidRDefault="00276ACC" w:rsidP="005C1D6D">
                    <w:r w:rsidRPr="00BD712C">
                      <w:rPr>
                        <w:color w:val="000000"/>
                      </w:rPr>
                      <w:t>80</w:t>
                    </w:r>
                  </w:p>
                </w:txbxContent>
              </v:textbox>
            </v:rect>
            <v:rect id="_x0000_s1489" style="position:absolute;left:615;top:781;width:224;height:818;mso-wrap-style:none" filled="f" stroked="f">
              <v:textbox style="mso-next-textbox:#_x0000_s1489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</w:rPr>
                      <w:t>90</w:t>
                    </w:r>
                  </w:p>
                </w:txbxContent>
              </v:textbox>
            </v:rect>
            <v:rect id="_x0000_s1490" style="position:absolute;left:540;top:180;width:335;height:818;mso-wrap-style:none" filled="f" stroked="f">
              <v:textbox style="mso-next-textbox:#_x0000_s1490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t>100</w:t>
                    </w:r>
                  </w:p>
                </w:txbxContent>
              </v:textbox>
            </v:rect>
            <v:rect id="_x0000_s1491" style="position:absolute;left:1035;top:4263;width:112;height:509;mso-wrap-style:none" filled="f" stroked="f">
              <v:textbox style="mso-next-textbox:#_x0000_s1491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492" style="position:absolute;left:1964;top:4263;width:224;height:818;mso-wrap-style:none" filled="f" stroked="f">
              <v:textbox style="mso-next-textbox:#_x0000_s1492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</w:rPr>
                      <w:t>20</w:t>
                    </w:r>
                  </w:p>
                </w:txbxContent>
              </v:textbox>
            </v:rect>
            <v:rect id="_x0000_s1493" style="position:absolute;left:2939;top:4263;width:222;height:800;mso-wrap-style:none" filled="f" stroked="f">
              <v:textbox style="mso-next-textbox:#_x0000_s1493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</w:rPr>
                      <w:t>3</w:t>
                    </w:r>
                    <w:r w:rsidRPr="00BD712C">
                      <w:rPr>
                        <w:rFonts w:ascii="Times New Roman" w:hAnsi="Times New Roman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494" style="position:absolute;left:3928;top:4263;width:439;height:509" filled="f" stroked="f">
              <v:textbox style="mso-next-textbox:#_x0000_s1494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</w:rPr>
                      <w:t>4</w:t>
                    </w:r>
                    <w:r w:rsidRPr="00BD712C">
                      <w:rPr>
                        <w:rFonts w:ascii="Times New Roman" w:hAnsi="Times New Roman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495" style="position:absolute;left:4903;top:4263;width:262;height:509" filled="f" stroked="f">
              <v:textbox style="mso-next-textbox:#_x0000_s1495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</w:rPr>
                      <w:t>5</w:t>
                    </w:r>
                    <w:r w:rsidRPr="00BD712C">
                      <w:rPr>
                        <w:rFonts w:ascii="Times New Roman" w:hAnsi="Times New Roman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496" style="position:absolute;left:5892;top:4263;width:412;height:509" filled="f" stroked="f">
              <v:textbox style="mso-next-textbox:#_x0000_s1496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</w:rPr>
                      <w:t>6</w:t>
                    </w:r>
                    <w:r w:rsidRPr="00BD712C">
                      <w:rPr>
                        <w:rFonts w:ascii="Times New Roman" w:hAnsi="Times New Roman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497" style="position:absolute;left:6867;top:4263;width:333;height:509" filled="f" stroked="f">
              <v:textbox style="mso-next-textbox:#_x0000_s1497;mso-fit-shape-to-text:t" inset="0,0,0,0">
                <w:txbxContent>
                  <w:p w:rsidR="00276ACC" w:rsidRPr="00BD712C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BD712C">
                      <w:rPr>
                        <w:color w:val="000000"/>
                      </w:rPr>
                      <w:t>7</w:t>
                    </w:r>
                    <w:r w:rsidRPr="00BD712C">
                      <w:rPr>
                        <w:rFonts w:ascii="Times New Roman" w:hAnsi="Times New Roman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498" style="position:absolute;left:3240;top:4500;width:722;height:326" filled="f" stroked="f">
              <v:textbox style="mso-next-textbox:#_x0000_s1498" inset="0,0,0,0">
                <w:txbxContent>
                  <w:p w:rsidR="00276ACC" w:rsidRPr="00216161" w:rsidRDefault="00276ACC" w:rsidP="005C1D6D">
                    <w:pPr>
                      <w:rPr>
                        <w:rFonts w:ascii="Times New Roman" w:hAnsi="Times New Roman"/>
                        <w:lang w:val="uk-UA"/>
                      </w:rPr>
                    </w:pPr>
                    <w:r w:rsidRPr="00216161">
                      <w:rPr>
                        <w:sz w:val="28"/>
                        <w:szCs w:val="28"/>
                      </w:rPr>
                      <w:t>τ</w:t>
                    </w:r>
                    <w:r w:rsidRPr="00216161">
                      <w:rPr>
                        <w:rFonts w:ascii="Times New Roman" w:hAnsi="Times New Roman"/>
                        <w:color w:val="000000"/>
                        <w:lang w:val="en-US"/>
                      </w:rPr>
                      <w:t xml:space="preserve">, </w:t>
                    </w:r>
                    <w:r w:rsidRPr="00216161">
                      <w:rPr>
                        <w:rFonts w:ascii="Times New Roman" w:hAnsi="Times New Roman"/>
                        <w:color w:val="000000"/>
                        <w:lang w:val="uk-UA"/>
                      </w:rPr>
                      <w:t>хв.</w:t>
                    </w:r>
                  </w:p>
                </w:txbxContent>
              </v:textbox>
            </v:rect>
            <v:rect id="_x0000_s1499" style="position:absolute;left:-885;top:1994;width:2520;height:331;rotation:270" filled="f" stroked="f">
              <v:textbox style="layout-flow:vertical;mso-layout-flow-alt:bottom-to-top;mso-next-textbox:#_x0000_s1499" inset="0,0,0,0">
                <w:txbxContent>
                  <w:p w:rsidR="00276ACC" w:rsidRPr="00216161" w:rsidRDefault="00276ACC" w:rsidP="005C1D6D">
                    <w:pPr>
                      <w:rPr>
                        <w:rFonts w:ascii="Times New Roman" w:hAnsi="Times New Roman"/>
                      </w:rPr>
                    </w:pPr>
                    <w:r w:rsidRPr="00216161">
                      <w:rPr>
                        <w:color w:val="000000"/>
                      </w:rPr>
                      <w:t>Ст</w:t>
                    </w:r>
                    <w:r w:rsidRPr="00216161">
                      <w:rPr>
                        <w:rFonts w:ascii="Times New Roman" w:hAnsi="Times New Roman"/>
                        <w:color w:val="000000"/>
                        <w:lang w:val="uk-UA"/>
                      </w:rPr>
                      <w:t>упінь вилучення</w:t>
                    </w:r>
                    <w:r w:rsidRPr="00216161">
                      <w:rPr>
                        <w:rFonts w:ascii="Times New Roman" w:hAnsi="Times New Roman"/>
                        <w:color w:val="000000"/>
                      </w:rPr>
                      <w:t>, %</w:t>
                    </w:r>
                  </w:p>
                  <w:p w:rsidR="00276ACC" w:rsidRPr="00E1277A" w:rsidRDefault="00276ACC" w:rsidP="005C1D6D"/>
                </w:txbxContent>
              </v:textbox>
            </v:rect>
            <v:line id="_x0000_s1500" style="position:absolute;flip:x y" from="2766,2004" to="3066,2259">
              <v:stroke endcap="round"/>
            </v:line>
            <v:line id="_x0000_s1501" style="position:absolute;flip:x y" from="3561,2469" to="3831,2650">
              <v:stroke endcap="round"/>
            </v:line>
            <v:line id="_x0000_s1502" style="position:absolute" from="4820,3055" to="5330,3056">
              <v:stroke endcap="round"/>
            </v:line>
            <v:line id="_x0000_s1503" style="position:absolute" from="5165,2605" to="6140,2606">
              <v:stroke endcap="round"/>
            </v:line>
            <v:line id="_x0000_s1504" style="position:absolute" from="5330,2379" to="6349,2409">
              <v:stroke endcap="round"/>
            </v:line>
            <v:rect id="_x0000_s1505" style="position:absolute;left:5382;top:2957;width:112;height:509;mso-wrap-style:none" filled="f" stroked="f">
              <v:textbox style="mso-next-textbox:#_x0000_s1505;mso-fit-shape-to-text:t" inset="0,0,0,0">
                <w:txbxContent>
                  <w:p w:rsidR="00276ACC" w:rsidRDefault="00276ACC" w:rsidP="005C1D6D">
                    <w:r>
                      <w:rPr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506" style="position:absolute;left:6192;top:2507;width:112;height:509;mso-wrap-style:none" filled="f" stroked="f">
              <v:textbox style="mso-next-textbox:#_x0000_s1506;mso-fit-shape-to-text:t" inset="0,0,0,0">
                <w:txbxContent>
                  <w:p w:rsidR="00276ACC" w:rsidRDefault="00276ACC" w:rsidP="005C1D6D">
                    <w:r>
                      <w:rPr>
                        <w:color w:val="00000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507" style="position:absolute;left:6432;top:2267;width:112;height:509;mso-wrap-style:none" filled="f" stroked="f">
              <v:textbox style="mso-next-textbox:#_x0000_s1507;mso-fit-shape-to-text:t" inset="0,0,0,0">
                <w:txbxContent>
                  <w:p w:rsidR="00276ACC" w:rsidRDefault="00276ACC" w:rsidP="005C1D6D">
                    <w:r>
                      <w:rPr>
                        <w:color w:val="000000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508" style="position:absolute;left:3373;top:2297;width:112;height:509;mso-wrap-style:none" filled="f" stroked="f">
              <v:textbox style="mso-next-textbox:#_x0000_s1508;mso-fit-shape-to-text:t" inset="0,0,0,0">
                <w:txbxContent>
                  <w:p w:rsidR="00276ACC" w:rsidRDefault="00276ACC" w:rsidP="005C1D6D">
                    <w:r>
                      <w:rPr>
                        <w:color w:val="00000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509" style="position:absolute;left:2579;top:1741;width:112;height:509;mso-wrap-style:none" filled="f" stroked="f">
              <v:textbox style="mso-next-textbox:#_x0000_s1509;mso-fit-shape-to-text:t" inset="0,0,0,0">
                <w:txbxContent>
                  <w:p w:rsidR="00276ACC" w:rsidRDefault="00276ACC" w:rsidP="005C1D6D">
                    <w:r>
                      <w:rPr>
                        <w:color w:val="000000"/>
                        <w:lang w:val="en-US"/>
                      </w:rPr>
                      <w:t>5</w:t>
                    </w:r>
                  </w:p>
                </w:txbxContent>
              </v:textbox>
            </v:rect>
            <w10:anchorlock/>
          </v:group>
        </w:pict>
      </w:r>
    </w:p>
    <w:p w:rsidR="00276ACC" w:rsidRPr="005C1D6D" w:rsidRDefault="00276ACC" w:rsidP="00216161">
      <w:pPr>
        <w:pStyle w:val="BodyText"/>
        <w:widowControl w:val="0"/>
        <w:spacing w:after="0"/>
        <w:jc w:val="center"/>
        <w:rPr>
          <w:b/>
          <w:sz w:val="28"/>
          <w:szCs w:val="28"/>
        </w:rPr>
      </w:pPr>
      <w:r w:rsidRPr="005C1D6D">
        <w:rPr>
          <w:sz w:val="28"/>
          <w:szCs w:val="28"/>
        </w:rPr>
        <w:t>Рис.</w:t>
      </w:r>
      <w:r>
        <w:rPr>
          <w:sz w:val="28"/>
          <w:szCs w:val="28"/>
        </w:rPr>
        <w:t>2</w:t>
      </w:r>
      <w:r w:rsidRPr="005C1D6D">
        <w:rPr>
          <w:sz w:val="28"/>
          <w:szCs w:val="28"/>
        </w:rPr>
        <w:t xml:space="preserve">. </w:t>
      </w:r>
      <w:r w:rsidRPr="005C1D6D">
        <w:rPr>
          <w:b/>
          <w:sz w:val="28"/>
          <w:szCs w:val="28"/>
        </w:rPr>
        <w:t>За</w:t>
      </w:r>
      <w:r w:rsidRPr="005C1D6D">
        <w:rPr>
          <w:b/>
          <w:sz w:val="28"/>
          <w:szCs w:val="28"/>
          <w:lang w:val="uk-UA"/>
        </w:rPr>
        <w:t>лежність</w:t>
      </w:r>
      <w:r w:rsidRPr="005C1D6D">
        <w:rPr>
          <w:b/>
          <w:sz w:val="28"/>
          <w:szCs w:val="28"/>
        </w:rPr>
        <w:t xml:space="preserve"> ст</w:t>
      </w:r>
      <w:r w:rsidRPr="005C1D6D">
        <w:rPr>
          <w:b/>
          <w:sz w:val="28"/>
          <w:szCs w:val="28"/>
          <w:lang w:val="uk-UA"/>
        </w:rPr>
        <w:t>упеню</w:t>
      </w:r>
      <w:r w:rsidRPr="005C1D6D">
        <w:rPr>
          <w:b/>
          <w:sz w:val="28"/>
          <w:szCs w:val="28"/>
        </w:rPr>
        <w:t xml:space="preserve"> </w:t>
      </w:r>
      <w:r w:rsidRPr="005C1D6D">
        <w:rPr>
          <w:b/>
          <w:sz w:val="28"/>
          <w:szCs w:val="28"/>
          <w:lang w:val="uk-UA"/>
        </w:rPr>
        <w:t>вилучення</w:t>
      </w:r>
      <w:r w:rsidRPr="005C1D6D">
        <w:rPr>
          <w:b/>
          <w:sz w:val="28"/>
          <w:szCs w:val="28"/>
        </w:rPr>
        <w:t xml:space="preserve"> мол</w:t>
      </w:r>
      <w:r w:rsidRPr="005C1D6D">
        <w:rPr>
          <w:b/>
          <w:sz w:val="28"/>
          <w:szCs w:val="28"/>
          <w:lang w:val="uk-UA"/>
        </w:rPr>
        <w:t>і</w:t>
      </w:r>
      <w:r w:rsidRPr="005C1D6D">
        <w:rPr>
          <w:b/>
          <w:sz w:val="28"/>
          <w:szCs w:val="28"/>
        </w:rPr>
        <w:t>бдена при р</w:t>
      </w:r>
      <w:r w:rsidRPr="005C1D6D">
        <w:rPr>
          <w:b/>
          <w:sz w:val="28"/>
          <w:szCs w:val="28"/>
          <w:lang w:val="uk-UA"/>
        </w:rPr>
        <w:t>і</w:t>
      </w:r>
      <w:r w:rsidRPr="005C1D6D">
        <w:rPr>
          <w:b/>
          <w:sz w:val="28"/>
          <w:szCs w:val="28"/>
        </w:rPr>
        <w:t>з</w:t>
      </w:r>
      <w:r w:rsidRPr="005C1D6D">
        <w:rPr>
          <w:b/>
          <w:sz w:val="28"/>
          <w:szCs w:val="28"/>
          <w:lang w:val="uk-UA"/>
        </w:rPr>
        <w:t>них</w:t>
      </w:r>
      <w:r w:rsidRPr="005C1D6D">
        <w:rPr>
          <w:b/>
          <w:sz w:val="28"/>
          <w:szCs w:val="28"/>
        </w:rPr>
        <w:t xml:space="preserve"> концентрац</w:t>
      </w:r>
      <w:r w:rsidRPr="005C1D6D">
        <w:rPr>
          <w:b/>
          <w:sz w:val="28"/>
          <w:szCs w:val="28"/>
          <w:lang w:val="uk-UA"/>
        </w:rPr>
        <w:t>і</w:t>
      </w:r>
      <w:r w:rsidRPr="005C1D6D">
        <w:rPr>
          <w:b/>
          <w:sz w:val="28"/>
          <w:szCs w:val="28"/>
        </w:rPr>
        <w:t>ях ам</w:t>
      </w:r>
      <w:r w:rsidRPr="005C1D6D">
        <w:rPr>
          <w:b/>
          <w:sz w:val="28"/>
          <w:szCs w:val="28"/>
          <w:lang w:val="uk-UA"/>
        </w:rPr>
        <w:t>і</w:t>
      </w:r>
      <w:r w:rsidRPr="005C1D6D">
        <w:rPr>
          <w:b/>
          <w:sz w:val="28"/>
          <w:szCs w:val="28"/>
        </w:rPr>
        <w:t>ак</w:t>
      </w:r>
      <w:r w:rsidRPr="005C1D6D">
        <w:rPr>
          <w:b/>
          <w:sz w:val="28"/>
          <w:szCs w:val="28"/>
          <w:lang w:val="uk-UA"/>
        </w:rPr>
        <w:t>у</w:t>
      </w:r>
      <w:r w:rsidRPr="005C1D6D">
        <w:rPr>
          <w:b/>
          <w:sz w:val="28"/>
          <w:szCs w:val="28"/>
        </w:rPr>
        <w:t xml:space="preserve"> в р</w:t>
      </w:r>
      <w:r w:rsidRPr="005C1D6D">
        <w:rPr>
          <w:b/>
          <w:sz w:val="28"/>
          <w:szCs w:val="28"/>
          <w:lang w:val="uk-UA"/>
        </w:rPr>
        <w:t>озчинах</w:t>
      </w:r>
      <w:r w:rsidRPr="005C1D6D">
        <w:rPr>
          <w:b/>
          <w:sz w:val="28"/>
          <w:szCs w:val="28"/>
        </w:rPr>
        <w:t xml:space="preserve"> (г/л): 1 – 30; 2 – 60; 3 – 120; 4 – 200; 5 – 240.</w:t>
      </w:r>
    </w:p>
    <w:p w:rsidR="00276ACC" w:rsidRPr="005C1D6D" w:rsidRDefault="00276ACC" w:rsidP="00657AFD">
      <w:pPr>
        <w:pStyle w:val="BodyText"/>
        <w:widowControl w:val="0"/>
        <w:spacing w:after="0" w:line="360" w:lineRule="auto"/>
        <w:ind w:firstLine="709"/>
        <w:jc w:val="center"/>
        <w:rPr>
          <w:sz w:val="28"/>
          <w:szCs w:val="28"/>
          <w:lang w:val="uk-UA"/>
        </w:rPr>
      </w:pPr>
    </w:p>
    <w:p w:rsidR="00276ACC" w:rsidRDefault="00276ACC" w:rsidP="00657AFD">
      <w:pPr>
        <w:pStyle w:val="BodyText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5C1D6D">
        <w:rPr>
          <w:sz w:val="28"/>
          <w:szCs w:val="28"/>
          <w:lang w:val="uk-UA"/>
        </w:rPr>
        <w:t>Швидкість процесу в</w:t>
      </w:r>
      <w:r>
        <w:rPr>
          <w:sz w:val="28"/>
          <w:szCs w:val="28"/>
          <w:lang w:val="uk-UA"/>
        </w:rPr>
        <w:t>илуговування молібдену (рис.2</w:t>
      </w:r>
      <w:r w:rsidRPr="005C1D6D">
        <w:rPr>
          <w:sz w:val="28"/>
          <w:szCs w:val="28"/>
          <w:lang w:val="uk-UA"/>
        </w:rPr>
        <w:t>) у початковий період до 10 хвилин сильно залежить від концентрації аміаку, а в подальшому швидкість процесу практично залишається незмінною для будь-якої концентрації аміаку, при цьому ступінь вилучення досягає максимального значення через 60 хвилин.</w:t>
      </w:r>
    </w:p>
    <w:p w:rsidR="00276ACC" w:rsidRDefault="00276ACC" w:rsidP="00657AFD">
      <w:pPr>
        <w:pStyle w:val="BodyText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у результаті проведеної роботи було вивчено о</w:t>
      </w:r>
      <w:r w:rsidRPr="005C1D6D">
        <w:rPr>
          <w:sz w:val="28"/>
          <w:szCs w:val="28"/>
          <w:lang w:val="uk-UA"/>
        </w:rPr>
        <w:t>сновні способи вилучення молібдену з різної сировини</w:t>
      </w:r>
      <w:r>
        <w:rPr>
          <w:sz w:val="28"/>
          <w:szCs w:val="28"/>
          <w:lang w:val="uk-UA"/>
        </w:rPr>
        <w:t>.</w:t>
      </w:r>
      <w:r w:rsidRPr="005C1D6D">
        <w:rPr>
          <w:sz w:val="28"/>
          <w:szCs w:val="28"/>
          <w:lang w:val="uk-UA"/>
        </w:rPr>
        <w:t xml:space="preserve">  Проведено термодинамічний аналіз реакцій компонентів каталізатора в процесі роботи та взаємодії з киснем. Теоретично обґрунтовано повний перехід сульфідних і карбідних з'єднань компонентів каталізатора в оксиди вищих ступенів окислення при взаємодії з киснем повітря. Отримано експериментальне підтвердження теоретичних розрахунків на реальному відпрацьованому каталізаторі. Експериментально досліджено процес окисного випалу каталізатора за допомогою кисню повітря. Встановлено, що оптимальна температура процесу випалу повинна підтримуватися в інтервалі 773</w:t>
      </w:r>
      <w:r>
        <w:rPr>
          <w:sz w:val="28"/>
          <w:szCs w:val="28"/>
          <w:lang w:val="uk-UA"/>
        </w:rPr>
        <w:t xml:space="preserve"> – </w:t>
      </w:r>
      <w:r w:rsidRPr="005C1D6D">
        <w:rPr>
          <w:sz w:val="28"/>
          <w:szCs w:val="28"/>
          <w:lang w:val="uk-UA"/>
        </w:rPr>
        <w:t>873 К, а оптимальна швидкість повітря повинна складати 3800 год</w:t>
      </w:r>
      <w:r w:rsidRPr="005C1D6D">
        <w:rPr>
          <w:sz w:val="28"/>
          <w:szCs w:val="28"/>
          <w:vertAlign w:val="superscript"/>
          <w:lang w:val="uk-UA"/>
        </w:rPr>
        <w:t>-1</w:t>
      </w:r>
      <w:r w:rsidRPr="005C1D6D">
        <w:rPr>
          <w:sz w:val="28"/>
          <w:szCs w:val="28"/>
          <w:lang w:val="uk-UA"/>
        </w:rPr>
        <w:t>. В результаті досліджень встановлено, що оптимальною концентрацією аміаку в розчині в кубі колони є концентрація 60 г/л, яка дозволяє максимально вилучити молібден.</w:t>
      </w:r>
    </w:p>
    <w:p w:rsidR="00276ACC" w:rsidRPr="005C1D6D" w:rsidRDefault="00276ACC" w:rsidP="00657AFD">
      <w:pPr>
        <w:pStyle w:val="BodyText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276ACC" w:rsidRDefault="00276ACC" w:rsidP="00657AF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276ACC" w:rsidRDefault="00276ACC" w:rsidP="00657AFD">
      <w:pPr>
        <w:pStyle w:val="1"/>
        <w:numPr>
          <w:ilvl w:val="0"/>
          <w:numId w:val="3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72077">
        <w:rPr>
          <w:rFonts w:ascii="Times New Roman" w:hAnsi="Times New Roman"/>
          <w:sz w:val="28"/>
          <w:szCs w:val="28"/>
          <w:lang w:val="uk-UA"/>
        </w:rPr>
        <w:t xml:space="preserve">Дробоног Н.Н., Козуб П.А., Гринь Г.І. Дослідження вилуговування ванадію і молібдену з відпрацьованих каталізаторів аміачними розчинами // Тези доповідей: “Хімія і сучасні технології”. – Дніпропетровськ: УДХТУ.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A72077">
        <w:rPr>
          <w:rFonts w:ascii="Times New Roman" w:hAnsi="Times New Roman"/>
          <w:sz w:val="28"/>
          <w:szCs w:val="28"/>
          <w:lang w:val="uk-UA"/>
        </w:rPr>
        <w:t xml:space="preserve"> 2005.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A72077">
        <w:rPr>
          <w:rFonts w:ascii="Times New Roman" w:hAnsi="Times New Roman"/>
          <w:sz w:val="28"/>
          <w:szCs w:val="28"/>
          <w:lang w:val="uk-UA"/>
        </w:rPr>
        <w:t xml:space="preserve"> С. 42. </w:t>
      </w:r>
    </w:p>
    <w:p w:rsidR="00276ACC" w:rsidRPr="00657AFD" w:rsidRDefault="00276ACC" w:rsidP="00657AFD">
      <w:pPr>
        <w:pStyle w:val="1"/>
        <w:numPr>
          <w:ilvl w:val="0"/>
          <w:numId w:val="3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Рябін В. А., Остроумов М. А., Світ Т. Ф. Т</w:t>
      </w:r>
      <w:r w:rsidRPr="00084C86">
        <w:rPr>
          <w:rFonts w:ascii="Times New Roman" w:hAnsi="Times New Roman"/>
          <w:sz w:val="28"/>
          <w:szCs w:val="28"/>
          <w:lang w:val="uk-UA"/>
        </w:rPr>
        <w:t xml:space="preserve">ермодинамічні властивості речовин. – Л.: Хімія, 1977.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084C86">
        <w:rPr>
          <w:rFonts w:ascii="Times New Roman" w:hAnsi="Times New Roman"/>
          <w:sz w:val="28"/>
          <w:szCs w:val="28"/>
          <w:lang w:val="uk-UA"/>
        </w:rPr>
        <w:t xml:space="preserve"> С. 383.</w:t>
      </w:r>
    </w:p>
    <w:p w:rsidR="00276ACC" w:rsidRDefault="00276ACC" w:rsidP="007F3C3E">
      <w:pPr>
        <w:pStyle w:val="1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084C86">
        <w:rPr>
          <w:rFonts w:ascii="Times New Roman" w:hAnsi="Times New Roman"/>
          <w:sz w:val="28"/>
          <w:szCs w:val="28"/>
          <w:lang w:val="uk-UA"/>
        </w:rPr>
        <w:t xml:space="preserve"> Козуб П. А., Гринь Г. І., Дробоног Н. Н. Термічна обробка відпрацьованих Ni-Mo каталізаторів / / Східно-Європейський журнал передових технологій. – 2005.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084C86">
        <w:rPr>
          <w:rFonts w:ascii="Times New Roman" w:hAnsi="Times New Roman"/>
          <w:sz w:val="28"/>
          <w:szCs w:val="28"/>
          <w:lang w:val="uk-UA"/>
        </w:rPr>
        <w:t xml:space="preserve"> № 3 (2).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084C86">
        <w:rPr>
          <w:rFonts w:ascii="Times New Roman" w:hAnsi="Times New Roman"/>
          <w:sz w:val="28"/>
          <w:szCs w:val="28"/>
          <w:lang w:val="uk-UA"/>
        </w:rPr>
        <w:t xml:space="preserve"> С. 110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084C86">
        <w:rPr>
          <w:rFonts w:ascii="Times New Roman" w:hAnsi="Times New Roman"/>
          <w:sz w:val="28"/>
          <w:szCs w:val="28"/>
          <w:lang w:val="uk-UA"/>
        </w:rPr>
        <w:t>114.</w:t>
      </w:r>
    </w:p>
    <w:p w:rsidR="00276ACC" w:rsidRDefault="00276ACC" w:rsidP="007F3C3E">
      <w:pPr>
        <w:pStyle w:val="1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76ACC" w:rsidRPr="00657AFD" w:rsidRDefault="00276ACC" w:rsidP="00B479E9">
      <w:pPr>
        <w:pStyle w:val="1"/>
        <w:tabs>
          <w:tab w:val="left" w:pos="0"/>
          <w:tab w:val="left" w:pos="5670"/>
        </w:tabs>
        <w:spacing w:after="0" w:line="360" w:lineRule="auto"/>
        <w:ind w:left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57AFD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276ACC" w:rsidRDefault="00276ACC" w:rsidP="00312F78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7F3C3E">
        <w:rPr>
          <w:rFonts w:ascii="Times New Roman" w:hAnsi="Times New Roman"/>
          <w:sz w:val="28"/>
          <w:szCs w:val="28"/>
          <w:lang w:val="uk-UA"/>
        </w:rPr>
        <w:t>доктор технічних наук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F3C3E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професор</w:t>
      </w:r>
      <w:r w:rsidRPr="007F3C3E">
        <w:rPr>
          <w:rFonts w:ascii="Times New Roman" w:hAnsi="Times New Roman"/>
          <w:sz w:val="28"/>
          <w:szCs w:val="28"/>
          <w:lang w:val="uk-UA"/>
        </w:rPr>
        <w:t xml:space="preserve"> Гринь Григорій Іванович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76ACC" w:rsidRPr="00B479E9" w:rsidRDefault="00276ACC" w:rsidP="00657AFD">
      <w:pPr>
        <w:spacing w:line="360" w:lineRule="auto"/>
        <w:ind w:left="709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276ACC" w:rsidRPr="005C1D6D" w:rsidRDefault="00276ACC" w:rsidP="005C1D6D">
      <w:pPr>
        <w:spacing w:line="360" w:lineRule="auto"/>
        <w:ind w:left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76ACC" w:rsidRDefault="00276ACC" w:rsidP="000C1A95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76ACC" w:rsidRDefault="00276ACC" w:rsidP="000C1A95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76ACC" w:rsidRPr="0081618A" w:rsidRDefault="00276ACC" w:rsidP="0081618A">
      <w:pPr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sectPr w:rsidR="00276ACC" w:rsidRPr="0081618A" w:rsidSect="00E6264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C406E"/>
    <w:multiLevelType w:val="hybridMultilevel"/>
    <w:tmpl w:val="BBC619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0E0CAF"/>
    <w:multiLevelType w:val="hybridMultilevel"/>
    <w:tmpl w:val="5C3CD1E2"/>
    <w:lvl w:ilvl="0" w:tplc="E160A6B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7860F80"/>
    <w:multiLevelType w:val="hybridMultilevel"/>
    <w:tmpl w:val="B15E0218"/>
    <w:lvl w:ilvl="0" w:tplc="C1F2F6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64A"/>
    <w:rsid w:val="00084C86"/>
    <w:rsid w:val="000C1A95"/>
    <w:rsid w:val="001E4BD0"/>
    <w:rsid w:val="001F6415"/>
    <w:rsid w:val="00216161"/>
    <w:rsid w:val="00276ACC"/>
    <w:rsid w:val="00312F78"/>
    <w:rsid w:val="00397140"/>
    <w:rsid w:val="0041513A"/>
    <w:rsid w:val="0042115F"/>
    <w:rsid w:val="00474803"/>
    <w:rsid w:val="004960BE"/>
    <w:rsid w:val="004B4626"/>
    <w:rsid w:val="004E00FF"/>
    <w:rsid w:val="00524454"/>
    <w:rsid w:val="00574834"/>
    <w:rsid w:val="00576D6B"/>
    <w:rsid w:val="005C1D6D"/>
    <w:rsid w:val="00657AFD"/>
    <w:rsid w:val="006755D7"/>
    <w:rsid w:val="006F4734"/>
    <w:rsid w:val="00784A0B"/>
    <w:rsid w:val="007F3C3E"/>
    <w:rsid w:val="0081618A"/>
    <w:rsid w:val="008B5941"/>
    <w:rsid w:val="0091119D"/>
    <w:rsid w:val="00963E59"/>
    <w:rsid w:val="00A72077"/>
    <w:rsid w:val="00B066EE"/>
    <w:rsid w:val="00B479E9"/>
    <w:rsid w:val="00B82963"/>
    <w:rsid w:val="00BA14BE"/>
    <w:rsid w:val="00BD712C"/>
    <w:rsid w:val="00DA0016"/>
    <w:rsid w:val="00DD3448"/>
    <w:rsid w:val="00E1277A"/>
    <w:rsid w:val="00E6264A"/>
    <w:rsid w:val="00F3695E"/>
    <w:rsid w:val="00F9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15F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C1D6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C1D6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Normal"/>
    <w:uiPriority w:val="99"/>
    <w:rsid w:val="005C1D6D"/>
    <w:pPr>
      <w:ind w:left="720"/>
      <w:contextualSpacing/>
    </w:pPr>
    <w:rPr>
      <w:rFonts w:eastAsia="Times New Roman"/>
    </w:rPr>
  </w:style>
  <w:style w:type="character" w:styleId="Hyperlink">
    <w:name w:val="Hyperlink"/>
    <w:basedOn w:val="DefaultParagraphFont"/>
    <w:uiPriority w:val="99"/>
    <w:rsid w:val="0081618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</TotalTime>
  <Pages>7</Pages>
  <Words>5515</Words>
  <Characters>3144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</cp:revision>
  <dcterms:created xsi:type="dcterms:W3CDTF">2019-09-20T12:51:00Z</dcterms:created>
  <dcterms:modified xsi:type="dcterms:W3CDTF">2019-09-29T08:18:00Z</dcterms:modified>
</cp:coreProperties>
</file>