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538" w:rsidRDefault="00177538" w:rsidP="007A2493">
      <w:pPr>
        <w:spacing w:line="30" w:lineRule="atLeast"/>
        <w:jc w:val="right"/>
        <w:rPr>
          <w:rFonts w:ascii="Times New Roman" w:hAnsi="Times New Roman"/>
          <w:b/>
          <w:sz w:val="28"/>
          <w:szCs w:val="28"/>
        </w:rPr>
      </w:pPr>
      <w:r w:rsidRPr="005F0809">
        <w:rPr>
          <w:rFonts w:ascii="Times New Roman" w:hAnsi="Times New Roman"/>
          <w:b/>
          <w:sz w:val="28"/>
          <w:szCs w:val="28"/>
        </w:rPr>
        <w:t>Kamila Grochowy</w:t>
      </w:r>
    </w:p>
    <w:p w:rsidR="00177538" w:rsidRDefault="00177538" w:rsidP="007A2493">
      <w:pPr>
        <w:spacing w:line="30" w:lineRule="atLeast"/>
        <w:jc w:val="right"/>
        <w:rPr>
          <w:rFonts w:ascii="Times New Roman" w:hAnsi="Times New Roman"/>
          <w:b/>
          <w:sz w:val="28"/>
          <w:szCs w:val="28"/>
          <w:lang w:val="uk-UA"/>
        </w:rPr>
      </w:pPr>
      <w:r w:rsidRPr="005A5248">
        <w:rPr>
          <w:rFonts w:ascii="Times New Roman" w:hAnsi="Times New Roman"/>
          <w:b/>
          <w:sz w:val="28"/>
          <w:szCs w:val="28"/>
          <w:lang w:val="uk-UA"/>
        </w:rPr>
        <w:t>(</w:t>
      </w:r>
      <w:r w:rsidRPr="005A5248">
        <w:rPr>
          <w:rFonts w:ascii="Times New Roman" w:hAnsi="Times New Roman"/>
          <w:b/>
          <w:sz w:val="28"/>
          <w:szCs w:val="28"/>
        </w:rPr>
        <w:t>Politechnika Rzeszowska im. Ignacego Łukasiewicza, Polska</w:t>
      </w:r>
      <w:r w:rsidRPr="005A5248">
        <w:rPr>
          <w:rFonts w:ascii="Times New Roman" w:hAnsi="Times New Roman"/>
          <w:b/>
          <w:sz w:val="28"/>
          <w:szCs w:val="28"/>
          <w:lang w:val="uk-UA"/>
        </w:rPr>
        <w:t>)</w:t>
      </w:r>
    </w:p>
    <w:p w:rsidR="00177538" w:rsidRPr="005A5248" w:rsidRDefault="00177538" w:rsidP="007A2493">
      <w:pPr>
        <w:spacing w:line="30" w:lineRule="atLeast"/>
        <w:jc w:val="right"/>
        <w:rPr>
          <w:rFonts w:ascii="Times New Roman" w:hAnsi="Times New Roman"/>
          <w:b/>
          <w:sz w:val="28"/>
          <w:szCs w:val="28"/>
          <w:lang w:val="uk-UA"/>
        </w:rPr>
      </w:pPr>
    </w:p>
    <w:p w:rsidR="00177538" w:rsidRDefault="00177538" w:rsidP="007A2493">
      <w:pPr>
        <w:spacing w:line="30" w:lineRule="atLeast"/>
        <w:jc w:val="center"/>
        <w:rPr>
          <w:rFonts w:ascii="Times New Roman" w:hAnsi="Times New Roman"/>
          <w:b/>
          <w:sz w:val="28"/>
          <w:szCs w:val="28"/>
          <w:lang w:val="uk-UA"/>
        </w:rPr>
      </w:pPr>
      <w:bookmarkStart w:id="0" w:name="_GoBack"/>
      <w:r w:rsidRPr="005F0809">
        <w:rPr>
          <w:rFonts w:ascii="Times New Roman" w:hAnsi="Times New Roman"/>
          <w:b/>
          <w:sz w:val="28"/>
          <w:szCs w:val="28"/>
        </w:rPr>
        <w:t xml:space="preserve">ROZWÓJ KULTURY FIZYCZNEJ I SPORTU </w:t>
      </w:r>
      <w:r>
        <w:rPr>
          <w:rFonts w:ascii="Times New Roman" w:hAnsi="Times New Roman"/>
          <w:b/>
          <w:sz w:val="28"/>
          <w:szCs w:val="28"/>
        </w:rPr>
        <w:t>WE WSPÓŁCZESNYM ŚWIECIE</w:t>
      </w:r>
    </w:p>
    <w:p w:rsidR="00177538" w:rsidRPr="005A5248" w:rsidRDefault="00177538" w:rsidP="007A2493">
      <w:pPr>
        <w:spacing w:line="30" w:lineRule="atLeast"/>
        <w:jc w:val="center"/>
        <w:rPr>
          <w:rFonts w:ascii="Times New Roman" w:hAnsi="Times New Roman"/>
          <w:b/>
          <w:sz w:val="28"/>
          <w:szCs w:val="28"/>
          <w:lang w:val="uk-UA"/>
        </w:rPr>
      </w:pPr>
    </w:p>
    <w:bookmarkEnd w:id="0"/>
    <w:p w:rsidR="00177538" w:rsidRDefault="00177538" w:rsidP="007A2493">
      <w:pPr>
        <w:spacing w:after="0" w:line="30" w:lineRule="atLeast"/>
        <w:jc w:val="both"/>
        <w:rPr>
          <w:rFonts w:ascii="Times New Roman" w:hAnsi="Times New Roman"/>
          <w:sz w:val="28"/>
          <w:szCs w:val="28"/>
        </w:rPr>
      </w:pPr>
      <w:r w:rsidRPr="00E94DEE">
        <w:rPr>
          <w:rFonts w:ascii="Times New Roman" w:hAnsi="Times New Roman"/>
          <w:sz w:val="28"/>
          <w:szCs w:val="28"/>
        </w:rPr>
        <w:t>Sport jest cz</w:t>
      </w:r>
      <w:r>
        <w:rPr>
          <w:rFonts w:ascii="Times New Roman" w:hAnsi="Times New Roman"/>
          <w:sz w:val="28"/>
          <w:szCs w:val="28"/>
        </w:rPr>
        <w:t>ęścią kultury każdego narodu. K</w:t>
      </w:r>
      <w:r w:rsidRPr="00E94DEE">
        <w:rPr>
          <w:rFonts w:ascii="Times New Roman" w:hAnsi="Times New Roman"/>
          <w:sz w:val="28"/>
          <w:szCs w:val="28"/>
        </w:rPr>
        <w:t>ulturę fizyczną, z po</w:t>
      </w:r>
      <w:r>
        <w:rPr>
          <w:rFonts w:ascii="Times New Roman" w:hAnsi="Times New Roman"/>
          <w:sz w:val="28"/>
          <w:szCs w:val="28"/>
        </w:rPr>
        <w:t xml:space="preserve">wodzeniem rozwijają </w:t>
      </w:r>
      <w:r w:rsidRPr="00E94DEE">
        <w:rPr>
          <w:rFonts w:ascii="Times New Roman" w:hAnsi="Times New Roman"/>
          <w:sz w:val="28"/>
          <w:szCs w:val="28"/>
        </w:rPr>
        <w:t>społeczności zarówno dużych miast jak i małych m</w:t>
      </w:r>
      <w:r>
        <w:rPr>
          <w:rFonts w:ascii="Times New Roman" w:hAnsi="Times New Roman"/>
          <w:sz w:val="28"/>
          <w:szCs w:val="28"/>
        </w:rPr>
        <w:t>iasteczek, a także wsi, co sprzyja nie tylko rozwojowi infrastrukturalnemu, ale także odnosi się do rozwoju intelektualnego poszczególnych jednostek. Od zawsze sport stał się integracyjną częścią rozwoju każdego społeczeństwa, co przekłada się  nie tylko na poprawę jakości życia poszczególnych jednostek ale również na wzrost owych jednostek , zaangażowania człowieka w rożne sfery, począwszy od sportowej do politycznej. W nauce istnieje kilka definicji kultury fizycznej.</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M.Demel uważa, że </w:t>
      </w:r>
      <w:r w:rsidRPr="00C33F15">
        <w:rPr>
          <w:rFonts w:ascii="Times New Roman" w:hAnsi="Times New Roman"/>
          <w:sz w:val="28"/>
          <w:szCs w:val="28"/>
        </w:rPr>
        <w:t xml:space="preserve">„Kultura fizyczna obejmuje te wszystkie wartości, które </w:t>
      </w:r>
      <w:r>
        <w:rPr>
          <w:rFonts w:ascii="Times New Roman" w:hAnsi="Times New Roman"/>
          <w:sz w:val="28"/>
          <w:szCs w:val="28"/>
        </w:rPr>
        <w:t xml:space="preserve">wiążą się z fizyczna postacią i </w:t>
      </w:r>
      <w:r w:rsidRPr="00C33F15">
        <w:rPr>
          <w:rFonts w:ascii="Times New Roman" w:hAnsi="Times New Roman"/>
          <w:sz w:val="28"/>
          <w:szCs w:val="28"/>
        </w:rPr>
        <w:t>fizycznym funkcjonowaniem człowieka, zarówno w jego</w:t>
      </w:r>
      <w:r>
        <w:rPr>
          <w:rFonts w:ascii="Times New Roman" w:hAnsi="Times New Roman"/>
          <w:sz w:val="28"/>
          <w:szCs w:val="28"/>
        </w:rPr>
        <w:t xml:space="preserve"> własnym subiektywnym odczuciu, </w:t>
      </w:r>
      <w:r w:rsidRPr="00C33F15">
        <w:rPr>
          <w:rFonts w:ascii="Times New Roman" w:hAnsi="Times New Roman"/>
          <w:sz w:val="28"/>
          <w:szCs w:val="28"/>
        </w:rPr>
        <w:t>jak też w obrazie społecznie zobiektywizowanym. War</w:t>
      </w:r>
      <w:r>
        <w:rPr>
          <w:rFonts w:ascii="Times New Roman" w:hAnsi="Times New Roman"/>
          <w:sz w:val="28"/>
          <w:szCs w:val="28"/>
        </w:rPr>
        <w:t>tości te – najogólniej mówiąc –</w:t>
      </w:r>
      <w:r w:rsidRPr="00C33F15">
        <w:rPr>
          <w:rFonts w:ascii="Times New Roman" w:hAnsi="Times New Roman"/>
          <w:sz w:val="28"/>
          <w:szCs w:val="28"/>
        </w:rPr>
        <w:t>odnoszą się do zdrowia, budowy i postawy ciała, odporności,</w:t>
      </w:r>
      <w:r>
        <w:rPr>
          <w:rFonts w:ascii="Times New Roman" w:hAnsi="Times New Roman"/>
          <w:sz w:val="28"/>
          <w:szCs w:val="28"/>
        </w:rPr>
        <w:t xml:space="preserve"> wydolności, sprawności, urody. </w:t>
      </w:r>
      <w:r w:rsidRPr="00C33F15">
        <w:rPr>
          <w:rFonts w:ascii="Times New Roman" w:hAnsi="Times New Roman"/>
          <w:sz w:val="28"/>
          <w:szCs w:val="28"/>
        </w:rPr>
        <w:t>Analogicznie do innych wartości kulturowych mają one c</w:t>
      </w:r>
      <w:r>
        <w:rPr>
          <w:rFonts w:ascii="Times New Roman" w:hAnsi="Times New Roman"/>
          <w:sz w:val="28"/>
          <w:szCs w:val="28"/>
        </w:rPr>
        <w:t xml:space="preserve">harakter dynamiczny, kształtują </w:t>
      </w:r>
      <w:r w:rsidRPr="00C33F15">
        <w:rPr>
          <w:rFonts w:ascii="Times New Roman" w:hAnsi="Times New Roman"/>
          <w:sz w:val="28"/>
          <w:szCs w:val="28"/>
        </w:rPr>
        <w:t>poglądy i postawy ludzkie, są więc cz</w:t>
      </w:r>
      <w:r>
        <w:rPr>
          <w:rFonts w:ascii="Times New Roman" w:hAnsi="Times New Roman"/>
          <w:sz w:val="28"/>
          <w:szCs w:val="28"/>
        </w:rPr>
        <w:t>ąstką światopoglądu i obyczaju” [1, s 38] Zgodnie z takim ujęciem „masowa kultura fizyczna” to powszechna higienizacja życia, a nawet „medycyna dla wszystkich”, szkoła pracy nad sobą, sprawnością i urodą.</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Krawczyk wychodząc z perspektywy behawiorystycznej uważa, że kultura fizyczna to „</w:t>
      </w:r>
      <w:r w:rsidRPr="00656143">
        <w:rPr>
          <w:rFonts w:ascii="Times New Roman" w:hAnsi="Times New Roman"/>
          <w:sz w:val="28"/>
          <w:szCs w:val="28"/>
        </w:rPr>
        <w:t xml:space="preserve"> względnie zintegrowany i utrwalony system zachowań w dziedzinie dbałości o rozwój fizyczny, sprawność ruchową, zdrowie, urodę, cielesną doskonałość i ekspresję człowieka,przebiegających według przyjętych w danej zbiorowości wzorców, a także rezultaty owych zachowań”</w:t>
      </w:r>
      <w:r>
        <w:rPr>
          <w:rFonts w:ascii="Times New Roman" w:hAnsi="Times New Roman"/>
          <w:sz w:val="28"/>
          <w:szCs w:val="28"/>
        </w:rPr>
        <w:t xml:space="preserve"> [2,s 43]</w:t>
      </w:r>
      <w:r w:rsidRPr="00656143">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451CE">
        <w:rPr>
          <w:rFonts w:ascii="Times New Roman" w:hAnsi="Times New Roman"/>
          <w:sz w:val="28"/>
          <w:szCs w:val="28"/>
        </w:rPr>
        <w:t xml:space="preserve">Ustawa z dnia 18 stycznia 1996 roku o kulturze fizycznej definiuje ją jako „część kultury narodowej, chronionej przez prawo” i mówi,że „obywatele bez względu na wiek, płeć, wyznanie, rasę oraz stopień niepełnosprawności– korzystają z równego prawa do różnych form kultury fizycznej”[3, art 1].Zgodnie z powyższym aktem prawnym „kulturą fizyczną jest wiedza, wartości, zwyczaje,działania podejmowane dla zapewnienia rozwoju psychofizycznego, wychowania,doskonalenia uzdolnień i sprawności fizycznej człowieka, a także dla zachowania oraz przywracania jego zdrowia. Podstawowymi celami kultury fizycznej jest dbałość o prawidłowy rozwój psychofizyczny i zdrowie wszystkich obywateli”[3, art. 3].                                                     </w:t>
      </w:r>
    </w:p>
    <w:p w:rsidR="00177538" w:rsidRDefault="00177538" w:rsidP="007A2493">
      <w:pPr>
        <w:spacing w:after="0" w:line="30" w:lineRule="atLeast"/>
        <w:jc w:val="both"/>
        <w:rPr>
          <w:rFonts w:ascii="Times New Roman" w:hAnsi="Times New Roman"/>
          <w:sz w:val="28"/>
          <w:szCs w:val="28"/>
        </w:rPr>
      </w:pPr>
      <w:r>
        <w:rPr>
          <w:rFonts w:ascii="Times New Roman" w:hAnsi="Times New Roman"/>
          <w:sz w:val="28"/>
          <w:szCs w:val="28"/>
        </w:rPr>
        <w:tab/>
        <w:t>Istotnym atrybutem kultury fizycznej jest aktywność fizyczna czyli ruch, który jest dobry „na wszystko”, a co za tym idzie wychowanie fizyczne. C</w:t>
      </w:r>
      <w:r w:rsidRPr="00131931">
        <w:rPr>
          <w:rFonts w:ascii="Times New Roman" w:hAnsi="Times New Roman"/>
          <w:sz w:val="28"/>
          <w:szCs w:val="28"/>
        </w:rPr>
        <w:t>zym jest wychowanie fizyczne? Otóż, według Romana Trześniowskiego, wychowanie fizyczne - to przypadający na lata dzieciństwa i młodości proces przygotowania człowieka do uc</w:t>
      </w:r>
      <w:r>
        <w:rPr>
          <w:rFonts w:ascii="Times New Roman" w:hAnsi="Times New Roman"/>
          <w:sz w:val="28"/>
          <w:szCs w:val="28"/>
        </w:rPr>
        <w:t xml:space="preserve">zestnictwa w kulturze fizycznej </w:t>
      </w:r>
      <w:r w:rsidRPr="00131931">
        <w:rPr>
          <w:rFonts w:ascii="Times New Roman" w:hAnsi="Times New Roman"/>
          <w:sz w:val="28"/>
          <w:szCs w:val="28"/>
        </w:rPr>
        <w:t>w ciągu całego życia</w:t>
      </w:r>
      <w:r>
        <w:rPr>
          <w:rFonts w:ascii="Times New Roman" w:hAnsi="Times New Roman"/>
          <w:sz w:val="28"/>
          <w:szCs w:val="28"/>
        </w:rPr>
        <w:t xml:space="preserve"> [4]</w:t>
      </w:r>
      <w:r w:rsidRPr="00131931">
        <w:rPr>
          <w:rFonts w:ascii="Times New Roman" w:hAnsi="Times New Roman"/>
          <w:sz w:val="28"/>
          <w:szCs w:val="28"/>
        </w:rPr>
        <w:t>. Jest to dział wychowania, który stosując typowe dla siebie fizyczne środki wychowawcze, głównie ruch, stawia sobie za cel kształtowanie przede wszystkim biologicznej strony osobowości człowieka, przy czym szczegółowe zadania wychowawcze realizuje w zorganizowanym procesie pedagogicznym.</w:t>
      </w:r>
      <w:r w:rsidRPr="005F0809">
        <w:rPr>
          <w:rFonts w:ascii="Times New Roman" w:hAnsi="Times New Roman"/>
          <w:sz w:val="28"/>
          <w:szCs w:val="28"/>
        </w:rPr>
        <w:t>W rozwiniętych społeczeństwach sport stał się dobrem powszechnym, dostępnym w różnych formach – dostosow</w:t>
      </w:r>
      <w:r>
        <w:rPr>
          <w:rFonts w:ascii="Times New Roman" w:hAnsi="Times New Roman"/>
          <w:sz w:val="28"/>
          <w:szCs w:val="28"/>
        </w:rPr>
        <w:t>a</w:t>
      </w:r>
      <w:r w:rsidRPr="005F0809">
        <w:rPr>
          <w:rFonts w:ascii="Times New Roman" w:hAnsi="Times New Roman"/>
          <w:sz w:val="28"/>
          <w:szCs w:val="28"/>
        </w:rPr>
        <w:t>nie do możliwości i zainteresowań danego człowieka</w:t>
      </w:r>
      <w:r>
        <w:rPr>
          <w:rFonts w:ascii="Times New Roman" w:hAnsi="Times New Roman"/>
          <w:sz w:val="28"/>
          <w:szCs w:val="28"/>
        </w:rPr>
        <w:t xml:space="preserve"> [5</w:t>
      </w:r>
      <w:r w:rsidRPr="00DE6174">
        <w:rPr>
          <w:rFonts w:ascii="Times New Roman" w:hAnsi="Times New Roman"/>
          <w:sz w:val="28"/>
          <w:szCs w:val="28"/>
        </w:rPr>
        <w:t>, s 4]</w:t>
      </w:r>
      <w:r>
        <w:rPr>
          <w:rFonts w:ascii="Times New Roman" w:hAnsi="Times New Roman"/>
          <w:sz w:val="28"/>
          <w:szCs w:val="28"/>
        </w:rPr>
        <w:tab/>
        <w:t>.</w:t>
      </w:r>
    </w:p>
    <w:p w:rsidR="00177538" w:rsidRDefault="00177538" w:rsidP="007A2493">
      <w:pPr>
        <w:spacing w:after="0" w:line="30" w:lineRule="atLeast"/>
        <w:ind w:firstLine="708"/>
        <w:jc w:val="both"/>
        <w:rPr>
          <w:rFonts w:ascii="Times New Roman" w:hAnsi="Times New Roman"/>
          <w:sz w:val="28"/>
          <w:szCs w:val="28"/>
        </w:rPr>
      </w:pPr>
      <w:r w:rsidRPr="005F0809">
        <w:rPr>
          <w:rFonts w:ascii="Times New Roman" w:hAnsi="Times New Roman"/>
          <w:sz w:val="28"/>
          <w:szCs w:val="28"/>
        </w:rPr>
        <w:t>Z definicji sportu, wynika, że sport i rekreacja są czynnikami kształtowania zdrowia i osobowości, rozwijania umiejętności, dobrych nawyków, a także bardzo dobrą formą spędzania wolnego czasu. Konsekwencją tego powinno być większe zainteresowanie jego rozwojem i upowszechnieniem różnych form sportu i rekreacji, gdyż wraz z rozwojem cywilizacyjnym, są one coraz ważn</w:t>
      </w:r>
      <w:r>
        <w:rPr>
          <w:rFonts w:ascii="Times New Roman" w:hAnsi="Times New Roman"/>
          <w:sz w:val="28"/>
          <w:szCs w:val="28"/>
        </w:rPr>
        <w:t xml:space="preserve">iejszym elementem życia każdego </w:t>
      </w:r>
      <w:r w:rsidRPr="005F0809">
        <w:rPr>
          <w:rFonts w:ascii="Times New Roman" w:hAnsi="Times New Roman"/>
          <w:sz w:val="28"/>
          <w:szCs w:val="28"/>
        </w:rPr>
        <w:t>obywatela.</w:t>
      </w:r>
    </w:p>
    <w:p w:rsidR="00177538" w:rsidRDefault="00177538" w:rsidP="007A2493">
      <w:pPr>
        <w:spacing w:after="0" w:line="30" w:lineRule="atLeast"/>
        <w:ind w:firstLine="708"/>
        <w:jc w:val="both"/>
        <w:rPr>
          <w:rFonts w:ascii="Times New Roman" w:hAnsi="Times New Roman"/>
          <w:sz w:val="28"/>
          <w:szCs w:val="28"/>
        </w:rPr>
      </w:pPr>
      <w:r w:rsidRPr="005F0809">
        <w:rPr>
          <w:rFonts w:ascii="Times New Roman" w:hAnsi="Times New Roman"/>
          <w:sz w:val="28"/>
          <w:szCs w:val="28"/>
        </w:rPr>
        <w:t>We współczesnych społeczeństwach sport jest traktowany jako jedna z wartości kulturowych, mających duży wpływ na rozwój człowieka, jego zdrowia, ciała jak również na jakość życia. Żyjący na przełomie I i II wieku n. e. (60- 127) rzymski poeta satyryczny DecimusJuniusJuvenalis dobr</w:t>
      </w:r>
      <w:r>
        <w:rPr>
          <w:rFonts w:ascii="Times New Roman" w:hAnsi="Times New Roman"/>
          <w:sz w:val="28"/>
          <w:szCs w:val="28"/>
        </w:rPr>
        <w:t xml:space="preserve">ze ujął związek między rozwojem </w:t>
      </w:r>
      <w:r w:rsidRPr="005F0809">
        <w:rPr>
          <w:rFonts w:ascii="Times New Roman" w:hAnsi="Times New Roman"/>
          <w:sz w:val="28"/>
          <w:szCs w:val="28"/>
        </w:rPr>
        <w:t>fizycznym i duchowy</w:t>
      </w:r>
      <w:r>
        <w:rPr>
          <w:rFonts w:ascii="Times New Roman" w:hAnsi="Times New Roman"/>
          <w:sz w:val="28"/>
          <w:szCs w:val="28"/>
        </w:rPr>
        <w:t>m „Mens sana in corporesano” („W</w:t>
      </w:r>
      <w:r w:rsidRPr="005F0809">
        <w:rPr>
          <w:rFonts w:ascii="Times New Roman" w:hAnsi="Times New Roman"/>
          <w:sz w:val="28"/>
          <w:szCs w:val="28"/>
        </w:rPr>
        <w:t xml:space="preserve"> zdrowym ciele zdrowy duch</w:t>
      </w:r>
      <w:r>
        <w:rPr>
          <w:rFonts w:ascii="Times New Roman" w:hAnsi="Times New Roman"/>
          <w:sz w:val="28"/>
          <w:szCs w:val="28"/>
        </w:rPr>
        <w:t>”</w:t>
      </w:r>
      <w:r w:rsidRPr="005F0809">
        <w:rPr>
          <w:rFonts w:ascii="Times New Roman" w:hAnsi="Times New Roman"/>
          <w:sz w:val="28"/>
          <w:szCs w:val="28"/>
        </w:rPr>
        <w:t xml:space="preserve">). </w:t>
      </w:r>
      <w:r>
        <w:rPr>
          <w:rFonts w:ascii="Times New Roman" w:hAnsi="Times New Roman"/>
          <w:sz w:val="28"/>
          <w:szCs w:val="28"/>
        </w:rPr>
        <w:t>Powiedzenie „ruch to zdrowie” ma pokrycie w nowoczesnych badaniach patofizjologicznych oraz klinicznych.</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5F0809">
        <w:rPr>
          <w:rFonts w:ascii="Times New Roman" w:hAnsi="Times New Roman"/>
          <w:sz w:val="28"/>
          <w:szCs w:val="28"/>
        </w:rPr>
        <w:t xml:space="preserve">Rozwój współczesnej cywilizacji nie sprzyja jednak aktywności. Udogodnienia technologiczne takie jak środki komunikacji, możliwość korzystania z komputerów, maszyn, automatów zmniejszają do minimum aktywność fizyczną w codziennym życiu  każdego z nas. Bardzo dużo coraz to nowszych wynalazków i udogodnień eliminuje każdy zbędny ruch. Porównując nasze życie z życiem naszych przodków zauważamy, że jest w nim coraz mniej ruchu.Coraz więcej prac wykonuje się w pozycji siedzącej, kładąc większy nacisk na wygodę.Siedzący tryb życia powoduje, że ruszamy się coraz rzadziej. Rano wsiadamy do samochodu zaparkowanego tuż po naszym domem, jedziemy do pracy, a potem spędzamy kolejne osiem godzin w biurze, siedząc za biurkiem. Po powrocie relaksujemy się najczęściej przed telewizorem, tabletem lub komputerem. Tak wygląda scenariusz dnia większości z nas. Oczywistością jest, że uprawianie sportu ma duży wpływ na samopoczucie. Jednak wiele z nas zapomina o zaletach jego uprawiania i dlatego sport schodzi na drugi plan. Ważne jest zatem wprowadzanie zmian w stylu życia, którego głównym elementem powinien być przede wszystkim ruch, uprawianie jakiejkolwiek dyscypliny sportowej,  w trakcie której mamy możliwość  rozwijać się. </w:t>
      </w:r>
      <w:r>
        <w:rPr>
          <w:rFonts w:ascii="Times New Roman" w:hAnsi="Times New Roman"/>
          <w:sz w:val="28"/>
          <w:szCs w:val="28"/>
        </w:rPr>
        <w:tab/>
      </w:r>
    </w:p>
    <w:p w:rsidR="00177538" w:rsidRDefault="00177538" w:rsidP="007A2493">
      <w:pPr>
        <w:spacing w:after="0" w:line="30" w:lineRule="atLeast"/>
        <w:ind w:firstLine="708"/>
        <w:jc w:val="both"/>
        <w:rPr>
          <w:rFonts w:ascii="Times New Roman" w:hAnsi="Times New Roman"/>
          <w:sz w:val="28"/>
          <w:szCs w:val="28"/>
        </w:rPr>
      </w:pPr>
      <w:r w:rsidRPr="005F0809">
        <w:rPr>
          <w:rFonts w:ascii="Times New Roman" w:hAnsi="Times New Roman"/>
          <w:sz w:val="28"/>
          <w:szCs w:val="28"/>
        </w:rPr>
        <w:t>W Polsce, na chwilę obecną aż 93% ludzi przyznaje, że nie są systematyczni jeśli chodzi o uprawianie sportu</w:t>
      </w:r>
      <w:r>
        <w:rPr>
          <w:rFonts w:ascii="Times New Roman" w:hAnsi="Times New Roman"/>
          <w:sz w:val="28"/>
          <w:szCs w:val="28"/>
        </w:rPr>
        <w:t xml:space="preserve"> [6</w:t>
      </w:r>
      <w:r w:rsidRPr="005F0809">
        <w:rPr>
          <w:rFonts w:ascii="Times New Roman" w:hAnsi="Times New Roman"/>
          <w:sz w:val="28"/>
          <w:szCs w:val="28"/>
        </w:rPr>
        <w:t xml:space="preserve">, s.1]. Z badań Światowej Organizacji Zdrowia (WHO) wynika, że ponad 60% Polaków w ogóle nie uprawia sportu tłumacząc, że nie ma na to czasu. Pod względem prowadzenia zdrowego trybu życia Polska znajduje się na jednym z ostatnich miejsc w Europie. </w:t>
      </w:r>
      <w:r w:rsidRPr="003D3A99">
        <w:rPr>
          <w:rFonts w:ascii="Times New Roman" w:hAnsi="Times New Roman"/>
          <w:sz w:val="28"/>
          <w:szCs w:val="28"/>
        </w:rPr>
        <w:t>Rozwój cywilizacyjny i urbanizacyjny</w:t>
      </w:r>
      <w:r>
        <w:rPr>
          <w:rFonts w:ascii="Times New Roman" w:hAnsi="Times New Roman"/>
          <w:sz w:val="28"/>
          <w:szCs w:val="28"/>
        </w:rPr>
        <w:t xml:space="preserve"> w ostatnich latach wywarł duży </w:t>
      </w:r>
      <w:r w:rsidRPr="003D3A99">
        <w:rPr>
          <w:rFonts w:ascii="Times New Roman" w:hAnsi="Times New Roman"/>
          <w:sz w:val="28"/>
          <w:szCs w:val="28"/>
        </w:rPr>
        <w:t>wpływ na wzrost tempa życia i aktywności zawodowej, które utrwalają biernys</w:t>
      </w:r>
      <w:r>
        <w:rPr>
          <w:rFonts w:ascii="Times New Roman" w:hAnsi="Times New Roman"/>
          <w:sz w:val="28"/>
          <w:szCs w:val="28"/>
        </w:rPr>
        <w:t>posób spędzania wolnego czasu. Jednak c</w:t>
      </w:r>
      <w:r w:rsidRPr="005F0809">
        <w:rPr>
          <w:rFonts w:ascii="Times New Roman" w:hAnsi="Times New Roman"/>
          <w:sz w:val="28"/>
          <w:szCs w:val="28"/>
        </w:rPr>
        <w:t xml:space="preserve">oraz więcej osób zdaje sobie sprawę, że regularna aktywność fizyczna poprawia ogólne samopoczucie, zdrowie fizyczne i psychiczne, pomaga opanować stres, otyłość i takie choroby, jak na przykład cukrzyca, zmniejsza ryzyko zachorowania na niektóre choroby (np. wieńcową, nadciśnienie, cukrzycę) i pomaga minimalizować skutki pewnych niesprawności. </w:t>
      </w:r>
      <w:r w:rsidRPr="002A0061">
        <w:rPr>
          <w:rFonts w:ascii="Times New Roman" w:hAnsi="Times New Roman"/>
          <w:sz w:val="28"/>
          <w:szCs w:val="28"/>
        </w:rPr>
        <w:t>Wysiłek fizyczny powoduje korzystne zmiany również w układzie ruchu: zwiększa masę i siłę mięśniową, wzmacnia i stabilizuje stawy, zwiększa ich zakres ruchomości, wzmacnia przyczepy, ścięgna i więzadła oraz zapobiega zwyrodnieniom stawów</w:t>
      </w:r>
      <w:r>
        <w:rPr>
          <w:rFonts w:ascii="Times New Roman" w:hAnsi="Times New Roman"/>
          <w:sz w:val="28"/>
          <w:szCs w:val="28"/>
        </w:rPr>
        <w:t>. Również zmiany zachodzące w układzie krwionośnym są bardzo korzystne. Prześledził to S. Kozłowski, twierdząc że u osób ćwiczących zwiększa się o 10-25|% ilość krwi krążącej, obniżeniu ulega ciśnienie krwi , a także tętno, przy jednoczesnym zwiększeniu objętości wyrzutowej serca. U osób tych występuje też wzrost masy mięśniowej, przyczyniający się do wzrostu maksymalnego pochłaniania tlenu przez ustrój, a zwiększająca się ilość substancji organicznych i soli mineralnych w kościach powoduje ,że układ szkieletowy staje się bardziej wytrzymały i odporny na urazy mechaniczne.</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177538" w:rsidRDefault="00177538" w:rsidP="007A2493">
      <w:pPr>
        <w:spacing w:after="0" w:line="30" w:lineRule="atLeast"/>
        <w:ind w:firstLine="708"/>
        <w:jc w:val="both"/>
        <w:rPr>
          <w:rFonts w:ascii="Times New Roman" w:hAnsi="Times New Roman"/>
          <w:sz w:val="28"/>
          <w:szCs w:val="28"/>
        </w:rPr>
      </w:pPr>
      <w:r w:rsidRPr="004E6391">
        <w:rPr>
          <w:rFonts w:ascii="Times New Roman" w:hAnsi="Times New Roman"/>
          <w:sz w:val="28"/>
          <w:szCs w:val="28"/>
        </w:rPr>
        <w:t>Ak</w:t>
      </w:r>
      <w:r>
        <w:rPr>
          <w:rFonts w:ascii="Times New Roman" w:hAnsi="Times New Roman"/>
          <w:sz w:val="28"/>
          <w:szCs w:val="28"/>
        </w:rPr>
        <w:t>tywność fizyczna jest</w:t>
      </w:r>
      <w:r w:rsidRPr="004E6391">
        <w:rPr>
          <w:rFonts w:ascii="Times New Roman" w:hAnsi="Times New Roman"/>
          <w:sz w:val="28"/>
          <w:szCs w:val="28"/>
        </w:rPr>
        <w:t xml:space="preserve"> sposobem na uwolnienie się od całego szeregu narzuconych człowiekowi przez współczesną cywilizację zakazów i nakazów (prawnych, moralnych, </w:t>
      </w:r>
      <w:r>
        <w:rPr>
          <w:rFonts w:ascii="Times New Roman" w:hAnsi="Times New Roman"/>
          <w:sz w:val="28"/>
          <w:szCs w:val="28"/>
        </w:rPr>
        <w:t>etycznych) i dzięki niej można odreagować związane z nimi napięcia</w:t>
      </w:r>
      <w:r w:rsidRPr="004E6391">
        <w:rPr>
          <w:rFonts w:ascii="Times New Roman" w:hAnsi="Times New Roman"/>
          <w:sz w:val="28"/>
          <w:szCs w:val="28"/>
        </w:rPr>
        <w:t>. Bardzo istotną wydaje się by</w:t>
      </w:r>
      <w:r>
        <w:rPr>
          <w:rFonts w:ascii="Times New Roman" w:hAnsi="Times New Roman"/>
          <w:sz w:val="28"/>
          <w:szCs w:val="28"/>
        </w:rPr>
        <w:t>ć funkcja integracyjna sportu</w:t>
      </w:r>
      <w:r w:rsidRPr="004E6391">
        <w:rPr>
          <w:rFonts w:ascii="Times New Roman" w:hAnsi="Times New Roman"/>
          <w:sz w:val="28"/>
          <w:szCs w:val="28"/>
        </w:rPr>
        <w:t>, która jest przecież jednym ze skutecznych sposobów nawiązywania niejednokrotnie trwałych więzi interpersonalnych, opartych na stosunkach nieformalnych, integrujących ludzi o wspólnych zainteresowaniach, upodobaniach i na</w:t>
      </w:r>
      <w:r>
        <w:rPr>
          <w:rFonts w:ascii="Times New Roman" w:hAnsi="Times New Roman"/>
          <w:sz w:val="28"/>
          <w:szCs w:val="28"/>
        </w:rPr>
        <w:t>wykach spędzania wolnego czasu.</w:t>
      </w:r>
    </w:p>
    <w:p w:rsidR="00177538" w:rsidRDefault="00177538" w:rsidP="007A2493">
      <w:pPr>
        <w:spacing w:after="0" w:line="30" w:lineRule="atLeast"/>
        <w:ind w:firstLine="708"/>
        <w:jc w:val="both"/>
        <w:rPr>
          <w:rFonts w:ascii="Times New Roman" w:hAnsi="Times New Roman"/>
          <w:sz w:val="28"/>
          <w:szCs w:val="28"/>
        </w:rPr>
      </w:pPr>
      <w:r w:rsidRPr="005F0809">
        <w:rPr>
          <w:rFonts w:ascii="Times New Roman" w:hAnsi="Times New Roman"/>
          <w:sz w:val="28"/>
          <w:szCs w:val="28"/>
        </w:rPr>
        <w:t xml:space="preserve">Problematyka sportu i rekreacji społeczeństwa polskiego jest obecnie jednym z szerzej dyskutowanych zagadnień, w ramach programów mających na celu poprawę zdrowia ludności. </w:t>
      </w:r>
      <w:r>
        <w:rPr>
          <w:rFonts w:ascii="Times New Roman" w:hAnsi="Times New Roman"/>
          <w:sz w:val="28"/>
          <w:szCs w:val="28"/>
        </w:rPr>
        <w:tab/>
      </w:r>
    </w:p>
    <w:p w:rsidR="00177538" w:rsidRDefault="00177538" w:rsidP="007A2493">
      <w:pPr>
        <w:spacing w:after="0" w:line="30" w:lineRule="atLeast"/>
        <w:ind w:firstLine="708"/>
        <w:jc w:val="both"/>
        <w:rPr>
          <w:rFonts w:ascii="Times New Roman" w:hAnsi="Times New Roman"/>
          <w:sz w:val="28"/>
          <w:szCs w:val="28"/>
        </w:rPr>
      </w:pPr>
      <w:r w:rsidRPr="005F0809">
        <w:rPr>
          <w:rFonts w:ascii="Times New Roman" w:hAnsi="Times New Roman"/>
          <w:sz w:val="28"/>
          <w:szCs w:val="28"/>
        </w:rPr>
        <w:t>Władysław Osmólski pisał ,, (…) wpływ ćwiczeń fizycznych nie ogranicza się do rozwinięcia mięśni, wytrzymałości oraz zręczności, ale sięga głębiej, tj. do usposobienia, charakteru i umysłu”</w:t>
      </w:r>
      <w:r>
        <w:rPr>
          <w:rFonts w:ascii="Times New Roman" w:hAnsi="Times New Roman"/>
          <w:sz w:val="28"/>
          <w:szCs w:val="28"/>
        </w:rPr>
        <w:t>[7</w:t>
      </w:r>
      <w:r w:rsidRPr="005F0809">
        <w:rPr>
          <w:rFonts w:ascii="Times New Roman" w:hAnsi="Times New Roman"/>
          <w:sz w:val="28"/>
          <w:szCs w:val="28"/>
        </w:rPr>
        <w:t xml:space="preserve">, s 15-26]. Najważniejszym elementem kultury fizycznej jest wychowanie fizyczne, rozumiane jako proces kształtujący harmonijny rozwój psychofizyczny dzieci i młodzieży. Jest on podstawą całego późniejszego doświadczenia sportowego. </w:t>
      </w:r>
    </w:p>
    <w:p w:rsidR="00177538" w:rsidRDefault="00177538" w:rsidP="007A2493">
      <w:pPr>
        <w:spacing w:after="0" w:line="30" w:lineRule="atLeast"/>
        <w:ind w:firstLine="708"/>
        <w:jc w:val="both"/>
        <w:rPr>
          <w:rFonts w:ascii="Times New Roman" w:hAnsi="Times New Roman"/>
          <w:sz w:val="28"/>
          <w:szCs w:val="28"/>
        </w:rPr>
      </w:pPr>
      <w:r w:rsidRPr="005F0809">
        <w:rPr>
          <w:rFonts w:ascii="Times New Roman" w:hAnsi="Times New Roman"/>
          <w:sz w:val="28"/>
          <w:szCs w:val="28"/>
        </w:rPr>
        <w:t>Władysław Pańczyk, uwzględniając potrzeby rozwojowo – zdrowotne młodego pokolenia, formułuje taką definicję wychowania fizycznego : ,,Wychowanie fizyczne jest to proces emocjonalnego i praktycznego kształtowania aktywnego fizycznie stylu życia, oparty na uświadamianiu i realizacji rozwojowych i zdrowotnych potrzeb człowieka środkami kultury fizycznej”</w:t>
      </w:r>
      <w:r>
        <w:rPr>
          <w:rFonts w:ascii="Times New Roman" w:hAnsi="Times New Roman"/>
          <w:sz w:val="28"/>
          <w:szCs w:val="28"/>
        </w:rPr>
        <w:t>[8</w:t>
      </w:r>
      <w:r w:rsidRPr="005F0809">
        <w:rPr>
          <w:rFonts w:ascii="Times New Roman" w:hAnsi="Times New Roman"/>
          <w:sz w:val="28"/>
          <w:szCs w:val="28"/>
        </w:rPr>
        <w:t>, s 5]. Można zaobserwować powstawanie coraz to nowszych dyscyplin sportowych. Powstają różne kluby sportowe oraz stowarzyszenia, o charakterze lokalnym a później także międzynarodowym. Przykładem takiego międzynarodowego klubu było Stowarzyszenie Gimnastyczne „Sokół”, które powstało w 1862 roku w Pradze czeskiej, a wkrótce filie „Sokoła” zaczęły powstawać w całej Europie, w tym również i w Polsce. Amatorzy ćwiczący w klubach sportowych pragnęli zaprezentować swoje umiejętności przed szerszą publicznością, stąd powstała idea organizowania zawodów sportowych, a szczytem tej tendencji było reaktywowanie w 1896 roku z inicjatywy Francuza Pierra de Coubertina pierwszych Nowożytnych Igrzysk Olimpijskich w Atenach. W dzisiejszych czasach przez większość sportowców igrzyska olimpijskie (organizowane co 2 lata) są traktowane jako najważniejsze zawody sportowe, na których walczą o złoty medal olimpijski.Zawody sportowe organizowane są w szkołach, klubach, przez zakłady pracy. Powszechne są najróżniejsze spartakiady młodzieżowe, zakładowe /dla młodzieży bardziej dojrzałej i ludzi w średnim wieku, ligi mistrzów itp.</w:t>
      </w:r>
      <w:r>
        <w:rPr>
          <w:rFonts w:ascii="Times New Roman" w:hAnsi="Times New Roman"/>
          <w:sz w:val="28"/>
          <w:szCs w:val="28"/>
        </w:rPr>
        <w:t xml:space="preserve"> Współcześnie z</w:t>
      </w:r>
      <w:r w:rsidRPr="000E3951">
        <w:rPr>
          <w:rFonts w:ascii="Times New Roman" w:hAnsi="Times New Roman"/>
          <w:sz w:val="28"/>
          <w:szCs w:val="28"/>
        </w:rPr>
        <w:t>decydowanie najbardziej popularnym sportem jes</w:t>
      </w:r>
      <w:r>
        <w:rPr>
          <w:rFonts w:ascii="Times New Roman" w:hAnsi="Times New Roman"/>
          <w:sz w:val="28"/>
          <w:szCs w:val="28"/>
        </w:rPr>
        <w:t xml:space="preserve">t jazda na </w:t>
      </w:r>
      <w:r w:rsidRPr="000E3951">
        <w:rPr>
          <w:rFonts w:ascii="Times New Roman" w:hAnsi="Times New Roman"/>
          <w:sz w:val="28"/>
          <w:szCs w:val="28"/>
        </w:rPr>
        <w:t>rowerze (51%), a na drug</w:t>
      </w:r>
      <w:r>
        <w:rPr>
          <w:rFonts w:ascii="Times New Roman" w:hAnsi="Times New Roman"/>
          <w:sz w:val="28"/>
          <w:szCs w:val="28"/>
        </w:rPr>
        <w:t xml:space="preserve">im miejscu pływanie (28%). Inne </w:t>
      </w:r>
      <w:r w:rsidRPr="000E3951">
        <w:rPr>
          <w:rFonts w:ascii="Times New Roman" w:hAnsi="Times New Roman"/>
          <w:sz w:val="28"/>
          <w:szCs w:val="28"/>
        </w:rPr>
        <w:t>stosunkowo popularne form</w:t>
      </w:r>
      <w:r>
        <w:rPr>
          <w:rFonts w:ascii="Times New Roman" w:hAnsi="Times New Roman"/>
          <w:sz w:val="28"/>
          <w:szCs w:val="28"/>
        </w:rPr>
        <w:t>y rekreacji to: bieganie (18%),</w:t>
      </w:r>
      <w:r w:rsidRPr="000E3951">
        <w:rPr>
          <w:rFonts w:ascii="Times New Roman" w:hAnsi="Times New Roman"/>
          <w:sz w:val="28"/>
          <w:szCs w:val="28"/>
        </w:rPr>
        <w:t>turystyka piesza (16%</w:t>
      </w:r>
      <w:r>
        <w:rPr>
          <w:rFonts w:ascii="Times New Roman" w:hAnsi="Times New Roman"/>
          <w:sz w:val="28"/>
          <w:szCs w:val="28"/>
        </w:rPr>
        <w:t xml:space="preserve">), piłka nożna (14%), siatkówka </w:t>
      </w:r>
      <w:r w:rsidRPr="000E3951">
        <w:rPr>
          <w:rFonts w:ascii="Times New Roman" w:hAnsi="Times New Roman"/>
          <w:sz w:val="28"/>
          <w:szCs w:val="28"/>
        </w:rPr>
        <w:t>(14%), gimnastyka, fitness, aerobik (13%)</w:t>
      </w:r>
      <w:r>
        <w:rPr>
          <w:rFonts w:ascii="Times New Roman" w:hAnsi="Times New Roman"/>
          <w:sz w:val="28"/>
          <w:szCs w:val="28"/>
        </w:rPr>
        <w:t xml:space="preserve"> [6, s 1]</w:t>
      </w:r>
      <w:r w:rsidRPr="000E3951">
        <w:rPr>
          <w:rFonts w:ascii="Times New Roman" w:hAnsi="Times New Roman"/>
          <w:sz w:val="28"/>
          <w:szCs w:val="28"/>
        </w:rPr>
        <w:t>.</w:t>
      </w:r>
      <w:r>
        <w:rPr>
          <w:rFonts w:ascii="Times New Roman" w:hAnsi="Times New Roman"/>
          <w:sz w:val="28"/>
          <w:szCs w:val="28"/>
        </w:rPr>
        <w:tab/>
      </w:r>
    </w:p>
    <w:p w:rsidR="00177538" w:rsidRPr="005F0809" w:rsidRDefault="00177538" w:rsidP="007A2493">
      <w:pPr>
        <w:spacing w:after="0" w:line="30" w:lineRule="atLeast"/>
        <w:jc w:val="both"/>
        <w:rPr>
          <w:rFonts w:ascii="Times New Roman" w:hAnsi="Times New Roman"/>
          <w:sz w:val="28"/>
          <w:szCs w:val="28"/>
        </w:rPr>
      </w:pPr>
      <w:r>
        <w:rPr>
          <w:rFonts w:ascii="Times New Roman" w:hAnsi="Times New Roman"/>
          <w:sz w:val="28"/>
          <w:szCs w:val="28"/>
        </w:rPr>
        <w:tab/>
        <w:t xml:space="preserve">Na chwilę obecną można zaobserwować </w:t>
      </w:r>
      <w:r w:rsidRPr="002A0061">
        <w:rPr>
          <w:rFonts w:ascii="Times New Roman" w:hAnsi="Times New Roman"/>
          <w:sz w:val="28"/>
          <w:szCs w:val="28"/>
        </w:rPr>
        <w:t>zmian</w:t>
      </w:r>
      <w:r>
        <w:rPr>
          <w:rFonts w:ascii="Times New Roman" w:hAnsi="Times New Roman"/>
          <w:sz w:val="28"/>
          <w:szCs w:val="28"/>
        </w:rPr>
        <w:t>y</w:t>
      </w:r>
      <w:r w:rsidRPr="002A0061">
        <w:rPr>
          <w:rFonts w:ascii="Times New Roman" w:hAnsi="Times New Roman"/>
          <w:sz w:val="28"/>
          <w:szCs w:val="28"/>
        </w:rPr>
        <w:t xml:space="preserve"> w podejściu do akt</w:t>
      </w:r>
      <w:r>
        <w:rPr>
          <w:rFonts w:ascii="Times New Roman" w:hAnsi="Times New Roman"/>
          <w:sz w:val="28"/>
          <w:szCs w:val="28"/>
        </w:rPr>
        <w:t>ywnego stylu życia</w:t>
      </w:r>
      <w:r w:rsidRPr="002A0061">
        <w:rPr>
          <w:rFonts w:ascii="Times New Roman" w:hAnsi="Times New Roman"/>
          <w:sz w:val="28"/>
          <w:szCs w:val="28"/>
        </w:rPr>
        <w:t xml:space="preserve"> szczególni</w:t>
      </w:r>
      <w:r>
        <w:rPr>
          <w:rFonts w:ascii="Times New Roman" w:hAnsi="Times New Roman"/>
          <w:sz w:val="28"/>
          <w:szCs w:val="28"/>
        </w:rPr>
        <w:t>e w kręgach ludzi młodych.</w:t>
      </w:r>
      <w:r w:rsidRPr="002A0061">
        <w:rPr>
          <w:rFonts w:ascii="Times New Roman" w:hAnsi="Times New Roman"/>
          <w:sz w:val="28"/>
          <w:szCs w:val="28"/>
        </w:rPr>
        <w:t xml:space="preserve"> Coraz więcej ludzi z tego środowiska gra w tenisa lub uprawia inne gry sportowe, aerobik, ćwiczenia na s</w:t>
      </w:r>
      <w:r>
        <w:rPr>
          <w:rFonts w:ascii="Times New Roman" w:hAnsi="Times New Roman"/>
          <w:sz w:val="28"/>
          <w:szCs w:val="28"/>
        </w:rPr>
        <w:t xml:space="preserve">iłowni, a sezonowo </w:t>
      </w:r>
      <w:r w:rsidRPr="002A0061">
        <w:rPr>
          <w:rFonts w:ascii="Times New Roman" w:hAnsi="Times New Roman"/>
          <w:sz w:val="28"/>
          <w:szCs w:val="28"/>
        </w:rPr>
        <w:t>żeglarstwo, jazdę konną. Przyciąga ich tzw. klubowy sposób spędzania czasu wolnego, w którym ważną funkcję pełnią kontakty towarzyskie, wspólne zajęcia turystyczne i sportowo-rekreacyjne i dbałość o wygląd</w:t>
      </w:r>
      <w:r>
        <w:rPr>
          <w:rFonts w:ascii="Times New Roman" w:hAnsi="Times New Roman"/>
          <w:sz w:val="28"/>
          <w:szCs w:val="28"/>
        </w:rPr>
        <w:t xml:space="preserve"> i urodę fizyczną.</w:t>
      </w:r>
      <w:r w:rsidRPr="005F0809">
        <w:rPr>
          <w:rFonts w:ascii="Times New Roman" w:hAnsi="Times New Roman"/>
          <w:sz w:val="28"/>
          <w:szCs w:val="28"/>
        </w:rPr>
        <w:t xml:space="preserve"> Siłownie, baseny, lodowiska, skateparki stają się dostępne i powszechne, na każdym osiedlu znajduje się przynajmniej jedno boisko. Nawet gdy idziemy na spacer możemy spróbować swoich możliwości na „mini siłowniach”, rozstawionych wzdłuż parków osiedlowych, gdzie można skorzystać z różnego rodzaju urządzeń sportowych. Buduje się coraz więcej wypożyczalni rowerów, nart, łyżew czy deskorolek, a nawet parków trampolin. Na każdym kroku mamy okazje do dostarczenia swojemu organizmowi dużej dawki endorfin. Sport staje się coraz bardziej modny i popularny.Prowadzi się wszechstronne badania naukowe, nie tylko medyczne, także nikt już nie kwestionuje znaczenia aktywności ruchowej dzieci i młodzieży oraz profilaktycznej i rekreacyjnej roli ruchu dla ludzi w wieku średnim i podeszłym.</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 dzisiejszych czasach</w:t>
      </w:r>
      <w:r w:rsidRPr="00DE6174">
        <w:rPr>
          <w:rFonts w:ascii="Times New Roman" w:hAnsi="Times New Roman"/>
          <w:sz w:val="28"/>
          <w:szCs w:val="28"/>
        </w:rPr>
        <w:t xml:space="preserve"> zdrowie i sprawność fizyczna traktowane są jako warunek podstawowych kompetencji za</w:t>
      </w:r>
      <w:r>
        <w:rPr>
          <w:rFonts w:ascii="Times New Roman" w:hAnsi="Times New Roman"/>
          <w:sz w:val="28"/>
          <w:szCs w:val="28"/>
        </w:rPr>
        <w:t xml:space="preserve">wodowych i społecznych oraz </w:t>
      </w:r>
      <w:r w:rsidRPr="00DE6174">
        <w:rPr>
          <w:rFonts w:ascii="Times New Roman" w:hAnsi="Times New Roman"/>
          <w:sz w:val="28"/>
          <w:szCs w:val="28"/>
        </w:rPr>
        <w:t>środek do osiągnięcia lepszej jakości życia. Powiązania aktywności fizycznej ze zdrowiem dobitnie wykazują, że p</w:t>
      </w:r>
      <w:r>
        <w:rPr>
          <w:rFonts w:ascii="Times New Roman" w:hAnsi="Times New Roman"/>
          <w:sz w:val="28"/>
          <w:szCs w:val="28"/>
        </w:rPr>
        <w:t xml:space="preserve">raca nad swoim ciałem i zdrowiem to obowiązek </w:t>
      </w:r>
      <w:r w:rsidRPr="00DE6174">
        <w:rPr>
          <w:rFonts w:ascii="Times New Roman" w:hAnsi="Times New Roman"/>
          <w:sz w:val="28"/>
          <w:szCs w:val="28"/>
        </w:rPr>
        <w:t>całodziennego rytmu życia cz</w:t>
      </w:r>
      <w:r>
        <w:rPr>
          <w:rFonts w:ascii="Times New Roman" w:hAnsi="Times New Roman"/>
          <w:sz w:val="28"/>
          <w:szCs w:val="28"/>
        </w:rPr>
        <w:t xml:space="preserve">łowieka. </w:t>
      </w:r>
      <w:r w:rsidRPr="00554CAA">
        <w:rPr>
          <w:rFonts w:ascii="Times New Roman" w:hAnsi="Times New Roman"/>
          <w:sz w:val="28"/>
          <w:szCs w:val="28"/>
        </w:rPr>
        <w:t xml:space="preserve">Formy aktywności fizycznej mogą być różne, od łagodnego joggingu do wyczerpującej gimnastyki, jednak niezależnie od wybranego typu ćwiczeń, jedno jest bardzo istotne i ważne, że trzeba wykonywać je </w:t>
      </w:r>
      <w:r>
        <w:rPr>
          <w:rFonts w:ascii="Times New Roman" w:hAnsi="Times New Roman"/>
          <w:sz w:val="28"/>
          <w:szCs w:val="28"/>
        </w:rPr>
        <w:t>przede wszystkim regularnie oraz</w:t>
      </w:r>
      <w:r w:rsidRPr="00554CAA">
        <w:rPr>
          <w:rFonts w:ascii="Times New Roman" w:hAnsi="Times New Roman"/>
          <w:sz w:val="28"/>
          <w:szCs w:val="28"/>
        </w:rPr>
        <w:t xml:space="preserve"> czerpać z nich przyjemność oraz to, że wszystkie ćwiczenia powinny dawać nieograniczoną satysfakcję. Trzeba być świadomym, że tylko aktywny tryb życia pomoże nam długo cieszyć się dobrym zdrowiem,</w:t>
      </w:r>
      <w:r>
        <w:rPr>
          <w:rFonts w:ascii="Times New Roman" w:hAnsi="Times New Roman"/>
          <w:sz w:val="28"/>
          <w:szCs w:val="28"/>
        </w:rPr>
        <w:t xml:space="preserve"> zadowoleniem i samopoczuciem.</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5F0809">
        <w:rPr>
          <w:rFonts w:ascii="Times New Roman" w:hAnsi="Times New Roman"/>
          <w:sz w:val="28"/>
          <w:szCs w:val="28"/>
        </w:rPr>
        <w:t>Systematyczna aktywność fizyczna współczesnych Polaków jest procesem stale rozwijającym się.To dobrze, że staje się niejako „stylem” życia współczesnego człowieka.</w:t>
      </w:r>
      <w:r w:rsidRPr="004E6391">
        <w:rPr>
          <w:rFonts w:ascii="Times New Roman" w:hAnsi="Times New Roman"/>
          <w:sz w:val="28"/>
          <w:szCs w:val="28"/>
        </w:rPr>
        <w:t xml:space="preserve">Z jednej strony podejmuje ją coraz więcej osób, z drugiej zaś – dla pewnych kręgów społecznych jest ona nadal niedostępna. </w:t>
      </w:r>
      <w:r>
        <w:rPr>
          <w:rFonts w:ascii="Times New Roman" w:hAnsi="Times New Roman"/>
          <w:sz w:val="28"/>
          <w:szCs w:val="28"/>
        </w:rPr>
        <w:t>Wydaje się że istnieje konieczność propagowania kultury fizycznej i stałego podnoszenia jej poziomu w skali jednostkowej, jak i całego społeczeństwa.</w:t>
      </w:r>
    </w:p>
    <w:p w:rsidR="00177538" w:rsidRPr="00471707" w:rsidRDefault="00177538" w:rsidP="007A2493">
      <w:pPr>
        <w:spacing w:after="0" w:line="30" w:lineRule="atLeast"/>
        <w:rPr>
          <w:rFonts w:ascii="Times New Roman" w:hAnsi="Times New Roman"/>
          <w:b/>
          <w:sz w:val="28"/>
          <w:szCs w:val="28"/>
        </w:rPr>
      </w:pPr>
      <w:r w:rsidRPr="00471707">
        <w:rPr>
          <w:rFonts w:ascii="Times New Roman" w:hAnsi="Times New Roman"/>
          <w:b/>
          <w:sz w:val="28"/>
          <w:szCs w:val="28"/>
        </w:rPr>
        <w:t>Literatura:</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Demel M.: Szkice krytyczne o kulturze fizycznej. Sport i turystyka,Warszawa1973.</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Z. Krawczyk, Socjologia kultury fizycznej, AWF Warszawa 1995.</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Ustawa z dnia 18.01.1996r. o kulturze fizycznej.</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Trześniowski R., W kręgu podstawowych pojęć w dziedzinie kultury fizycznej, ,,Wychowanie Fizyczne i Zdrowotne” 2002, nr 4.</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Strategia rozwoju sportu w do roku 2015, Ministerstwo Sportu, Warszawa 2007.</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CBOS Centrum Badania Opinii Społecznej. Komunikat badań. Warszawa wrzesień 2013.</w:t>
      </w:r>
    </w:p>
    <w:p w:rsidR="00177538" w:rsidRPr="00EE7825"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Osmólski W., Zaniedbane drogi wychowania- zagadnienia wychowania fizycznego, Warszawa 1928.</w:t>
      </w:r>
    </w:p>
    <w:p w:rsidR="00177538" w:rsidRDefault="00177538" w:rsidP="007A2493">
      <w:pPr>
        <w:pStyle w:val="ListParagraph"/>
        <w:numPr>
          <w:ilvl w:val="0"/>
          <w:numId w:val="1"/>
        </w:numPr>
        <w:spacing w:after="0" w:line="30" w:lineRule="atLeast"/>
        <w:jc w:val="both"/>
        <w:rPr>
          <w:rFonts w:ascii="Times New Roman" w:hAnsi="Times New Roman"/>
          <w:sz w:val="28"/>
          <w:szCs w:val="28"/>
        </w:rPr>
      </w:pPr>
      <w:r w:rsidRPr="00EE7825">
        <w:rPr>
          <w:rFonts w:ascii="Times New Roman" w:hAnsi="Times New Roman"/>
          <w:sz w:val="28"/>
          <w:szCs w:val="28"/>
        </w:rPr>
        <w:t>Pańczyk W., Warchoł K., W kręgu teorii, metodyki i praktyki współczesnego wychowania fizycznego, Rzeszów 2006.</w:t>
      </w:r>
    </w:p>
    <w:p w:rsidR="00177538" w:rsidRPr="00EE7825" w:rsidRDefault="00177538" w:rsidP="007A2493">
      <w:pPr>
        <w:spacing w:after="0" w:line="30" w:lineRule="atLeast"/>
        <w:jc w:val="right"/>
        <w:rPr>
          <w:rFonts w:ascii="Times New Roman" w:hAnsi="Times New Roman"/>
          <w:b/>
          <w:sz w:val="28"/>
          <w:szCs w:val="28"/>
        </w:rPr>
      </w:pPr>
    </w:p>
    <w:p w:rsidR="00177538" w:rsidRPr="00EE7825" w:rsidRDefault="00177538" w:rsidP="007A2493">
      <w:pPr>
        <w:spacing w:after="0" w:line="30" w:lineRule="atLeast"/>
        <w:jc w:val="both"/>
        <w:rPr>
          <w:rFonts w:ascii="Times New Roman" w:hAnsi="Times New Roman"/>
          <w:sz w:val="28"/>
          <w:szCs w:val="28"/>
        </w:rPr>
      </w:pPr>
    </w:p>
    <w:p w:rsidR="00177538" w:rsidRPr="005F0809" w:rsidRDefault="00177538" w:rsidP="007A2493">
      <w:pPr>
        <w:spacing w:after="0" w:line="30" w:lineRule="atLeast"/>
        <w:rPr>
          <w:rFonts w:ascii="Times New Roman" w:hAnsi="Times New Roman"/>
          <w:i/>
        </w:rPr>
      </w:pPr>
    </w:p>
    <w:p w:rsidR="00177538" w:rsidRPr="005F0809" w:rsidRDefault="00177538" w:rsidP="007A2493">
      <w:pPr>
        <w:spacing w:line="30" w:lineRule="atLeast"/>
        <w:rPr>
          <w:rFonts w:ascii="Times New Roman" w:hAnsi="Times New Roman"/>
          <w:sz w:val="28"/>
          <w:szCs w:val="28"/>
        </w:rPr>
      </w:pPr>
    </w:p>
    <w:p w:rsidR="00177538" w:rsidRDefault="00177538"/>
    <w:sectPr w:rsidR="00177538" w:rsidSect="005F080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B7752"/>
    <w:multiLevelType w:val="hybridMultilevel"/>
    <w:tmpl w:val="CE6C85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493"/>
    <w:rsid w:val="00003C49"/>
    <w:rsid w:val="000E3951"/>
    <w:rsid w:val="00131931"/>
    <w:rsid w:val="00177538"/>
    <w:rsid w:val="002A0061"/>
    <w:rsid w:val="003D3A99"/>
    <w:rsid w:val="00471707"/>
    <w:rsid w:val="004B1D62"/>
    <w:rsid w:val="004E6391"/>
    <w:rsid w:val="00554CAA"/>
    <w:rsid w:val="005A5248"/>
    <w:rsid w:val="005D1388"/>
    <w:rsid w:val="005F0809"/>
    <w:rsid w:val="00656143"/>
    <w:rsid w:val="007A2493"/>
    <w:rsid w:val="007F5264"/>
    <w:rsid w:val="00B451CE"/>
    <w:rsid w:val="00C33F15"/>
    <w:rsid w:val="00DE6174"/>
    <w:rsid w:val="00E2147A"/>
    <w:rsid w:val="00E94DEE"/>
    <w:rsid w:val="00EE78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493"/>
    <w:pPr>
      <w:spacing w:after="200" w:line="276" w:lineRule="auto"/>
    </w:pPr>
    <w:rPr>
      <w:lang w:val="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A24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8485</Words>
  <Characters>4838</Characters>
  <Application>Microsoft Office Outlook</Application>
  <DocSecurity>0</DocSecurity>
  <Lines>0</Lines>
  <Paragraphs>0</Paragraphs>
  <ScaleCrop>false</ScaleCrop>
  <Company>Rycho444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Rycho Rych</dc:creator>
  <cp:keywords/>
  <dc:description/>
  <cp:lastModifiedBy>Admin</cp:lastModifiedBy>
  <cp:revision>2</cp:revision>
  <dcterms:created xsi:type="dcterms:W3CDTF">2018-08-30T19:21:00Z</dcterms:created>
  <dcterms:modified xsi:type="dcterms:W3CDTF">2019-09-29T07:55:00Z</dcterms:modified>
</cp:coreProperties>
</file>