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DE2" w:rsidRPr="006020A3" w:rsidRDefault="00125DE2" w:rsidP="006020A3">
      <w:pPr>
        <w:spacing w:after="0"/>
        <w:ind w:firstLine="5387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6020A3">
        <w:rPr>
          <w:rFonts w:ascii="Times New Roman" w:hAnsi="Times New Roman"/>
          <w:b/>
          <w:sz w:val="28"/>
          <w:szCs w:val="28"/>
          <w:lang w:val="uk-UA"/>
        </w:rPr>
        <w:t>Оксана Міхеєва</w:t>
      </w:r>
    </w:p>
    <w:p w:rsidR="00125DE2" w:rsidRPr="006020A3" w:rsidRDefault="00125DE2" w:rsidP="006020A3">
      <w:pPr>
        <w:spacing w:after="0"/>
        <w:ind w:firstLine="5387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6020A3">
        <w:rPr>
          <w:rFonts w:ascii="Times New Roman" w:hAnsi="Times New Roman"/>
          <w:b/>
          <w:sz w:val="28"/>
          <w:szCs w:val="28"/>
          <w:lang w:val="uk-UA"/>
        </w:rPr>
        <w:t>(Київ, Україна)</w:t>
      </w:r>
    </w:p>
    <w:p w:rsidR="00125DE2" w:rsidRPr="007D7877" w:rsidRDefault="00125DE2" w:rsidP="007D7877">
      <w:pPr>
        <w:ind w:firstLine="5387"/>
        <w:rPr>
          <w:rFonts w:ascii="Times New Roman" w:hAnsi="Times New Roman"/>
          <w:sz w:val="28"/>
          <w:szCs w:val="28"/>
          <w:lang w:val="uk-UA"/>
        </w:rPr>
      </w:pPr>
    </w:p>
    <w:p w:rsidR="00125DE2" w:rsidRPr="006020A3" w:rsidRDefault="00125DE2" w:rsidP="007D7877">
      <w:pPr>
        <w:jc w:val="center"/>
        <w:rPr>
          <w:rFonts w:ascii="Times New Roman" w:hAnsi="Times New Roman"/>
          <w:b/>
          <w:sz w:val="28"/>
          <w:szCs w:val="28"/>
        </w:rPr>
      </w:pPr>
      <w:r w:rsidRPr="007D7877">
        <w:rPr>
          <w:rFonts w:ascii="Times New Roman" w:hAnsi="Times New Roman"/>
          <w:b/>
          <w:sz w:val="28"/>
          <w:szCs w:val="28"/>
          <w:lang w:val="uk-UA"/>
        </w:rPr>
        <w:t>ОСОБЛИВОСТІ ПІДГОТОВКИ МАЙБУТНІХ СОЦІАЛЬНИХ ПЕДАГОГІВ ДО РОБОТИ З ПРИЙОМНИМИ СІМ</w:t>
      </w:r>
      <w:r w:rsidRPr="007D7877">
        <w:rPr>
          <w:rFonts w:ascii="Times New Roman" w:hAnsi="Times New Roman"/>
          <w:b/>
          <w:sz w:val="28"/>
          <w:szCs w:val="28"/>
        </w:rPr>
        <w:t>’</w:t>
      </w:r>
      <w:r w:rsidRPr="007D7877">
        <w:rPr>
          <w:rFonts w:ascii="Times New Roman" w:hAnsi="Times New Roman"/>
          <w:b/>
          <w:sz w:val="28"/>
          <w:szCs w:val="28"/>
          <w:lang w:val="uk-UA"/>
        </w:rPr>
        <w:t>ЯМИ</w:t>
      </w:r>
    </w:p>
    <w:p w:rsidR="00125DE2" w:rsidRPr="0099351D" w:rsidRDefault="00125DE2" w:rsidP="003475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9351D">
        <w:rPr>
          <w:rFonts w:ascii="Times New Roman" w:hAnsi="Times New Roman"/>
          <w:sz w:val="28"/>
          <w:szCs w:val="28"/>
          <w:lang w:val="uk-UA"/>
        </w:rPr>
        <w:t>В умовах сучасної України актуалізація уваги до становлення професійної соціально-педагогічної діяльності та до підготовки фахівців даної сфери, зумовлена багатьма чинниками: зміною соціально-економічної ситуації; розпадом традиційних економічних, політичних, суспільних структур; кризами, що виникають в сім’ї, духовному житті суспільства, в окремої людини; загострення таких проблем, як бідність, безробіття, бездомність, алкоголізм, наркоманія; соціальні і психологічні конфлікти; відсутність цілісної соціальної політики.</w:t>
      </w:r>
    </w:p>
    <w:p w:rsidR="00125DE2" w:rsidRPr="0099351D" w:rsidRDefault="00125DE2" w:rsidP="003475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9351D">
        <w:rPr>
          <w:rFonts w:ascii="Times New Roman" w:hAnsi="Times New Roman"/>
          <w:sz w:val="28"/>
          <w:szCs w:val="28"/>
          <w:lang w:val="uk-UA"/>
        </w:rPr>
        <w:t xml:space="preserve">На сьогоднішній день гостро стоїть питання про подолання соціального сирітства та впровадження інноваційних форм опіки, тому є й </w:t>
      </w:r>
      <w:r w:rsidRPr="0099351D">
        <w:rPr>
          <w:rFonts w:ascii="Times New Roman" w:hAnsi="Times New Roman"/>
          <w:i/>
          <w:sz w:val="28"/>
          <w:szCs w:val="28"/>
          <w:lang w:val="uk-UA"/>
        </w:rPr>
        <w:t xml:space="preserve">актуальним </w:t>
      </w:r>
      <w:r w:rsidRPr="0099351D">
        <w:rPr>
          <w:rFonts w:ascii="Times New Roman" w:hAnsi="Times New Roman"/>
          <w:sz w:val="28"/>
          <w:szCs w:val="28"/>
          <w:lang w:val="uk-UA"/>
        </w:rPr>
        <w:t>питання підготовки відповідних кадрів та спеціалістів, які будуть здійснювати дану діяльність.</w:t>
      </w:r>
    </w:p>
    <w:p w:rsidR="00125DE2" w:rsidRPr="0099351D" w:rsidRDefault="00125DE2" w:rsidP="003475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9351D">
        <w:rPr>
          <w:rFonts w:ascii="Times New Roman" w:hAnsi="Times New Roman"/>
          <w:sz w:val="28"/>
          <w:szCs w:val="28"/>
          <w:lang w:val="uk-UA"/>
        </w:rPr>
        <w:t>На сучасному етапі розвитку науки існують дослідження, які присвячені проблемам підготовки соціальних педагогів: О. Безпалько, В.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99351D">
        <w:rPr>
          <w:rFonts w:ascii="Times New Roman" w:hAnsi="Times New Roman"/>
          <w:sz w:val="28"/>
          <w:szCs w:val="28"/>
          <w:lang w:val="uk-UA"/>
        </w:rPr>
        <w:t>Бочарова, Р.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99351D">
        <w:rPr>
          <w:rFonts w:ascii="Times New Roman" w:hAnsi="Times New Roman"/>
          <w:sz w:val="28"/>
          <w:szCs w:val="28"/>
          <w:lang w:val="uk-UA"/>
        </w:rPr>
        <w:t>Вайнола, Ю. Галагузова, Л. Ваховський, І. Звєрєва, А.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99351D">
        <w:rPr>
          <w:rFonts w:ascii="Times New Roman" w:hAnsi="Times New Roman"/>
          <w:sz w:val="28"/>
          <w:szCs w:val="28"/>
          <w:lang w:val="uk-UA"/>
        </w:rPr>
        <w:t>Капська, О. Карпенко, І. Козубовська, Н. Кривоконь, Н. Максимова, Л.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99351D">
        <w:rPr>
          <w:rFonts w:ascii="Times New Roman" w:hAnsi="Times New Roman"/>
          <w:sz w:val="28"/>
          <w:szCs w:val="28"/>
          <w:lang w:val="uk-UA"/>
        </w:rPr>
        <w:t xml:space="preserve">Міщик, В. Поліщук, </w:t>
      </w:r>
      <w:r>
        <w:rPr>
          <w:rFonts w:ascii="Times New Roman" w:hAnsi="Times New Roman"/>
          <w:sz w:val="28"/>
          <w:szCs w:val="28"/>
          <w:lang w:val="uk-UA"/>
        </w:rPr>
        <w:t>С.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99351D">
        <w:rPr>
          <w:rFonts w:ascii="Times New Roman" w:hAnsi="Times New Roman"/>
          <w:sz w:val="28"/>
          <w:szCs w:val="28"/>
          <w:lang w:val="uk-UA"/>
        </w:rPr>
        <w:t>Харченко, І. Цимбал.</w:t>
      </w:r>
    </w:p>
    <w:p w:rsidR="00125DE2" w:rsidRPr="0099351D" w:rsidRDefault="00125DE2" w:rsidP="00347507">
      <w:pPr>
        <w:tabs>
          <w:tab w:val="num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9351D">
        <w:rPr>
          <w:rFonts w:ascii="Times New Roman" w:hAnsi="Times New Roman"/>
          <w:sz w:val="28"/>
          <w:szCs w:val="28"/>
          <w:lang w:val="uk-UA"/>
        </w:rPr>
        <w:t>Питаннями становлення інноваційних форм опіки та підготовки відповідних спеціалістів займалися: Г. Бевз, І. Звєрєва, Н. Комарова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99351D">
        <w:rPr>
          <w:rFonts w:ascii="Times New Roman" w:hAnsi="Times New Roman"/>
          <w:sz w:val="28"/>
          <w:szCs w:val="28"/>
          <w:lang w:val="uk-UA"/>
        </w:rPr>
        <w:t xml:space="preserve"> Г.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99351D">
        <w:rPr>
          <w:rFonts w:ascii="Times New Roman" w:hAnsi="Times New Roman"/>
          <w:sz w:val="28"/>
          <w:szCs w:val="28"/>
          <w:lang w:val="uk-UA"/>
        </w:rPr>
        <w:t>Лактіонова, Ж. Петрочко, І. Пєша, Трубавіна.</w:t>
      </w:r>
    </w:p>
    <w:p w:rsidR="00125DE2" w:rsidRDefault="00125DE2" w:rsidP="003475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9351D">
        <w:rPr>
          <w:rFonts w:ascii="Times New Roman" w:hAnsi="Times New Roman"/>
          <w:sz w:val="28"/>
          <w:szCs w:val="28"/>
          <w:lang w:val="uk-UA"/>
        </w:rPr>
        <w:t xml:space="preserve">Багатогранність наукових досліджень із даної теми дає можливість цілісно поглянути на проблему підготовки відповідних фахівців </w:t>
      </w:r>
      <w:r w:rsidRPr="006020A3">
        <w:rPr>
          <w:rFonts w:ascii="Times New Roman" w:hAnsi="Times New Roman"/>
          <w:sz w:val="28"/>
          <w:szCs w:val="28"/>
          <w:lang w:val="uk-UA"/>
        </w:rPr>
        <w:t>та забезпечити належний рівень їх кваліфікації.</w:t>
      </w:r>
    </w:p>
    <w:p w:rsidR="00125DE2" w:rsidRPr="0099351D" w:rsidRDefault="00125DE2" w:rsidP="003475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9351D">
        <w:rPr>
          <w:rFonts w:ascii="Times New Roman" w:hAnsi="Times New Roman"/>
          <w:sz w:val="28"/>
          <w:szCs w:val="28"/>
        </w:rPr>
        <w:t xml:space="preserve">Проаналізувавши сучасні </w:t>
      </w:r>
      <w:r w:rsidRPr="0099351D">
        <w:rPr>
          <w:rFonts w:ascii="Times New Roman" w:hAnsi="Times New Roman"/>
          <w:sz w:val="28"/>
          <w:szCs w:val="28"/>
          <w:lang w:val="uk-UA"/>
        </w:rPr>
        <w:t>підходи, що використовують при підготов</w:t>
      </w:r>
      <w:r>
        <w:rPr>
          <w:rFonts w:ascii="Times New Roman" w:hAnsi="Times New Roman"/>
          <w:sz w:val="28"/>
          <w:szCs w:val="28"/>
          <w:lang w:val="uk-UA"/>
        </w:rPr>
        <w:t>ці соціальних педагогів дозволили</w:t>
      </w:r>
      <w:r w:rsidRPr="0099351D">
        <w:rPr>
          <w:rFonts w:ascii="Times New Roman" w:hAnsi="Times New Roman"/>
          <w:sz w:val="28"/>
          <w:szCs w:val="28"/>
          <w:lang w:val="uk-UA"/>
        </w:rPr>
        <w:t xml:space="preserve"> нам визначити основні з </w:t>
      </w:r>
      <w:r>
        <w:rPr>
          <w:rFonts w:ascii="Times New Roman" w:hAnsi="Times New Roman"/>
          <w:sz w:val="28"/>
          <w:szCs w:val="28"/>
          <w:lang w:val="uk-UA"/>
        </w:rPr>
        <w:t>них і використати у своїй роботі</w:t>
      </w:r>
      <w:r w:rsidRPr="0099351D">
        <w:rPr>
          <w:rFonts w:ascii="Times New Roman" w:hAnsi="Times New Roman"/>
          <w:sz w:val="28"/>
          <w:szCs w:val="28"/>
          <w:lang w:val="uk-UA"/>
        </w:rPr>
        <w:t>:</w:t>
      </w:r>
    </w:p>
    <w:p w:rsidR="00125DE2" w:rsidRPr="0099351D" w:rsidRDefault="00125DE2" w:rsidP="00347507">
      <w:pPr>
        <w:pStyle w:val="ListParagraph1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351D">
        <w:rPr>
          <w:rFonts w:ascii="Times New Roman" w:hAnsi="Times New Roman"/>
          <w:sz w:val="28"/>
          <w:szCs w:val="28"/>
        </w:rPr>
        <w:t xml:space="preserve">Міждисциплінарний (Малькова М.) суть його полягає у поєднані різних дисциплін та предметного зв’язку між ними: соціальних, психолого-педагогічних, філософських, гуманітарних; розширення кількості спеціальних дисциплін та спецкурсів, які розкривають питання роботи з прийомними сім’ями, специфіки їх створення та здійснення соціального супроводу, а також сприятимуть поглибленню знань студентів з даної проблеми та </w:t>
      </w:r>
      <w:r>
        <w:rPr>
          <w:rFonts w:ascii="Times New Roman" w:hAnsi="Times New Roman"/>
          <w:sz w:val="28"/>
          <w:szCs w:val="28"/>
        </w:rPr>
        <w:t>формуванню спеціальних умінь [5, с. 50</w:t>
      </w:r>
      <w:r w:rsidRPr="0099351D">
        <w:rPr>
          <w:rFonts w:ascii="Times New Roman" w:hAnsi="Times New Roman"/>
          <w:sz w:val="28"/>
          <w:szCs w:val="28"/>
        </w:rPr>
        <w:t>];</w:t>
      </w:r>
    </w:p>
    <w:p w:rsidR="00125DE2" w:rsidRPr="0099351D" w:rsidRDefault="00125DE2" w:rsidP="00347507">
      <w:pPr>
        <w:pStyle w:val="ListParagraph1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351D">
        <w:rPr>
          <w:rFonts w:ascii="Times New Roman" w:hAnsi="Times New Roman"/>
          <w:sz w:val="28"/>
          <w:szCs w:val="28"/>
        </w:rPr>
        <w:t>Комплексно-інтегративний (Л. Міщик, В. Поліщук) – характеризує зв'язок теоретичної та</w:t>
      </w:r>
      <w:r>
        <w:rPr>
          <w:rFonts w:ascii="Times New Roman" w:hAnsi="Times New Roman"/>
          <w:sz w:val="28"/>
          <w:szCs w:val="28"/>
        </w:rPr>
        <w:t xml:space="preserve"> практичної підготовки [6, с. 30</w:t>
      </w:r>
      <w:r w:rsidRPr="0099351D">
        <w:rPr>
          <w:rFonts w:ascii="Times New Roman" w:hAnsi="Times New Roman"/>
          <w:sz w:val="28"/>
          <w:szCs w:val="28"/>
        </w:rPr>
        <w:t>];</w:t>
      </w:r>
    </w:p>
    <w:p w:rsidR="00125DE2" w:rsidRPr="0099351D" w:rsidRDefault="00125DE2" w:rsidP="00347507">
      <w:pPr>
        <w:pStyle w:val="ListParagraph1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351D">
        <w:rPr>
          <w:rFonts w:ascii="Times New Roman" w:hAnsi="Times New Roman"/>
          <w:sz w:val="28"/>
          <w:szCs w:val="28"/>
        </w:rPr>
        <w:t>Діяльнісно-технологічний (С. Архипова, І. Звєрєва, Л. Коваль, О. Пєхота) представники вважають, що ефективність підготовки залежить від активності студентів та від рівня оволодіння ними основними соціаль</w:t>
      </w:r>
      <w:r>
        <w:rPr>
          <w:rFonts w:ascii="Times New Roman" w:hAnsi="Times New Roman"/>
          <w:sz w:val="28"/>
          <w:szCs w:val="28"/>
        </w:rPr>
        <w:t>но-педагогічними технологіями [1, с. 3-9</w:t>
      </w:r>
      <w:r w:rsidRPr="0099351D">
        <w:rPr>
          <w:rFonts w:ascii="Times New Roman" w:hAnsi="Times New Roman"/>
          <w:sz w:val="28"/>
          <w:szCs w:val="28"/>
        </w:rPr>
        <w:t>];</w:t>
      </w:r>
    </w:p>
    <w:p w:rsidR="00125DE2" w:rsidRPr="0099351D" w:rsidRDefault="00125DE2" w:rsidP="00347507">
      <w:pPr>
        <w:pStyle w:val="ListParagraph1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351D">
        <w:rPr>
          <w:rFonts w:ascii="Times New Roman" w:hAnsi="Times New Roman"/>
          <w:sz w:val="28"/>
          <w:szCs w:val="28"/>
        </w:rPr>
        <w:t>Професійно-спрямований (О. Карпенко, В. Сластьонін, Ю. Поліщук) передбачає формування спеціальних умінь та перехід у процесі практичної діяльності до вищог</w:t>
      </w:r>
      <w:r>
        <w:rPr>
          <w:rFonts w:ascii="Times New Roman" w:hAnsi="Times New Roman"/>
          <w:sz w:val="28"/>
          <w:szCs w:val="28"/>
        </w:rPr>
        <w:t>о рівня професійного розвитку [3</w:t>
      </w:r>
      <w:r w:rsidRPr="0099351D">
        <w:rPr>
          <w:rFonts w:ascii="Times New Roman" w:hAnsi="Times New Roman"/>
          <w:sz w:val="28"/>
          <w:szCs w:val="28"/>
        </w:rPr>
        <w:t>];</w:t>
      </w:r>
    </w:p>
    <w:p w:rsidR="00125DE2" w:rsidRPr="0099351D" w:rsidRDefault="00125DE2" w:rsidP="00347507">
      <w:pPr>
        <w:pStyle w:val="ListParagraph1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351D">
        <w:rPr>
          <w:rFonts w:ascii="Times New Roman" w:hAnsi="Times New Roman"/>
          <w:sz w:val="28"/>
          <w:szCs w:val="28"/>
        </w:rPr>
        <w:t>Особистісно-орієнтований (Н. Кузьміна, Н. Ничкало) ґрунтується на засадах партнерства, співпраці студента та викладача, включення студента</w:t>
      </w:r>
      <w:r>
        <w:rPr>
          <w:rFonts w:ascii="Times New Roman" w:hAnsi="Times New Roman"/>
          <w:sz w:val="28"/>
          <w:szCs w:val="28"/>
        </w:rPr>
        <w:t xml:space="preserve"> у творчу наукову діяльність [4</w:t>
      </w:r>
      <w:r w:rsidRPr="0099351D">
        <w:rPr>
          <w:rFonts w:ascii="Times New Roman" w:hAnsi="Times New Roman"/>
          <w:sz w:val="28"/>
          <w:szCs w:val="28"/>
        </w:rPr>
        <w:t>].</w:t>
      </w:r>
    </w:p>
    <w:p w:rsidR="00125DE2" w:rsidRDefault="00125DE2" w:rsidP="003475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Розроблена нами концепція</w:t>
      </w:r>
      <w:r w:rsidRPr="0099351D">
        <w:rPr>
          <w:rFonts w:ascii="Times New Roman" w:hAnsi="Times New Roman"/>
          <w:sz w:val="28"/>
          <w:szCs w:val="28"/>
          <w:lang w:val="uk-UA"/>
        </w:rPr>
        <w:t xml:space="preserve"> підготовки майбутніх соціальних педагогів до роботи з прийомними сім’ями враховує та побудована на </w:t>
      </w:r>
      <w:r w:rsidRPr="0099351D">
        <w:rPr>
          <w:rFonts w:ascii="Times New Roman" w:hAnsi="Times New Roman"/>
          <w:i/>
          <w:sz w:val="28"/>
          <w:szCs w:val="28"/>
          <w:lang w:val="uk-UA"/>
        </w:rPr>
        <w:t>принципах</w:t>
      </w:r>
      <w:r w:rsidRPr="0099351D">
        <w:rPr>
          <w:rFonts w:ascii="Times New Roman" w:hAnsi="Times New Roman"/>
          <w:sz w:val="28"/>
          <w:szCs w:val="28"/>
          <w:lang w:val="uk-UA"/>
        </w:rPr>
        <w:t>: єдності теорії та практики, що дозволяє студенту застосувати отримані теоретичні знання на практиці для більш ефективної роботи у напрямку роботи з прийомними сім’ями; системності та послідовності, цей принцип дозволяє засвоїти основні знання та сформувати відповідні уміння від простих до складних; стимулювання потенційних можливостей студента(використання особистісно-розвивальних технологій).</w:t>
      </w:r>
    </w:p>
    <w:p w:rsidR="00125DE2" w:rsidRPr="009C60DE" w:rsidRDefault="00125DE2" w:rsidP="003475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60DE">
        <w:rPr>
          <w:rFonts w:ascii="Times New Roman" w:hAnsi="Times New Roman"/>
          <w:sz w:val="28"/>
          <w:szCs w:val="28"/>
        </w:rPr>
        <w:t>Зміст професійної підготовки майбутнього соціального педагога до роботи з прийомними сім’ями включає в себе такі складові: теоретичну, практичну та особистісну. Ці складові є структурою, що дозволяють опанувати студенту необхідні знання, уміння, навички в даному напрямку, а також розвинути особистісні якості</w:t>
      </w:r>
      <w:r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  <w:lang w:val="uk-UA"/>
        </w:rPr>
        <w:t>3, с. 146-147</w:t>
      </w:r>
      <w:r>
        <w:rPr>
          <w:rFonts w:ascii="Times New Roman" w:hAnsi="Times New Roman"/>
          <w:sz w:val="28"/>
          <w:szCs w:val="28"/>
        </w:rPr>
        <w:t>]</w:t>
      </w:r>
      <w:r w:rsidRPr="009C60DE">
        <w:rPr>
          <w:rFonts w:ascii="Times New Roman" w:hAnsi="Times New Roman"/>
          <w:sz w:val="28"/>
          <w:szCs w:val="28"/>
        </w:rPr>
        <w:t>.</w:t>
      </w:r>
    </w:p>
    <w:p w:rsidR="00125DE2" w:rsidRPr="009C60DE" w:rsidRDefault="00125DE2" w:rsidP="003475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60DE">
        <w:rPr>
          <w:rFonts w:ascii="Times New Roman" w:hAnsi="Times New Roman"/>
          <w:i/>
          <w:sz w:val="28"/>
          <w:szCs w:val="28"/>
        </w:rPr>
        <w:t>Теоретична складова</w:t>
      </w:r>
      <w:r w:rsidRPr="009C60DE">
        <w:rPr>
          <w:rFonts w:ascii="Times New Roman" w:hAnsi="Times New Roman"/>
          <w:sz w:val="28"/>
          <w:szCs w:val="28"/>
        </w:rPr>
        <w:t xml:space="preserve"> системи підготовки майбутніх соціальних педагогів спрямована на формування теоретичної готовності та включає в себе обов’язкове вивчення комплексу дисциплін гуманітарного, природничого та соціально-педагогічного циклу. Дана складова передбачає оволодіння спеціальними знаннями з проблеми створення, функціонування та роботи з прийомними сім’ями</w:t>
      </w:r>
      <w:r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</w:rPr>
        <w:t>]</w:t>
      </w:r>
      <w:r w:rsidRPr="009C60DE">
        <w:rPr>
          <w:rFonts w:ascii="Times New Roman" w:hAnsi="Times New Roman"/>
          <w:sz w:val="28"/>
          <w:szCs w:val="28"/>
        </w:rPr>
        <w:t>.</w:t>
      </w:r>
    </w:p>
    <w:p w:rsidR="00125DE2" w:rsidRPr="009C60DE" w:rsidRDefault="00125DE2" w:rsidP="003475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60DE">
        <w:rPr>
          <w:rFonts w:ascii="Times New Roman" w:hAnsi="Times New Roman"/>
          <w:sz w:val="28"/>
          <w:szCs w:val="28"/>
        </w:rPr>
        <w:t>Ця складова формується у процесі вивчення фахових дисциплін, спецкурсів, де студент отримує відповідні знання з даної проблеми, а потім застосовує ці знання в практичній роботі та удосконалює їх у процесі практичних, самостійних та індивідуальної роботи.</w:t>
      </w:r>
    </w:p>
    <w:p w:rsidR="00125DE2" w:rsidRPr="009C60DE" w:rsidRDefault="00125DE2" w:rsidP="003475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60DE">
        <w:rPr>
          <w:rFonts w:ascii="Times New Roman" w:hAnsi="Times New Roman"/>
          <w:sz w:val="28"/>
          <w:szCs w:val="28"/>
        </w:rPr>
        <w:t>Для реалізації та підкріплення теоретичної складової підготовки майбутніх соціальних педагогів до роботи з прийомними сім’ями ми прагнули впровадити в практику навчально-виховного процесу вищих навчальних закладів таку соціально-педагогічну умову, як доповнення змісту фахових дисциплін у контексті підготовки майбутніх соціальних педагогів до роботи з прийомними сім’ями.</w:t>
      </w:r>
    </w:p>
    <w:p w:rsidR="00125DE2" w:rsidRPr="009C60DE" w:rsidRDefault="00125DE2" w:rsidP="003475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60DE">
        <w:rPr>
          <w:rFonts w:ascii="Times New Roman" w:hAnsi="Times New Roman"/>
          <w:sz w:val="28"/>
          <w:szCs w:val="28"/>
        </w:rPr>
        <w:t xml:space="preserve">Отже, оновлення змісту програм фахових дисциплін, деталізація, удосконалення звучання питань та завдань для студентів сприяло ефективності теоретичної підготовки студентів. </w:t>
      </w:r>
    </w:p>
    <w:p w:rsidR="00125DE2" w:rsidRPr="009C60DE" w:rsidRDefault="00125DE2" w:rsidP="003475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60DE">
        <w:rPr>
          <w:rFonts w:ascii="Times New Roman" w:hAnsi="Times New Roman"/>
          <w:sz w:val="28"/>
          <w:szCs w:val="28"/>
        </w:rPr>
        <w:t>Крім оновлення змісту дисциплін було заплановано впровадження в навчальний процес підготовки майбутніх соціальних педагогів курсу «Соціальний супровід прийомних сімей», що було визначено нами як провідна соціально-педагогічна умова підготовки майбутніх соціальних педагогів до роботи з прийомними сім’ями.</w:t>
      </w:r>
    </w:p>
    <w:p w:rsidR="00125DE2" w:rsidRPr="009C60DE" w:rsidRDefault="00125DE2" w:rsidP="003475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60DE">
        <w:rPr>
          <w:rFonts w:ascii="Times New Roman" w:hAnsi="Times New Roman"/>
          <w:sz w:val="28"/>
          <w:szCs w:val="28"/>
        </w:rPr>
        <w:t xml:space="preserve">Визначальним при вивченні </w:t>
      </w:r>
      <w:r>
        <w:rPr>
          <w:rFonts w:ascii="Times New Roman" w:hAnsi="Times New Roman"/>
          <w:sz w:val="28"/>
          <w:szCs w:val="28"/>
        </w:rPr>
        <w:t xml:space="preserve">даної </w:t>
      </w:r>
      <w:r w:rsidRPr="009C60DE">
        <w:rPr>
          <w:rFonts w:ascii="Times New Roman" w:hAnsi="Times New Roman"/>
          <w:sz w:val="28"/>
          <w:szCs w:val="28"/>
        </w:rPr>
        <w:t>навчальної дисципліни є розвиток професійної компетентності студентів, сприяння у засвоєнні теоретичних знань, практичних умінь, формування високого рівня готовності до здійснення роботи з прийомними сім’ями, підготовка спеціалістів до практичної реалізації державної програми щодо розвитку сімейних форм виховання дітей-сиріт та дітей, позбавлених батьківського піклування.</w:t>
      </w:r>
    </w:p>
    <w:p w:rsidR="00125DE2" w:rsidRPr="009C60DE" w:rsidRDefault="00125DE2" w:rsidP="003475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60DE">
        <w:rPr>
          <w:rFonts w:ascii="Times New Roman" w:hAnsi="Times New Roman"/>
          <w:sz w:val="28"/>
          <w:szCs w:val="28"/>
        </w:rPr>
        <w:t>В ході</w:t>
      </w:r>
      <w:r>
        <w:rPr>
          <w:rFonts w:ascii="Times New Roman" w:hAnsi="Times New Roman"/>
          <w:sz w:val="28"/>
          <w:szCs w:val="28"/>
        </w:rPr>
        <w:t xml:space="preserve"> вивчення даної дисципліни</w:t>
      </w:r>
      <w:r w:rsidRPr="009C60DE">
        <w:rPr>
          <w:rFonts w:ascii="Times New Roman" w:hAnsi="Times New Roman"/>
          <w:sz w:val="28"/>
          <w:szCs w:val="28"/>
        </w:rPr>
        <w:t xml:space="preserve"> студенти брали</w:t>
      </w:r>
      <w:r>
        <w:rPr>
          <w:rFonts w:ascii="Times New Roman" w:hAnsi="Times New Roman"/>
          <w:sz w:val="28"/>
          <w:szCs w:val="28"/>
        </w:rPr>
        <w:t xml:space="preserve"> участь у рольових іграх</w:t>
      </w:r>
      <w:r>
        <w:rPr>
          <w:rFonts w:ascii="Times New Roman" w:hAnsi="Times New Roman"/>
          <w:sz w:val="28"/>
          <w:szCs w:val="28"/>
          <w:lang w:val="uk-UA"/>
        </w:rPr>
        <w:t>, використовувались навчальні вправи,</w:t>
      </w:r>
      <w:r w:rsidRPr="009C60DE">
        <w:rPr>
          <w:rFonts w:ascii="Times New Roman" w:hAnsi="Times New Roman"/>
          <w:sz w:val="28"/>
          <w:szCs w:val="28"/>
        </w:rPr>
        <w:t xml:space="preserve"> мозковий штурм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9C60DE">
        <w:rPr>
          <w:rFonts w:ascii="Times New Roman" w:hAnsi="Times New Roman"/>
          <w:sz w:val="28"/>
          <w:szCs w:val="28"/>
        </w:rPr>
        <w:t>метод аналізу ситуацій. Студенти розробляли власну кваліфікаційну характеристику та основні вимоги до спеціалістів, які працюють з прийом</w:t>
      </w:r>
      <w:r>
        <w:rPr>
          <w:rFonts w:ascii="Times New Roman" w:hAnsi="Times New Roman"/>
          <w:sz w:val="28"/>
          <w:szCs w:val="28"/>
        </w:rPr>
        <w:t xml:space="preserve">ними сім’ями. </w:t>
      </w:r>
    </w:p>
    <w:p w:rsidR="00125DE2" w:rsidRPr="009C60DE" w:rsidRDefault="00125DE2" w:rsidP="003475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60DE">
        <w:rPr>
          <w:rFonts w:ascii="Times New Roman" w:hAnsi="Times New Roman"/>
          <w:sz w:val="28"/>
          <w:szCs w:val="28"/>
        </w:rPr>
        <w:t>У процесі індивідуальної навчально-дослідної робот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  <w:lang w:val="uk-UA"/>
        </w:rPr>
        <w:t>вони</w:t>
      </w:r>
      <w:r w:rsidRPr="009C60DE">
        <w:rPr>
          <w:rFonts w:ascii="Times New Roman" w:hAnsi="Times New Roman"/>
          <w:sz w:val="28"/>
          <w:szCs w:val="28"/>
        </w:rPr>
        <w:t xml:space="preserve"> здійснювали підготовку рекламно-інформаційної продукції, розробляли рекомендації та пам’ятки для прийомних батьків та прийомних дітей, які с</w:t>
      </w:r>
      <w:r>
        <w:rPr>
          <w:rFonts w:ascii="Times New Roman" w:hAnsi="Times New Roman"/>
          <w:sz w:val="28"/>
          <w:szCs w:val="28"/>
        </w:rPr>
        <w:t>прияють ефективному спілкуванню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9C60DE">
        <w:rPr>
          <w:rFonts w:ascii="Times New Roman" w:hAnsi="Times New Roman"/>
          <w:sz w:val="28"/>
          <w:szCs w:val="28"/>
        </w:rPr>
        <w:t>здійснювали розробку та підготовку програм клубу для прийомних батьків «Назустріч один одному», клубу вихідного дня «Поділяю</w:t>
      </w:r>
      <w:r>
        <w:rPr>
          <w:rFonts w:ascii="Times New Roman" w:hAnsi="Times New Roman"/>
          <w:sz w:val="28"/>
          <w:szCs w:val="28"/>
        </w:rPr>
        <w:t>чи радість»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9C60DE">
        <w:rPr>
          <w:rFonts w:ascii="Times New Roman" w:hAnsi="Times New Roman"/>
          <w:sz w:val="28"/>
          <w:szCs w:val="28"/>
        </w:rPr>
        <w:t xml:space="preserve"> програми тренінгових занять для прийомних батьків та прийомних дітей: «Кроки на зустріч», «Світ емоцій», «Всі разом», «Двері у великий світ», «Шлях до успіху». Для ознайомлення з практичними аспектами роботи соціального педагога з прийомними сім’ями організовувались зустрічі з працівниками соціальних служб, що працюють в даному напрямку, працівниками Інституту </w:t>
      </w:r>
      <w:r>
        <w:rPr>
          <w:rFonts w:ascii="Times New Roman" w:hAnsi="Times New Roman"/>
          <w:sz w:val="28"/>
          <w:szCs w:val="28"/>
          <w:lang w:val="uk-UA"/>
        </w:rPr>
        <w:t xml:space="preserve">проблем </w:t>
      </w:r>
      <w:r w:rsidRPr="009C60DE">
        <w:rPr>
          <w:rFonts w:ascii="Times New Roman" w:hAnsi="Times New Roman"/>
          <w:sz w:val="28"/>
          <w:szCs w:val="28"/>
        </w:rPr>
        <w:t>сім’ї, які готують спеціалістів для роботи з прийомними сім’ями.</w:t>
      </w:r>
    </w:p>
    <w:p w:rsidR="00125DE2" w:rsidRPr="009C60DE" w:rsidRDefault="00125DE2" w:rsidP="003475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60DE">
        <w:rPr>
          <w:rFonts w:ascii="Times New Roman" w:hAnsi="Times New Roman"/>
          <w:sz w:val="28"/>
          <w:szCs w:val="28"/>
        </w:rPr>
        <w:t>Отже, при виконанні різних завдань на практичних заняттях студенти набували умінь щодо роботи з прийомною сім’єю</w:t>
      </w:r>
      <w:r>
        <w:rPr>
          <w:rFonts w:ascii="Times New Roman" w:hAnsi="Times New Roman"/>
          <w:sz w:val="28"/>
          <w:szCs w:val="28"/>
          <w:lang w:val="uk-UA"/>
        </w:rPr>
        <w:t>, що</w:t>
      </w:r>
      <w:r w:rsidRPr="009C60DE">
        <w:rPr>
          <w:rFonts w:ascii="Times New Roman" w:hAnsi="Times New Roman"/>
          <w:sz w:val="28"/>
          <w:szCs w:val="28"/>
        </w:rPr>
        <w:t xml:space="preserve"> дало змогу забезпечити виконання такої соціально-педагогічної умови, як формування вмінь і навичок роботи з прийомними сім’ями під час практичних занять, та професійної практики.</w:t>
      </w:r>
    </w:p>
    <w:p w:rsidR="00125DE2" w:rsidRPr="009C60DE" w:rsidRDefault="00125DE2" w:rsidP="003475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60DE">
        <w:rPr>
          <w:rFonts w:ascii="Times New Roman" w:hAnsi="Times New Roman"/>
          <w:i/>
          <w:sz w:val="28"/>
          <w:szCs w:val="28"/>
        </w:rPr>
        <w:t>Практична складова</w:t>
      </w:r>
      <w:r w:rsidRPr="009C60DE">
        <w:rPr>
          <w:rFonts w:ascii="Times New Roman" w:hAnsi="Times New Roman"/>
          <w:sz w:val="28"/>
          <w:szCs w:val="28"/>
        </w:rPr>
        <w:t xml:space="preserve"> підготовки включає в себе формування технологічної готовності майбутнього фахівця. Ця складова передбачає оволодіння студентом основними методами та технологіями роботи з прийомними сім’ями. Практична складова формується у процесі проходження практик студентом з метою оволодіння відповідним соціально-педагогічним інструментарієм. В ході практичної підготовки відбувається удосконалення умінь, а також встановлення взаємозв’язку теорії з практикою</w:t>
      </w:r>
      <w:r w:rsidRPr="00347D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3, с</w:t>
      </w:r>
      <w:r>
        <w:rPr>
          <w:rFonts w:ascii="Times New Roman" w:hAnsi="Times New Roman"/>
          <w:sz w:val="28"/>
          <w:szCs w:val="28"/>
        </w:rPr>
        <w:t>.8-20</w:t>
      </w:r>
      <w:r w:rsidRPr="00B7006D">
        <w:rPr>
          <w:rFonts w:ascii="Times New Roman" w:hAnsi="Times New Roman"/>
          <w:sz w:val="28"/>
          <w:szCs w:val="28"/>
        </w:rPr>
        <w:t>]</w:t>
      </w:r>
      <w:r w:rsidRPr="009C60DE">
        <w:rPr>
          <w:rFonts w:ascii="Times New Roman" w:hAnsi="Times New Roman"/>
          <w:sz w:val="28"/>
          <w:szCs w:val="28"/>
        </w:rPr>
        <w:t>.</w:t>
      </w:r>
    </w:p>
    <w:p w:rsidR="00125DE2" w:rsidRDefault="00125DE2" w:rsidP="003475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60DE">
        <w:rPr>
          <w:rFonts w:ascii="Times New Roman" w:hAnsi="Times New Roman"/>
          <w:sz w:val="28"/>
          <w:szCs w:val="28"/>
        </w:rPr>
        <w:t>Нами було доповнено програму проходження соціально-педагогічної практики для студ</w:t>
      </w:r>
      <w:r>
        <w:rPr>
          <w:rFonts w:ascii="Times New Roman" w:hAnsi="Times New Roman"/>
          <w:sz w:val="28"/>
          <w:szCs w:val="28"/>
        </w:rPr>
        <w:t>ентів 4</w:t>
      </w:r>
      <w:r w:rsidRPr="009C60DE">
        <w:rPr>
          <w:rFonts w:ascii="Times New Roman" w:hAnsi="Times New Roman"/>
          <w:sz w:val="28"/>
          <w:szCs w:val="28"/>
        </w:rPr>
        <w:t xml:space="preserve"> курсу спеціальності «Соціальна педагогіка» </w:t>
      </w:r>
      <w:r>
        <w:rPr>
          <w:rFonts w:ascii="Times New Roman" w:hAnsi="Times New Roman"/>
          <w:sz w:val="28"/>
          <w:szCs w:val="28"/>
          <w:lang w:val="uk-UA"/>
        </w:rPr>
        <w:t xml:space="preserve">відповідними завданнями, що стосуються роботи соціального педагога з прийомними сімями та здійснення соціального супроводження як одного із виду соціальних послуг. </w:t>
      </w:r>
      <w:r w:rsidRPr="009C60DE">
        <w:rPr>
          <w:rFonts w:ascii="Times New Roman" w:hAnsi="Times New Roman"/>
          <w:sz w:val="28"/>
          <w:szCs w:val="28"/>
        </w:rPr>
        <w:t>Під час проходження практики студенти брали участь у проведені рекламно-інформаційної кампанії «</w:t>
      </w:r>
      <w:r>
        <w:rPr>
          <w:rFonts w:ascii="Times New Roman" w:hAnsi="Times New Roman"/>
          <w:sz w:val="28"/>
          <w:szCs w:val="28"/>
        </w:rPr>
        <w:t>Чужих дітей не буває»</w:t>
      </w:r>
      <w:r>
        <w:rPr>
          <w:rFonts w:ascii="Times New Roman" w:hAnsi="Times New Roman"/>
          <w:sz w:val="28"/>
          <w:szCs w:val="28"/>
          <w:lang w:val="uk-UA"/>
        </w:rPr>
        <w:t xml:space="preserve">; </w:t>
      </w:r>
      <w:r w:rsidRPr="009C60DE">
        <w:rPr>
          <w:rFonts w:ascii="Times New Roman" w:hAnsi="Times New Roman"/>
          <w:sz w:val="28"/>
          <w:szCs w:val="28"/>
        </w:rPr>
        <w:t xml:space="preserve">готували рекламно-інформаційні матеріали даної компанії, організували волонтерську </w:t>
      </w:r>
      <w:r>
        <w:rPr>
          <w:rFonts w:ascii="Times New Roman" w:hAnsi="Times New Roman"/>
          <w:sz w:val="28"/>
          <w:szCs w:val="28"/>
        </w:rPr>
        <w:t>группу.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C60DE">
        <w:rPr>
          <w:rFonts w:ascii="Times New Roman" w:hAnsi="Times New Roman"/>
          <w:sz w:val="28"/>
          <w:szCs w:val="28"/>
        </w:rPr>
        <w:t>А також студенти розробили навчальну програму школи для прийомних батьків «В наших руках долі дітей». В рамках нашого дослідження працювала студентська науково - проблемна група, що займалася вивченням питання прийомного батьківства, особливостей роботи соціального педагога з прийомними сім’ями, специфіку такої роботи.</w:t>
      </w:r>
    </w:p>
    <w:p w:rsidR="00125DE2" w:rsidRDefault="00125DE2" w:rsidP="00E4094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347DC2">
        <w:rPr>
          <w:rFonts w:ascii="Times New Roman" w:hAnsi="Times New Roman"/>
          <w:sz w:val="28"/>
          <w:szCs w:val="28"/>
        </w:rPr>
        <w:t xml:space="preserve">Отже, з вище викладеного видно, що нами було запроваджено безліч різноманітних форм та методів роботи для формування готовності майбутніх соціальних педагогів до роботи з прийомними сім’ями. Технологічне забезпечення підготовки майбутніх соціальних педагогів до роботи з прийомними сім’ями здійснювалося шляхом поєднання теоретичної та </w:t>
      </w:r>
      <w:r>
        <w:rPr>
          <w:rFonts w:ascii="Times New Roman" w:hAnsi="Times New Roman"/>
          <w:sz w:val="28"/>
          <w:szCs w:val="28"/>
        </w:rPr>
        <w:t>практичної підготовки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347DC2">
        <w:rPr>
          <w:rFonts w:ascii="Times New Roman" w:hAnsi="Times New Roman"/>
          <w:sz w:val="28"/>
          <w:szCs w:val="28"/>
        </w:rPr>
        <w:t>різних форм роботи зі студентами (рекламно-інформаційна кампанія, майстер-класи,зустрічі з спеціалістами).</w:t>
      </w:r>
    </w:p>
    <w:p w:rsidR="00125DE2" w:rsidRPr="009C60DE" w:rsidRDefault="00125DE2" w:rsidP="00E4094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60DE">
        <w:rPr>
          <w:rFonts w:ascii="Times New Roman" w:hAnsi="Times New Roman"/>
          <w:i/>
          <w:sz w:val="28"/>
          <w:szCs w:val="28"/>
        </w:rPr>
        <w:t>Особистісна складова</w:t>
      </w:r>
      <w:r w:rsidRPr="009C60DE">
        <w:rPr>
          <w:rFonts w:ascii="Times New Roman" w:hAnsi="Times New Roman"/>
          <w:sz w:val="28"/>
          <w:szCs w:val="28"/>
        </w:rPr>
        <w:t xml:space="preserve"> або самовдосконалення передбачає розвиток особистісних якостей студента та його творчості</w:t>
      </w:r>
      <w:r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  <w:lang w:val="uk-UA"/>
        </w:rPr>
        <w:t xml:space="preserve">2, с. </w:t>
      </w:r>
      <w:r>
        <w:rPr>
          <w:rFonts w:ascii="Times New Roman" w:hAnsi="Times New Roman"/>
          <w:sz w:val="28"/>
          <w:szCs w:val="28"/>
        </w:rPr>
        <w:t>35</w:t>
      </w:r>
      <w:r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</w:rPr>
        <w:t>36</w:t>
      </w:r>
      <w:r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</w:rPr>
        <w:t>48</w:t>
      </w:r>
      <w:r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</w:rPr>
        <w:t>49</w:t>
      </w:r>
      <w:r w:rsidRPr="00347DC2">
        <w:rPr>
          <w:rFonts w:ascii="Times New Roman" w:hAnsi="Times New Roman"/>
          <w:sz w:val="28"/>
          <w:szCs w:val="28"/>
        </w:rPr>
        <w:t>]</w:t>
      </w:r>
      <w:r w:rsidRPr="009C60DE">
        <w:rPr>
          <w:rFonts w:ascii="Times New Roman" w:hAnsi="Times New Roman"/>
          <w:sz w:val="28"/>
          <w:szCs w:val="28"/>
        </w:rPr>
        <w:t>.</w:t>
      </w:r>
    </w:p>
    <w:p w:rsidR="00125DE2" w:rsidRPr="009C60DE" w:rsidRDefault="00125DE2" w:rsidP="003475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60DE">
        <w:rPr>
          <w:rFonts w:ascii="Times New Roman" w:hAnsi="Times New Roman"/>
          <w:sz w:val="28"/>
          <w:szCs w:val="28"/>
        </w:rPr>
        <w:t xml:space="preserve">Отже, ми дійшли </w:t>
      </w:r>
      <w:r w:rsidRPr="009C60DE">
        <w:rPr>
          <w:rFonts w:ascii="Times New Roman" w:hAnsi="Times New Roman"/>
          <w:i/>
          <w:sz w:val="28"/>
          <w:szCs w:val="28"/>
        </w:rPr>
        <w:t>висновку</w:t>
      </w:r>
      <w:r w:rsidRPr="009C60DE">
        <w:rPr>
          <w:rFonts w:ascii="Times New Roman" w:hAnsi="Times New Roman"/>
          <w:sz w:val="28"/>
          <w:szCs w:val="28"/>
        </w:rPr>
        <w:t>, щ</w:t>
      </w:r>
      <w:r w:rsidRPr="009C60DE">
        <w:rPr>
          <w:rFonts w:ascii="Times New Roman" w:hAnsi="Times New Roman"/>
          <w:sz w:val="28"/>
          <w:szCs w:val="28"/>
          <w:lang w:val="en-US"/>
        </w:rPr>
        <w:t>o</w:t>
      </w:r>
      <w:r w:rsidRPr="009C60DE">
        <w:rPr>
          <w:rFonts w:ascii="Times New Roman" w:hAnsi="Times New Roman"/>
          <w:sz w:val="28"/>
          <w:szCs w:val="28"/>
        </w:rPr>
        <w:t xml:space="preserve"> основними особливостями української підготовки соціальних педагогів до роботи з прийомними сім’ями є врахування трьох складових підготовки (теоретичну, практичну та особистісну). А також чітке розмежування функціоналу, обов’язків та відповідна підготовка спеціаліста різного освітньо-кваліфікаційного рівня. </w:t>
      </w:r>
    </w:p>
    <w:p w:rsidR="00125DE2" w:rsidRPr="009C60DE" w:rsidRDefault="00125DE2" w:rsidP="0034750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60DE">
        <w:rPr>
          <w:rFonts w:ascii="Times New Roman" w:hAnsi="Times New Roman"/>
          <w:i/>
          <w:sz w:val="28"/>
          <w:szCs w:val="28"/>
        </w:rPr>
        <w:t>Перспективи</w:t>
      </w:r>
      <w:r w:rsidRPr="009C60DE">
        <w:rPr>
          <w:rFonts w:ascii="Times New Roman" w:hAnsi="Times New Roman"/>
          <w:sz w:val="28"/>
          <w:szCs w:val="28"/>
        </w:rPr>
        <w:t xml:space="preserve"> подальшої роботи ми вбачаємо в тому, що питання підготовки спеціалістів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C60DE">
        <w:rPr>
          <w:rFonts w:ascii="Times New Roman" w:hAnsi="Times New Roman"/>
          <w:sz w:val="28"/>
          <w:szCs w:val="28"/>
        </w:rPr>
        <w:t>(соціальних педагогів, соціальних працівників), що працюють з прийомними сім’ями залишається відкритим, що зумовлює необхідність розробки конструктивного підходу до його розв’язання.</w:t>
      </w:r>
    </w:p>
    <w:p w:rsidR="00125DE2" w:rsidRDefault="00125DE2" w:rsidP="006020A3">
      <w:pPr>
        <w:spacing w:after="0" w:line="360" w:lineRule="auto"/>
        <w:ind w:firstLine="709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E4094D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125DE2" w:rsidRDefault="00125DE2" w:rsidP="00E73B78">
      <w:pPr>
        <w:pStyle w:val="ListParagraph1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Архипова С.П. </w:t>
      </w:r>
      <w:r w:rsidRPr="00E73B78">
        <w:rPr>
          <w:rFonts w:ascii="Times New Roman" w:hAnsi="Times New Roman"/>
          <w:sz w:val="28"/>
          <w:szCs w:val="28"/>
        </w:rPr>
        <w:t>П</w:t>
      </w:r>
      <w:r w:rsidRPr="00B1458D">
        <w:rPr>
          <w:rFonts w:ascii="Times New Roman" w:hAnsi="Times New Roman"/>
          <w:sz w:val="28"/>
          <w:szCs w:val="28"/>
        </w:rPr>
        <w:t>едагогічні аспекти підготовки соціальних педагогів/ С.П. Архипова// Вісник Черкаського університету. Серія Педагогічні наук</w:t>
      </w:r>
      <w:r>
        <w:rPr>
          <w:rFonts w:ascii="Times New Roman" w:hAnsi="Times New Roman"/>
          <w:sz w:val="28"/>
          <w:szCs w:val="28"/>
        </w:rPr>
        <w:t>и. – Черкаси,1999. – Вип.10. – С</w:t>
      </w:r>
      <w:r w:rsidRPr="00B1458D">
        <w:rPr>
          <w:rFonts w:ascii="Times New Roman" w:hAnsi="Times New Roman"/>
          <w:sz w:val="28"/>
          <w:szCs w:val="28"/>
        </w:rPr>
        <w:t>.</w:t>
      </w:r>
      <w:r w:rsidRPr="00E73B78">
        <w:rPr>
          <w:rFonts w:ascii="Times New Roman" w:hAnsi="Times New Roman"/>
          <w:sz w:val="28"/>
          <w:szCs w:val="28"/>
        </w:rPr>
        <w:t xml:space="preserve"> </w:t>
      </w:r>
      <w:r w:rsidRPr="00B1458D">
        <w:rPr>
          <w:rFonts w:ascii="Times New Roman" w:hAnsi="Times New Roman"/>
          <w:sz w:val="28"/>
          <w:szCs w:val="28"/>
        </w:rPr>
        <w:t>3-9</w:t>
      </w:r>
      <w:r w:rsidRPr="00E73B78">
        <w:rPr>
          <w:rFonts w:ascii="Times New Roman" w:hAnsi="Times New Roman"/>
          <w:sz w:val="28"/>
          <w:szCs w:val="28"/>
        </w:rPr>
        <w:t>.</w:t>
      </w:r>
    </w:p>
    <w:p w:rsidR="00125DE2" w:rsidRPr="00E73B78" w:rsidRDefault="00125DE2" w:rsidP="00E73B78">
      <w:pPr>
        <w:pStyle w:val="ListParagraph1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B78">
        <w:rPr>
          <w:rFonts w:ascii="Times New Roman" w:hAnsi="Times New Roman"/>
          <w:sz w:val="28"/>
          <w:szCs w:val="28"/>
          <w:lang w:val="ru-RU"/>
        </w:rPr>
        <w:t>Басов Н.Ф.Социальный педагог: введение в профессию: учебное пособие для студентов высших учеб. заведений/Н.Ф. Басов, В.М. Басова, А.Н. Кравченко. – М.: Издательский центр «Академия», 2006. – 167 с.</w:t>
      </w:r>
    </w:p>
    <w:p w:rsidR="00125DE2" w:rsidRDefault="00125DE2" w:rsidP="00E73B78">
      <w:pPr>
        <w:pStyle w:val="ListParagraph1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B78">
        <w:rPr>
          <w:rFonts w:ascii="Times New Roman" w:hAnsi="Times New Roman"/>
          <w:sz w:val="28"/>
          <w:szCs w:val="28"/>
        </w:rPr>
        <w:t>Карпенко О.Г.Професійна підготовка соціальних працівників в умовах університетської освіти: науково-методичний та організаційно-технологічний аспекти: Монографія./ За ред. С.Я. Харченко. – Дрогобич: Коло,2007 - 374 c</w:t>
      </w:r>
      <w:r w:rsidRPr="00E73B78">
        <w:rPr>
          <w:rFonts w:ascii="Times New Roman" w:hAnsi="Times New Roman"/>
          <w:bCs/>
          <w:snapToGrid w:val="0"/>
          <w:sz w:val="28"/>
          <w:szCs w:val="28"/>
        </w:rPr>
        <w:t>.</w:t>
      </w:r>
    </w:p>
    <w:p w:rsidR="00125DE2" w:rsidRDefault="00125DE2" w:rsidP="00E73B78">
      <w:pPr>
        <w:pStyle w:val="ListParagraph1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B78">
        <w:rPr>
          <w:rFonts w:ascii="Times New Roman" w:hAnsi="Times New Roman"/>
          <w:sz w:val="28"/>
          <w:szCs w:val="28"/>
        </w:rPr>
        <w:t>Кузьмина Н.В. Акмелогическая теория повышения качества подготовки специалистов образования/ Н.В. Кузьмина. – М.: Исследовательский центр проблем качества подготовки специалистов, 2001. -</w:t>
      </w:r>
      <w:r w:rsidRPr="00E73B7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73B78">
        <w:rPr>
          <w:rFonts w:ascii="Times New Roman" w:hAnsi="Times New Roman"/>
          <w:sz w:val="28"/>
          <w:szCs w:val="28"/>
        </w:rPr>
        <w:t>144с.</w:t>
      </w:r>
    </w:p>
    <w:p w:rsidR="00125DE2" w:rsidRDefault="00125DE2" w:rsidP="00E73B78">
      <w:pPr>
        <w:pStyle w:val="ListParagraph1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B78">
        <w:rPr>
          <w:rFonts w:ascii="Times New Roman" w:hAnsi="Times New Roman"/>
          <w:sz w:val="28"/>
          <w:szCs w:val="28"/>
        </w:rPr>
        <w:t>Малькова М.О. Формування професійної готовності майбутніх соціальних педагогів до взаємодії з девіантними підлітками: дис.. …канд. пед.. наук : 13.00.05/ Малькова Марина Олександрівна. – Луганськ, 2006. – 255с.</w:t>
      </w:r>
    </w:p>
    <w:p w:rsidR="00125DE2" w:rsidRPr="00E73B78" w:rsidRDefault="00125DE2" w:rsidP="00E73B78">
      <w:pPr>
        <w:pStyle w:val="ListParagraph1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B78">
        <w:rPr>
          <w:rFonts w:ascii="Times New Roman" w:hAnsi="Times New Roman"/>
          <w:sz w:val="28"/>
          <w:szCs w:val="28"/>
        </w:rPr>
        <w:t>Міщик Л.І. Теоретико-методичні основи професійної підготовки соціального педагога у закладах вищої освіти: дис. …д-ра пед.. наук: 13.00.05 / Міщик Людмила Іванівна. – Запоріжжя, 1997. – 358 с.</w:t>
      </w:r>
    </w:p>
    <w:p w:rsidR="00125DE2" w:rsidRDefault="00125DE2" w:rsidP="001641A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5DE2" w:rsidRDefault="00125DE2" w:rsidP="001641A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125DE2" w:rsidSect="0034750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76427"/>
    <w:multiLevelType w:val="hybridMultilevel"/>
    <w:tmpl w:val="53147AE0"/>
    <w:lvl w:ilvl="0" w:tplc="B50C10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643629F5"/>
    <w:multiLevelType w:val="hybridMultilevel"/>
    <w:tmpl w:val="32A07960"/>
    <w:lvl w:ilvl="0" w:tplc="0D223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68362832"/>
    <w:multiLevelType w:val="hybridMultilevel"/>
    <w:tmpl w:val="822C3478"/>
    <w:lvl w:ilvl="0" w:tplc="0422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72B2"/>
    <w:rsid w:val="000348B3"/>
    <w:rsid w:val="00125DE2"/>
    <w:rsid w:val="001641A1"/>
    <w:rsid w:val="002D0A79"/>
    <w:rsid w:val="00347507"/>
    <w:rsid w:val="00347DC2"/>
    <w:rsid w:val="00414DCF"/>
    <w:rsid w:val="006020A3"/>
    <w:rsid w:val="00761A12"/>
    <w:rsid w:val="007D7877"/>
    <w:rsid w:val="00955599"/>
    <w:rsid w:val="0099351D"/>
    <w:rsid w:val="009C60DE"/>
    <w:rsid w:val="00A63541"/>
    <w:rsid w:val="00B1458D"/>
    <w:rsid w:val="00B7006D"/>
    <w:rsid w:val="00BA378F"/>
    <w:rsid w:val="00BB4965"/>
    <w:rsid w:val="00E4094D"/>
    <w:rsid w:val="00E73B78"/>
    <w:rsid w:val="00EB7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DCF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99"/>
    <w:rsid w:val="0099351D"/>
    <w:pPr>
      <w:ind w:left="720"/>
      <w:contextualSpacing/>
    </w:pPr>
    <w:rPr>
      <w:rFonts w:eastAsia="Times New Roman"/>
      <w:lang w:val="uk-UA"/>
    </w:rPr>
  </w:style>
  <w:style w:type="paragraph" w:styleId="ListParagraph">
    <w:name w:val="List Paragraph"/>
    <w:basedOn w:val="Normal"/>
    <w:uiPriority w:val="99"/>
    <w:qFormat/>
    <w:rsid w:val="001641A1"/>
    <w:pPr>
      <w:ind w:left="720"/>
      <w:contextualSpacing/>
    </w:pPr>
    <w:rPr>
      <w:rFonts w:eastAsia="Times New Roman"/>
      <w:lang w:val="uk-UA" w:eastAsia="uk-UA"/>
    </w:rPr>
  </w:style>
  <w:style w:type="character" w:styleId="Hyperlink">
    <w:name w:val="Hyperlink"/>
    <w:basedOn w:val="DefaultParagraphFont"/>
    <w:uiPriority w:val="99"/>
    <w:rsid w:val="00BA378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</TotalTime>
  <Pages>6</Pages>
  <Words>6825</Words>
  <Characters>3891</Characters>
  <Application>Microsoft Office Outlook</Application>
  <DocSecurity>0</DocSecurity>
  <Lines>0</Lines>
  <Paragraphs>0</Paragraphs>
  <ScaleCrop>false</ScaleCrop>
  <Company>Acer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Admin</cp:lastModifiedBy>
  <cp:revision>7</cp:revision>
  <dcterms:created xsi:type="dcterms:W3CDTF">2014-01-27T19:17:00Z</dcterms:created>
  <dcterms:modified xsi:type="dcterms:W3CDTF">2014-01-28T15:35:00Z</dcterms:modified>
</cp:coreProperties>
</file>