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4BA" w:rsidRPr="00903D6D" w:rsidRDefault="00EB44BA" w:rsidP="00903D6D">
      <w:pPr>
        <w:spacing w:after="0" w:line="360" w:lineRule="auto"/>
        <w:ind w:firstLine="709"/>
        <w:jc w:val="right"/>
        <w:rPr>
          <w:rFonts w:ascii="Times New Roman" w:hAnsi="Times New Roman"/>
          <w:b/>
          <w:sz w:val="28"/>
          <w:szCs w:val="28"/>
          <w:lang w:val="en-US"/>
        </w:rPr>
      </w:pPr>
      <w:r w:rsidRPr="00903D6D">
        <w:rPr>
          <w:rFonts w:ascii="Times New Roman" w:hAnsi="Times New Roman"/>
          <w:b/>
          <w:sz w:val="28"/>
          <w:szCs w:val="28"/>
          <w:lang w:val="kk-KZ"/>
        </w:rPr>
        <w:t xml:space="preserve">                                                                 Күлшат Хамзина </w:t>
      </w:r>
    </w:p>
    <w:p w:rsidR="00EB44BA" w:rsidRPr="00903D6D" w:rsidRDefault="00EB44BA" w:rsidP="00903D6D">
      <w:pPr>
        <w:spacing w:after="0" w:line="360" w:lineRule="auto"/>
        <w:ind w:firstLine="709"/>
        <w:jc w:val="right"/>
        <w:rPr>
          <w:rFonts w:ascii="Times New Roman" w:hAnsi="Times New Roman"/>
          <w:b/>
          <w:sz w:val="28"/>
          <w:szCs w:val="28"/>
          <w:lang w:val="kk-KZ"/>
        </w:rPr>
      </w:pPr>
      <w:r w:rsidRPr="00903D6D">
        <w:rPr>
          <w:rFonts w:ascii="Times New Roman" w:hAnsi="Times New Roman"/>
          <w:b/>
          <w:sz w:val="28"/>
          <w:szCs w:val="28"/>
          <w:lang w:val="kk-KZ"/>
        </w:rPr>
        <w:t>(Астана, Қазақстан)</w:t>
      </w:r>
    </w:p>
    <w:p w:rsidR="00EB44BA" w:rsidRDefault="00EB44BA" w:rsidP="00F92774">
      <w:pPr>
        <w:spacing w:after="0" w:line="360" w:lineRule="auto"/>
        <w:ind w:firstLine="709"/>
        <w:jc w:val="center"/>
        <w:rPr>
          <w:rFonts w:ascii="Times New Roman" w:hAnsi="Times New Roman"/>
          <w:b/>
          <w:sz w:val="28"/>
          <w:szCs w:val="28"/>
          <w:lang w:val="kk-KZ"/>
        </w:rPr>
      </w:pPr>
    </w:p>
    <w:p w:rsidR="00EB44BA" w:rsidRDefault="00EB44BA" w:rsidP="00F92774">
      <w:pPr>
        <w:spacing w:after="0" w:line="360" w:lineRule="auto"/>
        <w:jc w:val="center"/>
        <w:rPr>
          <w:rFonts w:ascii="Times New Roman" w:hAnsi="Times New Roman"/>
          <w:sz w:val="28"/>
          <w:szCs w:val="28"/>
          <w:lang w:val="en-US"/>
        </w:rPr>
      </w:pPr>
      <w:r w:rsidRPr="001415B7">
        <w:rPr>
          <w:rFonts w:ascii="Times New Roman" w:hAnsi="Times New Roman"/>
          <w:b/>
          <w:sz w:val="28"/>
          <w:szCs w:val="28"/>
          <w:lang w:val="kk-KZ"/>
        </w:rPr>
        <w:t>БОЛАШАҚ МАМАННЫҢ КӘСІБИ-ПЕДАГОГИКАЛЫҚ ИМИДЖІН ҚАЛЫПТАСТЫРУ МӘСЕЛЕЛЕРІ</w:t>
      </w:r>
      <w:r>
        <w:rPr>
          <w:rFonts w:ascii="Times New Roman" w:hAnsi="Times New Roman"/>
          <w:sz w:val="28"/>
          <w:szCs w:val="28"/>
          <w:lang w:val="kk-KZ"/>
        </w:rPr>
        <w:t xml:space="preserve">   </w:t>
      </w:r>
    </w:p>
    <w:p w:rsidR="00EB44BA" w:rsidRPr="00903D6D" w:rsidRDefault="00EB44BA" w:rsidP="00F92774">
      <w:pPr>
        <w:spacing w:after="0" w:line="360" w:lineRule="auto"/>
        <w:jc w:val="center"/>
        <w:rPr>
          <w:rFonts w:ascii="Times New Roman" w:hAnsi="Times New Roman"/>
          <w:sz w:val="28"/>
          <w:szCs w:val="28"/>
          <w:lang w:val="en-US"/>
        </w:rPr>
      </w:pPr>
    </w:p>
    <w:p w:rsidR="00EB44BA" w:rsidRPr="00CF5BEB" w:rsidRDefault="00EB44BA" w:rsidP="00F92774">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М</w:t>
      </w:r>
      <w:r w:rsidRPr="00CF5BEB">
        <w:rPr>
          <w:rFonts w:ascii="Times New Roman" w:hAnsi="Times New Roman"/>
          <w:sz w:val="28"/>
          <w:szCs w:val="28"/>
          <w:lang w:val="kk-KZ"/>
        </w:rPr>
        <w:t>емлекетіміздің өзіне және болашақ тәрбиеленушілеріне жеке тұлғалық-гуманды позицияны ұстаушы, білгір де білікті мамандарды даярлауға деген қажеттілігі бірнеше өзекті мәселелерді қозғайды. Осындай өзекті мәселенің бірі – болашақ маманның кәсіби-педагогикалық имиджін қалыптастыру мәселесі. Мұның айғағы Қазақстан Республикасының Жоғары педагогикалық білім берудің басты мақсаты оқушының жеке басының қалыптасуы мен даму мәселесін шығармашылықпен шешуге қабілетті кәсіби жағынан компетентті жаңа формацияның педагогын даярлау делінген. Концепцияда педагогтың компетенттілігі үш</w:t>
      </w:r>
      <w:r>
        <w:rPr>
          <w:rFonts w:ascii="Times New Roman" w:hAnsi="Times New Roman"/>
          <w:sz w:val="28"/>
          <w:szCs w:val="28"/>
          <w:lang w:val="kk-KZ"/>
        </w:rPr>
        <w:t xml:space="preserve"> тұрғыдан демек, жалпы мәдени, әдіснамалық</w:t>
      </w:r>
      <w:r w:rsidRPr="00CF5BEB">
        <w:rPr>
          <w:rFonts w:ascii="Times New Roman" w:hAnsi="Times New Roman"/>
          <w:sz w:val="28"/>
          <w:szCs w:val="28"/>
          <w:lang w:val="kk-KZ"/>
        </w:rPr>
        <w:t xml:space="preserve"> және пәндік-бағыттылық деп атап көрсетілген. Демек, бүгінгі мұғалімнің, педагогтың, тәлімгердің, оқытушының кәсіби шеберлігін, компетенттілігін жетілдіру бүгінгі педагогика және психология ғылымдарының ең өзекті мәселелерінің бірі болмақ.</w:t>
      </w:r>
    </w:p>
    <w:p w:rsidR="00EB44BA"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Болашақ мамандардың өмірлік қызметі психикалық дамуы және тұлға ретінде қалыптасуы көптеген еңбектерде ғылыми тұрғыдан дәлелденген. Болашақ маманның кәсіби-педагогикалық имиджін қалыптастыру көптеген нормативті құжаттарда да көрініс берген. Бұның бәрі жеке тұлғаны қалыптастыруда кәсіби-педагоги</w:t>
      </w:r>
      <w:r>
        <w:rPr>
          <w:rFonts w:ascii="Times New Roman" w:hAnsi="Times New Roman"/>
          <w:sz w:val="28"/>
          <w:szCs w:val="28"/>
          <w:lang w:val="kk-KZ"/>
        </w:rPr>
        <w:t>калық имиджін</w:t>
      </w:r>
      <w:r w:rsidRPr="00CF5BEB">
        <w:rPr>
          <w:rFonts w:ascii="Times New Roman" w:hAnsi="Times New Roman"/>
          <w:sz w:val="28"/>
          <w:szCs w:val="28"/>
          <w:lang w:val="kk-KZ"/>
        </w:rPr>
        <w:t>ің алатын орнының ерекше екендігін дәлелдейді.</w:t>
      </w:r>
      <w:r>
        <w:rPr>
          <w:rFonts w:ascii="Times New Roman" w:hAnsi="Times New Roman"/>
          <w:sz w:val="28"/>
          <w:szCs w:val="28"/>
          <w:lang w:val="kk-KZ"/>
        </w:rPr>
        <w:t xml:space="preserve"> </w:t>
      </w:r>
      <w:r w:rsidRPr="00CF5BEB">
        <w:rPr>
          <w:rFonts w:ascii="Times New Roman" w:hAnsi="Times New Roman"/>
          <w:sz w:val="28"/>
          <w:szCs w:val="28"/>
          <w:lang w:val="kk-KZ"/>
        </w:rPr>
        <w:t>«Болашақ маманның кәсіби-педагогикалық имиджі» болашақ маманның социумда бекіп қалыптасқан нормалар мен мемлекеттік стандартта берілген кәсіби-педагогикалық функцияларды орындауға дайындығы болып табылады. Алайда мемлекеттік стандарттар өзгерістерге ұшырап отырады. Өйткені, қоғамның өркендеп-өзгеруіне сәйкес стандартта жаңа мақсат-міндеттер орын алмақ.</w:t>
      </w:r>
      <w:r>
        <w:rPr>
          <w:rFonts w:ascii="Times New Roman" w:hAnsi="Times New Roman"/>
          <w:sz w:val="28"/>
          <w:szCs w:val="28"/>
          <w:lang w:val="kk-KZ"/>
        </w:rPr>
        <w:t xml:space="preserve"> </w:t>
      </w:r>
    </w:p>
    <w:p w:rsidR="00EB44BA" w:rsidRPr="00CF5BEB"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Имидж» түсінігі ХХ ғасырдың соңында қоғам назарының және ғылыми талдаудың пәні болды. 90 жылдардың ортасында имиджді қалыптастырудың психологиялық аспектілеріне арналған, имидж жайында алғашқы отандық өңдеулер Р.Ф.Ромашкина, Е.И.Манякина, Е.В.Гришунина, П.С.Гуревич, Ф.А.Кузин және т.б. еңбектерінде жарық көрді.</w:t>
      </w:r>
    </w:p>
    <w:p w:rsidR="00EB44BA" w:rsidRPr="00CF5BEB" w:rsidRDefault="00EB44BA" w:rsidP="00F92774">
      <w:pPr>
        <w:spacing w:after="0" w:line="360" w:lineRule="auto"/>
        <w:ind w:firstLine="709"/>
        <w:jc w:val="both"/>
        <w:rPr>
          <w:rFonts w:ascii="Times New Roman" w:hAnsi="Times New Roman"/>
          <w:sz w:val="28"/>
          <w:szCs w:val="28"/>
          <w:lang w:val="kk-KZ" w:eastAsia="ru-RU"/>
        </w:rPr>
      </w:pPr>
      <w:r>
        <w:rPr>
          <w:rFonts w:ascii="Times New Roman" w:hAnsi="Times New Roman"/>
          <w:sz w:val="28"/>
          <w:szCs w:val="28"/>
          <w:lang w:val="kk-KZ"/>
        </w:rPr>
        <w:t xml:space="preserve"> </w:t>
      </w:r>
      <w:r w:rsidRPr="00CF5BEB">
        <w:rPr>
          <w:rFonts w:ascii="Times New Roman" w:hAnsi="Times New Roman"/>
          <w:sz w:val="28"/>
          <w:szCs w:val="28"/>
          <w:lang w:val="kk-KZ" w:eastAsia="ru-RU"/>
        </w:rPr>
        <w:t>Білім беру жүйесінде әлемдік деңгейге жету үшін жасалынып жатқан талпыныстар, түрліше кәсіптік бағдарламаларға негізделген жаңа типтегі оқу орындарының пайда болуы болашақ мамандарды даярлау ісіне нақты талаптар қоюда. Ғалымдардың қоғам талабына сай жүргізіліп жатқан өзгерістерге тән жоғары оқу орындарында жаңа типтік құрылымдар мен әдістерді енгізуі әлемдік стандартқа сай мамандарды дайындау үшін күш жігерлерін ғылыми тұрғыда байланыстыра отырып, қызмет жасауда.</w:t>
      </w:r>
    </w:p>
    <w:p w:rsidR="00EB44BA" w:rsidRPr="00CB17A0" w:rsidRDefault="00EB44BA" w:rsidP="00F92774">
      <w:pPr>
        <w:tabs>
          <w:tab w:val="left" w:pos="0"/>
          <w:tab w:val="left" w:pos="284"/>
          <w:tab w:val="left" w:pos="900"/>
        </w:tabs>
        <w:spacing w:after="0" w:line="360" w:lineRule="auto"/>
        <w:ind w:firstLine="709"/>
        <w:jc w:val="both"/>
        <w:rPr>
          <w:rFonts w:ascii="Times New Roman" w:hAnsi="Times New Roman"/>
          <w:color w:val="FF0000"/>
          <w:sz w:val="28"/>
          <w:szCs w:val="28"/>
          <w:lang w:val="kk-KZ" w:eastAsia="ru-RU"/>
        </w:rPr>
      </w:pPr>
      <w:r w:rsidRPr="00CF5BEB">
        <w:rPr>
          <w:rFonts w:ascii="Times New Roman" w:hAnsi="Times New Roman"/>
          <w:sz w:val="28"/>
          <w:szCs w:val="28"/>
          <w:lang w:val="kk-KZ" w:eastAsia="ru-RU"/>
        </w:rPr>
        <w:t xml:space="preserve">Болашақ мұғалімдердің кәсіби біліктері мен қабілеттері, тұлғалық қасиеттерін педагогикалық тұрғыдан дамыту </w:t>
      </w:r>
      <w:r>
        <w:rPr>
          <w:rFonts w:ascii="Times New Roman" w:hAnsi="Times New Roman"/>
          <w:sz w:val="28"/>
          <w:szCs w:val="28"/>
          <w:lang w:val="kk-KZ" w:eastAsia="ru-RU"/>
        </w:rPr>
        <w:t>мәселесін Н.Д.Хмель тұжырымдады</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[1,</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б.</w:t>
      </w:r>
      <w:r w:rsidRPr="001875A9">
        <w:rPr>
          <w:rFonts w:ascii="Times New Roman" w:hAnsi="Times New Roman"/>
          <w:sz w:val="28"/>
          <w:szCs w:val="28"/>
          <w:lang w:val="kk-KZ" w:eastAsia="ru-RU"/>
        </w:rPr>
        <w:t>320].</w:t>
      </w:r>
      <w:r w:rsidRPr="00CF5BEB">
        <w:rPr>
          <w:rFonts w:ascii="Times New Roman" w:hAnsi="Times New Roman"/>
          <w:color w:val="FF0000"/>
          <w:sz w:val="28"/>
          <w:szCs w:val="28"/>
          <w:lang w:val="kk-KZ" w:eastAsia="ru-RU"/>
        </w:rPr>
        <w:t xml:space="preserve"> </w:t>
      </w:r>
    </w:p>
    <w:p w:rsidR="00EB44BA" w:rsidRPr="00CF5BEB" w:rsidRDefault="00EB44BA" w:rsidP="00F92774">
      <w:pPr>
        <w:tabs>
          <w:tab w:val="left" w:pos="-709"/>
          <w:tab w:val="left" w:pos="-426"/>
          <w:tab w:val="left" w:pos="0"/>
          <w:tab w:val="left" w:pos="284"/>
          <w:tab w:val="left" w:pos="567"/>
          <w:tab w:val="left" w:pos="900"/>
          <w:tab w:val="left" w:pos="1260"/>
        </w:tabs>
        <w:spacing w:after="0" w:line="360" w:lineRule="auto"/>
        <w:ind w:firstLine="709"/>
        <w:jc w:val="both"/>
        <w:rPr>
          <w:rFonts w:ascii="Times New Roman" w:hAnsi="Times New Roman"/>
          <w:sz w:val="28"/>
          <w:szCs w:val="28"/>
          <w:lang w:val="kk-KZ" w:eastAsia="ru-RU"/>
        </w:rPr>
      </w:pPr>
      <w:r>
        <w:rPr>
          <w:rFonts w:ascii="Times New Roman" w:hAnsi="Times New Roman"/>
          <w:sz w:val="28"/>
          <w:szCs w:val="28"/>
          <w:lang w:val="kk-KZ" w:eastAsia="ru-RU"/>
        </w:rPr>
        <w:t>Жоғары оқу орындарындағы оқу-</w:t>
      </w:r>
      <w:r w:rsidRPr="00CF5BEB">
        <w:rPr>
          <w:rFonts w:ascii="Times New Roman" w:hAnsi="Times New Roman"/>
          <w:sz w:val="28"/>
          <w:szCs w:val="28"/>
          <w:lang w:val="kk-KZ" w:eastAsia="ru-RU"/>
        </w:rPr>
        <w:t>тәрбие процесінде болашақ мұғалімдердің кәсіби даярлығын қалыптастыру мәселелеріне отандық ғалымдардан К.С.Успанов, С.С.Құнанбаева, Д.М.Жүсіпәлиева, Г.Қ.Нұрғалиева, А.А.Калюжный, С.Т.Каргин, Ш.Т.Таубаева және тағы басқа ғалымдардың</w:t>
      </w:r>
      <w:r>
        <w:rPr>
          <w:rFonts w:ascii="Times New Roman" w:hAnsi="Times New Roman"/>
          <w:sz w:val="28"/>
          <w:szCs w:val="28"/>
          <w:lang w:val="kk-KZ" w:eastAsia="ru-RU"/>
        </w:rPr>
        <w:t xml:space="preserve"> еңбектері арналған</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[2,</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б.</w:t>
      </w:r>
      <w:r w:rsidRPr="00CF5BEB">
        <w:rPr>
          <w:rFonts w:ascii="Times New Roman" w:hAnsi="Times New Roman"/>
          <w:sz w:val="28"/>
          <w:szCs w:val="28"/>
          <w:lang w:val="kk-KZ" w:eastAsia="ru-RU"/>
        </w:rPr>
        <w:t xml:space="preserve">9]. К.С.Успанов өз еңбегінде, педагогикалық процесте болашақ мұғалімдерді адамгершілікке, азаматтықа, ізгілікке  тәрбиелеуді кәсіби даярлаудың ажырамас бөлігі ретінде қарастырып, теориялық </w:t>
      </w:r>
      <w:r>
        <w:rPr>
          <w:rFonts w:ascii="Times New Roman" w:hAnsi="Times New Roman"/>
          <w:sz w:val="28"/>
          <w:szCs w:val="28"/>
          <w:lang w:val="kk-KZ" w:eastAsia="ru-RU"/>
        </w:rPr>
        <w:t>және практикалық тұрғыдан жан-</w:t>
      </w:r>
      <w:r w:rsidRPr="00CF5BEB">
        <w:rPr>
          <w:rFonts w:ascii="Times New Roman" w:hAnsi="Times New Roman"/>
          <w:sz w:val="28"/>
          <w:szCs w:val="28"/>
          <w:lang w:val="kk-KZ" w:eastAsia="ru-RU"/>
        </w:rPr>
        <w:t>жа</w:t>
      </w:r>
      <w:r>
        <w:rPr>
          <w:rFonts w:ascii="Times New Roman" w:hAnsi="Times New Roman"/>
          <w:sz w:val="28"/>
          <w:szCs w:val="28"/>
          <w:lang w:val="kk-KZ" w:eastAsia="ru-RU"/>
        </w:rPr>
        <w:t>қты негіздеп, сипаттама берген</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[2,</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б.228</w:t>
      </w:r>
      <w:r w:rsidRPr="00CF5BEB">
        <w:rPr>
          <w:rFonts w:ascii="Times New Roman" w:hAnsi="Times New Roman"/>
          <w:sz w:val="28"/>
          <w:szCs w:val="28"/>
          <w:lang w:val="kk-KZ" w:eastAsia="ru-RU"/>
        </w:rPr>
        <w:t>]. Ал А.А.Калюжный жеке тұлғаны адамгершілікке тәрбиелеу жүйесінде мұғалімдердің кәсіби қасиеттеріне қойылатын талаптарға сипаттама бе</w:t>
      </w:r>
      <w:r>
        <w:rPr>
          <w:rFonts w:ascii="Times New Roman" w:hAnsi="Times New Roman"/>
          <w:sz w:val="28"/>
          <w:szCs w:val="28"/>
          <w:lang w:val="kk-KZ" w:eastAsia="ru-RU"/>
        </w:rPr>
        <w:t xml:space="preserve">ріп, ғылыми тұрғыда негіздесе [3,б.328], С.С.Құнанбаева, С.Т.Каргин зерттеулерінде </w:t>
      </w:r>
      <w:r w:rsidRPr="00CF5BEB">
        <w:rPr>
          <w:rFonts w:ascii="Times New Roman" w:hAnsi="Times New Roman"/>
          <w:sz w:val="28"/>
          <w:szCs w:val="28"/>
          <w:lang w:val="kk-KZ" w:eastAsia="ru-RU"/>
        </w:rPr>
        <w:t>болашақ мұғалімдердің кәсіби мәндік қасиеті мен кәсіби құндылық құндылықтарын қалыптастыру, мәдениетін көтеру жолдар</w:t>
      </w:r>
      <w:r>
        <w:rPr>
          <w:rFonts w:ascii="Times New Roman" w:hAnsi="Times New Roman"/>
          <w:sz w:val="28"/>
          <w:szCs w:val="28"/>
          <w:lang w:val="kk-KZ" w:eastAsia="ru-RU"/>
        </w:rPr>
        <w:t>ын жан-жақты тұжырымдады</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[4,</w:t>
      </w:r>
      <w:r w:rsidRPr="00903D6D">
        <w:rPr>
          <w:rFonts w:ascii="Times New Roman" w:hAnsi="Times New Roman"/>
          <w:sz w:val="28"/>
          <w:szCs w:val="28"/>
          <w:lang w:val="kk-KZ" w:eastAsia="ru-RU"/>
        </w:rPr>
        <w:t xml:space="preserve"> </w:t>
      </w:r>
      <w:r>
        <w:rPr>
          <w:rFonts w:ascii="Times New Roman" w:hAnsi="Times New Roman"/>
          <w:sz w:val="28"/>
          <w:szCs w:val="28"/>
          <w:lang w:val="kk-KZ" w:eastAsia="ru-RU"/>
        </w:rPr>
        <w:t>б.5</w:t>
      </w:r>
      <w:r w:rsidRPr="00CF5BEB">
        <w:rPr>
          <w:rFonts w:ascii="Times New Roman" w:hAnsi="Times New Roman"/>
          <w:sz w:val="28"/>
          <w:szCs w:val="28"/>
          <w:lang w:val="kk-KZ" w:eastAsia="ru-RU"/>
        </w:rPr>
        <w:t>].</w:t>
      </w:r>
    </w:p>
    <w:p w:rsidR="00EB44BA" w:rsidRPr="00CF5BEB" w:rsidRDefault="00EB44BA" w:rsidP="00F92774">
      <w:pPr>
        <w:spacing w:after="0" w:line="360" w:lineRule="auto"/>
        <w:ind w:firstLine="709"/>
        <w:jc w:val="both"/>
        <w:rPr>
          <w:rFonts w:ascii="Times New Roman" w:hAnsi="Times New Roman"/>
          <w:sz w:val="28"/>
          <w:szCs w:val="28"/>
          <w:lang w:val="kk-KZ" w:eastAsia="ru-RU"/>
        </w:rPr>
      </w:pPr>
      <w:r w:rsidRPr="00CF5BEB">
        <w:rPr>
          <w:rFonts w:ascii="Times New Roman" w:hAnsi="Times New Roman"/>
          <w:sz w:val="28"/>
          <w:szCs w:val="28"/>
          <w:lang w:val="kk-KZ" w:eastAsia="ru-RU"/>
        </w:rPr>
        <w:t>Г.Қ.Нұрғалиева, Ш.Т.Таубаеваның еңбектерінде жалпы білім беретін орта мектептер мен жоғары оқу орындарындағы студенттердің құндылық бағдарлы тұлғасын қалыптастырудың психологиялық, педагогикалық шарттарын айқындап, оны әдістемелік, теориялық және практикалық тұрғыдан делелдеп, сипаттаған [6,</w:t>
      </w:r>
      <w:r>
        <w:rPr>
          <w:rFonts w:ascii="Times New Roman" w:hAnsi="Times New Roman"/>
          <w:sz w:val="28"/>
          <w:szCs w:val="28"/>
          <w:lang w:val="kk-KZ" w:eastAsia="ru-RU"/>
        </w:rPr>
        <w:t>б.</w:t>
      </w:r>
      <w:r w:rsidRPr="00CF5BEB">
        <w:rPr>
          <w:rFonts w:ascii="Times New Roman" w:hAnsi="Times New Roman"/>
          <w:sz w:val="28"/>
          <w:szCs w:val="28"/>
          <w:lang w:val="kk-KZ" w:eastAsia="ru-RU"/>
        </w:rPr>
        <w:t>7].</w:t>
      </w:r>
    </w:p>
    <w:p w:rsidR="00EB44BA" w:rsidRPr="00CF5BEB"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 xml:space="preserve">Мемлекетімізге жеке кәсіби қызмет атқаратын бір жақты мамандар ғана емес, ғылыми білімі терең, рухани дүниесі бай, өз кәсіби парызын саналы түрде орындайтын, жан-жақты дамыған, белсенді, адамгершілігі мол адамдар қажет. Қоғам сұранысы «адам-адам» жүйесінде қызмет ететін маман тұлғасына, оның ішінде ұстаздарға ерекше маңызды талаптар қояды. </w:t>
      </w:r>
    </w:p>
    <w:p w:rsidR="00EB44BA" w:rsidRPr="00CF5BEB"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Қазіргі таңда аталмыш салада қызмет ететін әрбір маман кәсіби біліктілік пен іскерлікті меңгеріп қана қою табысты қызмет үшін жеткіліксіз екенін жақсы түсінеді. Бұл үшін көптеген ептіліктер қажет, соның ішінде: тәрбиеленушінің жай күйін ұғып қана қоймай, оны тыңдағанда ести білу, қарым-қатынастағы серіктестігінің</w:t>
      </w:r>
      <w:r>
        <w:rPr>
          <w:rFonts w:ascii="Times New Roman" w:hAnsi="Times New Roman"/>
          <w:sz w:val="28"/>
          <w:szCs w:val="28"/>
          <w:lang w:val="kk-KZ"/>
        </w:rPr>
        <w:t xml:space="preserve"> эмоционалды жай-күйін байқау, </w:t>
      </w:r>
      <w:r w:rsidRPr="00CF5BEB">
        <w:rPr>
          <w:rFonts w:ascii="Times New Roman" w:hAnsi="Times New Roman"/>
          <w:sz w:val="28"/>
          <w:szCs w:val="28"/>
          <w:lang w:val="kk-KZ"/>
        </w:rPr>
        <w:t>өзара дұрыс қарым-қатынас орната білуі. Бұл келелі міндеттерді іске асырудың жолдарын ашу педагогикалық деонтология еншісінде</w:t>
      </w:r>
      <w:r w:rsidRPr="00903D6D">
        <w:rPr>
          <w:rFonts w:ascii="Times New Roman" w:hAnsi="Times New Roman"/>
          <w:sz w:val="28"/>
          <w:szCs w:val="28"/>
          <w:lang w:val="kk-KZ"/>
        </w:rPr>
        <w:t xml:space="preserve"> </w:t>
      </w:r>
      <w:r>
        <w:rPr>
          <w:rFonts w:ascii="Times New Roman" w:hAnsi="Times New Roman"/>
          <w:sz w:val="28"/>
          <w:szCs w:val="28"/>
          <w:lang w:val="kk-KZ" w:eastAsia="ru-RU"/>
        </w:rPr>
        <w:t>[8</w:t>
      </w:r>
      <w:r w:rsidRPr="00CF5BEB">
        <w:rPr>
          <w:rFonts w:ascii="Times New Roman" w:hAnsi="Times New Roman"/>
          <w:sz w:val="28"/>
          <w:szCs w:val="28"/>
          <w:lang w:val="kk-KZ" w:eastAsia="ru-RU"/>
        </w:rPr>
        <w:t>,</w:t>
      </w:r>
      <w:r>
        <w:rPr>
          <w:rFonts w:ascii="Times New Roman" w:hAnsi="Times New Roman"/>
          <w:sz w:val="28"/>
          <w:szCs w:val="28"/>
          <w:lang w:val="kk-KZ" w:eastAsia="ru-RU"/>
        </w:rPr>
        <w:t>б.</w:t>
      </w:r>
      <w:r w:rsidRPr="00CF5BEB">
        <w:rPr>
          <w:rFonts w:ascii="Times New Roman" w:hAnsi="Times New Roman"/>
          <w:sz w:val="28"/>
          <w:szCs w:val="28"/>
          <w:lang w:val="kk-KZ" w:eastAsia="ru-RU"/>
        </w:rPr>
        <w:t>11].</w:t>
      </w:r>
    </w:p>
    <w:p w:rsidR="00EB44BA" w:rsidRPr="00CF5BEB"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«Оксворд түсіндірме сөздігі</w:t>
      </w:r>
      <w:r>
        <w:rPr>
          <w:rFonts w:ascii="Times New Roman" w:hAnsi="Times New Roman"/>
          <w:sz w:val="28"/>
          <w:szCs w:val="28"/>
          <w:lang w:val="kk-KZ"/>
        </w:rPr>
        <w:t xml:space="preserve">нде» деонтология (deontology) – </w:t>
      </w:r>
      <w:r w:rsidRPr="00CF5BEB">
        <w:rPr>
          <w:rFonts w:ascii="Times New Roman" w:hAnsi="Times New Roman"/>
          <w:sz w:val="28"/>
          <w:szCs w:val="28"/>
          <w:lang w:val="kk-KZ"/>
        </w:rPr>
        <w:t xml:space="preserve">адамдардың мінез-құлқы мен әдептілігін </w:t>
      </w:r>
      <w:r>
        <w:rPr>
          <w:rFonts w:ascii="Times New Roman" w:hAnsi="Times New Roman"/>
          <w:sz w:val="28"/>
          <w:szCs w:val="28"/>
          <w:lang w:val="kk-KZ"/>
        </w:rPr>
        <w:t>зерттеумен айналысатын ғылым»</w:t>
      </w:r>
      <w:r w:rsidRPr="00903D6D">
        <w:rPr>
          <w:rFonts w:ascii="Times New Roman" w:hAnsi="Times New Roman"/>
          <w:sz w:val="28"/>
          <w:szCs w:val="28"/>
          <w:lang w:val="kk-KZ"/>
        </w:rPr>
        <w:t xml:space="preserve"> </w:t>
      </w:r>
      <w:r>
        <w:rPr>
          <w:rFonts w:ascii="Times New Roman" w:hAnsi="Times New Roman"/>
          <w:sz w:val="28"/>
          <w:szCs w:val="28"/>
          <w:lang w:val="kk-KZ"/>
        </w:rPr>
        <w:t>[9</w:t>
      </w:r>
      <w:r w:rsidRPr="00CF5BEB">
        <w:rPr>
          <w:rFonts w:ascii="Times New Roman" w:hAnsi="Times New Roman"/>
          <w:sz w:val="28"/>
          <w:szCs w:val="28"/>
          <w:lang w:val="kk-KZ"/>
        </w:rPr>
        <w:t>,</w:t>
      </w:r>
      <w:r w:rsidRPr="00903D6D">
        <w:rPr>
          <w:rFonts w:ascii="Times New Roman" w:hAnsi="Times New Roman"/>
          <w:sz w:val="28"/>
          <w:szCs w:val="28"/>
          <w:lang w:val="kk-KZ"/>
        </w:rPr>
        <w:t xml:space="preserve"> </w:t>
      </w:r>
      <w:r>
        <w:rPr>
          <w:rFonts w:ascii="Times New Roman" w:hAnsi="Times New Roman"/>
          <w:sz w:val="28"/>
          <w:szCs w:val="28"/>
          <w:lang w:val="kk-KZ"/>
        </w:rPr>
        <w:t>б.15</w:t>
      </w:r>
      <w:r w:rsidRPr="00CF5BEB">
        <w:rPr>
          <w:rFonts w:ascii="Times New Roman" w:hAnsi="Times New Roman"/>
          <w:sz w:val="28"/>
          <w:szCs w:val="28"/>
          <w:lang w:val="kk-KZ"/>
        </w:rPr>
        <w:t>];</w:t>
      </w:r>
      <w:r>
        <w:rPr>
          <w:rFonts w:ascii="Times New Roman" w:hAnsi="Times New Roman"/>
          <w:sz w:val="28"/>
          <w:szCs w:val="28"/>
          <w:lang w:val="kk-KZ"/>
        </w:rPr>
        <w:t xml:space="preserve"> </w:t>
      </w:r>
      <w:r w:rsidRPr="00CF5BEB">
        <w:rPr>
          <w:rFonts w:ascii="Times New Roman" w:hAnsi="Times New Roman"/>
          <w:sz w:val="28"/>
          <w:szCs w:val="28"/>
          <w:lang w:val="kk-KZ"/>
        </w:rPr>
        <w:t>Педагогикалық деонтология –  ұстаздың кәсіби парызына сәйкес мінез</w:t>
      </w:r>
      <w:r>
        <w:rPr>
          <w:rFonts w:ascii="Times New Roman" w:hAnsi="Times New Roman"/>
          <w:sz w:val="28"/>
          <w:szCs w:val="28"/>
          <w:lang w:val="kk-KZ"/>
        </w:rPr>
        <w:t>-құлқы туралы ғылым</w:t>
      </w:r>
      <w:r w:rsidRPr="00CF5BEB">
        <w:rPr>
          <w:rFonts w:ascii="Times New Roman" w:hAnsi="Times New Roman"/>
          <w:sz w:val="28"/>
          <w:szCs w:val="28"/>
          <w:lang w:val="kk-KZ"/>
        </w:rPr>
        <w:t>[10</w:t>
      </w:r>
      <w:r>
        <w:rPr>
          <w:rFonts w:ascii="Times New Roman" w:hAnsi="Times New Roman"/>
          <w:sz w:val="28"/>
          <w:szCs w:val="28"/>
          <w:lang w:val="kk-KZ"/>
        </w:rPr>
        <w:t>,б.25</w:t>
      </w:r>
      <w:r w:rsidRPr="00CF5BEB">
        <w:rPr>
          <w:rFonts w:ascii="Times New Roman" w:hAnsi="Times New Roman"/>
          <w:sz w:val="28"/>
          <w:szCs w:val="28"/>
          <w:lang w:val="kk-KZ"/>
        </w:rPr>
        <w:t>]</w:t>
      </w:r>
      <w:r>
        <w:rPr>
          <w:rFonts w:ascii="Times New Roman" w:hAnsi="Times New Roman"/>
          <w:spacing w:val="-3"/>
          <w:sz w:val="28"/>
          <w:szCs w:val="28"/>
          <w:lang w:val="kk-KZ"/>
        </w:rPr>
        <w:t xml:space="preserve"> </w:t>
      </w:r>
      <w:r>
        <w:rPr>
          <w:rFonts w:ascii="Times New Roman" w:hAnsi="Times New Roman"/>
          <w:sz w:val="28"/>
          <w:szCs w:val="28"/>
          <w:lang w:val="kk-KZ"/>
        </w:rPr>
        <w:t xml:space="preserve">(К.М.Левитан, Г.М.Кертаева, Г.А.Қараханова, А.Е.Күдерина, Д.Д.Есімова, Ү.ААжигалиева </w:t>
      </w:r>
      <w:r w:rsidRPr="00CF5BEB">
        <w:rPr>
          <w:rFonts w:ascii="Times New Roman" w:hAnsi="Times New Roman"/>
          <w:sz w:val="28"/>
          <w:szCs w:val="28"/>
          <w:lang w:val="kk-KZ"/>
        </w:rPr>
        <w:t>т.б.);</w:t>
      </w:r>
      <w:r>
        <w:rPr>
          <w:rFonts w:ascii="Times New Roman" w:hAnsi="Times New Roman"/>
          <w:sz w:val="28"/>
          <w:szCs w:val="28"/>
          <w:lang w:val="kk-KZ"/>
        </w:rPr>
        <w:t xml:space="preserve"> </w:t>
      </w:r>
      <w:r w:rsidRPr="00CF5BEB">
        <w:rPr>
          <w:rFonts w:ascii="Times New Roman" w:hAnsi="Times New Roman"/>
          <w:sz w:val="28"/>
          <w:szCs w:val="28"/>
          <w:lang w:val="kk-KZ"/>
        </w:rPr>
        <w:t>Психологиялық</w:t>
      </w:r>
      <w:r>
        <w:rPr>
          <w:rFonts w:ascii="Times New Roman" w:hAnsi="Times New Roman"/>
          <w:sz w:val="28"/>
          <w:szCs w:val="28"/>
          <w:lang w:val="kk-KZ"/>
        </w:rPr>
        <w:t xml:space="preserve"> деонтология – «көмек ұсынушы-</w:t>
      </w:r>
      <w:r w:rsidRPr="00CF5BEB">
        <w:rPr>
          <w:rFonts w:ascii="Times New Roman" w:hAnsi="Times New Roman"/>
          <w:sz w:val="28"/>
          <w:szCs w:val="28"/>
          <w:lang w:val="kk-KZ"/>
        </w:rPr>
        <w:t>көмекті қабылдаушы» сияқты өзара әрекеттесудің, жәрдемдесуші мамандардың моральдық сенімділігін қамтамасыз ететін тұлғаның психологиялық тетіктерінің этик</w:t>
      </w:r>
      <w:r>
        <w:rPr>
          <w:rFonts w:ascii="Times New Roman" w:hAnsi="Times New Roman"/>
          <w:sz w:val="28"/>
          <w:szCs w:val="28"/>
          <w:lang w:val="kk-KZ"/>
        </w:rPr>
        <w:t>алық аспектілерін зерттейді [11</w:t>
      </w:r>
      <w:r w:rsidRPr="00CF5BEB">
        <w:rPr>
          <w:rFonts w:ascii="Times New Roman" w:hAnsi="Times New Roman"/>
          <w:sz w:val="28"/>
          <w:szCs w:val="28"/>
          <w:lang w:val="kk-KZ"/>
        </w:rPr>
        <w:t>,</w:t>
      </w:r>
      <w:r w:rsidRPr="00903D6D">
        <w:rPr>
          <w:rFonts w:ascii="Times New Roman" w:hAnsi="Times New Roman"/>
          <w:sz w:val="28"/>
          <w:szCs w:val="28"/>
          <w:lang w:val="kk-KZ"/>
        </w:rPr>
        <w:t xml:space="preserve"> </w:t>
      </w:r>
      <w:r>
        <w:rPr>
          <w:rFonts w:ascii="Times New Roman" w:hAnsi="Times New Roman"/>
          <w:sz w:val="28"/>
          <w:szCs w:val="28"/>
          <w:lang w:val="kk-KZ"/>
        </w:rPr>
        <w:t>б.</w:t>
      </w:r>
      <w:r w:rsidRPr="00CF5BEB">
        <w:rPr>
          <w:rFonts w:ascii="Times New Roman" w:hAnsi="Times New Roman"/>
          <w:sz w:val="28"/>
          <w:szCs w:val="28"/>
          <w:lang w:val="kk-KZ"/>
        </w:rPr>
        <w:t>9</w:t>
      </w:r>
      <w:r>
        <w:rPr>
          <w:rFonts w:ascii="Times New Roman" w:hAnsi="Times New Roman"/>
          <w:sz w:val="28"/>
          <w:szCs w:val="28"/>
          <w:lang w:val="kk-KZ"/>
        </w:rPr>
        <w:t>].</w:t>
      </w:r>
      <w:r w:rsidRPr="00CF5BEB">
        <w:rPr>
          <w:rFonts w:ascii="Times New Roman" w:hAnsi="Times New Roman"/>
          <w:sz w:val="28"/>
          <w:szCs w:val="28"/>
          <w:lang w:val="kk-KZ"/>
        </w:rPr>
        <w:t xml:space="preserve"> </w:t>
      </w:r>
      <w:r>
        <w:rPr>
          <w:rFonts w:ascii="Times New Roman" w:hAnsi="Times New Roman"/>
          <w:sz w:val="28"/>
          <w:szCs w:val="28"/>
          <w:lang w:val="kk-KZ"/>
        </w:rPr>
        <w:t xml:space="preserve"> </w:t>
      </w:r>
    </w:p>
    <w:p w:rsidR="00EB44BA" w:rsidRPr="00CF5BEB" w:rsidRDefault="00EB44BA" w:rsidP="00F92774">
      <w:pPr>
        <w:spacing w:after="0" w:line="360" w:lineRule="auto"/>
        <w:ind w:firstLine="709"/>
        <w:jc w:val="both"/>
        <w:rPr>
          <w:rFonts w:ascii="Times New Roman" w:eastAsia="MS Mincho" w:hAnsi="Times New Roman"/>
          <w:sz w:val="28"/>
          <w:szCs w:val="28"/>
          <w:lang w:val="kk-KZ"/>
        </w:rPr>
      </w:pPr>
      <w:r w:rsidRPr="00CF5BEB">
        <w:rPr>
          <w:rFonts w:ascii="Times New Roman" w:hAnsi="Times New Roman"/>
          <w:sz w:val="28"/>
          <w:szCs w:val="28"/>
          <w:lang w:val="kk-KZ"/>
        </w:rPr>
        <w:t>Адамның қоғаммен қарым-қатынасын және оның мінез-құ</w:t>
      </w:r>
      <w:r>
        <w:rPr>
          <w:rFonts w:ascii="Times New Roman" w:hAnsi="Times New Roman"/>
          <w:sz w:val="28"/>
          <w:szCs w:val="28"/>
          <w:lang w:val="kk-KZ"/>
        </w:rPr>
        <w:t xml:space="preserve">лқын реттеу үшін мораль қажет. </w:t>
      </w:r>
      <w:r w:rsidRPr="00CF5BEB">
        <w:rPr>
          <w:rFonts w:ascii="Times New Roman" w:hAnsi="Times New Roman"/>
          <w:sz w:val="28"/>
          <w:szCs w:val="28"/>
          <w:lang w:val="kk-KZ"/>
        </w:rPr>
        <w:t>И.Т.Фроловтың басшылығымен шыққан «Философиялық сөздікте» берілген анықтама бойынша: «мораль – бұл парыз бен рухани құндылықтар құрметіне ие болған жеке-дара, адами және риясыз уәжділік негізіндегі адамның мінез-құлқы мен қоғаммен қарым-қатынасын реттеудің құндылықты-бұйрықты</w:t>
      </w:r>
      <w:r>
        <w:rPr>
          <w:rFonts w:ascii="Times New Roman" w:hAnsi="Times New Roman"/>
          <w:sz w:val="28"/>
          <w:szCs w:val="28"/>
          <w:lang w:val="kk-KZ"/>
        </w:rPr>
        <w:t xml:space="preserve"> түрі»</w:t>
      </w:r>
      <w:r w:rsidRPr="00903D6D">
        <w:rPr>
          <w:rFonts w:ascii="Times New Roman" w:hAnsi="Times New Roman"/>
          <w:sz w:val="28"/>
          <w:szCs w:val="28"/>
          <w:lang w:val="kk-KZ"/>
        </w:rPr>
        <w:t xml:space="preserve"> </w:t>
      </w:r>
      <w:r w:rsidRPr="00CF5BEB">
        <w:rPr>
          <w:rFonts w:ascii="Times New Roman" w:hAnsi="Times New Roman"/>
          <w:sz w:val="28"/>
          <w:szCs w:val="28"/>
          <w:lang w:val="kk-KZ"/>
        </w:rPr>
        <w:t>[</w:t>
      </w:r>
      <w:r>
        <w:rPr>
          <w:rFonts w:ascii="Times New Roman" w:hAnsi="Times New Roman"/>
          <w:sz w:val="28"/>
          <w:szCs w:val="28"/>
          <w:lang w:val="kk-KZ"/>
        </w:rPr>
        <w:t>12,</w:t>
      </w:r>
      <w:r w:rsidRPr="00903D6D">
        <w:rPr>
          <w:rFonts w:ascii="Times New Roman" w:hAnsi="Times New Roman"/>
          <w:sz w:val="28"/>
          <w:szCs w:val="28"/>
          <w:lang w:val="kk-KZ"/>
        </w:rPr>
        <w:t xml:space="preserve"> </w:t>
      </w:r>
      <w:r>
        <w:rPr>
          <w:rFonts w:ascii="Times New Roman" w:hAnsi="Times New Roman"/>
          <w:sz w:val="28"/>
          <w:szCs w:val="28"/>
          <w:lang w:val="kk-KZ"/>
        </w:rPr>
        <w:t>б.</w:t>
      </w:r>
      <w:r w:rsidRPr="00CF5BEB">
        <w:rPr>
          <w:rFonts w:ascii="Times New Roman" w:hAnsi="Times New Roman"/>
          <w:sz w:val="28"/>
          <w:szCs w:val="28"/>
          <w:lang w:val="kk-KZ"/>
        </w:rPr>
        <w:t>20]</w:t>
      </w:r>
      <w:r w:rsidRPr="00CF5BEB">
        <w:rPr>
          <w:rFonts w:ascii="Times New Roman" w:eastAsia="MS Mincho" w:hAnsi="Times New Roman"/>
          <w:sz w:val="28"/>
          <w:szCs w:val="28"/>
          <w:lang w:val="kk-KZ"/>
        </w:rPr>
        <w:t xml:space="preserve">. </w:t>
      </w:r>
    </w:p>
    <w:p w:rsidR="00EB44BA" w:rsidRPr="00CF5BEB"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kk-KZ"/>
        </w:rPr>
        <w:t>Зерттеушілер (Г.Н.Кузьменко, И.Т.Фролов және т.б.) моральдың екі өзара дербес құрылымдық элементін бөліп қарастырады: сана жә</w:t>
      </w:r>
      <w:r>
        <w:rPr>
          <w:rFonts w:ascii="Times New Roman" w:hAnsi="Times New Roman"/>
          <w:sz w:val="28"/>
          <w:szCs w:val="28"/>
          <w:lang w:val="kk-KZ"/>
        </w:rPr>
        <w:t xml:space="preserve">не адамгершілікті мінез-құлық. </w:t>
      </w:r>
      <w:r w:rsidRPr="00CF5BEB">
        <w:rPr>
          <w:rFonts w:ascii="Times New Roman" w:hAnsi="Times New Roman"/>
          <w:sz w:val="28"/>
          <w:szCs w:val="28"/>
          <w:lang w:val="kk-KZ"/>
        </w:rPr>
        <w:t>Олар</w:t>
      </w:r>
      <w:r>
        <w:rPr>
          <w:rFonts w:ascii="Times New Roman" w:hAnsi="Times New Roman"/>
          <w:sz w:val="28"/>
          <w:szCs w:val="28"/>
          <w:lang w:val="kk-KZ"/>
        </w:rPr>
        <w:t>дың теорияларына сәйкес, сана-</w:t>
      </w:r>
      <w:r w:rsidRPr="00CF5BEB">
        <w:rPr>
          <w:rFonts w:ascii="Times New Roman" w:hAnsi="Times New Roman"/>
          <w:sz w:val="28"/>
          <w:szCs w:val="28"/>
          <w:lang w:val="kk-KZ"/>
        </w:rPr>
        <w:t xml:space="preserve">идеалдық, </w:t>
      </w:r>
      <w:r>
        <w:rPr>
          <w:rFonts w:ascii="Times New Roman" w:hAnsi="Times New Roman"/>
          <w:sz w:val="28"/>
          <w:szCs w:val="28"/>
          <w:lang w:val="kk-KZ"/>
        </w:rPr>
        <w:t>ал адамгершілікті мінез-құлық-</w:t>
      </w:r>
      <w:r w:rsidRPr="00CF5BEB">
        <w:rPr>
          <w:rFonts w:ascii="Times New Roman" w:hAnsi="Times New Roman"/>
          <w:sz w:val="28"/>
          <w:szCs w:val="28"/>
          <w:lang w:val="kk-KZ"/>
        </w:rPr>
        <w:t xml:space="preserve">заттық іс-әрекетті білдіреді. </w:t>
      </w:r>
    </w:p>
    <w:p w:rsidR="00EB44BA" w:rsidRPr="00CF5BEB" w:rsidRDefault="00EB44BA" w:rsidP="00F92774">
      <w:pPr>
        <w:pStyle w:val="BodyTextIndent"/>
        <w:tabs>
          <w:tab w:val="left" w:pos="284"/>
        </w:tabs>
        <w:spacing w:after="0" w:line="360" w:lineRule="auto"/>
        <w:ind w:left="0" w:firstLine="709"/>
        <w:rPr>
          <w:rFonts w:ascii="Times New Roman" w:hAnsi="Times New Roman"/>
          <w:sz w:val="28"/>
          <w:szCs w:val="28"/>
          <w:lang w:val="kk-KZ" w:eastAsia="ko-KR"/>
        </w:rPr>
      </w:pPr>
      <w:r w:rsidRPr="00CF5BEB">
        <w:rPr>
          <w:rFonts w:ascii="Times New Roman" w:hAnsi="Times New Roman"/>
          <w:sz w:val="28"/>
          <w:szCs w:val="28"/>
          <w:lang w:val="kk-KZ" w:eastAsia="ko-KR"/>
        </w:rPr>
        <w:t>Философияда сана тасымалдаушысына байланысты екіге бөлінеді: даралық</w:t>
      </w:r>
      <w:r>
        <w:rPr>
          <w:rFonts w:ascii="Times New Roman" w:hAnsi="Times New Roman"/>
          <w:sz w:val="28"/>
          <w:szCs w:val="28"/>
          <w:lang w:val="kk-KZ" w:eastAsia="ko-KR"/>
        </w:rPr>
        <w:t xml:space="preserve"> және қоғамдық. Даралық сана - </w:t>
      </w:r>
      <w:r w:rsidRPr="00CF5BEB">
        <w:rPr>
          <w:rFonts w:ascii="Times New Roman" w:hAnsi="Times New Roman"/>
          <w:sz w:val="28"/>
          <w:szCs w:val="28"/>
          <w:lang w:val="kk-KZ" w:eastAsia="ko-KR"/>
        </w:rPr>
        <w:t>белгілі бір адам санасы, үш негіздемелік құрамдас бөлігі бар: рацио</w:t>
      </w:r>
      <w:r>
        <w:rPr>
          <w:rFonts w:ascii="Times New Roman" w:hAnsi="Times New Roman"/>
          <w:sz w:val="28"/>
          <w:szCs w:val="28"/>
          <w:lang w:val="kk-KZ" w:eastAsia="ko-KR"/>
        </w:rPr>
        <w:t>налды, эмоционалды және еріктік</w:t>
      </w:r>
      <w:r w:rsidRPr="00903D6D">
        <w:rPr>
          <w:rFonts w:ascii="Times New Roman" w:hAnsi="Times New Roman"/>
          <w:sz w:val="28"/>
          <w:szCs w:val="28"/>
          <w:lang w:val="kk-KZ" w:eastAsia="ko-KR"/>
        </w:rPr>
        <w:t xml:space="preserve"> </w:t>
      </w:r>
      <w:r w:rsidRPr="00CF5BEB">
        <w:rPr>
          <w:rFonts w:ascii="Times New Roman" w:hAnsi="Times New Roman"/>
          <w:sz w:val="28"/>
          <w:szCs w:val="28"/>
          <w:lang w:val="kk-KZ"/>
        </w:rPr>
        <w:t>[</w:t>
      </w:r>
      <w:r>
        <w:rPr>
          <w:rFonts w:ascii="Times New Roman" w:hAnsi="Times New Roman"/>
          <w:sz w:val="28"/>
          <w:szCs w:val="28"/>
          <w:lang w:val="kk-KZ"/>
        </w:rPr>
        <w:t>13,</w:t>
      </w:r>
      <w:r w:rsidRPr="00903D6D">
        <w:rPr>
          <w:rFonts w:ascii="Times New Roman" w:hAnsi="Times New Roman"/>
          <w:sz w:val="28"/>
          <w:szCs w:val="28"/>
          <w:lang w:val="kk-KZ"/>
        </w:rPr>
        <w:t xml:space="preserve"> </w:t>
      </w:r>
      <w:r>
        <w:rPr>
          <w:rFonts w:ascii="Times New Roman" w:hAnsi="Times New Roman"/>
          <w:sz w:val="28"/>
          <w:szCs w:val="28"/>
          <w:lang w:val="kk-KZ"/>
        </w:rPr>
        <w:t>б.</w:t>
      </w:r>
      <w:r w:rsidRPr="00CF5BEB">
        <w:rPr>
          <w:rFonts w:ascii="Times New Roman" w:hAnsi="Times New Roman"/>
          <w:sz w:val="28"/>
          <w:szCs w:val="28"/>
          <w:lang w:val="kk-KZ"/>
        </w:rPr>
        <w:t>21]</w:t>
      </w:r>
      <w:r w:rsidRPr="00CF5BEB">
        <w:rPr>
          <w:rFonts w:ascii="Times New Roman" w:hAnsi="Times New Roman"/>
          <w:sz w:val="28"/>
          <w:szCs w:val="28"/>
          <w:lang w:val="kk-KZ" w:eastAsia="ko-KR"/>
        </w:rPr>
        <w:t xml:space="preserve">. </w:t>
      </w:r>
    </w:p>
    <w:p w:rsidR="00EB44BA" w:rsidRPr="00CF5BEB" w:rsidRDefault="00EB44BA" w:rsidP="00F92774">
      <w:pPr>
        <w:spacing w:after="0" w:line="360" w:lineRule="auto"/>
        <w:ind w:firstLine="708"/>
        <w:jc w:val="both"/>
        <w:rPr>
          <w:rFonts w:ascii="Times New Roman" w:hAnsi="Times New Roman"/>
          <w:sz w:val="28"/>
          <w:szCs w:val="28"/>
          <w:lang w:val="kk-KZ"/>
        </w:rPr>
      </w:pPr>
      <w:r w:rsidRPr="00CF5BEB">
        <w:rPr>
          <w:rFonts w:ascii="Times New Roman" w:hAnsi="Times New Roman"/>
          <w:sz w:val="28"/>
          <w:szCs w:val="28"/>
          <w:lang w:val="kk-KZ"/>
        </w:rPr>
        <w:t>Сонымен педагогикалық деонтологияның психологиялық мәселелері с</w:t>
      </w:r>
      <w:r>
        <w:rPr>
          <w:rFonts w:ascii="Times New Roman" w:hAnsi="Times New Roman"/>
          <w:sz w:val="28"/>
          <w:szCs w:val="28"/>
          <w:lang w:val="kk-KZ"/>
        </w:rPr>
        <w:t xml:space="preserve">анадағы рационалдық </w:t>
      </w:r>
      <w:r w:rsidRPr="00CF5BEB">
        <w:rPr>
          <w:rFonts w:ascii="Times New Roman" w:hAnsi="Times New Roman"/>
          <w:sz w:val="28"/>
          <w:szCs w:val="28"/>
          <w:lang w:val="kk-KZ"/>
        </w:rPr>
        <w:t>пе</w:t>
      </w:r>
      <w:r>
        <w:rPr>
          <w:rFonts w:ascii="Times New Roman" w:hAnsi="Times New Roman"/>
          <w:sz w:val="28"/>
          <w:szCs w:val="28"/>
          <w:lang w:val="kk-KZ"/>
        </w:rPr>
        <w:t xml:space="preserve">н эмоционалдықтың </w:t>
      </w:r>
      <w:r w:rsidRPr="00CF5BEB">
        <w:rPr>
          <w:rFonts w:ascii="Times New Roman" w:hAnsi="Times New Roman"/>
          <w:sz w:val="28"/>
          <w:szCs w:val="28"/>
          <w:lang w:val="kk-KZ"/>
        </w:rPr>
        <w:t>қатынастығы жағынан қарастырылып, педагогтың адамгершілік санасының рационалды мазмұны тек дербес мәнге ғана емес, сол сияқты педагогикалық қызметте айқындалатын эмоционалдық үдерістерге де әсер ететіндігі ашылды. Даралық сана құрамындағы барлық құрамдас бөліктің өзара әрекеті қызмет атқаруды, осы салаға, орындайтын қызметіне, маман ретінде өзіне және басқа қатысушыларға қатысты тұрақты қарым-қатынасты қалыптастыруды қамтамасыз етеді. Адамның мінез-құлқы өзіне жарасымды болып, бақылауды қажет етпеген жағдайда ғана осындай нәтижеге жетуге болады. Сана-сезім – «адамның өз қызметі мен мінез-құлық уәжі, талабы, сезімі және білімін бағалауы және сезінуі жүзеге асатын сана деңгейі. Тұлғаның өзін-өзі бақылауы, ұйымдастыруы, бағалауы және өз ойын білдіруі са</w:t>
      </w:r>
      <w:r>
        <w:rPr>
          <w:rFonts w:ascii="Times New Roman" w:hAnsi="Times New Roman"/>
          <w:sz w:val="28"/>
          <w:szCs w:val="28"/>
          <w:lang w:val="kk-KZ"/>
        </w:rPr>
        <w:t>на-сезімге негізделіп жасалады»</w:t>
      </w:r>
      <w:r w:rsidRPr="00903D6D">
        <w:rPr>
          <w:rFonts w:ascii="Times New Roman" w:hAnsi="Times New Roman"/>
          <w:sz w:val="28"/>
          <w:szCs w:val="28"/>
          <w:lang w:val="kk-KZ"/>
        </w:rPr>
        <w:t xml:space="preserve"> </w:t>
      </w:r>
      <w:r w:rsidRPr="00CF5BEB">
        <w:rPr>
          <w:rFonts w:ascii="Times New Roman" w:hAnsi="Times New Roman"/>
          <w:sz w:val="28"/>
          <w:szCs w:val="28"/>
          <w:lang w:val="kk-KZ"/>
        </w:rPr>
        <w:t>[</w:t>
      </w:r>
      <w:r>
        <w:rPr>
          <w:rFonts w:ascii="Times New Roman" w:hAnsi="Times New Roman"/>
          <w:sz w:val="28"/>
          <w:szCs w:val="28"/>
          <w:lang w:val="kk-KZ"/>
        </w:rPr>
        <w:t>14,</w:t>
      </w:r>
      <w:r w:rsidRPr="00903D6D">
        <w:rPr>
          <w:rFonts w:ascii="Times New Roman" w:hAnsi="Times New Roman"/>
          <w:sz w:val="28"/>
          <w:szCs w:val="28"/>
          <w:lang w:val="kk-KZ"/>
        </w:rPr>
        <w:t xml:space="preserve"> </w:t>
      </w:r>
      <w:r>
        <w:rPr>
          <w:rFonts w:ascii="Times New Roman" w:hAnsi="Times New Roman"/>
          <w:sz w:val="28"/>
          <w:szCs w:val="28"/>
          <w:lang w:val="kk-KZ"/>
        </w:rPr>
        <w:t>б.</w:t>
      </w:r>
      <w:r w:rsidRPr="00CF5BEB">
        <w:rPr>
          <w:rFonts w:ascii="Times New Roman" w:hAnsi="Times New Roman"/>
          <w:sz w:val="28"/>
          <w:szCs w:val="28"/>
          <w:lang w:val="kk-KZ"/>
        </w:rPr>
        <w:t xml:space="preserve">22]. </w:t>
      </w:r>
      <w:r>
        <w:rPr>
          <w:rFonts w:ascii="Times New Roman" w:hAnsi="Times New Roman"/>
          <w:sz w:val="28"/>
          <w:szCs w:val="28"/>
          <w:lang w:val="kk-KZ"/>
        </w:rPr>
        <w:t xml:space="preserve">Болашақ маманның педагогикалық имиджін қалыптастыру үшін оның кәсіби қызметінде </w:t>
      </w:r>
      <w:r w:rsidRPr="00CF5BEB">
        <w:rPr>
          <w:rFonts w:ascii="Times New Roman" w:hAnsi="Times New Roman"/>
          <w:sz w:val="28"/>
          <w:szCs w:val="28"/>
          <w:lang w:val="kk-KZ"/>
        </w:rPr>
        <w:t>а</w:t>
      </w:r>
      <w:r>
        <w:rPr>
          <w:rFonts w:ascii="Times New Roman" w:hAnsi="Times New Roman"/>
          <w:sz w:val="28"/>
          <w:szCs w:val="28"/>
          <w:lang w:val="kk-KZ"/>
        </w:rPr>
        <w:t>дамгершілік</w:t>
      </w:r>
      <w:r w:rsidRPr="00CF5BEB">
        <w:rPr>
          <w:rFonts w:ascii="Times New Roman" w:hAnsi="Times New Roman"/>
          <w:sz w:val="28"/>
          <w:szCs w:val="28"/>
          <w:lang w:val="kk-KZ"/>
        </w:rPr>
        <w:t xml:space="preserve"> қабілет</w:t>
      </w:r>
      <w:r>
        <w:rPr>
          <w:rFonts w:ascii="Times New Roman" w:hAnsi="Times New Roman"/>
          <w:sz w:val="28"/>
          <w:szCs w:val="28"/>
          <w:lang w:val="kk-KZ"/>
        </w:rPr>
        <w:t>і-</w:t>
      </w:r>
      <w:r w:rsidRPr="00CF5BEB">
        <w:rPr>
          <w:rFonts w:ascii="Times New Roman" w:hAnsi="Times New Roman"/>
          <w:sz w:val="28"/>
          <w:szCs w:val="28"/>
          <w:lang w:val="kk-KZ"/>
        </w:rPr>
        <w:t>кәсіби парыздылық санасы, деонтологиялық даярлығы</w:t>
      </w:r>
      <w:r>
        <w:rPr>
          <w:rFonts w:ascii="Times New Roman" w:hAnsi="Times New Roman"/>
          <w:sz w:val="28"/>
          <w:szCs w:val="28"/>
          <w:lang w:val="kk-KZ"/>
        </w:rPr>
        <w:t xml:space="preserve"> болуы қажет</w:t>
      </w:r>
      <w:r w:rsidRPr="00CF5BEB">
        <w:rPr>
          <w:rFonts w:ascii="Times New Roman" w:hAnsi="Times New Roman"/>
          <w:b/>
          <w:sz w:val="28"/>
          <w:szCs w:val="28"/>
          <w:lang w:val="kk-KZ"/>
        </w:rPr>
        <w:t>.</w:t>
      </w:r>
    </w:p>
    <w:p w:rsidR="00EB44BA" w:rsidRPr="000E7538" w:rsidRDefault="00EB44BA" w:rsidP="00F92774">
      <w:pPr>
        <w:spacing w:after="0" w:line="360" w:lineRule="auto"/>
        <w:ind w:firstLine="709"/>
        <w:jc w:val="both"/>
        <w:rPr>
          <w:rFonts w:ascii="Times New Roman" w:hAnsi="Times New Roman"/>
          <w:sz w:val="28"/>
          <w:szCs w:val="28"/>
          <w:lang w:val="kk-KZ"/>
        </w:rPr>
      </w:pPr>
      <w:r w:rsidRPr="00CF5BEB">
        <w:rPr>
          <w:rFonts w:ascii="Times New Roman" w:hAnsi="Times New Roman"/>
          <w:sz w:val="28"/>
          <w:szCs w:val="28"/>
          <w:lang w:val="ca-ES"/>
        </w:rPr>
        <w:t>Қ</w:t>
      </w:r>
      <w:r>
        <w:rPr>
          <w:rFonts w:ascii="Times New Roman" w:hAnsi="Times New Roman"/>
          <w:sz w:val="28"/>
          <w:szCs w:val="28"/>
          <w:lang w:val="ca-ES"/>
        </w:rPr>
        <w:t>.</w:t>
      </w:r>
      <w:r w:rsidRPr="00CF5BEB">
        <w:rPr>
          <w:rFonts w:ascii="Times New Roman" w:hAnsi="Times New Roman"/>
          <w:sz w:val="28"/>
          <w:szCs w:val="28"/>
          <w:lang w:val="ca-ES"/>
        </w:rPr>
        <w:t xml:space="preserve">Жарықбаев пен </w:t>
      </w:r>
      <w:r w:rsidRPr="00CF5BEB">
        <w:rPr>
          <w:rFonts w:ascii="Times New Roman" w:hAnsi="Times New Roman"/>
          <w:sz w:val="28"/>
          <w:szCs w:val="28"/>
          <w:lang w:val="kk-KZ"/>
        </w:rPr>
        <w:t>Ә</w:t>
      </w:r>
      <w:r w:rsidRPr="00CF5BEB">
        <w:rPr>
          <w:rFonts w:ascii="Times New Roman" w:hAnsi="Times New Roman"/>
          <w:sz w:val="28"/>
          <w:szCs w:val="28"/>
          <w:lang w:val="ca-ES"/>
        </w:rPr>
        <w:t>.Табылдиевт</w:t>
      </w:r>
      <w:r w:rsidRPr="00CF5BEB">
        <w:rPr>
          <w:rFonts w:ascii="Times New Roman" w:hAnsi="Times New Roman"/>
          <w:sz w:val="28"/>
          <w:szCs w:val="28"/>
          <w:lang w:val="kk-KZ"/>
        </w:rPr>
        <w:t>ы</w:t>
      </w:r>
      <w:r w:rsidRPr="00CF5BEB">
        <w:rPr>
          <w:rFonts w:ascii="Times New Roman" w:hAnsi="Times New Roman"/>
          <w:sz w:val="28"/>
          <w:szCs w:val="28"/>
          <w:lang w:val="ca-ES"/>
        </w:rPr>
        <w:t xml:space="preserve">ң </w:t>
      </w:r>
      <w:r w:rsidRPr="00CF5BEB">
        <w:rPr>
          <w:rFonts w:ascii="Times New Roman" w:hAnsi="Times New Roman"/>
          <w:sz w:val="28"/>
          <w:szCs w:val="28"/>
          <w:lang w:val="kk-KZ"/>
        </w:rPr>
        <w:t>«Ә</w:t>
      </w:r>
      <w:r w:rsidRPr="00CF5BEB">
        <w:rPr>
          <w:rFonts w:ascii="Times New Roman" w:hAnsi="Times New Roman"/>
          <w:sz w:val="28"/>
          <w:szCs w:val="28"/>
          <w:lang w:val="ca-ES"/>
        </w:rPr>
        <w:t>деп және жантану</w:t>
      </w:r>
      <w:r w:rsidRPr="00CF5BEB">
        <w:rPr>
          <w:rFonts w:ascii="Times New Roman" w:hAnsi="Times New Roman"/>
          <w:sz w:val="28"/>
          <w:szCs w:val="28"/>
          <w:lang w:val="kk-KZ"/>
        </w:rPr>
        <w:t>»</w:t>
      </w:r>
      <w:r w:rsidRPr="00CF5BEB">
        <w:rPr>
          <w:rFonts w:ascii="Times New Roman" w:hAnsi="Times New Roman"/>
          <w:sz w:val="28"/>
          <w:szCs w:val="28"/>
          <w:lang w:val="ca-ES"/>
        </w:rPr>
        <w:t xml:space="preserve"> атты оқу құралында </w:t>
      </w:r>
      <w:r w:rsidRPr="00CF5BEB">
        <w:rPr>
          <w:rFonts w:ascii="Times New Roman" w:hAnsi="Times New Roman"/>
          <w:sz w:val="28"/>
          <w:szCs w:val="28"/>
          <w:lang w:val="kk-KZ"/>
        </w:rPr>
        <w:t>«</w:t>
      </w:r>
      <w:r w:rsidRPr="00CF5BEB">
        <w:rPr>
          <w:rFonts w:ascii="Times New Roman" w:hAnsi="Times New Roman"/>
          <w:sz w:val="28"/>
          <w:szCs w:val="28"/>
          <w:lang w:val="ca-ES"/>
        </w:rPr>
        <w:t xml:space="preserve">әдептану (этика) – адамгершiлiк пен имандылықтың сан алуан түрлерi мен нормалары туралы iлiмдер жүйесi. Ол (әдеп) әр этностың қоғамдық санасының бiр құрамдас бөлiгi ретiнде адамгершiлiктiң қоғамдық қатынастар жүйесiндегi орнын анықтайды, оның табиғаты мен iшкi құрылымына талдау жасап, әлеуметтiк құқық </w:t>
      </w:r>
      <w:r w:rsidRPr="00CF5BEB">
        <w:rPr>
          <w:rFonts w:ascii="Times New Roman" w:hAnsi="Times New Roman"/>
          <w:sz w:val="28"/>
          <w:szCs w:val="28"/>
          <w:lang w:val="kk-KZ"/>
        </w:rPr>
        <w:t>ережелерінің</w:t>
      </w:r>
      <w:r w:rsidRPr="00CF5BEB">
        <w:rPr>
          <w:rFonts w:ascii="Times New Roman" w:hAnsi="Times New Roman"/>
          <w:sz w:val="28"/>
          <w:szCs w:val="28"/>
          <w:lang w:val="ca-ES"/>
        </w:rPr>
        <w:t xml:space="preserve"> жиынтығы түрiндегi қызметiн айқындайды, өркениет тарихындағы адамгершiлiк принциптерiнiң пайда болу, даму жолдарын зерттейдi, оның әртүрлi жүйелерiн </w:t>
      </w:r>
      <w:r w:rsidRPr="00CF5BEB">
        <w:rPr>
          <w:rFonts w:ascii="Times New Roman" w:hAnsi="Times New Roman"/>
          <w:spacing w:val="4"/>
          <w:sz w:val="28"/>
          <w:szCs w:val="28"/>
          <w:lang w:val="ca-ES"/>
        </w:rPr>
        <w:t>теориялық жағынан негiздейдi</w:t>
      </w:r>
      <w:r w:rsidRPr="00CF5BEB">
        <w:rPr>
          <w:rFonts w:ascii="Times New Roman" w:hAnsi="Times New Roman"/>
          <w:spacing w:val="4"/>
          <w:sz w:val="28"/>
          <w:szCs w:val="28"/>
          <w:lang w:val="kk-KZ"/>
        </w:rPr>
        <w:t>»</w:t>
      </w:r>
      <w:r w:rsidRPr="00CF5BEB">
        <w:rPr>
          <w:rFonts w:ascii="Times New Roman" w:hAnsi="Times New Roman"/>
          <w:sz w:val="28"/>
          <w:szCs w:val="28"/>
          <w:lang w:val="kk-KZ"/>
        </w:rPr>
        <w:t xml:space="preserve"> </w:t>
      </w:r>
      <w:r w:rsidRPr="00CF5BEB">
        <w:rPr>
          <w:rFonts w:ascii="Times New Roman" w:hAnsi="Times New Roman"/>
          <w:spacing w:val="4"/>
          <w:sz w:val="28"/>
          <w:szCs w:val="28"/>
          <w:lang w:val="ca-ES"/>
        </w:rPr>
        <w:t>деп</w:t>
      </w:r>
      <w:r w:rsidRPr="00CF5BEB">
        <w:rPr>
          <w:rFonts w:ascii="Times New Roman" w:hAnsi="Times New Roman"/>
          <w:spacing w:val="4"/>
          <w:sz w:val="28"/>
          <w:szCs w:val="28"/>
          <w:lang w:val="kk-KZ"/>
        </w:rPr>
        <w:t>,</w:t>
      </w:r>
      <w:r w:rsidRPr="00CF5BEB">
        <w:rPr>
          <w:rFonts w:ascii="Times New Roman" w:hAnsi="Times New Roman"/>
          <w:spacing w:val="4"/>
          <w:sz w:val="28"/>
          <w:szCs w:val="28"/>
          <w:lang w:val="ca-ES"/>
        </w:rPr>
        <w:t xml:space="preserve"> кеңінен анықтама берген</w:t>
      </w:r>
      <w:r>
        <w:rPr>
          <w:rFonts w:ascii="Times New Roman" w:hAnsi="Times New Roman"/>
          <w:spacing w:val="4"/>
          <w:sz w:val="28"/>
          <w:szCs w:val="28"/>
          <w:lang w:val="ca-ES"/>
        </w:rPr>
        <w:t xml:space="preserve"> </w:t>
      </w:r>
      <w:r w:rsidRPr="00CF5BEB">
        <w:rPr>
          <w:rFonts w:ascii="Times New Roman" w:hAnsi="Times New Roman"/>
          <w:sz w:val="28"/>
          <w:szCs w:val="28"/>
          <w:lang w:val="ca-ES"/>
        </w:rPr>
        <w:t>[15</w:t>
      </w:r>
      <w:r>
        <w:rPr>
          <w:rFonts w:ascii="Times New Roman" w:hAnsi="Times New Roman"/>
          <w:sz w:val="28"/>
          <w:szCs w:val="28"/>
          <w:lang w:val="kk-KZ"/>
        </w:rPr>
        <w:t>,б.75</w:t>
      </w:r>
      <w:r w:rsidRPr="00CF5BEB">
        <w:rPr>
          <w:rFonts w:ascii="Times New Roman" w:hAnsi="Times New Roman"/>
          <w:sz w:val="28"/>
          <w:szCs w:val="28"/>
          <w:lang w:val="ca-ES"/>
        </w:rPr>
        <w:t>]</w:t>
      </w:r>
      <w:r w:rsidRPr="00CF5BEB">
        <w:rPr>
          <w:rFonts w:ascii="Times New Roman" w:eastAsia="MS Mincho" w:hAnsi="Times New Roman"/>
          <w:sz w:val="28"/>
          <w:szCs w:val="28"/>
          <w:lang w:val="ca-ES"/>
        </w:rPr>
        <w:t>.</w:t>
      </w:r>
      <w:r>
        <w:rPr>
          <w:rFonts w:ascii="Times New Roman" w:hAnsi="Times New Roman"/>
          <w:sz w:val="28"/>
          <w:szCs w:val="28"/>
          <w:lang w:val="kk-KZ"/>
        </w:rPr>
        <w:t xml:space="preserve">  </w:t>
      </w:r>
    </w:p>
    <w:p w:rsidR="00EB44BA" w:rsidRPr="00CF5BEB" w:rsidRDefault="00EB44BA" w:rsidP="00F92774">
      <w:pPr>
        <w:spacing w:after="0" w:line="360" w:lineRule="auto"/>
        <w:ind w:firstLine="709"/>
        <w:jc w:val="both"/>
        <w:rPr>
          <w:rFonts w:ascii="Times New Roman" w:hAnsi="Times New Roman"/>
          <w:sz w:val="28"/>
          <w:szCs w:val="28"/>
          <w:lang w:val="ca-ES" w:eastAsia="ko-KR"/>
        </w:rPr>
      </w:pPr>
      <w:r w:rsidRPr="00F84657">
        <w:rPr>
          <w:rFonts w:ascii="Times New Roman" w:hAnsi="Times New Roman"/>
          <w:sz w:val="28"/>
          <w:szCs w:val="28"/>
          <w:lang w:val="kk-KZ"/>
        </w:rPr>
        <w:t>Сонымен</w:t>
      </w:r>
      <w:r w:rsidRPr="00CF5BEB">
        <w:rPr>
          <w:rFonts w:ascii="Times New Roman" w:hAnsi="Times New Roman"/>
          <w:sz w:val="28"/>
          <w:szCs w:val="28"/>
          <w:lang w:val="ca-ES"/>
        </w:rPr>
        <w:t xml:space="preserve"> жоғарыда келтірілген ғалымдардың ой-пікірлеріне сүйен</w:t>
      </w:r>
      <w:r w:rsidRPr="00CF5BEB">
        <w:rPr>
          <w:rFonts w:ascii="Times New Roman" w:hAnsi="Times New Roman"/>
          <w:sz w:val="28"/>
          <w:szCs w:val="28"/>
          <w:lang w:val="kk-KZ"/>
        </w:rPr>
        <w:t>іп</w:t>
      </w:r>
      <w:r w:rsidRPr="00CF5BEB">
        <w:rPr>
          <w:rFonts w:ascii="Times New Roman" w:hAnsi="Times New Roman"/>
          <w:sz w:val="28"/>
          <w:szCs w:val="28"/>
          <w:lang w:val="ca-ES"/>
        </w:rPr>
        <w:t xml:space="preserve">, </w:t>
      </w:r>
      <w:r w:rsidRPr="00F84657">
        <w:rPr>
          <w:rFonts w:ascii="Times New Roman" w:hAnsi="Times New Roman"/>
          <w:sz w:val="28"/>
          <w:szCs w:val="28"/>
          <w:lang w:val="kk-KZ"/>
        </w:rPr>
        <w:t>мораль</w:t>
      </w:r>
      <w:r w:rsidRPr="00CF5BEB">
        <w:rPr>
          <w:rFonts w:ascii="Times New Roman" w:hAnsi="Times New Roman"/>
          <w:sz w:val="28"/>
          <w:szCs w:val="28"/>
          <w:lang w:val="ca-ES"/>
        </w:rPr>
        <w:t xml:space="preserve"> – </w:t>
      </w:r>
      <w:r w:rsidRPr="00F84657">
        <w:rPr>
          <w:rFonts w:ascii="Times New Roman" w:hAnsi="Times New Roman"/>
          <w:sz w:val="28"/>
          <w:szCs w:val="28"/>
          <w:lang w:val="kk-KZ"/>
        </w:rPr>
        <w:t>этиканың</w:t>
      </w:r>
      <w:r w:rsidRPr="00CF5BEB">
        <w:rPr>
          <w:rFonts w:ascii="Times New Roman" w:hAnsi="Times New Roman"/>
          <w:sz w:val="28"/>
          <w:szCs w:val="28"/>
          <w:lang w:val="ca-ES"/>
        </w:rPr>
        <w:t xml:space="preserve"> </w:t>
      </w:r>
      <w:r w:rsidRPr="00F84657">
        <w:rPr>
          <w:rFonts w:ascii="Times New Roman" w:hAnsi="Times New Roman"/>
          <w:sz w:val="28"/>
          <w:szCs w:val="28"/>
          <w:lang w:val="kk-KZ"/>
        </w:rPr>
        <w:t>зерттеу</w:t>
      </w:r>
      <w:r w:rsidRPr="00CF5BEB">
        <w:rPr>
          <w:rFonts w:ascii="Times New Roman" w:hAnsi="Times New Roman"/>
          <w:sz w:val="28"/>
          <w:szCs w:val="28"/>
          <w:lang w:val="ca-ES"/>
        </w:rPr>
        <w:t xml:space="preserve"> </w:t>
      </w:r>
      <w:r w:rsidRPr="00F84657">
        <w:rPr>
          <w:rFonts w:ascii="Times New Roman" w:hAnsi="Times New Roman"/>
          <w:sz w:val="28"/>
          <w:szCs w:val="28"/>
          <w:lang w:val="kk-KZ"/>
        </w:rPr>
        <w:t>объектісі</w:t>
      </w:r>
      <w:r w:rsidRPr="00CF5BEB">
        <w:rPr>
          <w:rFonts w:ascii="Times New Roman" w:hAnsi="Times New Roman"/>
          <w:sz w:val="28"/>
          <w:szCs w:val="28"/>
          <w:lang w:val="ca-ES"/>
        </w:rPr>
        <w:t xml:space="preserve"> </w:t>
      </w:r>
      <w:r w:rsidRPr="00F84657">
        <w:rPr>
          <w:rFonts w:ascii="Times New Roman" w:hAnsi="Times New Roman"/>
          <w:sz w:val="28"/>
          <w:szCs w:val="28"/>
          <w:lang w:val="kk-KZ"/>
        </w:rPr>
        <w:t>деп</w:t>
      </w:r>
      <w:r w:rsidRPr="00CF5BEB">
        <w:rPr>
          <w:rFonts w:ascii="Times New Roman" w:hAnsi="Times New Roman"/>
          <w:sz w:val="28"/>
          <w:szCs w:val="28"/>
          <w:lang w:val="ca-ES"/>
        </w:rPr>
        <w:t xml:space="preserve"> </w:t>
      </w:r>
      <w:r w:rsidRPr="00F84657">
        <w:rPr>
          <w:rFonts w:ascii="Times New Roman" w:hAnsi="Times New Roman"/>
          <w:sz w:val="28"/>
          <w:szCs w:val="28"/>
          <w:lang w:val="kk-KZ"/>
        </w:rPr>
        <w:t>қорытуға</w:t>
      </w:r>
      <w:r w:rsidRPr="00CF5BEB">
        <w:rPr>
          <w:rFonts w:ascii="Times New Roman" w:hAnsi="Times New Roman"/>
          <w:sz w:val="28"/>
          <w:szCs w:val="28"/>
          <w:lang w:val="ca-ES"/>
        </w:rPr>
        <w:t xml:space="preserve"> </w:t>
      </w:r>
      <w:r w:rsidRPr="00F84657">
        <w:rPr>
          <w:rFonts w:ascii="Times New Roman" w:hAnsi="Times New Roman"/>
          <w:sz w:val="28"/>
          <w:szCs w:val="28"/>
          <w:lang w:val="kk-KZ"/>
        </w:rPr>
        <w:t>болады</w:t>
      </w:r>
      <w:r w:rsidRPr="00CF5BEB">
        <w:rPr>
          <w:rFonts w:ascii="Times New Roman" w:hAnsi="Times New Roman"/>
          <w:sz w:val="28"/>
          <w:szCs w:val="28"/>
          <w:lang w:val="ca-ES"/>
        </w:rPr>
        <w:t xml:space="preserve">. </w:t>
      </w:r>
      <w:r>
        <w:rPr>
          <w:rFonts w:ascii="Times New Roman" w:hAnsi="Times New Roman"/>
          <w:sz w:val="28"/>
          <w:szCs w:val="28"/>
          <w:lang w:val="kk-KZ"/>
        </w:rPr>
        <w:t xml:space="preserve"> Д</w:t>
      </w:r>
      <w:r w:rsidRPr="00CB17A0">
        <w:rPr>
          <w:rFonts w:ascii="Times New Roman" w:hAnsi="Times New Roman"/>
          <w:sz w:val="28"/>
          <w:szCs w:val="28"/>
          <w:lang w:val="kk-KZ"/>
        </w:rPr>
        <w:t>еонтология</w:t>
      </w:r>
      <w:r w:rsidRPr="00CB17A0">
        <w:rPr>
          <w:rFonts w:ascii="Times New Roman" w:hAnsi="Times New Roman"/>
          <w:sz w:val="28"/>
          <w:szCs w:val="28"/>
          <w:lang w:val="ca-ES"/>
        </w:rPr>
        <w:t xml:space="preserve"> – </w:t>
      </w:r>
      <w:r w:rsidRPr="00CB17A0">
        <w:rPr>
          <w:rFonts w:ascii="Times New Roman" w:hAnsi="Times New Roman"/>
          <w:sz w:val="28"/>
          <w:szCs w:val="28"/>
          <w:lang w:val="kk-KZ"/>
        </w:rPr>
        <w:t>парыздың, моральдық</w:t>
      </w:r>
      <w:r w:rsidRPr="00CB17A0">
        <w:rPr>
          <w:rFonts w:ascii="Times New Roman" w:hAnsi="Times New Roman"/>
          <w:sz w:val="28"/>
          <w:szCs w:val="28"/>
          <w:lang w:val="ca-ES"/>
        </w:rPr>
        <w:t xml:space="preserve"> </w:t>
      </w:r>
      <w:r w:rsidRPr="00CB17A0">
        <w:rPr>
          <w:rFonts w:ascii="Times New Roman" w:hAnsi="Times New Roman"/>
          <w:sz w:val="28"/>
          <w:szCs w:val="28"/>
          <w:lang w:val="kk-KZ"/>
        </w:rPr>
        <w:t>талаптар, көрсеткіштер мен әлеуметт</w:t>
      </w:r>
      <w:r w:rsidRPr="00CB17A0">
        <w:rPr>
          <w:rFonts w:ascii="Times New Roman" w:hAnsi="Times New Roman"/>
          <w:sz w:val="28"/>
          <w:szCs w:val="28"/>
          <w:lang w:val="ca-ES"/>
        </w:rPr>
        <w:t>i</w:t>
      </w:r>
      <w:r w:rsidRPr="00CB17A0">
        <w:rPr>
          <w:rFonts w:ascii="Times New Roman" w:hAnsi="Times New Roman"/>
          <w:sz w:val="28"/>
          <w:szCs w:val="28"/>
          <w:lang w:val="kk-KZ"/>
        </w:rPr>
        <w:t>к</w:t>
      </w:r>
      <w:r w:rsidRPr="00CB17A0">
        <w:rPr>
          <w:rFonts w:ascii="Times New Roman" w:hAnsi="Times New Roman"/>
          <w:sz w:val="28"/>
          <w:szCs w:val="28"/>
          <w:lang w:val="ca-ES"/>
        </w:rPr>
        <w:t xml:space="preserve"> </w:t>
      </w:r>
      <w:r w:rsidRPr="00CB17A0">
        <w:rPr>
          <w:rFonts w:ascii="Times New Roman" w:hAnsi="Times New Roman"/>
          <w:sz w:val="28"/>
          <w:szCs w:val="28"/>
          <w:lang w:val="kk-KZ"/>
        </w:rPr>
        <w:t>қажетт</w:t>
      </w:r>
      <w:r w:rsidRPr="00CB17A0">
        <w:rPr>
          <w:rFonts w:ascii="Times New Roman" w:hAnsi="Times New Roman"/>
          <w:sz w:val="28"/>
          <w:szCs w:val="28"/>
          <w:lang w:val="ca-ES"/>
        </w:rPr>
        <w:t>i</w:t>
      </w:r>
      <w:r w:rsidRPr="00CB17A0">
        <w:rPr>
          <w:rFonts w:ascii="Times New Roman" w:hAnsi="Times New Roman"/>
          <w:sz w:val="28"/>
          <w:szCs w:val="28"/>
          <w:lang w:val="kk-KZ"/>
        </w:rPr>
        <w:t>л</w:t>
      </w:r>
      <w:r w:rsidRPr="00CB17A0">
        <w:rPr>
          <w:rFonts w:ascii="Times New Roman" w:hAnsi="Times New Roman"/>
          <w:sz w:val="28"/>
          <w:szCs w:val="28"/>
          <w:lang w:val="ca-ES"/>
        </w:rPr>
        <w:t>i</w:t>
      </w:r>
      <w:r w:rsidRPr="00CB17A0">
        <w:rPr>
          <w:rFonts w:ascii="Times New Roman" w:hAnsi="Times New Roman"/>
          <w:sz w:val="28"/>
          <w:szCs w:val="28"/>
          <w:lang w:val="kk-KZ"/>
        </w:rPr>
        <w:t>кт</w:t>
      </w:r>
      <w:r w:rsidRPr="00CB17A0">
        <w:rPr>
          <w:rFonts w:ascii="Times New Roman" w:hAnsi="Times New Roman"/>
          <w:sz w:val="28"/>
          <w:szCs w:val="28"/>
          <w:lang w:val="ca-ES"/>
        </w:rPr>
        <w:t>i</w:t>
      </w:r>
      <w:r w:rsidRPr="00CB17A0">
        <w:rPr>
          <w:rFonts w:ascii="Times New Roman" w:hAnsi="Times New Roman"/>
          <w:sz w:val="28"/>
          <w:szCs w:val="28"/>
          <w:lang w:val="kk-KZ"/>
        </w:rPr>
        <w:t>ң</w:t>
      </w:r>
      <w:r w:rsidRPr="00CB17A0">
        <w:rPr>
          <w:rFonts w:ascii="Times New Roman" w:hAnsi="Times New Roman"/>
          <w:sz w:val="28"/>
          <w:szCs w:val="28"/>
          <w:lang w:val="ca-ES"/>
        </w:rPr>
        <w:t xml:space="preserve"> </w:t>
      </w:r>
      <w:r w:rsidRPr="00CB17A0">
        <w:rPr>
          <w:rFonts w:ascii="Times New Roman" w:hAnsi="Times New Roman"/>
          <w:sz w:val="28"/>
          <w:szCs w:val="28"/>
          <w:lang w:val="kk-KZ"/>
        </w:rPr>
        <w:t>адамгерш</w:t>
      </w:r>
      <w:r w:rsidRPr="00CB17A0">
        <w:rPr>
          <w:rFonts w:ascii="Times New Roman" w:hAnsi="Times New Roman"/>
          <w:sz w:val="28"/>
          <w:szCs w:val="28"/>
          <w:lang w:val="ca-ES"/>
        </w:rPr>
        <w:t>i</w:t>
      </w:r>
      <w:r w:rsidRPr="00CB17A0">
        <w:rPr>
          <w:rFonts w:ascii="Times New Roman" w:hAnsi="Times New Roman"/>
          <w:sz w:val="28"/>
          <w:szCs w:val="28"/>
          <w:lang w:val="kk-KZ"/>
        </w:rPr>
        <w:t>л</w:t>
      </w:r>
      <w:r w:rsidRPr="00CB17A0">
        <w:rPr>
          <w:rFonts w:ascii="Times New Roman" w:hAnsi="Times New Roman"/>
          <w:sz w:val="28"/>
          <w:szCs w:val="28"/>
          <w:lang w:val="ca-ES"/>
        </w:rPr>
        <w:t>i</w:t>
      </w:r>
      <w:r w:rsidRPr="00CB17A0">
        <w:rPr>
          <w:rFonts w:ascii="Times New Roman" w:hAnsi="Times New Roman"/>
          <w:sz w:val="28"/>
          <w:szCs w:val="28"/>
          <w:lang w:val="kk-KZ"/>
        </w:rPr>
        <w:t>кке</w:t>
      </w:r>
      <w:r w:rsidRPr="00CB17A0">
        <w:rPr>
          <w:rFonts w:ascii="Times New Roman" w:hAnsi="Times New Roman"/>
          <w:sz w:val="28"/>
          <w:szCs w:val="28"/>
          <w:lang w:val="ca-ES"/>
        </w:rPr>
        <w:t xml:space="preserve"> </w:t>
      </w:r>
      <w:r w:rsidRPr="00CB17A0">
        <w:rPr>
          <w:rFonts w:ascii="Times New Roman" w:hAnsi="Times New Roman"/>
          <w:sz w:val="28"/>
          <w:szCs w:val="28"/>
          <w:lang w:val="kk-KZ"/>
        </w:rPr>
        <w:t>тән</w:t>
      </w:r>
      <w:r w:rsidRPr="00CB17A0">
        <w:rPr>
          <w:rFonts w:ascii="Times New Roman" w:hAnsi="Times New Roman"/>
          <w:sz w:val="28"/>
          <w:szCs w:val="28"/>
          <w:lang w:val="ca-ES"/>
        </w:rPr>
        <w:t xml:space="preserve"> </w:t>
      </w:r>
      <w:r w:rsidRPr="00CB17A0">
        <w:rPr>
          <w:rFonts w:ascii="Times New Roman" w:hAnsi="Times New Roman"/>
          <w:sz w:val="28"/>
          <w:szCs w:val="28"/>
          <w:lang w:val="kk-KZ"/>
        </w:rPr>
        <w:t>түр</w:t>
      </w:r>
      <w:r w:rsidRPr="00CB17A0">
        <w:rPr>
          <w:rFonts w:ascii="Times New Roman" w:hAnsi="Times New Roman"/>
          <w:sz w:val="28"/>
          <w:szCs w:val="28"/>
          <w:lang w:val="ca-ES"/>
        </w:rPr>
        <w:t xml:space="preserve">i </w:t>
      </w:r>
      <w:r w:rsidRPr="00CB17A0">
        <w:rPr>
          <w:rFonts w:ascii="Times New Roman" w:hAnsi="Times New Roman"/>
          <w:sz w:val="28"/>
          <w:szCs w:val="28"/>
          <w:lang w:val="kk-KZ"/>
        </w:rPr>
        <w:t>рет</w:t>
      </w:r>
      <w:r w:rsidRPr="00CB17A0">
        <w:rPr>
          <w:rFonts w:ascii="Times New Roman" w:hAnsi="Times New Roman"/>
          <w:sz w:val="28"/>
          <w:szCs w:val="28"/>
          <w:lang w:val="ca-ES"/>
        </w:rPr>
        <w:t>i</w:t>
      </w:r>
      <w:r w:rsidRPr="00CB17A0">
        <w:rPr>
          <w:rFonts w:ascii="Times New Roman" w:hAnsi="Times New Roman"/>
          <w:sz w:val="28"/>
          <w:szCs w:val="28"/>
          <w:lang w:val="kk-KZ"/>
        </w:rPr>
        <w:t>нде</w:t>
      </w:r>
      <w:r w:rsidRPr="00CB17A0">
        <w:rPr>
          <w:rFonts w:ascii="Times New Roman" w:hAnsi="Times New Roman"/>
          <w:sz w:val="28"/>
          <w:szCs w:val="28"/>
          <w:lang w:val="ca-ES"/>
        </w:rPr>
        <w:t xml:space="preserve"> </w:t>
      </w:r>
      <w:r w:rsidRPr="00CB17A0">
        <w:rPr>
          <w:rFonts w:ascii="Times New Roman" w:hAnsi="Times New Roman"/>
          <w:sz w:val="28"/>
          <w:szCs w:val="28"/>
          <w:lang w:val="kk-KZ"/>
        </w:rPr>
        <w:t>жалпы</w:t>
      </w:r>
      <w:r w:rsidRPr="00CB17A0">
        <w:rPr>
          <w:rFonts w:ascii="Times New Roman" w:hAnsi="Times New Roman"/>
          <w:sz w:val="28"/>
          <w:szCs w:val="28"/>
          <w:lang w:val="ca-ES"/>
        </w:rPr>
        <w:t xml:space="preserve"> </w:t>
      </w:r>
      <w:r w:rsidRPr="00CB17A0">
        <w:rPr>
          <w:rFonts w:ascii="Times New Roman" w:hAnsi="Times New Roman"/>
          <w:sz w:val="28"/>
          <w:szCs w:val="28"/>
          <w:lang w:val="kk-KZ"/>
        </w:rPr>
        <w:t>м</w:t>
      </w:r>
      <w:r w:rsidRPr="00CB17A0">
        <w:rPr>
          <w:rFonts w:ascii="Times New Roman" w:hAnsi="Times New Roman"/>
          <w:sz w:val="28"/>
          <w:szCs w:val="28"/>
          <w:lang w:val="ca-ES"/>
        </w:rPr>
        <w:t>i</w:t>
      </w:r>
      <w:r w:rsidRPr="00CB17A0">
        <w:rPr>
          <w:rFonts w:ascii="Times New Roman" w:hAnsi="Times New Roman"/>
          <w:sz w:val="28"/>
          <w:szCs w:val="28"/>
          <w:lang w:val="kk-KZ"/>
        </w:rPr>
        <w:t>ндет мәселелер</w:t>
      </w:r>
      <w:r w:rsidRPr="00CB17A0">
        <w:rPr>
          <w:rFonts w:ascii="Times New Roman" w:hAnsi="Times New Roman"/>
          <w:sz w:val="28"/>
          <w:szCs w:val="28"/>
          <w:lang w:val="ca-ES"/>
        </w:rPr>
        <w:t>i</w:t>
      </w:r>
      <w:r w:rsidRPr="00CB17A0">
        <w:rPr>
          <w:rFonts w:ascii="Times New Roman" w:hAnsi="Times New Roman"/>
          <w:sz w:val="28"/>
          <w:szCs w:val="28"/>
          <w:lang w:val="kk-KZ"/>
        </w:rPr>
        <w:t>н</w:t>
      </w:r>
      <w:r w:rsidRPr="00CB17A0">
        <w:rPr>
          <w:rFonts w:ascii="Times New Roman" w:hAnsi="Times New Roman"/>
          <w:sz w:val="28"/>
          <w:szCs w:val="28"/>
          <w:lang w:val="ca-ES"/>
        </w:rPr>
        <w:t xml:space="preserve"> </w:t>
      </w:r>
      <w:r w:rsidRPr="00CB17A0">
        <w:rPr>
          <w:rFonts w:ascii="Times New Roman" w:hAnsi="Times New Roman"/>
          <w:sz w:val="28"/>
          <w:szCs w:val="28"/>
          <w:lang w:val="kk-KZ"/>
        </w:rPr>
        <w:t>қарастыратын</w:t>
      </w:r>
      <w:r w:rsidRPr="00CB17A0">
        <w:rPr>
          <w:rFonts w:ascii="Times New Roman" w:hAnsi="Times New Roman"/>
          <w:sz w:val="28"/>
          <w:szCs w:val="28"/>
          <w:lang w:val="ca-ES"/>
        </w:rPr>
        <w:t xml:space="preserve"> </w:t>
      </w:r>
      <w:r w:rsidRPr="00CB17A0">
        <w:rPr>
          <w:rFonts w:ascii="Times New Roman" w:hAnsi="Times New Roman"/>
          <w:sz w:val="28"/>
          <w:szCs w:val="28"/>
          <w:lang w:val="kk-KZ"/>
        </w:rPr>
        <w:t>этикалық</w:t>
      </w:r>
      <w:r w:rsidRPr="00CB17A0">
        <w:rPr>
          <w:rFonts w:ascii="Times New Roman" w:hAnsi="Times New Roman"/>
          <w:sz w:val="28"/>
          <w:szCs w:val="28"/>
          <w:lang w:val="ca-ES"/>
        </w:rPr>
        <w:t xml:space="preserve"> </w:t>
      </w:r>
      <w:r w:rsidRPr="00CB17A0">
        <w:rPr>
          <w:rFonts w:ascii="Times New Roman" w:hAnsi="Times New Roman"/>
          <w:sz w:val="28"/>
          <w:szCs w:val="28"/>
          <w:lang w:val="kk-KZ"/>
        </w:rPr>
        <w:t>теорияның</w:t>
      </w:r>
      <w:r w:rsidRPr="00CB17A0">
        <w:rPr>
          <w:rFonts w:ascii="Times New Roman" w:hAnsi="Times New Roman"/>
          <w:sz w:val="28"/>
          <w:szCs w:val="28"/>
          <w:lang w:val="ca-ES"/>
        </w:rPr>
        <w:t xml:space="preserve"> </w:t>
      </w:r>
      <w:r w:rsidRPr="00CB17A0">
        <w:rPr>
          <w:rFonts w:ascii="Times New Roman" w:hAnsi="Times New Roman"/>
          <w:sz w:val="28"/>
          <w:szCs w:val="28"/>
          <w:lang w:val="kk-KZ"/>
        </w:rPr>
        <w:t>бөл</w:t>
      </w:r>
      <w:r w:rsidRPr="00CB17A0">
        <w:rPr>
          <w:rFonts w:ascii="Times New Roman" w:hAnsi="Times New Roman"/>
          <w:sz w:val="28"/>
          <w:szCs w:val="28"/>
          <w:lang w:val="ca-ES"/>
        </w:rPr>
        <w:t>i</w:t>
      </w:r>
      <w:r w:rsidRPr="00CB17A0">
        <w:rPr>
          <w:rFonts w:ascii="Times New Roman" w:hAnsi="Times New Roman"/>
          <w:sz w:val="28"/>
          <w:szCs w:val="28"/>
          <w:lang w:val="kk-KZ"/>
        </w:rPr>
        <w:t>г</w:t>
      </w:r>
      <w:r w:rsidRPr="00CB17A0">
        <w:rPr>
          <w:rFonts w:ascii="Times New Roman" w:hAnsi="Times New Roman"/>
          <w:sz w:val="28"/>
          <w:szCs w:val="28"/>
          <w:lang w:val="ca-ES"/>
        </w:rPr>
        <w:t>i</w:t>
      </w:r>
      <w:r w:rsidRPr="00CB17A0">
        <w:rPr>
          <w:rFonts w:ascii="Times New Roman" w:hAnsi="Times New Roman"/>
          <w:sz w:val="28"/>
          <w:szCs w:val="28"/>
          <w:lang w:val="kk-KZ"/>
        </w:rPr>
        <w:t>.</w:t>
      </w:r>
      <w:r w:rsidRPr="00CB17A0">
        <w:rPr>
          <w:rFonts w:ascii="Times New Roman" w:hAnsi="Times New Roman"/>
          <w:sz w:val="28"/>
          <w:szCs w:val="28"/>
          <w:lang w:val="ca-ES"/>
        </w:rPr>
        <w:t xml:space="preserve"> “</w:t>
      </w:r>
      <w:r w:rsidRPr="00CB17A0">
        <w:rPr>
          <w:rFonts w:ascii="Times New Roman" w:hAnsi="Times New Roman"/>
          <w:sz w:val="28"/>
          <w:szCs w:val="28"/>
        </w:rPr>
        <w:t>Педагогикалық</w:t>
      </w:r>
      <w:r w:rsidRPr="00CB17A0">
        <w:rPr>
          <w:rFonts w:ascii="Times New Roman" w:hAnsi="Times New Roman"/>
          <w:sz w:val="28"/>
          <w:szCs w:val="28"/>
          <w:lang w:val="ca-ES"/>
        </w:rPr>
        <w:t xml:space="preserve">” </w:t>
      </w:r>
      <w:r w:rsidRPr="00CB17A0">
        <w:rPr>
          <w:rFonts w:ascii="Times New Roman" w:hAnsi="Times New Roman"/>
          <w:sz w:val="28"/>
          <w:szCs w:val="28"/>
        </w:rPr>
        <w:t>деген</w:t>
      </w:r>
      <w:r w:rsidRPr="00CB17A0">
        <w:rPr>
          <w:rFonts w:ascii="Times New Roman" w:hAnsi="Times New Roman"/>
          <w:sz w:val="28"/>
          <w:szCs w:val="28"/>
          <w:lang w:val="ca-ES"/>
        </w:rPr>
        <w:t xml:space="preserve"> </w:t>
      </w:r>
      <w:r w:rsidRPr="00CB17A0">
        <w:rPr>
          <w:rFonts w:ascii="Times New Roman" w:hAnsi="Times New Roman"/>
          <w:sz w:val="28"/>
          <w:szCs w:val="28"/>
        </w:rPr>
        <w:t>с</w:t>
      </w:r>
      <w:r w:rsidRPr="00CB17A0">
        <w:rPr>
          <w:rFonts w:ascii="Times New Roman" w:hAnsi="Times New Roman"/>
          <w:sz w:val="28"/>
          <w:szCs w:val="28"/>
          <w:lang w:val="ca-ES"/>
        </w:rPr>
        <w:t>ө</w:t>
      </w:r>
      <w:r w:rsidRPr="00CB17A0">
        <w:rPr>
          <w:rFonts w:ascii="Times New Roman" w:hAnsi="Times New Roman"/>
          <w:sz w:val="28"/>
          <w:szCs w:val="28"/>
        </w:rPr>
        <w:t>збен</w:t>
      </w:r>
      <w:r w:rsidRPr="00CB17A0">
        <w:rPr>
          <w:rFonts w:ascii="Times New Roman" w:hAnsi="Times New Roman"/>
          <w:sz w:val="28"/>
          <w:szCs w:val="28"/>
          <w:lang w:val="ca-ES"/>
        </w:rPr>
        <w:t xml:space="preserve"> </w:t>
      </w:r>
      <w:r w:rsidRPr="00CB17A0">
        <w:rPr>
          <w:rFonts w:ascii="Times New Roman" w:hAnsi="Times New Roman"/>
          <w:sz w:val="28"/>
          <w:szCs w:val="28"/>
        </w:rPr>
        <w:t>қос</w:t>
      </w:r>
      <w:r w:rsidRPr="00CB17A0">
        <w:rPr>
          <w:rFonts w:ascii="Times New Roman" w:hAnsi="Times New Roman"/>
          <w:sz w:val="28"/>
          <w:szCs w:val="28"/>
          <w:lang w:val="kk-KZ"/>
        </w:rPr>
        <w:t>а</w:t>
      </w:r>
      <w:r w:rsidRPr="00CB17A0">
        <w:rPr>
          <w:rFonts w:ascii="Times New Roman" w:hAnsi="Times New Roman"/>
          <w:sz w:val="28"/>
          <w:szCs w:val="28"/>
          <w:lang w:val="ca-ES"/>
        </w:rPr>
        <w:t xml:space="preserve"> «</w:t>
      </w:r>
      <w:r w:rsidRPr="00CB17A0">
        <w:rPr>
          <w:rFonts w:ascii="Times New Roman" w:hAnsi="Times New Roman"/>
          <w:sz w:val="28"/>
          <w:szCs w:val="28"/>
          <w:lang w:val="ru-MO"/>
        </w:rPr>
        <w:t>педагогикалық</w:t>
      </w:r>
      <w:r w:rsidRPr="00CB17A0">
        <w:rPr>
          <w:rFonts w:ascii="Times New Roman" w:hAnsi="Times New Roman"/>
          <w:sz w:val="28"/>
          <w:szCs w:val="28"/>
          <w:lang w:val="ca-ES"/>
        </w:rPr>
        <w:t xml:space="preserve"> </w:t>
      </w:r>
      <w:r w:rsidRPr="00CB17A0">
        <w:rPr>
          <w:rFonts w:ascii="Times New Roman" w:hAnsi="Times New Roman"/>
          <w:sz w:val="28"/>
          <w:szCs w:val="28"/>
          <w:lang w:val="ru-MO"/>
        </w:rPr>
        <w:t>деонтология</w:t>
      </w:r>
      <w:r w:rsidRPr="00CB17A0">
        <w:rPr>
          <w:rFonts w:ascii="Times New Roman" w:hAnsi="Times New Roman"/>
          <w:sz w:val="28"/>
          <w:szCs w:val="28"/>
          <w:lang w:val="ca-ES"/>
        </w:rPr>
        <w:t xml:space="preserve">» </w:t>
      </w:r>
      <w:r w:rsidRPr="00CB17A0">
        <w:rPr>
          <w:rFonts w:ascii="Times New Roman" w:hAnsi="Times New Roman"/>
          <w:sz w:val="28"/>
          <w:szCs w:val="28"/>
          <w:lang w:val="ru-MO"/>
        </w:rPr>
        <w:t>деген</w:t>
      </w:r>
      <w:r w:rsidRPr="00CB17A0">
        <w:rPr>
          <w:rFonts w:ascii="Times New Roman" w:hAnsi="Times New Roman"/>
          <w:sz w:val="28"/>
          <w:szCs w:val="28"/>
          <w:lang w:val="ca-ES"/>
        </w:rPr>
        <w:t xml:space="preserve"> </w:t>
      </w:r>
      <w:r w:rsidRPr="00CB17A0">
        <w:rPr>
          <w:rFonts w:ascii="Times New Roman" w:hAnsi="Times New Roman"/>
          <w:sz w:val="28"/>
          <w:szCs w:val="28"/>
        </w:rPr>
        <w:t>с</w:t>
      </w:r>
      <w:r w:rsidRPr="00CB17A0">
        <w:rPr>
          <w:rFonts w:ascii="Times New Roman" w:hAnsi="Times New Roman"/>
          <w:sz w:val="28"/>
          <w:szCs w:val="28"/>
          <w:lang w:val="ca-ES"/>
        </w:rPr>
        <w:t>ө</w:t>
      </w:r>
      <w:r w:rsidRPr="00CB17A0">
        <w:rPr>
          <w:rFonts w:ascii="Times New Roman" w:hAnsi="Times New Roman"/>
          <w:sz w:val="28"/>
          <w:szCs w:val="28"/>
        </w:rPr>
        <w:t>з</w:t>
      </w:r>
      <w:r w:rsidRPr="00CB17A0">
        <w:rPr>
          <w:rFonts w:ascii="Times New Roman" w:hAnsi="Times New Roman"/>
          <w:sz w:val="28"/>
          <w:szCs w:val="28"/>
          <w:lang w:val="kk-KZ"/>
        </w:rPr>
        <w:t xml:space="preserve"> </w:t>
      </w:r>
      <w:r w:rsidRPr="00CB17A0">
        <w:rPr>
          <w:rFonts w:ascii="Times New Roman" w:hAnsi="Times New Roman"/>
          <w:sz w:val="28"/>
          <w:szCs w:val="28"/>
        </w:rPr>
        <w:t>т</w:t>
      </w:r>
      <w:r w:rsidRPr="00CB17A0">
        <w:rPr>
          <w:rFonts w:ascii="Times New Roman" w:hAnsi="Times New Roman"/>
          <w:sz w:val="28"/>
          <w:szCs w:val="28"/>
          <w:lang w:val="ca-ES"/>
        </w:rPr>
        <w:t>i</w:t>
      </w:r>
      <w:r w:rsidRPr="00CB17A0">
        <w:rPr>
          <w:rFonts w:ascii="Times New Roman" w:hAnsi="Times New Roman"/>
          <w:sz w:val="28"/>
          <w:szCs w:val="28"/>
        </w:rPr>
        <w:t>ркес</w:t>
      </w:r>
      <w:r w:rsidRPr="00CB17A0">
        <w:rPr>
          <w:rFonts w:ascii="Times New Roman" w:hAnsi="Times New Roman"/>
          <w:sz w:val="28"/>
          <w:szCs w:val="28"/>
          <w:lang w:val="kk-KZ"/>
        </w:rPr>
        <w:t>і</w:t>
      </w:r>
      <w:r w:rsidRPr="00CB17A0">
        <w:rPr>
          <w:rFonts w:ascii="Times New Roman" w:hAnsi="Times New Roman"/>
          <w:sz w:val="28"/>
          <w:szCs w:val="28"/>
          <w:lang w:val="ca-ES"/>
        </w:rPr>
        <w:t xml:space="preserve"> </w:t>
      </w:r>
      <w:r w:rsidRPr="00CB17A0">
        <w:rPr>
          <w:rFonts w:ascii="Times New Roman" w:hAnsi="Times New Roman"/>
          <w:sz w:val="28"/>
          <w:szCs w:val="28"/>
        </w:rPr>
        <w:t>м</w:t>
      </w:r>
      <w:r w:rsidRPr="00CB17A0">
        <w:rPr>
          <w:rFonts w:ascii="Times New Roman" w:hAnsi="Times New Roman"/>
          <w:sz w:val="28"/>
          <w:szCs w:val="28"/>
          <w:lang w:val="ca-ES"/>
        </w:rPr>
        <w:t>ұ</w:t>
      </w:r>
      <w:r w:rsidRPr="00CB17A0">
        <w:rPr>
          <w:rFonts w:ascii="Times New Roman" w:hAnsi="Times New Roman"/>
          <w:sz w:val="28"/>
          <w:szCs w:val="28"/>
        </w:rPr>
        <w:t>ғал</w:t>
      </w:r>
      <w:r w:rsidRPr="00CB17A0">
        <w:rPr>
          <w:rFonts w:ascii="Times New Roman" w:hAnsi="Times New Roman"/>
          <w:sz w:val="28"/>
          <w:szCs w:val="28"/>
          <w:lang w:val="ca-ES"/>
        </w:rPr>
        <w:t>i</w:t>
      </w:r>
      <w:r w:rsidRPr="00CB17A0">
        <w:rPr>
          <w:rFonts w:ascii="Times New Roman" w:hAnsi="Times New Roman"/>
          <w:sz w:val="28"/>
          <w:szCs w:val="28"/>
        </w:rPr>
        <w:t>мн</w:t>
      </w:r>
      <w:r w:rsidRPr="00CB17A0">
        <w:rPr>
          <w:rFonts w:ascii="Times New Roman" w:hAnsi="Times New Roman"/>
          <w:sz w:val="28"/>
          <w:szCs w:val="28"/>
          <w:lang w:val="ca-ES"/>
        </w:rPr>
        <w:t>i</w:t>
      </w:r>
      <w:r w:rsidRPr="00CB17A0">
        <w:rPr>
          <w:rFonts w:ascii="Times New Roman" w:hAnsi="Times New Roman"/>
          <w:sz w:val="28"/>
          <w:szCs w:val="28"/>
        </w:rPr>
        <w:t>ң</w:t>
      </w:r>
      <w:r w:rsidRPr="00CB17A0">
        <w:rPr>
          <w:rFonts w:ascii="Times New Roman" w:hAnsi="Times New Roman"/>
          <w:sz w:val="28"/>
          <w:szCs w:val="28"/>
          <w:lang w:val="ca-ES"/>
        </w:rPr>
        <w:t xml:space="preserve"> </w:t>
      </w:r>
      <w:r w:rsidRPr="00CB17A0">
        <w:rPr>
          <w:rFonts w:ascii="Times New Roman" w:hAnsi="Times New Roman"/>
          <w:sz w:val="28"/>
          <w:szCs w:val="28"/>
        </w:rPr>
        <w:t>қызмет</w:t>
      </w:r>
      <w:r w:rsidRPr="00CB17A0">
        <w:rPr>
          <w:rFonts w:ascii="Times New Roman" w:hAnsi="Times New Roman"/>
          <w:sz w:val="28"/>
          <w:szCs w:val="28"/>
          <w:lang w:val="ca-ES"/>
        </w:rPr>
        <w:t>i</w:t>
      </w:r>
      <w:r w:rsidRPr="00CB17A0">
        <w:rPr>
          <w:rFonts w:ascii="Times New Roman" w:hAnsi="Times New Roman"/>
          <w:sz w:val="28"/>
          <w:szCs w:val="28"/>
        </w:rPr>
        <w:t>не</w:t>
      </w:r>
      <w:r w:rsidRPr="00CB17A0">
        <w:rPr>
          <w:rFonts w:ascii="Times New Roman" w:hAnsi="Times New Roman"/>
          <w:sz w:val="28"/>
          <w:szCs w:val="28"/>
          <w:lang w:val="ca-ES"/>
        </w:rPr>
        <w:t xml:space="preserve"> </w:t>
      </w:r>
      <w:r w:rsidRPr="00CB17A0">
        <w:rPr>
          <w:rFonts w:ascii="Times New Roman" w:hAnsi="Times New Roman"/>
          <w:sz w:val="28"/>
          <w:szCs w:val="28"/>
        </w:rPr>
        <w:t>байланысты</w:t>
      </w:r>
      <w:r w:rsidRPr="00CB17A0">
        <w:rPr>
          <w:rFonts w:ascii="Times New Roman" w:hAnsi="Times New Roman"/>
          <w:sz w:val="28"/>
          <w:szCs w:val="28"/>
          <w:lang w:val="ca-ES"/>
        </w:rPr>
        <w:t xml:space="preserve"> </w:t>
      </w:r>
      <w:r w:rsidRPr="00CB17A0">
        <w:rPr>
          <w:rFonts w:ascii="Times New Roman" w:hAnsi="Times New Roman"/>
          <w:sz w:val="28"/>
          <w:szCs w:val="28"/>
        </w:rPr>
        <w:t>парыз</w:t>
      </w:r>
      <w:r w:rsidRPr="00CB17A0">
        <w:rPr>
          <w:rFonts w:ascii="Times New Roman" w:hAnsi="Times New Roman"/>
          <w:sz w:val="28"/>
          <w:szCs w:val="28"/>
          <w:lang w:val="ca-ES"/>
        </w:rPr>
        <w:t xml:space="preserve"> ұ</w:t>
      </w:r>
      <w:r w:rsidRPr="00CB17A0">
        <w:rPr>
          <w:rFonts w:ascii="Times New Roman" w:hAnsi="Times New Roman"/>
          <w:sz w:val="28"/>
          <w:szCs w:val="28"/>
        </w:rPr>
        <w:t>ғымын</w:t>
      </w:r>
      <w:r w:rsidRPr="00CB17A0">
        <w:rPr>
          <w:rFonts w:ascii="Times New Roman" w:hAnsi="Times New Roman"/>
          <w:sz w:val="28"/>
          <w:szCs w:val="28"/>
          <w:lang w:val="ca-ES"/>
        </w:rPr>
        <w:t xml:space="preserve"> </w:t>
      </w:r>
      <w:r w:rsidRPr="00CB17A0">
        <w:rPr>
          <w:rFonts w:ascii="Times New Roman" w:hAnsi="Times New Roman"/>
          <w:sz w:val="28"/>
          <w:szCs w:val="28"/>
        </w:rPr>
        <w:t>қ</w:t>
      </w:r>
      <w:r w:rsidRPr="00CB17A0">
        <w:rPr>
          <w:rFonts w:ascii="Times New Roman" w:hAnsi="Times New Roman"/>
          <w:sz w:val="28"/>
          <w:szCs w:val="28"/>
          <w:lang w:val="ca-ES"/>
        </w:rPr>
        <w:t>ұ</w:t>
      </w:r>
      <w:r w:rsidRPr="00CB17A0">
        <w:rPr>
          <w:rFonts w:ascii="Times New Roman" w:hAnsi="Times New Roman"/>
          <w:sz w:val="28"/>
          <w:szCs w:val="28"/>
        </w:rPr>
        <w:t>растыратын</w:t>
      </w:r>
      <w:r w:rsidRPr="00CB17A0">
        <w:rPr>
          <w:rFonts w:ascii="Times New Roman" w:hAnsi="Times New Roman"/>
          <w:sz w:val="28"/>
          <w:szCs w:val="28"/>
          <w:lang w:val="ca-ES"/>
        </w:rPr>
        <w:t xml:space="preserve"> </w:t>
      </w:r>
      <w:r w:rsidRPr="00CB17A0">
        <w:rPr>
          <w:rFonts w:ascii="Times New Roman" w:hAnsi="Times New Roman"/>
          <w:sz w:val="28"/>
          <w:szCs w:val="28"/>
        </w:rPr>
        <w:t>этикалық</w:t>
      </w:r>
      <w:r w:rsidRPr="00CB17A0">
        <w:rPr>
          <w:rFonts w:ascii="Times New Roman" w:hAnsi="Times New Roman"/>
          <w:sz w:val="28"/>
          <w:szCs w:val="28"/>
          <w:lang w:val="ca-ES"/>
        </w:rPr>
        <w:t xml:space="preserve"> </w:t>
      </w:r>
      <w:r w:rsidRPr="00CB17A0">
        <w:rPr>
          <w:rFonts w:ascii="Times New Roman" w:hAnsi="Times New Roman"/>
          <w:sz w:val="28"/>
          <w:szCs w:val="28"/>
        </w:rPr>
        <w:t>ережелер</w:t>
      </w:r>
      <w:r w:rsidRPr="00CB17A0">
        <w:rPr>
          <w:rFonts w:ascii="Times New Roman" w:hAnsi="Times New Roman"/>
          <w:sz w:val="28"/>
          <w:szCs w:val="28"/>
          <w:lang w:val="ca-ES"/>
        </w:rPr>
        <w:t xml:space="preserve">, </w:t>
      </w:r>
      <w:r w:rsidRPr="00CB17A0">
        <w:rPr>
          <w:rFonts w:ascii="Times New Roman" w:hAnsi="Times New Roman"/>
          <w:sz w:val="28"/>
          <w:szCs w:val="28"/>
        </w:rPr>
        <w:t>нормалар</w:t>
      </w:r>
      <w:r w:rsidRPr="00CB17A0">
        <w:rPr>
          <w:rFonts w:ascii="Times New Roman" w:hAnsi="Times New Roman"/>
          <w:sz w:val="28"/>
          <w:szCs w:val="28"/>
          <w:lang w:val="ca-ES"/>
        </w:rPr>
        <w:t>, ұ</w:t>
      </w:r>
      <w:r w:rsidRPr="00CB17A0">
        <w:rPr>
          <w:rFonts w:ascii="Times New Roman" w:hAnsi="Times New Roman"/>
          <w:sz w:val="28"/>
          <w:szCs w:val="28"/>
        </w:rPr>
        <w:t>станымдар</w:t>
      </w:r>
      <w:r w:rsidRPr="00CB17A0">
        <w:rPr>
          <w:rFonts w:ascii="Times New Roman" w:hAnsi="Times New Roman"/>
          <w:sz w:val="28"/>
          <w:szCs w:val="28"/>
          <w:lang w:val="ca-ES"/>
        </w:rPr>
        <w:t xml:space="preserve"> </w:t>
      </w:r>
      <w:r w:rsidRPr="00CB17A0">
        <w:rPr>
          <w:rFonts w:ascii="Times New Roman" w:hAnsi="Times New Roman"/>
          <w:sz w:val="28"/>
          <w:szCs w:val="28"/>
        </w:rPr>
        <w:t>жиынтығы</w:t>
      </w:r>
      <w:r w:rsidRPr="00CB17A0">
        <w:rPr>
          <w:rFonts w:ascii="Times New Roman" w:hAnsi="Times New Roman"/>
          <w:sz w:val="28"/>
          <w:szCs w:val="28"/>
          <w:lang w:val="kk-KZ"/>
        </w:rPr>
        <w:t>н іске асыруын қамтамасыз ететін ғылым</w:t>
      </w:r>
      <w:r w:rsidRPr="00CB17A0">
        <w:rPr>
          <w:rFonts w:ascii="Times New Roman" w:hAnsi="Times New Roman"/>
          <w:sz w:val="28"/>
          <w:szCs w:val="28"/>
          <w:lang w:val="ca-ES"/>
        </w:rPr>
        <w:t>.</w:t>
      </w:r>
      <w:r>
        <w:rPr>
          <w:rFonts w:ascii="Times New Roman" w:hAnsi="Times New Roman"/>
          <w:sz w:val="28"/>
          <w:szCs w:val="28"/>
          <w:lang w:val="kk-KZ"/>
        </w:rPr>
        <w:t xml:space="preserve"> </w:t>
      </w:r>
      <w:r w:rsidRPr="005259B4">
        <w:rPr>
          <w:rFonts w:ascii="Times New Roman" w:hAnsi="Times New Roman"/>
          <w:sz w:val="28"/>
          <w:szCs w:val="28"/>
          <w:lang w:val="kk-KZ"/>
        </w:rPr>
        <w:t>Педагогикалық</w:t>
      </w:r>
      <w:r w:rsidRPr="00CF5BEB">
        <w:rPr>
          <w:rFonts w:ascii="Times New Roman" w:hAnsi="Times New Roman"/>
          <w:sz w:val="28"/>
          <w:szCs w:val="28"/>
          <w:lang w:val="ca-ES"/>
        </w:rPr>
        <w:t xml:space="preserve"> </w:t>
      </w:r>
      <w:r w:rsidRPr="005259B4">
        <w:rPr>
          <w:rFonts w:ascii="Times New Roman" w:hAnsi="Times New Roman"/>
          <w:sz w:val="28"/>
          <w:szCs w:val="28"/>
          <w:lang w:val="kk-KZ"/>
        </w:rPr>
        <w:t>этика</w:t>
      </w:r>
      <w:r w:rsidRPr="00CF5BEB">
        <w:rPr>
          <w:rFonts w:ascii="Times New Roman" w:hAnsi="Times New Roman"/>
          <w:sz w:val="28"/>
          <w:szCs w:val="28"/>
          <w:lang w:val="ca-ES"/>
        </w:rPr>
        <w:t xml:space="preserve"> </w:t>
      </w:r>
      <w:r w:rsidRPr="005259B4">
        <w:rPr>
          <w:rFonts w:ascii="Times New Roman" w:hAnsi="Times New Roman"/>
          <w:sz w:val="28"/>
          <w:szCs w:val="28"/>
          <w:lang w:val="kk-KZ"/>
        </w:rPr>
        <w:t>педагогика</w:t>
      </w:r>
      <w:r w:rsidRPr="00CF5BEB">
        <w:rPr>
          <w:rFonts w:ascii="Times New Roman" w:hAnsi="Times New Roman"/>
          <w:sz w:val="28"/>
          <w:szCs w:val="28"/>
          <w:lang w:val="ca-ES"/>
        </w:rPr>
        <w:t xml:space="preserve">, </w:t>
      </w:r>
      <w:r w:rsidRPr="005259B4">
        <w:rPr>
          <w:rFonts w:ascii="Times New Roman" w:hAnsi="Times New Roman"/>
          <w:sz w:val="28"/>
          <w:szCs w:val="28"/>
          <w:lang w:val="kk-KZ"/>
        </w:rPr>
        <w:t>психология</w:t>
      </w:r>
      <w:r w:rsidRPr="00CF5BEB">
        <w:rPr>
          <w:rFonts w:ascii="Times New Roman" w:hAnsi="Times New Roman"/>
          <w:sz w:val="28"/>
          <w:szCs w:val="28"/>
          <w:lang w:val="ca-ES"/>
        </w:rPr>
        <w:t xml:space="preserve">, </w:t>
      </w:r>
      <w:r w:rsidRPr="005259B4">
        <w:rPr>
          <w:rFonts w:ascii="Times New Roman" w:hAnsi="Times New Roman"/>
          <w:sz w:val="28"/>
          <w:szCs w:val="28"/>
          <w:lang w:val="kk-KZ"/>
        </w:rPr>
        <w:t>философия</w:t>
      </w:r>
      <w:r w:rsidRPr="00CF5BEB">
        <w:rPr>
          <w:rFonts w:ascii="Times New Roman" w:hAnsi="Times New Roman"/>
          <w:sz w:val="28"/>
          <w:szCs w:val="28"/>
          <w:lang w:val="ca-ES"/>
        </w:rPr>
        <w:t xml:space="preserve"> </w:t>
      </w:r>
      <w:r w:rsidRPr="005259B4">
        <w:rPr>
          <w:rFonts w:ascii="Times New Roman" w:hAnsi="Times New Roman"/>
          <w:sz w:val="28"/>
          <w:szCs w:val="28"/>
          <w:lang w:val="kk-KZ"/>
        </w:rPr>
        <w:t>ғылымдарының</w:t>
      </w:r>
      <w:r w:rsidRPr="00CF5BEB">
        <w:rPr>
          <w:rFonts w:ascii="Times New Roman" w:hAnsi="Times New Roman"/>
          <w:sz w:val="28"/>
          <w:szCs w:val="28"/>
          <w:lang w:val="ca-ES"/>
        </w:rPr>
        <w:t xml:space="preserve"> </w:t>
      </w:r>
      <w:r w:rsidRPr="005259B4">
        <w:rPr>
          <w:rFonts w:ascii="Times New Roman" w:hAnsi="Times New Roman"/>
          <w:sz w:val="28"/>
          <w:szCs w:val="28"/>
          <w:lang w:val="kk-KZ"/>
        </w:rPr>
        <w:t>түйісуін</w:t>
      </w:r>
      <w:r w:rsidRPr="00CF5BEB">
        <w:rPr>
          <w:rFonts w:ascii="Times New Roman" w:hAnsi="Times New Roman"/>
          <w:sz w:val="28"/>
          <w:szCs w:val="28"/>
          <w:lang w:val="kk-KZ"/>
        </w:rPr>
        <w:t>ен</w:t>
      </w:r>
      <w:r w:rsidRPr="00CF5BEB">
        <w:rPr>
          <w:rFonts w:ascii="Times New Roman" w:hAnsi="Times New Roman"/>
          <w:sz w:val="28"/>
          <w:szCs w:val="28"/>
          <w:lang w:val="ca-ES"/>
        </w:rPr>
        <w:t xml:space="preserve"> </w:t>
      </w:r>
      <w:r w:rsidRPr="005259B4">
        <w:rPr>
          <w:rFonts w:ascii="Times New Roman" w:hAnsi="Times New Roman"/>
          <w:sz w:val="28"/>
          <w:szCs w:val="28"/>
          <w:lang w:val="kk-KZ"/>
        </w:rPr>
        <w:t>туған</w:t>
      </w:r>
      <w:r w:rsidRPr="00CF5BEB">
        <w:rPr>
          <w:rFonts w:ascii="Times New Roman" w:hAnsi="Times New Roman"/>
          <w:sz w:val="28"/>
          <w:szCs w:val="28"/>
          <w:lang w:val="ca-ES"/>
        </w:rPr>
        <w:t xml:space="preserve"> </w:t>
      </w:r>
      <w:r w:rsidRPr="005259B4">
        <w:rPr>
          <w:rFonts w:ascii="Times New Roman" w:hAnsi="Times New Roman"/>
          <w:sz w:val="28"/>
          <w:szCs w:val="28"/>
          <w:lang w:val="kk-KZ"/>
        </w:rPr>
        <w:t>ғылым</w:t>
      </w:r>
      <w:r w:rsidRPr="00CF5BEB">
        <w:rPr>
          <w:rFonts w:ascii="Times New Roman" w:hAnsi="Times New Roman"/>
          <w:sz w:val="28"/>
          <w:szCs w:val="28"/>
          <w:lang w:val="ca-ES"/>
        </w:rPr>
        <w:t>.</w:t>
      </w:r>
      <w:r w:rsidRPr="00CF5BEB">
        <w:rPr>
          <w:rFonts w:ascii="Times New Roman" w:hAnsi="Times New Roman"/>
          <w:sz w:val="28"/>
          <w:szCs w:val="28"/>
          <w:lang w:val="kk-KZ"/>
        </w:rPr>
        <w:t xml:space="preserve"> Яғни педагогикалық</w:t>
      </w:r>
      <w:r w:rsidRPr="00CF5BEB">
        <w:rPr>
          <w:rFonts w:ascii="Times New Roman" w:hAnsi="Times New Roman"/>
          <w:sz w:val="28"/>
          <w:szCs w:val="28"/>
          <w:lang w:val="ca-ES"/>
        </w:rPr>
        <w:t xml:space="preserve"> </w:t>
      </w:r>
      <w:r w:rsidRPr="00CF5BEB">
        <w:rPr>
          <w:rFonts w:ascii="Times New Roman" w:hAnsi="Times New Roman"/>
          <w:sz w:val="28"/>
          <w:szCs w:val="28"/>
          <w:lang w:val="kk-KZ"/>
        </w:rPr>
        <w:t>кәсіптің</w:t>
      </w:r>
      <w:r w:rsidRPr="00CF5BEB">
        <w:rPr>
          <w:rFonts w:ascii="Times New Roman" w:hAnsi="Times New Roman"/>
          <w:sz w:val="28"/>
          <w:szCs w:val="28"/>
          <w:lang w:val="ca-ES"/>
        </w:rPr>
        <w:t xml:space="preserve"> ө</w:t>
      </w:r>
      <w:r w:rsidRPr="00CF5BEB">
        <w:rPr>
          <w:rFonts w:ascii="Times New Roman" w:hAnsi="Times New Roman"/>
          <w:sz w:val="28"/>
          <w:szCs w:val="28"/>
          <w:lang w:val="kk-KZ"/>
        </w:rPr>
        <w:t>зіндік</w:t>
      </w:r>
      <w:r w:rsidRPr="00CF5BEB">
        <w:rPr>
          <w:rFonts w:ascii="Times New Roman" w:hAnsi="Times New Roman"/>
          <w:sz w:val="28"/>
          <w:szCs w:val="28"/>
          <w:lang w:val="ca-ES"/>
        </w:rPr>
        <w:t xml:space="preserve"> </w:t>
      </w:r>
      <w:r w:rsidRPr="00CF5BEB">
        <w:rPr>
          <w:rFonts w:ascii="Times New Roman" w:hAnsi="Times New Roman"/>
          <w:sz w:val="28"/>
          <w:szCs w:val="28"/>
          <w:lang w:val="kk-KZ"/>
        </w:rPr>
        <w:t>моралі</w:t>
      </w:r>
      <w:r w:rsidRPr="00CF5BEB">
        <w:rPr>
          <w:rFonts w:ascii="Times New Roman" w:hAnsi="Times New Roman"/>
          <w:sz w:val="28"/>
          <w:szCs w:val="28"/>
          <w:lang w:val="ca-ES"/>
        </w:rPr>
        <w:t xml:space="preserve">, </w:t>
      </w:r>
      <w:r w:rsidRPr="00CF5BEB">
        <w:rPr>
          <w:rFonts w:ascii="Times New Roman" w:hAnsi="Times New Roman"/>
          <w:sz w:val="28"/>
          <w:szCs w:val="28"/>
          <w:lang w:val="kk-KZ"/>
        </w:rPr>
        <w:t>этикасы</w:t>
      </w:r>
      <w:r w:rsidRPr="00CF5BEB">
        <w:rPr>
          <w:rFonts w:ascii="Times New Roman" w:hAnsi="Times New Roman"/>
          <w:sz w:val="28"/>
          <w:szCs w:val="28"/>
          <w:lang w:val="ca-ES"/>
        </w:rPr>
        <w:t xml:space="preserve">, </w:t>
      </w:r>
      <w:r w:rsidRPr="00CF5BEB">
        <w:rPr>
          <w:rFonts w:ascii="Times New Roman" w:hAnsi="Times New Roman"/>
          <w:sz w:val="28"/>
          <w:szCs w:val="28"/>
          <w:lang w:val="kk-KZ"/>
        </w:rPr>
        <w:t>деонтологиясы</w:t>
      </w:r>
      <w:r w:rsidRPr="00CF5BEB">
        <w:rPr>
          <w:rFonts w:ascii="Times New Roman" w:hAnsi="Times New Roman"/>
          <w:sz w:val="28"/>
          <w:szCs w:val="28"/>
          <w:lang w:val="ca-ES"/>
        </w:rPr>
        <w:t xml:space="preserve"> </w:t>
      </w:r>
      <w:r>
        <w:rPr>
          <w:rFonts w:ascii="Times New Roman" w:hAnsi="Times New Roman"/>
          <w:sz w:val="28"/>
          <w:szCs w:val="28"/>
          <w:lang w:val="kk-KZ"/>
        </w:rPr>
        <w:t>болғандықтан кәсіби-педагогикалық имидждің қалыптасуы заңдылық</w:t>
      </w:r>
      <w:r w:rsidRPr="00CF5BEB">
        <w:rPr>
          <w:rFonts w:ascii="Times New Roman" w:hAnsi="Times New Roman"/>
          <w:sz w:val="28"/>
          <w:szCs w:val="28"/>
          <w:lang w:val="ca-ES"/>
        </w:rPr>
        <w:t>.</w:t>
      </w:r>
    </w:p>
    <w:p w:rsidR="00EB44BA" w:rsidRPr="00CB17A0" w:rsidRDefault="00EB44BA" w:rsidP="00F92774">
      <w:pPr>
        <w:spacing w:after="0" w:line="360" w:lineRule="auto"/>
        <w:ind w:firstLine="708"/>
        <w:jc w:val="both"/>
        <w:rPr>
          <w:rFonts w:ascii="Times New Roman" w:hAnsi="Times New Roman"/>
          <w:sz w:val="24"/>
          <w:szCs w:val="24"/>
          <w:lang w:val="kk-KZ"/>
        </w:rPr>
      </w:pPr>
      <w:r w:rsidRPr="00E029D6">
        <w:rPr>
          <w:rFonts w:ascii="Times New Roman" w:hAnsi="Times New Roman"/>
          <w:sz w:val="28"/>
          <w:szCs w:val="28"/>
          <w:lang w:val="kk-KZ"/>
        </w:rPr>
        <w:t>Имидж - белгілі бір адамда нақты қалыптасқан болса, пікір де сондай айқын болуы мүмкін: имидж адамның тек сыртқы түріне қарап қалыптаспайды, сонымен бірге психикасына да тәуелді. Пікір бағалау негізінде, темперамент, мінез қасиеттерімен және алғашқы әсерден пайда болуы мүмкін. Сондықтан бұл терминдер «имидж», «пі</w:t>
      </w:r>
      <w:r>
        <w:rPr>
          <w:rFonts w:ascii="Times New Roman" w:hAnsi="Times New Roman"/>
          <w:sz w:val="28"/>
          <w:szCs w:val="28"/>
          <w:lang w:val="kk-KZ"/>
        </w:rPr>
        <w:t xml:space="preserve">кір» мазмұны жағынан мағыналас. </w:t>
      </w:r>
      <w:r w:rsidRPr="00E029D6">
        <w:rPr>
          <w:rFonts w:ascii="Times New Roman" w:hAnsi="Times New Roman"/>
          <w:sz w:val="28"/>
          <w:szCs w:val="28"/>
          <w:lang w:val="kk-KZ"/>
        </w:rPr>
        <w:t>Бұлардың айырмашылығын келесіден көруге болады: «имидж» сөз тіркесінде дұрыс қолдану типі «адам имиджі» (педагог-психолог, адвокат имиджі</w:t>
      </w:r>
      <w:r w:rsidRPr="00D8235E">
        <w:rPr>
          <w:rFonts w:ascii="Times New Roman" w:hAnsi="Times New Roman"/>
          <w:sz w:val="28"/>
          <w:szCs w:val="28"/>
          <w:lang w:val="kk-KZ"/>
        </w:rPr>
        <w:t xml:space="preserve"> т.</w:t>
      </w:r>
      <w:r>
        <w:rPr>
          <w:rFonts w:ascii="Times New Roman" w:hAnsi="Times New Roman"/>
          <w:sz w:val="28"/>
          <w:szCs w:val="28"/>
          <w:lang w:val="kk-KZ"/>
        </w:rPr>
        <w:t>б.</w:t>
      </w:r>
      <w:r w:rsidRPr="00E029D6">
        <w:rPr>
          <w:rFonts w:ascii="Times New Roman" w:hAnsi="Times New Roman"/>
          <w:sz w:val="28"/>
          <w:szCs w:val="28"/>
          <w:lang w:val="kk-KZ"/>
        </w:rPr>
        <w:t>) деп қолданылады, ал пікір сөз тіркесінде «адам пікірі» деп пайдалану керек. Сонда өзінің имиджін қалыптастыру немесе өзі туралы пікір қалыптастыру болып шығады. Басқаша айтқанда, имидж - бұл сізден, ал пікір -</w:t>
      </w:r>
      <w:r>
        <w:rPr>
          <w:rFonts w:ascii="Times New Roman" w:hAnsi="Times New Roman"/>
          <w:sz w:val="28"/>
          <w:szCs w:val="28"/>
          <w:lang w:val="kk-KZ"/>
        </w:rPr>
        <w:t xml:space="preserve"> </w:t>
      </w:r>
      <w:r w:rsidRPr="00E029D6">
        <w:rPr>
          <w:rFonts w:ascii="Times New Roman" w:hAnsi="Times New Roman"/>
          <w:sz w:val="28"/>
          <w:szCs w:val="28"/>
          <w:lang w:val="kk-KZ"/>
        </w:rPr>
        <w:t xml:space="preserve">басқалардан. Имидж табиғаты, типтері, мазмұны мен түрлері, құрылымына тоқталсақ назарымызды мына нәрселерге аударуымыз қажет. Біздің әр қайсысымыз белгілі бір бейнені жасаймыз. Бұл имидж – адам туралы қалыптасқан ұғым-түсінік. Мұғалім имиджі олардың: сыртқы бейнесінен, әдетінен, сөйлеу мәнерінен, ұлттық және өзіндік санасынан, ұлттық менталитетінен іс-әректінен, мінез-құлқынан жасалған оны қоршаған әлеуметтік </w:t>
      </w:r>
      <w:r>
        <w:rPr>
          <w:rFonts w:ascii="Times New Roman" w:hAnsi="Times New Roman"/>
          <w:sz w:val="28"/>
          <w:szCs w:val="28"/>
          <w:lang w:val="kk-KZ"/>
        </w:rPr>
        <w:t>ортаның ой пікірінен құралады</w:t>
      </w:r>
      <w:r w:rsidRPr="00903D6D">
        <w:rPr>
          <w:rFonts w:ascii="Times New Roman" w:hAnsi="Times New Roman"/>
          <w:sz w:val="28"/>
          <w:szCs w:val="28"/>
          <w:lang w:val="kk-KZ"/>
        </w:rPr>
        <w:t xml:space="preserve"> </w:t>
      </w:r>
      <w:r>
        <w:rPr>
          <w:rFonts w:ascii="Times New Roman" w:hAnsi="Times New Roman"/>
          <w:sz w:val="28"/>
          <w:szCs w:val="28"/>
          <w:lang w:val="kk-KZ"/>
        </w:rPr>
        <w:t>[16,б.222</w:t>
      </w:r>
      <w:r w:rsidRPr="00E029D6">
        <w:rPr>
          <w:rFonts w:ascii="Times New Roman" w:hAnsi="Times New Roman"/>
          <w:sz w:val="28"/>
          <w:szCs w:val="28"/>
          <w:lang w:val="kk-KZ"/>
        </w:rPr>
        <w:t>].</w:t>
      </w:r>
      <w:r w:rsidRPr="00E029D6">
        <w:rPr>
          <w:rFonts w:ascii="Times New Roman" w:hAnsi="Times New Roman"/>
          <w:sz w:val="24"/>
          <w:szCs w:val="24"/>
          <w:lang w:val="kk-KZ"/>
        </w:rPr>
        <w:t xml:space="preserve"> </w:t>
      </w:r>
    </w:p>
    <w:p w:rsidR="00EB44BA" w:rsidRPr="00744CDA" w:rsidRDefault="00EB44BA" w:rsidP="00F92774">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Сондықтанда п</w:t>
      </w:r>
      <w:r w:rsidRPr="00CB17A0">
        <w:rPr>
          <w:rFonts w:ascii="Times New Roman" w:hAnsi="Times New Roman"/>
          <w:sz w:val="28"/>
          <w:szCs w:val="28"/>
          <w:lang w:val="kk-KZ"/>
        </w:rPr>
        <w:t>едагог психотехнолог бо</w:t>
      </w:r>
      <w:r>
        <w:rPr>
          <w:rFonts w:ascii="Times New Roman" w:hAnsi="Times New Roman"/>
          <w:sz w:val="28"/>
          <w:szCs w:val="28"/>
          <w:lang w:val="kk-KZ"/>
        </w:rPr>
        <w:t xml:space="preserve">луға міндетті. Психотехнологияға тоқтала кетсек, </w:t>
      </w:r>
      <w:r w:rsidRPr="00CB17A0">
        <w:rPr>
          <w:rFonts w:ascii="Times New Roman" w:hAnsi="Times New Roman"/>
          <w:sz w:val="28"/>
          <w:szCs w:val="28"/>
          <w:lang w:val="kk-KZ"/>
        </w:rPr>
        <w:t xml:space="preserve">бұл адамдарды басқаруда психологияның техниканы практикада қолдану жөніндегі ғылым. </w:t>
      </w:r>
      <w:r w:rsidRPr="005259B4">
        <w:rPr>
          <w:rFonts w:ascii="Times New Roman" w:hAnsi="Times New Roman"/>
          <w:sz w:val="28"/>
          <w:szCs w:val="28"/>
          <w:lang w:val="kk-KZ"/>
        </w:rPr>
        <w:t>«Психотехнология» терминін өз құрамында 3 құрамдас</w:t>
      </w:r>
      <w:r>
        <w:rPr>
          <w:rFonts w:ascii="Times New Roman" w:hAnsi="Times New Roman"/>
          <w:sz w:val="28"/>
          <w:szCs w:val="28"/>
          <w:lang w:val="kk-KZ"/>
        </w:rPr>
        <w:t xml:space="preserve"> бөлігі бар: «психо», «техно», «логия» </w:t>
      </w:r>
      <w:r w:rsidRPr="005259B4">
        <w:rPr>
          <w:rFonts w:ascii="Times New Roman" w:hAnsi="Times New Roman"/>
          <w:sz w:val="28"/>
          <w:szCs w:val="28"/>
          <w:lang w:val="kk-KZ"/>
        </w:rPr>
        <w:t xml:space="preserve">оны талдағанда «психотехнологияның» мәнін түсінуге мүмкіндік береді. </w:t>
      </w:r>
      <w:r w:rsidRPr="00744CDA">
        <w:rPr>
          <w:rFonts w:ascii="Times New Roman" w:hAnsi="Times New Roman"/>
          <w:sz w:val="28"/>
          <w:szCs w:val="28"/>
          <w:lang w:val="kk-KZ"/>
        </w:rPr>
        <w:t>Грек ті</w:t>
      </w:r>
      <w:r>
        <w:rPr>
          <w:rFonts w:ascii="Times New Roman" w:hAnsi="Times New Roman"/>
          <w:sz w:val="28"/>
          <w:szCs w:val="28"/>
          <w:lang w:val="kk-KZ"/>
        </w:rPr>
        <w:t>лінен аударғанда «психе»- жанды</w:t>
      </w:r>
      <w:r w:rsidRPr="00744CDA">
        <w:rPr>
          <w:rFonts w:ascii="Times New Roman" w:hAnsi="Times New Roman"/>
          <w:sz w:val="28"/>
          <w:szCs w:val="28"/>
          <w:lang w:val="kk-KZ"/>
        </w:rPr>
        <w:t>, «техно»- өнер, шеберлік дегенді тура білдіреді, ал</w:t>
      </w:r>
      <w:r>
        <w:rPr>
          <w:rFonts w:ascii="Times New Roman" w:hAnsi="Times New Roman"/>
          <w:sz w:val="28"/>
          <w:szCs w:val="28"/>
          <w:lang w:val="kk-KZ"/>
        </w:rPr>
        <w:t xml:space="preserve"> «логос» - сөз, оқуды білдіреді</w:t>
      </w:r>
      <w:r w:rsidRPr="00903D6D">
        <w:rPr>
          <w:rFonts w:ascii="Times New Roman" w:hAnsi="Times New Roman"/>
          <w:sz w:val="28"/>
          <w:szCs w:val="28"/>
          <w:lang w:val="kk-KZ"/>
        </w:rPr>
        <w:t xml:space="preserve"> </w:t>
      </w:r>
      <w:r w:rsidRPr="00744CDA">
        <w:rPr>
          <w:rFonts w:ascii="Times New Roman" w:hAnsi="Times New Roman"/>
          <w:sz w:val="28"/>
          <w:szCs w:val="28"/>
          <w:lang w:val="kk-KZ"/>
        </w:rPr>
        <w:t>[</w:t>
      </w:r>
      <w:r>
        <w:rPr>
          <w:rFonts w:ascii="Times New Roman" w:hAnsi="Times New Roman"/>
          <w:sz w:val="28"/>
          <w:szCs w:val="28"/>
          <w:lang w:val="kk-KZ"/>
        </w:rPr>
        <w:t>17,б.</w:t>
      </w:r>
      <w:r w:rsidRPr="00744CDA">
        <w:rPr>
          <w:rFonts w:ascii="Times New Roman" w:hAnsi="Times New Roman"/>
          <w:sz w:val="28"/>
          <w:szCs w:val="28"/>
          <w:lang w:val="kk-KZ"/>
        </w:rPr>
        <w:t>6].</w:t>
      </w:r>
    </w:p>
    <w:p w:rsidR="00EB44BA" w:rsidRDefault="00EB44BA" w:rsidP="00F92774">
      <w:pPr>
        <w:spacing w:after="0" w:line="360" w:lineRule="auto"/>
        <w:ind w:firstLine="709"/>
        <w:jc w:val="both"/>
        <w:rPr>
          <w:rFonts w:ascii="Times New Roman" w:hAnsi="Times New Roman"/>
          <w:sz w:val="28"/>
          <w:szCs w:val="28"/>
          <w:lang w:val="en-US"/>
        </w:rPr>
      </w:pPr>
      <w:r w:rsidRPr="00CF5BEB">
        <w:rPr>
          <w:rFonts w:ascii="Times New Roman" w:hAnsi="Times New Roman"/>
          <w:sz w:val="28"/>
          <w:szCs w:val="28"/>
          <w:lang w:val="kk-KZ"/>
        </w:rPr>
        <w:t xml:space="preserve">Сонымен осының бәрін саралай келе, </w:t>
      </w:r>
      <w:r w:rsidRPr="00A058E3">
        <w:rPr>
          <w:rFonts w:ascii="Times New Roman" w:hAnsi="Times New Roman"/>
          <w:sz w:val="28"/>
          <w:szCs w:val="28"/>
          <w:lang w:val="kk-KZ"/>
        </w:rPr>
        <w:t>болашақ маманның кәсіби-педагогикалық и</w:t>
      </w:r>
      <w:r>
        <w:rPr>
          <w:rFonts w:ascii="Times New Roman" w:hAnsi="Times New Roman"/>
          <w:sz w:val="28"/>
          <w:szCs w:val="28"/>
          <w:lang w:val="kk-KZ"/>
        </w:rPr>
        <w:t xml:space="preserve">миджін қалыптастыру мәселелеріне </w:t>
      </w:r>
      <w:r w:rsidRPr="00CF5BEB">
        <w:rPr>
          <w:rFonts w:ascii="Times New Roman" w:hAnsi="Times New Roman"/>
          <w:sz w:val="28"/>
          <w:szCs w:val="28"/>
          <w:lang w:val="kk-KZ"/>
        </w:rPr>
        <w:t xml:space="preserve">«адам-адам» жүйесіне қызмет ететін мамандардың </w:t>
      </w:r>
      <w:r w:rsidRPr="00CB17A0">
        <w:rPr>
          <w:rFonts w:ascii="Times New Roman" w:hAnsi="Times New Roman"/>
          <w:sz w:val="28"/>
          <w:szCs w:val="28"/>
          <w:lang w:val="kk-KZ"/>
        </w:rPr>
        <w:t>психотехнолог</w:t>
      </w:r>
      <w:r w:rsidRPr="00CF5BEB">
        <w:rPr>
          <w:rFonts w:ascii="Times New Roman" w:hAnsi="Times New Roman"/>
          <w:sz w:val="28"/>
          <w:szCs w:val="28"/>
          <w:lang w:val="kk-KZ"/>
        </w:rPr>
        <w:t xml:space="preserve"> </w:t>
      </w:r>
      <w:r>
        <w:rPr>
          <w:rFonts w:ascii="Times New Roman" w:hAnsi="Times New Roman"/>
          <w:sz w:val="28"/>
          <w:szCs w:val="28"/>
          <w:lang w:val="kk-KZ"/>
        </w:rPr>
        <w:t xml:space="preserve">болуы, </w:t>
      </w:r>
      <w:r w:rsidRPr="00CF5BEB">
        <w:rPr>
          <w:rFonts w:ascii="Times New Roman" w:hAnsi="Times New Roman"/>
          <w:sz w:val="28"/>
          <w:szCs w:val="28"/>
          <w:lang w:val="kk-KZ"/>
        </w:rPr>
        <w:t>парызына адалдығы</w:t>
      </w:r>
      <w:r>
        <w:rPr>
          <w:rFonts w:ascii="Times New Roman" w:hAnsi="Times New Roman"/>
          <w:sz w:val="28"/>
          <w:szCs w:val="28"/>
          <w:lang w:val="kk-KZ"/>
        </w:rPr>
        <w:t xml:space="preserve"> мен кәсібіне сәйкес саналы әдебі, имиджі</w:t>
      </w:r>
      <w:r w:rsidRPr="00CF5BEB">
        <w:rPr>
          <w:rFonts w:ascii="Times New Roman" w:hAnsi="Times New Roman"/>
          <w:sz w:val="28"/>
          <w:szCs w:val="28"/>
          <w:lang w:val="kk-KZ"/>
        </w:rPr>
        <w:t xml:space="preserve"> және құқықтық ұстанымдар мен ережелер кешені жатады деп қорытамыз. </w:t>
      </w:r>
    </w:p>
    <w:p w:rsidR="00EB44BA" w:rsidRPr="00903D6D" w:rsidRDefault="00EB44BA" w:rsidP="00F92774">
      <w:pPr>
        <w:spacing w:after="0" w:line="360" w:lineRule="auto"/>
        <w:ind w:firstLine="709"/>
        <w:jc w:val="both"/>
        <w:rPr>
          <w:rFonts w:ascii="Times New Roman" w:hAnsi="Times New Roman"/>
          <w:sz w:val="28"/>
          <w:szCs w:val="28"/>
          <w:lang w:val="en-US"/>
        </w:rPr>
      </w:pPr>
    </w:p>
    <w:p w:rsidR="00EB44BA" w:rsidRPr="0040387B" w:rsidRDefault="00EB44BA" w:rsidP="00F92774">
      <w:pPr>
        <w:spacing w:after="0" w:line="360" w:lineRule="auto"/>
        <w:jc w:val="both"/>
        <w:rPr>
          <w:rFonts w:ascii="Times New Roman" w:hAnsi="Times New Roman"/>
          <w:b/>
          <w:sz w:val="28"/>
          <w:szCs w:val="28"/>
          <w:lang w:val="kk-KZ"/>
        </w:rPr>
      </w:pPr>
      <w:r w:rsidRPr="0040387B">
        <w:rPr>
          <w:rFonts w:ascii="Times New Roman" w:hAnsi="Times New Roman"/>
          <w:b/>
          <w:sz w:val="28"/>
          <w:szCs w:val="28"/>
          <w:lang w:val="kk-KZ"/>
        </w:rPr>
        <w:t>Әдебиеттер:</w:t>
      </w:r>
    </w:p>
    <w:p w:rsidR="00EB44BA" w:rsidRPr="00DD5AA4" w:rsidRDefault="00EB44BA" w:rsidP="00F92774">
      <w:pPr>
        <w:pStyle w:val="ListParagraph"/>
        <w:numPr>
          <w:ilvl w:val="0"/>
          <w:numId w:val="19"/>
        </w:numPr>
        <w:tabs>
          <w:tab w:val="left" w:pos="0"/>
          <w:tab w:val="left" w:pos="284"/>
          <w:tab w:val="left" w:pos="900"/>
        </w:tabs>
        <w:spacing w:after="0" w:line="360" w:lineRule="auto"/>
        <w:jc w:val="both"/>
        <w:rPr>
          <w:rFonts w:ascii="Times New Roman" w:hAnsi="Times New Roman"/>
          <w:sz w:val="28"/>
          <w:szCs w:val="28"/>
          <w:lang w:eastAsia="ru-RU"/>
        </w:rPr>
      </w:pPr>
      <w:r>
        <w:rPr>
          <w:rFonts w:ascii="Times New Roman" w:hAnsi="Times New Roman"/>
          <w:sz w:val="28"/>
          <w:szCs w:val="28"/>
          <w:lang w:val="kk-KZ" w:eastAsia="ru-RU"/>
        </w:rPr>
        <w:t xml:space="preserve">Хмель </w:t>
      </w:r>
      <w:r w:rsidRPr="00DD5AA4">
        <w:rPr>
          <w:rFonts w:ascii="Times New Roman" w:hAnsi="Times New Roman"/>
          <w:sz w:val="28"/>
          <w:szCs w:val="28"/>
          <w:lang w:val="kk-KZ" w:eastAsia="ru-RU"/>
        </w:rPr>
        <w:t>Н.Д.Теоретические основы профессиональной подготовки учителя.–Алматы: Наука,1998. – 320 с.</w:t>
      </w:r>
    </w:p>
    <w:p w:rsidR="00EB44BA" w:rsidRPr="00DD5AA4" w:rsidRDefault="00EB44BA" w:rsidP="00F92774">
      <w:pPr>
        <w:pStyle w:val="ListParagraph"/>
        <w:numPr>
          <w:ilvl w:val="0"/>
          <w:numId w:val="19"/>
        </w:numPr>
        <w:tabs>
          <w:tab w:val="left" w:pos="-709"/>
          <w:tab w:val="left" w:pos="-426"/>
          <w:tab w:val="left" w:pos="0"/>
          <w:tab w:val="left" w:pos="284"/>
          <w:tab w:val="left" w:pos="567"/>
          <w:tab w:val="left" w:pos="900"/>
          <w:tab w:val="left" w:pos="126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Успанов К.С. Теория и практика формирования профессионально значимых качеств у будущих учителей. – Алматы: Ғылым, 1998. – 228 с.</w:t>
      </w:r>
    </w:p>
    <w:p w:rsidR="00EB44BA" w:rsidRPr="00DD5AA4" w:rsidRDefault="00EB44BA" w:rsidP="00F92774">
      <w:pPr>
        <w:pStyle w:val="ListParagraph"/>
        <w:numPr>
          <w:ilvl w:val="0"/>
          <w:numId w:val="19"/>
        </w:numPr>
        <w:tabs>
          <w:tab w:val="left" w:pos="0"/>
          <w:tab w:val="left" w:pos="284"/>
          <w:tab w:val="left" w:pos="90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Калюжный А.А. Теория и практика профессиональной подготовки учителя к нравственному воспитанию учащихся в целостном педагогическом процессе: дис...докт. пед. наук. –Алматы, 1994. – 328 с.</w:t>
      </w:r>
    </w:p>
    <w:p w:rsidR="00EB44BA" w:rsidRPr="00DD5AA4" w:rsidRDefault="00EB44BA" w:rsidP="00F92774">
      <w:pPr>
        <w:pStyle w:val="ListParagraph"/>
        <w:numPr>
          <w:ilvl w:val="0"/>
          <w:numId w:val="19"/>
        </w:numPr>
        <w:tabs>
          <w:tab w:val="left" w:pos="0"/>
          <w:tab w:val="left" w:pos="567"/>
          <w:tab w:val="left" w:pos="900"/>
          <w:tab w:val="left" w:pos="126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Кунанбаева С.С. Методика обучения лексико – граматическому оформлению вызсказывания в языковом вузе: дис.канд. пед. наук. – Алма-Ата,1979. –185 с.</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Каргин С.Т. Влияние профессионально – педагогической направленности обучения на формирование педагогического мышления будущих учителей: дис. ..канд. пед. наук. – Алма – Ата, 1988. – 150 с.</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Нургалиева Г.К. Ценностное ориентации личности: Методология, теория, практика формирования. – Алматы: АГУ им. Абая, 1994. – 44с.</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eastAsia="ru-RU"/>
        </w:rPr>
      </w:pPr>
      <w:r w:rsidRPr="00DD5AA4">
        <w:rPr>
          <w:rFonts w:ascii="Times New Roman" w:hAnsi="Times New Roman"/>
          <w:sz w:val="28"/>
          <w:szCs w:val="28"/>
          <w:lang w:val="kk-KZ" w:eastAsia="ru-RU"/>
        </w:rPr>
        <w:t>Таубаева Ш.Т. Научные основы формирования исследовательской культуры учителя общеобразовательной школы:дис.док. пед. наук.-Алматы,</w:t>
      </w:r>
      <w:r>
        <w:rPr>
          <w:rFonts w:ascii="Times New Roman" w:hAnsi="Times New Roman"/>
          <w:sz w:val="28"/>
          <w:szCs w:val="28"/>
          <w:lang w:val="kk-KZ" w:eastAsia="ru-RU"/>
        </w:rPr>
        <w:t xml:space="preserve"> </w:t>
      </w:r>
      <w:r w:rsidRPr="00DD5AA4">
        <w:rPr>
          <w:rFonts w:ascii="Times New Roman" w:hAnsi="Times New Roman"/>
          <w:sz w:val="28"/>
          <w:szCs w:val="28"/>
          <w:lang w:eastAsia="ru-RU"/>
        </w:rPr>
        <w:t>2000</w:t>
      </w:r>
      <w:r w:rsidRPr="00DD5AA4">
        <w:rPr>
          <w:rFonts w:ascii="Times New Roman" w:hAnsi="Times New Roman"/>
          <w:sz w:val="28"/>
          <w:szCs w:val="28"/>
          <w:lang w:val="kk-KZ" w:eastAsia="ru-RU"/>
        </w:rPr>
        <w:t xml:space="preserve">.– </w:t>
      </w:r>
      <w:r w:rsidRPr="00DD5AA4">
        <w:rPr>
          <w:rFonts w:ascii="Times New Roman" w:hAnsi="Times New Roman"/>
          <w:sz w:val="28"/>
          <w:szCs w:val="28"/>
          <w:lang w:eastAsia="ru-RU"/>
        </w:rPr>
        <w:t>409</w:t>
      </w:r>
      <w:r w:rsidRPr="00DD5AA4">
        <w:rPr>
          <w:rFonts w:ascii="Times New Roman" w:hAnsi="Times New Roman"/>
          <w:sz w:val="28"/>
          <w:szCs w:val="28"/>
          <w:lang w:val="kk-KZ" w:eastAsia="ru-RU"/>
        </w:rPr>
        <w:t xml:space="preserve">с. </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val="kk-KZ" w:eastAsia="ru-RU"/>
        </w:rPr>
      </w:pPr>
      <w:r w:rsidRPr="00DD5AA4">
        <w:rPr>
          <w:rFonts w:ascii="Times New Roman" w:hAnsi="Times New Roman"/>
          <w:sz w:val="28"/>
          <w:szCs w:val="28"/>
          <w:lang w:val="kk-KZ"/>
        </w:rPr>
        <w:t>Кертаева Ғ.М. Педагогикалық деонтология  негіздері: оқу құралы. – Павлодар, 2011.298б.</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val="kk-KZ" w:eastAsia="ru-RU"/>
        </w:rPr>
      </w:pPr>
      <w:r w:rsidRPr="00DD5AA4">
        <w:rPr>
          <w:rFonts w:ascii="Times New Roman" w:hAnsi="Times New Roman"/>
          <w:sz w:val="28"/>
          <w:szCs w:val="28"/>
          <w:lang w:val="kk-KZ"/>
        </w:rPr>
        <w:t>Оксфордский толковый словарь. – Киев, 2002.</w:t>
      </w:r>
    </w:p>
    <w:p w:rsidR="00EB44BA" w:rsidRPr="00DD5AA4" w:rsidRDefault="00EB44BA" w:rsidP="00F92774">
      <w:pPr>
        <w:pStyle w:val="ListParagraph"/>
        <w:numPr>
          <w:ilvl w:val="0"/>
          <w:numId w:val="19"/>
        </w:numPr>
        <w:autoSpaceDE w:val="0"/>
        <w:autoSpaceDN w:val="0"/>
        <w:adjustRightInd w:val="0"/>
        <w:spacing w:after="0" w:line="360" w:lineRule="auto"/>
        <w:jc w:val="both"/>
        <w:rPr>
          <w:rFonts w:ascii="Times New Roman" w:hAnsi="Times New Roman"/>
          <w:sz w:val="28"/>
          <w:szCs w:val="28"/>
          <w:lang w:val="kk-KZ" w:eastAsia="ru-RU"/>
        </w:rPr>
      </w:pPr>
      <w:r w:rsidRPr="00DD5AA4">
        <w:rPr>
          <w:rFonts w:ascii="Times New Roman" w:hAnsi="Times New Roman"/>
          <w:sz w:val="28"/>
          <w:szCs w:val="28"/>
          <w:lang w:val="kk-KZ" w:eastAsia="ru-RU"/>
        </w:rPr>
        <w:t xml:space="preserve">Кертаева Ғ.М. Ұстаз қызметіндегі педагогикалық деонтология. -  Монография. Алматы: «Ғылым» ғылыми баспа орталығы, 2002,- 224 б.  </w:t>
      </w:r>
    </w:p>
    <w:p w:rsidR="00EB44BA" w:rsidRPr="00DD5AA4" w:rsidRDefault="00EB44BA" w:rsidP="00F92774">
      <w:pPr>
        <w:pStyle w:val="ListParagraph"/>
        <w:numPr>
          <w:ilvl w:val="0"/>
          <w:numId w:val="19"/>
        </w:numPr>
        <w:spacing w:after="0" w:line="360" w:lineRule="auto"/>
        <w:jc w:val="both"/>
        <w:rPr>
          <w:rFonts w:ascii="Times New Roman" w:hAnsi="Times New Roman"/>
          <w:sz w:val="28"/>
          <w:szCs w:val="28"/>
        </w:rPr>
      </w:pPr>
      <w:r w:rsidRPr="00DD5AA4">
        <w:rPr>
          <w:rFonts w:ascii="Times New Roman" w:hAnsi="Times New Roman"/>
          <w:sz w:val="28"/>
          <w:szCs w:val="28"/>
        </w:rPr>
        <w:t>Гулина М.А.</w:t>
      </w:r>
      <w:r w:rsidRPr="00DD5AA4">
        <w:rPr>
          <w:rFonts w:ascii="Times New Roman" w:hAnsi="Times New Roman"/>
          <w:sz w:val="28"/>
          <w:szCs w:val="28"/>
          <w:lang w:val="kk-KZ"/>
        </w:rPr>
        <w:t xml:space="preserve"> </w:t>
      </w:r>
      <w:r w:rsidRPr="00DD5AA4">
        <w:rPr>
          <w:rFonts w:ascii="Times New Roman" w:hAnsi="Times New Roman"/>
          <w:sz w:val="28"/>
          <w:szCs w:val="28"/>
        </w:rPr>
        <w:t>Психологическая деонтология. – СПб., 2008.</w:t>
      </w:r>
    </w:p>
    <w:p w:rsidR="00EB44BA" w:rsidRPr="00DD5AA4" w:rsidRDefault="00EB44BA" w:rsidP="00F92774">
      <w:pPr>
        <w:pStyle w:val="ListParagraph"/>
        <w:numPr>
          <w:ilvl w:val="0"/>
          <w:numId w:val="19"/>
        </w:numPr>
        <w:tabs>
          <w:tab w:val="left" w:pos="0"/>
          <w:tab w:val="left" w:pos="567"/>
          <w:tab w:val="left" w:pos="900"/>
          <w:tab w:val="left" w:pos="1080"/>
        </w:tabs>
        <w:spacing w:after="0" w:line="360" w:lineRule="auto"/>
        <w:jc w:val="both"/>
        <w:rPr>
          <w:rFonts w:ascii="Times New Roman" w:hAnsi="Times New Roman"/>
          <w:sz w:val="28"/>
          <w:szCs w:val="28"/>
          <w:lang w:val="kk-KZ" w:eastAsia="ru-RU"/>
        </w:rPr>
      </w:pPr>
      <w:r w:rsidRPr="00DD5AA4">
        <w:rPr>
          <w:rFonts w:ascii="Times New Roman" w:hAnsi="Times New Roman"/>
          <w:sz w:val="28"/>
          <w:szCs w:val="28"/>
        </w:rPr>
        <w:t>Философский словарь//</w:t>
      </w:r>
      <w:r w:rsidRPr="00DD5AA4">
        <w:rPr>
          <w:rFonts w:ascii="Times New Roman" w:hAnsi="Times New Roman"/>
          <w:sz w:val="28"/>
          <w:szCs w:val="28"/>
          <w:lang w:val="kk-KZ"/>
        </w:rPr>
        <w:t xml:space="preserve"> </w:t>
      </w:r>
      <w:r w:rsidRPr="00DD5AA4">
        <w:rPr>
          <w:rFonts w:ascii="Times New Roman" w:hAnsi="Times New Roman"/>
          <w:sz w:val="28"/>
          <w:szCs w:val="28"/>
        </w:rPr>
        <w:t xml:space="preserve"> </w:t>
      </w:r>
      <w:r w:rsidRPr="00DD5AA4">
        <w:rPr>
          <w:rFonts w:ascii="Times New Roman" w:hAnsi="Times New Roman"/>
          <w:iCs/>
          <w:sz w:val="28"/>
          <w:szCs w:val="28"/>
        </w:rPr>
        <w:t>И.Т.Фролов, Г.Н.</w:t>
      </w:r>
      <w:r w:rsidRPr="00DD5AA4">
        <w:rPr>
          <w:rFonts w:ascii="Times New Roman" w:hAnsi="Times New Roman"/>
          <w:sz w:val="28"/>
          <w:szCs w:val="28"/>
        </w:rPr>
        <w:t xml:space="preserve"> </w:t>
      </w:r>
      <w:r w:rsidRPr="00DD5AA4">
        <w:rPr>
          <w:rFonts w:ascii="Times New Roman" w:hAnsi="Times New Roman"/>
          <w:iCs/>
          <w:sz w:val="28"/>
          <w:szCs w:val="28"/>
        </w:rPr>
        <w:t>Кузьменко</w:t>
      </w:r>
      <w:r w:rsidRPr="00DD5AA4">
        <w:rPr>
          <w:rFonts w:ascii="Times New Roman" w:hAnsi="Times New Roman"/>
          <w:iCs/>
          <w:sz w:val="28"/>
          <w:szCs w:val="28"/>
          <w:lang w:val="kk-KZ"/>
        </w:rPr>
        <w:t xml:space="preserve">ның ред. бойынша </w:t>
      </w:r>
      <w:r w:rsidRPr="00DD5AA4">
        <w:rPr>
          <w:rFonts w:ascii="Times New Roman" w:hAnsi="Times New Roman"/>
          <w:sz w:val="28"/>
          <w:szCs w:val="28"/>
        </w:rPr>
        <w:t>– М.: Советская энциклопедия, 1983.</w:t>
      </w:r>
    </w:p>
    <w:p w:rsidR="00EB44BA" w:rsidRPr="00DD5AA4" w:rsidRDefault="00EB44BA" w:rsidP="00F92774">
      <w:pPr>
        <w:pStyle w:val="ListParagraph"/>
        <w:numPr>
          <w:ilvl w:val="0"/>
          <w:numId w:val="19"/>
        </w:numPr>
        <w:spacing w:after="0" w:line="360" w:lineRule="auto"/>
        <w:jc w:val="both"/>
        <w:rPr>
          <w:rFonts w:ascii="Times New Roman" w:hAnsi="Times New Roman"/>
          <w:sz w:val="28"/>
          <w:szCs w:val="28"/>
          <w:lang w:val="kk-KZ"/>
        </w:rPr>
      </w:pPr>
      <w:r w:rsidRPr="00DD5AA4">
        <w:rPr>
          <w:rFonts w:ascii="Times New Roman" w:hAnsi="Times New Roman"/>
          <w:sz w:val="28"/>
          <w:szCs w:val="28"/>
          <w:lang w:val="kk-KZ"/>
        </w:rPr>
        <w:t>Асылов</w:t>
      </w:r>
      <w:r>
        <w:rPr>
          <w:rFonts w:ascii="Times New Roman" w:hAnsi="Times New Roman"/>
          <w:sz w:val="28"/>
          <w:szCs w:val="28"/>
          <w:lang w:val="kk-KZ"/>
        </w:rPr>
        <w:t xml:space="preserve"> </w:t>
      </w:r>
      <w:r w:rsidRPr="00DD5AA4">
        <w:rPr>
          <w:rFonts w:ascii="Times New Roman" w:hAnsi="Times New Roman"/>
          <w:sz w:val="28"/>
          <w:szCs w:val="28"/>
          <w:lang w:val="kk-KZ"/>
        </w:rPr>
        <w:t>Ұ.,</w:t>
      </w:r>
      <w:r>
        <w:rPr>
          <w:rFonts w:ascii="Times New Roman" w:hAnsi="Times New Roman"/>
          <w:sz w:val="28"/>
          <w:szCs w:val="28"/>
          <w:lang w:val="kk-KZ"/>
        </w:rPr>
        <w:t xml:space="preserve"> </w:t>
      </w:r>
      <w:r w:rsidRPr="00DD5AA4">
        <w:rPr>
          <w:rFonts w:ascii="Times New Roman" w:hAnsi="Times New Roman"/>
          <w:sz w:val="28"/>
          <w:szCs w:val="28"/>
          <w:lang w:val="kk-KZ"/>
        </w:rPr>
        <w:t>Нұсқанбайұлы</w:t>
      </w:r>
      <w:r>
        <w:rPr>
          <w:rFonts w:ascii="Times New Roman" w:hAnsi="Times New Roman"/>
          <w:sz w:val="28"/>
          <w:szCs w:val="28"/>
          <w:lang w:val="kk-KZ"/>
        </w:rPr>
        <w:t xml:space="preserve"> </w:t>
      </w:r>
      <w:r w:rsidRPr="00DD5AA4">
        <w:rPr>
          <w:rFonts w:ascii="Times New Roman" w:hAnsi="Times New Roman"/>
          <w:sz w:val="28"/>
          <w:szCs w:val="28"/>
          <w:lang w:val="kk-KZ"/>
        </w:rPr>
        <w:t>Ж.</w:t>
      </w:r>
      <w:r>
        <w:rPr>
          <w:rFonts w:ascii="Times New Roman" w:hAnsi="Times New Roman"/>
          <w:sz w:val="28"/>
          <w:szCs w:val="28"/>
          <w:lang w:val="kk-KZ"/>
        </w:rPr>
        <w:t xml:space="preserve"> </w:t>
      </w:r>
      <w:r w:rsidRPr="00DD5AA4">
        <w:rPr>
          <w:rFonts w:ascii="Times New Roman" w:hAnsi="Times New Roman"/>
          <w:sz w:val="28"/>
          <w:szCs w:val="28"/>
          <w:lang w:val="kk-KZ"/>
        </w:rPr>
        <w:t>Әдеп:</w:t>
      </w:r>
      <w:r>
        <w:rPr>
          <w:rFonts w:ascii="Times New Roman" w:hAnsi="Times New Roman"/>
          <w:sz w:val="28"/>
          <w:szCs w:val="28"/>
          <w:lang w:val="kk-KZ"/>
        </w:rPr>
        <w:t xml:space="preserve"> </w:t>
      </w:r>
      <w:r w:rsidRPr="00DD5AA4">
        <w:rPr>
          <w:rFonts w:ascii="Times New Roman" w:hAnsi="Times New Roman"/>
          <w:sz w:val="28"/>
          <w:szCs w:val="28"/>
          <w:lang w:val="kk-KZ"/>
        </w:rPr>
        <w:t xml:space="preserve">инабаттылық дәрістері, </w:t>
      </w:r>
      <w:r>
        <w:rPr>
          <w:rFonts w:ascii="Times New Roman" w:hAnsi="Times New Roman"/>
          <w:sz w:val="28"/>
          <w:szCs w:val="28"/>
          <w:lang w:val="kk-KZ"/>
        </w:rPr>
        <w:t xml:space="preserve"> </w:t>
      </w:r>
      <w:r w:rsidRPr="00DD5AA4">
        <w:rPr>
          <w:rFonts w:ascii="Times New Roman" w:hAnsi="Times New Roman"/>
          <w:sz w:val="28"/>
          <w:szCs w:val="28"/>
          <w:lang w:val="kk-KZ"/>
        </w:rPr>
        <w:t>Алматы, Рауан, 1998</w:t>
      </w:r>
    </w:p>
    <w:p w:rsidR="00EB44BA" w:rsidRPr="0022218D" w:rsidRDefault="00EB44BA" w:rsidP="00F92774">
      <w:pPr>
        <w:pStyle w:val="BlockText"/>
        <w:numPr>
          <w:ilvl w:val="0"/>
          <w:numId w:val="19"/>
        </w:numPr>
        <w:tabs>
          <w:tab w:val="left" w:pos="-1418"/>
        </w:tabs>
        <w:spacing w:line="360" w:lineRule="auto"/>
        <w:ind w:right="0"/>
        <w:rPr>
          <w:rFonts w:ascii="Times New Roman" w:hAnsi="Times New Roman"/>
          <w:szCs w:val="28"/>
          <w:lang w:val="kk-KZ"/>
        </w:rPr>
      </w:pPr>
      <w:r>
        <w:rPr>
          <w:rFonts w:ascii="Times New Roman" w:hAnsi="Times New Roman"/>
          <w:szCs w:val="28"/>
          <w:lang w:val="kk-KZ"/>
        </w:rPr>
        <w:t>Философия/ЖОО</w:t>
      </w:r>
      <w:r w:rsidRPr="0022218D">
        <w:rPr>
          <w:rFonts w:ascii="Times New Roman" w:hAnsi="Times New Roman"/>
          <w:szCs w:val="28"/>
          <w:lang w:val="kk-KZ"/>
        </w:rPr>
        <w:t xml:space="preserve"> сту</w:t>
      </w:r>
      <w:r>
        <w:rPr>
          <w:rFonts w:ascii="Times New Roman" w:hAnsi="Times New Roman"/>
          <w:szCs w:val="28"/>
          <w:lang w:val="kk-KZ"/>
        </w:rPr>
        <w:t>денттеріне арналған оқу құралы</w:t>
      </w:r>
      <w:r w:rsidRPr="0022218D">
        <w:rPr>
          <w:rFonts w:ascii="Times New Roman" w:hAnsi="Times New Roman"/>
          <w:szCs w:val="28"/>
          <w:lang w:val="kk-KZ"/>
        </w:rPr>
        <w:t>, Алматы, Рауан, 1991</w:t>
      </w:r>
    </w:p>
    <w:p w:rsidR="00EB44BA" w:rsidRPr="0022218D" w:rsidRDefault="00EB44BA" w:rsidP="00F92774">
      <w:pPr>
        <w:pStyle w:val="BlockText"/>
        <w:numPr>
          <w:ilvl w:val="0"/>
          <w:numId w:val="19"/>
        </w:numPr>
        <w:tabs>
          <w:tab w:val="left" w:pos="-1418"/>
        </w:tabs>
        <w:spacing w:line="360" w:lineRule="auto"/>
        <w:ind w:right="0"/>
        <w:rPr>
          <w:rFonts w:ascii="Times New Roman" w:hAnsi="Times New Roman"/>
          <w:szCs w:val="28"/>
          <w:lang w:val="kk-KZ"/>
        </w:rPr>
      </w:pPr>
      <w:r>
        <w:rPr>
          <w:rFonts w:ascii="Times New Roman" w:hAnsi="Times New Roman"/>
          <w:szCs w:val="28"/>
          <w:lang w:val="kk-KZ"/>
        </w:rPr>
        <w:t>Жарықбаев Қ.,Табылдыев Ә.</w:t>
      </w:r>
      <w:r w:rsidRPr="0022218D">
        <w:rPr>
          <w:rFonts w:ascii="Times New Roman" w:hAnsi="Times New Roman"/>
          <w:szCs w:val="28"/>
          <w:lang w:val="kk-KZ"/>
        </w:rPr>
        <w:t>Әдеп және жантану, Алматы, Қазақстан, 1994.</w:t>
      </w:r>
    </w:p>
    <w:p w:rsidR="00EB44BA" w:rsidRPr="0022218D" w:rsidRDefault="00EB44BA" w:rsidP="00F92774">
      <w:pPr>
        <w:pStyle w:val="BlockText"/>
        <w:numPr>
          <w:ilvl w:val="0"/>
          <w:numId w:val="19"/>
        </w:numPr>
        <w:tabs>
          <w:tab w:val="left" w:pos="-1418"/>
        </w:tabs>
        <w:spacing w:line="360" w:lineRule="auto"/>
        <w:ind w:right="0"/>
        <w:rPr>
          <w:rFonts w:ascii="Times New Roman" w:hAnsi="Times New Roman"/>
          <w:szCs w:val="28"/>
          <w:lang w:val="kk-KZ"/>
        </w:rPr>
      </w:pPr>
      <w:r w:rsidRPr="0022218D">
        <w:rPr>
          <w:rFonts w:ascii="Times New Roman" w:hAnsi="Times New Roman"/>
          <w:szCs w:val="28"/>
          <w:lang w:val="ru-RU"/>
        </w:rPr>
        <w:t>Калюжный А .А. Психология формирования имиджа учителя .- М: Владос, 2004, 222с</w:t>
      </w:r>
    </w:p>
    <w:p w:rsidR="00EB44BA" w:rsidRPr="00DD5AA4" w:rsidRDefault="00EB44BA" w:rsidP="00F92774">
      <w:pPr>
        <w:pStyle w:val="BlockText"/>
        <w:numPr>
          <w:ilvl w:val="0"/>
          <w:numId w:val="19"/>
        </w:numPr>
        <w:tabs>
          <w:tab w:val="left" w:pos="-1418"/>
        </w:tabs>
        <w:spacing w:line="360" w:lineRule="auto"/>
        <w:ind w:right="0"/>
        <w:rPr>
          <w:rFonts w:ascii="Times New Roman" w:hAnsi="Times New Roman"/>
          <w:szCs w:val="28"/>
          <w:lang w:val="kk-KZ"/>
        </w:rPr>
      </w:pPr>
      <w:r>
        <w:rPr>
          <w:rFonts w:ascii="Times New Roman" w:hAnsi="Times New Roman"/>
          <w:szCs w:val="28"/>
          <w:lang w:val="ru-RU"/>
        </w:rPr>
        <w:t>Калюжный А</w:t>
      </w:r>
      <w:r w:rsidRPr="0022218D">
        <w:rPr>
          <w:rFonts w:ascii="Times New Roman" w:hAnsi="Times New Roman"/>
          <w:szCs w:val="28"/>
          <w:lang w:val="ru-RU"/>
        </w:rPr>
        <w:t>.А. Имидж учителя как социально-психологический феномен. // Вестник НАНРК. – 2006. - №2. – С. 79-84.</w:t>
      </w:r>
    </w:p>
    <w:p w:rsidR="00EB44BA" w:rsidRPr="004D392F" w:rsidRDefault="00EB44BA" w:rsidP="00F92774">
      <w:pPr>
        <w:pStyle w:val="BlockText"/>
        <w:tabs>
          <w:tab w:val="left" w:pos="-1418"/>
        </w:tabs>
        <w:spacing w:line="360" w:lineRule="auto"/>
        <w:ind w:left="360" w:right="0" w:firstLine="0"/>
        <w:rPr>
          <w:rFonts w:ascii="Times New Roman" w:hAnsi="Times New Roman"/>
          <w:szCs w:val="28"/>
          <w:lang w:val="kk-KZ"/>
        </w:rPr>
      </w:pPr>
    </w:p>
    <w:p w:rsidR="00EB44BA" w:rsidRDefault="00EB44BA" w:rsidP="00F84526">
      <w:pPr>
        <w:pStyle w:val="ListParagraph"/>
        <w:spacing w:after="0" w:line="360" w:lineRule="auto"/>
        <w:ind w:left="0"/>
        <w:jc w:val="right"/>
        <w:rPr>
          <w:rFonts w:ascii="Times New Roman" w:hAnsi="Times New Roman"/>
          <w:b/>
          <w:sz w:val="28"/>
          <w:szCs w:val="28"/>
          <w:lang w:val="kk-KZ"/>
        </w:rPr>
      </w:pPr>
      <w:r w:rsidRPr="00647B9B">
        <w:rPr>
          <w:rFonts w:ascii="Times New Roman" w:hAnsi="Times New Roman"/>
          <w:b/>
          <w:color w:val="000000"/>
          <w:sz w:val="28"/>
          <w:szCs w:val="28"/>
          <w:lang w:val="kk-KZ"/>
        </w:rPr>
        <w:t xml:space="preserve"> Ғылыми жетекші:</w:t>
      </w:r>
      <w:r w:rsidRPr="00647B9B">
        <w:rPr>
          <w:rFonts w:ascii="Times New Roman" w:hAnsi="Times New Roman"/>
          <w:b/>
          <w:sz w:val="28"/>
          <w:szCs w:val="28"/>
          <w:lang w:val="kk-KZ"/>
        </w:rPr>
        <w:t xml:space="preserve"> </w:t>
      </w:r>
    </w:p>
    <w:p w:rsidR="00EB44BA" w:rsidRPr="00903D6D" w:rsidRDefault="00EB44BA" w:rsidP="00F84526">
      <w:pPr>
        <w:pStyle w:val="ListParagraph"/>
        <w:spacing w:after="0" w:line="360" w:lineRule="auto"/>
        <w:ind w:left="0"/>
        <w:jc w:val="right"/>
        <w:rPr>
          <w:rFonts w:ascii="Times New Roman" w:hAnsi="Times New Roman"/>
          <w:sz w:val="28"/>
          <w:szCs w:val="28"/>
          <w:lang w:val="kk-KZ"/>
        </w:rPr>
      </w:pPr>
      <w:r>
        <w:rPr>
          <w:rFonts w:ascii="Times New Roman" w:hAnsi="Times New Roman"/>
          <w:sz w:val="28"/>
          <w:szCs w:val="28"/>
          <w:lang w:val="kk-KZ"/>
        </w:rPr>
        <w:t xml:space="preserve"> </w:t>
      </w:r>
      <w:r w:rsidRPr="00647B9B">
        <w:rPr>
          <w:rFonts w:ascii="Times New Roman" w:hAnsi="Times New Roman"/>
          <w:sz w:val="28"/>
          <w:szCs w:val="28"/>
          <w:lang w:val="kk-KZ"/>
        </w:rPr>
        <w:t>педагогика ғылымдарының  кандидаты</w:t>
      </w:r>
      <w:r>
        <w:rPr>
          <w:rFonts w:ascii="Times New Roman" w:hAnsi="Times New Roman"/>
          <w:sz w:val="28"/>
          <w:szCs w:val="28"/>
          <w:lang w:val="kk-KZ"/>
        </w:rPr>
        <w:t xml:space="preserve"> </w:t>
      </w:r>
      <w:r w:rsidRPr="00647B9B">
        <w:rPr>
          <w:rFonts w:ascii="Times New Roman" w:hAnsi="Times New Roman"/>
          <w:sz w:val="28"/>
          <w:szCs w:val="28"/>
          <w:lang w:val="kk-KZ"/>
        </w:rPr>
        <w:t>Сламбекова Толқын Сламқұлқызы</w:t>
      </w:r>
      <w:r w:rsidRPr="00903D6D">
        <w:rPr>
          <w:rFonts w:ascii="Times New Roman" w:hAnsi="Times New Roman"/>
          <w:sz w:val="28"/>
          <w:szCs w:val="28"/>
          <w:lang w:val="kk-KZ"/>
        </w:rPr>
        <w:t>.</w:t>
      </w:r>
    </w:p>
    <w:p w:rsidR="00EB44BA" w:rsidRPr="00903D6D" w:rsidRDefault="00EB44BA" w:rsidP="00F84526">
      <w:pPr>
        <w:pStyle w:val="ListParagraph"/>
        <w:spacing w:after="0" w:line="360" w:lineRule="auto"/>
        <w:ind w:left="0"/>
        <w:jc w:val="right"/>
        <w:rPr>
          <w:rFonts w:ascii="Times New Roman" w:hAnsi="Times New Roman"/>
          <w:b/>
          <w:sz w:val="28"/>
          <w:szCs w:val="28"/>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F84526" w:rsidRDefault="00EB44BA" w:rsidP="00F92774">
      <w:pPr>
        <w:pStyle w:val="ListParagraph"/>
        <w:spacing w:after="0" w:line="360" w:lineRule="auto"/>
        <w:ind w:left="0"/>
        <w:jc w:val="right"/>
        <w:rPr>
          <w:lang w:val="kk-KZ"/>
        </w:rPr>
      </w:pPr>
    </w:p>
    <w:p w:rsidR="00EB44BA" w:rsidRPr="00144B44" w:rsidRDefault="00EB44BA" w:rsidP="00CF32FA">
      <w:pPr>
        <w:pStyle w:val="ListParagraph"/>
        <w:spacing w:after="0" w:line="360" w:lineRule="auto"/>
        <w:ind w:left="0"/>
        <w:jc w:val="both"/>
        <w:rPr>
          <w:rFonts w:ascii="Times New Roman" w:hAnsi="Times New Roman"/>
          <w:sz w:val="24"/>
          <w:szCs w:val="24"/>
          <w:lang w:val="kk-KZ" w:eastAsia="ru-RU"/>
        </w:rPr>
      </w:pPr>
    </w:p>
    <w:sectPr w:rsidR="00EB44BA" w:rsidRPr="00144B44" w:rsidSect="008A352E">
      <w:pgSz w:w="11906" w:h="16838"/>
      <w:pgMar w:top="993" w:right="991"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5A52"/>
    <w:multiLevelType w:val="hybridMultilevel"/>
    <w:tmpl w:val="AB3804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366C61"/>
    <w:multiLevelType w:val="hybridMultilevel"/>
    <w:tmpl w:val="2B721B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7D07B3"/>
    <w:multiLevelType w:val="hybridMultilevel"/>
    <w:tmpl w:val="31EC9634"/>
    <w:lvl w:ilvl="0" w:tplc="3E325BF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0EBB4F66"/>
    <w:multiLevelType w:val="hybridMultilevel"/>
    <w:tmpl w:val="6336A0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F200482"/>
    <w:multiLevelType w:val="multilevel"/>
    <w:tmpl w:val="347CED8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
    <w:nsid w:val="150628D4"/>
    <w:multiLevelType w:val="hybridMultilevel"/>
    <w:tmpl w:val="165E6C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5A28D9"/>
    <w:multiLevelType w:val="hybridMultilevel"/>
    <w:tmpl w:val="91108E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9E2630"/>
    <w:multiLevelType w:val="hybridMultilevel"/>
    <w:tmpl w:val="931639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4CB291E"/>
    <w:multiLevelType w:val="hybridMultilevel"/>
    <w:tmpl w:val="321A70DC"/>
    <w:lvl w:ilvl="0" w:tplc="3E325BF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9">
    <w:nsid w:val="290E25A0"/>
    <w:multiLevelType w:val="hybridMultilevel"/>
    <w:tmpl w:val="2B0254EE"/>
    <w:lvl w:ilvl="0" w:tplc="3E325BF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CB4F76"/>
    <w:multiLevelType w:val="hybridMultilevel"/>
    <w:tmpl w:val="582293A0"/>
    <w:lvl w:ilvl="0" w:tplc="0419000F">
      <w:start w:val="1"/>
      <w:numFmt w:val="decimal"/>
      <w:lvlText w:val="%1."/>
      <w:lvlJc w:val="left"/>
      <w:pPr>
        <w:tabs>
          <w:tab w:val="num" w:pos="1380"/>
        </w:tabs>
        <w:ind w:left="1380" w:hanging="360"/>
      </w:pPr>
      <w:rPr>
        <w:rFonts w:cs="Times New Roman"/>
      </w:rPr>
    </w:lvl>
    <w:lvl w:ilvl="1" w:tplc="622EDB78">
      <w:start w:val="1"/>
      <w:numFmt w:val="decimal"/>
      <w:lvlText w:val="%2"/>
      <w:lvlJc w:val="left"/>
      <w:pPr>
        <w:ind w:left="2100" w:hanging="360"/>
      </w:pPr>
      <w:rPr>
        <w:rFonts w:cs="Times New Roman" w:hint="default"/>
      </w:rPr>
    </w:lvl>
    <w:lvl w:ilvl="2" w:tplc="0419001B" w:tentative="1">
      <w:start w:val="1"/>
      <w:numFmt w:val="lowerRoman"/>
      <w:lvlText w:val="%3."/>
      <w:lvlJc w:val="right"/>
      <w:pPr>
        <w:tabs>
          <w:tab w:val="num" w:pos="2820"/>
        </w:tabs>
        <w:ind w:left="2820" w:hanging="180"/>
      </w:pPr>
      <w:rPr>
        <w:rFonts w:cs="Times New Roman"/>
      </w:rPr>
    </w:lvl>
    <w:lvl w:ilvl="3" w:tplc="0419000F" w:tentative="1">
      <w:start w:val="1"/>
      <w:numFmt w:val="decimal"/>
      <w:lvlText w:val="%4."/>
      <w:lvlJc w:val="left"/>
      <w:pPr>
        <w:tabs>
          <w:tab w:val="num" w:pos="3540"/>
        </w:tabs>
        <w:ind w:left="3540" w:hanging="360"/>
      </w:pPr>
      <w:rPr>
        <w:rFonts w:cs="Times New Roman"/>
      </w:rPr>
    </w:lvl>
    <w:lvl w:ilvl="4" w:tplc="04190019" w:tentative="1">
      <w:start w:val="1"/>
      <w:numFmt w:val="lowerLetter"/>
      <w:lvlText w:val="%5."/>
      <w:lvlJc w:val="left"/>
      <w:pPr>
        <w:tabs>
          <w:tab w:val="num" w:pos="4260"/>
        </w:tabs>
        <w:ind w:left="4260" w:hanging="360"/>
      </w:pPr>
      <w:rPr>
        <w:rFonts w:cs="Times New Roman"/>
      </w:rPr>
    </w:lvl>
    <w:lvl w:ilvl="5" w:tplc="0419001B" w:tentative="1">
      <w:start w:val="1"/>
      <w:numFmt w:val="lowerRoman"/>
      <w:lvlText w:val="%6."/>
      <w:lvlJc w:val="right"/>
      <w:pPr>
        <w:tabs>
          <w:tab w:val="num" w:pos="4980"/>
        </w:tabs>
        <w:ind w:left="4980" w:hanging="180"/>
      </w:pPr>
      <w:rPr>
        <w:rFonts w:cs="Times New Roman"/>
      </w:rPr>
    </w:lvl>
    <w:lvl w:ilvl="6" w:tplc="0419000F" w:tentative="1">
      <w:start w:val="1"/>
      <w:numFmt w:val="decimal"/>
      <w:lvlText w:val="%7."/>
      <w:lvlJc w:val="left"/>
      <w:pPr>
        <w:tabs>
          <w:tab w:val="num" w:pos="5700"/>
        </w:tabs>
        <w:ind w:left="5700" w:hanging="360"/>
      </w:pPr>
      <w:rPr>
        <w:rFonts w:cs="Times New Roman"/>
      </w:rPr>
    </w:lvl>
    <w:lvl w:ilvl="7" w:tplc="04190019" w:tentative="1">
      <w:start w:val="1"/>
      <w:numFmt w:val="lowerLetter"/>
      <w:lvlText w:val="%8."/>
      <w:lvlJc w:val="left"/>
      <w:pPr>
        <w:tabs>
          <w:tab w:val="num" w:pos="6420"/>
        </w:tabs>
        <w:ind w:left="6420" w:hanging="360"/>
      </w:pPr>
      <w:rPr>
        <w:rFonts w:cs="Times New Roman"/>
      </w:rPr>
    </w:lvl>
    <w:lvl w:ilvl="8" w:tplc="0419001B" w:tentative="1">
      <w:start w:val="1"/>
      <w:numFmt w:val="lowerRoman"/>
      <w:lvlText w:val="%9."/>
      <w:lvlJc w:val="right"/>
      <w:pPr>
        <w:tabs>
          <w:tab w:val="num" w:pos="7140"/>
        </w:tabs>
        <w:ind w:left="7140" w:hanging="180"/>
      </w:pPr>
      <w:rPr>
        <w:rFonts w:cs="Times New Roman"/>
      </w:rPr>
    </w:lvl>
  </w:abstractNum>
  <w:abstractNum w:abstractNumId="11">
    <w:nsid w:val="395F2512"/>
    <w:multiLevelType w:val="hybridMultilevel"/>
    <w:tmpl w:val="C6F88C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EB65454"/>
    <w:multiLevelType w:val="hybridMultilevel"/>
    <w:tmpl w:val="57F6EA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97E0C10"/>
    <w:multiLevelType w:val="hybridMultilevel"/>
    <w:tmpl w:val="DF6CDD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13506E2"/>
    <w:multiLevelType w:val="hybridMultilevel"/>
    <w:tmpl w:val="8EE6A8E2"/>
    <w:lvl w:ilvl="0" w:tplc="9BB86C38">
      <w:start w:val="1"/>
      <w:numFmt w:val="decimal"/>
      <w:lvlText w:val="%1."/>
      <w:lvlJc w:val="left"/>
      <w:pPr>
        <w:ind w:left="3398" w:hanging="198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71366908"/>
    <w:multiLevelType w:val="hybridMultilevel"/>
    <w:tmpl w:val="4198B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36C347A"/>
    <w:multiLevelType w:val="hybridMultilevel"/>
    <w:tmpl w:val="C64CCA9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85702CC"/>
    <w:multiLevelType w:val="hybridMultilevel"/>
    <w:tmpl w:val="D41A76B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D0B517F"/>
    <w:multiLevelType w:val="hybridMultilevel"/>
    <w:tmpl w:val="7F16EA94"/>
    <w:lvl w:ilvl="0" w:tplc="3E325BFE">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
  </w:num>
  <w:num w:numId="2">
    <w:abstractNumId w:val="14"/>
  </w:num>
  <w:num w:numId="3">
    <w:abstractNumId w:val="3"/>
  </w:num>
  <w:num w:numId="4">
    <w:abstractNumId w:val="2"/>
  </w:num>
  <w:num w:numId="5">
    <w:abstractNumId w:val="8"/>
  </w:num>
  <w:num w:numId="6">
    <w:abstractNumId w:val="7"/>
  </w:num>
  <w:num w:numId="7">
    <w:abstractNumId w:val="17"/>
  </w:num>
  <w:num w:numId="8">
    <w:abstractNumId w:val="10"/>
  </w:num>
  <w:num w:numId="9">
    <w:abstractNumId w:val="0"/>
  </w:num>
  <w:num w:numId="10">
    <w:abstractNumId w:val="6"/>
  </w:num>
  <w:num w:numId="11">
    <w:abstractNumId w:val="15"/>
  </w:num>
  <w:num w:numId="12">
    <w:abstractNumId w:val="9"/>
  </w:num>
  <w:num w:numId="13">
    <w:abstractNumId w:val="18"/>
  </w:num>
  <w:num w:numId="14">
    <w:abstractNumId w:val="12"/>
  </w:num>
  <w:num w:numId="15">
    <w:abstractNumId w:val="11"/>
  </w:num>
  <w:num w:numId="16">
    <w:abstractNumId w:val="5"/>
  </w:num>
  <w:num w:numId="17">
    <w:abstractNumId w:val="16"/>
  </w:num>
  <w:num w:numId="18">
    <w:abstractNumId w:val="1"/>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791"/>
    <w:rsid w:val="00000AF6"/>
    <w:rsid w:val="0000261B"/>
    <w:rsid w:val="00004860"/>
    <w:rsid w:val="000064F9"/>
    <w:rsid w:val="00006AB8"/>
    <w:rsid w:val="00007008"/>
    <w:rsid w:val="00007039"/>
    <w:rsid w:val="00012582"/>
    <w:rsid w:val="00015EE9"/>
    <w:rsid w:val="00017CD9"/>
    <w:rsid w:val="00023556"/>
    <w:rsid w:val="00025120"/>
    <w:rsid w:val="00026BFA"/>
    <w:rsid w:val="000272FD"/>
    <w:rsid w:val="000274E8"/>
    <w:rsid w:val="00030546"/>
    <w:rsid w:val="0003173E"/>
    <w:rsid w:val="000330A6"/>
    <w:rsid w:val="0003668D"/>
    <w:rsid w:val="00037047"/>
    <w:rsid w:val="00037924"/>
    <w:rsid w:val="00037C3D"/>
    <w:rsid w:val="00037F16"/>
    <w:rsid w:val="00041CA5"/>
    <w:rsid w:val="00041D0A"/>
    <w:rsid w:val="00042B4A"/>
    <w:rsid w:val="00043EBD"/>
    <w:rsid w:val="00044D36"/>
    <w:rsid w:val="00044EE2"/>
    <w:rsid w:val="0005200D"/>
    <w:rsid w:val="00052C2F"/>
    <w:rsid w:val="0005399E"/>
    <w:rsid w:val="000539F3"/>
    <w:rsid w:val="000544E1"/>
    <w:rsid w:val="0005657E"/>
    <w:rsid w:val="00056678"/>
    <w:rsid w:val="000578A6"/>
    <w:rsid w:val="0006064A"/>
    <w:rsid w:val="000619A3"/>
    <w:rsid w:val="00066FF5"/>
    <w:rsid w:val="000709B0"/>
    <w:rsid w:val="00071C39"/>
    <w:rsid w:val="000720BD"/>
    <w:rsid w:val="0007429E"/>
    <w:rsid w:val="0007435A"/>
    <w:rsid w:val="00077C02"/>
    <w:rsid w:val="00083056"/>
    <w:rsid w:val="00083220"/>
    <w:rsid w:val="00083904"/>
    <w:rsid w:val="00085C1F"/>
    <w:rsid w:val="000902FB"/>
    <w:rsid w:val="00091EFE"/>
    <w:rsid w:val="000926AC"/>
    <w:rsid w:val="000929B3"/>
    <w:rsid w:val="00093CC1"/>
    <w:rsid w:val="000951F5"/>
    <w:rsid w:val="00095FBA"/>
    <w:rsid w:val="00096756"/>
    <w:rsid w:val="00096AF5"/>
    <w:rsid w:val="00097C9A"/>
    <w:rsid w:val="000A13D9"/>
    <w:rsid w:val="000A199C"/>
    <w:rsid w:val="000A2598"/>
    <w:rsid w:val="000A39F4"/>
    <w:rsid w:val="000A3ACA"/>
    <w:rsid w:val="000A3D15"/>
    <w:rsid w:val="000A4500"/>
    <w:rsid w:val="000A6809"/>
    <w:rsid w:val="000A72A5"/>
    <w:rsid w:val="000A7905"/>
    <w:rsid w:val="000B3E30"/>
    <w:rsid w:val="000B4258"/>
    <w:rsid w:val="000B497A"/>
    <w:rsid w:val="000B70ED"/>
    <w:rsid w:val="000B7D06"/>
    <w:rsid w:val="000C27EC"/>
    <w:rsid w:val="000C3667"/>
    <w:rsid w:val="000C45AF"/>
    <w:rsid w:val="000C49A6"/>
    <w:rsid w:val="000C5824"/>
    <w:rsid w:val="000C58C6"/>
    <w:rsid w:val="000C6BE5"/>
    <w:rsid w:val="000C704D"/>
    <w:rsid w:val="000C7D33"/>
    <w:rsid w:val="000D0BFA"/>
    <w:rsid w:val="000D1E1B"/>
    <w:rsid w:val="000D1F23"/>
    <w:rsid w:val="000D32EC"/>
    <w:rsid w:val="000D3B25"/>
    <w:rsid w:val="000D4A7D"/>
    <w:rsid w:val="000D50B1"/>
    <w:rsid w:val="000D65D2"/>
    <w:rsid w:val="000D669C"/>
    <w:rsid w:val="000D681E"/>
    <w:rsid w:val="000D6E3D"/>
    <w:rsid w:val="000E1442"/>
    <w:rsid w:val="000E192B"/>
    <w:rsid w:val="000E29D1"/>
    <w:rsid w:val="000E33D4"/>
    <w:rsid w:val="000E4A27"/>
    <w:rsid w:val="000E71BD"/>
    <w:rsid w:val="000E7538"/>
    <w:rsid w:val="000F0918"/>
    <w:rsid w:val="000F3BD3"/>
    <w:rsid w:val="000F4E39"/>
    <w:rsid w:val="000F71E1"/>
    <w:rsid w:val="00100CA7"/>
    <w:rsid w:val="00101146"/>
    <w:rsid w:val="00101687"/>
    <w:rsid w:val="001025DE"/>
    <w:rsid w:val="00103751"/>
    <w:rsid w:val="0010541A"/>
    <w:rsid w:val="001066CC"/>
    <w:rsid w:val="001069E6"/>
    <w:rsid w:val="00107AFB"/>
    <w:rsid w:val="00110390"/>
    <w:rsid w:val="001123B9"/>
    <w:rsid w:val="0011274C"/>
    <w:rsid w:val="00113992"/>
    <w:rsid w:val="001159B3"/>
    <w:rsid w:val="00115D56"/>
    <w:rsid w:val="0012042A"/>
    <w:rsid w:val="001223A1"/>
    <w:rsid w:val="00123C22"/>
    <w:rsid w:val="00123E24"/>
    <w:rsid w:val="00124531"/>
    <w:rsid w:val="0012603D"/>
    <w:rsid w:val="001318F3"/>
    <w:rsid w:val="00133663"/>
    <w:rsid w:val="001340E8"/>
    <w:rsid w:val="0013492C"/>
    <w:rsid w:val="00135B81"/>
    <w:rsid w:val="00136814"/>
    <w:rsid w:val="001379A3"/>
    <w:rsid w:val="001404D2"/>
    <w:rsid w:val="00140936"/>
    <w:rsid w:val="001415B7"/>
    <w:rsid w:val="00141BCC"/>
    <w:rsid w:val="0014205E"/>
    <w:rsid w:val="001423FE"/>
    <w:rsid w:val="00142832"/>
    <w:rsid w:val="00144499"/>
    <w:rsid w:val="00144734"/>
    <w:rsid w:val="00144B44"/>
    <w:rsid w:val="001459AA"/>
    <w:rsid w:val="0014711D"/>
    <w:rsid w:val="00150E7C"/>
    <w:rsid w:val="001517C2"/>
    <w:rsid w:val="0015295E"/>
    <w:rsid w:val="00152F5A"/>
    <w:rsid w:val="00155E80"/>
    <w:rsid w:val="00156CC4"/>
    <w:rsid w:val="001616B2"/>
    <w:rsid w:val="00161754"/>
    <w:rsid w:val="0016360C"/>
    <w:rsid w:val="00163B7C"/>
    <w:rsid w:val="0016442E"/>
    <w:rsid w:val="0016527D"/>
    <w:rsid w:val="001660D0"/>
    <w:rsid w:val="00166CF5"/>
    <w:rsid w:val="001714A3"/>
    <w:rsid w:val="00171B94"/>
    <w:rsid w:val="001724CD"/>
    <w:rsid w:val="0017472D"/>
    <w:rsid w:val="00175611"/>
    <w:rsid w:val="001778E7"/>
    <w:rsid w:val="00180C62"/>
    <w:rsid w:val="00181B11"/>
    <w:rsid w:val="00182CDB"/>
    <w:rsid w:val="00183B6C"/>
    <w:rsid w:val="00184628"/>
    <w:rsid w:val="00185589"/>
    <w:rsid w:val="00185D04"/>
    <w:rsid w:val="00186D06"/>
    <w:rsid w:val="001875A9"/>
    <w:rsid w:val="00187A2D"/>
    <w:rsid w:val="00190643"/>
    <w:rsid w:val="00190DDF"/>
    <w:rsid w:val="00191008"/>
    <w:rsid w:val="00192522"/>
    <w:rsid w:val="001937D6"/>
    <w:rsid w:val="00193E72"/>
    <w:rsid w:val="0019440B"/>
    <w:rsid w:val="00195056"/>
    <w:rsid w:val="00195F58"/>
    <w:rsid w:val="00196104"/>
    <w:rsid w:val="001962C6"/>
    <w:rsid w:val="001A10B8"/>
    <w:rsid w:val="001A1B6A"/>
    <w:rsid w:val="001A3B51"/>
    <w:rsid w:val="001A496E"/>
    <w:rsid w:val="001B0BEC"/>
    <w:rsid w:val="001B2363"/>
    <w:rsid w:val="001B2786"/>
    <w:rsid w:val="001B2BB2"/>
    <w:rsid w:val="001B3575"/>
    <w:rsid w:val="001B61FD"/>
    <w:rsid w:val="001C007B"/>
    <w:rsid w:val="001C1569"/>
    <w:rsid w:val="001C5B00"/>
    <w:rsid w:val="001C6FAC"/>
    <w:rsid w:val="001D5B28"/>
    <w:rsid w:val="001D7E94"/>
    <w:rsid w:val="001E07EF"/>
    <w:rsid w:val="001E1429"/>
    <w:rsid w:val="001E1BCD"/>
    <w:rsid w:val="001E4940"/>
    <w:rsid w:val="001E5746"/>
    <w:rsid w:val="001E593E"/>
    <w:rsid w:val="001E6577"/>
    <w:rsid w:val="001E6C4D"/>
    <w:rsid w:val="001E7E6D"/>
    <w:rsid w:val="001F02D3"/>
    <w:rsid w:val="001F0F32"/>
    <w:rsid w:val="001F22B5"/>
    <w:rsid w:val="001F2FDC"/>
    <w:rsid w:val="001F6214"/>
    <w:rsid w:val="001F7845"/>
    <w:rsid w:val="001F7A8D"/>
    <w:rsid w:val="0020013B"/>
    <w:rsid w:val="002012FD"/>
    <w:rsid w:val="0020345C"/>
    <w:rsid w:val="00203CA0"/>
    <w:rsid w:val="00206607"/>
    <w:rsid w:val="00207FFE"/>
    <w:rsid w:val="00212BE9"/>
    <w:rsid w:val="0021300B"/>
    <w:rsid w:val="0021627A"/>
    <w:rsid w:val="002167C4"/>
    <w:rsid w:val="00216DA1"/>
    <w:rsid w:val="002205F3"/>
    <w:rsid w:val="00220B28"/>
    <w:rsid w:val="0022212B"/>
    <w:rsid w:val="0022218D"/>
    <w:rsid w:val="00225C42"/>
    <w:rsid w:val="00226058"/>
    <w:rsid w:val="0022671D"/>
    <w:rsid w:val="00226A30"/>
    <w:rsid w:val="00230A30"/>
    <w:rsid w:val="00230B59"/>
    <w:rsid w:val="002316DF"/>
    <w:rsid w:val="00232CEE"/>
    <w:rsid w:val="00233CFF"/>
    <w:rsid w:val="0023493D"/>
    <w:rsid w:val="00234F01"/>
    <w:rsid w:val="002355C1"/>
    <w:rsid w:val="00236A82"/>
    <w:rsid w:val="00241027"/>
    <w:rsid w:val="0024106D"/>
    <w:rsid w:val="00242F91"/>
    <w:rsid w:val="00243677"/>
    <w:rsid w:val="00243EE8"/>
    <w:rsid w:val="002444C1"/>
    <w:rsid w:val="00245A98"/>
    <w:rsid w:val="0024640B"/>
    <w:rsid w:val="00246454"/>
    <w:rsid w:val="00247B1C"/>
    <w:rsid w:val="00250A32"/>
    <w:rsid w:val="0025198C"/>
    <w:rsid w:val="00253E19"/>
    <w:rsid w:val="00254870"/>
    <w:rsid w:val="002565EA"/>
    <w:rsid w:val="0025697F"/>
    <w:rsid w:val="00256D62"/>
    <w:rsid w:val="00257DCA"/>
    <w:rsid w:val="0026072E"/>
    <w:rsid w:val="002608F1"/>
    <w:rsid w:val="00260D1C"/>
    <w:rsid w:val="002672EB"/>
    <w:rsid w:val="0027262E"/>
    <w:rsid w:val="00273478"/>
    <w:rsid w:val="002746A2"/>
    <w:rsid w:val="00276ED9"/>
    <w:rsid w:val="0028205E"/>
    <w:rsid w:val="00284DA9"/>
    <w:rsid w:val="00285216"/>
    <w:rsid w:val="00287F98"/>
    <w:rsid w:val="002915C8"/>
    <w:rsid w:val="00291606"/>
    <w:rsid w:val="0029189E"/>
    <w:rsid w:val="0029255D"/>
    <w:rsid w:val="00292A31"/>
    <w:rsid w:val="00293049"/>
    <w:rsid w:val="002947E3"/>
    <w:rsid w:val="00295915"/>
    <w:rsid w:val="00296317"/>
    <w:rsid w:val="00297EC5"/>
    <w:rsid w:val="002A146B"/>
    <w:rsid w:val="002A3BBD"/>
    <w:rsid w:val="002A620D"/>
    <w:rsid w:val="002B0829"/>
    <w:rsid w:val="002B43A1"/>
    <w:rsid w:val="002B4ABA"/>
    <w:rsid w:val="002B5D2A"/>
    <w:rsid w:val="002B6234"/>
    <w:rsid w:val="002C108B"/>
    <w:rsid w:val="002C4280"/>
    <w:rsid w:val="002C4B22"/>
    <w:rsid w:val="002C59F9"/>
    <w:rsid w:val="002C640E"/>
    <w:rsid w:val="002C7B23"/>
    <w:rsid w:val="002D0030"/>
    <w:rsid w:val="002D16E2"/>
    <w:rsid w:val="002D1C1D"/>
    <w:rsid w:val="002D2EE1"/>
    <w:rsid w:val="002D3D7E"/>
    <w:rsid w:val="002E4B83"/>
    <w:rsid w:val="002E5003"/>
    <w:rsid w:val="002E5B9F"/>
    <w:rsid w:val="002E61C7"/>
    <w:rsid w:val="002E6467"/>
    <w:rsid w:val="002E712B"/>
    <w:rsid w:val="002F1354"/>
    <w:rsid w:val="002F16BD"/>
    <w:rsid w:val="002F1F38"/>
    <w:rsid w:val="002F200F"/>
    <w:rsid w:val="002F43B7"/>
    <w:rsid w:val="002F5689"/>
    <w:rsid w:val="002F6084"/>
    <w:rsid w:val="00302DFD"/>
    <w:rsid w:val="00303910"/>
    <w:rsid w:val="0030392F"/>
    <w:rsid w:val="00303B69"/>
    <w:rsid w:val="0030512C"/>
    <w:rsid w:val="0030612D"/>
    <w:rsid w:val="00306FBC"/>
    <w:rsid w:val="00311229"/>
    <w:rsid w:val="00314A8E"/>
    <w:rsid w:val="00314ADB"/>
    <w:rsid w:val="00314B3E"/>
    <w:rsid w:val="00315834"/>
    <w:rsid w:val="00316C2E"/>
    <w:rsid w:val="0031776C"/>
    <w:rsid w:val="00320278"/>
    <w:rsid w:val="00320BB4"/>
    <w:rsid w:val="003213A2"/>
    <w:rsid w:val="00321794"/>
    <w:rsid w:val="0032371E"/>
    <w:rsid w:val="00323DB6"/>
    <w:rsid w:val="0032781B"/>
    <w:rsid w:val="003301CD"/>
    <w:rsid w:val="003305C2"/>
    <w:rsid w:val="0033124B"/>
    <w:rsid w:val="00331D69"/>
    <w:rsid w:val="00341175"/>
    <w:rsid w:val="0034134A"/>
    <w:rsid w:val="00341548"/>
    <w:rsid w:val="00341664"/>
    <w:rsid w:val="003416AB"/>
    <w:rsid w:val="00342B5F"/>
    <w:rsid w:val="00342EA8"/>
    <w:rsid w:val="00343405"/>
    <w:rsid w:val="00344525"/>
    <w:rsid w:val="0034454A"/>
    <w:rsid w:val="0035062B"/>
    <w:rsid w:val="00351B41"/>
    <w:rsid w:val="00351BE7"/>
    <w:rsid w:val="00351E44"/>
    <w:rsid w:val="00353CA7"/>
    <w:rsid w:val="00354C8A"/>
    <w:rsid w:val="00354CBD"/>
    <w:rsid w:val="003567D7"/>
    <w:rsid w:val="003573C3"/>
    <w:rsid w:val="00361D99"/>
    <w:rsid w:val="00363FF0"/>
    <w:rsid w:val="00367142"/>
    <w:rsid w:val="00367863"/>
    <w:rsid w:val="00367DA7"/>
    <w:rsid w:val="00371572"/>
    <w:rsid w:val="00371B9D"/>
    <w:rsid w:val="0037511B"/>
    <w:rsid w:val="00377C12"/>
    <w:rsid w:val="00377F28"/>
    <w:rsid w:val="00380AF2"/>
    <w:rsid w:val="0038174A"/>
    <w:rsid w:val="003864A2"/>
    <w:rsid w:val="00390D1E"/>
    <w:rsid w:val="003910D2"/>
    <w:rsid w:val="0039124D"/>
    <w:rsid w:val="0039494D"/>
    <w:rsid w:val="00395276"/>
    <w:rsid w:val="00396E8B"/>
    <w:rsid w:val="003975B4"/>
    <w:rsid w:val="003A1578"/>
    <w:rsid w:val="003A6001"/>
    <w:rsid w:val="003A6B75"/>
    <w:rsid w:val="003A6F10"/>
    <w:rsid w:val="003A70AF"/>
    <w:rsid w:val="003A773A"/>
    <w:rsid w:val="003B0890"/>
    <w:rsid w:val="003B3EDD"/>
    <w:rsid w:val="003B64DD"/>
    <w:rsid w:val="003B6EAC"/>
    <w:rsid w:val="003C08D4"/>
    <w:rsid w:val="003C1606"/>
    <w:rsid w:val="003C183B"/>
    <w:rsid w:val="003C1D18"/>
    <w:rsid w:val="003C1E53"/>
    <w:rsid w:val="003C27BC"/>
    <w:rsid w:val="003C3C32"/>
    <w:rsid w:val="003C4B73"/>
    <w:rsid w:val="003C5921"/>
    <w:rsid w:val="003C6774"/>
    <w:rsid w:val="003C6A41"/>
    <w:rsid w:val="003C71E9"/>
    <w:rsid w:val="003C7FE6"/>
    <w:rsid w:val="003D0689"/>
    <w:rsid w:val="003D1EAD"/>
    <w:rsid w:val="003D339A"/>
    <w:rsid w:val="003D3EC3"/>
    <w:rsid w:val="003D4BF3"/>
    <w:rsid w:val="003D7851"/>
    <w:rsid w:val="003E040E"/>
    <w:rsid w:val="003E05D8"/>
    <w:rsid w:val="003E0D70"/>
    <w:rsid w:val="003E1237"/>
    <w:rsid w:val="003E19A7"/>
    <w:rsid w:val="003E24A6"/>
    <w:rsid w:val="003E682E"/>
    <w:rsid w:val="003F1158"/>
    <w:rsid w:val="003F1180"/>
    <w:rsid w:val="003F345D"/>
    <w:rsid w:val="003F3DBB"/>
    <w:rsid w:val="003F46E9"/>
    <w:rsid w:val="003F4759"/>
    <w:rsid w:val="003F4BC1"/>
    <w:rsid w:val="003F4FAB"/>
    <w:rsid w:val="003F57C6"/>
    <w:rsid w:val="003F5A50"/>
    <w:rsid w:val="003F5BAD"/>
    <w:rsid w:val="003F6ED1"/>
    <w:rsid w:val="003F757C"/>
    <w:rsid w:val="00400553"/>
    <w:rsid w:val="00401BCA"/>
    <w:rsid w:val="00402FCE"/>
    <w:rsid w:val="00403783"/>
    <w:rsid w:val="0040387B"/>
    <w:rsid w:val="00404C68"/>
    <w:rsid w:val="004112F6"/>
    <w:rsid w:val="00411E9F"/>
    <w:rsid w:val="00412888"/>
    <w:rsid w:val="00412F92"/>
    <w:rsid w:val="00413CB9"/>
    <w:rsid w:val="00416BE0"/>
    <w:rsid w:val="00417926"/>
    <w:rsid w:val="00421392"/>
    <w:rsid w:val="004253D1"/>
    <w:rsid w:val="00425E89"/>
    <w:rsid w:val="00426902"/>
    <w:rsid w:val="004269C4"/>
    <w:rsid w:val="00426BA6"/>
    <w:rsid w:val="00426BA9"/>
    <w:rsid w:val="0042796A"/>
    <w:rsid w:val="00427E90"/>
    <w:rsid w:val="00432EDA"/>
    <w:rsid w:val="00434D02"/>
    <w:rsid w:val="004365F2"/>
    <w:rsid w:val="00437B40"/>
    <w:rsid w:val="00437C72"/>
    <w:rsid w:val="004431FF"/>
    <w:rsid w:val="004441B1"/>
    <w:rsid w:val="00445ABE"/>
    <w:rsid w:val="0044610F"/>
    <w:rsid w:val="00446A4B"/>
    <w:rsid w:val="00446B08"/>
    <w:rsid w:val="004476B2"/>
    <w:rsid w:val="00450B84"/>
    <w:rsid w:val="004516F8"/>
    <w:rsid w:val="004549E4"/>
    <w:rsid w:val="00456592"/>
    <w:rsid w:val="00457BB6"/>
    <w:rsid w:val="00460651"/>
    <w:rsid w:val="00461364"/>
    <w:rsid w:val="00461470"/>
    <w:rsid w:val="004625AD"/>
    <w:rsid w:val="004642E5"/>
    <w:rsid w:val="00466212"/>
    <w:rsid w:val="0046664C"/>
    <w:rsid w:val="004673B8"/>
    <w:rsid w:val="004674CC"/>
    <w:rsid w:val="004678F5"/>
    <w:rsid w:val="00472317"/>
    <w:rsid w:val="004725F2"/>
    <w:rsid w:val="00474346"/>
    <w:rsid w:val="0047434B"/>
    <w:rsid w:val="0047436A"/>
    <w:rsid w:val="00474B0B"/>
    <w:rsid w:val="00474CC3"/>
    <w:rsid w:val="00476843"/>
    <w:rsid w:val="004805A3"/>
    <w:rsid w:val="004824CF"/>
    <w:rsid w:val="00483E2F"/>
    <w:rsid w:val="00485745"/>
    <w:rsid w:val="004857B1"/>
    <w:rsid w:val="00485900"/>
    <w:rsid w:val="00485CF1"/>
    <w:rsid w:val="00486189"/>
    <w:rsid w:val="00487DDB"/>
    <w:rsid w:val="00491C0F"/>
    <w:rsid w:val="00493050"/>
    <w:rsid w:val="00493C3D"/>
    <w:rsid w:val="00493F50"/>
    <w:rsid w:val="00494BCF"/>
    <w:rsid w:val="00494FB6"/>
    <w:rsid w:val="004A01EB"/>
    <w:rsid w:val="004A2DAE"/>
    <w:rsid w:val="004A34FC"/>
    <w:rsid w:val="004A3943"/>
    <w:rsid w:val="004A5EB4"/>
    <w:rsid w:val="004B0FA3"/>
    <w:rsid w:val="004B137B"/>
    <w:rsid w:val="004B3380"/>
    <w:rsid w:val="004B770B"/>
    <w:rsid w:val="004C003A"/>
    <w:rsid w:val="004C02C4"/>
    <w:rsid w:val="004C05CC"/>
    <w:rsid w:val="004C062C"/>
    <w:rsid w:val="004C06A5"/>
    <w:rsid w:val="004C0A04"/>
    <w:rsid w:val="004C1AFB"/>
    <w:rsid w:val="004C2FC4"/>
    <w:rsid w:val="004C32B5"/>
    <w:rsid w:val="004C3CA8"/>
    <w:rsid w:val="004C3EE2"/>
    <w:rsid w:val="004C4BB3"/>
    <w:rsid w:val="004C5929"/>
    <w:rsid w:val="004C5E50"/>
    <w:rsid w:val="004D174C"/>
    <w:rsid w:val="004D21E8"/>
    <w:rsid w:val="004D29D4"/>
    <w:rsid w:val="004D29F2"/>
    <w:rsid w:val="004D32E9"/>
    <w:rsid w:val="004D34BC"/>
    <w:rsid w:val="004D392F"/>
    <w:rsid w:val="004D3C13"/>
    <w:rsid w:val="004D54CA"/>
    <w:rsid w:val="004E0301"/>
    <w:rsid w:val="004E2480"/>
    <w:rsid w:val="004E2A2E"/>
    <w:rsid w:val="004E6FE9"/>
    <w:rsid w:val="004E7939"/>
    <w:rsid w:val="004F14A9"/>
    <w:rsid w:val="004F199D"/>
    <w:rsid w:val="004F29C5"/>
    <w:rsid w:val="004F339F"/>
    <w:rsid w:val="004F56F7"/>
    <w:rsid w:val="00501218"/>
    <w:rsid w:val="00502CDD"/>
    <w:rsid w:val="00502D56"/>
    <w:rsid w:val="00502F18"/>
    <w:rsid w:val="00505314"/>
    <w:rsid w:val="00505DAF"/>
    <w:rsid w:val="00510359"/>
    <w:rsid w:val="00510588"/>
    <w:rsid w:val="00510819"/>
    <w:rsid w:val="0051218F"/>
    <w:rsid w:val="00512924"/>
    <w:rsid w:val="00512D27"/>
    <w:rsid w:val="00515325"/>
    <w:rsid w:val="0051538A"/>
    <w:rsid w:val="005167C4"/>
    <w:rsid w:val="00517EF5"/>
    <w:rsid w:val="0052053B"/>
    <w:rsid w:val="00521297"/>
    <w:rsid w:val="005214DA"/>
    <w:rsid w:val="00522C2A"/>
    <w:rsid w:val="00522D6D"/>
    <w:rsid w:val="0052424E"/>
    <w:rsid w:val="00524BB6"/>
    <w:rsid w:val="005250A1"/>
    <w:rsid w:val="005259B4"/>
    <w:rsid w:val="00526C8F"/>
    <w:rsid w:val="005273B1"/>
    <w:rsid w:val="00530673"/>
    <w:rsid w:val="00531FB8"/>
    <w:rsid w:val="005348AB"/>
    <w:rsid w:val="005349D7"/>
    <w:rsid w:val="005403C8"/>
    <w:rsid w:val="005429D7"/>
    <w:rsid w:val="00546148"/>
    <w:rsid w:val="00547B52"/>
    <w:rsid w:val="00547C13"/>
    <w:rsid w:val="0055267D"/>
    <w:rsid w:val="00552F6B"/>
    <w:rsid w:val="005535F1"/>
    <w:rsid w:val="005535FB"/>
    <w:rsid w:val="005540DA"/>
    <w:rsid w:val="00554B1E"/>
    <w:rsid w:val="00554C69"/>
    <w:rsid w:val="00555334"/>
    <w:rsid w:val="00555A8B"/>
    <w:rsid w:val="00556263"/>
    <w:rsid w:val="005575F6"/>
    <w:rsid w:val="00560CD2"/>
    <w:rsid w:val="00561155"/>
    <w:rsid w:val="005625DB"/>
    <w:rsid w:val="005641FB"/>
    <w:rsid w:val="00564D18"/>
    <w:rsid w:val="00565005"/>
    <w:rsid w:val="005667FA"/>
    <w:rsid w:val="005678DA"/>
    <w:rsid w:val="00567B2F"/>
    <w:rsid w:val="00572864"/>
    <w:rsid w:val="00576278"/>
    <w:rsid w:val="005764EF"/>
    <w:rsid w:val="00580302"/>
    <w:rsid w:val="00580591"/>
    <w:rsid w:val="00580938"/>
    <w:rsid w:val="005833A7"/>
    <w:rsid w:val="0058509F"/>
    <w:rsid w:val="0059045C"/>
    <w:rsid w:val="00590686"/>
    <w:rsid w:val="00590A6D"/>
    <w:rsid w:val="00590A80"/>
    <w:rsid w:val="00591E40"/>
    <w:rsid w:val="00591FA7"/>
    <w:rsid w:val="00593939"/>
    <w:rsid w:val="0059563B"/>
    <w:rsid w:val="00595934"/>
    <w:rsid w:val="00595F17"/>
    <w:rsid w:val="005968E1"/>
    <w:rsid w:val="00597B84"/>
    <w:rsid w:val="005A0156"/>
    <w:rsid w:val="005A07A7"/>
    <w:rsid w:val="005A1970"/>
    <w:rsid w:val="005A1D92"/>
    <w:rsid w:val="005A290E"/>
    <w:rsid w:val="005A2DEA"/>
    <w:rsid w:val="005A4240"/>
    <w:rsid w:val="005A454E"/>
    <w:rsid w:val="005A4ED8"/>
    <w:rsid w:val="005A616F"/>
    <w:rsid w:val="005A6487"/>
    <w:rsid w:val="005B4415"/>
    <w:rsid w:val="005B7391"/>
    <w:rsid w:val="005B77FD"/>
    <w:rsid w:val="005C1ADF"/>
    <w:rsid w:val="005C2284"/>
    <w:rsid w:val="005C2C8B"/>
    <w:rsid w:val="005C4394"/>
    <w:rsid w:val="005C492F"/>
    <w:rsid w:val="005C59A5"/>
    <w:rsid w:val="005C67D2"/>
    <w:rsid w:val="005C7D6F"/>
    <w:rsid w:val="005D0A74"/>
    <w:rsid w:val="005D186D"/>
    <w:rsid w:val="005D3BE7"/>
    <w:rsid w:val="005D4E70"/>
    <w:rsid w:val="005D5207"/>
    <w:rsid w:val="005D5E31"/>
    <w:rsid w:val="005D7804"/>
    <w:rsid w:val="005E296E"/>
    <w:rsid w:val="005E2B62"/>
    <w:rsid w:val="005E2D8F"/>
    <w:rsid w:val="005E526F"/>
    <w:rsid w:val="005E6326"/>
    <w:rsid w:val="005E67BF"/>
    <w:rsid w:val="005E717D"/>
    <w:rsid w:val="005E7E85"/>
    <w:rsid w:val="005F0E9F"/>
    <w:rsid w:val="005F3B01"/>
    <w:rsid w:val="005F3CF7"/>
    <w:rsid w:val="005F48C0"/>
    <w:rsid w:val="005F5539"/>
    <w:rsid w:val="005F563C"/>
    <w:rsid w:val="005F604B"/>
    <w:rsid w:val="0060047E"/>
    <w:rsid w:val="00600F5B"/>
    <w:rsid w:val="00607A9C"/>
    <w:rsid w:val="006104C7"/>
    <w:rsid w:val="006105F4"/>
    <w:rsid w:val="006113D7"/>
    <w:rsid w:val="00611F21"/>
    <w:rsid w:val="006122B0"/>
    <w:rsid w:val="0061455F"/>
    <w:rsid w:val="00614791"/>
    <w:rsid w:val="00614E4A"/>
    <w:rsid w:val="0061504C"/>
    <w:rsid w:val="006156BB"/>
    <w:rsid w:val="00616950"/>
    <w:rsid w:val="00616F70"/>
    <w:rsid w:val="00617051"/>
    <w:rsid w:val="00617A48"/>
    <w:rsid w:val="00620707"/>
    <w:rsid w:val="00624941"/>
    <w:rsid w:val="00624F2F"/>
    <w:rsid w:val="006251AD"/>
    <w:rsid w:val="00626F76"/>
    <w:rsid w:val="00630CE0"/>
    <w:rsid w:val="00631087"/>
    <w:rsid w:val="00633130"/>
    <w:rsid w:val="006338CB"/>
    <w:rsid w:val="00634567"/>
    <w:rsid w:val="006347D0"/>
    <w:rsid w:val="00634FD7"/>
    <w:rsid w:val="00635FDE"/>
    <w:rsid w:val="00636075"/>
    <w:rsid w:val="00636748"/>
    <w:rsid w:val="006375B6"/>
    <w:rsid w:val="00640BA0"/>
    <w:rsid w:val="0064188A"/>
    <w:rsid w:val="00641B86"/>
    <w:rsid w:val="00643774"/>
    <w:rsid w:val="00643F28"/>
    <w:rsid w:val="00644C4F"/>
    <w:rsid w:val="00644CFA"/>
    <w:rsid w:val="00647B9B"/>
    <w:rsid w:val="00650811"/>
    <w:rsid w:val="00650C3A"/>
    <w:rsid w:val="006512BF"/>
    <w:rsid w:val="0065168E"/>
    <w:rsid w:val="006547D8"/>
    <w:rsid w:val="00654E0B"/>
    <w:rsid w:val="0066016A"/>
    <w:rsid w:val="00660DF2"/>
    <w:rsid w:val="00661334"/>
    <w:rsid w:val="00661EE9"/>
    <w:rsid w:val="00662AD0"/>
    <w:rsid w:val="00664D34"/>
    <w:rsid w:val="00664F37"/>
    <w:rsid w:val="0066586D"/>
    <w:rsid w:val="006665B5"/>
    <w:rsid w:val="00667CAC"/>
    <w:rsid w:val="00667DF9"/>
    <w:rsid w:val="006707ED"/>
    <w:rsid w:val="006736C8"/>
    <w:rsid w:val="006737E9"/>
    <w:rsid w:val="006747FE"/>
    <w:rsid w:val="00675734"/>
    <w:rsid w:val="0067634D"/>
    <w:rsid w:val="00681945"/>
    <w:rsid w:val="0068407F"/>
    <w:rsid w:val="00684122"/>
    <w:rsid w:val="006855C0"/>
    <w:rsid w:val="00685DD5"/>
    <w:rsid w:val="00686A23"/>
    <w:rsid w:val="006870DE"/>
    <w:rsid w:val="006910CB"/>
    <w:rsid w:val="0069564E"/>
    <w:rsid w:val="00695CBC"/>
    <w:rsid w:val="00696C1D"/>
    <w:rsid w:val="006A03C1"/>
    <w:rsid w:val="006A0499"/>
    <w:rsid w:val="006A1C56"/>
    <w:rsid w:val="006A298D"/>
    <w:rsid w:val="006A3D90"/>
    <w:rsid w:val="006A5D37"/>
    <w:rsid w:val="006B133B"/>
    <w:rsid w:val="006B47FE"/>
    <w:rsid w:val="006B5C33"/>
    <w:rsid w:val="006B5EB6"/>
    <w:rsid w:val="006B645D"/>
    <w:rsid w:val="006B7709"/>
    <w:rsid w:val="006C0B1C"/>
    <w:rsid w:val="006C2566"/>
    <w:rsid w:val="006C365D"/>
    <w:rsid w:val="006C3CFA"/>
    <w:rsid w:val="006C4B94"/>
    <w:rsid w:val="006C5B36"/>
    <w:rsid w:val="006C66E2"/>
    <w:rsid w:val="006C71AD"/>
    <w:rsid w:val="006D24A1"/>
    <w:rsid w:val="006D2C58"/>
    <w:rsid w:val="006D42E1"/>
    <w:rsid w:val="006D4426"/>
    <w:rsid w:val="006D65A9"/>
    <w:rsid w:val="006D76C7"/>
    <w:rsid w:val="006E0DDC"/>
    <w:rsid w:val="006E1D81"/>
    <w:rsid w:val="006E285C"/>
    <w:rsid w:val="006E3578"/>
    <w:rsid w:val="006E62C6"/>
    <w:rsid w:val="006E6D0F"/>
    <w:rsid w:val="006E7F75"/>
    <w:rsid w:val="006F131D"/>
    <w:rsid w:val="006F242A"/>
    <w:rsid w:val="006F442D"/>
    <w:rsid w:val="006F45A2"/>
    <w:rsid w:val="006F48CE"/>
    <w:rsid w:val="006F633B"/>
    <w:rsid w:val="006F6D81"/>
    <w:rsid w:val="00700207"/>
    <w:rsid w:val="00704772"/>
    <w:rsid w:val="00705C62"/>
    <w:rsid w:val="00705DEE"/>
    <w:rsid w:val="00706E9F"/>
    <w:rsid w:val="007079BA"/>
    <w:rsid w:val="00710980"/>
    <w:rsid w:val="00710DF1"/>
    <w:rsid w:val="00710FA3"/>
    <w:rsid w:val="007132CE"/>
    <w:rsid w:val="00713933"/>
    <w:rsid w:val="00715995"/>
    <w:rsid w:val="007202AF"/>
    <w:rsid w:val="00720D80"/>
    <w:rsid w:val="00720E7B"/>
    <w:rsid w:val="00720EDE"/>
    <w:rsid w:val="00723396"/>
    <w:rsid w:val="00723758"/>
    <w:rsid w:val="0072474D"/>
    <w:rsid w:val="00726283"/>
    <w:rsid w:val="00726BA2"/>
    <w:rsid w:val="007303E0"/>
    <w:rsid w:val="007307C4"/>
    <w:rsid w:val="00730F6F"/>
    <w:rsid w:val="007322FE"/>
    <w:rsid w:val="00732302"/>
    <w:rsid w:val="00734019"/>
    <w:rsid w:val="00741598"/>
    <w:rsid w:val="007416AA"/>
    <w:rsid w:val="0074291C"/>
    <w:rsid w:val="00742D69"/>
    <w:rsid w:val="00744905"/>
    <w:rsid w:val="00744B6E"/>
    <w:rsid w:val="00744CDA"/>
    <w:rsid w:val="00746CCC"/>
    <w:rsid w:val="007516CE"/>
    <w:rsid w:val="00751DE6"/>
    <w:rsid w:val="00751E05"/>
    <w:rsid w:val="00752B96"/>
    <w:rsid w:val="00752E6F"/>
    <w:rsid w:val="007560F9"/>
    <w:rsid w:val="007578C3"/>
    <w:rsid w:val="00760516"/>
    <w:rsid w:val="00760683"/>
    <w:rsid w:val="00760C9C"/>
    <w:rsid w:val="00761852"/>
    <w:rsid w:val="00763F78"/>
    <w:rsid w:val="007647DF"/>
    <w:rsid w:val="00765402"/>
    <w:rsid w:val="00766B8E"/>
    <w:rsid w:val="0077265C"/>
    <w:rsid w:val="00774920"/>
    <w:rsid w:val="00776A91"/>
    <w:rsid w:val="00776AAD"/>
    <w:rsid w:val="0077723F"/>
    <w:rsid w:val="00777CCE"/>
    <w:rsid w:val="00780015"/>
    <w:rsid w:val="0078084F"/>
    <w:rsid w:val="0078168B"/>
    <w:rsid w:val="00781BB4"/>
    <w:rsid w:val="00782C4E"/>
    <w:rsid w:val="00783D7B"/>
    <w:rsid w:val="00784DF2"/>
    <w:rsid w:val="00785307"/>
    <w:rsid w:val="00787BD5"/>
    <w:rsid w:val="00790E25"/>
    <w:rsid w:val="00791052"/>
    <w:rsid w:val="0079343E"/>
    <w:rsid w:val="00793EA1"/>
    <w:rsid w:val="00793F1D"/>
    <w:rsid w:val="00795E17"/>
    <w:rsid w:val="007961D6"/>
    <w:rsid w:val="007962A1"/>
    <w:rsid w:val="007A0031"/>
    <w:rsid w:val="007A16AA"/>
    <w:rsid w:val="007A4723"/>
    <w:rsid w:val="007A4A86"/>
    <w:rsid w:val="007A4C27"/>
    <w:rsid w:val="007A55B8"/>
    <w:rsid w:val="007A5973"/>
    <w:rsid w:val="007A5CAC"/>
    <w:rsid w:val="007B3E75"/>
    <w:rsid w:val="007B4793"/>
    <w:rsid w:val="007B5C3F"/>
    <w:rsid w:val="007C2789"/>
    <w:rsid w:val="007C35E1"/>
    <w:rsid w:val="007C3DFD"/>
    <w:rsid w:val="007C6098"/>
    <w:rsid w:val="007C6183"/>
    <w:rsid w:val="007C7BDD"/>
    <w:rsid w:val="007D0305"/>
    <w:rsid w:val="007D112C"/>
    <w:rsid w:val="007D1F36"/>
    <w:rsid w:val="007D20B3"/>
    <w:rsid w:val="007D265B"/>
    <w:rsid w:val="007D277F"/>
    <w:rsid w:val="007D34C6"/>
    <w:rsid w:val="007D38A6"/>
    <w:rsid w:val="007D394E"/>
    <w:rsid w:val="007D3AEF"/>
    <w:rsid w:val="007D5A71"/>
    <w:rsid w:val="007D7A1E"/>
    <w:rsid w:val="007D7FB1"/>
    <w:rsid w:val="007E1C52"/>
    <w:rsid w:val="007E3361"/>
    <w:rsid w:val="007E37B1"/>
    <w:rsid w:val="007E3917"/>
    <w:rsid w:val="007E49CF"/>
    <w:rsid w:val="007E6135"/>
    <w:rsid w:val="007E7489"/>
    <w:rsid w:val="007E76B2"/>
    <w:rsid w:val="007F27C5"/>
    <w:rsid w:val="007F295E"/>
    <w:rsid w:val="007F2E0C"/>
    <w:rsid w:val="007F3B8C"/>
    <w:rsid w:val="007F538B"/>
    <w:rsid w:val="007F7B9D"/>
    <w:rsid w:val="007F7CED"/>
    <w:rsid w:val="008023FF"/>
    <w:rsid w:val="00804FAA"/>
    <w:rsid w:val="00806072"/>
    <w:rsid w:val="00807204"/>
    <w:rsid w:val="00807424"/>
    <w:rsid w:val="008100B4"/>
    <w:rsid w:val="00811332"/>
    <w:rsid w:val="00811425"/>
    <w:rsid w:val="00811C39"/>
    <w:rsid w:val="00813EF7"/>
    <w:rsid w:val="00814B3C"/>
    <w:rsid w:val="00815ACD"/>
    <w:rsid w:val="008166C5"/>
    <w:rsid w:val="008208D0"/>
    <w:rsid w:val="008218F0"/>
    <w:rsid w:val="008223DC"/>
    <w:rsid w:val="00822C79"/>
    <w:rsid w:val="00823CBB"/>
    <w:rsid w:val="00823DB4"/>
    <w:rsid w:val="0082443A"/>
    <w:rsid w:val="00826F2E"/>
    <w:rsid w:val="008273A5"/>
    <w:rsid w:val="00832E4C"/>
    <w:rsid w:val="00835052"/>
    <w:rsid w:val="008358F3"/>
    <w:rsid w:val="00835AE9"/>
    <w:rsid w:val="0084161F"/>
    <w:rsid w:val="00842DCC"/>
    <w:rsid w:val="00842E33"/>
    <w:rsid w:val="00842EBC"/>
    <w:rsid w:val="008442DA"/>
    <w:rsid w:val="00844D1D"/>
    <w:rsid w:val="0084610A"/>
    <w:rsid w:val="008478B0"/>
    <w:rsid w:val="008500D4"/>
    <w:rsid w:val="00850EB3"/>
    <w:rsid w:val="00851E40"/>
    <w:rsid w:val="00852034"/>
    <w:rsid w:val="00854509"/>
    <w:rsid w:val="00854781"/>
    <w:rsid w:val="00855310"/>
    <w:rsid w:val="00856DC7"/>
    <w:rsid w:val="00857E9A"/>
    <w:rsid w:val="00860CBE"/>
    <w:rsid w:val="0086203D"/>
    <w:rsid w:val="00862A9A"/>
    <w:rsid w:val="00865142"/>
    <w:rsid w:val="00865406"/>
    <w:rsid w:val="0086596B"/>
    <w:rsid w:val="00865A76"/>
    <w:rsid w:val="008664B3"/>
    <w:rsid w:val="00866BE5"/>
    <w:rsid w:val="00870858"/>
    <w:rsid w:val="00873188"/>
    <w:rsid w:val="00873B52"/>
    <w:rsid w:val="008758EB"/>
    <w:rsid w:val="0087791C"/>
    <w:rsid w:val="00877A60"/>
    <w:rsid w:val="00880272"/>
    <w:rsid w:val="008816C5"/>
    <w:rsid w:val="00881F74"/>
    <w:rsid w:val="008821FF"/>
    <w:rsid w:val="00883A3D"/>
    <w:rsid w:val="008855FA"/>
    <w:rsid w:val="00885833"/>
    <w:rsid w:val="00886A3F"/>
    <w:rsid w:val="00886F1B"/>
    <w:rsid w:val="00887AA8"/>
    <w:rsid w:val="00890922"/>
    <w:rsid w:val="00891787"/>
    <w:rsid w:val="00891E8F"/>
    <w:rsid w:val="00892B23"/>
    <w:rsid w:val="008957FE"/>
    <w:rsid w:val="008978A4"/>
    <w:rsid w:val="008A0102"/>
    <w:rsid w:val="008A15D8"/>
    <w:rsid w:val="008A233E"/>
    <w:rsid w:val="008A352E"/>
    <w:rsid w:val="008A54E6"/>
    <w:rsid w:val="008A74AE"/>
    <w:rsid w:val="008A7624"/>
    <w:rsid w:val="008A7CFD"/>
    <w:rsid w:val="008B0315"/>
    <w:rsid w:val="008B0423"/>
    <w:rsid w:val="008B11A8"/>
    <w:rsid w:val="008B18EB"/>
    <w:rsid w:val="008B2A39"/>
    <w:rsid w:val="008B2B3C"/>
    <w:rsid w:val="008B3243"/>
    <w:rsid w:val="008B3790"/>
    <w:rsid w:val="008B5898"/>
    <w:rsid w:val="008B705A"/>
    <w:rsid w:val="008C1CE0"/>
    <w:rsid w:val="008C247A"/>
    <w:rsid w:val="008C33B7"/>
    <w:rsid w:val="008C4031"/>
    <w:rsid w:val="008C5E44"/>
    <w:rsid w:val="008C7873"/>
    <w:rsid w:val="008D0580"/>
    <w:rsid w:val="008D1700"/>
    <w:rsid w:val="008D6102"/>
    <w:rsid w:val="008D721A"/>
    <w:rsid w:val="008E17A0"/>
    <w:rsid w:val="008E1AEB"/>
    <w:rsid w:val="008E3CCA"/>
    <w:rsid w:val="008E3DAE"/>
    <w:rsid w:val="008E4BFA"/>
    <w:rsid w:val="008E78B0"/>
    <w:rsid w:val="008F16D1"/>
    <w:rsid w:val="008F1E56"/>
    <w:rsid w:val="008F2693"/>
    <w:rsid w:val="008F37AC"/>
    <w:rsid w:val="008F5459"/>
    <w:rsid w:val="008F66BE"/>
    <w:rsid w:val="008F6ADB"/>
    <w:rsid w:val="008F6C0D"/>
    <w:rsid w:val="008F7042"/>
    <w:rsid w:val="008F7462"/>
    <w:rsid w:val="008F757E"/>
    <w:rsid w:val="008F7757"/>
    <w:rsid w:val="008F787B"/>
    <w:rsid w:val="0090105D"/>
    <w:rsid w:val="00901E58"/>
    <w:rsid w:val="009028F7"/>
    <w:rsid w:val="009037B3"/>
    <w:rsid w:val="00903D6D"/>
    <w:rsid w:val="00904F85"/>
    <w:rsid w:val="00906C40"/>
    <w:rsid w:val="00907F3D"/>
    <w:rsid w:val="009102A3"/>
    <w:rsid w:val="00910C42"/>
    <w:rsid w:val="00911690"/>
    <w:rsid w:val="00911F79"/>
    <w:rsid w:val="00912713"/>
    <w:rsid w:val="00912D35"/>
    <w:rsid w:val="00914EA4"/>
    <w:rsid w:val="009177D2"/>
    <w:rsid w:val="009208F6"/>
    <w:rsid w:val="0092127A"/>
    <w:rsid w:val="00921382"/>
    <w:rsid w:val="00921E71"/>
    <w:rsid w:val="00922544"/>
    <w:rsid w:val="009230C6"/>
    <w:rsid w:val="00923C01"/>
    <w:rsid w:val="00927FA0"/>
    <w:rsid w:val="00930462"/>
    <w:rsid w:val="00930BF5"/>
    <w:rsid w:val="009314F8"/>
    <w:rsid w:val="00931700"/>
    <w:rsid w:val="009320CA"/>
    <w:rsid w:val="00935AFB"/>
    <w:rsid w:val="00936405"/>
    <w:rsid w:val="009370A5"/>
    <w:rsid w:val="00940FE2"/>
    <w:rsid w:val="0094134A"/>
    <w:rsid w:val="00942AF7"/>
    <w:rsid w:val="00943F58"/>
    <w:rsid w:val="009441B6"/>
    <w:rsid w:val="00945B5B"/>
    <w:rsid w:val="009507B9"/>
    <w:rsid w:val="009508E2"/>
    <w:rsid w:val="00951D68"/>
    <w:rsid w:val="00951FAC"/>
    <w:rsid w:val="00955278"/>
    <w:rsid w:val="00955F03"/>
    <w:rsid w:val="00956068"/>
    <w:rsid w:val="00956C65"/>
    <w:rsid w:val="0095711F"/>
    <w:rsid w:val="00961206"/>
    <w:rsid w:val="009625C0"/>
    <w:rsid w:val="009638D7"/>
    <w:rsid w:val="00964584"/>
    <w:rsid w:val="00967485"/>
    <w:rsid w:val="009676B6"/>
    <w:rsid w:val="00971D57"/>
    <w:rsid w:val="00972D01"/>
    <w:rsid w:val="00973AB8"/>
    <w:rsid w:val="00974360"/>
    <w:rsid w:val="0097499B"/>
    <w:rsid w:val="00977A26"/>
    <w:rsid w:val="0098156A"/>
    <w:rsid w:val="00982383"/>
    <w:rsid w:val="009836A2"/>
    <w:rsid w:val="00983C12"/>
    <w:rsid w:val="0098529B"/>
    <w:rsid w:val="00985CD7"/>
    <w:rsid w:val="00986083"/>
    <w:rsid w:val="00986240"/>
    <w:rsid w:val="00986C4E"/>
    <w:rsid w:val="00990972"/>
    <w:rsid w:val="00990C16"/>
    <w:rsid w:val="00991A6E"/>
    <w:rsid w:val="0099384C"/>
    <w:rsid w:val="00994D5A"/>
    <w:rsid w:val="00996EF5"/>
    <w:rsid w:val="009977CA"/>
    <w:rsid w:val="009A1324"/>
    <w:rsid w:val="009A2A3F"/>
    <w:rsid w:val="009A2F11"/>
    <w:rsid w:val="009A31F8"/>
    <w:rsid w:val="009A4958"/>
    <w:rsid w:val="009A5666"/>
    <w:rsid w:val="009A62C0"/>
    <w:rsid w:val="009A6697"/>
    <w:rsid w:val="009A7F50"/>
    <w:rsid w:val="009B0A1B"/>
    <w:rsid w:val="009B17BE"/>
    <w:rsid w:val="009B3D97"/>
    <w:rsid w:val="009B49FC"/>
    <w:rsid w:val="009B615A"/>
    <w:rsid w:val="009B7CF4"/>
    <w:rsid w:val="009C0664"/>
    <w:rsid w:val="009C17DF"/>
    <w:rsid w:val="009C1D59"/>
    <w:rsid w:val="009C3991"/>
    <w:rsid w:val="009C441E"/>
    <w:rsid w:val="009C7FC8"/>
    <w:rsid w:val="009D1246"/>
    <w:rsid w:val="009D18F5"/>
    <w:rsid w:val="009D1C40"/>
    <w:rsid w:val="009D2499"/>
    <w:rsid w:val="009D451D"/>
    <w:rsid w:val="009D4844"/>
    <w:rsid w:val="009D495A"/>
    <w:rsid w:val="009D4C6C"/>
    <w:rsid w:val="009D59F4"/>
    <w:rsid w:val="009D621A"/>
    <w:rsid w:val="009D63A0"/>
    <w:rsid w:val="009D79BA"/>
    <w:rsid w:val="009E0602"/>
    <w:rsid w:val="009E1570"/>
    <w:rsid w:val="009E19D0"/>
    <w:rsid w:val="009E39D4"/>
    <w:rsid w:val="009E4929"/>
    <w:rsid w:val="009E4EE5"/>
    <w:rsid w:val="009E5311"/>
    <w:rsid w:val="009E667C"/>
    <w:rsid w:val="009E71D1"/>
    <w:rsid w:val="009E76A2"/>
    <w:rsid w:val="009E7E6C"/>
    <w:rsid w:val="009F03CE"/>
    <w:rsid w:val="009F08FA"/>
    <w:rsid w:val="009F0996"/>
    <w:rsid w:val="009F13C8"/>
    <w:rsid w:val="009F21B1"/>
    <w:rsid w:val="009F3E45"/>
    <w:rsid w:val="009F4793"/>
    <w:rsid w:val="009F52FF"/>
    <w:rsid w:val="009F6DEC"/>
    <w:rsid w:val="009F6F92"/>
    <w:rsid w:val="009F7F8B"/>
    <w:rsid w:val="00A00016"/>
    <w:rsid w:val="00A003D5"/>
    <w:rsid w:val="00A010F5"/>
    <w:rsid w:val="00A02AD1"/>
    <w:rsid w:val="00A02D50"/>
    <w:rsid w:val="00A03571"/>
    <w:rsid w:val="00A042BF"/>
    <w:rsid w:val="00A05340"/>
    <w:rsid w:val="00A058E3"/>
    <w:rsid w:val="00A066DD"/>
    <w:rsid w:val="00A068F9"/>
    <w:rsid w:val="00A13ADB"/>
    <w:rsid w:val="00A16327"/>
    <w:rsid w:val="00A166D4"/>
    <w:rsid w:val="00A17401"/>
    <w:rsid w:val="00A21DF9"/>
    <w:rsid w:val="00A226EB"/>
    <w:rsid w:val="00A22753"/>
    <w:rsid w:val="00A23954"/>
    <w:rsid w:val="00A23D8D"/>
    <w:rsid w:val="00A24309"/>
    <w:rsid w:val="00A24953"/>
    <w:rsid w:val="00A24D3C"/>
    <w:rsid w:val="00A26D73"/>
    <w:rsid w:val="00A309D2"/>
    <w:rsid w:val="00A3176A"/>
    <w:rsid w:val="00A32001"/>
    <w:rsid w:val="00A3294A"/>
    <w:rsid w:val="00A33D12"/>
    <w:rsid w:val="00A343DE"/>
    <w:rsid w:val="00A34850"/>
    <w:rsid w:val="00A3568C"/>
    <w:rsid w:val="00A36CEE"/>
    <w:rsid w:val="00A4066D"/>
    <w:rsid w:val="00A42BA1"/>
    <w:rsid w:val="00A432AB"/>
    <w:rsid w:val="00A433D4"/>
    <w:rsid w:val="00A4370D"/>
    <w:rsid w:val="00A438BE"/>
    <w:rsid w:val="00A448EE"/>
    <w:rsid w:val="00A44CA7"/>
    <w:rsid w:val="00A44F31"/>
    <w:rsid w:val="00A46717"/>
    <w:rsid w:val="00A469B7"/>
    <w:rsid w:val="00A46DCC"/>
    <w:rsid w:val="00A47405"/>
    <w:rsid w:val="00A50036"/>
    <w:rsid w:val="00A50800"/>
    <w:rsid w:val="00A52314"/>
    <w:rsid w:val="00A526CC"/>
    <w:rsid w:val="00A526E1"/>
    <w:rsid w:val="00A5290B"/>
    <w:rsid w:val="00A52BD5"/>
    <w:rsid w:val="00A53CD0"/>
    <w:rsid w:val="00A54717"/>
    <w:rsid w:val="00A5556D"/>
    <w:rsid w:val="00A56D8D"/>
    <w:rsid w:val="00A5789A"/>
    <w:rsid w:val="00A64155"/>
    <w:rsid w:val="00A645F4"/>
    <w:rsid w:val="00A65BD8"/>
    <w:rsid w:val="00A663D4"/>
    <w:rsid w:val="00A70295"/>
    <w:rsid w:val="00A70570"/>
    <w:rsid w:val="00A71087"/>
    <w:rsid w:val="00A7244F"/>
    <w:rsid w:val="00A72B25"/>
    <w:rsid w:val="00A72E59"/>
    <w:rsid w:val="00A73D69"/>
    <w:rsid w:val="00A76EB7"/>
    <w:rsid w:val="00A81035"/>
    <w:rsid w:val="00A81488"/>
    <w:rsid w:val="00A81A5F"/>
    <w:rsid w:val="00A822C3"/>
    <w:rsid w:val="00A829EE"/>
    <w:rsid w:val="00A8712C"/>
    <w:rsid w:val="00A901DE"/>
    <w:rsid w:val="00A91CC5"/>
    <w:rsid w:val="00A9209A"/>
    <w:rsid w:val="00A93226"/>
    <w:rsid w:val="00A938AF"/>
    <w:rsid w:val="00A93A2C"/>
    <w:rsid w:val="00A95E34"/>
    <w:rsid w:val="00A95FCE"/>
    <w:rsid w:val="00AA0C20"/>
    <w:rsid w:val="00AA22CE"/>
    <w:rsid w:val="00AA2DFA"/>
    <w:rsid w:val="00AA340C"/>
    <w:rsid w:val="00AA4244"/>
    <w:rsid w:val="00AA6A0A"/>
    <w:rsid w:val="00AA7776"/>
    <w:rsid w:val="00AA77CD"/>
    <w:rsid w:val="00AA7AB2"/>
    <w:rsid w:val="00AB713D"/>
    <w:rsid w:val="00AC4396"/>
    <w:rsid w:val="00AC5A70"/>
    <w:rsid w:val="00AC6EC9"/>
    <w:rsid w:val="00AC7779"/>
    <w:rsid w:val="00AD3234"/>
    <w:rsid w:val="00AD3C0A"/>
    <w:rsid w:val="00AD517B"/>
    <w:rsid w:val="00AD6994"/>
    <w:rsid w:val="00AE0B5D"/>
    <w:rsid w:val="00AE0E89"/>
    <w:rsid w:val="00AE1DF8"/>
    <w:rsid w:val="00AE3EC3"/>
    <w:rsid w:val="00AE5643"/>
    <w:rsid w:val="00AE700B"/>
    <w:rsid w:val="00AE7197"/>
    <w:rsid w:val="00AE7198"/>
    <w:rsid w:val="00AE764A"/>
    <w:rsid w:val="00AE7E68"/>
    <w:rsid w:val="00AF0E52"/>
    <w:rsid w:val="00AF18B7"/>
    <w:rsid w:val="00AF2BE2"/>
    <w:rsid w:val="00AF46E9"/>
    <w:rsid w:val="00AF49F3"/>
    <w:rsid w:val="00B01767"/>
    <w:rsid w:val="00B025B6"/>
    <w:rsid w:val="00B02782"/>
    <w:rsid w:val="00B0325D"/>
    <w:rsid w:val="00B03526"/>
    <w:rsid w:val="00B054C2"/>
    <w:rsid w:val="00B10C6D"/>
    <w:rsid w:val="00B14FB5"/>
    <w:rsid w:val="00B1573F"/>
    <w:rsid w:val="00B157EC"/>
    <w:rsid w:val="00B16901"/>
    <w:rsid w:val="00B206E0"/>
    <w:rsid w:val="00B207B4"/>
    <w:rsid w:val="00B20C07"/>
    <w:rsid w:val="00B211AA"/>
    <w:rsid w:val="00B225DA"/>
    <w:rsid w:val="00B23236"/>
    <w:rsid w:val="00B2408E"/>
    <w:rsid w:val="00B2420C"/>
    <w:rsid w:val="00B25C1A"/>
    <w:rsid w:val="00B26261"/>
    <w:rsid w:val="00B26997"/>
    <w:rsid w:val="00B26B60"/>
    <w:rsid w:val="00B303AC"/>
    <w:rsid w:val="00B3098F"/>
    <w:rsid w:val="00B35F56"/>
    <w:rsid w:val="00B35FA6"/>
    <w:rsid w:val="00B3630C"/>
    <w:rsid w:val="00B37395"/>
    <w:rsid w:val="00B3788F"/>
    <w:rsid w:val="00B417A4"/>
    <w:rsid w:val="00B41C29"/>
    <w:rsid w:val="00B41F46"/>
    <w:rsid w:val="00B43223"/>
    <w:rsid w:val="00B4360F"/>
    <w:rsid w:val="00B43E7E"/>
    <w:rsid w:val="00B442C0"/>
    <w:rsid w:val="00B47B98"/>
    <w:rsid w:val="00B51064"/>
    <w:rsid w:val="00B51542"/>
    <w:rsid w:val="00B551BC"/>
    <w:rsid w:val="00B56F68"/>
    <w:rsid w:val="00B60481"/>
    <w:rsid w:val="00B61034"/>
    <w:rsid w:val="00B610ED"/>
    <w:rsid w:val="00B6136C"/>
    <w:rsid w:val="00B62713"/>
    <w:rsid w:val="00B67CC2"/>
    <w:rsid w:val="00B70DAA"/>
    <w:rsid w:val="00B73A28"/>
    <w:rsid w:val="00B73CE0"/>
    <w:rsid w:val="00B76798"/>
    <w:rsid w:val="00B7759F"/>
    <w:rsid w:val="00B813DA"/>
    <w:rsid w:val="00B83D3E"/>
    <w:rsid w:val="00B848B7"/>
    <w:rsid w:val="00B85BFB"/>
    <w:rsid w:val="00B87252"/>
    <w:rsid w:val="00B90765"/>
    <w:rsid w:val="00B91962"/>
    <w:rsid w:val="00B943D2"/>
    <w:rsid w:val="00B96505"/>
    <w:rsid w:val="00B979C6"/>
    <w:rsid w:val="00BA10B1"/>
    <w:rsid w:val="00BA1E6C"/>
    <w:rsid w:val="00BA34BD"/>
    <w:rsid w:val="00BA5511"/>
    <w:rsid w:val="00BA5596"/>
    <w:rsid w:val="00BB00D8"/>
    <w:rsid w:val="00BB0AA1"/>
    <w:rsid w:val="00BB0E37"/>
    <w:rsid w:val="00BB17CB"/>
    <w:rsid w:val="00BB20FE"/>
    <w:rsid w:val="00BB2461"/>
    <w:rsid w:val="00BB4A8C"/>
    <w:rsid w:val="00BB53A7"/>
    <w:rsid w:val="00BB71EA"/>
    <w:rsid w:val="00BB7F35"/>
    <w:rsid w:val="00BC05D7"/>
    <w:rsid w:val="00BC0B8C"/>
    <w:rsid w:val="00BC1F7B"/>
    <w:rsid w:val="00BC45E3"/>
    <w:rsid w:val="00BC5765"/>
    <w:rsid w:val="00BC6B0E"/>
    <w:rsid w:val="00BC7878"/>
    <w:rsid w:val="00BD06BC"/>
    <w:rsid w:val="00BD19E2"/>
    <w:rsid w:val="00BD4D89"/>
    <w:rsid w:val="00BD4E9F"/>
    <w:rsid w:val="00BD500C"/>
    <w:rsid w:val="00BD6477"/>
    <w:rsid w:val="00BE01C7"/>
    <w:rsid w:val="00BE0CAE"/>
    <w:rsid w:val="00BE1642"/>
    <w:rsid w:val="00BE193F"/>
    <w:rsid w:val="00BE2981"/>
    <w:rsid w:val="00BE3435"/>
    <w:rsid w:val="00BE3D43"/>
    <w:rsid w:val="00BE454C"/>
    <w:rsid w:val="00BE4870"/>
    <w:rsid w:val="00BE4A80"/>
    <w:rsid w:val="00BE63EF"/>
    <w:rsid w:val="00BE66A8"/>
    <w:rsid w:val="00BE6BC6"/>
    <w:rsid w:val="00BF08BF"/>
    <w:rsid w:val="00BF1B90"/>
    <w:rsid w:val="00BF3A0B"/>
    <w:rsid w:val="00BF4113"/>
    <w:rsid w:val="00BF42DD"/>
    <w:rsid w:val="00BF54A7"/>
    <w:rsid w:val="00BF5BE5"/>
    <w:rsid w:val="00BF5C42"/>
    <w:rsid w:val="00BF68DB"/>
    <w:rsid w:val="00BF711A"/>
    <w:rsid w:val="00BF7CFE"/>
    <w:rsid w:val="00C003B9"/>
    <w:rsid w:val="00C016E1"/>
    <w:rsid w:val="00C02DAB"/>
    <w:rsid w:val="00C0321D"/>
    <w:rsid w:val="00C042E7"/>
    <w:rsid w:val="00C047A6"/>
    <w:rsid w:val="00C04957"/>
    <w:rsid w:val="00C04C0E"/>
    <w:rsid w:val="00C05ACB"/>
    <w:rsid w:val="00C10973"/>
    <w:rsid w:val="00C10C43"/>
    <w:rsid w:val="00C17A1E"/>
    <w:rsid w:val="00C229D9"/>
    <w:rsid w:val="00C22A69"/>
    <w:rsid w:val="00C25EEF"/>
    <w:rsid w:val="00C260C3"/>
    <w:rsid w:val="00C26E74"/>
    <w:rsid w:val="00C31BCD"/>
    <w:rsid w:val="00C321FC"/>
    <w:rsid w:val="00C3493E"/>
    <w:rsid w:val="00C3607E"/>
    <w:rsid w:val="00C36AD3"/>
    <w:rsid w:val="00C37D9A"/>
    <w:rsid w:val="00C41D0C"/>
    <w:rsid w:val="00C429F0"/>
    <w:rsid w:val="00C42BDA"/>
    <w:rsid w:val="00C456D5"/>
    <w:rsid w:val="00C47490"/>
    <w:rsid w:val="00C47B3C"/>
    <w:rsid w:val="00C47FEA"/>
    <w:rsid w:val="00C56047"/>
    <w:rsid w:val="00C56DD3"/>
    <w:rsid w:val="00C5731E"/>
    <w:rsid w:val="00C5770A"/>
    <w:rsid w:val="00C57C2A"/>
    <w:rsid w:val="00C6005A"/>
    <w:rsid w:val="00C613B1"/>
    <w:rsid w:val="00C61BD8"/>
    <w:rsid w:val="00C622C6"/>
    <w:rsid w:val="00C62DBA"/>
    <w:rsid w:val="00C63334"/>
    <w:rsid w:val="00C64652"/>
    <w:rsid w:val="00C677EF"/>
    <w:rsid w:val="00C67FA4"/>
    <w:rsid w:val="00C700B4"/>
    <w:rsid w:val="00C70583"/>
    <w:rsid w:val="00C7070F"/>
    <w:rsid w:val="00C7387D"/>
    <w:rsid w:val="00C74A49"/>
    <w:rsid w:val="00C74CA3"/>
    <w:rsid w:val="00C758D5"/>
    <w:rsid w:val="00C81E06"/>
    <w:rsid w:val="00C835DE"/>
    <w:rsid w:val="00C85048"/>
    <w:rsid w:val="00C871A8"/>
    <w:rsid w:val="00C90177"/>
    <w:rsid w:val="00C90B21"/>
    <w:rsid w:val="00C91F92"/>
    <w:rsid w:val="00C92C1D"/>
    <w:rsid w:val="00C92F16"/>
    <w:rsid w:val="00C930C5"/>
    <w:rsid w:val="00C931F0"/>
    <w:rsid w:val="00C956FF"/>
    <w:rsid w:val="00C95D83"/>
    <w:rsid w:val="00CA00F0"/>
    <w:rsid w:val="00CA0414"/>
    <w:rsid w:val="00CA07DC"/>
    <w:rsid w:val="00CA2652"/>
    <w:rsid w:val="00CA2784"/>
    <w:rsid w:val="00CA3464"/>
    <w:rsid w:val="00CA374F"/>
    <w:rsid w:val="00CA3D66"/>
    <w:rsid w:val="00CA75BD"/>
    <w:rsid w:val="00CA7BA3"/>
    <w:rsid w:val="00CB15F1"/>
    <w:rsid w:val="00CB17A0"/>
    <w:rsid w:val="00CB40F7"/>
    <w:rsid w:val="00CB4553"/>
    <w:rsid w:val="00CB4B0F"/>
    <w:rsid w:val="00CB64BF"/>
    <w:rsid w:val="00CB705C"/>
    <w:rsid w:val="00CB7969"/>
    <w:rsid w:val="00CC3F4E"/>
    <w:rsid w:val="00CC404C"/>
    <w:rsid w:val="00CC4633"/>
    <w:rsid w:val="00CC4980"/>
    <w:rsid w:val="00CC4FCD"/>
    <w:rsid w:val="00CC61AD"/>
    <w:rsid w:val="00CC63F7"/>
    <w:rsid w:val="00CC665C"/>
    <w:rsid w:val="00CD2501"/>
    <w:rsid w:val="00CD25A2"/>
    <w:rsid w:val="00CD2780"/>
    <w:rsid w:val="00CD2E24"/>
    <w:rsid w:val="00CD3FB3"/>
    <w:rsid w:val="00CD47E7"/>
    <w:rsid w:val="00CD561E"/>
    <w:rsid w:val="00CD5738"/>
    <w:rsid w:val="00CD6B96"/>
    <w:rsid w:val="00CD7A06"/>
    <w:rsid w:val="00CD7F3A"/>
    <w:rsid w:val="00CE1001"/>
    <w:rsid w:val="00CE1540"/>
    <w:rsid w:val="00CE2F4B"/>
    <w:rsid w:val="00CE38EC"/>
    <w:rsid w:val="00CE3EB5"/>
    <w:rsid w:val="00CE404B"/>
    <w:rsid w:val="00CE4ACF"/>
    <w:rsid w:val="00CE5572"/>
    <w:rsid w:val="00CE5B6C"/>
    <w:rsid w:val="00CF1309"/>
    <w:rsid w:val="00CF15A0"/>
    <w:rsid w:val="00CF262D"/>
    <w:rsid w:val="00CF2D54"/>
    <w:rsid w:val="00CF32FA"/>
    <w:rsid w:val="00CF373A"/>
    <w:rsid w:val="00CF3F0B"/>
    <w:rsid w:val="00CF47B3"/>
    <w:rsid w:val="00CF4D91"/>
    <w:rsid w:val="00CF4EB3"/>
    <w:rsid w:val="00CF4EC2"/>
    <w:rsid w:val="00CF5BEB"/>
    <w:rsid w:val="00CF71C7"/>
    <w:rsid w:val="00D03127"/>
    <w:rsid w:val="00D06210"/>
    <w:rsid w:val="00D0625B"/>
    <w:rsid w:val="00D0627C"/>
    <w:rsid w:val="00D0650A"/>
    <w:rsid w:val="00D06A31"/>
    <w:rsid w:val="00D075BF"/>
    <w:rsid w:val="00D13CA8"/>
    <w:rsid w:val="00D20645"/>
    <w:rsid w:val="00D207DE"/>
    <w:rsid w:val="00D20E0D"/>
    <w:rsid w:val="00D23288"/>
    <w:rsid w:val="00D23F52"/>
    <w:rsid w:val="00D24532"/>
    <w:rsid w:val="00D24D7B"/>
    <w:rsid w:val="00D25756"/>
    <w:rsid w:val="00D25852"/>
    <w:rsid w:val="00D26D18"/>
    <w:rsid w:val="00D27EAB"/>
    <w:rsid w:val="00D31421"/>
    <w:rsid w:val="00D314DF"/>
    <w:rsid w:val="00D31546"/>
    <w:rsid w:val="00D327A4"/>
    <w:rsid w:val="00D3284E"/>
    <w:rsid w:val="00D3361B"/>
    <w:rsid w:val="00D34CDC"/>
    <w:rsid w:val="00D40FF7"/>
    <w:rsid w:val="00D411A5"/>
    <w:rsid w:val="00D42BB2"/>
    <w:rsid w:val="00D445A3"/>
    <w:rsid w:val="00D46105"/>
    <w:rsid w:val="00D46911"/>
    <w:rsid w:val="00D4759C"/>
    <w:rsid w:val="00D47DE8"/>
    <w:rsid w:val="00D52ADD"/>
    <w:rsid w:val="00D53233"/>
    <w:rsid w:val="00D541CB"/>
    <w:rsid w:val="00D541F2"/>
    <w:rsid w:val="00D54ADC"/>
    <w:rsid w:val="00D54D34"/>
    <w:rsid w:val="00D55CD3"/>
    <w:rsid w:val="00D56CB3"/>
    <w:rsid w:val="00D60C56"/>
    <w:rsid w:val="00D60C64"/>
    <w:rsid w:val="00D61A2E"/>
    <w:rsid w:val="00D6245C"/>
    <w:rsid w:val="00D63A19"/>
    <w:rsid w:val="00D66D71"/>
    <w:rsid w:val="00D670DC"/>
    <w:rsid w:val="00D67630"/>
    <w:rsid w:val="00D702AA"/>
    <w:rsid w:val="00D71303"/>
    <w:rsid w:val="00D74CBB"/>
    <w:rsid w:val="00D7667C"/>
    <w:rsid w:val="00D801C2"/>
    <w:rsid w:val="00D810F6"/>
    <w:rsid w:val="00D81B6A"/>
    <w:rsid w:val="00D8235E"/>
    <w:rsid w:val="00D82658"/>
    <w:rsid w:val="00D836E8"/>
    <w:rsid w:val="00D85097"/>
    <w:rsid w:val="00D8662A"/>
    <w:rsid w:val="00D91384"/>
    <w:rsid w:val="00D91EAE"/>
    <w:rsid w:val="00D92935"/>
    <w:rsid w:val="00D94EBC"/>
    <w:rsid w:val="00D9571D"/>
    <w:rsid w:val="00D969D6"/>
    <w:rsid w:val="00DA0921"/>
    <w:rsid w:val="00DA10B7"/>
    <w:rsid w:val="00DA4234"/>
    <w:rsid w:val="00DA4689"/>
    <w:rsid w:val="00DB0F63"/>
    <w:rsid w:val="00DB27C5"/>
    <w:rsid w:val="00DB282A"/>
    <w:rsid w:val="00DB4A55"/>
    <w:rsid w:val="00DB620D"/>
    <w:rsid w:val="00DB6FA2"/>
    <w:rsid w:val="00DC08C1"/>
    <w:rsid w:val="00DC0BAC"/>
    <w:rsid w:val="00DC47E0"/>
    <w:rsid w:val="00DC5FC7"/>
    <w:rsid w:val="00DC7A21"/>
    <w:rsid w:val="00DC7F39"/>
    <w:rsid w:val="00DD05F6"/>
    <w:rsid w:val="00DD1791"/>
    <w:rsid w:val="00DD2921"/>
    <w:rsid w:val="00DD29E9"/>
    <w:rsid w:val="00DD2BBD"/>
    <w:rsid w:val="00DD4D8D"/>
    <w:rsid w:val="00DD5AA4"/>
    <w:rsid w:val="00DD62EA"/>
    <w:rsid w:val="00DD7F88"/>
    <w:rsid w:val="00DD7FED"/>
    <w:rsid w:val="00DE10F5"/>
    <w:rsid w:val="00DE1707"/>
    <w:rsid w:val="00DE1AEE"/>
    <w:rsid w:val="00DE1D77"/>
    <w:rsid w:val="00DE3C16"/>
    <w:rsid w:val="00DE41EC"/>
    <w:rsid w:val="00DE7311"/>
    <w:rsid w:val="00DF1FFB"/>
    <w:rsid w:val="00DF307A"/>
    <w:rsid w:val="00DF317B"/>
    <w:rsid w:val="00DF4A8E"/>
    <w:rsid w:val="00DF53DC"/>
    <w:rsid w:val="00DF635F"/>
    <w:rsid w:val="00E0103C"/>
    <w:rsid w:val="00E0112C"/>
    <w:rsid w:val="00E02783"/>
    <w:rsid w:val="00E029D6"/>
    <w:rsid w:val="00E05089"/>
    <w:rsid w:val="00E05A88"/>
    <w:rsid w:val="00E06F35"/>
    <w:rsid w:val="00E07A82"/>
    <w:rsid w:val="00E07AD9"/>
    <w:rsid w:val="00E11994"/>
    <w:rsid w:val="00E1464A"/>
    <w:rsid w:val="00E151E7"/>
    <w:rsid w:val="00E15302"/>
    <w:rsid w:val="00E1535F"/>
    <w:rsid w:val="00E16EF2"/>
    <w:rsid w:val="00E20771"/>
    <w:rsid w:val="00E22C36"/>
    <w:rsid w:val="00E256E9"/>
    <w:rsid w:val="00E25D25"/>
    <w:rsid w:val="00E26017"/>
    <w:rsid w:val="00E26B46"/>
    <w:rsid w:val="00E27C69"/>
    <w:rsid w:val="00E3044C"/>
    <w:rsid w:val="00E30BAD"/>
    <w:rsid w:val="00E31E2B"/>
    <w:rsid w:val="00E33490"/>
    <w:rsid w:val="00E34FB3"/>
    <w:rsid w:val="00E35168"/>
    <w:rsid w:val="00E378BA"/>
    <w:rsid w:val="00E45521"/>
    <w:rsid w:val="00E46999"/>
    <w:rsid w:val="00E471A4"/>
    <w:rsid w:val="00E51091"/>
    <w:rsid w:val="00E53108"/>
    <w:rsid w:val="00E5390C"/>
    <w:rsid w:val="00E53CE4"/>
    <w:rsid w:val="00E54CBC"/>
    <w:rsid w:val="00E5606D"/>
    <w:rsid w:val="00E600F0"/>
    <w:rsid w:val="00E60929"/>
    <w:rsid w:val="00E6248D"/>
    <w:rsid w:val="00E6267F"/>
    <w:rsid w:val="00E65204"/>
    <w:rsid w:val="00E65CDE"/>
    <w:rsid w:val="00E67042"/>
    <w:rsid w:val="00E676B2"/>
    <w:rsid w:val="00E67C17"/>
    <w:rsid w:val="00E67F1A"/>
    <w:rsid w:val="00E708BF"/>
    <w:rsid w:val="00E73D4B"/>
    <w:rsid w:val="00E75944"/>
    <w:rsid w:val="00E77788"/>
    <w:rsid w:val="00E77C23"/>
    <w:rsid w:val="00E8069B"/>
    <w:rsid w:val="00E807A9"/>
    <w:rsid w:val="00E80AC4"/>
    <w:rsid w:val="00E81EC2"/>
    <w:rsid w:val="00E84F71"/>
    <w:rsid w:val="00E932A7"/>
    <w:rsid w:val="00E94E39"/>
    <w:rsid w:val="00E966BF"/>
    <w:rsid w:val="00E96AB7"/>
    <w:rsid w:val="00EA00F3"/>
    <w:rsid w:val="00EA14E8"/>
    <w:rsid w:val="00EA25D5"/>
    <w:rsid w:val="00EA2EE9"/>
    <w:rsid w:val="00EA40F2"/>
    <w:rsid w:val="00EA5BE9"/>
    <w:rsid w:val="00EA5C2A"/>
    <w:rsid w:val="00EA5DEE"/>
    <w:rsid w:val="00EA6B78"/>
    <w:rsid w:val="00EA7FF0"/>
    <w:rsid w:val="00EB09D0"/>
    <w:rsid w:val="00EB0EE6"/>
    <w:rsid w:val="00EB26A9"/>
    <w:rsid w:val="00EB44BA"/>
    <w:rsid w:val="00EB5274"/>
    <w:rsid w:val="00EB5826"/>
    <w:rsid w:val="00EB5F0E"/>
    <w:rsid w:val="00EB6B82"/>
    <w:rsid w:val="00EB770D"/>
    <w:rsid w:val="00EC3967"/>
    <w:rsid w:val="00EC5E72"/>
    <w:rsid w:val="00EC7524"/>
    <w:rsid w:val="00ED0876"/>
    <w:rsid w:val="00ED2C98"/>
    <w:rsid w:val="00ED3E71"/>
    <w:rsid w:val="00ED5346"/>
    <w:rsid w:val="00ED5CB4"/>
    <w:rsid w:val="00ED638D"/>
    <w:rsid w:val="00ED7A87"/>
    <w:rsid w:val="00ED7F23"/>
    <w:rsid w:val="00EE289B"/>
    <w:rsid w:val="00EE403C"/>
    <w:rsid w:val="00EE4093"/>
    <w:rsid w:val="00EE5E33"/>
    <w:rsid w:val="00EE5EC6"/>
    <w:rsid w:val="00EE61B5"/>
    <w:rsid w:val="00EE653E"/>
    <w:rsid w:val="00EF27AC"/>
    <w:rsid w:val="00EF5A07"/>
    <w:rsid w:val="00F004BA"/>
    <w:rsid w:val="00F0073D"/>
    <w:rsid w:val="00F00ECC"/>
    <w:rsid w:val="00F01A36"/>
    <w:rsid w:val="00F01AA4"/>
    <w:rsid w:val="00F03005"/>
    <w:rsid w:val="00F03D12"/>
    <w:rsid w:val="00F04F38"/>
    <w:rsid w:val="00F07495"/>
    <w:rsid w:val="00F11D46"/>
    <w:rsid w:val="00F1281F"/>
    <w:rsid w:val="00F130F4"/>
    <w:rsid w:val="00F134EA"/>
    <w:rsid w:val="00F15C70"/>
    <w:rsid w:val="00F17FB8"/>
    <w:rsid w:val="00F20D62"/>
    <w:rsid w:val="00F20EBB"/>
    <w:rsid w:val="00F23492"/>
    <w:rsid w:val="00F24811"/>
    <w:rsid w:val="00F26E70"/>
    <w:rsid w:val="00F30779"/>
    <w:rsid w:val="00F33AC4"/>
    <w:rsid w:val="00F3425D"/>
    <w:rsid w:val="00F3588C"/>
    <w:rsid w:val="00F36DA4"/>
    <w:rsid w:val="00F36F9B"/>
    <w:rsid w:val="00F37D11"/>
    <w:rsid w:val="00F41131"/>
    <w:rsid w:val="00F413AC"/>
    <w:rsid w:val="00F41D90"/>
    <w:rsid w:val="00F42E41"/>
    <w:rsid w:val="00F435BD"/>
    <w:rsid w:val="00F44CAA"/>
    <w:rsid w:val="00F454C2"/>
    <w:rsid w:val="00F45D1A"/>
    <w:rsid w:val="00F46154"/>
    <w:rsid w:val="00F47D59"/>
    <w:rsid w:val="00F51EA7"/>
    <w:rsid w:val="00F5231A"/>
    <w:rsid w:val="00F532F4"/>
    <w:rsid w:val="00F54436"/>
    <w:rsid w:val="00F5784D"/>
    <w:rsid w:val="00F6149B"/>
    <w:rsid w:val="00F61ADD"/>
    <w:rsid w:val="00F63A14"/>
    <w:rsid w:val="00F649F4"/>
    <w:rsid w:val="00F64D2E"/>
    <w:rsid w:val="00F66659"/>
    <w:rsid w:val="00F66708"/>
    <w:rsid w:val="00F66BCF"/>
    <w:rsid w:val="00F67E4B"/>
    <w:rsid w:val="00F71C26"/>
    <w:rsid w:val="00F71E57"/>
    <w:rsid w:val="00F74C9E"/>
    <w:rsid w:val="00F76571"/>
    <w:rsid w:val="00F77059"/>
    <w:rsid w:val="00F7772A"/>
    <w:rsid w:val="00F82034"/>
    <w:rsid w:val="00F825EE"/>
    <w:rsid w:val="00F84526"/>
    <w:rsid w:val="00F84657"/>
    <w:rsid w:val="00F84925"/>
    <w:rsid w:val="00F85BCC"/>
    <w:rsid w:val="00F86385"/>
    <w:rsid w:val="00F866C9"/>
    <w:rsid w:val="00F900CF"/>
    <w:rsid w:val="00F9081C"/>
    <w:rsid w:val="00F90B4C"/>
    <w:rsid w:val="00F90E80"/>
    <w:rsid w:val="00F92774"/>
    <w:rsid w:val="00F93803"/>
    <w:rsid w:val="00F94365"/>
    <w:rsid w:val="00F9773B"/>
    <w:rsid w:val="00FA04AE"/>
    <w:rsid w:val="00FA124A"/>
    <w:rsid w:val="00FA2EE0"/>
    <w:rsid w:val="00FA3F97"/>
    <w:rsid w:val="00FB08EC"/>
    <w:rsid w:val="00FB64BF"/>
    <w:rsid w:val="00FC1A73"/>
    <w:rsid w:val="00FC351A"/>
    <w:rsid w:val="00FC3A21"/>
    <w:rsid w:val="00FC4E16"/>
    <w:rsid w:val="00FC6879"/>
    <w:rsid w:val="00FC6A77"/>
    <w:rsid w:val="00FD2AEB"/>
    <w:rsid w:val="00FD623C"/>
    <w:rsid w:val="00FD70BE"/>
    <w:rsid w:val="00FE001F"/>
    <w:rsid w:val="00FE0426"/>
    <w:rsid w:val="00FE1101"/>
    <w:rsid w:val="00FE18F2"/>
    <w:rsid w:val="00FE193D"/>
    <w:rsid w:val="00FE2EEC"/>
    <w:rsid w:val="00FE58C6"/>
    <w:rsid w:val="00FE58F4"/>
    <w:rsid w:val="00FE7275"/>
    <w:rsid w:val="00FF117D"/>
    <w:rsid w:val="00FF151E"/>
    <w:rsid w:val="00FF1DF5"/>
    <w:rsid w:val="00FF2C04"/>
    <w:rsid w:val="00FF587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lock Tex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DF5"/>
    <w:pPr>
      <w:spacing w:after="200" w:line="276" w:lineRule="auto"/>
    </w:pPr>
    <w:rPr>
      <w:lang w:val="ru-RU" w:eastAsia="en-US"/>
    </w:rPr>
  </w:style>
  <w:style w:type="paragraph" w:styleId="Heading1">
    <w:name w:val="heading 1"/>
    <w:basedOn w:val="Normal"/>
    <w:next w:val="Normal"/>
    <w:link w:val="Heading1Char"/>
    <w:uiPriority w:val="99"/>
    <w:qFormat/>
    <w:rsid w:val="00FF1DF5"/>
    <w:pPr>
      <w:keepNext/>
      <w:keepLines/>
      <w:spacing w:before="480" w:after="0"/>
      <w:outlineLvl w:val="0"/>
    </w:pPr>
    <w:rPr>
      <w:rFonts w:ascii="Cambria" w:eastAsia="Times New Roman" w:hAnsi="Cambria"/>
      <w:b/>
      <w:bCs/>
      <w:color w:val="365F91"/>
      <w:sz w:val="28"/>
      <w:szCs w:val="28"/>
    </w:rPr>
  </w:style>
  <w:style w:type="paragraph" w:styleId="Heading3">
    <w:name w:val="heading 3"/>
    <w:basedOn w:val="Normal"/>
    <w:next w:val="Normal"/>
    <w:link w:val="Heading3Char"/>
    <w:uiPriority w:val="99"/>
    <w:qFormat/>
    <w:rsid w:val="001875A9"/>
    <w:pPr>
      <w:keepNext/>
      <w:spacing w:before="240" w:after="60"/>
      <w:ind w:left="284" w:firstLine="425"/>
      <w:jc w:val="both"/>
      <w:outlineLvl w:val="2"/>
    </w:pPr>
    <w:rPr>
      <w:rFonts w:ascii="Cambria" w:eastAsia="Times New Roman"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1DF5"/>
    <w:rPr>
      <w:rFonts w:ascii="Cambria" w:hAnsi="Cambria" w:cs="Times New Roman"/>
      <w:b/>
      <w:bCs/>
      <w:color w:val="365F91"/>
      <w:sz w:val="28"/>
      <w:szCs w:val="28"/>
    </w:rPr>
  </w:style>
  <w:style w:type="character" w:customStyle="1" w:styleId="Heading3Char">
    <w:name w:val="Heading 3 Char"/>
    <w:basedOn w:val="DefaultParagraphFont"/>
    <w:link w:val="Heading3"/>
    <w:uiPriority w:val="99"/>
    <w:locked/>
    <w:rsid w:val="001875A9"/>
    <w:rPr>
      <w:rFonts w:ascii="Cambria" w:hAnsi="Cambria" w:cs="Times New Roman"/>
      <w:b/>
      <w:bCs/>
      <w:sz w:val="26"/>
      <w:szCs w:val="26"/>
    </w:rPr>
  </w:style>
  <w:style w:type="paragraph" w:styleId="NoSpacing">
    <w:name w:val="No Spacing"/>
    <w:link w:val="NoSpacingChar"/>
    <w:uiPriority w:val="99"/>
    <w:qFormat/>
    <w:rsid w:val="00FF1DF5"/>
    <w:rPr>
      <w:rFonts w:eastAsia="Times New Roman"/>
      <w:lang w:val="ru-RU" w:eastAsia="en-US"/>
    </w:rPr>
  </w:style>
  <w:style w:type="character" w:customStyle="1" w:styleId="NoSpacingChar">
    <w:name w:val="No Spacing Char"/>
    <w:basedOn w:val="DefaultParagraphFont"/>
    <w:link w:val="NoSpacing"/>
    <w:uiPriority w:val="99"/>
    <w:locked/>
    <w:rsid w:val="00FF1DF5"/>
    <w:rPr>
      <w:rFonts w:eastAsia="Times New Roman" w:cs="Times New Roman"/>
      <w:sz w:val="22"/>
      <w:szCs w:val="22"/>
      <w:lang w:val="ru-RU" w:eastAsia="en-US" w:bidi="ar-SA"/>
    </w:rPr>
  </w:style>
  <w:style w:type="paragraph" w:styleId="ListParagraph">
    <w:name w:val="List Paragraph"/>
    <w:basedOn w:val="Normal"/>
    <w:uiPriority w:val="99"/>
    <w:qFormat/>
    <w:rsid w:val="00614791"/>
    <w:pPr>
      <w:ind w:left="720"/>
      <w:contextualSpacing/>
    </w:pPr>
  </w:style>
  <w:style w:type="character" w:styleId="Hyperlink">
    <w:name w:val="Hyperlink"/>
    <w:basedOn w:val="DefaultParagraphFont"/>
    <w:uiPriority w:val="99"/>
    <w:rsid w:val="00614791"/>
    <w:rPr>
      <w:rFonts w:cs="Times New Roman"/>
      <w:color w:val="0000FF"/>
      <w:u w:val="single"/>
    </w:rPr>
  </w:style>
  <w:style w:type="paragraph" w:styleId="BodyTextIndent">
    <w:name w:val="Body Text Indent"/>
    <w:basedOn w:val="Normal"/>
    <w:link w:val="BodyTextIndentChar"/>
    <w:uiPriority w:val="99"/>
    <w:rsid w:val="003D7851"/>
    <w:pPr>
      <w:spacing w:after="120"/>
      <w:ind w:left="283" w:firstLine="425"/>
      <w:jc w:val="both"/>
    </w:pPr>
  </w:style>
  <w:style w:type="character" w:customStyle="1" w:styleId="BodyTextIndentChar">
    <w:name w:val="Body Text Indent Char"/>
    <w:basedOn w:val="DefaultParagraphFont"/>
    <w:link w:val="BodyTextIndent"/>
    <w:uiPriority w:val="99"/>
    <w:locked/>
    <w:rsid w:val="003D7851"/>
    <w:rPr>
      <w:rFonts w:ascii="Calibri" w:eastAsia="Times New Roman" w:hAnsi="Calibri" w:cs="Times New Roman"/>
    </w:rPr>
  </w:style>
  <w:style w:type="paragraph" w:styleId="BodyTextIndent2">
    <w:name w:val="Body Text Indent 2"/>
    <w:basedOn w:val="Normal"/>
    <w:link w:val="BodyTextIndent2Char"/>
    <w:uiPriority w:val="99"/>
    <w:rsid w:val="00CF5BEB"/>
    <w:pPr>
      <w:spacing w:after="120" w:line="480" w:lineRule="auto"/>
      <w:ind w:left="283" w:firstLine="425"/>
      <w:jc w:val="both"/>
    </w:pPr>
  </w:style>
  <w:style w:type="character" w:customStyle="1" w:styleId="BodyTextIndent2Char">
    <w:name w:val="Body Text Indent 2 Char"/>
    <w:basedOn w:val="DefaultParagraphFont"/>
    <w:link w:val="BodyTextIndent2"/>
    <w:uiPriority w:val="99"/>
    <w:locked/>
    <w:rsid w:val="00CF5BEB"/>
    <w:rPr>
      <w:rFonts w:ascii="Calibri" w:eastAsia="Times New Roman" w:hAnsi="Calibri" w:cs="Times New Roman"/>
    </w:rPr>
  </w:style>
  <w:style w:type="paragraph" w:styleId="BlockText">
    <w:name w:val="Block Text"/>
    <w:basedOn w:val="Normal"/>
    <w:uiPriority w:val="99"/>
    <w:rsid w:val="00A042BF"/>
    <w:pPr>
      <w:spacing w:after="0" w:line="240" w:lineRule="auto"/>
      <w:ind w:left="284" w:right="57" w:firstLine="567"/>
      <w:jc w:val="both"/>
    </w:pPr>
    <w:rPr>
      <w:rFonts w:ascii="Times/Kazakh" w:eastAsia="Times New Roman" w:hAnsi="Times/Kazakh"/>
      <w:sz w:val="28"/>
      <w:szCs w:val="20"/>
      <w:lang w:val="en-US" w:eastAsia="ko-KR"/>
    </w:rPr>
  </w:style>
  <w:style w:type="paragraph" w:styleId="BalloonText">
    <w:name w:val="Balloon Text"/>
    <w:basedOn w:val="Normal"/>
    <w:link w:val="BalloonTextChar"/>
    <w:uiPriority w:val="99"/>
    <w:semiHidden/>
    <w:rsid w:val="00CF32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32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545</TotalTime>
  <Pages>7</Pages>
  <Words>7924</Words>
  <Characters>4517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dc:creator>
  <cp:keywords/>
  <dc:description/>
  <cp:lastModifiedBy>Admin</cp:lastModifiedBy>
  <cp:revision>33</cp:revision>
  <dcterms:created xsi:type="dcterms:W3CDTF">2014-04-02T19:01:00Z</dcterms:created>
  <dcterms:modified xsi:type="dcterms:W3CDTF">2014-06-24T07:44:00Z</dcterms:modified>
</cp:coreProperties>
</file>