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5F2" w:rsidRPr="0046295D" w:rsidRDefault="007D65F2" w:rsidP="00B9651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6295D">
        <w:rPr>
          <w:rFonts w:ascii="Times New Roman" w:hAnsi="Times New Roman"/>
          <w:b/>
          <w:sz w:val="28"/>
          <w:szCs w:val="28"/>
          <w:lang w:val="uk-UA"/>
        </w:rPr>
        <w:t xml:space="preserve">Наталія </w:t>
      </w:r>
      <w:bookmarkStart w:id="0" w:name="_GoBack"/>
      <w:bookmarkEnd w:id="0"/>
      <w:r w:rsidRPr="0046295D">
        <w:rPr>
          <w:rFonts w:ascii="Times New Roman" w:hAnsi="Times New Roman"/>
          <w:b/>
          <w:sz w:val="28"/>
          <w:szCs w:val="28"/>
          <w:lang w:val="uk-UA"/>
        </w:rPr>
        <w:t xml:space="preserve">Сулим </w:t>
      </w:r>
    </w:p>
    <w:p w:rsidR="007D65F2" w:rsidRPr="0046295D" w:rsidRDefault="007D65F2" w:rsidP="00B9651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6295D">
        <w:rPr>
          <w:rFonts w:ascii="Times New Roman" w:hAnsi="Times New Roman"/>
          <w:b/>
          <w:sz w:val="28"/>
          <w:szCs w:val="28"/>
          <w:lang w:val="uk-UA"/>
        </w:rPr>
        <w:t>(Львів, Україна)</w:t>
      </w:r>
    </w:p>
    <w:p w:rsidR="007D65F2" w:rsidRDefault="007D65F2" w:rsidP="00B96511">
      <w:pPr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</w:p>
    <w:p w:rsidR="007D65F2" w:rsidRDefault="007D65F2" w:rsidP="00B96511">
      <w:pPr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22235A">
        <w:rPr>
          <w:rFonts w:ascii="Times New Roman" w:hAnsi="Times New Roman"/>
          <w:b/>
          <w:sz w:val="28"/>
          <w:lang w:val="uk-UA"/>
        </w:rPr>
        <w:t>ФОРМУВАННЯ НАВЧАЛЬНО-МЕТОДИЧНИХ КОМПЛЕКСІВ У ПІ</w:t>
      </w:r>
      <w:r>
        <w:rPr>
          <w:rFonts w:ascii="Times New Roman" w:hAnsi="Times New Roman"/>
          <w:b/>
          <w:sz w:val="28"/>
          <w:lang w:val="uk-UA"/>
        </w:rPr>
        <w:t>Д</w:t>
      </w:r>
      <w:r w:rsidRPr="0022235A">
        <w:rPr>
          <w:rFonts w:ascii="Times New Roman" w:hAnsi="Times New Roman"/>
          <w:b/>
          <w:sz w:val="28"/>
          <w:lang w:val="uk-UA"/>
        </w:rPr>
        <w:t>ГОТОВЦІ ВЧИТЕЛІВ ВЕЛИКОБРИТАНІЇ</w:t>
      </w:r>
    </w:p>
    <w:p w:rsidR="007D65F2" w:rsidRDefault="007D65F2" w:rsidP="00B96511">
      <w:pPr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</w:p>
    <w:p w:rsidR="007D65F2" w:rsidRPr="00F84A85" w:rsidRDefault="007D65F2" w:rsidP="00B96511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F84A85">
        <w:rPr>
          <w:sz w:val="28"/>
          <w:szCs w:val="28"/>
          <w:lang w:val="uk-UA"/>
        </w:rPr>
        <w:t xml:space="preserve">Шкільні вчителі, зокрема і вчителі англійської мови – це одна з найбільш масових професійних груп інтелігенції. </w:t>
      </w:r>
      <w:r w:rsidRPr="00F84A85">
        <w:rPr>
          <w:sz w:val="28"/>
          <w:szCs w:val="28"/>
        </w:rPr>
        <w:t>В освітнійсистемі вони мають статус державногослужбовця. Володіючи таким статусом, учитель має право на державне, пенсійне та страховезабезпечення. Учитель покликаний бути професійною, високоморальноюособистістю, компетентним та політичнолояльним.</w:t>
      </w:r>
    </w:p>
    <w:p w:rsidR="007D65F2" w:rsidRPr="00F84A85" w:rsidRDefault="007D65F2" w:rsidP="00B9651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 xml:space="preserve">Професійну підготовку вчителів англійської мови досліджували такі вчені: Абрамова Т. [1], </w:t>
      </w:r>
      <w:r w:rsidRPr="00F84A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Авшенюк Н. М</w:t>
      </w:r>
      <w:r w:rsidRPr="00F84A85">
        <w:rPr>
          <w:rFonts w:ascii="Times New Roman" w:hAnsi="Times New Roman"/>
          <w:sz w:val="28"/>
          <w:szCs w:val="28"/>
          <w:lang w:val="uk-UA"/>
        </w:rPr>
        <w:t>. [2], Білова В. [3] та інші.</w:t>
      </w:r>
    </w:p>
    <w:p w:rsidR="007D65F2" w:rsidRPr="00F84A85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 xml:space="preserve">Усферіпрофесійноїпідготовкимайбутніхучителіванглійськоїмовиіснуєкомплексзавдань, депершочерговезначеннянабуваєзавданняудосконаленнякомплексноїпрофесіоналізації. </w:t>
      </w:r>
    </w:p>
    <w:p w:rsidR="007D65F2" w:rsidRPr="00F84A85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 xml:space="preserve">Процес формування високоякісного спеціаліста є тривалим і складається зрізноманітних видів діяльності. </w:t>
      </w:r>
      <w:r w:rsidRPr="0046295D">
        <w:rPr>
          <w:rFonts w:ascii="Times New Roman" w:hAnsi="Times New Roman"/>
          <w:sz w:val="28"/>
          <w:szCs w:val="28"/>
          <w:lang w:val="uk-UA"/>
        </w:rPr>
        <w:t>Провіднемісце у цьомупроцесіналежитьформуванню у студента, майбутньоговчителя, готовності до професійноїдіяльності.Формування у студентівготовності до професійноїдіяльностівчителяанглійськоїмовипередбачаєвиконанняцілої низки навчальнихзаходів, якідопоможутьмайбутнімфахівцям, а саме[</w:t>
      </w:r>
      <w:r w:rsidRPr="00F84A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Pr="0046295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84A85">
        <w:rPr>
          <w:rFonts w:ascii="Times New Roman" w:hAnsi="Times New Roman"/>
          <w:sz w:val="28"/>
          <w:szCs w:val="28"/>
          <w:lang w:val="en-US"/>
        </w:rPr>
        <w:t>c</w:t>
      </w:r>
      <w:r w:rsidRPr="0046295D">
        <w:rPr>
          <w:rFonts w:ascii="Times New Roman" w:hAnsi="Times New Roman"/>
          <w:sz w:val="28"/>
          <w:szCs w:val="28"/>
          <w:lang w:val="uk-UA"/>
        </w:rPr>
        <w:t>. 143]:</w:t>
      </w:r>
    </w:p>
    <w:p w:rsidR="007D65F2" w:rsidRPr="00F84A85" w:rsidRDefault="007D65F2" w:rsidP="00B965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 xml:space="preserve">надання якісних знань з теоретичнихоснов методики навчання англійської мови; </w:t>
      </w:r>
    </w:p>
    <w:p w:rsidR="007D65F2" w:rsidRPr="00F84A85" w:rsidRDefault="007D65F2" w:rsidP="00B965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 xml:space="preserve">вивчення видів навчальноїдіяльності з формуванням в учнів комунікативної компетенції; </w:t>
      </w:r>
    </w:p>
    <w:p w:rsidR="007D65F2" w:rsidRPr="00F84A85" w:rsidRDefault="007D65F2" w:rsidP="00B965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 xml:space="preserve">навчанняраціонального і ефективного навчального процесу; проведення підготовки доуроку; </w:t>
      </w:r>
    </w:p>
    <w:p w:rsidR="007D65F2" w:rsidRPr="00F84A85" w:rsidRDefault="007D65F2" w:rsidP="00B965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>здійснення контролю рівня сформованості знань, навичок і умінь;</w:t>
      </w:r>
    </w:p>
    <w:p w:rsidR="007D65F2" w:rsidRPr="00F84A85" w:rsidRDefault="007D65F2" w:rsidP="00B965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 xml:space="preserve">навчання добирати засоби навчання; </w:t>
      </w:r>
    </w:p>
    <w:p w:rsidR="007D65F2" w:rsidRPr="00F84A85" w:rsidRDefault="007D65F2" w:rsidP="00B965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>навчання раціонального планування;</w:t>
      </w:r>
    </w:p>
    <w:p w:rsidR="007D65F2" w:rsidRPr="00F84A85" w:rsidRDefault="007D65F2" w:rsidP="00B965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 xml:space="preserve">аналізування чинних підручників з англійської мови як основних засобівнавчання; </w:t>
      </w:r>
    </w:p>
    <w:p w:rsidR="007D65F2" w:rsidRPr="00F84A85" w:rsidRDefault="007D65F2" w:rsidP="00B965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 xml:space="preserve">формування готовності до постійного професійногосамовдосконалення; </w:t>
      </w:r>
    </w:p>
    <w:p w:rsidR="007D65F2" w:rsidRPr="00F84A85" w:rsidRDefault="007D65F2" w:rsidP="00B965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 xml:space="preserve">ознайомлення з основними напрямами розвитку сучасноїпедагогічної науки, методики навчання англійської мови. </w:t>
      </w:r>
    </w:p>
    <w:p w:rsidR="007D65F2" w:rsidRPr="00F84A85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>Система формування методичної компетенції майбутніхучителів англійської мови в Англії та Шотландії має бути реалізована в контекстііншомовної освіти і є обов’язковим компонентом професійної компетенціївчителя англійської мови; сучасний навчальний курс з методики викладанняорієнтований на поліпшення технологій підготовки вчителів-початковців.</w:t>
      </w:r>
    </w:p>
    <w:p w:rsidR="007D65F2" w:rsidRPr="00F84A85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F84A85">
        <w:rPr>
          <w:rFonts w:ascii="Times New Roman" w:eastAsia="TimesNewRoman" w:hAnsi="Times New Roman"/>
          <w:sz w:val="28"/>
          <w:szCs w:val="28"/>
          <w:lang w:val="uk-UA"/>
        </w:rPr>
        <w:t>З урахуванням інтеграційного підходу до процесу підготовки майбутніх вчителів англійської мови навчально-методичний комплекс забезпечення формувався за двома напрямами</w:t>
      </w:r>
      <w:r w:rsidRPr="00F84A85">
        <w:rPr>
          <w:rFonts w:ascii="Times New Roman" w:eastAsia="TimesNewRoman" w:hAnsi="Times New Roman"/>
          <w:sz w:val="28"/>
          <w:szCs w:val="28"/>
        </w:rPr>
        <w:t xml:space="preserve"> [</w:t>
      </w:r>
      <w:r w:rsidRPr="00F84A85">
        <w:rPr>
          <w:rFonts w:ascii="Times New Roman" w:hAnsi="Times New Roman"/>
          <w:color w:val="372209"/>
          <w:sz w:val="28"/>
          <w:szCs w:val="28"/>
          <w:lang w:val="uk-UA"/>
        </w:rPr>
        <w:t>1</w:t>
      </w:r>
      <w:r w:rsidRPr="00F84A85">
        <w:rPr>
          <w:rFonts w:ascii="Times New Roman" w:eastAsia="TimesNewRoman" w:hAnsi="Times New Roman"/>
          <w:sz w:val="28"/>
          <w:szCs w:val="28"/>
        </w:rPr>
        <w:t xml:space="preserve">, </w:t>
      </w:r>
      <w:r w:rsidRPr="00F84A85">
        <w:rPr>
          <w:rFonts w:ascii="Times New Roman" w:eastAsia="TimesNewRoman" w:hAnsi="Times New Roman"/>
          <w:sz w:val="28"/>
          <w:szCs w:val="28"/>
          <w:lang w:val="en-US"/>
        </w:rPr>
        <w:t>c</w:t>
      </w:r>
      <w:r w:rsidRPr="00F84A85">
        <w:rPr>
          <w:rFonts w:ascii="Times New Roman" w:eastAsia="TimesNewRoman" w:hAnsi="Times New Roman"/>
          <w:sz w:val="28"/>
          <w:szCs w:val="28"/>
        </w:rPr>
        <w:t>. 220]</w:t>
      </w:r>
      <w:r w:rsidRPr="00F84A85">
        <w:rPr>
          <w:rFonts w:ascii="Times New Roman" w:eastAsia="TimesNewRoman" w:hAnsi="Times New Roman"/>
          <w:sz w:val="28"/>
          <w:szCs w:val="28"/>
          <w:lang w:val="uk-UA"/>
        </w:rPr>
        <w:t>:</w:t>
      </w:r>
    </w:p>
    <w:p w:rsidR="007D65F2" w:rsidRPr="00F84A85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F84A85">
        <w:rPr>
          <w:rFonts w:ascii="Times New Roman" w:eastAsia="TimesNewRoman" w:hAnsi="Times New Roman"/>
          <w:sz w:val="28"/>
          <w:szCs w:val="28"/>
          <w:lang w:val="uk-UA"/>
        </w:rPr>
        <w:t>1) для формування у майбутніх педагогів фахової мовної комунікативної компетенції;</w:t>
      </w:r>
    </w:p>
    <w:p w:rsidR="007D65F2" w:rsidRPr="00F84A85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</w:rPr>
      </w:pPr>
      <w:r w:rsidRPr="00F84A85">
        <w:rPr>
          <w:rFonts w:ascii="Times New Roman" w:eastAsia="TimesNewRoman" w:hAnsi="Times New Roman"/>
          <w:sz w:val="28"/>
          <w:szCs w:val="28"/>
        </w:rPr>
        <w:t>2) для формування</w:t>
      </w:r>
      <w:r w:rsidRPr="00F84A85">
        <w:rPr>
          <w:rFonts w:ascii="Times New Roman" w:eastAsia="TimesNewRoman" w:hAnsi="Times New Roman"/>
          <w:sz w:val="28"/>
          <w:szCs w:val="28"/>
          <w:lang w:val="uk-UA"/>
        </w:rPr>
        <w:t>навчально</w:t>
      </w:r>
      <w:r w:rsidRPr="00F84A85">
        <w:rPr>
          <w:rFonts w:ascii="Times New Roman" w:eastAsia="TimesNewRoman" w:hAnsi="Times New Roman"/>
          <w:sz w:val="28"/>
          <w:szCs w:val="28"/>
        </w:rPr>
        <w:t>-методичноїкомпетенції та здобуттяпрактичного досвідунавчаннядітей</w:t>
      </w:r>
      <w:r w:rsidRPr="00F84A85">
        <w:rPr>
          <w:rFonts w:ascii="Times New Roman" w:eastAsia="TimesNewRoman" w:hAnsi="Times New Roman"/>
          <w:sz w:val="28"/>
          <w:szCs w:val="28"/>
          <w:lang w:val="uk-UA"/>
        </w:rPr>
        <w:t>різного</w:t>
      </w:r>
      <w:r w:rsidRPr="00F84A85">
        <w:rPr>
          <w:rFonts w:ascii="Times New Roman" w:eastAsia="TimesNewRoman" w:hAnsi="Times New Roman"/>
          <w:sz w:val="28"/>
          <w:szCs w:val="28"/>
        </w:rPr>
        <w:t>віку.</w:t>
      </w:r>
    </w:p>
    <w:p w:rsidR="007D65F2" w:rsidRPr="00F84A85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F84A85">
        <w:rPr>
          <w:rFonts w:ascii="Times New Roman" w:eastAsia="TimesNewRoman" w:hAnsi="Times New Roman"/>
          <w:sz w:val="28"/>
          <w:szCs w:val="28"/>
          <w:lang w:val="uk-UA"/>
        </w:rPr>
        <w:t>В Англії та Шотландії діють</w:t>
      </w:r>
      <w:r w:rsidRPr="00F84A85">
        <w:rPr>
          <w:rFonts w:ascii="Times New Roman" w:eastAsia="TimesNewRoman" w:hAnsi="Times New Roman"/>
          <w:sz w:val="28"/>
          <w:szCs w:val="28"/>
        </w:rPr>
        <w:t>такіпринципипобудови моделей вказанихкомплексів: необхідності; науковості, професійноїспрямованості; системності; модульності; функціональності; достатності, повноти; доступності і посильності; диференціації та інтегративності.</w:t>
      </w:r>
    </w:p>
    <w:p w:rsidR="007D65F2" w:rsidRPr="00F84A85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F84A85">
        <w:rPr>
          <w:rFonts w:ascii="Times New Roman" w:hAnsi="Times New Roman"/>
          <w:sz w:val="28"/>
          <w:szCs w:val="28"/>
          <w:lang w:val="uk-UA"/>
        </w:rPr>
        <w:t xml:space="preserve">Важливим методичним принципом, що лежить в основі навчально-методичних комплексів, є орієнтація на посилення автономії (самостійності) студентів, які виступають в якості активних суб'єктів навчальної діяльності. Це досягається за рахунок чіткого планування та організації аудиторної та самостійної роботи студентів, шляхом використання творчих завдань, визначених форм і методів роботи, а також завдяки докладним методичним рекомендаціям по курсу, методичним вказівкам по самостійній роботі студентів у різних видах і формах самостійної роботи студентів по кожній з іноземних мов, що вивчаються, методичним вказівкам і рекомендаціям з окремих тем, видами та формами завдань. </w:t>
      </w:r>
    </w:p>
    <w:p w:rsidR="007D65F2" w:rsidRPr="0046295D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6295D">
        <w:rPr>
          <w:rFonts w:ascii="Times New Roman" w:eastAsia="TimesNewRoman" w:hAnsi="Times New Roman"/>
          <w:sz w:val="28"/>
          <w:szCs w:val="28"/>
          <w:lang w:val="uk-UA"/>
        </w:rPr>
        <w:t>Моделюючинавчально-методичний комплекс для підготовкивчителяіноземноїмови</w:t>
      </w:r>
      <w:r w:rsidRPr="00F84A85">
        <w:rPr>
          <w:rFonts w:ascii="Times New Roman" w:eastAsia="TimesNewRoman" w:hAnsi="Times New Roman"/>
          <w:sz w:val="28"/>
          <w:szCs w:val="28"/>
          <w:lang w:val="uk-UA"/>
        </w:rPr>
        <w:t>у Англії і Шотландії</w:t>
      </w:r>
      <w:r w:rsidRPr="0046295D">
        <w:rPr>
          <w:rFonts w:ascii="Times New Roman" w:eastAsia="TimesNewRoman" w:hAnsi="Times New Roman"/>
          <w:sz w:val="28"/>
          <w:szCs w:val="28"/>
          <w:lang w:val="uk-UA"/>
        </w:rPr>
        <w:t>керу</w:t>
      </w:r>
      <w:r w:rsidRPr="00F84A85">
        <w:rPr>
          <w:rFonts w:ascii="Times New Roman" w:eastAsia="TimesNewRoman" w:hAnsi="Times New Roman"/>
          <w:sz w:val="28"/>
          <w:szCs w:val="28"/>
          <w:lang w:val="uk-UA"/>
        </w:rPr>
        <w:t>ються</w:t>
      </w:r>
      <w:r w:rsidRPr="0046295D">
        <w:rPr>
          <w:rFonts w:ascii="Times New Roman" w:eastAsia="TimesNewRoman" w:hAnsi="Times New Roman"/>
          <w:sz w:val="28"/>
          <w:szCs w:val="28"/>
          <w:lang w:val="uk-UA"/>
        </w:rPr>
        <w:t>наступними дидактико-методичнимикритеріями [</w:t>
      </w:r>
      <w:r w:rsidRPr="00F84A85">
        <w:rPr>
          <w:rFonts w:ascii="Times New Roman" w:hAnsi="Times New Roman"/>
          <w:color w:val="372209"/>
          <w:sz w:val="28"/>
          <w:szCs w:val="28"/>
          <w:lang w:val="uk-UA"/>
        </w:rPr>
        <w:t>3,</w:t>
      </w:r>
      <w:r w:rsidRPr="00F84A85">
        <w:rPr>
          <w:rFonts w:ascii="Times New Roman" w:eastAsia="TimesNewRoman" w:hAnsi="Times New Roman"/>
          <w:sz w:val="28"/>
          <w:szCs w:val="28"/>
          <w:lang w:val="en-US"/>
        </w:rPr>
        <w:t>c</w:t>
      </w:r>
      <w:r w:rsidRPr="0046295D">
        <w:rPr>
          <w:rFonts w:ascii="Times New Roman" w:eastAsia="TimesNewRoman" w:hAnsi="Times New Roman"/>
          <w:sz w:val="28"/>
          <w:szCs w:val="28"/>
          <w:lang w:val="uk-UA"/>
        </w:rPr>
        <w:t>. 34]:</w:t>
      </w:r>
    </w:p>
    <w:p w:rsidR="007D65F2" w:rsidRPr="0046295D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6295D">
        <w:rPr>
          <w:rFonts w:ascii="Times New Roman" w:eastAsia="TimesNewRoman" w:hAnsi="Times New Roman"/>
          <w:sz w:val="28"/>
          <w:szCs w:val="28"/>
          <w:lang w:val="uk-UA"/>
        </w:rPr>
        <w:t>1) відповідністьцілейпідготовкивчителясоціальномузамовленню, віддзеркаленому у сучаснійпарадигмішкільноїосвіти та парадигміпідготовки</w:t>
      </w:r>
      <w:r w:rsidRPr="00F84A85">
        <w:rPr>
          <w:rFonts w:ascii="Times New Roman" w:eastAsia="TimesNewRoman" w:hAnsi="Times New Roman"/>
          <w:sz w:val="28"/>
          <w:szCs w:val="28"/>
          <w:lang w:val="uk-UA"/>
        </w:rPr>
        <w:t>вчителів англійської мови</w:t>
      </w:r>
      <w:r w:rsidRPr="0046295D">
        <w:rPr>
          <w:rFonts w:ascii="Times New Roman" w:eastAsia="TimesNewRoman" w:hAnsi="Times New Roman"/>
          <w:sz w:val="28"/>
          <w:szCs w:val="28"/>
          <w:lang w:val="uk-UA"/>
        </w:rPr>
        <w:t>;</w:t>
      </w:r>
    </w:p>
    <w:p w:rsidR="007D65F2" w:rsidRPr="0046295D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6295D">
        <w:rPr>
          <w:rFonts w:ascii="Times New Roman" w:eastAsia="TimesNewRoman" w:hAnsi="Times New Roman"/>
          <w:sz w:val="28"/>
          <w:szCs w:val="28"/>
          <w:lang w:val="uk-UA"/>
        </w:rPr>
        <w:t>2) дотриманняобґрунтованих у дослідженні психолого-педагогічної та методичноїконцепційзабезпеченняпідготовкипедагогічнихпрацівниківвумовах кредитно-модульноїорганізаціїнавчальногопроцесу;</w:t>
      </w:r>
    </w:p>
    <w:p w:rsidR="007D65F2" w:rsidRPr="0046295D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6295D">
        <w:rPr>
          <w:rFonts w:ascii="Times New Roman" w:eastAsia="TimesNewRoman" w:hAnsi="Times New Roman"/>
          <w:sz w:val="28"/>
          <w:szCs w:val="28"/>
          <w:lang w:val="uk-UA"/>
        </w:rPr>
        <w:t>3) відображенняповнотивідбору, логічності і наступностівикладузмісту предмета навчанняукомплексінавчальноїдисциплінитайогорозподілах;</w:t>
      </w:r>
    </w:p>
    <w:p w:rsidR="007D65F2" w:rsidRPr="0046295D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6295D">
        <w:rPr>
          <w:rFonts w:ascii="Times New Roman" w:eastAsia="TimesNewRoman" w:hAnsi="Times New Roman"/>
          <w:sz w:val="28"/>
          <w:szCs w:val="28"/>
          <w:lang w:val="uk-UA"/>
        </w:rPr>
        <w:t>4) функціональнедотриманняобґрунтованоїконцепціїпідготовкивчителяіноземноїмовидітейшкільноговіку;</w:t>
      </w:r>
    </w:p>
    <w:p w:rsidR="007D65F2" w:rsidRPr="0046295D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6295D">
        <w:rPr>
          <w:rFonts w:ascii="Times New Roman" w:eastAsia="TimesNewRoman" w:hAnsi="Times New Roman"/>
          <w:sz w:val="28"/>
          <w:szCs w:val="28"/>
          <w:lang w:val="uk-UA"/>
        </w:rPr>
        <w:t>5) дотриманняобґрунтованоїтехнологіїосвітньогопроцесу;</w:t>
      </w:r>
    </w:p>
    <w:p w:rsidR="007D65F2" w:rsidRPr="0046295D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6295D">
        <w:rPr>
          <w:rFonts w:ascii="Times New Roman" w:eastAsia="TimesNewRoman" w:hAnsi="Times New Roman"/>
          <w:sz w:val="28"/>
          <w:szCs w:val="28"/>
          <w:lang w:val="uk-UA"/>
        </w:rPr>
        <w:t>6) інформаційнадостатність для самостійноїнавчальноїдіяльностістудента;</w:t>
      </w:r>
    </w:p>
    <w:p w:rsidR="007D65F2" w:rsidRPr="0046295D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6295D">
        <w:rPr>
          <w:rFonts w:ascii="Times New Roman" w:eastAsia="TimesNewRoman" w:hAnsi="Times New Roman"/>
          <w:sz w:val="28"/>
          <w:szCs w:val="28"/>
          <w:lang w:val="uk-UA"/>
        </w:rPr>
        <w:t>7) оптимальністьструктури та обсягу;</w:t>
      </w:r>
    </w:p>
    <w:p w:rsidR="007D65F2" w:rsidRPr="00F84A85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6295D">
        <w:rPr>
          <w:rFonts w:ascii="Times New Roman" w:eastAsia="TimesNewRoman" w:hAnsi="Times New Roman"/>
          <w:sz w:val="28"/>
          <w:szCs w:val="28"/>
          <w:lang w:val="uk-UA"/>
        </w:rPr>
        <w:t>8) поліграфічнеоформлення і технічневиконаннякомпонентівізурахуваннямпрофілізаціївчителяіноземноїмовидошкільників тапарадигмишкільної освіти;</w:t>
      </w:r>
    </w:p>
    <w:p w:rsidR="007D65F2" w:rsidRPr="00F84A85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F84A85">
        <w:rPr>
          <w:rFonts w:ascii="Times New Roman" w:eastAsia="TimesNewRoman" w:hAnsi="Times New Roman"/>
          <w:sz w:val="28"/>
          <w:szCs w:val="28"/>
          <w:lang w:val="uk-UA"/>
        </w:rPr>
        <w:t>9) забезпечення розвивального середовища підготовки фахівців</w:t>
      </w:r>
    </w:p>
    <w:p w:rsidR="007D65F2" w:rsidRPr="00F84A85" w:rsidRDefault="007D65F2" w:rsidP="00B9651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PalatinoLinotype-Roman" w:hAnsi="Times New Roman"/>
          <w:sz w:val="28"/>
          <w:szCs w:val="28"/>
          <w:lang w:val="uk-UA"/>
        </w:rPr>
      </w:pPr>
      <w:r w:rsidRPr="00F84A85">
        <w:rPr>
          <w:rFonts w:ascii="Times New Roman" w:eastAsia="PalatinoLinotype-Roman" w:hAnsi="Times New Roman"/>
          <w:sz w:val="28"/>
          <w:szCs w:val="28"/>
          <w:lang w:val="uk-UA"/>
        </w:rPr>
        <w:t>Отже, особливості навчально-методичної підготовки майбутніх вчителів англійської мови в Англії та Шотландії полягають у тому, щовони припускають: свободу для університетів у формуванні навчальних планів; особливу увагу до якості підготовки фахівців; необхідність постійного вдосконаленняосвітніх програм з метою підвищення їх якості; стимулювання інновацій в освітніхстандартах.</w:t>
      </w:r>
    </w:p>
    <w:p w:rsidR="007D65F2" w:rsidRPr="0046295D" w:rsidRDefault="007D65F2" w:rsidP="0046295D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Література:</w:t>
      </w:r>
    </w:p>
    <w:p w:rsidR="007D65F2" w:rsidRPr="00F84A85" w:rsidRDefault="007D65F2" w:rsidP="00B96511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F84A85">
        <w:rPr>
          <w:sz w:val="28"/>
          <w:szCs w:val="28"/>
        </w:rPr>
        <w:t>Абрамова Т. Чисто английское образование // Народное образование. – 2007. - № 1. – с.200-204.</w:t>
      </w:r>
    </w:p>
    <w:p w:rsidR="007D65F2" w:rsidRPr="00F84A85" w:rsidRDefault="007D65F2" w:rsidP="00B96511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372209"/>
          <w:sz w:val="28"/>
          <w:szCs w:val="28"/>
          <w:lang w:val="uk-UA"/>
        </w:rPr>
      </w:pPr>
      <w:r w:rsidRPr="00F84A85">
        <w:rPr>
          <w:color w:val="000000"/>
          <w:sz w:val="28"/>
          <w:szCs w:val="28"/>
          <w:shd w:val="clear" w:color="auto" w:fill="FFFFFF"/>
          <w:lang w:val="uk-UA"/>
        </w:rPr>
        <w:t xml:space="preserve">Авшенюк Н.М. Проблеми стандартизації педагогічної освіти у Великій Британії // Неперервна професійна освіта: теорія і практика. </w:t>
      </w:r>
      <w:r w:rsidRPr="00F84A85">
        <w:rPr>
          <w:color w:val="000000"/>
          <w:sz w:val="28"/>
          <w:szCs w:val="28"/>
          <w:shd w:val="clear" w:color="auto" w:fill="FFFFFF"/>
        </w:rPr>
        <w:t>Зб. наук.пр. – У 2-х част. – Ч. 2. – Київ: Видавничий центр НТУ „ХПІ", 2001. – С. 292 – 295.</w:t>
      </w:r>
    </w:p>
    <w:p w:rsidR="007D65F2" w:rsidRPr="00F84A85" w:rsidRDefault="007D65F2" w:rsidP="00B96511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372209"/>
          <w:sz w:val="28"/>
          <w:szCs w:val="28"/>
          <w:lang w:val="uk-UA"/>
        </w:rPr>
      </w:pPr>
      <w:r w:rsidRPr="00F84A85">
        <w:rPr>
          <w:color w:val="372209"/>
          <w:sz w:val="28"/>
          <w:szCs w:val="28"/>
          <w:lang w:val="uk-UA"/>
        </w:rPr>
        <w:t>Білова В. Етапи реформування шкільної освіти Великої Британії (кінець ХІХ та ХХ ст.) // Рідна школа. – 2005. - № 4 (квітень). – с. 78 – 80.</w:t>
      </w:r>
    </w:p>
    <w:p w:rsidR="007D65F2" w:rsidRPr="0046295D" w:rsidRDefault="007D65F2" w:rsidP="00B96511">
      <w:pPr>
        <w:pStyle w:val="NormalWeb"/>
        <w:shd w:val="clear" w:color="auto" w:fill="FFFFFF"/>
        <w:spacing w:before="0" w:beforeAutospacing="0" w:after="0" w:afterAutospacing="0" w:line="360" w:lineRule="auto"/>
        <w:ind w:left="709"/>
        <w:jc w:val="right"/>
        <w:rPr>
          <w:b/>
          <w:sz w:val="28"/>
          <w:szCs w:val="28"/>
        </w:rPr>
      </w:pPr>
      <w:r w:rsidRPr="00F84A85">
        <w:rPr>
          <w:b/>
          <w:sz w:val="28"/>
          <w:szCs w:val="28"/>
          <w:lang w:val="uk-UA"/>
        </w:rPr>
        <w:t xml:space="preserve">Науковий керівник: </w:t>
      </w:r>
    </w:p>
    <w:p w:rsidR="007D65F2" w:rsidRPr="0046295D" w:rsidRDefault="007D65F2" w:rsidP="00B96511">
      <w:pPr>
        <w:pStyle w:val="NormalWeb"/>
        <w:shd w:val="clear" w:color="auto" w:fill="FFFFFF"/>
        <w:spacing w:before="0" w:beforeAutospacing="0" w:after="0" w:afterAutospacing="0" w:line="360" w:lineRule="auto"/>
        <w:ind w:left="709"/>
        <w:jc w:val="right"/>
        <w:rPr>
          <w:sz w:val="28"/>
          <w:szCs w:val="28"/>
        </w:rPr>
      </w:pPr>
      <w:r w:rsidRPr="00F84A85">
        <w:rPr>
          <w:sz w:val="28"/>
          <w:szCs w:val="28"/>
          <w:lang w:val="uk-UA"/>
        </w:rPr>
        <w:t>доктор педагогічних наук, Микитенко Наталія Олександрівна</w:t>
      </w:r>
      <w:r w:rsidRPr="0046295D">
        <w:rPr>
          <w:sz w:val="28"/>
          <w:szCs w:val="28"/>
        </w:rPr>
        <w:t>.</w:t>
      </w:r>
    </w:p>
    <w:p w:rsidR="007D65F2" w:rsidRPr="001A710E" w:rsidRDefault="007D65F2" w:rsidP="00B96511">
      <w:pPr>
        <w:pStyle w:val="NormalWeb"/>
        <w:shd w:val="clear" w:color="auto" w:fill="FFFFFF"/>
        <w:spacing w:before="0" w:beforeAutospacing="0" w:after="0" w:afterAutospacing="0" w:line="360" w:lineRule="auto"/>
        <w:ind w:left="709"/>
        <w:jc w:val="right"/>
        <w:rPr>
          <w:color w:val="372209"/>
          <w:lang w:val="uk-UA"/>
        </w:rPr>
      </w:pPr>
    </w:p>
    <w:sectPr w:rsidR="007D65F2" w:rsidRPr="001A710E" w:rsidSect="00856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Linotype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A24BE"/>
    <w:multiLevelType w:val="hybridMultilevel"/>
    <w:tmpl w:val="6D2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865BFD"/>
    <w:multiLevelType w:val="hybridMultilevel"/>
    <w:tmpl w:val="DC02C4AC"/>
    <w:lvl w:ilvl="0" w:tplc="AB602E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59D46C9"/>
    <w:multiLevelType w:val="hybridMultilevel"/>
    <w:tmpl w:val="093A54FC"/>
    <w:lvl w:ilvl="0" w:tplc="C84C94D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235A"/>
    <w:rsid w:val="0003156E"/>
    <w:rsid w:val="00033CD0"/>
    <w:rsid w:val="001910D1"/>
    <w:rsid w:val="001A710E"/>
    <w:rsid w:val="0022235A"/>
    <w:rsid w:val="002356F6"/>
    <w:rsid w:val="0046295D"/>
    <w:rsid w:val="0049194E"/>
    <w:rsid w:val="00522965"/>
    <w:rsid w:val="006C20CD"/>
    <w:rsid w:val="007D65F2"/>
    <w:rsid w:val="00856A58"/>
    <w:rsid w:val="00902C1D"/>
    <w:rsid w:val="00A772CA"/>
    <w:rsid w:val="00AA2C82"/>
    <w:rsid w:val="00B96511"/>
    <w:rsid w:val="00D40033"/>
    <w:rsid w:val="00DA18F2"/>
    <w:rsid w:val="00E47132"/>
    <w:rsid w:val="00EA406E"/>
    <w:rsid w:val="00F84A85"/>
    <w:rsid w:val="00FA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965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2235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1910D1"/>
    <w:pPr>
      <w:ind w:left="720"/>
      <w:contextualSpacing/>
    </w:pPr>
  </w:style>
  <w:style w:type="paragraph" w:styleId="NormalWeb">
    <w:name w:val="Normal (Web)"/>
    <w:basedOn w:val="Normal"/>
    <w:uiPriority w:val="99"/>
    <w:rsid w:val="00A77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A710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3494</Words>
  <Characters>1992</Characters>
  <Application>Microsoft Office Outlook</Application>
  <DocSecurity>0</DocSecurity>
  <Lines>0</Lines>
  <Paragraphs>0</Paragraphs>
  <ScaleCrop>false</ScaleCrop>
  <Company>office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mir23</dc:creator>
  <cp:keywords/>
  <dc:description/>
  <cp:lastModifiedBy>Admin</cp:lastModifiedBy>
  <cp:revision>8</cp:revision>
  <dcterms:created xsi:type="dcterms:W3CDTF">2013-09-13T14:46:00Z</dcterms:created>
  <dcterms:modified xsi:type="dcterms:W3CDTF">2014-01-21T09:32:00Z</dcterms:modified>
</cp:coreProperties>
</file>