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7A5" w:rsidRPr="00A3496B" w:rsidRDefault="000577A5" w:rsidP="004B1D22">
      <w:pPr>
        <w:spacing w:after="0" w:line="360" w:lineRule="auto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3496B">
        <w:rPr>
          <w:rFonts w:ascii="Times New Roman" w:hAnsi="Times New Roman"/>
          <w:b/>
          <w:bCs/>
          <w:sz w:val="28"/>
          <w:szCs w:val="28"/>
          <w:lang w:val="uk-UA"/>
        </w:rPr>
        <w:t xml:space="preserve">Людмила Туканова </w:t>
      </w:r>
    </w:p>
    <w:p w:rsidR="000577A5" w:rsidRPr="00A3496B" w:rsidRDefault="000577A5" w:rsidP="004B1D22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A3496B">
        <w:rPr>
          <w:rFonts w:ascii="Times New Roman" w:hAnsi="Times New Roman"/>
          <w:b/>
          <w:sz w:val="28"/>
          <w:szCs w:val="28"/>
          <w:lang w:val="uk-UA"/>
        </w:rPr>
        <w:t>(Ізмаїл, Україна</w:t>
      </w:r>
      <w:r w:rsidRPr="00A3496B">
        <w:rPr>
          <w:rFonts w:ascii="Times New Roman" w:hAnsi="Times New Roman"/>
          <w:sz w:val="28"/>
          <w:szCs w:val="28"/>
          <w:lang w:val="uk-UA"/>
        </w:rPr>
        <w:t>)</w:t>
      </w:r>
    </w:p>
    <w:p w:rsidR="000577A5" w:rsidRPr="000A5E57" w:rsidRDefault="000577A5" w:rsidP="00A3496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77A5" w:rsidRDefault="000577A5" w:rsidP="00A3496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635A5"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 xml:space="preserve">ПСИХОЛОГІЧНЕ ЗАБЕЗПЕЧЕННЯ ТА СУПРОВОДЖЕННЯ ДІЯЛЬНОСТІ ПЕРСОНАЛУ </w:t>
      </w:r>
      <w:r w:rsidRPr="005635A5">
        <w:rPr>
          <w:rFonts w:ascii="Times New Roman" w:hAnsi="Times New Roman"/>
          <w:b/>
          <w:sz w:val="28"/>
          <w:szCs w:val="28"/>
        </w:rPr>
        <w:t>ПЕНІТЕНЦІАРНИХ ЗАКЛАДІВ</w:t>
      </w:r>
    </w:p>
    <w:p w:rsidR="000577A5" w:rsidRPr="005635A5" w:rsidRDefault="000577A5" w:rsidP="00E0246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577A5" w:rsidRPr="00664F0F" w:rsidRDefault="000577A5" w:rsidP="006E5353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4F0F">
        <w:rPr>
          <w:rFonts w:ascii="Times New Roman" w:hAnsi="Times New Roman"/>
          <w:sz w:val="28"/>
          <w:szCs w:val="28"/>
          <w:lang w:val="uk-UA"/>
        </w:rPr>
        <w:t>Новітні  пенітенціарні  реформи,  що  відбуваються  в  Україні, мають   передумовою   внутрішньодержавну   політику   в межах соціальної переорієнтації процесу виконання кримінальних  покарань  із  урахуванням  вимог  сьогодення,  а також у межах дотримання міжнародних стандартів, принципів законності, гуманізму, демократизму і справедливості, сучасної світової пенітенціарної доктрини 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664F0F">
        <w:rPr>
          <w:rFonts w:ascii="Times New Roman" w:hAnsi="Times New Roman"/>
          <w:sz w:val="28"/>
          <w:szCs w:val="28"/>
          <w:lang w:val="uk-UA"/>
        </w:rPr>
        <w:t xml:space="preserve">]. </w:t>
      </w:r>
      <w:r w:rsidRPr="00664F0F">
        <w:rPr>
          <w:rFonts w:ascii="Times New Roman" w:hAnsi="Times New Roman"/>
          <w:sz w:val="28"/>
          <w:szCs w:val="28"/>
        </w:rPr>
        <w:t>В  умовах  реформування  та  становлення  пенітенціарної системи   України   особливого   значення   набувають   питання дотримання  в  установах  виконання  покарань  законності  та правопорядку,   забезпечення   належного   рівня   проведення соціально-виховної  та  психологічної  роботи,  що  у  взаємодії спрямовані  на  остаточну  мету  покарання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4F0F">
        <w:rPr>
          <w:rFonts w:ascii="Times New Roman" w:hAnsi="Times New Roman"/>
          <w:sz w:val="28"/>
          <w:szCs w:val="28"/>
        </w:rPr>
        <w:t>виправлення  та ресоціалізацію  засуджених.  Реалізація  вимог,  актуальних  на нинішньому етапі діяльності Державної кримінально</w:t>
      </w:r>
      <w:r w:rsidRPr="00664F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4F0F">
        <w:rPr>
          <w:rFonts w:ascii="Times New Roman" w:hAnsi="Times New Roman"/>
          <w:sz w:val="28"/>
          <w:szCs w:val="28"/>
        </w:rPr>
        <w:t>-</w:t>
      </w:r>
      <w:r w:rsidRPr="00664F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4F0F">
        <w:rPr>
          <w:rFonts w:ascii="Times New Roman" w:hAnsi="Times New Roman"/>
          <w:sz w:val="28"/>
          <w:szCs w:val="28"/>
        </w:rPr>
        <w:t xml:space="preserve">виконавчої служби України (ДКВС), потребує свідомого та відповідального ставлення персоналу до роботи на всіх напрямах, комплексного підходу    до    організації    процесу    відбування    покарання, </w:t>
      </w:r>
      <w:r w:rsidRPr="00664F0F">
        <w:rPr>
          <w:rFonts w:ascii="Times New Roman" w:hAnsi="Times New Roman"/>
          <w:sz w:val="28"/>
          <w:szCs w:val="28"/>
          <w:lang w:val="uk-UA"/>
        </w:rPr>
        <w:t>з</w:t>
      </w:r>
      <w:r w:rsidRPr="00664F0F">
        <w:rPr>
          <w:rFonts w:ascii="Times New Roman" w:hAnsi="Times New Roman"/>
          <w:sz w:val="28"/>
          <w:szCs w:val="28"/>
        </w:rPr>
        <w:t>астосування</w:t>
      </w:r>
      <w:r w:rsidRPr="00664F0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4F0F">
        <w:rPr>
          <w:rFonts w:ascii="Times New Roman" w:hAnsi="Times New Roman"/>
          <w:sz w:val="28"/>
          <w:szCs w:val="28"/>
        </w:rPr>
        <w:t xml:space="preserve">передового    вітчизняного    та    міжнародного </w:t>
      </w:r>
      <w:r w:rsidRPr="006E5353">
        <w:rPr>
          <w:rFonts w:ascii="Times New Roman" w:hAnsi="Times New Roman"/>
          <w:sz w:val="28"/>
          <w:szCs w:val="28"/>
        </w:rPr>
        <w:t>досвіду.</w:t>
      </w:r>
    </w:p>
    <w:p w:rsidR="000577A5" w:rsidRPr="00323E06" w:rsidRDefault="000577A5" w:rsidP="00E0246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23E06">
        <w:rPr>
          <w:rFonts w:ascii="Times New Roman" w:hAnsi="Times New Roman"/>
          <w:sz w:val="28"/>
          <w:szCs w:val="28"/>
          <w:lang w:val="uk-UA"/>
        </w:rPr>
        <w:t>Проблема  профілактики  деструктивних  психічних станів  є  актуальною  для  працівників  Державної  кримінально-виконавчої служби  тому,  що  виконання  службових  функцій  пов’язане  з  високим  рівнем емоційно-стресових навантажень. Діяльність  працівників  установ  виконання  покарань  пов’язана  з  постійним  контактом  із  злочинним  середовищем,  дефіцитом  часу для аналізу обставин та прийняття рішень, відсутністю чітких алгоритмів дій у складних  ситуаціях,  що  досить  часто  ускладнюється  недостатньою психологічною підготовленістю, мінімізованим особистим часом, конфліктними ситуаціями та іншими специфічними особливостями професійної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[1]</w:t>
      </w:r>
      <w:r w:rsidRPr="00323E0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0577A5" w:rsidRDefault="000577A5" w:rsidP="00E0246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23E06">
        <w:rPr>
          <w:rFonts w:ascii="Times New Roman" w:hAnsi="Times New Roman"/>
          <w:sz w:val="28"/>
          <w:szCs w:val="28"/>
          <w:lang w:val="uk-UA"/>
        </w:rPr>
        <w:t>Тривалий  вплив  стресогенних  чинників,  наявність  загрози  для  життя, виникнення  напруги  під  час  спілкування,  підвищеного  рівня  дратівливості, негативізму, підозрілості, зниженої вимогливості до себе, своїх вчинків та дій зумовлюють  труднощі  у  вирішенні  службових  завдань,  відображаються  на успішності професійної діяльності, створюють психоемоційне напруження, яке, в  свою  чергу,  сприяє  формуванню  і  закріпленню  у  працівників  соціально-психологічної  служби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3E06">
        <w:rPr>
          <w:rFonts w:ascii="Times New Roman" w:hAnsi="Times New Roman"/>
          <w:sz w:val="28"/>
          <w:szCs w:val="28"/>
          <w:lang w:val="uk-UA"/>
        </w:rPr>
        <w:t xml:space="preserve">установ  виконання  покарань  почуття незадоволеності  змістом  роботи,  зниженню  мотивації,  виникненню  широкого спектру  деструктивних  психічних  станів,  таких  як:  тривога,  страх,  напруга, </w:t>
      </w:r>
      <w:r>
        <w:rPr>
          <w:rFonts w:ascii="Times New Roman" w:hAnsi="Times New Roman"/>
          <w:sz w:val="28"/>
          <w:szCs w:val="28"/>
          <w:lang w:val="uk-UA"/>
        </w:rPr>
        <w:t xml:space="preserve">фрустрація тощо. </w:t>
      </w:r>
    </w:p>
    <w:p w:rsidR="000577A5" w:rsidRDefault="000577A5" w:rsidP="00E0246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19B8">
        <w:rPr>
          <w:rFonts w:ascii="Times New Roman" w:hAnsi="Times New Roman"/>
          <w:sz w:val="28"/>
          <w:szCs w:val="28"/>
          <w:lang w:val="uk-UA"/>
        </w:rPr>
        <w:t>Вивченню  ролі  психічних  станів  в  контексті  особливостей  професійної діяльності  працівників  правоохоронних  органів,  зокрема,  і  персоналу кримінально-виконавчої  системи,  присвячені  роботи  українських  науковців  та дослідників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E519B8">
        <w:rPr>
          <w:rFonts w:ascii="Times New Roman" w:hAnsi="Times New Roman"/>
          <w:sz w:val="28"/>
          <w:szCs w:val="28"/>
          <w:lang w:val="uk-UA"/>
        </w:rPr>
        <w:t>В.І.  Анушкевич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19B8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В.О. Артем’єв, </w:t>
      </w:r>
      <w:r w:rsidRPr="00E519B8">
        <w:rPr>
          <w:rFonts w:ascii="Times New Roman" w:hAnsi="Times New Roman"/>
          <w:sz w:val="28"/>
          <w:szCs w:val="28"/>
          <w:lang w:val="uk-UA"/>
        </w:rPr>
        <w:t>Н.С. Гук,  І.В.  Жданова</w:t>
      </w:r>
      <w:r>
        <w:rPr>
          <w:rFonts w:ascii="Times New Roman" w:hAnsi="Times New Roman"/>
          <w:sz w:val="28"/>
          <w:szCs w:val="28"/>
          <w:lang w:val="uk-UA"/>
        </w:rPr>
        <w:t xml:space="preserve">, С.О.  Ларіонов, , П.В. Макаренко, </w:t>
      </w:r>
      <w:r w:rsidRPr="00E519B8">
        <w:rPr>
          <w:rFonts w:ascii="Times New Roman" w:hAnsi="Times New Roman"/>
          <w:sz w:val="28"/>
          <w:szCs w:val="28"/>
          <w:lang w:val="uk-UA"/>
        </w:rPr>
        <w:t>В.С. М</w:t>
      </w:r>
      <w:r>
        <w:rPr>
          <w:rFonts w:ascii="Times New Roman" w:hAnsi="Times New Roman"/>
          <w:sz w:val="28"/>
          <w:szCs w:val="28"/>
          <w:lang w:val="uk-UA"/>
        </w:rPr>
        <w:t>едвєдєв</w:t>
      </w:r>
      <w:r w:rsidRPr="00E519B8">
        <w:rPr>
          <w:rFonts w:ascii="Times New Roman" w:hAnsi="Times New Roman"/>
          <w:sz w:val="28"/>
          <w:szCs w:val="28"/>
          <w:lang w:val="uk-UA"/>
        </w:rPr>
        <w:t>, О.В. Тімченко  Т.В. Якимчук</w:t>
      </w:r>
      <w:r>
        <w:rPr>
          <w:rFonts w:ascii="Times New Roman" w:hAnsi="Times New Roman"/>
          <w:sz w:val="28"/>
          <w:szCs w:val="28"/>
          <w:lang w:val="uk-UA"/>
        </w:rPr>
        <w:t xml:space="preserve">). </w:t>
      </w:r>
      <w:r w:rsidRPr="00E519B8">
        <w:rPr>
          <w:rFonts w:ascii="Times New Roman" w:hAnsi="Times New Roman"/>
          <w:sz w:val="28"/>
          <w:szCs w:val="28"/>
          <w:lang w:val="uk-UA"/>
        </w:rPr>
        <w:t xml:space="preserve">Профілактикою  негативних  психічних  станів  працівників  органів внутрішніх  справ  займалися  І.В.  Жданова,  О.А.  Левенець,  Г.О.  Литвинова, Н.Е. Мілорадова,  М.Г. Самойлов.  </w:t>
      </w:r>
    </w:p>
    <w:p w:rsidR="000577A5" w:rsidRPr="00664F0F" w:rsidRDefault="000577A5" w:rsidP="00E0246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4F0F">
        <w:rPr>
          <w:rFonts w:ascii="Times New Roman" w:hAnsi="Times New Roman"/>
          <w:sz w:val="28"/>
          <w:szCs w:val="28"/>
          <w:lang w:val="uk-UA"/>
        </w:rPr>
        <w:t xml:space="preserve">Одним із головних досягнень останніх років щодо реформування психологічної служби є той факт, що у штатний розклад установ виконання покарань і слідчих ізоляторів введена посада психолога із роботи з особовим складом. </w:t>
      </w:r>
      <w:r w:rsidRPr="00757294">
        <w:rPr>
          <w:rFonts w:ascii="Times New Roman" w:hAnsi="Times New Roman"/>
          <w:sz w:val="28"/>
          <w:szCs w:val="28"/>
          <w:lang w:val="uk-UA"/>
        </w:rPr>
        <w:t xml:space="preserve">Це обумовлено тим, що персонал цих установ працює в тяжких умовах із високим ризиком небезпеки, постійно перебуває в стресових ситуаціях, відчуває психоемоційну напругу, підпадає під негативний вплив середовища засуджених, з часом відчуває на собі прояви професійної деформації та психоемоційного вигорання. </w:t>
      </w:r>
      <w:r w:rsidRPr="00664F0F">
        <w:rPr>
          <w:rFonts w:ascii="Times New Roman" w:hAnsi="Times New Roman"/>
          <w:sz w:val="28"/>
          <w:szCs w:val="28"/>
        </w:rPr>
        <w:t xml:space="preserve">Таким чином, особовий склад, який працює з засудженими, потребує психологічної допомоги не менше, ніж самі засуджені. Працівники УВП і СІЗО наділені законодавством держави певними повноваженнями та владою над особами, які відбувають покарання в місцях позбавлення волі, та залежать від їх професійності, людяності, моральних якостей тощо. </w:t>
      </w:r>
      <w:r>
        <w:rPr>
          <w:rFonts w:ascii="Times New Roman" w:hAnsi="Times New Roman"/>
          <w:sz w:val="28"/>
          <w:szCs w:val="28"/>
          <w:lang w:val="uk-UA"/>
        </w:rPr>
        <w:t>Тобто,</w:t>
      </w:r>
      <w:r w:rsidRPr="00664F0F">
        <w:rPr>
          <w:rFonts w:ascii="Times New Roman" w:hAnsi="Times New Roman"/>
          <w:sz w:val="28"/>
          <w:szCs w:val="28"/>
        </w:rPr>
        <w:t xml:space="preserve"> працівники установ виконання покарань і слідчих ізоляторів повинні бути психологічно готовими до роботи з засудженими та мати певні знання, навички й уміння, щоб самостійно запобігати психоемоційному вигоранню та професійній деформації. Цьому буде сприяти, комплексний підхід, а саме, психологічне супроводження та забезпечення процесів виконання покарань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664F0F">
        <w:rPr>
          <w:rFonts w:ascii="Times New Roman" w:hAnsi="Times New Roman"/>
          <w:sz w:val="28"/>
          <w:szCs w:val="28"/>
        </w:rPr>
        <w:t xml:space="preserve"> </w:t>
      </w:r>
    </w:p>
    <w:p w:rsidR="000577A5" w:rsidRDefault="000577A5" w:rsidP="006E535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4F0F">
        <w:rPr>
          <w:rFonts w:ascii="Times New Roman" w:hAnsi="Times New Roman"/>
          <w:sz w:val="28"/>
          <w:szCs w:val="28"/>
          <w:lang w:val="uk-UA"/>
        </w:rPr>
        <w:t xml:space="preserve">Психологічне супроводження та забезпечення процесів виконання покарання – це вид професійної діяльності психолога, спрямований на роботу з особовим складом пенітенціарного закладу, який передбачає комплекс заходів із забезпечення науково-методичними та практичними рекомендаціями щодо роботи з різними категоріями засуджених у межах виконання ними посадових обов’язків і профілактику та попередження негативного впливу специфічних умов праці на психіку персоналу УВП і СІЗО та запобігання проявів професійної деформації та психоемоційного вигорання. </w:t>
      </w:r>
      <w:r>
        <w:rPr>
          <w:rFonts w:ascii="Times New Roman" w:hAnsi="Times New Roman"/>
          <w:sz w:val="28"/>
          <w:szCs w:val="28"/>
          <w:lang w:val="uk-UA"/>
        </w:rPr>
        <w:t>Тобто, ц</w:t>
      </w:r>
      <w:r w:rsidRPr="00664F0F"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й вид діяльності психолога</w:t>
      </w:r>
      <w:r w:rsidRPr="00664F0F">
        <w:rPr>
          <w:rFonts w:ascii="Times New Roman" w:hAnsi="Times New Roman"/>
          <w:sz w:val="28"/>
          <w:szCs w:val="28"/>
          <w:lang w:val="uk-UA"/>
        </w:rPr>
        <w:t xml:space="preserve"> спрямований на попередження негативних наслідків для психіки персоналу особливостей специфічної професійної діяльності у місцях позбавлення волі, професійної деформації, психоемоційного вигорання, посттравматичних станів, проблем особистісного характеру тощо.</w:t>
      </w:r>
    </w:p>
    <w:p w:rsidR="000577A5" w:rsidRDefault="000577A5" w:rsidP="006E535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8493D">
        <w:rPr>
          <w:rFonts w:ascii="Times New Roman" w:hAnsi="Times New Roman"/>
          <w:sz w:val="28"/>
          <w:szCs w:val="28"/>
          <w:lang w:val="uk-UA"/>
        </w:rPr>
        <w:t xml:space="preserve">Встановлено, що професійна діяльність співробітників служби виконання покарань наповнена стрес-чинниками, які обмовлені ризиком небезпеки, раптовості, невизначеності діяльності в умовах екстремальності, а також збільшенням інтенсивності дій в умовах дефіциту часу та з причини особливого психологічного впливу спецконтингенту колонії, як носіїв антисоціальної поведінки. </w:t>
      </w:r>
      <w:r w:rsidRPr="00CD4C63">
        <w:rPr>
          <w:rFonts w:ascii="Times New Roman" w:hAnsi="Times New Roman"/>
          <w:sz w:val="28"/>
          <w:szCs w:val="28"/>
        </w:rPr>
        <w:t xml:space="preserve">Всі вище перераховані чинники визначають специфіку служби виконання покарань, характеризують її як екстремальну і таку, що </w:t>
      </w:r>
      <w:r>
        <w:rPr>
          <w:rFonts w:ascii="Times New Roman" w:hAnsi="Times New Roman"/>
          <w:sz w:val="28"/>
          <w:szCs w:val="28"/>
        </w:rPr>
        <w:t>проходить у небезпечних умовах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CD4C63">
        <w:rPr>
          <w:rFonts w:ascii="Times New Roman" w:hAnsi="Times New Roman"/>
          <w:sz w:val="28"/>
          <w:szCs w:val="28"/>
        </w:rPr>
        <w:t>]. Екстремальний характер служби пов'язаний з постійною готовністю і можливістю використання зброї, що негативно впливає на емоційний стан працівників, психічне та соматичне їх здоров'я, якість соціальної взаємодії і, звісно, їхню психологічну стійкість і успіш</w:t>
      </w:r>
      <w:r>
        <w:rPr>
          <w:rFonts w:ascii="Times New Roman" w:hAnsi="Times New Roman"/>
          <w:sz w:val="28"/>
          <w:szCs w:val="28"/>
        </w:rPr>
        <w:t>ність професійної діяльності</w:t>
      </w:r>
      <w:r w:rsidRPr="00CD4C63">
        <w:rPr>
          <w:rFonts w:ascii="Times New Roman" w:hAnsi="Times New Roman"/>
          <w:sz w:val="28"/>
          <w:szCs w:val="28"/>
        </w:rPr>
        <w:t xml:space="preserve">. Тож особливо важливим є вдосконалення підбору персоналу та його підготовленості, де вирішальну роль відіграють характеристики психологічної стійкості щодо екстремальних умов служби та ймовірного негативного впливу з боку засуджених з причини визнання їх дій та поведінки у категоріях кримінального порушення та антисоціальності. Також у низці наукових робіт зазначається, що екстремальні і особливі умови службової діяльності військових працівників ДКВСУ можуть нести для персоналу ризики психічних функціональних порушень, зниження опірності організму, порушення сну, розвитку патологічних станів, а також формування негативних якостей особистості і зниження ефективності їхньої </w:t>
      </w:r>
      <w:r>
        <w:rPr>
          <w:rFonts w:ascii="Times New Roman" w:hAnsi="Times New Roman"/>
          <w:sz w:val="28"/>
          <w:szCs w:val="28"/>
        </w:rPr>
        <w:t>професійної діяльності 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CD4C63">
        <w:rPr>
          <w:rFonts w:ascii="Times New Roman" w:hAnsi="Times New Roman"/>
          <w:sz w:val="28"/>
          <w:szCs w:val="28"/>
        </w:rPr>
        <w:t xml:space="preserve">]. </w:t>
      </w:r>
    </w:p>
    <w:p w:rsidR="000577A5" w:rsidRDefault="000577A5" w:rsidP="00E0246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02466">
        <w:rPr>
          <w:rFonts w:ascii="Times New Roman" w:hAnsi="Times New Roman"/>
          <w:sz w:val="28"/>
          <w:szCs w:val="28"/>
          <w:lang w:val="uk-UA"/>
        </w:rPr>
        <w:t xml:space="preserve">Працівники органів та установ виконання покарань нерідко перебувають у стані апатії, депресії, вчиняють суїцид, характеризуються агресивною поведінкою, конфліктністю, низьким рівнем толерантності, бажають звільнитись зі служби тощо. </w:t>
      </w:r>
      <w:r w:rsidRPr="00E02466">
        <w:rPr>
          <w:rFonts w:ascii="Times New Roman" w:hAnsi="Times New Roman"/>
          <w:sz w:val="28"/>
          <w:szCs w:val="28"/>
        </w:rPr>
        <w:t xml:space="preserve">Усе це вказує на необхідність здійснення психологічної роботи з працівниками ДКВС України. </w:t>
      </w:r>
    </w:p>
    <w:p w:rsidR="000577A5" w:rsidRDefault="000577A5" w:rsidP="001B0471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1B0471">
        <w:rPr>
          <w:sz w:val="28"/>
          <w:szCs w:val="28"/>
          <w:lang w:val="uk-UA"/>
        </w:rPr>
        <w:t xml:space="preserve">Служба в </w:t>
      </w:r>
      <w:r w:rsidRPr="00987462">
        <w:rPr>
          <w:sz w:val="28"/>
          <w:szCs w:val="28"/>
          <w:lang w:val="uk-UA"/>
        </w:rPr>
        <w:t>ДКВС</w:t>
      </w:r>
      <w:r w:rsidRPr="001B0471">
        <w:rPr>
          <w:sz w:val="28"/>
          <w:szCs w:val="28"/>
          <w:lang w:val="uk-UA"/>
        </w:rPr>
        <w:t xml:space="preserve"> України вимагає від персоналу особливої дисциплінованості, яка нерідко поєднана з небезпекою для життя та здоров’я і багато у чому наближається до військової (вартової) служби. Особливо це стосується тих осіб, які керують кримінально-виконавчим процесом та реалізовують функції служби і близько взаємодіють з ув’язненими, а саме до служби адміністрації та співробітників органів і установ КВС. Служба вимагає точного дотримання розпорядку дня, суворого розподілу між ними обов’язків і точного знання, як слід діяти не лише в повсякденній діяльності, але й у випадку надзвичайних ситуацій. Загальні та конкретні обов’язки кожного співробітника суворо та точно регламентовані окремими посадовими інструкціями [</w:t>
      </w:r>
      <w:r>
        <w:rPr>
          <w:sz w:val="28"/>
          <w:szCs w:val="28"/>
          <w:lang w:val="uk-UA"/>
        </w:rPr>
        <w:t>6</w:t>
      </w:r>
      <w:r w:rsidRPr="001B0471">
        <w:rPr>
          <w:sz w:val="28"/>
          <w:szCs w:val="28"/>
          <w:lang w:val="uk-UA"/>
        </w:rPr>
        <w:t>].</w:t>
      </w:r>
    </w:p>
    <w:p w:rsidR="000577A5" w:rsidRDefault="000577A5" w:rsidP="001B0471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1B0471">
        <w:rPr>
          <w:sz w:val="28"/>
          <w:szCs w:val="28"/>
          <w:lang w:val="uk-UA"/>
        </w:rPr>
        <w:t>До основних вимог, які стосуються успішного виконання професійного обов’язку офіцера-пенітенціарія, належать: здатність до вольових зусиль, відповідальність, спостережливість, наполегливість та ініціативність, самостійність і рішучість під час виконання професійних завдань; здатність до осмислення своїх можливостей забезпечити ефективне виконання завдань в умовах невизначеної та недостатньої інформації, у тому числі й в екстремальних умовах; психологічна готовність працівника до застосування вогнепальної зброї в екстремальних ситуаціях; упевненість у собі, стабільність психічних реакцій, нервово-психічна та стресостійкість, високий ступінь саморегуляції та адаптаційних здібностей [</w:t>
      </w:r>
      <w:r>
        <w:rPr>
          <w:sz w:val="28"/>
          <w:szCs w:val="28"/>
          <w:lang w:val="uk-UA"/>
        </w:rPr>
        <w:t>5</w:t>
      </w:r>
      <w:r w:rsidRPr="001B0471">
        <w:rPr>
          <w:sz w:val="28"/>
          <w:szCs w:val="28"/>
          <w:lang w:val="uk-UA"/>
        </w:rPr>
        <w:t xml:space="preserve">]. </w:t>
      </w:r>
      <w:r w:rsidRPr="00A3496B">
        <w:rPr>
          <w:sz w:val="28"/>
          <w:szCs w:val="28"/>
          <w:lang w:val="ru-RU"/>
        </w:rPr>
        <w:t>Специфіка служби в органах та установах виконання покарань вимагає не лише теоретичних знань, але й належної фізичної та психологічної підготовки.</w:t>
      </w:r>
    </w:p>
    <w:p w:rsidR="000577A5" w:rsidRPr="001B0471" w:rsidRDefault="000577A5" w:rsidP="001B0471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1B0471">
        <w:rPr>
          <w:sz w:val="28"/>
          <w:szCs w:val="28"/>
          <w:lang w:val="uk-UA"/>
        </w:rPr>
        <w:t xml:space="preserve">Отже, проаналізувавши ряд наукових праць можна стверджувати, що професійна діяльність персоналу </w:t>
      </w:r>
      <w:r w:rsidRPr="00987462">
        <w:rPr>
          <w:sz w:val="28"/>
          <w:szCs w:val="28"/>
          <w:lang w:val="uk-UA"/>
        </w:rPr>
        <w:t>ДКВС</w:t>
      </w:r>
      <w:r w:rsidRPr="001B0471">
        <w:rPr>
          <w:sz w:val="28"/>
          <w:szCs w:val="28"/>
          <w:lang w:val="uk-UA"/>
        </w:rPr>
        <w:t xml:space="preserve"> здійснюється в несприятливих, часто екстремальних умовах, наслідком цього можуть стати порушення, які проявляються у вигляді різних деструктивних явищ. З метою своєчасної профілактики деструктивної поведінки співробітників, що виникає в результаті виконання службових обов'язків, психологи установ виконання покарань та слідчих ізоляторів активно виконують профілактичну та просвітницьку функції. </w:t>
      </w:r>
      <w:r>
        <w:rPr>
          <w:sz w:val="28"/>
          <w:szCs w:val="28"/>
          <w:lang w:val="uk-UA"/>
        </w:rPr>
        <w:t>Основними завданнями роботи психолога є: п</w:t>
      </w:r>
      <w:r w:rsidRPr="001B0471">
        <w:rPr>
          <w:sz w:val="28"/>
          <w:szCs w:val="28"/>
          <w:lang w:val="uk-UA"/>
        </w:rPr>
        <w:t xml:space="preserve">оширення психологічних знань серед персоналу установи, підвищення рівня психологічної культури, навчання персоналу психотерапевтичним методам, розробка програм психологічного забезпечення діяльності співробітників різних </w:t>
      </w:r>
      <w:r w:rsidRPr="009950B8">
        <w:rPr>
          <w:sz w:val="28"/>
          <w:szCs w:val="28"/>
          <w:lang w:val="uk-UA"/>
        </w:rPr>
        <w:t>служб та ін.</w:t>
      </w:r>
    </w:p>
    <w:p w:rsidR="000577A5" w:rsidRDefault="000577A5" w:rsidP="00A3496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577A5" w:rsidRPr="00096178" w:rsidRDefault="000577A5" w:rsidP="00A3496B">
      <w:pPr>
        <w:rPr>
          <w:rFonts w:ascii="Times New Roman" w:hAnsi="Times New Roman"/>
          <w:b/>
          <w:sz w:val="28"/>
          <w:szCs w:val="28"/>
          <w:lang w:val="uk-UA"/>
        </w:rPr>
      </w:pPr>
      <w:r w:rsidRPr="00096178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0577A5" w:rsidRDefault="000577A5" w:rsidP="001B0471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B68C2">
        <w:rPr>
          <w:rFonts w:ascii="Times New Roman" w:hAnsi="Times New Roman"/>
          <w:sz w:val="28"/>
          <w:szCs w:val="28"/>
          <w:lang w:val="uk-UA"/>
        </w:rPr>
        <w:t>Кушнірова Т. В. Професійно-психологічна підготовка працівників ДКВС щодо нейтралізації негативних психічних станів та профілактики суїцидальної поведінки</w:t>
      </w:r>
      <w:r>
        <w:rPr>
          <w:rFonts w:ascii="Times New Roman" w:hAnsi="Times New Roman"/>
          <w:sz w:val="28"/>
          <w:szCs w:val="28"/>
          <w:lang w:val="uk-UA"/>
        </w:rPr>
        <w:t xml:space="preserve">.- </w:t>
      </w:r>
      <w:r w:rsidRPr="003B68C2">
        <w:rPr>
          <w:rFonts w:ascii="Times New Roman" w:hAnsi="Times New Roman"/>
          <w:sz w:val="28"/>
          <w:szCs w:val="28"/>
          <w:lang w:val="uk-UA"/>
        </w:rPr>
        <w:t>К.</w:t>
      </w:r>
      <w:r>
        <w:rPr>
          <w:rFonts w:ascii="Times New Roman" w:hAnsi="Times New Roman"/>
          <w:sz w:val="28"/>
          <w:szCs w:val="28"/>
          <w:lang w:val="uk-UA"/>
        </w:rPr>
        <w:t xml:space="preserve">: «МП Леся», 2014. - </w:t>
      </w:r>
      <w:r w:rsidRPr="003B68C2">
        <w:rPr>
          <w:rFonts w:ascii="Times New Roman" w:hAnsi="Times New Roman"/>
          <w:sz w:val="28"/>
          <w:szCs w:val="28"/>
          <w:lang w:val="uk-UA"/>
        </w:rPr>
        <w:t xml:space="preserve">60 с. </w:t>
      </w:r>
    </w:p>
    <w:p w:rsidR="000577A5" w:rsidRDefault="000577A5" w:rsidP="00090927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52C78">
        <w:rPr>
          <w:rFonts w:ascii="Times New Roman" w:hAnsi="Times New Roman"/>
          <w:sz w:val="28"/>
          <w:szCs w:val="28"/>
          <w:lang w:val="uk-UA"/>
        </w:rPr>
        <w:t>Левенець А. Є. Стрес-чинники в діяльності п</w:t>
      </w:r>
      <w:r>
        <w:rPr>
          <w:rFonts w:ascii="Times New Roman" w:hAnsi="Times New Roman"/>
          <w:sz w:val="28"/>
          <w:szCs w:val="28"/>
          <w:lang w:val="uk-UA"/>
        </w:rPr>
        <w:t xml:space="preserve">рацівника пенітенціарної служби // </w:t>
      </w:r>
      <w:r w:rsidRPr="00090927">
        <w:rPr>
          <w:rFonts w:ascii="Times New Roman" w:hAnsi="Times New Roman"/>
          <w:sz w:val="28"/>
          <w:szCs w:val="28"/>
          <w:lang w:val="uk-UA"/>
        </w:rPr>
        <w:t>Сучасна наука – пенітенціарній практиці : матеріали міжнар. наук.-практ. конф. (м. Київ, 24 жовт. 2013 р.) / відп. ред. І. М. Копотун, С. Г. Стеценко.</w:t>
      </w:r>
      <w:r w:rsidRPr="00F676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F676E2">
        <w:rPr>
          <w:rFonts w:ascii="Times New Roman" w:hAnsi="Times New Roman"/>
          <w:sz w:val="28"/>
          <w:szCs w:val="28"/>
          <w:lang w:val="uk-UA"/>
        </w:rPr>
        <w:t>Київ : Ін</w:t>
      </w:r>
      <w:r>
        <w:rPr>
          <w:rFonts w:ascii="Times New Roman" w:hAnsi="Times New Roman"/>
          <w:sz w:val="28"/>
          <w:szCs w:val="28"/>
          <w:lang w:val="uk-UA"/>
        </w:rPr>
        <w:t xml:space="preserve">-т крим.-викон. служби, 2013, </w:t>
      </w:r>
      <w:r w:rsidRPr="00F676E2">
        <w:rPr>
          <w:rFonts w:ascii="Times New Roman" w:hAnsi="Times New Roman"/>
          <w:sz w:val="28"/>
          <w:szCs w:val="28"/>
          <w:lang w:val="uk-UA"/>
        </w:rPr>
        <w:t>С. 307–309.</w:t>
      </w:r>
    </w:p>
    <w:p w:rsidR="000577A5" w:rsidRDefault="000577A5" w:rsidP="00317C38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B68C2">
        <w:rPr>
          <w:rFonts w:ascii="Times New Roman" w:hAnsi="Times New Roman"/>
          <w:sz w:val="28"/>
          <w:szCs w:val="28"/>
          <w:lang w:val="uk-UA"/>
        </w:rPr>
        <w:t>Профілактика  професійної  деформації  персона</w:t>
      </w:r>
      <w:r>
        <w:rPr>
          <w:rFonts w:ascii="Times New Roman" w:hAnsi="Times New Roman"/>
          <w:sz w:val="28"/>
          <w:szCs w:val="28"/>
          <w:lang w:val="uk-UA"/>
        </w:rPr>
        <w:t>лу  установ  виконання покарань</w:t>
      </w:r>
      <w:r w:rsidRPr="003B68C2">
        <w:rPr>
          <w:rFonts w:ascii="Times New Roman" w:hAnsi="Times New Roman"/>
          <w:sz w:val="28"/>
          <w:szCs w:val="28"/>
          <w:lang w:val="uk-UA"/>
        </w:rPr>
        <w:t>: тренінгова програма / [І. В. Пахомов, І. М. Руд</w:t>
      </w:r>
      <w:r>
        <w:rPr>
          <w:rFonts w:ascii="Times New Roman" w:hAnsi="Times New Roman"/>
          <w:sz w:val="28"/>
          <w:szCs w:val="28"/>
          <w:lang w:val="uk-UA"/>
        </w:rPr>
        <w:t>ніцька, В. О. Синєбок та ін.].</w:t>
      </w:r>
      <w:r w:rsidRPr="003B68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3B68C2">
        <w:rPr>
          <w:rFonts w:ascii="Times New Roman" w:hAnsi="Times New Roman"/>
          <w:sz w:val="28"/>
          <w:szCs w:val="28"/>
          <w:lang w:val="uk-UA"/>
        </w:rPr>
        <w:t xml:space="preserve">Біла Церква, 2011. </w:t>
      </w:r>
    </w:p>
    <w:p w:rsidR="000577A5" w:rsidRDefault="000577A5" w:rsidP="003C7FF9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B68C2">
        <w:rPr>
          <w:rFonts w:ascii="Times New Roman" w:hAnsi="Times New Roman"/>
          <w:sz w:val="28"/>
          <w:szCs w:val="28"/>
          <w:lang w:val="uk-UA"/>
        </w:rPr>
        <w:t>Сахнік О. В. Психологічне супроводження професійної діяльності працівників Державної пенітенціарної служби України як ефективний засіб забезпечення їх особистої безпеки та надійності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7FF9">
        <w:rPr>
          <w:rFonts w:ascii="Times New Roman" w:hAnsi="Times New Roman"/>
          <w:sz w:val="28"/>
          <w:szCs w:val="28"/>
          <w:lang w:val="uk-UA"/>
        </w:rPr>
        <w:t xml:space="preserve">// </w:t>
      </w:r>
      <w:r w:rsidRPr="003C7FF9">
        <w:rPr>
          <w:rFonts w:ascii="Times New Roman" w:hAnsi="Times New Roman"/>
          <w:iCs/>
          <w:sz w:val="28"/>
          <w:szCs w:val="28"/>
          <w:lang w:val="uk-UA"/>
        </w:rPr>
        <w:t>Збірник наукових праць Національної академії Державної прикордонної служби України. Серія:</w:t>
      </w:r>
      <w:r w:rsidRPr="003C7F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7FF9">
        <w:rPr>
          <w:rFonts w:ascii="Times New Roman" w:hAnsi="Times New Roman"/>
          <w:iCs/>
          <w:sz w:val="28"/>
          <w:szCs w:val="28"/>
          <w:lang w:val="uk-UA"/>
        </w:rPr>
        <w:t>Педагогічні та психологічні науки,</w:t>
      </w:r>
      <w:r w:rsidRPr="003C7FF9">
        <w:rPr>
          <w:rFonts w:ascii="Times New Roman" w:hAnsi="Times New Roman"/>
          <w:iCs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2015</w:t>
      </w:r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 xml:space="preserve"> № 1 (74)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B68C2">
        <w:rPr>
          <w:rFonts w:ascii="Times New Roman" w:hAnsi="Times New Roman"/>
          <w:sz w:val="28"/>
          <w:szCs w:val="28"/>
        </w:rPr>
        <w:t>С. 496–506.</w:t>
      </w:r>
    </w:p>
    <w:p w:rsidR="000577A5" w:rsidRPr="003C7FF9" w:rsidRDefault="000577A5" w:rsidP="003C7FF9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C7FF9">
        <w:rPr>
          <w:rStyle w:val="personname"/>
          <w:rFonts w:ascii="Times New Roman" w:hAnsi="Times New Roman"/>
          <w:sz w:val="28"/>
          <w:szCs w:val="28"/>
          <w:shd w:val="clear" w:color="auto" w:fill="FFFFFF"/>
          <w:lang w:val="uk-UA"/>
        </w:rPr>
        <w:t>Суліцький В. В.</w:t>
      </w:r>
      <w:r w:rsidRPr="003C7FF9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5" w:history="1">
        <w:r w:rsidRPr="003C7FF9">
          <w:rPr>
            <w:rStyle w:val="Emphasis"/>
            <w:rFonts w:ascii="Times New Roman" w:hAnsi="Times New Roman"/>
            <w:i w:val="0"/>
            <w:sz w:val="28"/>
            <w:szCs w:val="28"/>
            <w:lang w:val="uk-UA"/>
          </w:rPr>
          <w:t>Особливості роботи пенітенціарного психолога з персоналом установи виконання покарань і слідчого ізолятора</w:t>
        </w:r>
      </w:hyperlink>
      <w:r w:rsidRPr="003C7FF9">
        <w:rPr>
          <w:rFonts w:ascii="Times New Roman" w:hAnsi="Times New Roman"/>
          <w:i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 xml:space="preserve">// </w:t>
      </w:r>
      <w:r w:rsidRPr="003C7FF9">
        <w:rPr>
          <w:rFonts w:ascii="Times New Roman" w:hAnsi="Times New Roman"/>
          <w:sz w:val="28"/>
          <w:szCs w:val="28"/>
          <w:shd w:val="clear" w:color="auto" w:fill="FFFFFF"/>
        </w:rPr>
        <w:t>Modern</w:t>
      </w:r>
      <w:r w:rsidRPr="003C7FF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3C7FF9">
        <w:rPr>
          <w:rFonts w:ascii="Times New Roman" w:hAnsi="Times New Roman"/>
          <w:sz w:val="28"/>
          <w:szCs w:val="28"/>
          <w:shd w:val="clear" w:color="auto" w:fill="FFFFFF"/>
        </w:rPr>
        <w:t>problems</w:t>
      </w:r>
      <w:r w:rsidRPr="003C7FF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3C7FF9">
        <w:rPr>
          <w:rFonts w:ascii="Times New Roman" w:hAnsi="Times New Roman"/>
          <w:sz w:val="28"/>
          <w:szCs w:val="28"/>
          <w:shd w:val="clear" w:color="auto" w:fill="FFFFFF"/>
        </w:rPr>
        <w:t>in</w:t>
      </w:r>
      <w:r w:rsidRPr="003C7FF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3C7FF9">
        <w:rPr>
          <w:rFonts w:ascii="Times New Roman" w:hAnsi="Times New Roman"/>
          <w:sz w:val="28"/>
          <w:szCs w:val="28"/>
          <w:shd w:val="clear" w:color="auto" w:fill="FFFFFF"/>
        </w:rPr>
        <w:t>science</w:t>
      </w:r>
      <w:r w:rsidRPr="003C7FF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  <w:r w:rsidRPr="003C7FF9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Proceedings of the </w:t>
      </w:r>
      <w:r w:rsidRPr="003C7FF9">
        <w:rPr>
          <w:rFonts w:ascii="Times New Roman" w:hAnsi="Times New Roman"/>
          <w:sz w:val="28"/>
          <w:szCs w:val="28"/>
          <w:shd w:val="clear" w:color="auto" w:fill="FFFFFF"/>
        </w:rPr>
        <w:t>Х</w:t>
      </w:r>
      <w:r w:rsidRPr="003C7FF9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</w:t>
      </w:r>
      <w:r w:rsidRPr="003C7FF9">
        <w:rPr>
          <w:rFonts w:ascii="Times New Roman" w:hAnsi="Times New Roman"/>
          <w:sz w:val="28"/>
          <w:szCs w:val="28"/>
          <w:shd w:val="clear" w:color="auto" w:fill="FFFFFF"/>
        </w:rPr>
        <w:t>Х</w:t>
      </w:r>
      <w:r w:rsidRPr="003C7FF9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International Scientific and Practical Conference</w:t>
      </w:r>
      <w:r w:rsidRPr="003C7FF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3C7FF9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</w:t>
      </w:r>
      <w:r w:rsidRPr="003C7FF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2022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3C7FF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3C7FF9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3C7FF9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.</w:t>
      </w:r>
      <w:r w:rsidRPr="003C7FF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Pr="003C7FF9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729-733.</w:t>
      </w:r>
    </w:p>
    <w:p w:rsidR="000577A5" w:rsidRDefault="000577A5" w:rsidP="001B0471">
      <w:pPr>
        <w:pStyle w:val="20"/>
        <w:numPr>
          <w:ilvl w:val="0"/>
          <w:numId w:val="2"/>
        </w:numPr>
        <w:shd w:val="clear" w:color="auto" w:fill="auto"/>
        <w:spacing w:before="0" w:line="360" w:lineRule="auto"/>
        <w:jc w:val="both"/>
        <w:rPr>
          <w:lang w:val="uk-UA"/>
        </w:rPr>
      </w:pPr>
      <w:r w:rsidRPr="001B0471">
        <w:rPr>
          <w:lang w:val="uk-UA"/>
        </w:rPr>
        <w:t>Шамрук О. П. Психологічні особливості формування організованості у майбутніх співробітників державної пенітенціарної служби України [Текст] : автореф. дис. ... канд. психол. наук : 19.00.07 / Шамрук Олег Павлович ; Нац. акад. пед. наук України, Ін-т психології ім. Г. С. Костюка. - Київ, 2015. - 20 с.</w:t>
      </w:r>
    </w:p>
    <w:p w:rsidR="000577A5" w:rsidRPr="00096178" w:rsidRDefault="000577A5" w:rsidP="004B1D22">
      <w:pPr>
        <w:pStyle w:val="20"/>
        <w:shd w:val="clear" w:color="auto" w:fill="auto"/>
        <w:spacing w:before="0" w:line="360" w:lineRule="auto"/>
        <w:ind w:firstLine="760"/>
        <w:jc w:val="right"/>
        <w:rPr>
          <w:b/>
          <w:lang w:val="uk-UA"/>
        </w:rPr>
      </w:pPr>
      <w:r w:rsidRPr="00096178">
        <w:rPr>
          <w:b/>
          <w:lang w:val="uk-UA"/>
        </w:rPr>
        <w:t>Науковий керівник:</w:t>
      </w:r>
    </w:p>
    <w:p w:rsidR="000577A5" w:rsidRDefault="000577A5" w:rsidP="004B1D22">
      <w:pPr>
        <w:pStyle w:val="20"/>
        <w:shd w:val="clear" w:color="auto" w:fill="auto"/>
        <w:spacing w:before="0" w:line="360" w:lineRule="auto"/>
        <w:ind w:firstLine="760"/>
        <w:jc w:val="right"/>
        <w:rPr>
          <w:lang w:val="uk-UA"/>
        </w:rPr>
      </w:pPr>
      <w:r>
        <w:rPr>
          <w:lang w:val="uk-UA"/>
        </w:rPr>
        <w:t xml:space="preserve">                  </w:t>
      </w:r>
      <w:r w:rsidRPr="00096178">
        <w:rPr>
          <w:lang w:val="uk-UA"/>
        </w:rPr>
        <w:t>кандидат психологічних наук, доцент, Мазоха Інна Степанівна</w:t>
      </w:r>
      <w:r>
        <w:rPr>
          <w:lang w:val="uk-UA"/>
        </w:rPr>
        <w:t>.</w:t>
      </w:r>
    </w:p>
    <w:p w:rsidR="000577A5" w:rsidRPr="00096178" w:rsidRDefault="000577A5" w:rsidP="004B1D22">
      <w:pPr>
        <w:pStyle w:val="20"/>
        <w:shd w:val="clear" w:color="auto" w:fill="auto"/>
        <w:spacing w:before="0" w:line="360" w:lineRule="auto"/>
        <w:ind w:firstLine="760"/>
        <w:jc w:val="right"/>
        <w:rPr>
          <w:lang w:val="uk-UA"/>
        </w:rPr>
      </w:pPr>
      <w:r w:rsidRPr="00096178">
        <w:rPr>
          <w:lang w:val="uk-UA"/>
        </w:rPr>
        <w:t xml:space="preserve"> </w:t>
      </w:r>
    </w:p>
    <w:sectPr w:rsidR="000577A5" w:rsidRPr="00096178" w:rsidSect="005602E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112C1"/>
    <w:multiLevelType w:val="hybridMultilevel"/>
    <w:tmpl w:val="4A60B198"/>
    <w:lvl w:ilvl="0" w:tplc="FBBAC9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CE0DF9"/>
    <w:multiLevelType w:val="hybridMultilevel"/>
    <w:tmpl w:val="77EAD99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1945D75"/>
    <w:multiLevelType w:val="hybridMultilevel"/>
    <w:tmpl w:val="58A41F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1D22"/>
    <w:rsid w:val="00052C78"/>
    <w:rsid w:val="000577A5"/>
    <w:rsid w:val="00090927"/>
    <w:rsid w:val="00093058"/>
    <w:rsid w:val="00096178"/>
    <w:rsid w:val="000A5E57"/>
    <w:rsid w:val="0018493D"/>
    <w:rsid w:val="001B0471"/>
    <w:rsid w:val="0025021D"/>
    <w:rsid w:val="002E6786"/>
    <w:rsid w:val="00317C38"/>
    <w:rsid w:val="00323E06"/>
    <w:rsid w:val="003B68C2"/>
    <w:rsid w:val="003C7FF9"/>
    <w:rsid w:val="004B1D22"/>
    <w:rsid w:val="005602EA"/>
    <w:rsid w:val="005635A5"/>
    <w:rsid w:val="00664F0F"/>
    <w:rsid w:val="006E5353"/>
    <w:rsid w:val="00757294"/>
    <w:rsid w:val="007C49AC"/>
    <w:rsid w:val="00987462"/>
    <w:rsid w:val="009950B8"/>
    <w:rsid w:val="00A3496B"/>
    <w:rsid w:val="00CD4C63"/>
    <w:rsid w:val="00D000D6"/>
    <w:rsid w:val="00D44D3B"/>
    <w:rsid w:val="00E02466"/>
    <w:rsid w:val="00E519B8"/>
    <w:rsid w:val="00F6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786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1D2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4B1D22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4B1D2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4B1D22"/>
    <w:pPr>
      <w:widowControl w:val="0"/>
      <w:shd w:val="clear" w:color="auto" w:fill="FFFFFF"/>
      <w:spacing w:before="1260" w:after="0" w:line="322" w:lineRule="exact"/>
    </w:pPr>
    <w:rPr>
      <w:rFonts w:ascii="Times New Roman" w:hAnsi="Times New Roman"/>
      <w:sz w:val="28"/>
      <w:szCs w:val="28"/>
    </w:rPr>
  </w:style>
  <w:style w:type="paragraph" w:styleId="NormalWeb">
    <w:name w:val="Normal (Web)"/>
    <w:basedOn w:val="Normal"/>
    <w:link w:val="NormalWebChar"/>
    <w:uiPriority w:val="99"/>
    <w:rsid w:val="004B1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uk-UA"/>
    </w:rPr>
  </w:style>
  <w:style w:type="character" w:customStyle="1" w:styleId="NormalWebChar">
    <w:name w:val="Normal (Web) Char"/>
    <w:link w:val="NormalWeb"/>
    <w:uiPriority w:val="99"/>
    <w:locked/>
    <w:rsid w:val="004B1D22"/>
    <w:rPr>
      <w:rFonts w:ascii="Times New Roman" w:hAnsi="Times New Roman"/>
      <w:sz w:val="24"/>
    </w:rPr>
  </w:style>
  <w:style w:type="character" w:customStyle="1" w:styleId="jlqj4b">
    <w:name w:val="jlqj4b"/>
    <w:basedOn w:val="DefaultParagraphFont"/>
    <w:uiPriority w:val="99"/>
    <w:rsid w:val="004B1D22"/>
    <w:rPr>
      <w:rFonts w:cs="Times New Roman"/>
    </w:rPr>
  </w:style>
  <w:style w:type="character" w:customStyle="1" w:styleId="personname">
    <w:name w:val="person_name"/>
    <w:basedOn w:val="DefaultParagraphFont"/>
    <w:uiPriority w:val="99"/>
    <w:rsid w:val="003C7FF9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3C7FF9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library.kubg.edu.ua/id/eprint/4108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6</Pages>
  <Words>7131</Words>
  <Characters>4066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13</cp:revision>
  <dcterms:created xsi:type="dcterms:W3CDTF">2023-04-18T15:55:00Z</dcterms:created>
  <dcterms:modified xsi:type="dcterms:W3CDTF">2023-04-28T11:59:00Z</dcterms:modified>
</cp:coreProperties>
</file>