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1F0" w:rsidRPr="008E1965" w:rsidRDefault="009161F0" w:rsidP="008E1965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b/>
          <w:sz w:val="28"/>
          <w:szCs w:val="28"/>
          <w:lang w:val="ru-RU"/>
        </w:rPr>
        <w:t>Мырза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бек Дархан, </w:t>
      </w:r>
      <w:r w:rsidRPr="008E19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Гульнара Сейдалиева, </w:t>
      </w:r>
    </w:p>
    <w:p w:rsidR="009161F0" w:rsidRPr="00097CB1" w:rsidRDefault="009161F0" w:rsidP="008E1965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Гаухар Сейдалиева</w:t>
      </w:r>
    </w:p>
    <w:p w:rsidR="009161F0" w:rsidRPr="008E1965" w:rsidRDefault="009161F0" w:rsidP="008E1965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b/>
          <w:sz w:val="28"/>
          <w:szCs w:val="28"/>
          <w:lang w:val="ru-RU"/>
        </w:rPr>
        <w:t>(Алматы, Қазақстан)</w:t>
      </w:r>
    </w:p>
    <w:p w:rsidR="009161F0" w:rsidRPr="008E1965" w:rsidRDefault="009161F0" w:rsidP="00097CB1">
      <w:pPr>
        <w:spacing w:line="36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9161F0" w:rsidRPr="008E1965" w:rsidRDefault="009161F0" w:rsidP="008E196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b/>
          <w:sz w:val="28"/>
          <w:szCs w:val="28"/>
          <w:lang w:val="ru-RU"/>
        </w:rPr>
        <w:t>ИССЛЕДОВАНИЕ И РАЗРАБОТКА ПРОГРАММНОГО ОБЕСПЕЧЕНИЯ ДЛЯ ОБРАБОТКИ ИЗОБРАЖЕНИЙ ЧЕРЕЗ НЕЙРОННЫЕ СЕТИ</w:t>
      </w:r>
    </w:p>
    <w:p w:rsidR="009161F0" w:rsidRPr="008E1965" w:rsidRDefault="009161F0" w:rsidP="008E196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В последние годы наблюдается стремительный рост машинного обучения и искусственного интеллекта. Одной из актуальных областей применения этих технологий является обработка и анализ изображений. Нейросетевые технологии позволяют автоматизировать такие задачи, как классификация, сегментация, детекция объектов и другие. 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>Целью данной статьи является обзор существующих подходов к разработке программного обеспечения для обработки изображений с использованием нейронных сетей, а также описание проведенного нами исследования в данной области.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>Обзор существующих подходов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Одним из наиболее распространенных подходов к разработке систем машинного зрения на основе нейронных сетей является использование готовых библиотек и фреймворков. 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b/>
          <w:bCs/>
          <w:sz w:val="28"/>
          <w:szCs w:val="28"/>
          <w:lang w:val="ru-RU"/>
        </w:rPr>
        <w:t>Keras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- популярная Python-библиотека для разработки и тренировки динамических нейронных сетей.Keras очень хорошо подходит для решения задач обработки и анализа изображений с помощью нейронных сетей.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>Основные его преимущества в этом плане: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>- Встроенная поддержка различных слоев, необходимых при работе с изображениями - сверточных, максимального пулинга, вверх скатывания и др. Это позволяет быстро конструировать модели для классификации и сегментации.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>- Возможность загружать данные изображений в тензорном представлении напрямую из папок, а также применять различные техники дополнения данных во время обучения.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- Интеграция с дополнительными библиотеками, такими как </w:t>
      </w:r>
      <w:r w:rsidRPr="008E1965">
        <w:rPr>
          <w:rFonts w:ascii="Times New Roman" w:hAnsi="Times New Roman" w:cs="Times New Roman"/>
          <w:sz w:val="28"/>
          <w:szCs w:val="28"/>
        </w:rPr>
        <w:t>Open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1965">
        <w:rPr>
          <w:rFonts w:ascii="Times New Roman" w:hAnsi="Times New Roman" w:cs="Times New Roman"/>
          <w:sz w:val="28"/>
          <w:szCs w:val="28"/>
        </w:rPr>
        <w:t>CV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E1965">
        <w:rPr>
          <w:rFonts w:ascii="Times New Roman" w:hAnsi="Times New Roman" w:cs="Times New Roman"/>
          <w:sz w:val="28"/>
          <w:szCs w:val="28"/>
        </w:rPr>
        <w:t>Tensor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1965">
        <w:rPr>
          <w:rFonts w:ascii="Times New Roman" w:hAnsi="Times New Roman" w:cs="Times New Roman"/>
          <w:sz w:val="28"/>
          <w:szCs w:val="28"/>
        </w:rPr>
        <w:t>Flow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, что расширяет функционал. 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- Наличие готовых реализаций популярных моделей для работы с изображениями, таких как </w:t>
      </w:r>
      <w:r w:rsidRPr="008E1965">
        <w:rPr>
          <w:rFonts w:ascii="Times New Roman" w:hAnsi="Times New Roman" w:cs="Times New Roman"/>
          <w:sz w:val="28"/>
          <w:szCs w:val="28"/>
        </w:rPr>
        <w:t>VGG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E1965">
        <w:rPr>
          <w:rFonts w:ascii="Times New Roman" w:hAnsi="Times New Roman" w:cs="Times New Roman"/>
          <w:sz w:val="28"/>
          <w:szCs w:val="28"/>
        </w:rPr>
        <w:t>ResNet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E1965">
        <w:rPr>
          <w:rFonts w:ascii="Times New Roman" w:hAnsi="Times New Roman" w:cs="Times New Roman"/>
          <w:sz w:val="28"/>
          <w:szCs w:val="28"/>
        </w:rPr>
        <w:t>Xception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. Их можно использовать в качестве старта.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- Возможность быстро экспериментировать с различными архитектурами благодаря простоте и интуитивности языка моделирования </w:t>
      </w:r>
      <w:r w:rsidRPr="008E1965">
        <w:rPr>
          <w:rFonts w:ascii="Times New Roman" w:hAnsi="Times New Roman" w:cs="Times New Roman"/>
          <w:sz w:val="28"/>
          <w:szCs w:val="28"/>
        </w:rPr>
        <w:t>Keras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Поскольку </w:t>
      </w:r>
      <w:r w:rsidRPr="008E1965">
        <w:rPr>
          <w:rFonts w:ascii="Times New Roman" w:hAnsi="Times New Roman" w:cs="Times New Roman"/>
          <w:sz w:val="28"/>
          <w:szCs w:val="28"/>
        </w:rPr>
        <w:t>Keras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одной из наиболее популярных библиотек для нейронных сетей на </w:t>
      </w:r>
      <w:r w:rsidRPr="008E1965">
        <w:rPr>
          <w:rFonts w:ascii="Times New Roman" w:hAnsi="Times New Roman" w:cs="Times New Roman"/>
          <w:sz w:val="28"/>
          <w:szCs w:val="28"/>
        </w:rPr>
        <w:t>Python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, мы подробнее рассмотрели ее особенности и преимущества в области обработки изображений.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</w:rPr>
        <w:t>Keras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позволяет удобно конструировать сложные архитектуры сетей для компьютерного зрения благодаря встроенной поддержке различных специализированных слоев: свёрточных, максимального пулинга, увеличения масштаба и других. Это позволяет в кратчайшие сроки начать разработку решений для задач классификации и сегментации изображений.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При работе с данными </w:t>
      </w:r>
      <w:r w:rsidRPr="008E1965">
        <w:rPr>
          <w:rFonts w:ascii="Times New Roman" w:hAnsi="Times New Roman" w:cs="Times New Roman"/>
          <w:sz w:val="28"/>
          <w:szCs w:val="28"/>
        </w:rPr>
        <w:t>Keras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обеспечивает удобный интерфейс, позволяющий загружать большие наборы фотографий сразу в тензорном формате. Кроме того, предоставляет возможности для налету дополнения исходных данных методами искажения, обрезки, вращения. Это позволяет значительно расширить объем тренировочной выборки.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Также библиотека интегрируется с рядом вспомогательных инструментов, таких как </w:t>
      </w:r>
      <w:r w:rsidRPr="008E1965">
        <w:rPr>
          <w:rFonts w:ascii="Times New Roman" w:hAnsi="Times New Roman" w:cs="Times New Roman"/>
          <w:sz w:val="28"/>
          <w:szCs w:val="28"/>
        </w:rPr>
        <w:t>OpenCV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E1965">
        <w:rPr>
          <w:rFonts w:ascii="Times New Roman" w:hAnsi="Times New Roman" w:cs="Times New Roman"/>
          <w:sz w:val="28"/>
          <w:szCs w:val="28"/>
        </w:rPr>
        <w:t>TensorFlow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, что расширяет ее функционал. Кроме того, </w:t>
      </w:r>
      <w:r w:rsidRPr="008E1965">
        <w:rPr>
          <w:rFonts w:ascii="Times New Roman" w:hAnsi="Times New Roman" w:cs="Times New Roman"/>
          <w:sz w:val="28"/>
          <w:szCs w:val="28"/>
        </w:rPr>
        <w:t>Keras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включает готовые реализации популярных архитектур нейронных сетей, таких как </w:t>
      </w:r>
      <w:r w:rsidRPr="008E1965">
        <w:rPr>
          <w:rFonts w:ascii="Times New Roman" w:hAnsi="Times New Roman" w:cs="Times New Roman"/>
          <w:sz w:val="28"/>
          <w:szCs w:val="28"/>
        </w:rPr>
        <w:t>VGG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E1965">
        <w:rPr>
          <w:rFonts w:ascii="Times New Roman" w:hAnsi="Times New Roman" w:cs="Times New Roman"/>
          <w:sz w:val="28"/>
          <w:szCs w:val="28"/>
        </w:rPr>
        <w:t>ResNet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E1965">
        <w:rPr>
          <w:rFonts w:ascii="Times New Roman" w:hAnsi="Times New Roman" w:cs="Times New Roman"/>
          <w:sz w:val="28"/>
          <w:szCs w:val="28"/>
        </w:rPr>
        <w:t>Inception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, что облегчает начало работы.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Все перечисленные функциональные возможности </w:t>
      </w:r>
      <w:r w:rsidRPr="008E1965">
        <w:rPr>
          <w:rFonts w:ascii="Times New Roman" w:hAnsi="Times New Roman" w:cs="Times New Roman"/>
          <w:sz w:val="28"/>
          <w:szCs w:val="28"/>
        </w:rPr>
        <w:t>Keras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, а также его простота и интуитивность, делают эту библиотеку отличным решением для ускоренной разработки систем обработки изображений на основе глубокого обучения.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</w:t>
      </w:r>
      <w:r w:rsidRPr="008E1965">
        <w:rPr>
          <w:rFonts w:ascii="Times New Roman" w:hAnsi="Times New Roman" w:cs="Times New Roman"/>
          <w:sz w:val="28"/>
          <w:szCs w:val="28"/>
        </w:rPr>
        <w:t>Keras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предоставляет удобные средства для построения и тренировки нейронных сетей, необходимых при решении задач компьютерного зрения. Это существенно ускоряет разработку.</w:t>
      </w:r>
    </w:p>
    <w:p w:rsidR="009161F0" w:rsidRPr="008E1965" w:rsidRDefault="009161F0" w:rsidP="008E196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b/>
          <w:sz w:val="28"/>
          <w:szCs w:val="28"/>
        </w:rPr>
        <w:t>Tensor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E1965">
        <w:rPr>
          <w:rFonts w:ascii="Times New Roman" w:hAnsi="Times New Roman" w:cs="Times New Roman"/>
          <w:b/>
          <w:sz w:val="28"/>
          <w:szCs w:val="28"/>
        </w:rPr>
        <w:t>Flow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- библиотека от </w:t>
      </w:r>
      <w:r w:rsidRPr="008E1965">
        <w:rPr>
          <w:rFonts w:ascii="Times New Roman" w:hAnsi="Times New Roman" w:cs="Times New Roman"/>
          <w:sz w:val="28"/>
          <w:szCs w:val="28"/>
        </w:rPr>
        <w:t>Google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для работы с нейронными сетями.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</w:rPr>
        <w:t>Tensor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1965">
        <w:rPr>
          <w:rFonts w:ascii="Times New Roman" w:hAnsi="Times New Roman" w:cs="Times New Roman"/>
          <w:sz w:val="28"/>
          <w:szCs w:val="28"/>
        </w:rPr>
        <w:t>Flow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одной из самых популярных открытых библиотек для построения нейронных сетей, разработанной гигантом </w:t>
      </w:r>
      <w:r w:rsidRPr="008E1965">
        <w:rPr>
          <w:rFonts w:ascii="Times New Roman" w:hAnsi="Times New Roman" w:cs="Times New Roman"/>
          <w:sz w:val="28"/>
          <w:szCs w:val="28"/>
        </w:rPr>
        <w:t>Google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Одним из главных достоинств фреймворка является его выдающаяся эффективность при обучении моделей на видеокартах </w:t>
      </w:r>
      <w:r w:rsidRPr="008E1965">
        <w:rPr>
          <w:rFonts w:ascii="Times New Roman" w:hAnsi="Times New Roman" w:cs="Times New Roman"/>
          <w:sz w:val="28"/>
          <w:szCs w:val="28"/>
        </w:rPr>
        <w:t>GPU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. Благодаря этому </w:t>
      </w:r>
      <w:r w:rsidRPr="008E1965">
        <w:rPr>
          <w:rFonts w:ascii="Times New Roman" w:hAnsi="Times New Roman" w:cs="Times New Roman"/>
          <w:sz w:val="28"/>
          <w:szCs w:val="28"/>
        </w:rPr>
        <w:t>Tensor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1965">
        <w:rPr>
          <w:rFonts w:ascii="Times New Roman" w:hAnsi="Times New Roman" w:cs="Times New Roman"/>
          <w:sz w:val="28"/>
          <w:szCs w:val="28"/>
        </w:rPr>
        <w:t>Flow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способен обрабатывать огромные объемы данных с максимальной скоростью, позволяя достигать наилучших результатов в области глубокого обучения.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Статический граф вычислений в </w:t>
      </w:r>
      <w:r w:rsidRPr="008E1965">
        <w:rPr>
          <w:rFonts w:ascii="Times New Roman" w:hAnsi="Times New Roman" w:cs="Times New Roman"/>
          <w:sz w:val="28"/>
          <w:szCs w:val="28"/>
        </w:rPr>
        <w:t>Tensor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1965">
        <w:rPr>
          <w:rFonts w:ascii="Times New Roman" w:hAnsi="Times New Roman" w:cs="Times New Roman"/>
          <w:sz w:val="28"/>
          <w:szCs w:val="28"/>
        </w:rPr>
        <w:t>Flow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обеспечивает полный контроль хода вычислений и прозрачность каждого этапа. При этом разработаны удобные инструменты визуализации и мониторинга процесса обучения.</w:t>
      </w:r>
    </w:p>
    <w:p w:rsidR="009161F0" w:rsidRPr="008E1965" w:rsidRDefault="009161F0" w:rsidP="00CE08D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Фреймворк включает реализации многих известных архитектур нейронок, от </w:t>
      </w:r>
      <w:r w:rsidRPr="008E1965">
        <w:rPr>
          <w:rFonts w:ascii="Times New Roman" w:hAnsi="Times New Roman" w:cs="Times New Roman"/>
          <w:sz w:val="28"/>
          <w:szCs w:val="28"/>
        </w:rPr>
        <w:t>VGG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8E1965">
        <w:rPr>
          <w:rFonts w:ascii="Times New Roman" w:hAnsi="Times New Roman" w:cs="Times New Roman"/>
          <w:sz w:val="28"/>
          <w:szCs w:val="28"/>
        </w:rPr>
        <w:t>ResNet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до современных </w:t>
      </w:r>
      <w:r w:rsidRPr="008E1965">
        <w:rPr>
          <w:rFonts w:ascii="Times New Roman" w:hAnsi="Times New Roman" w:cs="Times New Roman"/>
          <w:sz w:val="28"/>
          <w:szCs w:val="28"/>
        </w:rPr>
        <w:t>Transformer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. Это позволяет быстро начать работать с готовыми решениями.</w:t>
      </w:r>
    </w:p>
    <w:p w:rsidR="009161F0" w:rsidRPr="008E1965" w:rsidRDefault="009161F0" w:rsidP="00CE08D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</w:rPr>
        <w:t>TensorFlow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плавно интегрируется с популярным </w:t>
      </w:r>
      <w:r w:rsidRPr="008E1965">
        <w:rPr>
          <w:rFonts w:ascii="Times New Roman" w:hAnsi="Times New Roman" w:cs="Times New Roman"/>
          <w:sz w:val="28"/>
          <w:szCs w:val="28"/>
        </w:rPr>
        <w:t>Keras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, обеспечивая удобство построения моделей. При этом поддержка встраиваемых устройств расширяет сферы его применения.</w:t>
      </w:r>
    </w:p>
    <w:p w:rsidR="009161F0" w:rsidRPr="008E1965" w:rsidRDefault="009161F0" w:rsidP="008E196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Всё перечисленное делает </w:t>
      </w:r>
      <w:r w:rsidRPr="008E1965">
        <w:rPr>
          <w:rFonts w:ascii="Times New Roman" w:hAnsi="Times New Roman" w:cs="Times New Roman"/>
          <w:sz w:val="28"/>
          <w:szCs w:val="28"/>
        </w:rPr>
        <w:t>TensorFlow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мощнейшим инструментарием для реализации самых амбициозных проектов в области искусственного интеллекта.</w:t>
      </w:r>
    </w:p>
    <w:p w:rsidR="009161F0" w:rsidRPr="008E1965" w:rsidRDefault="009161F0" w:rsidP="008E196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b/>
          <w:sz w:val="28"/>
          <w:szCs w:val="28"/>
        </w:rPr>
        <w:t>PyTorch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- фреймворк от </w:t>
      </w:r>
      <w:r w:rsidRPr="008E1965">
        <w:rPr>
          <w:rFonts w:ascii="Times New Roman" w:hAnsi="Times New Roman" w:cs="Times New Roman"/>
          <w:sz w:val="28"/>
          <w:szCs w:val="28"/>
        </w:rPr>
        <w:t>Facebook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для глубокого обучения.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</w:rPr>
        <w:t>PyTorch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одна из самых популярных библиотек дейп лернинга, разработанная компанией </w:t>
      </w:r>
      <w:r w:rsidRPr="008E1965">
        <w:rPr>
          <w:rFonts w:ascii="Times New Roman" w:hAnsi="Times New Roman" w:cs="Times New Roman"/>
          <w:sz w:val="28"/>
          <w:szCs w:val="28"/>
        </w:rPr>
        <w:t>Facebook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. Его гибкая и интуитивная система вычислений делает </w:t>
      </w:r>
      <w:r w:rsidRPr="008E1965">
        <w:rPr>
          <w:rFonts w:ascii="Times New Roman" w:hAnsi="Times New Roman" w:cs="Times New Roman"/>
          <w:sz w:val="28"/>
          <w:szCs w:val="28"/>
        </w:rPr>
        <w:t>PyTorch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отличным инструментом для исследований в области нейронных сетей.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Одной из сфер применения фреймворка является обработка изображений. Для этого </w:t>
      </w:r>
      <w:r w:rsidRPr="008E1965">
        <w:rPr>
          <w:rFonts w:ascii="Times New Roman" w:hAnsi="Times New Roman" w:cs="Times New Roman"/>
          <w:sz w:val="28"/>
          <w:szCs w:val="28"/>
        </w:rPr>
        <w:t>PyTorch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предоставляет целый набор мощных инструментов. Его ядро поддерживает сверточные, пулинговые и другие слои, необходимые при работе с визуальными данными. 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Благодаря </w:t>
      </w:r>
      <w:r w:rsidRPr="008E1965">
        <w:rPr>
          <w:rFonts w:ascii="Times New Roman" w:hAnsi="Times New Roman" w:cs="Times New Roman"/>
          <w:sz w:val="28"/>
          <w:szCs w:val="28"/>
        </w:rPr>
        <w:t>PyTorch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, изображения удобно загружать с помощью </w:t>
      </w:r>
      <w:r w:rsidRPr="008E1965">
        <w:rPr>
          <w:rFonts w:ascii="Times New Roman" w:hAnsi="Times New Roman" w:cs="Times New Roman"/>
          <w:sz w:val="28"/>
          <w:szCs w:val="28"/>
        </w:rPr>
        <w:t>pillow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8E1965">
        <w:rPr>
          <w:rFonts w:ascii="Times New Roman" w:hAnsi="Times New Roman" w:cs="Times New Roman"/>
          <w:sz w:val="28"/>
          <w:szCs w:val="28"/>
        </w:rPr>
        <w:t>OpenCV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. При этом высокопроизводительная обработка тензоров </w:t>
      </w:r>
      <w:r w:rsidRPr="008E1965">
        <w:rPr>
          <w:rFonts w:ascii="Times New Roman" w:hAnsi="Times New Roman" w:cs="Times New Roman"/>
          <w:sz w:val="28"/>
          <w:szCs w:val="28"/>
        </w:rPr>
        <w:t>GPU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обеспечивает максимальную скорость обработки. 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Расширяемая архитектура </w:t>
      </w:r>
      <w:r w:rsidRPr="008E1965">
        <w:rPr>
          <w:rFonts w:ascii="Times New Roman" w:hAnsi="Times New Roman" w:cs="Times New Roman"/>
          <w:sz w:val="28"/>
          <w:szCs w:val="28"/>
        </w:rPr>
        <w:t>PyTorch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позволяет создавать новые слои и экспериментировать с различными подходами. А дополнения типа </w:t>
      </w:r>
      <w:r w:rsidRPr="008E1965">
        <w:rPr>
          <w:rFonts w:ascii="Times New Roman" w:hAnsi="Times New Roman" w:cs="Times New Roman"/>
          <w:sz w:val="28"/>
          <w:szCs w:val="28"/>
        </w:rPr>
        <w:t>torchvision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значительно расширяют инструментарий для компьютерного зрения.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Все это делает </w:t>
      </w:r>
      <w:r w:rsidRPr="008E1965">
        <w:rPr>
          <w:rFonts w:ascii="Times New Roman" w:hAnsi="Times New Roman" w:cs="Times New Roman"/>
          <w:sz w:val="28"/>
          <w:szCs w:val="28"/>
        </w:rPr>
        <w:t>PyTorch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мощной площадкой для прототипирования и разработки передовых решений в области обработки изображений на основе </w:t>
      </w:r>
      <w:r w:rsidRPr="008E1965">
        <w:rPr>
          <w:rFonts w:ascii="Times New Roman" w:hAnsi="Times New Roman" w:cs="Times New Roman"/>
          <w:sz w:val="28"/>
          <w:szCs w:val="28"/>
        </w:rPr>
        <w:t>deeplearning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>Данные фреймворки и библиотеки позволяют сосредоточиться на решении задачи, а не на написании базового кода для работы с нейронными сетями.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В рамках данной работы нами был разработан прототип программной системы для классификации и сегментации изображений на основе нейронных сетей. 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Нами была выбрана библиотека </w:t>
      </w:r>
      <w:r w:rsidRPr="008E1965">
        <w:rPr>
          <w:rFonts w:ascii="Times New Roman" w:hAnsi="Times New Roman" w:cs="Times New Roman"/>
          <w:sz w:val="28"/>
          <w:szCs w:val="28"/>
        </w:rPr>
        <w:t>Keras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с фреймворком </w:t>
      </w:r>
      <w:r w:rsidRPr="008E1965">
        <w:rPr>
          <w:rFonts w:ascii="Times New Roman" w:hAnsi="Times New Roman" w:cs="Times New Roman"/>
          <w:sz w:val="28"/>
          <w:szCs w:val="28"/>
        </w:rPr>
        <w:t>TensorFlow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. Для классификации нами была обучена модель </w:t>
      </w:r>
      <w:r w:rsidRPr="008E1965">
        <w:rPr>
          <w:rFonts w:ascii="Times New Roman" w:hAnsi="Times New Roman" w:cs="Times New Roman"/>
          <w:sz w:val="28"/>
          <w:szCs w:val="28"/>
        </w:rPr>
        <w:t>ConvolutionalNeuralNetwork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8E1965">
        <w:rPr>
          <w:rFonts w:ascii="Times New Roman" w:hAnsi="Times New Roman" w:cs="Times New Roman"/>
          <w:sz w:val="28"/>
          <w:szCs w:val="28"/>
        </w:rPr>
        <w:t>CNN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) на базе архитектуры </w:t>
      </w:r>
      <w:r w:rsidRPr="008E1965">
        <w:rPr>
          <w:rFonts w:ascii="Times New Roman" w:hAnsi="Times New Roman" w:cs="Times New Roman"/>
          <w:sz w:val="28"/>
          <w:szCs w:val="28"/>
        </w:rPr>
        <w:t>VGG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16 при помощи набора данных </w:t>
      </w:r>
      <w:r w:rsidRPr="008E1965">
        <w:rPr>
          <w:rFonts w:ascii="Times New Roman" w:hAnsi="Times New Roman" w:cs="Times New Roman"/>
          <w:sz w:val="28"/>
          <w:szCs w:val="28"/>
        </w:rPr>
        <w:t>ImageNet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Для задачи сегментации изображений была разработана полносвязная нейронная сеть с использованием модели </w:t>
      </w:r>
      <w:r w:rsidRPr="008E1965">
        <w:rPr>
          <w:rFonts w:ascii="Times New Roman" w:hAnsi="Times New Roman" w:cs="Times New Roman"/>
          <w:sz w:val="28"/>
          <w:szCs w:val="28"/>
        </w:rPr>
        <w:t>U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8E1965">
        <w:rPr>
          <w:rFonts w:ascii="Times New Roman" w:hAnsi="Times New Roman" w:cs="Times New Roman"/>
          <w:sz w:val="28"/>
          <w:szCs w:val="28"/>
        </w:rPr>
        <w:t>Net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. Обучение производилось на датасете </w:t>
      </w:r>
      <w:r w:rsidRPr="008E1965">
        <w:rPr>
          <w:rFonts w:ascii="Times New Roman" w:hAnsi="Times New Roman" w:cs="Times New Roman"/>
          <w:sz w:val="28"/>
          <w:szCs w:val="28"/>
        </w:rPr>
        <w:t>CamVid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Разработанный прототип включал веб-интерфейс для загрузки изображений и вывода результатов классификации и сегментации. Демонстрация работы прототипа показала его жизнеспособность для решения поставленных задач. </w:t>
      </w:r>
    </w:p>
    <w:p w:rsidR="009161F0" w:rsidRPr="008E1965" w:rsidRDefault="009161F0" w:rsidP="008E1965">
      <w:pPr>
        <w:widowControl w:val="0"/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i/>
          <w:iCs/>
          <w:sz w:val="28"/>
          <w:szCs w:val="28"/>
          <w:lang w:val="ru-RU"/>
        </w:rPr>
        <w:t>Выводы</w:t>
      </w:r>
    </w:p>
    <w:p w:rsidR="009161F0" w:rsidRPr="008E1965" w:rsidRDefault="009161F0" w:rsidP="008E1965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Нами был проведен обзор подходов к разработке систем машинного зрения на основе нейронных сетей. Был разработан прототип системы классификации и сегментации изображений с использованием </w:t>
      </w:r>
      <w:r w:rsidRPr="008E1965">
        <w:rPr>
          <w:rFonts w:ascii="Times New Roman" w:hAnsi="Times New Roman" w:cs="Times New Roman"/>
          <w:sz w:val="28"/>
          <w:szCs w:val="28"/>
        </w:rPr>
        <w:t>Keras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8E1965">
        <w:rPr>
          <w:rFonts w:ascii="Times New Roman" w:hAnsi="Times New Roman" w:cs="Times New Roman"/>
          <w:sz w:val="28"/>
          <w:szCs w:val="28"/>
        </w:rPr>
        <w:t>TensorFlow</w:t>
      </w:r>
      <w:r w:rsidRPr="008E196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161F0" w:rsidRPr="008E1965" w:rsidRDefault="009161F0" w:rsidP="008E19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965">
        <w:rPr>
          <w:rFonts w:ascii="Times New Roman" w:hAnsi="Times New Roman" w:cs="Times New Roman"/>
          <w:sz w:val="28"/>
          <w:szCs w:val="28"/>
          <w:lang w:val="ru-RU"/>
        </w:rPr>
        <w:t>Полученные результаты демонстрируют перспективность применения нейронных сетей для автоматизации задач обработки изображений. В дальнейшем планируется улучшение алгоритмов и расширение функционала разработанного прототипа.</w:t>
      </w:r>
    </w:p>
    <w:p w:rsidR="009161F0" w:rsidRPr="008E1965" w:rsidRDefault="009161F0" w:rsidP="008E196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9161F0" w:rsidRPr="008E1965" w:rsidRDefault="009161F0" w:rsidP="008E1965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E1965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9161F0" w:rsidRPr="00701235" w:rsidRDefault="009161F0" w:rsidP="0070123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235">
        <w:rPr>
          <w:rFonts w:ascii="Times New Roman" w:hAnsi="Times New Roman" w:cs="Times New Roman"/>
          <w:sz w:val="28"/>
          <w:szCs w:val="28"/>
        </w:rPr>
        <w:t>Yoshua Bengio, Ian Goodfellow, Aaron Courville. Deep Learning. MIT Press, 2017.</w:t>
      </w:r>
    </w:p>
    <w:p w:rsidR="009161F0" w:rsidRPr="00BC0614" w:rsidRDefault="009161F0" w:rsidP="0070123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0614">
        <w:rPr>
          <w:rFonts w:ascii="Times New Roman" w:hAnsi="Times New Roman" w:cs="Times New Roman"/>
          <w:sz w:val="28"/>
          <w:szCs w:val="28"/>
          <w:lang w:val="ru-RU"/>
        </w:rPr>
        <w:t xml:space="preserve">Перечень датасетов, встроенных в </w:t>
      </w:r>
      <w:r w:rsidRPr="00701235">
        <w:rPr>
          <w:rFonts w:ascii="Times New Roman" w:hAnsi="Times New Roman" w:cs="Times New Roman"/>
          <w:sz w:val="28"/>
          <w:szCs w:val="28"/>
        </w:rPr>
        <w:t>Keras</w:t>
      </w:r>
      <w:r w:rsidRPr="00BC0614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701235">
        <w:rPr>
          <w:rFonts w:ascii="Times New Roman" w:hAnsi="Times New Roman" w:cs="Times New Roman"/>
          <w:sz w:val="28"/>
          <w:szCs w:val="28"/>
        </w:rPr>
        <w:t>URL</w:t>
      </w:r>
      <w:r w:rsidRPr="00BC061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701235">
        <w:rPr>
          <w:rFonts w:ascii="Times New Roman" w:hAnsi="Times New Roman" w:cs="Times New Roman"/>
          <w:sz w:val="28"/>
          <w:szCs w:val="28"/>
        </w:rPr>
        <w:t>https</w:t>
      </w:r>
      <w:r w:rsidRPr="00BC0614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701235">
        <w:rPr>
          <w:rFonts w:ascii="Times New Roman" w:hAnsi="Times New Roman" w:cs="Times New Roman"/>
          <w:sz w:val="28"/>
          <w:szCs w:val="28"/>
        </w:rPr>
        <w:t>keras</w:t>
      </w:r>
      <w:r w:rsidRPr="00BC061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01235">
        <w:rPr>
          <w:rFonts w:ascii="Times New Roman" w:hAnsi="Times New Roman" w:cs="Times New Roman"/>
          <w:sz w:val="28"/>
          <w:szCs w:val="28"/>
        </w:rPr>
        <w:t>io</w:t>
      </w:r>
      <w:r w:rsidRPr="00BC06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701235">
        <w:rPr>
          <w:rFonts w:ascii="Times New Roman" w:hAnsi="Times New Roman" w:cs="Times New Roman"/>
          <w:sz w:val="28"/>
          <w:szCs w:val="28"/>
        </w:rPr>
        <w:t>api</w:t>
      </w:r>
      <w:r w:rsidRPr="00BC06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701235">
        <w:rPr>
          <w:rFonts w:ascii="Times New Roman" w:hAnsi="Times New Roman" w:cs="Times New Roman"/>
          <w:sz w:val="28"/>
          <w:szCs w:val="28"/>
        </w:rPr>
        <w:t>datasets</w:t>
      </w:r>
      <w:r w:rsidRPr="00BC0614">
        <w:rPr>
          <w:rFonts w:ascii="Times New Roman" w:hAnsi="Times New Roman" w:cs="Times New Roman"/>
          <w:sz w:val="28"/>
          <w:szCs w:val="28"/>
          <w:lang w:val="ru-RU"/>
        </w:rPr>
        <w:t xml:space="preserve">/ (дата обращения 25.03.2022) </w:t>
      </w:r>
    </w:p>
    <w:p w:rsidR="009161F0" w:rsidRPr="00701235" w:rsidRDefault="009161F0" w:rsidP="008E196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9161F0" w:rsidRPr="00BC0614" w:rsidRDefault="009161F0" w:rsidP="008E1965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jdgxs" w:colFirst="0" w:colLast="0"/>
      <w:bookmarkEnd w:id="0"/>
      <w:r w:rsidRPr="00BC0614">
        <w:rPr>
          <w:rFonts w:ascii="Times New Roman" w:hAnsi="Times New Roman" w:cs="Times New Roman"/>
          <w:b/>
          <w:sz w:val="28"/>
          <w:szCs w:val="28"/>
          <w:lang w:val="ru-RU"/>
        </w:rPr>
        <w:t xml:space="preserve">Ғылыми жетекші: </w:t>
      </w:r>
    </w:p>
    <w:p w:rsidR="009161F0" w:rsidRPr="008E1965" w:rsidRDefault="009161F0" w:rsidP="008E1965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E1965">
        <w:rPr>
          <w:rFonts w:ascii="Times New Roman" w:hAnsi="Times New Roman" w:cs="Times New Roman"/>
          <w:b/>
          <w:sz w:val="28"/>
          <w:szCs w:val="28"/>
          <w:lang w:val="ru-RU"/>
        </w:rPr>
        <w:t>Гульнара Сейдалиева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sectPr w:rsidR="009161F0" w:rsidRPr="008E1965" w:rsidSect="008E1965">
      <w:pgSz w:w="11909" w:h="16834"/>
      <w:pgMar w:top="1134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F264E"/>
    <w:multiLevelType w:val="hybridMultilevel"/>
    <w:tmpl w:val="DBB2B74A"/>
    <w:lvl w:ilvl="0" w:tplc="F93E77F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2AEA"/>
    <w:rsid w:val="0003689A"/>
    <w:rsid w:val="00052AEA"/>
    <w:rsid w:val="00097CB1"/>
    <w:rsid w:val="001D1E34"/>
    <w:rsid w:val="002C7A04"/>
    <w:rsid w:val="00661115"/>
    <w:rsid w:val="006B3A8A"/>
    <w:rsid w:val="00701235"/>
    <w:rsid w:val="00855C43"/>
    <w:rsid w:val="008E1965"/>
    <w:rsid w:val="009161F0"/>
    <w:rsid w:val="00A41DF0"/>
    <w:rsid w:val="00BC0614"/>
    <w:rsid w:val="00CE0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A04"/>
    <w:pPr>
      <w:spacing w:line="276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7A0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7A0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7A0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7A0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7A04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7A0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C32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3C32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3C32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3C32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3C32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3C32"/>
    <w:rPr>
      <w:rFonts w:asciiTheme="minorHAnsi" w:eastAsiaTheme="minorEastAsia" w:hAnsiTheme="minorHAnsi" w:cstheme="minorBidi"/>
      <w:b/>
      <w:bCs/>
      <w:lang w:val="en-GB"/>
    </w:rPr>
  </w:style>
  <w:style w:type="table" w:customStyle="1" w:styleId="TableNormal1">
    <w:name w:val="Table Normal1"/>
    <w:uiPriority w:val="99"/>
    <w:rsid w:val="002C7A04"/>
    <w:pPr>
      <w:spacing w:line="276" w:lineRule="auto"/>
    </w:pPr>
    <w:rPr>
      <w:lang w:val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2C7A04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3C32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Subtitle">
    <w:name w:val="Subtitle"/>
    <w:basedOn w:val="Normal"/>
    <w:next w:val="Normal"/>
    <w:link w:val="SubtitleChar"/>
    <w:uiPriority w:val="99"/>
    <w:qFormat/>
    <w:rsid w:val="002C7A04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EC3C32"/>
    <w:rPr>
      <w:rFonts w:asciiTheme="majorHAnsi" w:eastAsiaTheme="majorEastAsia" w:hAnsiTheme="majorHAnsi" w:cstheme="majorBidi"/>
      <w:sz w:val="24"/>
      <w:szCs w:val="24"/>
      <w:lang w:val="en-GB"/>
    </w:rPr>
  </w:style>
  <w:style w:type="paragraph" w:styleId="ListParagraph">
    <w:name w:val="List Paragraph"/>
    <w:basedOn w:val="Normal"/>
    <w:uiPriority w:val="99"/>
    <w:qFormat/>
    <w:rsid w:val="00701235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70123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31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5</Pages>
  <Words>4549</Words>
  <Characters>2593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10</cp:revision>
  <dcterms:created xsi:type="dcterms:W3CDTF">2023-12-27T19:07:00Z</dcterms:created>
  <dcterms:modified xsi:type="dcterms:W3CDTF">2023-12-30T12:06:00Z</dcterms:modified>
</cp:coreProperties>
</file>