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11" w:rsidRPr="002D273F" w:rsidRDefault="00B51B11" w:rsidP="00121A0F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2D273F">
        <w:rPr>
          <w:rFonts w:ascii="Times New Roman" w:hAnsi="Times New Roman"/>
          <w:b/>
          <w:sz w:val="28"/>
          <w:szCs w:val="28"/>
        </w:rPr>
        <w:t>Наталія Винницька,  Людмила Труш</w:t>
      </w:r>
    </w:p>
    <w:p w:rsidR="00B51B11" w:rsidRPr="002D273F" w:rsidRDefault="00B51B11" w:rsidP="00121A0F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2D273F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B51B11" w:rsidRPr="00121A0F" w:rsidRDefault="00B51B11" w:rsidP="00121A0F">
      <w:pPr>
        <w:spacing w:after="0" w:line="360" w:lineRule="auto"/>
        <w:ind w:firstLine="567"/>
        <w:jc w:val="right"/>
        <w:rPr>
          <w:rFonts w:ascii="Times New Roman" w:hAnsi="Times New Roman"/>
          <w:i/>
          <w:sz w:val="28"/>
          <w:szCs w:val="28"/>
        </w:rPr>
      </w:pPr>
    </w:p>
    <w:p w:rsidR="00B51B11" w:rsidRDefault="00B51B11" w:rsidP="004219EF">
      <w:pPr>
        <w:spacing w:after="0" w:line="360" w:lineRule="auto"/>
        <w:jc w:val="center"/>
        <w:rPr>
          <w:rFonts w:ascii="Times New Roman" w:hAnsi="Times New Roman"/>
          <w:b/>
          <w:sz w:val="32"/>
        </w:rPr>
      </w:pPr>
      <w:r w:rsidRPr="004219EF">
        <w:rPr>
          <w:rFonts w:ascii="Times New Roman" w:hAnsi="Times New Roman"/>
          <w:b/>
          <w:sz w:val="32"/>
        </w:rPr>
        <w:t>ЗАСТ</w:t>
      </w:r>
      <w:r>
        <w:rPr>
          <w:rFonts w:ascii="Times New Roman" w:hAnsi="Times New Roman"/>
          <w:b/>
          <w:sz w:val="32"/>
        </w:rPr>
        <w:t>ОСУВАННЯ ІНТЕРАКТИВНИХ ЗАВДАНЬ НА</w:t>
      </w:r>
      <w:r w:rsidRPr="004219EF">
        <w:rPr>
          <w:rFonts w:ascii="Times New Roman" w:hAnsi="Times New Roman"/>
          <w:b/>
          <w:sz w:val="32"/>
        </w:rPr>
        <w:t xml:space="preserve"> УРОКАХ ІНФОРМАТИКИ ДЛЯ ОРГАНІЗАЦІЇ САМОСТІЙНОЇ РОБОТИ У ПОЧАТКОВІЙ ШКОЛІ  </w:t>
      </w:r>
    </w:p>
    <w:p w:rsidR="00B51B11" w:rsidRPr="004219EF" w:rsidRDefault="00B51B11" w:rsidP="004219E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1B11" w:rsidRPr="00EE1385" w:rsidRDefault="00B51B11" w:rsidP="00EE13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1385">
        <w:rPr>
          <w:rFonts w:ascii="Times New Roman" w:hAnsi="Times New Roman"/>
          <w:sz w:val="28"/>
          <w:szCs w:val="28"/>
        </w:rPr>
        <w:t xml:space="preserve">В даний час суспільство поступово переходить на новий етап розвитку </w:t>
      </w:r>
      <w:r>
        <w:rPr>
          <w:rFonts w:ascii="Times New Roman" w:hAnsi="Times New Roman"/>
          <w:sz w:val="28"/>
          <w:szCs w:val="28"/>
        </w:rPr>
        <w:t>–</w:t>
      </w:r>
      <w:r w:rsidRPr="00EE1385">
        <w:rPr>
          <w:rFonts w:ascii="Times New Roman" w:hAnsi="Times New Roman"/>
          <w:sz w:val="28"/>
          <w:szCs w:val="28"/>
        </w:rPr>
        <w:t xml:space="preserve"> інформаційний. Процес інформатизації суспільства, який передбачає використання інформаційно-комунікаційних технологій у всіх сферах науки і виробництва, впливає і на освіту на всіх її рівнях. Інформатизація освіти – це процес забезпечення освітньої галузі методологією та практикою розробки та оптимального використання сучасних засобів ІКТ, орієнтованих на реалізацію психолого-педагогічни</w:t>
      </w:r>
      <w:r>
        <w:rPr>
          <w:rFonts w:ascii="Times New Roman" w:hAnsi="Times New Roman"/>
          <w:sz w:val="28"/>
          <w:szCs w:val="28"/>
        </w:rPr>
        <w:t>х цілей навчання та виховання [2</w:t>
      </w:r>
      <w:r w:rsidRPr="00EE1385">
        <w:rPr>
          <w:rFonts w:ascii="Times New Roman" w:hAnsi="Times New Roman"/>
          <w:sz w:val="28"/>
          <w:szCs w:val="28"/>
        </w:rPr>
        <w:t>].</w:t>
      </w:r>
    </w:p>
    <w:p w:rsidR="00B51B11" w:rsidRPr="00EE1385" w:rsidRDefault="00B51B11" w:rsidP="00EE13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1385">
        <w:rPr>
          <w:rFonts w:ascii="Times New Roman" w:hAnsi="Times New Roman"/>
          <w:sz w:val="28"/>
          <w:szCs w:val="28"/>
        </w:rPr>
        <w:t>Одним із найважливіших напрямів цифрової трансформації країни має стати освітня галузь, яка в умовах глобальних інформаційних викликів та вимог сучасного суспільства стикається з серйозними проблемами, що впливають на загальні показни</w:t>
      </w:r>
      <w:r>
        <w:rPr>
          <w:rFonts w:ascii="Times New Roman" w:hAnsi="Times New Roman"/>
          <w:sz w:val="28"/>
          <w:szCs w:val="28"/>
        </w:rPr>
        <w:t xml:space="preserve">ки рівня компетентності учнів. </w:t>
      </w:r>
    </w:p>
    <w:p w:rsidR="00B51B11" w:rsidRPr="00EE1385" w:rsidRDefault="00B51B11" w:rsidP="00EE13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1385">
        <w:rPr>
          <w:rFonts w:ascii="Times New Roman" w:hAnsi="Times New Roman"/>
          <w:sz w:val="28"/>
          <w:szCs w:val="28"/>
        </w:rPr>
        <w:t>Однією з важливих складових навчального процесу є самостійна робота. Основним його завданням видається повідомлення про те, що вчитель повинен організувати діяльність учнів так, щоб вони в даний момент досягли всіх поставлених перед собою цілей, але разом з тим такі дії, як пошук зна</w:t>
      </w:r>
      <w:r>
        <w:rPr>
          <w:rFonts w:ascii="Times New Roman" w:hAnsi="Times New Roman"/>
          <w:sz w:val="28"/>
          <w:szCs w:val="28"/>
        </w:rPr>
        <w:t>нь, їх осмислення, закріплення</w:t>
      </w:r>
      <w:r w:rsidRPr="00EE1385">
        <w:rPr>
          <w:rFonts w:ascii="Times New Roman" w:hAnsi="Times New Roman"/>
          <w:sz w:val="28"/>
          <w:szCs w:val="28"/>
        </w:rPr>
        <w:t>, необхідно здійснювати формування та розвиток умінь і навичок, узагальн</w:t>
      </w:r>
      <w:r>
        <w:rPr>
          <w:rFonts w:ascii="Times New Roman" w:hAnsi="Times New Roman"/>
          <w:sz w:val="28"/>
          <w:szCs w:val="28"/>
        </w:rPr>
        <w:t>ення та систематизацію знань [1</w:t>
      </w:r>
      <w:r w:rsidRPr="00EE1385">
        <w:rPr>
          <w:rFonts w:ascii="Times New Roman" w:hAnsi="Times New Roman"/>
          <w:sz w:val="28"/>
          <w:szCs w:val="28"/>
        </w:rPr>
        <w:t xml:space="preserve">]. Реальність сьогодення така, що самостійна робота учнів організовується за допомогою інтерактивних матеріалів: електронних підручників, тренажерів, довідників, енциклопедій, програм тестування та контролю та інших освітніх електронних систем. Методичний інтерес становить організація такої роботи через інтерактивні завдання. Питання організації самостійної роботи з інформатики через інтерактивні завдання учнів початкової школи розглядали </w:t>
      </w:r>
      <w:r>
        <w:rPr>
          <w:rFonts w:ascii="Times New Roman" w:hAnsi="Times New Roman"/>
          <w:sz w:val="28"/>
          <w:szCs w:val="28"/>
        </w:rPr>
        <w:t xml:space="preserve">різні методисти. </w:t>
      </w:r>
      <w:r w:rsidRPr="00EE1385">
        <w:rPr>
          <w:rFonts w:ascii="Times New Roman" w:hAnsi="Times New Roman"/>
          <w:sz w:val="28"/>
          <w:szCs w:val="28"/>
        </w:rPr>
        <w:t>Використання інтерактивних моделей як засобу організації самостійної роботи студентів на заняттях з математики досліджували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385">
        <w:rPr>
          <w:rFonts w:ascii="Times New Roman" w:hAnsi="Times New Roman"/>
          <w:sz w:val="28"/>
          <w:szCs w:val="28"/>
        </w:rPr>
        <w:t>Шарапова та ін.</w:t>
      </w:r>
    </w:p>
    <w:p w:rsidR="00B51B11" w:rsidRPr="00EE1385" w:rsidRDefault="00B51B11" w:rsidP="00EE13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1385">
        <w:rPr>
          <w:rFonts w:ascii="Times New Roman" w:hAnsi="Times New Roman"/>
          <w:sz w:val="28"/>
          <w:szCs w:val="28"/>
        </w:rPr>
        <w:t xml:space="preserve">У своїй роботі вчитель може використовувати вже готові електронні посібники та завдання, але вони не завжди відповідають усім вимогам учителя, а зміни часто неможливі. Для створення інтерактивних завдань існує багато онлайн-сервісів, де без спеціальних навичок можна створювати завдання та вправи на класифікацію, пошук відповідності, розгадування кросворду, дидактичні ігри для уроків, дидактичні матеріали (зошити, ребуси, вправи, картки та ігри) , слайд-шоу тощо. Крім того, сучасні можливості Інтернет-сервісів дозволяють використовувати різноманітні </w:t>
      </w:r>
      <w:r>
        <w:rPr>
          <w:rFonts w:ascii="Times New Roman" w:hAnsi="Times New Roman"/>
          <w:sz w:val="28"/>
          <w:szCs w:val="28"/>
        </w:rPr>
        <w:t>інструменти, створені вчителем</w:t>
      </w:r>
      <w:r w:rsidRPr="00EE1385">
        <w:rPr>
          <w:rFonts w:ascii="Times New Roman" w:hAnsi="Times New Roman"/>
          <w:sz w:val="28"/>
          <w:szCs w:val="28"/>
        </w:rPr>
        <w:t xml:space="preserve"> у віддалених налаштуваннях, наприклад, для роботи учня вдома.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385">
        <w:rPr>
          <w:rFonts w:ascii="Times New Roman" w:hAnsi="Times New Roman"/>
          <w:sz w:val="28"/>
          <w:szCs w:val="28"/>
        </w:rPr>
        <w:t xml:space="preserve">Мета дослідження – підібрати онлайн-сервіс та з його допомогою розробити інтерактивні завдання для використання в самостійній роботі </w:t>
      </w:r>
      <w:r>
        <w:rPr>
          <w:rFonts w:ascii="Times New Roman" w:hAnsi="Times New Roman"/>
          <w:sz w:val="28"/>
          <w:szCs w:val="28"/>
        </w:rPr>
        <w:t>з інформатики учнів початкових класів</w:t>
      </w:r>
      <w:r w:rsidRPr="00EE1385">
        <w:rPr>
          <w:rFonts w:ascii="Times New Roman" w:hAnsi="Times New Roman"/>
          <w:sz w:val="28"/>
          <w:szCs w:val="28"/>
        </w:rPr>
        <w:t>.</w:t>
      </w:r>
    </w:p>
    <w:p w:rsidR="00B51B11" w:rsidRDefault="00B51B11" w:rsidP="00EE138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1385">
        <w:rPr>
          <w:rFonts w:ascii="Times New Roman" w:hAnsi="Times New Roman"/>
          <w:sz w:val="28"/>
          <w:szCs w:val="28"/>
        </w:rPr>
        <w:t>У дослідженні розглядаються онлайн-сервіси, призначені для створення та публікації дидактичних матеріалів. Розглянемо кілька основних онлайн-сервісів.</w:t>
      </w:r>
    </w:p>
    <w:p w:rsidR="00B51B11" w:rsidRPr="0022418E" w:rsidRDefault="00B51B11" w:rsidP="0022418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8E">
        <w:rPr>
          <w:rFonts w:ascii="Times New Roman" w:hAnsi="Times New Roman"/>
          <w:sz w:val="28"/>
          <w:szCs w:val="28"/>
        </w:rPr>
        <w:t>1. Quizizz (https://quizizz.com). Сервіс створення опитувань і вікторин. Це дозволяє вчителю створювати тест на своєму комп’ютері, а учні можуть брати участь у ньому за допомогою своїх мобільних пристроїв.</w:t>
      </w:r>
    </w:p>
    <w:p w:rsidR="00B51B11" w:rsidRPr="0022418E" w:rsidRDefault="00B51B11" w:rsidP="0022418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8E">
        <w:rPr>
          <w:rFonts w:ascii="Times New Roman" w:hAnsi="Times New Roman"/>
          <w:sz w:val="28"/>
          <w:szCs w:val="28"/>
        </w:rPr>
        <w:t>2. WordLearner (http://www.wordlearner.com). Онлайн-сервіс для створення навчальних матеріалів (зошити, пазли, вправи, картки та ігри). Сервіс англійський, підтримує кирилицю. Є можливість створювати груп</w:t>
      </w:r>
      <w:r>
        <w:rPr>
          <w:rFonts w:ascii="Times New Roman" w:hAnsi="Times New Roman"/>
          <w:sz w:val="28"/>
          <w:szCs w:val="28"/>
        </w:rPr>
        <w:t>и, класи, зараховувати учнів</w:t>
      </w:r>
      <w:r w:rsidRPr="0022418E">
        <w:rPr>
          <w:rFonts w:ascii="Times New Roman" w:hAnsi="Times New Roman"/>
          <w:sz w:val="28"/>
          <w:szCs w:val="28"/>
        </w:rPr>
        <w:t xml:space="preserve"> і вести статистику роботи в групі.</w:t>
      </w:r>
    </w:p>
    <w:p w:rsidR="00B51B11" w:rsidRPr="0022418E" w:rsidRDefault="00B51B11" w:rsidP="0022418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8E">
        <w:rPr>
          <w:rFonts w:ascii="Times New Roman" w:hAnsi="Times New Roman"/>
          <w:sz w:val="28"/>
          <w:szCs w:val="28"/>
        </w:rPr>
        <w:t>3. Zondle (http://www.zondle.com). Освітній сайт надає можливість створювати навчальні онлайн ігри.</w:t>
      </w:r>
    </w:p>
    <w:p w:rsidR="00B51B11" w:rsidRPr="0022418E" w:rsidRDefault="00B51B11" w:rsidP="0022418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8E">
        <w:rPr>
          <w:rFonts w:ascii="Times New Roman" w:hAnsi="Times New Roman"/>
          <w:sz w:val="28"/>
          <w:szCs w:val="28"/>
        </w:rPr>
        <w:t>4. Hot Pot (https://hotpot.uvic.ca). Онлайн-сервіс, за допомогою якого можна створити десять видів вправ. Особливістю сервісу є те, що створені завдання зберігаються у стандартному форматі на веб-сторінці.</w:t>
      </w:r>
    </w:p>
    <w:p w:rsidR="00B51B11" w:rsidRDefault="00B51B11" w:rsidP="000B520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8E">
        <w:rPr>
          <w:rFonts w:ascii="Times New Roman" w:hAnsi="Times New Roman"/>
          <w:sz w:val="28"/>
          <w:szCs w:val="28"/>
        </w:rPr>
        <w:t>5. LearningApps (http://learningapps.org). Сервіс призначений для створення інтерактивних завдань. Є можливість створити власний клас і створювати вправи разом зі своїми учнями. Можна ділитися в соціальних мережах і використовувати QR-код. Учитель має можливість створювати різні типи вправ на основі шаблону, н</w:t>
      </w:r>
      <w:r>
        <w:rPr>
          <w:rFonts w:ascii="Times New Roman" w:hAnsi="Times New Roman"/>
          <w:sz w:val="28"/>
          <w:szCs w:val="28"/>
        </w:rPr>
        <w:t>априклад г</w:t>
      </w:r>
      <w:r w:rsidRPr="0022418E">
        <w:rPr>
          <w:rFonts w:ascii="Times New Roman" w:hAnsi="Times New Roman"/>
          <w:sz w:val="28"/>
          <w:szCs w:val="28"/>
        </w:rPr>
        <w:t>оловоломки, з’єднай пари, вікторину з вибором відповідей, кросворд та багато іншого. Є велика колекція готових робіт у різних категоріях.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51B11" w:rsidRPr="0022418E" w:rsidRDefault="00B51B11" w:rsidP="000B520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8E">
        <w:rPr>
          <w:rFonts w:ascii="Times New Roman" w:hAnsi="Times New Roman"/>
          <w:sz w:val="28"/>
          <w:szCs w:val="28"/>
        </w:rPr>
        <w:t>Проаналізувавши різні сервіси та платформи для створення інтерактивних завдань, в якості інструменту для розробки завдань було обрано LearningApps, оскільки сервіс д</w:t>
      </w:r>
      <w:r>
        <w:rPr>
          <w:rFonts w:ascii="Times New Roman" w:hAnsi="Times New Roman"/>
          <w:sz w:val="28"/>
          <w:szCs w:val="28"/>
        </w:rPr>
        <w:t>осить легко освоїти самостійно.</w:t>
      </w:r>
    </w:p>
    <w:p w:rsidR="00B51B11" w:rsidRDefault="00B51B11" w:rsidP="0022418E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418E">
        <w:rPr>
          <w:rFonts w:ascii="Times New Roman" w:hAnsi="Times New Roman"/>
          <w:sz w:val="28"/>
          <w:szCs w:val="28"/>
        </w:rPr>
        <w:t>Підсумовуючи, можна сказати, що самостійна робота з інтерактивними завданнями може бути організована як в аудиторії</w:t>
      </w:r>
      <w:r>
        <w:rPr>
          <w:rFonts w:ascii="Times New Roman" w:hAnsi="Times New Roman"/>
          <w:sz w:val="28"/>
          <w:szCs w:val="28"/>
        </w:rPr>
        <w:t xml:space="preserve"> на уроці інформатики, так і</w:t>
      </w:r>
      <w:r w:rsidRPr="0022418E">
        <w:rPr>
          <w:rFonts w:ascii="Times New Roman" w:hAnsi="Times New Roman"/>
          <w:sz w:val="28"/>
          <w:szCs w:val="28"/>
        </w:rPr>
        <w:t xml:space="preserve"> вдома. Використання таких завдань оптимізує процеси розуміння та запам’ятовування навчального матеріалу, сприяє глибшому й усвідомленому засвоєнню вивченого матеріалу та підвищує пізнавальний інтерес до навчання.</w:t>
      </w:r>
    </w:p>
    <w:p w:rsidR="00B51B11" w:rsidRPr="00830C52" w:rsidRDefault="00B51B11" w:rsidP="002D273F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830C52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51B11" w:rsidRPr="007F2539" w:rsidRDefault="00B51B11" w:rsidP="00855F3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D6236">
        <w:rPr>
          <w:rFonts w:ascii="Times New Roman" w:hAnsi="Times New Roman"/>
          <w:sz w:val="28"/>
          <w:szCs w:val="28"/>
        </w:rPr>
        <w:t>Learningapps.org [Електронний ресурс] / Режим доступу : </w:t>
      </w:r>
      <w:hyperlink r:id="rId5" w:history="1">
        <w:r w:rsidRPr="00DD6236">
          <w:rPr>
            <w:rStyle w:val="Hyperlink"/>
            <w:rFonts w:ascii="Times New Roman" w:hAnsi="Times New Roman"/>
            <w:color w:val="auto"/>
            <w:sz w:val="28"/>
            <w:szCs w:val="28"/>
          </w:rPr>
          <w:t>https://learningapps.org</w:t>
        </w:r>
      </w:hyperlink>
    </w:p>
    <w:p w:rsidR="00B51B11" w:rsidRPr="00DD6236" w:rsidRDefault="00B51B11" w:rsidP="00855F3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D6236">
        <w:rPr>
          <w:rFonts w:ascii="Times New Roman" w:hAnsi="Times New Roman"/>
          <w:sz w:val="28"/>
          <w:szCs w:val="28"/>
          <w:shd w:val="clear" w:color="auto" w:fill="FFFFFF"/>
        </w:rPr>
        <w:t>Аман І. С. Інтернет-сервіс мультимедійних дидактичних вправ Learning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D6236">
        <w:rPr>
          <w:rFonts w:ascii="Times New Roman" w:hAnsi="Times New Roman"/>
          <w:sz w:val="28"/>
          <w:szCs w:val="28"/>
          <w:shd w:val="clear" w:color="auto" w:fill="FFFFFF"/>
        </w:rPr>
        <w:t>Apps / І. С. Аман </w:t>
      </w:r>
      <w:r w:rsidRPr="00DD6236">
        <w:rPr>
          <w:rFonts w:ascii="Times New Roman" w:hAnsi="Times New Roman"/>
          <w:sz w:val="28"/>
          <w:szCs w:val="28"/>
        </w:rPr>
        <w:t>[Електронний ресурс] / Режим доступу : http://internet-servisi.blogspot.com/p/learning-apps.html</w:t>
      </w:r>
    </w:p>
    <w:p w:rsidR="00B51B11" w:rsidRPr="007F2539" w:rsidRDefault="00B51B11" w:rsidP="00855F3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F2539">
        <w:rPr>
          <w:rFonts w:ascii="Times New Roman" w:hAnsi="Times New Roman"/>
          <w:sz w:val="28"/>
          <w:szCs w:val="28"/>
          <w:shd w:val="clear" w:color="auto" w:fill="FFFFFF"/>
        </w:rPr>
        <w:t>Застосування інтерактивних технологій у навчанні молодших школярів: Методичний посібник для вчителів початкової школи / О. І. Пометун, Л. 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Пироженко, О. А. Біда та ін. </w:t>
      </w:r>
      <w:r w:rsidRPr="007F2539">
        <w:rPr>
          <w:rFonts w:ascii="Times New Roman" w:hAnsi="Times New Roman"/>
          <w:sz w:val="28"/>
          <w:szCs w:val="28"/>
          <w:shd w:val="clear" w:color="auto" w:fill="FFFFFF"/>
        </w:rPr>
        <w:t>–  Тернопіль : 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авчальна книга – Богдан, 2011. </w:t>
      </w:r>
      <w:r w:rsidRPr="007F2539">
        <w:rPr>
          <w:rFonts w:ascii="Times New Roman" w:hAnsi="Times New Roman"/>
          <w:sz w:val="28"/>
          <w:szCs w:val="28"/>
          <w:shd w:val="clear" w:color="auto" w:fill="FFFFFF"/>
        </w:rPr>
        <w:t>–  304 с.</w:t>
      </w:r>
    </w:p>
    <w:p w:rsidR="00B51B11" w:rsidRPr="00DD6236" w:rsidRDefault="00B51B11" w:rsidP="00855F3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D6236">
        <w:rPr>
          <w:rFonts w:ascii="Times New Roman" w:hAnsi="Times New Roman"/>
          <w:sz w:val="28"/>
          <w:szCs w:val="28"/>
          <w:shd w:val="clear" w:color="auto" w:fill="FFFFFF"/>
        </w:rPr>
        <w:t>Інформатика. Навчальна програма для 2-4 класів</w:t>
      </w:r>
      <w:r w:rsidRPr="00DD6236">
        <w:rPr>
          <w:rFonts w:ascii="Times New Roman" w:hAnsi="Times New Roman"/>
          <w:sz w:val="28"/>
          <w:szCs w:val="28"/>
        </w:rPr>
        <w:t> </w:t>
      </w:r>
      <w:r w:rsidRPr="00DD6236">
        <w:rPr>
          <w:rFonts w:ascii="Times New Roman" w:hAnsi="Times New Roman"/>
          <w:sz w:val="28"/>
          <w:szCs w:val="28"/>
          <w:shd w:val="clear" w:color="auto" w:fill="FFFFFF"/>
        </w:rPr>
        <w:t>загальноосвітніх навчальних закладів</w:t>
      </w:r>
      <w:r w:rsidRPr="00DD6236">
        <w:rPr>
          <w:rFonts w:ascii="Times New Roman" w:hAnsi="Times New Roman"/>
          <w:sz w:val="28"/>
          <w:szCs w:val="28"/>
        </w:rPr>
        <w:t> [Електронний ресурс] / Режим доступу : https://mon.gov.ua/ua/osvita/zagalna-serednya-osvita/navchalni-programi/navchalni-programi-dlya-pochatkovoyi-shkoli</w:t>
      </w:r>
    </w:p>
    <w:p w:rsidR="00B51B11" w:rsidRPr="007F2539" w:rsidRDefault="00B51B11" w:rsidP="00855F3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F2539">
        <w:rPr>
          <w:rFonts w:ascii="Times New Roman" w:hAnsi="Times New Roman"/>
          <w:sz w:val="28"/>
          <w:szCs w:val="28"/>
          <w:shd w:val="clear" w:color="auto" w:fill="FFFFFF"/>
        </w:rPr>
        <w:t>Кондратюк О. Інноваційні технології в початковій школі. Київ, 2015. 250 с.</w:t>
      </w:r>
    </w:p>
    <w:p w:rsidR="00B51B11" w:rsidRPr="007F2539" w:rsidRDefault="00B51B11" w:rsidP="00855F3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7F2539">
        <w:rPr>
          <w:rFonts w:ascii="Times New Roman" w:hAnsi="Times New Roman"/>
          <w:sz w:val="28"/>
          <w:szCs w:val="28"/>
          <w:shd w:val="clear" w:color="auto" w:fill="FFFFFF"/>
        </w:rPr>
        <w:t>Пометун О., Пироженко Л. Інтерактивні технології навчання: теорія, практика, досвід. Київ, 2011. 135 с.</w:t>
      </w:r>
    </w:p>
    <w:p w:rsidR="00B51B11" w:rsidRPr="00DD6236" w:rsidRDefault="00B51B11" w:rsidP="00855F3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36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DD6236">
        <w:rPr>
          <w:rFonts w:ascii="Times New Roman" w:hAnsi="Times New Roman"/>
          <w:sz w:val="28"/>
          <w:szCs w:val="28"/>
        </w:rPr>
        <w:t>Типова освітня програма закладів загальної середньої освіти І ступеня, затверджена наказом Міністерства освіти і науки України від  20.04.2018 № 407 [Електронний ресурс] / Режим доступу : </w:t>
      </w:r>
      <w:hyperlink r:id="rId6" w:history="1">
        <w:r w:rsidRPr="00DD6236">
          <w:rPr>
            <w:rStyle w:val="Hyperlink"/>
            <w:rFonts w:ascii="Times New Roman" w:hAnsi="Times New Roman"/>
            <w:color w:val="auto"/>
            <w:sz w:val="28"/>
            <w:szCs w:val="28"/>
          </w:rPr>
          <w:t>https://mon.gov.ua/ua/npa/pro-zatverdzhennya-tipovih-osvitnih-ta-navchalnih-program-dlya-1-2-h-klasiv-zakladiv-zagalnoyi-serednoyi-osviti</w:t>
        </w:r>
      </w:hyperlink>
    </w:p>
    <w:p w:rsidR="00B51B11" w:rsidRPr="008205A5" w:rsidRDefault="00B51B11" w:rsidP="008205A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B51B11" w:rsidRPr="008205A5" w:rsidSect="003B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0256"/>
    <w:multiLevelType w:val="multilevel"/>
    <w:tmpl w:val="39D62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5A9"/>
    <w:rsid w:val="000B520E"/>
    <w:rsid w:val="00121A0F"/>
    <w:rsid w:val="00122263"/>
    <w:rsid w:val="00195AE0"/>
    <w:rsid w:val="001E6F4C"/>
    <w:rsid w:val="0022418E"/>
    <w:rsid w:val="00263821"/>
    <w:rsid w:val="00267949"/>
    <w:rsid w:val="002D273F"/>
    <w:rsid w:val="002F4256"/>
    <w:rsid w:val="00373B4B"/>
    <w:rsid w:val="003B61FA"/>
    <w:rsid w:val="004219EF"/>
    <w:rsid w:val="00454C4A"/>
    <w:rsid w:val="004B4922"/>
    <w:rsid w:val="005C77FC"/>
    <w:rsid w:val="00683197"/>
    <w:rsid w:val="00726872"/>
    <w:rsid w:val="007F2539"/>
    <w:rsid w:val="008205A5"/>
    <w:rsid w:val="00830C52"/>
    <w:rsid w:val="00855F35"/>
    <w:rsid w:val="009433AD"/>
    <w:rsid w:val="00A2765A"/>
    <w:rsid w:val="00A769C1"/>
    <w:rsid w:val="00B51B11"/>
    <w:rsid w:val="00B90BE6"/>
    <w:rsid w:val="00BE5342"/>
    <w:rsid w:val="00CD2480"/>
    <w:rsid w:val="00D575A9"/>
    <w:rsid w:val="00DC4E31"/>
    <w:rsid w:val="00DD6236"/>
    <w:rsid w:val="00E3303F"/>
    <w:rsid w:val="00E75F96"/>
    <w:rsid w:val="00EE1385"/>
    <w:rsid w:val="00EE141C"/>
    <w:rsid w:val="00F2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1FA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205A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98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n.gov.ua/ua/npa/pro-zatverdzhennya-tipovih-osvitnih-ta-navchalnih-program-dlya-1-2-h-klasiv-zakladiv-zagalnoyi-serednoyi-osviti" TargetMode="External"/><Relationship Id="rId5" Type="http://schemas.openxmlformats.org/officeDocument/2006/relationships/hyperlink" Target="https://learningapp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4</Pages>
  <Words>3919</Words>
  <Characters>2235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15</cp:revision>
  <dcterms:created xsi:type="dcterms:W3CDTF">2024-04-15T08:30:00Z</dcterms:created>
  <dcterms:modified xsi:type="dcterms:W3CDTF">2024-04-28T17:12:00Z</dcterms:modified>
</cp:coreProperties>
</file>