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C4" w:rsidRPr="005A1AA8" w:rsidRDefault="006118C4" w:rsidP="0012200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A1AA8">
        <w:rPr>
          <w:rFonts w:ascii="Times New Roman" w:hAnsi="Times New Roman"/>
          <w:b/>
          <w:sz w:val="28"/>
          <w:szCs w:val="28"/>
          <w:lang w:val="uk-UA"/>
        </w:rPr>
        <w:t>Віктор Стецко, Катерина Фещак</w:t>
      </w:r>
    </w:p>
    <w:p w:rsidR="006118C4" w:rsidRPr="005A1AA8" w:rsidRDefault="006118C4" w:rsidP="0012200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5A1AA8">
        <w:rPr>
          <w:rFonts w:ascii="Times New Roman" w:hAnsi="Times New Roman"/>
          <w:b/>
          <w:sz w:val="28"/>
          <w:szCs w:val="28"/>
          <w:lang w:val="uk-UA"/>
        </w:rPr>
        <w:t>(Дрогобич, Україна)</w:t>
      </w:r>
    </w:p>
    <w:p w:rsidR="006118C4" w:rsidRDefault="006118C4" w:rsidP="0071393F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6118C4" w:rsidRDefault="006118C4" w:rsidP="0071393F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ВПРОВАДЖЕННЯ ЗДОРОВ’ЯЗБЕРЕЖУВАЛЬНИХ ТЕХНОЛОГІЙ НА УРОКАХ ФІЗИЧНОГО ВИХОВАННЯ У ПОЧАТКОВІЙ ШКОЛІ</w:t>
      </w:r>
    </w:p>
    <w:p w:rsidR="006118C4" w:rsidRDefault="006118C4" w:rsidP="0071393F">
      <w:pPr>
        <w:spacing w:after="0" w:line="360" w:lineRule="auto"/>
        <w:jc w:val="center"/>
        <w:rPr>
          <w:rFonts w:ascii="Times New Roman" w:hAnsi="Times New Roman"/>
          <w:b/>
          <w:sz w:val="28"/>
          <w:lang w:val="uk-UA"/>
        </w:rPr>
      </w:pPr>
    </w:p>
    <w:p w:rsidR="006118C4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AF7030">
        <w:rPr>
          <w:rFonts w:ascii="Times New Roman" w:hAnsi="Times New Roman"/>
          <w:b/>
          <w:sz w:val="28"/>
          <w:szCs w:val="28"/>
          <w:lang w:val="uk-UA"/>
        </w:rPr>
        <w:t>Постановка наукової проблеми.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Проблема збереження та зміцнення здоров’я підростаючого покоління в Україні, особливо гостро постала в останні роки. Якщо проаналізувати показники здоров’я учнів початкової школи з моменту проголошення незалежності України і зараз, то відмічається тенденція до їх різкого зниження. Окрім цього, в нашому суспільстві відбувається процес депопуляції, що характеризується скороченням чисельності населення. Причин на такий стан речей є доволі багато. Розпочнемо з того, що знижується кількість народжуваності. Як наслідок, ми маємо суспільство, в якому є досить багато людей старшого віку, та набагато менше – дітей. А враховуючи те, що саме підростаюче покоління в майбутньому сформує основу трудового потенціалу, то така ситуація буде мати вкрай негативні наслідки для сталого розвитку нашої держави. Реалії сьогодення ставлять перед здоров’ям української нації ряд нових викликів, пов’язаних з пандемією, яка ще більше знизила показники здоров’я підростаючого покоління, та військовою агресією росії проти Української держави, яка щоденно забирає життя молодих українців</w:t>
      </w:r>
      <w:r w:rsidRPr="003C63C1">
        <w:rPr>
          <w:rFonts w:ascii="Times New Roman" w:hAnsi="Times New Roman"/>
          <w:sz w:val="28"/>
          <w:szCs w:val="28"/>
          <w:lang w:val="uk-UA"/>
        </w:rPr>
        <w:t>[2</w:t>
      </w:r>
      <w:r>
        <w:rPr>
          <w:rFonts w:ascii="Times New Roman" w:hAnsi="Times New Roman"/>
          <w:sz w:val="28"/>
          <w:szCs w:val="28"/>
          <w:lang w:val="uk-UA"/>
        </w:rPr>
        <w:t>, с. 44</w:t>
      </w:r>
      <w:r w:rsidRPr="003C63C1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6118C4" w:rsidRPr="005C16CC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Враховуючи все, що сказано вище, питання актуальності запровадження в освітній процес здоров’язбережувальних технологій не залишає ніяких сумнівів. Не дивно, що в останні роки все більше вчених у процесі своїх досліджень звертають увагу саме на цю проблему. До таких науковців належить Гладуш В.А.</w:t>
      </w:r>
      <w:r w:rsidRPr="00AB6DF2">
        <w:rPr>
          <w:rFonts w:ascii="Times New Roman" w:hAnsi="Times New Roman"/>
          <w:sz w:val="28"/>
          <w:szCs w:val="28"/>
        </w:rPr>
        <w:t>[1</w:t>
      </w:r>
      <w:r>
        <w:rPr>
          <w:rFonts w:ascii="Times New Roman" w:hAnsi="Times New Roman"/>
          <w:sz w:val="28"/>
          <w:szCs w:val="28"/>
          <w:lang w:val="uk-UA"/>
        </w:rPr>
        <w:t>, с. 264</w:t>
      </w:r>
      <w:r w:rsidRPr="00AB6DF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, Мелега К.П.</w:t>
      </w:r>
      <w:r w:rsidRPr="00AB6DF2">
        <w:rPr>
          <w:rFonts w:ascii="Times New Roman" w:hAnsi="Times New Roman"/>
          <w:sz w:val="28"/>
          <w:szCs w:val="28"/>
        </w:rPr>
        <w:t>[3</w:t>
      </w:r>
      <w:r>
        <w:rPr>
          <w:rFonts w:ascii="Times New Roman" w:hAnsi="Times New Roman"/>
          <w:sz w:val="28"/>
          <w:szCs w:val="28"/>
          <w:lang w:val="uk-UA"/>
        </w:rPr>
        <w:t>, с. 171</w:t>
      </w:r>
      <w:r w:rsidRPr="00AB6DF2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, Черненко С.О.</w:t>
      </w:r>
      <w:r w:rsidRPr="005C16CC"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6, с. 119</w:t>
      </w:r>
      <w:r w:rsidRPr="005C16CC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 xml:space="preserve"> та багато інших. Вони розкривають у своїх працях це питання та рекомендують нові підходи. Але так, як на даний момент часу, стан здоров’я дітей в Україні все ще залишається на доволі низькому рівні, ми обрали саме таку тему для дослідження</w:t>
      </w:r>
      <w:r w:rsidRPr="003C63C1">
        <w:rPr>
          <w:rFonts w:ascii="Times New Roman" w:hAnsi="Times New Roman"/>
          <w:sz w:val="28"/>
          <w:szCs w:val="28"/>
        </w:rPr>
        <w:t>[1</w:t>
      </w:r>
      <w:r>
        <w:rPr>
          <w:rFonts w:ascii="Times New Roman" w:hAnsi="Times New Roman"/>
          <w:sz w:val="28"/>
          <w:szCs w:val="28"/>
          <w:lang w:val="uk-UA"/>
        </w:rPr>
        <w:t>, с. 264</w:t>
      </w:r>
      <w:r w:rsidRPr="00433D1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870E8C">
        <w:rPr>
          <w:rFonts w:ascii="Times New Roman" w:hAnsi="Times New Roman"/>
          <w:b/>
          <w:sz w:val="28"/>
          <w:szCs w:val="28"/>
          <w:lang w:val="uk-UA"/>
        </w:rPr>
        <w:t>Формулювання цілей дослідження.</w:t>
      </w:r>
    </w:p>
    <w:p w:rsidR="006118C4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8013A4">
        <w:rPr>
          <w:rFonts w:ascii="Times New Roman" w:hAnsi="Times New Roman"/>
          <w:sz w:val="28"/>
          <w:szCs w:val="28"/>
          <w:lang w:val="uk-UA"/>
        </w:rPr>
        <w:t>Мета –</w:t>
      </w:r>
      <w:r>
        <w:rPr>
          <w:rFonts w:ascii="Times New Roman" w:hAnsi="Times New Roman"/>
          <w:sz w:val="28"/>
          <w:szCs w:val="28"/>
          <w:lang w:val="uk-UA"/>
        </w:rPr>
        <w:t xml:space="preserve"> обґрунтувати процес впровадження здоров’язбережувальних технологій на уроках фізичного виховання у початковій школі.</w:t>
      </w:r>
    </w:p>
    <w:p w:rsidR="006118C4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Завдання дослідження:</w:t>
      </w:r>
    </w:p>
    <w:p w:rsidR="006118C4" w:rsidRDefault="006118C4" w:rsidP="00870E8C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Описати теоретичні основи впровадження здоров’язбережувальних технологій в освітній процес навчального закладу.</w:t>
      </w:r>
    </w:p>
    <w:p w:rsidR="006118C4" w:rsidRDefault="006118C4" w:rsidP="00870E8C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Виокремити основні типи здоров’язбережувальних технологій.</w:t>
      </w:r>
    </w:p>
    <w:p w:rsidR="006118C4" w:rsidRDefault="006118C4" w:rsidP="00870E8C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Охарактеризувати процес фізичного виховання в початковій школі.</w:t>
      </w:r>
    </w:p>
    <w:p w:rsidR="006118C4" w:rsidRDefault="006118C4" w:rsidP="00870E8C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Окреслити особливості уроків фізичної культури.</w:t>
      </w:r>
    </w:p>
    <w:p w:rsidR="006118C4" w:rsidRPr="00870E8C" w:rsidRDefault="006118C4" w:rsidP="00870E8C">
      <w:pPr>
        <w:pStyle w:val="ListParagraph"/>
        <w:numPr>
          <w:ilvl w:val="0"/>
          <w:numId w:val="8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Описати способи і методики впровадження здоров’язбережувальних технологій на уроках фізичного виховання у початковій школі.</w:t>
      </w:r>
    </w:p>
    <w:p w:rsidR="006118C4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4128B">
        <w:rPr>
          <w:rFonts w:ascii="Times New Roman" w:hAnsi="Times New Roman"/>
          <w:b/>
          <w:sz w:val="28"/>
          <w:szCs w:val="28"/>
          <w:lang w:val="uk-UA"/>
        </w:rPr>
        <w:t>Виклад основного матеріалу.</w:t>
      </w:r>
    </w:p>
    <w:p w:rsidR="006118C4" w:rsidRDefault="006118C4" w:rsidP="00EE099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думку вчених, здоров’язбережувальні технології являють собою: умови, в яких дитина навчається в школі, оптимальну організацію навчального процесу та повноцінний руховий режим. Здоров’язбережувальні технології розглядають у сукупності зі здоров’яформуючи та здоров’язміцніюючими. Адже здоров’я слід спочатку сформувати, тоді зберігати на належному рівні та поступово зміцнювати. У процесі запровадження таких технології, слід особливу увагу звертати на планування освітнього процесу в цілому. Він має бути цілісним, у дітей повинен бути час на відпочинок, в освітньому середовищі мають мінімалізуватися стреси, враховуватися індивідуальні особливості тієї чи іншої дитини, діти мають проводити час на свіжому повітрі та багато рухатися, що дозволить покращити якість життя учасників освітнього процесу</w:t>
      </w:r>
      <w:r w:rsidRPr="00433D16">
        <w:rPr>
          <w:rFonts w:ascii="Times New Roman" w:hAnsi="Times New Roman"/>
          <w:sz w:val="28"/>
          <w:szCs w:val="28"/>
          <w:lang w:val="uk-UA"/>
        </w:rPr>
        <w:t>[7</w:t>
      </w:r>
      <w:r>
        <w:rPr>
          <w:rFonts w:ascii="Times New Roman" w:hAnsi="Times New Roman"/>
          <w:sz w:val="28"/>
          <w:szCs w:val="28"/>
          <w:lang w:val="uk-UA"/>
        </w:rPr>
        <w:t>, с. 25</w:t>
      </w:r>
      <w:r w:rsidRPr="00433D16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Default="006118C4" w:rsidP="00EE0991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Здоров’язбережувальні технології мають чотири основні типи:</w:t>
      </w:r>
    </w:p>
    <w:p w:rsidR="006118C4" w:rsidRDefault="006118C4" w:rsidP="00EE0991">
      <w:pPr>
        <w:pStyle w:val="ListParagraph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здоров’язберігаючі – це такі технології, які допомагають у створенні безпечних умов в освітньому середовищі, сприяють оптимальній організації освітнього процесу, а також створюють певний баланс між навчальним і фізичним навантаженням та можливостями дитини, враховуючи її вік, стать, індивідуальні особливості та гігієнічні норми</w:t>
      </w:r>
      <w:r w:rsidRPr="00E32277">
        <w:rPr>
          <w:rFonts w:ascii="Times New Roman" w:hAnsi="Times New Roman"/>
          <w:sz w:val="28"/>
          <w:szCs w:val="28"/>
          <w:lang w:val="uk-UA"/>
        </w:rPr>
        <w:t>;</w:t>
      </w:r>
    </w:p>
    <w:p w:rsidR="006118C4" w:rsidRDefault="006118C4" w:rsidP="00EE0991">
      <w:pPr>
        <w:pStyle w:val="ListParagraph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оздоровчі – це технології, що сприяють зміцненню фізичного здоров’я учнів, підвищуючи опірність організму</w:t>
      </w:r>
      <w:r w:rsidRPr="00325EA5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>сюди належить фізична підготовка</w:t>
      </w:r>
      <w:r w:rsidRPr="00325EA5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загартовування, гімнастика, масаж та багато іншого</w:t>
      </w:r>
      <w:r w:rsidRPr="00325EA5">
        <w:rPr>
          <w:rFonts w:ascii="Times New Roman" w:hAnsi="Times New Roman"/>
          <w:sz w:val="28"/>
          <w:szCs w:val="28"/>
          <w:lang w:val="uk-UA"/>
        </w:rPr>
        <w:t>;</w:t>
      </w:r>
    </w:p>
    <w:p w:rsidR="006118C4" w:rsidRDefault="006118C4" w:rsidP="009014FF">
      <w:pPr>
        <w:pStyle w:val="ListParagraph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технології навчання здоров’ю –це процес формування життєвих навичок дитини (керування емоціями чи вирішення конфліктів), статеве виховання, а також профілактика шкідливих звичок та травматизму</w:t>
      </w:r>
      <w:r w:rsidRPr="00DA2DE2">
        <w:rPr>
          <w:rFonts w:ascii="Times New Roman" w:hAnsi="Times New Roman"/>
          <w:sz w:val="28"/>
          <w:szCs w:val="28"/>
          <w:lang w:val="uk-UA"/>
        </w:rPr>
        <w:t xml:space="preserve">; </w:t>
      </w:r>
      <w:r>
        <w:rPr>
          <w:rFonts w:ascii="Times New Roman" w:hAnsi="Times New Roman"/>
          <w:sz w:val="28"/>
          <w:szCs w:val="28"/>
          <w:lang w:val="uk-UA"/>
        </w:rPr>
        <w:t xml:space="preserve">дані теми мають бути включенні в освітній процес чи організоване факультативне навчання;  </w:t>
      </w:r>
    </w:p>
    <w:p w:rsidR="006118C4" w:rsidRPr="009014FF" w:rsidRDefault="006118C4" w:rsidP="009014FF">
      <w:pPr>
        <w:pStyle w:val="ListParagraph"/>
        <w:numPr>
          <w:ilvl w:val="0"/>
          <w:numId w:val="6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9014FF">
        <w:rPr>
          <w:rFonts w:ascii="Times New Roman" w:hAnsi="Times New Roman"/>
          <w:sz w:val="28"/>
          <w:szCs w:val="28"/>
          <w:lang w:val="uk-UA"/>
        </w:rPr>
        <w:t>виховання культури здоров’я – це технології, спрямовані на формування в дитини поняття «культури здоров’я» та відповідальності за власне здоров’я і здоров’я оточуючих, а також підвищення мотивації щодо дотримання нею основ здорового способу життя</w:t>
      </w:r>
      <w:r w:rsidRPr="009014FF">
        <w:rPr>
          <w:rFonts w:ascii="Times New Roman" w:hAnsi="Times New Roman"/>
          <w:sz w:val="28"/>
          <w:szCs w:val="28"/>
        </w:rPr>
        <w:t xml:space="preserve">; </w:t>
      </w:r>
      <w:r w:rsidRPr="009014FF">
        <w:rPr>
          <w:rFonts w:ascii="Times New Roman" w:hAnsi="Times New Roman"/>
          <w:sz w:val="28"/>
          <w:szCs w:val="28"/>
          <w:lang w:val="uk-UA"/>
        </w:rPr>
        <w:t>результатом такого виховання має стати свідоме ставлення дитини до здоров’я</w:t>
      </w:r>
      <w:r w:rsidRPr="00433D16">
        <w:rPr>
          <w:rFonts w:ascii="Times New Roman" w:hAnsi="Times New Roman"/>
          <w:sz w:val="28"/>
          <w:szCs w:val="28"/>
        </w:rPr>
        <w:t>[5</w:t>
      </w:r>
      <w:r>
        <w:rPr>
          <w:rFonts w:ascii="Times New Roman" w:hAnsi="Times New Roman"/>
          <w:sz w:val="28"/>
          <w:szCs w:val="28"/>
          <w:lang w:val="uk-UA"/>
        </w:rPr>
        <w:t>, с. 403</w:t>
      </w:r>
      <w:r w:rsidRPr="00433D16">
        <w:rPr>
          <w:rFonts w:ascii="Times New Roman" w:hAnsi="Times New Roman"/>
          <w:sz w:val="28"/>
          <w:szCs w:val="28"/>
        </w:rPr>
        <w:t>]</w:t>
      </w:r>
      <w:r w:rsidRPr="009014FF"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Default="006118C4" w:rsidP="00362B3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Фізичне виховання у початковій школі має на меті збереження та зміцнення здоров’я дитини, а також розвиток її фізичних, морально-вольових та інтелектуальних здібностей. Воно допомагає у вирішенні виховних, освітній та, найголовніше, оздоровчих завдань. А враховуючи те, що діти зараз ведуть набагато менш активний спосіб життя, ніж раніше, то стає зрозумілим, як важливо, щоб у початковій школі діти займалися фізичним вихованням. Проте, щоб такі заняття мали істотний позитивний вплив на організм школяра, слід розуміти основи фізіології рухової діяльності організму, розбиратися у вікових змінах та індивідуальних особливостях конкретної дитини, а також вміти правильно підбирати та дозувати фізичне навантаження</w:t>
      </w:r>
      <w:r w:rsidRPr="00433D16">
        <w:rPr>
          <w:rFonts w:ascii="Times New Roman" w:hAnsi="Times New Roman"/>
          <w:sz w:val="28"/>
          <w:szCs w:val="28"/>
          <w:lang w:val="uk-UA"/>
        </w:rPr>
        <w:t>[4</w:t>
      </w:r>
      <w:r>
        <w:rPr>
          <w:rFonts w:ascii="Times New Roman" w:hAnsi="Times New Roman"/>
          <w:sz w:val="28"/>
          <w:szCs w:val="28"/>
          <w:lang w:val="uk-UA"/>
        </w:rPr>
        <w:t>, с. 17</w:t>
      </w:r>
      <w:r w:rsidRPr="00433D16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Default="006118C4" w:rsidP="00362B3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Однією з основних форм фізичного виховання у школі є уроки фізичної культури. Особливістю таких уроків є реалізація рухової активності. Проте, в той же час, дані заняття мають дати дітям відповідні теоретико-методичні знання щодо культури здоров’я і здорового способу життя, а також сформувати в дітей бажання займатися фізичними вправами</w:t>
      </w:r>
      <w:r w:rsidRPr="00533B8C">
        <w:rPr>
          <w:rFonts w:ascii="Times New Roman" w:hAnsi="Times New Roman"/>
          <w:sz w:val="28"/>
          <w:szCs w:val="28"/>
          <w:lang w:val="uk-UA"/>
        </w:rPr>
        <w:t>[6</w:t>
      </w:r>
      <w:r>
        <w:rPr>
          <w:rFonts w:ascii="Times New Roman" w:hAnsi="Times New Roman"/>
          <w:sz w:val="28"/>
          <w:szCs w:val="28"/>
          <w:lang w:val="uk-UA"/>
        </w:rPr>
        <w:t>, с. 119</w:t>
      </w:r>
      <w:r w:rsidRPr="00533B8C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Default="006118C4" w:rsidP="00362B3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Для того, щоб урок фізичної культури пройшов успішно, мають бути дотримані відповідні умови: </w:t>
      </w:r>
    </w:p>
    <w:p w:rsidR="006118C4" w:rsidRDefault="006118C4" w:rsidP="007C7E18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навчальний процес оптимально спланований;</w:t>
      </w:r>
    </w:p>
    <w:p w:rsidR="006118C4" w:rsidRDefault="006118C4" w:rsidP="007C7E18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дотримані гігієнічні вимоги;</w:t>
      </w:r>
    </w:p>
    <w:p w:rsidR="006118C4" w:rsidRDefault="006118C4" w:rsidP="007C7E18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матеріально-технічна база ефективно використана;</w:t>
      </w:r>
    </w:p>
    <w:p w:rsidR="006118C4" w:rsidRDefault="006118C4" w:rsidP="007C7E18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зміст навчального матеріалу добре структурований та доступний;</w:t>
      </w:r>
    </w:p>
    <w:p w:rsidR="006118C4" w:rsidRPr="002F71A8" w:rsidRDefault="006118C4" w:rsidP="007C7E18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здійснення контролю за рівнем досягнень</w:t>
      </w:r>
      <w:r w:rsidRPr="007F4BED">
        <w:rPr>
          <w:rFonts w:ascii="Times New Roman" w:hAnsi="Times New Roman"/>
          <w:sz w:val="28"/>
          <w:szCs w:val="28"/>
        </w:rPr>
        <w:t>;</w:t>
      </w:r>
    </w:p>
    <w:p w:rsidR="006118C4" w:rsidRDefault="006118C4" w:rsidP="007C7E18">
      <w:pPr>
        <w:pStyle w:val="ListParagraph"/>
        <w:numPr>
          <w:ilvl w:val="0"/>
          <w:numId w:val="7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навчання з використанням елементів нових освітніх технологій</w:t>
      </w:r>
      <w:r w:rsidRPr="00433D16">
        <w:rPr>
          <w:rFonts w:ascii="Times New Roman" w:hAnsi="Times New Roman"/>
          <w:sz w:val="28"/>
          <w:szCs w:val="28"/>
        </w:rPr>
        <w:t>[5</w:t>
      </w:r>
      <w:r>
        <w:rPr>
          <w:rFonts w:ascii="Times New Roman" w:hAnsi="Times New Roman"/>
          <w:sz w:val="28"/>
          <w:szCs w:val="28"/>
          <w:lang w:val="uk-UA"/>
        </w:rPr>
        <w:t>, с. 403</w:t>
      </w:r>
      <w:r w:rsidRPr="00433D16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Default="006118C4" w:rsidP="007F4BED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Далі розглянемо, які способи та методики здоров’язбережувальних технологій можна використати у процесі фізичного виховання учнів початкових класів, щоб зробити заняття ефективнішими та цікавішими для дітей: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заняття на свіжому повітрі – це дуже важливий елемент здоров’язбережувальних технологій, так як сучасні діти більшу частину свого часу проводять у приміщенні, тому важливо за першої можливості проводити частину занять на свіжому повітрі, що насичує організм киснем, вітамінами та впливає на загальне самопочуття дитини;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музичний супровід уроків – такий метод робить заняття цікавішими для дітей, а також впливає на емоційний стан дитини, процес запам’ятовування та сприйняття, а також підвищує працездатність, так як звук – це енергія;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цікаві перерви – у початковій школі рекомендують робити невеликі перерви у формі активних ігор, так як це цікаво і весело для дітей, та й після такого відпочинку вони значно менше будуть відволікатися на уроці;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цікаві зустрічі – це досить ефективний спосіб для легшого донесення необхідної інформації до дітей, у процесі якого залучають фахівця у певній галузі при розгляді тих чи інших запитань, так як їх думка звучить для дітей більш авторитетно та переконливо;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безпека життєдіяльності – це ознайомлення дітей з основами безпечної життєдіяльності, але так як мова йде про початкову школу, то таке знайомство може відбувати в ігровій формі чи у формі вікторини, щоб це було більш доступно для дітей та легше ними сприймалося;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психолого-оздоровчі програми – це різноманітні способи, у процесі яких ми стараємося сформувати в дитини бажання дбати про власне здоров’я;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використання засобів мультимедіа – враховуючи те, що сучасні діти краще все сприймають через призму сучасних технологій, то такий спосіб донесення інформації буде більш ефективним, окрім того яскраві зображення чи відео дадуть наочність викладеному матеріалу;</w:t>
      </w:r>
    </w:p>
    <w:p w:rsidR="006118C4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організація цікавого дозвілля – це важливий аспект здоров’язбереження, так як у позанавчальний час можна проявити фантазію і організувати велику кількість цікавих заходів, які будуть присвячені питанням здоров’я;</w:t>
      </w:r>
    </w:p>
    <w:p w:rsidR="006118C4" w:rsidRPr="007C7E18" w:rsidRDefault="006118C4" w:rsidP="00272F35">
      <w:pPr>
        <w:pStyle w:val="ListParagraph"/>
        <w:numPr>
          <w:ilvl w:val="0"/>
          <w:numId w:val="9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гуртки та секції – так, як діти зараз ведуть малорухливий спосіб життя, то організація різних гуртків, де вони би могли реалізувати себе і, в той же час, займатися фізичною активністю, що є корисним для здоров’я, є дуже важливим завданням навчального закладу</w:t>
      </w:r>
      <w:r w:rsidRPr="00433D16">
        <w:rPr>
          <w:rFonts w:ascii="Times New Roman" w:hAnsi="Times New Roman"/>
          <w:sz w:val="28"/>
          <w:szCs w:val="28"/>
          <w:lang w:val="uk-UA"/>
        </w:rPr>
        <w:t>[6</w:t>
      </w:r>
      <w:r>
        <w:rPr>
          <w:rFonts w:ascii="Times New Roman" w:hAnsi="Times New Roman"/>
          <w:sz w:val="28"/>
          <w:szCs w:val="28"/>
          <w:lang w:val="uk-UA"/>
        </w:rPr>
        <w:t>, с. 119</w:t>
      </w:r>
      <w:r w:rsidRPr="00433D16">
        <w:rPr>
          <w:rFonts w:ascii="Times New Roman" w:hAnsi="Times New Roman"/>
          <w:sz w:val="28"/>
          <w:szCs w:val="28"/>
          <w:lang w:val="uk-UA"/>
        </w:rPr>
        <w:t>]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6118C4" w:rsidRPr="00DA4369" w:rsidRDefault="006118C4" w:rsidP="003E69E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DA4369">
        <w:rPr>
          <w:rFonts w:ascii="Times New Roman" w:hAnsi="Times New Roman"/>
          <w:b/>
          <w:sz w:val="28"/>
          <w:szCs w:val="28"/>
          <w:lang w:val="uk-UA"/>
        </w:rPr>
        <w:t>Висновки.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 процесі свого дослідження ми описали та обґрунтували процес впровадження здоров’язбережувальних технологій на уроках фізичного виховання у початковій школі та дійшли висновку, що ефективне впровадження цих технологій можливе лише за умови правильної та раціональної організації освітнього процесу, який забезпечує формування в дитини відповідальності за власне здоров’я та здоров’я оточуючих, а також формує у неї мотивації щодо дотримання основ здорового способу життя. </w:t>
      </w:r>
    </w:p>
    <w:p w:rsidR="006118C4" w:rsidRPr="007F0E80" w:rsidRDefault="006118C4" w:rsidP="005D430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F0E80">
        <w:rPr>
          <w:rFonts w:ascii="Times New Roman" w:hAnsi="Times New Roman"/>
          <w:b/>
          <w:sz w:val="28"/>
          <w:szCs w:val="28"/>
          <w:lang w:val="uk-UA"/>
        </w:rPr>
        <w:t>Перспективи подальших досліджень.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 межах однієї статті неможливо всебічно розкрити таке глибоке питання, тому дослідження в даному напрямку мають тривати і надалі. Слід більше уваги приділити питанням, які стосуються організації в навчальному закладі умов, що необхідні для запровадження здоров’язбережувальних технологій, а також психологічним та соціальним аспектам формування в навчальному середовищі мотивації щодо дотримання учнями здорового способу життя.</w:t>
      </w:r>
    </w:p>
    <w:p w:rsidR="006118C4" w:rsidRDefault="006118C4" w:rsidP="005A1AA8">
      <w:pPr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921D59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6118C4" w:rsidRPr="0011488C" w:rsidRDefault="006118C4" w:rsidP="000D6117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488C">
        <w:rPr>
          <w:rFonts w:ascii="Times New Roman" w:hAnsi="Times New Roman"/>
          <w:sz w:val="28"/>
          <w:szCs w:val="28"/>
          <w:lang w:val="uk-UA"/>
        </w:rPr>
        <w:t>Гладуш В.А.Педагогіка здоров’я як основа розвитку потенціалу особистості: колективна монографія</w:t>
      </w:r>
      <w:r w:rsidRPr="0011488C">
        <w:rPr>
          <w:rFonts w:ascii="Times New Roman" w:hAnsi="Times New Roman"/>
          <w:i/>
          <w:sz w:val="28"/>
          <w:szCs w:val="28"/>
          <w:lang w:val="uk-UA"/>
        </w:rPr>
        <w:t>.</w:t>
      </w:r>
      <w:r w:rsidRPr="0011488C">
        <w:rPr>
          <w:rFonts w:ascii="Times New Roman" w:hAnsi="Times New Roman"/>
          <w:sz w:val="28"/>
          <w:szCs w:val="28"/>
          <w:lang w:val="uk-UA"/>
        </w:rPr>
        <w:t>/ В.А. Гладуш, Н.В. Зимівець, З.П. Бондаренко, Н.М. Ніколенко. – Дніпро: ЛІРА, 2020. – 264 с.</w:t>
      </w:r>
    </w:p>
    <w:p w:rsidR="006118C4" w:rsidRPr="0011488C" w:rsidRDefault="006118C4" w:rsidP="000D6117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488C">
        <w:rPr>
          <w:rFonts w:ascii="Times New Roman" w:hAnsi="Times New Roman"/>
          <w:sz w:val="28"/>
          <w:szCs w:val="28"/>
          <w:lang w:val="uk-UA" w:eastAsia="ru-RU"/>
        </w:rPr>
        <w:t>Левків В.І. Шляхи оптимізації фізичного виховання в освітніх закладах: навчальний посібник. / В.І. Левків. – Львів, 2001. – 44с.</w:t>
      </w:r>
    </w:p>
    <w:p w:rsidR="006118C4" w:rsidRPr="0011488C" w:rsidRDefault="006118C4" w:rsidP="0011488C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11488C">
        <w:rPr>
          <w:rFonts w:ascii="Times New Roman" w:hAnsi="Times New Roman"/>
          <w:sz w:val="28"/>
          <w:szCs w:val="28"/>
          <w:lang w:val="uk-UA"/>
        </w:rPr>
        <w:t xml:space="preserve">Мелега К.П. Сучасні технології здоров’язбереження: навчальний посібник. / К.П. Мелега. – Ужгород: Вид-во УжНУ «Говерла», 2018. – 171с. </w:t>
      </w:r>
    </w:p>
    <w:p w:rsidR="006118C4" w:rsidRPr="0011488C" w:rsidRDefault="006118C4" w:rsidP="0011488C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488C">
        <w:rPr>
          <w:rFonts w:ascii="Times New Roman" w:hAnsi="Times New Roman"/>
          <w:sz w:val="28"/>
          <w:szCs w:val="28"/>
          <w:lang w:val="uk-UA"/>
        </w:rPr>
        <w:t>Товт В.А. Основи теорії та методики фізичного виховання: навчальний посібник / В.А. Товт, О.А. Дуло, М.Ю. Щерба. – Ужгород: ПП «Графіка», 2010. – 17с.</w:t>
      </w:r>
    </w:p>
    <w:p w:rsidR="006118C4" w:rsidRPr="0011488C" w:rsidRDefault="006118C4" w:rsidP="0011488C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488C">
        <w:rPr>
          <w:rFonts w:ascii="Times New Roman" w:hAnsi="Times New Roman"/>
          <w:sz w:val="28"/>
          <w:szCs w:val="28"/>
          <w:lang w:val="uk-UA"/>
        </w:rPr>
        <w:t>Худолій О.М. Загальні основи теорії і методики фізичного виховання: навчальний посібник. / О.М. Худолій. – Харків: ОВС, 2007. – 403с.</w:t>
      </w:r>
    </w:p>
    <w:p w:rsidR="006118C4" w:rsidRPr="0011488C" w:rsidRDefault="006118C4" w:rsidP="0011488C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488C">
        <w:rPr>
          <w:rFonts w:ascii="Times New Roman" w:hAnsi="Times New Roman"/>
          <w:sz w:val="28"/>
          <w:szCs w:val="28"/>
          <w:lang w:val="uk-UA"/>
        </w:rPr>
        <w:t>Черненко С.О. Теорія і методика фізичного виховання: навчальний посібник / С.О. Черненко. – Краматорськ, 2021. – 119с.</w:t>
      </w:r>
    </w:p>
    <w:p w:rsidR="006118C4" w:rsidRPr="00FC370E" w:rsidRDefault="006118C4" w:rsidP="00FC370E">
      <w:pPr>
        <w:pStyle w:val="ListParagraph"/>
        <w:numPr>
          <w:ilvl w:val="0"/>
          <w:numId w:val="5"/>
        </w:numPr>
        <w:spacing w:after="0" w:line="360" w:lineRule="auto"/>
        <w:ind w:left="567" w:hanging="567"/>
        <w:jc w:val="both"/>
        <w:rPr>
          <w:rFonts w:ascii="Times New Roman" w:hAnsi="Times New Roman"/>
          <w:sz w:val="28"/>
          <w:szCs w:val="28"/>
          <w:lang w:val="uk-UA"/>
        </w:rPr>
      </w:pPr>
      <w:r w:rsidRPr="0011488C">
        <w:rPr>
          <w:rFonts w:ascii="Times New Roman" w:hAnsi="Times New Roman"/>
          <w:sz w:val="28"/>
          <w:szCs w:val="28"/>
          <w:lang w:val="uk-UA"/>
        </w:rPr>
        <w:t>Шпак А.</w:t>
      </w:r>
      <w:r w:rsidRPr="005436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Впровадження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436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здоров’язберігаючих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436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технологій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436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в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436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освітньому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54361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процесі</w:t>
      </w:r>
      <w:r w:rsidRPr="001148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: методичний посібник</w:t>
      </w:r>
      <w:r w:rsidRPr="0011488C">
        <w:rPr>
          <w:rFonts w:ascii="Times New Roman" w:hAnsi="Times New Roman"/>
          <w:i/>
          <w:sz w:val="28"/>
          <w:szCs w:val="28"/>
          <w:shd w:val="clear" w:color="auto" w:fill="FFFFFF"/>
          <w:lang w:val="uk-UA"/>
        </w:rPr>
        <w:t xml:space="preserve">. </w:t>
      </w:r>
      <w:r w:rsidRPr="0011488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/ А. Шпак. – Хмельницьк, 2023. – 25с.</w:t>
      </w:r>
    </w:p>
    <w:p w:rsidR="006118C4" w:rsidRDefault="006118C4" w:rsidP="002747C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6118C4" w:rsidRDefault="006118C4" w:rsidP="002747C5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6118C4" w:rsidRPr="00FC370E" w:rsidRDefault="006118C4" w:rsidP="00FC370E">
      <w:pPr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викладач, Фещак Катерина Володимирівна.</w:t>
      </w:r>
    </w:p>
    <w:p w:rsidR="006118C4" w:rsidRDefault="006118C4" w:rsidP="00FC370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sectPr w:rsidR="006118C4" w:rsidSect="00BB466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35835"/>
    <w:multiLevelType w:val="hybridMultilevel"/>
    <w:tmpl w:val="6D1C5A1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7163B3"/>
    <w:multiLevelType w:val="hybridMultilevel"/>
    <w:tmpl w:val="4A5614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A60587"/>
    <w:multiLevelType w:val="hybridMultilevel"/>
    <w:tmpl w:val="72B4DC70"/>
    <w:lvl w:ilvl="0" w:tplc="04190001">
      <w:start w:val="1"/>
      <w:numFmt w:val="bullet"/>
      <w:lvlText w:val=""/>
      <w:lvlJc w:val="left"/>
      <w:pPr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3">
    <w:nsid w:val="34F67643"/>
    <w:multiLevelType w:val="hybridMultilevel"/>
    <w:tmpl w:val="6D720A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6F93243"/>
    <w:multiLevelType w:val="hybridMultilevel"/>
    <w:tmpl w:val="D0E0D81A"/>
    <w:lvl w:ilvl="0" w:tplc="0419000B">
      <w:start w:val="1"/>
      <w:numFmt w:val="bullet"/>
      <w:lvlText w:val=""/>
      <w:lvlJc w:val="left"/>
      <w:pPr>
        <w:ind w:left="1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0" w:hanging="360"/>
      </w:pPr>
      <w:rPr>
        <w:rFonts w:ascii="Wingdings" w:hAnsi="Wingdings" w:hint="default"/>
      </w:rPr>
    </w:lvl>
  </w:abstractNum>
  <w:abstractNum w:abstractNumId="5">
    <w:nsid w:val="482F04FD"/>
    <w:multiLevelType w:val="hybridMultilevel"/>
    <w:tmpl w:val="A2285FDC"/>
    <w:lvl w:ilvl="0" w:tplc="7AD47DDA">
      <w:start w:val="1"/>
      <w:numFmt w:val="decimal"/>
      <w:lvlText w:val="%1."/>
      <w:lvlJc w:val="left"/>
      <w:pPr>
        <w:ind w:left="1654" w:hanging="945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57BF0A0A"/>
    <w:multiLevelType w:val="hybridMultilevel"/>
    <w:tmpl w:val="970E85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50C27C5"/>
    <w:multiLevelType w:val="hybridMultilevel"/>
    <w:tmpl w:val="D1C614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E956DEE"/>
    <w:multiLevelType w:val="hybridMultilevel"/>
    <w:tmpl w:val="45D8E10C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4660"/>
    <w:rsid w:val="00014A13"/>
    <w:rsid w:val="00023826"/>
    <w:rsid w:val="000323DF"/>
    <w:rsid w:val="00032C0C"/>
    <w:rsid w:val="0003312C"/>
    <w:rsid w:val="00042699"/>
    <w:rsid w:val="0004476F"/>
    <w:rsid w:val="0006098A"/>
    <w:rsid w:val="00090E17"/>
    <w:rsid w:val="000D6117"/>
    <w:rsid w:val="000D6530"/>
    <w:rsid w:val="00100220"/>
    <w:rsid w:val="0011488C"/>
    <w:rsid w:val="00122005"/>
    <w:rsid w:val="001703F9"/>
    <w:rsid w:val="00174769"/>
    <w:rsid w:val="00185806"/>
    <w:rsid w:val="001A0A9B"/>
    <w:rsid w:val="001D7DC9"/>
    <w:rsid w:val="001F5A37"/>
    <w:rsid w:val="001F769C"/>
    <w:rsid w:val="00201847"/>
    <w:rsid w:val="00206F34"/>
    <w:rsid w:val="00230251"/>
    <w:rsid w:val="00253EAE"/>
    <w:rsid w:val="00272F35"/>
    <w:rsid w:val="002747C5"/>
    <w:rsid w:val="002802B2"/>
    <w:rsid w:val="00287E09"/>
    <w:rsid w:val="00293CAB"/>
    <w:rsid w:val="00295CAB"/>
    <w:rsid w:val="002A5636"/>
    <w:rsid w:val="002C38D6"/>
    <w:rsid w:val="002D3CB3"/>
    <w:rsid w:val="002F0FB1"/>
    <w:rsid w:val="002F71A8"/>
    <w:rsid w:val="00323134"/>
    <w:rsid w:val="00325EA5"/>
    <w:rsid w:val="00343563"/>
    <w:rsid w:val="00346CAE"/>
    <w:rsid w:val="00362B34"/>
    <w:rsid w:val="003A61A8"/>
    <w:rsid w:val="003B3D0A"/>
    <w:rsid w:val="003B78F7"/>
    <w:rsid w:val="003C63C1"/>
    <w:rsid w:val="003D2357"/>
    <w:rsid w:val="003D4C4C"/>
    <w:rsid w:val="003D7FB8"/>
    <w:rsid w:val="003E69ED"/>
    <w:rsid w:val="003F4F4E"/>
    <w:rsid w:val="004005CA"/>
    <w:rsid w:val="004115BC"/>
    <w:rsid w:val="00433D16"/>
    <w:rsid w:val="0044128B"/>
    <w:rsid w:val="00441E11"/>
    <w:rsid w:val="004614C8"/>
    <w:rsid w:val="004853E0"/>
    <w:rsid w:val="004A5333"/>
    <w:rsid w:val="004C6610"/>
    <w:rsid w:val="004D6DE2"/>
    <w:rsid w:val="004E3395"/>
    <w:rsid w:val="00504EB7"/>
    <w:rsid w:val="005071A7"/>
    <w:rsid w:val="0050723A"/>
    <w:rsid w:val="005140E4"/>
    <w:rsid w:val="00532B74"/>
    <w:rsid w:val="00533B8C"/>
    <w:rsid w:val="0054361D"/>
    <w:rsid w:val="00544E2F"/>
    <w:rsid w:val="00563D5A"/>
    <w:rsid w:val="00595F38"/>
    <w:rsid w:val="005A1AA8"/>
    <w:rsid w:val="005C16CC"/>
    <w:rsid w:val="005D430D"/>
    <w:rsid w:val="005F383F"/>
    <w:rsid w:val="006118C4"/>
    <w:rsid w:val="00624749"/>
    <w:rsid w:val="00666133"/>
    <w:rsid w:val="006A4E6E"/>
    <w:rsid w:val="006D4D3C"/>
    <w:rsid w:val="006E24A5"/>
    <w:rsid w:val="00701857"/>
    <w:rsid w:val="0071393F"/>
    <w:rsid w:val="00771027"/>
    <w:rsid w:val="00783DAD"/>
    <w:rsid w:val="00784FF0"/>
    <w:rsid w:val="007C7E18"/>
    <w:rsid w:val="007D73AF"/>
    <w:rsid w:val="007D7739"/>
    <w:rsid w:val="007F0E80"/>
    <w:rsid w:val="007F4BED"/>
    <w:rsid w:val="008013A4"/>
    <w:rsid w:val="00805F5B"/>
    <w:rsid w:val="00814A77"/>
    <w:rsid w:val="0081782B"/>
    <w:rsid w:val="008353EE"/>
    <w:rsid w:val="00847D1F"/>
    <w:rsid w:val="0086652A"/>
    <w:rsid w:val="00870E8C"/>
    <w:rsid w:val="008775C5"/>
    <w:rsid w:val="00894B07"/>
    <w:rsid w:val="008A0869"/>
    <w:rsid w:val="008D168B"/>
    <w:rsid w:val="0090085F"/>
    <w:rsid w:val="009014FF"/>
    <w:rsid w:val="00921D59"/>
    <w:rsid w:val="00922242"/>
    <w:rsid w:val="009321D3"/>
    <w:rsid w:val="009463F3"/>
    <w:rsid w:val="00966727"/>
    <w:rsid w:val="00966AB7"/>
    <w:rsid w:val="00A32BFB"/>
    <w:rsid w:val="00A757D1"/>
    <w:rsid w:val="00AB6DF2"/>
    <w:rsid w:val="00AC6879"/>
    <w:rsid w:val="00AF7030"/>
    <w:rsid w:val="00B54241"/>
    <w:rsid w:val="00B65DDD"/>
    <w:rsid w:val="00B8130A"/>
    <w:rsid w:val="00B95599"/>
    <w:rsid w:val="00BA0957"/>
    <w:rsid w:val="00BB4660"/>
    <w:rsid w:val="00BD5AE7"/>
    <w:rsid w:val="00C0329F"/>
    <w:rsid w:val="00C374FD"/>
    <w:rsid w:val="00C75F9E"/>
    <w:rsid w:val="00CA4E41"/>
    <w:rsid w:val="00CB0E96"/>
    <w:rsid w:val="00CC3317"/>
    <w:rsid w:val="00CE03B2"/>
    <w:rsid w:val="00D05231"/>
    <w:rsid w:val="00D111C3"/>
    <w:rsid w:val="00D438D7"/>
    <w:rsid w:val="00D607F0"/>
    <w:rsid w:val="00D70957"/>
    <w:rsid w:val="00D71604"/>
    <w:rsid w:val="00D76BF2"/>
    <w:rsid w:val="00D808E5"/>
    <w:rsid w:val="00DA2DE2"/>
    <w:rsid w:val="00DA4369"/>
    <w:rsid w:val="00DE0D22"/>
    <w:rsid w:val="00DF3ED3"/>
    <w:rsid w:val="00E12FAC"/>
    <w:rsid w:val="00E32277"/>
    <w:rsid w:val="00E90A26"/>
    <w:rsid w:val="00E95C0C"/>
    <w:rsid w:val="00EB4298"/>
    <w:rsid w:val="00EC04BB"/>
    <w:rsid w:val="00EC0F4A"/>
    <w:rsid w:val="00EE0991"/>
    <w:rsid w:val="00EF4ECF"/>
    <w:rsid w:val="00F3760D"/>
    <w:rsid w:val="00F45F8D"/>
    <w:rsid w:val="00F63818"/>
    <w:rsid w:val="00F64384"/>
    <w:rsid w:val="00F73C3B"/>
    <w:rsid w:val="00F8079A"/>
    <w:rsid w:val="00FB295B"/>
    <w:rsid w:val="00FC370E"/>
    <w:rsid w:val="00FF4EB2"/>
    <w:rsid w:val="00FF585E"/>
    <w:rsid w:val="00FF6F3C"/>
    <w:rsid w:val="00FF7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251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2D3CB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D3CB3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2474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EC0F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C0F4A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456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328</TotalTime>
  <Pages>6</Pages>
  <Words>6585</Words>
  <Characters>3754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Katya</dc:creator>
  <cp:keywords/>
  <dc:description/>
  <cp:lastModifiedBy>Admin</cp:lastModifiedBy>
  <cp:revision>167</cp:revision>
  <dcterms:created xsi:type="dcterms:W3CDTF">2024-06-01T08:08:00Z</dcterms:created>
  <dcterms:modified xsi:type="dcterms:W3CDTF">2024-06-29T08:21:00Z</dcterms:modified>
</cp:coreProperties>
</file>