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E3" w:rsidRDefault="00233DE3" w:rsidP="004C568C">
      <w:pPr>
        <w:spacing w:line="360" w:lineRule="auto"/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Оксана Жигайло, Орися Голубка</w:t>
      </w:r>
    </w:p>
    <w:p w:rsidR="00233DE3" w:rsidRDefault="00233DE3" w:rsidP="004C568C">
      <w:pPr>
        <w:spacing w:line="360" w:lineRule="auto"/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(Дрогобич, Україна)</w:t>
      </w:r>
    </w:p>
    <w:p w:rsidR="00233DE3" w:rsidRPr="00E919AA" w:rsidRDefault="00233DE3" w:rsidP="004C568C">
      <w:pPr>
        <w:spacing w:line="360" w:lineRule="auto"/>
        <w:ind w:firstLine="708"/>
        <w:jc w:val="right"/>
        <w:rPr>
          <w:sz w:val="28"/>
          <w:szCs w:val="28"/>
        </w:rPr>
      </w:pPr>
    </w:p>
    <w:p w:rsidR="00233DE3" w:rsidRDefault="00233DE3" w:rsidP="004C568C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212529"/>
          <w:sz w:val="28"/>
          <w:szCs w:val="28"/>
        </w:rPr>
      </w:pPr>
      <w:r w:rsidRPr="004C568C">
        <w:rPr>
          <w:b/>
          <w:color w:val="212529"/>
          <w:sz w:val="28"/>
          <w:szCs w:val="28"/>
        </w:rPr>
        <w:t xml:space="preserve">ВИКОРИСТАННЯ ПРИЙОМУ ПОРІВНЯННЯ НА УРОКАХ </w:t>
      </w:r>
    </w:p>
    <w:p w:rsidR="00233DE3" w:rsidRDefault="00233DE3" w:rsidP="004C568C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212529"/>
          <w:sz w:val="28"/>
          <w:szCs w:val="28"/>
        </w:rPr>
      </w:pPr>
      <w:r w:rsidRPr="004C568C">
        <w:rPr>
          <w:b/>
          <w:color w:val="212529"/>
          <w:sz w:val="28"/>
          <w:szCs w:val="28"/>
        </w:rPr>
        <w:t>У ПОЧАТКОВІЙ ШКОЛІ</w:t>
      </w:r>
    </w:p>
    <w:p w:rsidR="00233DE3" w:rsidRPr="004C568C" w:rsidRDefault="00233DE3" w:rsidP="004C568C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  <w:color w:val="212529"/>
          <w:sz w:val="28"/>
          <w:szCs w:val="28"/>
        </w:rPr>
      </w:pP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Одним із головних завдань сучасної школи є формування в учнів культури мислення. Важливою передумовою мислення є логічна грамотність, тобто мінімум знань і навичок, необхідних для будь-якої інтелектуальної діяльності.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Вважається, що найприродніше навчати логічній грамотності на уроках математики, оскільки логічні форми та зв'язки чітко представлені саме в математиці. Логічна грамотність включає такі логічні прийоми, як порівняння, аналогія, класифікація, узагальнення, виділення та підкреслення ключових моментів.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Першою умовою успішного виконання цих завдань є подальше вдосконалення методики викладання та оптимальне використання методів і прийомів навчання, які допомагають учням набувати міцних і усвідомлених знань, інтенсивно розвивати своє мислення та оволодівати засобами пізнання.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У зв'язку з цим до методичних засобів залучення молодших школярів до активної навчальної діяльності належать, насамперед, проблемне навчання, евристичні бесіди, систематичне розв'язання пізнавальних завдань, диференційований підхід і програмований контроль, розвиток навичок маніпулювання мисленням.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 xml:space="preserve">Важливу роль в успішному застосуванні цих інструментів відіграє дидактичний прийом порівняння. Порівняння </w:t>
      </w:r>
      <w:r>
        <w:rPr>
          <w:color w:val="212529"/>
          <w:sz w:val="28"/>
          <w:szCs w:val="28"/>
        </w:rPr>
        <w:t>–</w:t>
      </w:r>
      <w:r w:rsidRPr="00F164AC">
        <w:rPr>
          <w:color w:val="212529"/>
          <w:sz w:val="28"/>
          <w:szCs w:val="28"/>
        </w:rPr>
        <w:t xml:space="preserve"> найпоширеніший </w:t>
      </w:r>
      <w:r>
        <w:rPr>
          <w:color w:val="212529"/>
          <w:sz w:val="28"/>
          <w:szCs w:val="28"/>
        </w:rPr>
        <w:t>і найдоступніший метод пізнання.  К. </w:t>
      </w:r>
      <w:r w:rsidRPr="00F164AC">
        <w:rPr>
          <w:color w:val="212529"/>
          <w:sz w:val="28"/>
          <w:szCs w:val="28"/>
        </w:rPr>
        <w:t>Ушинський вважає порівняння основою розуміння і всякого мислення і неодноразово підкреслює, що «порівняння повинно б</w:t>
      </w:r>
      <w:r>
        <w:rPr>
          <w:color w:val="212529"/>
          <w:sz w:val="28"/>
          <w:szCs w:val="28"/>
        </w:rPr>
        <w:t>ути основним методом у навчанні</w:t>
      </w:r>
      <w:r w:rsidRPr="00F164AC">
        <w:rPr>
          <w:color w:val="212529"/>
          <w:sz w:val="28"/>
          <w:szCs w:val="28"/>
        </w:rPr>
        <w:t>. Якщо ми зустрінемо новий предмет, який ні з чим не можна порівняти, який ні від чого не можна відрізнити (якщо такий предмет можливий), ми не зможемо мати про нього ніякої думки, не зможемо сказати пр</w:t>
      </w:r>
      <w:r>
        <w:rPr>
          <w:color w:val="212529"/>
          <w:sz w:val="28"/>
          <w:szCs w:val="28"/>
        </w:rPr>
        <w:t>о нього жодного слова» [2</w:t>
      </w:r>
      <w:r w:rsidRPr="00F164AC">
        <w:rPr>
          <w:color w:val="212529"/>
          <w:sz w:val="28"/>
          <w:szCs w:val="28"/>
        </w:rPr>
        <w:t>].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 xml:space="preserve">Психолого-педагогічні дослідження та передовий педагогічний досвід переконують, що цей метод є дуже ефективним у навчальній діяльності: навчальна програма з 1 по 4 клас передбачає широке використання порівняння в процесі пояснення, узагальнення та систематизації різного матеріалу. 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Однак педагогічний досвід та аналіз рівня знань учнів показує, що в багатьох випадках цей прийом використовується обмежено і методично</w:t>
      </w:r>
      <w:r>
        <w:rPr>
          <w:color w:val="212529"/>
          <w:sz w:val="28"/>
          <w:szCs w:val="28"/>
        </w:rPr>
        <w:t xml:space="preserve"> </w:t>
      </w:r>
      <w:r w:rsidRPr="00F164AC">
        <w:rPr>
          <w:color w:val="212529"/>
          <w:sz w:val="28"/>
          <w:szCs w:val="28"/>
        </w:rPr>
        <w:t>неповноцінно, при цьому в молодших школярів розвивається здатність до спонтанних порівнянь.</w:t>
      </w:r>
      <w:r>
        <w:rPr>
          <w:color w:val="212529"/>
          <w:sz w:val="28"/>
          <w:szCs w:val="28"/>
        </w:rPr>
        <w:t xml:space="preserve"> Я. </w:t>
      </w:r>
      <w:r w:rsidRPr="00F164AC">
        <w:rPr>
          <w:color w:val="212529"/>
          <w:sz w:val="28"/>
          <w:szCs w:val="28"/>
        </w:rPr>
        <w:t>Коменський підкреслював важливість порівняння (особливо на перших ступенях навчання) як єдиного засобу, що дає учневі правильні знання [1].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 xml:space="preserve">Важливе значення </w:t>
      </w:r>
      <w:r>
        <w:rPr>
          <w:color w:val="212529"/>
          <w:sz w:val="28"/>
          <w:szCs w:val="28"/>
        </w:rPr>
        <w:t>і в наш час має розроблена К. </w:t>
      </w:r>
      <w:r w:rsidRPr="00F164AC">
        <w:rPr>
          <w:color w:val="212529"/>
          <w:sz w:val="28"/>
          <w:szCs w:val="28"/>
        </w:rPr>
        <w:t>Ушинським психолого-дидактична теорія застосування порівняння в початковій школі.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К. </w:t>
      </w:r>
      <w:r w:rsidRPr="00F164AC">
        <w:rPr>
          <w:color w:val="212529"/>
          <w:sz w:val="28"/>
          <w:szCs w:val="28"/>
        </w:rPr>
        <w:t>Ушинський рекомендує вчителям користуватися порівнянням для уточнення і створення понять, які є результатом порівняння багатьох уявлень. Великий вчений писав: «...всяке певне відчуття є вже результатом порівняння, а порівняння, як відомо, є основна розпізнавальна діяльність розуму» [2].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Порівняння, підкреслював Ушинський, сприяє кращому засвоєнню і запам’ятанню навчального матеріалу. В самому розташуванні завдань діти повинні знаходити умови для порівняння і розрізнення подібних об’єктів, для їх класифікації. Високо оцінював К. Д. Ушинський роль порівняння як засобу зв'язку нових і старих знань, матеріалу підручника з власним досвідом учня. Порівняння він вважав необхідним у навчанні дітей бачити різні відношення між предметами, явищами.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Отже, порівняння сприяє</w:t>
      </w:r>
      <w:r w:rsidRPr="00F164AC">
        <w:rPr>
          <w:color w:val="212529"/>
          <w:sz w:val="28"/>
          <w:szCs w:val="28"/>
        </w:rPr>
        <w:t xml:space="preserve">: 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1) розрізненню</w:t>
      </w:r>
      <w:r w:rsidRPr="00F164AC">
        <w:rPr>
          <w:color w:val="212529"/>
          <w:sz w:val="28"/>
          <w:szCs w:val="28"/>
        </w:rPr>
        <w:t xml:space="preserve"> предметів і явищ; 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2) встановленню</w:t>
      </w:r>
      <w:r w:rsidRPr="00F164AC">
        <w:rPr>
          <w:color w:val="212529"/>
          <w:sz w:val="28"/>
          <w:szCs w:val="28"/>
        </w:rPr>
        <w:t xml:space="preserve"> зв’язку між словом і образом; 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 xml:space="preserve">3) пізнання невідомого; 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4) конкрети</w:t>
      </w:r>
      <w:r>
        <w:rPr>
          <w:color w:val="212529"/>
          <w:sz w:val="28"/>
          <w:szCs w:val="28"/>
        </w:rPr>
        <w:t>зації</w:t>
      </w:r>
      <w:r w:rsidRPr="00F164AC">
        <w:rPr>
          <w:color w:val="212529"/>
          <w:sz w:val="28"/>
          <w:szCs w:val="28"/>
        </w:rPr>
        <w:t xml:space="preserve"> предметів і явищ; 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 xml:space="preserve">5) встановлення взаємозв’язків, закономірностей; 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 xml:space="preserve">6) розвиток мислення, спостережливості й уваги учнів. </w:t>
      </w:r>
    </w:p>
    <w:p w:rsidR="00233DE3" w:rsidRPr="00F164AC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У методичних вказівках до своїх книжок К. Ушинський не раз підкреслював, що всі предмети мають якусь подібність і відмінність, а тому, щоб сформувати у дитини поняття про зовнішній світ, необхідно безперестану використовувати порівняння для створення окремих понять, видових і родових понять, а</w:t>
      </w:r>
      <w:r>
        <w:rPr>
          <w:color w:val="212529"/>
          <w:sz w:val="28"/>
          <w:szCs w:val="28"/>
        </w:rPr>
        <w:t xml:space="preserve"> також системи понять [2.</w:t>
      </w:r>
      <w:r w:rsidRPr="00F164AC">
        <w:rPr>
          <w:color w:val="212529"/>
          <w:sz w:val="28"/>
          <w:szCs w:val="28"/>
        </w:rPr>
        <w:t>].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  <w:r w:rsidRPr="00F164AC">
        <w:rPr>
          <w:color w:val="212529"/>
          <w:sz w:val="28"/>
          <w:szCs w:val="28"/>
        </w:rPr>
        <w:t>Із вище зазначеного, можна зробити висновок, що прийомі порівняння мають вагоме значення при вивченні математики в початковій школі.</w:t>
      </w:r>
    </w:p>
    <w:p w:rsidR="00233DE3" w:rsidRDefault="00233DE3" w:rsidP="00AB5EED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28"/>
          <w:szCs w:val="28"/>
        </w:rPr>
      </w:pPr>
    </w:p>
    <w:p w:rsidR="00233DE3" w:rsidRPr="00AB5EED" w:rsidRDefault="00233DE3" w:rsidP="00BC52CA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rPr>
          <w:b/>
          <w:color w:val="212529"/>
          <w:sz w:val="28"/>
          <w:szCs w:val="28"/>
        </w:rPr>
      </w:pPr>
      <w:r w:rsidRPr="00AB5EED">
        <w:rPr>
          <w:b/>
          <w:color w:val="212529"/>
          <w:sz w:val="28"/>
          <w:szCs w:val="28"/>
        </w:rPr>
        <w:t>Література</w:t>
      </w:r>
      <w:r>
        <w:rPr>
          <w:b/>
          <w:color w:val="212529"/>
          <w:sz w:val="28"/>
          <w:szCs w:val="28"/>
        </w:rPr>
        <w:t>:</w:t>
      </w:r>
    </w:p>
    <w:p w:rsidR="00233DE3" w:rsidRPr="004C568C" w:rsidRDefault="00233DE3" w:rsidP="004C568C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4C568C">
        <w:rPr>
          <w:sz w:val="28"/>
          <w:szCs w:val="28"/>
        </w:rPr>
        <w:t xml:space="preserve">Історія української школи і педагогіки : хрестоматія / упоряд. О. О. </w:t>
      </w:r>
      <w:r>
        <w:rPr>
          <w:sz w:val="28"/>
          <w:szCs w:val="28"/>
        </w:rPr>
        <w:t xml:space="preserve">Любар; за ред. В. Г. Кременя. К.: Знання, 2003. </w:t>
      </w:r>
      <w:r w:rsidRPr="004C568C">
        <w:rPr>
          <w:sz w:val="28"/>
          <w:szCs w:val="28"/>
        </w:rPr>
        <w:t>766 с.</w:t>
      </w:r>
    </w:p>
    <w:p w:rsidR="00233DE3" w:rsidRPr="004C568C" w:rsidRDefault="00233DE3" w:rsidP="00AB5EED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C568C">
        <w:rPr>
          <w:sz w:val="28"/>
          <w:szCs w:val="28"/>
        </w:rPr>
        <w:t>Українська педагогіка в персоналіях: у 2 кн. Кн. 1: навч. посібник / за ред. О. В. Сухом</w:t>
      </w:r>
      <w:r>
        <w:rPr>
          <w:sz w:val="28"/>
          <w:szCs w:val="28"/>
        </w:rPr>
        <w:t xml:space="preserve">линської. К.: Либідь, 2005. </w:t>
      </w:r>
      <w:r w:rsidRPr="004C568C">
        <w:rPr>
          <w:sz w:val="28"/>
          <w:szCs w:val="28"/>
        </w:rPr>
        <w:t>624 с.</w:t>
      </w:r>
    </w:p>
    <w:p w:rsidR="00233DE3" w:rsidRPr="004C568C" w:rsidRDefault="00233DE3" w:rsidP="004C568C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C568C">
        <w:rPr>
          <w:sz w:val="28"/>
          <w:szCs w:val="28"/>
        </w:rPr>
        <w:t xml:space="preserve">Локшина О. І. Зміст шкільної освіти в країнах Європейського Союзу: теорія і практика (друга половина ХХ – початок ХХІ ст.) К.: Богданова А., 2009. </w:t>
      </w:r>
      <w:r>
        <w:rPr>
          <w:sz w:val="28"/>
          <w:szCs w:val="28"/>
        </w:rPr>
        <w:t>404 с.</w:t>
      </w:r>
    </w:p>
    <w:p w:rsidR="00233DE3" w:rsidRPr="004C568C" w:rsidRDefault="00233DE3" w:rsidP="00AB5EED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4C568C">
        <w:rPr>
          <w:sz w:val="28"/>
          <w:szCs w:val="28"/>
        </w:rPr>
        <w:t xml:space="preserve">Онопрієнко О. Компетентнісно орієнтована освіта в дії: уроки для стійкого розвитку  </w:t>
      </w:r>
      <w:r w:rsidRPr="004C568C">
        <w:rPr>
          <w:i/>
          <w:sz w:val="28"/>
          <w:szCs w:val="28"/>
        </w:rPr>
        <w:t>Початкова школа.</w:t>
      </w:r>
      <w:r w:rsidRPr="004C568C">
        <w:rPr>
          <w:sz w:val="28"/>
          <w:szCs w:val="28"/>
        </w:rPr>
        <w:t xml:space="preserve"> 2011. № 1. С.53–59. </w:t>
      </w:r>
    </w:p>
    <w:p w:rsidR="00233DE3" w:rsidRPr="004C568C" w:rsidRDefault="00233DE3" w:rsidP="00AB5EED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bookmarkStart w:id="0" w:name="_GoBack"/>
      <w:bookmarkEnd w:id="0"/>
      <w:r w:rsidRPr="004C568C">
        <w:rPr>
          <w:sz w:val="28"/>
          <w:szCs w:val="28"/>
        </w:rPr>
        <w:t>Савченко О. Я. Уміння вчитися – ключова компетентність молодшого школяра: посібник  К.: Педагогічна думка, 2014.176 с</w:t>
      </w:r>
    </w:p>
    <w:sectPr w:rsidR="00233DE3" w:rsidRPr="004C568C" w:rsidSect="008418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0180"/>
    <w:multiLevelType w:val="hybridMultilevel"/>
    <w:tmpl w:val="FACC0B18"/>
    <w:lvl w:ilvl="0" w:tplc="F760D1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562"/>
    <w:rsid w:val="00120562"/>
    <w:rsid w:val="001C0C45"/>
    <w:rsid w:val="00233DE3"/>
    <w:rsid w:val="004C568C"/>
    <w:rsid w:val="008418CB"/>
    <w:rsid w:val="009D613F"/>
    <w:rsid w:val="00A06067"/>
    <w:rsid w:val="00AB5EED"/>
    <w:rsid w:val="00BC52CA"/>
    <w:rsid w:val="00E919AA"/>
    <w:rsid w:val="00F1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067"/>
    <w:rPr>
      <w:sz w:val="20"/>
      <w:szCs w:val="20"/>
      <w:lang w:val="uk-UA"/>
    </w:rPr>
  </w:style>
  <w:style w:type="paragraph" w:styleId="Heading1">
    <w:name w:val="heading 1"/>
    <w:basedOn w:val="Normal"/>
    <w:link w:val="Heading1Char"/>
    <w:uiPriority w:val="99"/>
    <w:qFormat/>
    <w:rsid w:val="00A06067"/>
    <w:pPr>
      <w:outlineLvl w:val="0"/>
    </w:pPr>
    <w:rPr>
      <w:color w:val="2E74B5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A06067"/>
    <w:pPr>
      <w:outlineLvl w:val="1"/>
    </w:pPr>
    <w:rPr>
      <w:color w:val="2E74B5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A06067"/>
    <w:pPr>
      <w:outlineLvl w:val="2"/>
    </w:pPr>
    <w:rPr>
      <w:color w:val="1F4D78"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rsid w:val="00A06067"/>
    <w:pPr>
      <w:outlineLvl w:val="3"/>
    </w:pPr>
    <w:rPr>
      <w:i/>
      <w:iCs/>
      <w:color w:val="2E74B5"/>
    </w:rPr>
  </w:style>
  <w:style w:type="paragraph" w:styleId="Heading5">
    <w:name w:val="heading 5"/>
    <w:basedOn w:val="Normal"/>
    <w:link w:val="Heading5Char"/>
    <w:uiPriority w:val="99"/>
    <w:qFormat/>
    <w:rsid w:val="00A06067"/>
    <w:pPr>
      <w:outlineLvl w:val="4"/>
    </w:pPr>
    <w:rPr>
      <w:color w:val="2E74B5"/>
    </w:rPr>
  </w:style>
  <w:style w:type="paragraph" w:styleId="Heading6">
    <w:name w:val="heading 6"/>
    <w:basedOn w:val="Normal"/>
    <w:link w:val="Heading6Char"/>
    <w:uiPriority w:val="99"/>
    <w:qFormat/>
    <w:rsid w:val="00A06067"/>
    <w:pPr>
      <w:outlineLvl w:val="5"/>
    </w:pPr>
    <w:rPr>
      <w:color w:val="1F4D7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6067"/>
    <w:rPr>
      <w:rFonts w:cs="Times New Roman"/>
      <w:color w:val="2E74B5"/>
      <w:sz w:val="32"/>
      <w:szCs w:val="32"/>
      <w:lang w:val="uk-UA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06067"/>
    <w:rPr>
      <w:rFonts w:cs="Times New Roman"/>
      <w:color w:val="2E74B5"/>
      <w:sz w:val="26"/>
      <w:szCs w:val="26"/>
      <w:lang w:val="uk-UA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06067"/>
    <w:rPr>
      <w:rFonts w:cs="Times New Roman"/>
      <w:color w:val="1F4D78"/>
      <w:sz w:val="24"/>
      <w:szCs w:val="24"/>
      <w:lang w:val="uk-UA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6067"/>
    <w:rPr>
      <w:rFonts w:cs="Times New Roman"/>
      <w:i/>
      <w:iCs/>
      <w:color w:val="2E74B5"/>
      <w:lang w:val="uk-UA" w:eastAsia="en-US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06067"/>
    <w:rPr>
      <w:rFonts w:cs="Times New Roman"/>
      <w:color w:val="2E74B5"/>
      <w:lang w:val="uk-UA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06067"/>
    <w:rPr>
      <w:rFonts w:cs="Times New Roman"/>
      <w:color w:val="1F4D78"/>
      <w:lang w:val="uk-UA" w:eastAsia="en-US" w:bidi="ar-SA"/>
    </w:rPr>
  </w:style>
  <w:style w:type="paragraph" w:customStyle="1" w:styleId="1">
    <w:name w:val="Строгий1"/>
    <w:uiPriority w:val="99"/>
    <w:rsid w:val="00A06067"/>
    <w:rPr>
      <w:b/>
      <w:bCs/>
      <w:sz w:val="20"/>
      <w:szCs w:val="20"/>
      <w:lang w:val="uk-UA"/>
    </w:rPr>
  </w:style>
  <w:style w:type="paragraph" w:styleId="Title">
    <w:name w:val="Title"/>
    <w:basedOn w:val="Normal"/>
    <w:link w:val="TitleChar"/>
    <w:uiPriority w:val="99"/>
    <w:qFormat/>
    <w:rsid w:val="00A06067"/>
    <w:rPr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A06067"/>
    <w:rPr>
      <w:rFonts w:cs="Times New Roman"/>
      <w:sz w:val="56"/>
      <w:szCs w:val="56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A06067"/>
  </w:style>
  <w:style w:type="paragraph" w:styleId="NormalWeb">
    <w:name w:val="Normal (Web)"/>
    <w:basedOn w:val="Normal"/>
    <w:uiPriority w:val="99"/>
    <w:semiHidden/>
    <w:rsid w:val="00F164AC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2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2968</Words>
  <Characters>1692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4</cp:revision>
  <dcterms:created xsi:type="dcterms:W3CDTF">2024-09-26T20:17:00Z</dcterms:created>
  <dcterms:modified xsi:type="dcterms:W3CDTF">2024-09-27T17:53:00Z</dcterms:modified>
</cp:coreProperties>
</file>