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9B9" w:rsidRPr="00F52F91" w:rsidRDefault="00DD19B9" w:rsidP="00EF5FF1">
      <w:pPr>
        <w:jc w:val="right"/>
        <w:rPr>
          <w:rFonts w:ascii="Times New Roman" w:hAnsi="Times New Roman"/>
          <w:b/>
          <w:sz w:val="28"/>
          <w:szCs w:val="28"/>
        </w:rPr>
      </w:pPr>
      <w:r w:rsidRPr="00F52F91">
        <w:rPr>
          <w:rFonts w:ascii="Times New Roman" w:hAnsi="Times New Roman"/>
          <w:b/>
          <w:sz w:val="28"/>
          <w:szCs w:val="28"/>
        </w:rPr>
        <w:t>Олена Матусевич</w:t>
      </w:r>
    </w:p>
    <w:p w:rsidR="00DD19B9" w:rsidRPr="00F52F91" w:rsidRDefault="00DD19B9" w:rsidP="00EF5FF1">
      <w:pPr>
        <w:jc w:val="right"/>
        <w:rPr>
          <w:rFonts w:ascii="Times New Roman" w:hAnsi="Times New Roman"/>
          <w:b/>
          <w:sz w:val="28"/>
          <w:szCs w:val="28"/>
        </w:rPr>
      </w:pPr>
      <w:r w:rsidRPr="00F52F91">
        <w:rPr>
          <w:rFonts w:ascii="Times New Roman" w:hAnsi="Times New Roman"/>
          <w:b/>
          <w:sz w:val="28"/>
          <w:szCs w:val="28"/>
        </w:rPr>
        <w:t xml:space="preserve"> (Біла Церква</w:t>
      </w:r>
      <w:r w:rsidRPr="00F52F91">
        <w:rPr>
          <w:rFonts w:ascii="Times New Roman" w:hAnsi="Times New Roman"/>
          <w:b/>
          <w:sz w:val="28"/>
          <w:szCs w:val="28"/>
          <w:lang w:val="ru-RU"/>
        </w:rPr>
        <w:t>, Україна</w:t>
      </w:r>
      <w:r w:rsidRPr="00F52F91">
        <w:rPr>
          <w:rFonts w:ascii="Times New Roman" w:hAnsi="Times New Roman"/>
          <w:b/>
          <w:sz w:val="28"/>
          <w:szCs w:val="28"/>
        </w:rPr>
        <w:t xml:space="preserve">) </w:t>
      </w:r>
    </w:p>
    <w:p w:rsidR="00DD19B9" w:rsidRDefault="00DD19B9" w:rsidP="005C0D1E">
      <w:pPr>
        <w:spacing w:after="0" w:line="360" w:lineRule="auto"/>
        <w:jc w:val="right"/>
        <w:rPr>
          <w:rFonts w:ascii="Times New Roman" w:hAnsi="Times New Roman"/>
          <w:iCs/>
          <w:sz w:val="28"/>
          <w:szCs w:val="28"/>
        </w:rPr>
      </w:pPr>
    </w:p>
    <w:p w:rsidR="00DD19B9" w:rsidRDefault="00DD19B9" w:rsidP="00577B97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 w:rsidRPr="00577B97">
        <w:rPr>
          <w:rFonts w:ascii="Times New Roman" w:hAnsi="Times New Roman"/>
          <w:b/>
          <w:bCs/>
          <w:iCs/>
          <w:sz w:val="28"/>
          <w:szCs w:val="28"/>
        </w:rPr>
        <w:t>ІНФОРМАЦІЙНА БЕЗПЕКА У СУЧАСНОМУ СВІТІ</w:t>
      </w:r>
    </w:p>
    <w:p w:rsidR="00DD19B9" w:rsidRPr="00577B97" w:rsidRDefault="00DD19B9" w:rsidP="00577B97">
      <w:pPr>
        <w:spacing w:after="0" w:line="36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DD19B9" w:rsidRDefault="00DD19B9" w:rsidP="005C0D1E">
      <w:pPr>
        <w:spacing w:after="0" w:line="36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Сьогодні ми живемо з вами у інформаційному суспільстві,</w:t>
      </w:r>
      <w:r w:rsidRPr="005C0D1E">
        <w:rPr>
          <w:rFonts w:ascii="Times New Roman" w:hAnsi="Times New Roman"/>
          <w:iCs/>
          <w:sz w:val="28"/>
          <w:szCs w:val="28"/>
        </w:rPr>
        <w:t>в епоху інформаційної передозу. Інформаційне суспільство - це концепція, що описує сучасний етап розвитку цивілізації, в якому інформація та знання відіграють ключову роль у всіх сферах життя: економіці, політиці, культурі та соціальних відносинах.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E26095">
        <w:rPr>
          <w:rFonts w:ascii="Times New Roman" w:hAnsi="Times New Roman"/>
          <w:iCs/>
          <w:sz w:val="28"/>
          <w:szCs w:val="28"/>
        </w:rPr>
        <w:t>Інформаційний простір – це океан даних.</w:t>
      </w:r>
    </w:p>
    <w:p w:rsidR="00DD19B9" w:rsidRDefault="00DD19B9" w:rsidP="005C0D1E">
      <w:pPr>
        <w:spacing w:after="0" w:line="36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E31AB8">
        <w:rPr>
          <w:rFonts w:ascii="Times New Roman" w:hAnsi="Times New Roman"/>
          <w:iCs/>
          <w:sz w:val="28"/>
          <w:szCs w:val="28"/>
        </w:rPr>
        <w:t>Інформація та знання стають головним продуктом виробництва та споживання.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E31AB8">
        <w:rPr>
          <w:rFonts w:ascii="Times New Roman" w:hAnsi="Times New Roman"/>
          <w:iCs/>
          <w:sz w:val="28"/>
          <w:szCs w:val="28"/>
        </w:rPr>
        <w:t>Технології проникають у всі сфери діяльності, сприяючи автоматизації та підвищенню ефективності.</w:t>
      </w:r>
      <w:r>
        <w:rPr>
          <w:rFonts w:ascii="Times New Roman" w:hAnsi="Times New Roman"/>
          <w:iCs/>
          <w:sz w:val="28"/>
          <w:szCs w:val="28"/>
        </w:rPr>
        <w:t xml:space="preserve"> Кожного дня </w:t>
      </w:r>
      <w:r w:rsidRPr="00E31AB8">
        <w:rPr>
          <w:rFonts w:ascii="Times New Roman" w:hAnsi="Times New Roman"/>
          <w:iCs/>
          <w:sz w:val="28"/>
          <w:szCs w:val="28"/>
        </w:rPr>
        <w:t xml:space="preserve">Інтернет забезпечує </w:t>
      </w:r>
      <w:r>
        <w:rPr>
          <w:rFonts w:ascii="Times New Roman" w:hAnsi="Times New Roman"/>
          <w:iCs/>
          <w:sz w:val="28"/>
          <w:szCs w:val="28"/>
        </w:rPr>
        <w:t xml:space="preserve">нам </w:t>
      </w:r>
      <w:r w:rsidRPr="00E31AB8">
        <w:rPr>
          <w:rFonts w:ascii="Times New Roman" w:hAnsi="Times New Roman"/>
          <w:iCs/>
          <w:sz w:val="28"/>
          <w:szCs w:val="28"/>
        </w:rPr>
        <w:t>миттєвий доступ до інформації та спілкування з людьми по всьому світу.</w:t>
      </w:r>
    </w:p>
    <w:p w:rsidR="00DD19B9" w:rsidRPr="005C0D1E" w:rsidRDefault="00DD19B9" w:rsidP="00A41ABE">
      <w:pPr>
        <w:spacing w:after="0" w:line="36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5C0D1E">
        <w:rPr>
          <w:rFonts w:ascii="Times New Roman" w:hAnsi="Times New Roman"/>
          <w:iCs/>
          <w:sz w:val="28"/>
          <w:szCs w:val="28"/>
        </w:rPr>
        <w:t xml:space="preserve">У сучасному світі інформація є одним з найцінніших ресурсів. Ми використовуємо її для спілкування, роботи, навчання та розваг. </w:t>
      </w:r>
      <w:r>
        <w:rPr>
          <w:rFonts w:ascii="Times New Roman" w:hAnsi="Times New Roman"/>
          <w:iCs/>
          <w:sz w:val="28"/>
          <w:szCs w:val="28"/>
        </w:rPr>
        <w:t>Ми маємо ш</w:t>
      </w:r>
      <w:r w:rsidRPr="00E26095">
        <w:rPr>
          <w:rFonts w:ascii="Times New Roman" w:hAnsi="Times New Roman"/>
          <w:iCs/>
          <w:sz w:val="28"/>
          <w:szCs w:val="28"/>
        </w:rPr>
        <w:t>видкий та легкий доступ до величезних обсягів інформації</w:t>
      </w:r>
      <w:r>
        <w:rPr>
          <w:rFonts w:ascii="Times New Roman" w:hAnsi="Times New Roman"/>
          <w:iCs/>
          <w:sz w:val="28"/>
          <w:szCs w:val="28"/>
        </w:rPr>
        <w:t>, д</w:t>
      </w:r>
      <w:r w:rsidRPr="00E26095">
        <w:rPr>
          <w:rFonts w:ascii="Times New Roman" w:hAnsi="Times New Roman"/>
          <w:iCs/>
          <w:sz w:val="28"/>
          <w:szCs w:val="28"/>
        </w:rPr>
        <w:t>оступ до онлайн-курсів, лекцій та інших освітніх ресурсів.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E26095">
        <w:rPr>
          <w:rFonts w:ascii="Times New Roman" w:hAnsi="Times New Roman"/>
          <w:iCs/>
          <w:sz w:val="28"/>
          <w:szCs w:val="28"/>
        </w:rPr>
        <w:t>Створ</w:t>
      </w:r>
      <w:r>
        <w:rPr>
          <w:rFonts w:ascii="Times New Roman" w:hAnsi="Times New Roman"/>
          <w:iCs/>
          <w:sz w:val="28"/>
          <w:szCs w:val="28"/>
        </w:rPr>
        <w:t>юються</w:t>
      </w:r>
      <w:r w:rsidRPr="00E26095">
        <w:rPr>
          <w:rFonts w:ascii="Times New Roman" w:hAnsi="Times New Roman"/>
          <w:iCs/>
          <w:sz w:val="28"/>
          <w:szCs w:val="28"/>
        </w:rPr>
        <w:t xml:space="preserve"> нов</w:t>
      </w:r>
      <w:r>
        <w:rPr>
          <w:rFonts w:ascii="Times New Roman" w:hAnsi="Times New Roman"/>
          <w:iCs/>
          <w:sz w:val="28"/>
          <w:szCs w:val="28"/>
        </w:rPr>
        <w:t>і</w:t>
      </w:r>
      <w:r w:rsidRPr="00E26095">
        <w:rPr>
          <w:rFonts w:ascii="Times New Roman" w:hAnsi="Times New Roman"/>
          <w:iCs/>
          <w:sz w:val="28"/>
          <w:szCs w:val="28"/>
        </w:rPr>
        <w:t xml:space="preserve"> технологі</w:t>
      </w:r>
      <w:r>
        <w:rPr>
          <w:rFonts w:ascii="Times New Roman" w:hAnsi="Times New Roman"/>
          <w:iCs/>
          <w:sz w:val="28"/>
          <w:szCs w:val="28"/>
        </w:rPr>
        <w:t>ї</w:t>
      </w:r>
      <w:r w:rsidRPr="00E26095">
        <w:rPr>
          <w:rFonts w:ascii="Times New Roman" w:hAnsi="Times New Roman"/>
          <w:iCs/>
          <w:sz w:val="28"/>
          <w:szCs w:val="28"/>
        </w:rPr>
        <w:t xml:space="preserve"> та наукові відкриття завдяки обміну інформацією та співпраці між вченими.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5C0D1E">
        <w:rPr>
          <w:rFonts w:ascii="Times New Roman" w:hAnsi="Times New Roman"/>
          <w:iCs/>
          <w:sz w:val="28"/>
          <w:szCs w:val="28"/>
        </w:rPr>
        <w:t>Тому важливо забезпечити її безпеку, щоб захистити себе від різних загроз.</w:t>
      </w:r>
      <w:r>
        <w:rPr>
          <w:rFonts w:ascii="Times New Roman" w:hAnsi="Times New Roman"/>
          <w:iCs/>
          <w:sz w:val="28"/>
          <w:szCs w:val="28"/>
        </w:rPr>
        <w:t xml:space="preserve"> Саме і</w:t>
      </w:r>
      <w:r w:rsidRPr="00251C8E">
        <w:rPr>
          <w:rFonts w:ascii="Times New Roman" w:hAnsi="Times New Roman"/>
          <w:iCs/>
          <w:sz w:val="28"/>
          <w:szCs w:val="28"/>
        </w:rPr>
        <w:t>нформаційна безпека відіграє ключову роль у захисті особистих даних, бізнесу та національної безпеки.</w:t>
      </w:r>
    </w:p>
    <w:p w:rsidR="00DD19B9" w:rsidRPr="005C0D1E" w:rsidRDefault="00DD19B9" w:rsidP="005C0D1E">
      <w:pPr>
        <w:spacing w:after="0" w:line="36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5C0D1E">
        <w:rPr>
          <w:rFonts w:ascii="Times New Roman" w:hAnsi="Times New Roman"/>
          <w:iCs/>
          <w:sz w:val="28"/>
          <w:szCs w:val="28"/>
        </w:rPr>
        <w:t>Що таке інформаційна безпека?</w:t>
      </w:r>
    </w:p>
    <w:p w:rsidR="00DD19B9" w:rsidRDefault="00DD19B9" w:rsidP="005C0D1E">
      <w:pPr>
        <w:spacing w:after="0" w:line="36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5C0D1E">
        <w:rPr>
          <w:rFonts w:ascii="Times New Roman" w:hAnsi="Times New Roman"/>
          <w:iCs/>
          <w:sz w:val="28"/>
          <w:szCs w:val="28"/>
        </w:rPr>
        <w:t>Інформаційна безпека - це комплекс заходів, спрямованих на захист інформації від несанкціонованого доступу, використання, розголошення, зміни або знищення. Вона включає в себе технічні, організаційні та правові аспекти.</w:t>
      </w:r>
    </w:p>
    <w:p w:rsidR="00DD19B9" w:rsidRPr="00A41ABE" w:rsidRDefault="00DD19B9" w:rsidP="00A41ABE">
      <w:pPr>
        <w:spacing w:after="0" w:line="36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A41ABE">
        <w:rPr>
          <w:rFonts w:ascii="Times New Roman" w:hAnsi="Times New Roman"/>
          <w:iCs/>
          <w:sz w:val="28"/>
          <w:szCs w:val="28"/>
        </w:rPr>
        <w:t>Інформаційна безпека важлива, тому що вона допомагає захистити:</w:t>
      </w:r>
    </w:p>
    <w:p w:rsidR="00DD19B9" w:rsidRPr="00A41ABE" w:rsidRDefault="00DD19B9" w:rsidP="000C7316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</w:t>
      </w:r>
      <w:r w:rsidRPr="00A41ABE">
        <w:rPr>
          <w:rFonts w:ascii="Times New Roman" w:hAnsi="Times New Roman"/>
          <w:iCs/>
          <w:sz w:val="28"/>
          <w:szCs w:val="28"/>
        </w:rPr>
        <w:t>собисті дані: імена, адреси, номери телефонів, дані кредитних карток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A41ABE" w:rsidRDefault="00DD19B9" w:rsidP="000C7316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ф</w:t>
      </w:r>
      <w:r w:rsidRPr="00A41ABE">
        <w:rPr>
          <w:rFonts w:ascii="Times New Roman" w:hAnsi="Times New Roman"/>
          <w:iCs/>
          <w:sz w:val="28"/>
          <w:szCs w:val="28"/>
        </w:rPr>
        <w:t>інансову інформацію: банківські рахунки, паролі, транзакції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A41ABE" w:rsidRDefault="00DD19B9" w:rsidP="000C7316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к</w:t>
      </w:r>
      <w:r w:rsidRPr="00A41ABE">
        <w:rPr>
          <w:rFonts w:ascii="Times New Roman" w:hAnsi="Times New Roman"/>
          <w:iCs/>
          <w:sz w:val="28"/>
          <w:szCs w:val="28"/>
        </w:rPr>
        <w:t>онфіденційну інформацію: комерційну таємницю, інтелектуальну власність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A41ABE" w:rsidRDefault="00DD19B9" w:rsidP="000C7316">
      <w:pPr>
        <w:numPr>
          <w:ilvl w:val="0"/>
          <w:numId w:val="2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</w:t>
      </w:r>
      <w:r w:rsidRPr="00A41ABE">
        <w:rPr>
          <w:rFonts w:ascii="Times New Roman" w:hAnsi="Times New Roman"/>
          <w:iCs/>
          <w:sz w:val="28"/>
          <w:szCs w:val="28"/>
        </w:rPr>
        <w:t>епутацію: як особисту, так і організаційну.</w:t>
      </w:r>
    </w:p>
    <w:p w:rsidR="00DD19B9" w:rsidRPr="00854F5D" w:rsidRDefault="00DD19B9" w:rsidP="00854F5D">
      <w:pPr>
        <w:spacing w:after="0" w:line="36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854F5D">
        <w:rPr>
          <w:rFonts w:ascii="Times New Roman" w:hAnsi="Times New Roman"/>
          <w:iCs/>
          <w:sz w:val="28"/>
          <w:szCs w:val="28"/>
        </w:rPr>
        <w:t>Захист особистих даних</w:t>
      </w:r>
      <w:r>
        <w:rPr>
          <w:rFonts w:ascii="Times New Roman" w:hAnsi="Times New Roman"/>
          <w:iCs/>
          <w:sz w:val="28"/>
          <w:szCs w:val="28"/>
        </w:rPr>
        <w:t xml:space="preserve"> - це Ваші п</w:t>
      </w:r>
      <w:r w:rsidRPr="00854F5D">
        <w:rPr>
          <w:rFonts w:ascii="Times New Roman" w:hAnsi="Times New Roman"/>
          <w:iCs/>
          <w:sz w:val="28"/>
          <w:szCs w:val="28"/>
        </w:rPr>
        <w:t>ерсональні дані, такі як ім'я, адреса, номер телефону, дані кредитних карток та інші, можуть бути використані зловмисниками для крадіжки особистості, фінансового шахрайства або інших злочинів.</w:t>
      </w:r>
    </w:p>
    <w:p w:rsidR="00DD19B9" w:rsidRDefault="00DD19B9" w:rsidP="00854F5D">
      <w:pPr>
        <w:spacing w:after="0" w:line="36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854F5D">
        <w:rPr>
          <w:rFonts w:ascii="Times New Roman" w:hAnsi="Times New Roman"/>
          <w:iCs/>
          <w:sz w:val="28"/>
          <w:szCs w:val="28"/>
        </w:rPr>
        <w:t>Інформаційна безпека допомагає запобігти витоку цих даних та забезпечити їх конфіденційність.</w:t>
      </w:r>
    </w:p>
    <w:p w:rsidR="00DD19B9" w:rsidRDefault="00DD19B9" w:rsidP="00854F5D">
      <w:pPr>
        <w:spacing w:after="0" w:line="36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854F5D">
        <w:rPr>
          <w:rFonts w:ascii="Times New Roman" w:hAnsi="Times New Roman"/>
          <w:iCs/>
          <w:sz w:val="28"/>
          <w:szCs w:val="28"/>
        </w:rPr>
        <w:t>Інформаційна безпека відіграє важливу роль у захисті критичної інфраструктури, державних таємниць та інших важливих ресурсів від кібершпигунства, терористичних атак та інших загроз. Забезпечення кібербезпеки є важливим аспектом національної безпеки будь-якої країни.</w:t>
      </w:r>
    </w:p>
    <w:p w:rsidR="00DD19B9" w:rsidRPr="00DC129D" w:rsidRDefault="00DD19B9" w:rsidP="00DC129D">
      <w:pPr>
        <w:spacing w:after="0" w:line="360" w:lineRule="auto"/>
        <w:ind w:firstLine="851"/>
        <w:jc w:val="both"/>
        <w:rPr>
          <w:rFonts w:ascii="Times New Roman" w:hAnsi="Times New Roman"/>
          <w:iCs/>
          <w:sz w:val="28"/>
          <w:szCs w:val="28"/>
        </w:rPr>
      </w:pPr>
      <w:r w:rsidRPr="00DC129D">
        <w:rPr>
          <w:rFonts w:ascii="Times New Roman" w:hAnsi="Times New Roman"/>
          <w:iCs/>
          <w:sz w:val="28"/>
          <w:szCs w:val="28"/>
        </w:rPr>
        <w:t>Загрози інформаційній безпеці можуть бути різними:</w:t>
      </w:r>
    </w:p>
    <w:p w:rsidR="00DD19B9" w:rsidRPr="00DC129D" w:rsidRDefault="00DD19B9" w:rsidP="000C7316">
      <w:pPr>
        <w:pStyle w:val="ListParagraph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</w:t>
      </w:r>
      <w:r w:rsidRPr="00DC129D">
        <w:rPr>
          <w:rFonts w:ascii="Times New Roman" w:hAnsi="Times New Roman"/>
          <w:iCs/>
          <w:sz w:val="28"/>
          <w:szCs w:val="28"/>
        </w:rPr>
        <w:t>іруси та шкідливе програмне забезпечення: можуть пошкодити або знищити ваші дані, а також дозволити зловмисникам отримати доступ до вашої інформації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DC129D" w:rsidRDefault="00DD19B9" w:rsidP="000C7316">
      <w:pPr>
        <w:pStyle w:val="ListParagraph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х</w:t>
      </w:r>
      <w:r w:rsidRPr="00DC129D">
        <w:rPr>
          <w:rFonts w:ascii="Times New Roman" w:hAnsi="Times New Roman"/>
          <w:iCs/>
          <w:sz w:val="28"/>
          <w:szCs w:val="28"/>
        </w:rPr>
        <w:t>акери: можуть зламати ваші комп'ютери або облікові записи, щоб отримати доступ до вашої інформації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DC129D" w:rsidRDefault="00DD19B9" w:rsidP="000C7316">
      <w:pPr>
        <w:pStyle w:val="ListParagraph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ф</w:t>
      </w:r>
      <w:r w:rsidRPr="00DC129D">
        <w:rPr>
          <w:rFonts w:ascii="Times New Roman" w:hAnsi="Times New Roman"/>
          <w:iCs/>
          <w:sz w:val="28"/>
          <w:szCs w:val="28"/>
        </w:rPr>
        <w:t>ішинг: це вид шахрайства, коли зловмисники намагаються отримати вашу особисту інформацію, видаючи себе за відомі організації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DC129D" w:rsidRDefault="00DD19B9" w:rsidP="000C7316">
      <w:pPr>
        <w:pStyle w:val="ListParagraph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с</w:t>
      </w:r>
      <w:r w:rsidRPr="00DC129D">
        <w:rPr>
          <w:rFonts w:ascii="Times New Roman" w:hAnsi="Times New Roman"/>
          <w:iCs/>
          <w:sz w:val="28"/>
          <w:szCs w:val="28"/>
        </w:rPr>
        <w:t>оціальна інженерія: це вид маніпуляції, коли зловмисники змушують вас розкрити свою особисту інформацію або виконати дії, які можуть зашкодити вашій безпеці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Default="00DD19B9" w:rsidP="000C7316">
      <w:pPr>
        <w:pStyle w:val="ListParagraph"/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</w:t>
      </w:r>
      <w:r w:rsidRPr="00DC129D">
        <w:rPr>
          <w:rFonts w:ascii="Times New Roman" w:hAnsi="Times New Roman"/>
          <w:iCs/>
          <w:sz w:val="28"/>
          <w:szCs w:val="28"/>
        </w:rPr>
        <w:t>нутрішні загрози: можуть виходити від працівників, які мають доступ до вашої інформації, але зловживають цим.</w:t>
      </w:r>
    </w:p>
    <w:p w:rsidR="00DD19B9" w:rsidRDefault="00DD19B9" w:rsidP="00B47E5C">
      <w:pPr>
        <w:pStyle w:val="ListParagraph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B47E5C">
        <w:rPr>
          <w:rFonts w:ascii="Times New Roman" w:hAnsi="Times New Roman"/>
          <w:iCs/>
          <w:sz w:val="28"/>
          <w:szCs w:val="28"/>
        </w:rPr>
        <w:t xml:space="preserve">Сьогодні, коли наше життя нерозривно пов'язане з комп'ютерами та інтернетом, </w:t>
      </w:r>
      <w:r>
        <w:rPr>
          <w:rFonts w:ascii="Times New Roman" w:hAnsi="Times New Roman"/>
          <w:iCs/>
          <w:sz w:val="28"/>
          <w:szCs w:val="28"/>
        </w:rPr>
        <w:t xml:space="preserve">і кожного дня ми подорожуємо простором Інтернет у пошуках різної інформації та програмного забезпечення, користуємося для спілкування і комунікації електронною поштою, </w:t>
      </w:r>
      <w:r w:rsidRPr="00B47E5C">
        <w:rPr>
          <w:rFonts w:ascii="Times New Roman" w:hAnsi="Times New Roman"/>
          <w:iCs/>
          <w:sz w:val="28"/>
          <w:szCs w:val="28"/>
        </w:rPr>
        <w:t>комп'ютерні віруси стали серйозною загрозою для нашої безпеки. Вони можуть завдати шкоди не тільки нашим пристроям, але й особистим даним, фінансам та навіть репутації.</w:t>
      </w:r>
    </w:p>
    <w:p w:rsidR="00DD19B9" w:rsidRPr="008A6429" w:rsidRDefault="00DD19B9" w:rsidP="00B47E5C">
      <w:pPr>
        <w:pStyle w:val="ListParagraph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8A6429">
        <w:rPr>
          <w:rFonts w:ascii="Times New Roman" w:hAnsi="Times New Roman"/>
          <w:iCs/>
          <w:sz w:val="28"/>
          <w:szCs w:val="28"/>
        </w:rPr>
        <w:t>Вірус - це тип ШПЗ, який здатний самовідтворюватися та поширюватися, заражаючи інші файли та системи. Віруси можуть пошкоджувати файли, красти дані, порушувати роботу комп'ютера або навіть блокувати його.</w:t>
      </w:r>
    </w:p>
    <w:p w:rsidR="00DD19B9" w:rsidRDefault="00DD19B9" w:rsidP="00B47E5C">
      <w:pPr>
        <w:pStyle w:val="ListParagraph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8A6429">
        <w:rPr>
          <w:rFonts w:ascii="Times New Roman" w:hAnsi="Times New Roman"/>
          <w:iCs/>
          <w:sz w:val="28"/>
          <w:szCs w:val="28"/>
        </w:rPr>
        <w:t>Шкідливе програмне забезпечення (ШПЗ) - це загальний термін, який охоплює різні види злов</w:t>
      </w:r>
      <w:r>
        <w:rPr>
          <w:rFonts w:ascii="Times New Roman" w:hAnsi="Times New Roman"/>
          <w:iCs/>
          <w:sz w:val="28"/>
          <w:szCs w:val="28"/>
        </w:rPr>
        <w:t>м</w:t>
      </w:r>
      <w:r w:rsidRPr="008A6429">
        <w:rPr>
          <w:rFonts w:ascii="Times New Roman" w:hAnsi="Times New Roman"/>
          <w:iCs/>
          <w:sz w:val="28"/>
          <w:szCs w:val="28"/>
        </w:rPr>
        <w:t>исних програм, включаючи віруси, троянські програми, черв'яки, шпигунське ПЗ, програми-вимагачі та інші. ШПЗ може потрапити на ваш пристрій різними шляхами, наприклад, через заражені файли, веб-сайти, електронну пошту або USB-накопичувачі.</w:t>
      </w:r>
    </w:p>
    <w:p w:rsidR="00DD19B9" w:rsidRPr="002E53A2" w:rsidRDefault="00DD19B9" w:rsidP="002E53A2">
      <w:pPr>
        <w:pStyle w:val="ListParagraph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2E53A2">
        <w:rPr>
          <w:rFonts w:ascii="Times New Roman" w:hAnsi="Times New Roman"/>
          <w:iCs/>
          <w:sz w:val="28"/>
          <w:szCs w:val="28"/>
        </w:rPr>
        <w:t>Яку шкоду можуть завдати комп'ютерні віруси?</w:t>
      </w:r>
    </w:p>
    <w:p w:rsidR="00DD19B9" w:rsidRPr="002E53A2" w:rsidRDefault="00DD19B9" w:rsidP="000C7316">
      <w:pPr>
        <w:pStyle w:val="ListParagraph"/>
        <w:numPr>
          <w:ilvl w:val="0"/>
          <w:numId w:val="7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2E53A2">
        <w:rPr>
          <w:rFonts w:ascii="Times New Roman" w:hAnsi="Times New Roman"/>
          <w:iCs/>
          <w:sz w:val="28"/>
          <w:szCs w:val="28"/>
        </w:rPr>
        <w:t>Пошкодження або знищення файлів: віруси можуть пошкодити або знищити ваші особисті файли, такі як фотографії, документи або відео.</w:t>
      </w:r>
    </w:p>
    <w:p w:rsidR="00DD19B9" w:rsidRPr="002E53A2" w:rsidRDefault="00DD19B9" w:rsidP="000C7316">
      <w:pPr>
        <w:pStyle w:val="ListParagraph"/>
        <w:numPr>
          <w:ilvl w:val="0"/>
          <w:numId w:val="7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2E53A2">
        <w:rPr>
          <w:rFonts w:ascii="Times New Roman" w:hAnsi="Times New Roman"/>
          <w:iCs/>
          <w:sz w:val="28"/>
          <w:szCs w:val="28"/>
        </w:rPr>
        <w:t>Крадіжка особистих даних: віруси-шпигуни можуть викрасти ваші паролі, номери кредитних карток та інші особисті дані, які можуть бути використані зловмисниками для шахрайства або крадіжки особистості.</w:t>
      </w:r>
    </w:p>
    <w:p w:rsidR="00DD19B9" w:rsidRPr="002E53A2" w:rsidRDefault="00DD19B9" w:rsidP="000C7316">
      <w:pPr>
        <w:pStyle w:val="ListParagraph"/>
        <w:numPr>
          <w:ilvl w:val="0"/>
          <w:numId w:val="7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2E53A2">
        <w:rPr>
          <w:rFonts w:ascii="Times New Roman" w:hAnsi="Times New Roman"/>
          <w:iCs/>
          <w:sz w:val="28"/>
          <w:szCs w:val="28"/>
        </w:rPr>
        <w:t>Порушення роботи комп'ютера: віруси можуть уповільнити роботу комп'ютера, спричинити збої в роботі програм або навіть призвести до повного виходу з ладу системи.</w:t>
      </w:r>
    </w:p>
    <w:p w:rsidR="00DD19B9" w:rsidRPr="002E53A2" w:rsidRDefault="00DD19B9" w:rsidP="000C7316">
      <w:pPr>
        <w:pStyle w:val="ListParagraph"/>
        <w:numPr>
          <w:ilvl w:val="0"/>
          <w:numId w:val="7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2E53A2">
        <w:rPr>
          <w:rFonts w:ascii="Times New Roman" w:hAnsi="Times New Roman"/>
          <w:iCs/>
          <w:sz w:val="28"/>
          <w:szCs w:val="28"/>
        </w:rPr>
        <w:t>Фінансові втрати: віруси-вимагачі можуть заблокувати доступ до ваших файлів та вимагати викуп за їх розблокування, що може призвести до значних фінансових втрат.</w:t>
      </w:r>
    </w:p>
    <w:p w:rsidR="00DD19B9" w:rsidRDefault="00DD19B9" w:rsidP="000C7316">
      <w:pPr>
        <w:pStyle w:val="ListParagraph"/>
        <w:numPr>
          <w:ilvl w:val="0"/>
          <w:numId w:val="7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2E53A2">
        <w:rPr>
          <w:rFonts w:ascii="Times New Roman" w:hAnsi="Times New Roman"/>
          <w:iCs/>
          <w:sz w:val="28"/>
          <w:szCs w:val="28"/>
        </w:rPr>
        <w:t>Втрата репутації: якщо вірус заразить ваш комп'ютер та використає його для розсилання спаму або шкідливого програмного забезпечення, це може зашкодити вашій репутації.</w:t>
      </w:r>
    </w:p>
    <w:p w:rsidR="00DD19B9" w:rsidRPr="002E53A2" w:rsidRDefault="00DD19B9" w:rsidP="00FD410C">
      <w:pPr>
        <w:pStyle w:val="ListParagraph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FD410C">
        <w:rPr>
          <w:rFonts w:ascii="Times New Roman" w:hAnsi="Times New Roman"/>
          <w:iCs/>
          <w:sz w:val="28"/>
          <w:szCs w:val="28"/>
        </w:rPr>
        <w:t xml:space="preserve">Одним із ключових елементів захисту від різноманітних загроз є використання </w:t>
      </w:r>
      <w:r>
        <w:rPr>
          <w:rFonts w:ascii="Times New Roman" w:hAnsi="Times New Roman"/>
          <w:iCs/>
          <w:sz w:val="28"/>
          <w:szCs w:val="28"/>
        </w:rPr>
        <w:t xml:space="preserve">надійних  </w:t>
      </w:r>
      <w:r w:rsidRPr="00FD410C">
        <w:rPr>
          <w:rFonts w:ascii="Times New Roman" w:hAnsi="Times New Roman"/>
          <w:iCs/>
          <w:sz w:val="28"/>
          <w:szCs w:val="28"/>
        </w:rPr>
        <w:t>антивірусних програм.</w:t>
      </w:r>
      <w:r w:rsidRPr="00DB1585">
        <w:rPr>
          <w:rFonts w:ascii="Times New Roman" w:hAnsi="Times New Roman"/>
          <w:iCs/>
          <w:sz w:val="28"/>
          <w:szCs w:val="28"/>
        </w:rPr>
        <w:t>Антивіруси розроблені для виявлення, блокування та видалення різноманітних шкідливих програм, таких як віруси, трояни, шпигунське ПЗ, програми-вимагачі та інші. Ці програми можуть завдати значної шкоди вашим файлам, системі та особистим даним.</w:t>
      </w:r>
    </w:p>
    <w:p w:rsidR="00DD19B9" w:rsidRDefault="00DD19B9" w:rsidP="00B47E5C">
      <w:pPr>
        <w:pStyle w:val="ListParagraph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DB1585">
        <w:rPr>
          <w:rFonts w:ascii="Times New Roman" w:hAnsi="Times New Roman"/>
          <w:iCs/>
          <w:sz w:val="28"/>
          <w:szCs w:val="28"/>
        </w:rPr>
        <w:t>Кіберзлочинці постійно шукають способи отримати доступ до вашої особистої інформації, такої як паролі, номери кредитних карток, банківські рахунки тощо. Антивірусні програми допомагають захистити ці дані від крадіжки та несанкціонованого використання.</w:t>
      </w:r>
    </w:p>
    <w:p w:rsidR="00DD19B9" w:rsidRDefault="00DD19B9" w:rsidP="00B47E5C">
      <w:pPr>
        <w:pStyle w:val="ListParagraph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C60953">
        <w:rPr>
          <w:rFonts w:ascii="Times New Roman" w:hAnsi="Times New Roman"/>
          <w:iCs/>
          <w:sz w:val="28"/>
          <w:szCs w:val="28"/>
        </w:rPr>
        <w:t>Під час користування Інтернетом ми часто стикаємося з різноманітними загрозами, такими як фішингові сайти, шкідливі посилання та заражені файли. Антивірусні програми допомагають блокувати ці загрози та забезпечити безпечне перебування в Інтернеті.</w:t>
      </w:r>
    </w:p>
    <w:p w:rsidR="00DD19B9" w:rsidRDefault="00DD19B9" w:rsidP="00B47E5C">
      <w:pPr>
        <w:pStyle w:val="ListParagraph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C60953">
        <w:rPr>
          <w:rFonts w:ascii="Times New Roman" w:hAnsi="Times New Roman"/>
          <w:iCs/>
          <w:sz w:val="28"/>
          <w:szCs w:val="28"/>
        </w:rPr>
        <w:t>Деякі віруси та шкідливе ПЗ можуть сповільнювати роботу комп'ютера та призводити до збоїв у системі. Антивірусні програми допомагають очистити систему від цих шкідливих програм та підвищити її продуктивність.</w:t>
      </w:r>
    </w:p>
    <w:p w:rsidR="00DD19B9" w:rsidRPr="002414EE" w:rsidRDefault="00DD19B9" w:rsidP="002414EE">
      <w:pPr>
        <w:pStyle w:val="ListParagraph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2414EE">
        <w:rPr>
          <w:rFonts w:ascii="Times New Roman" w:hAnsi="Times New Roman"/>
          <w:iCs/>
          <w:sz w:val="28"/>
          <w:szCs w:val="28"/>
        </w:rPr>
        <w:t xml:space="preserve">Як </w:t>
      </w:r>
      <w:r>
        <w:rPr>
          <w:rFonts w:ascii="Times New Roman" w:hAnsi="Times New Roman"/>
          <w:iCs/>
          <w:sz w:val="28"/>
          <w:szCs w:val="28"/>
        </w:rPr>
        <w:t xml:space="preserve">же вірно зробити свій вибір та </w:t>
      </w:r>
      <w:r w:rsidRPr="002414EE">
        <w:rPr>
          <w:rFonts w:ascii="Times New Roman" w:hAnsi="Times New Roman"/>
          <w:iCs/>
          <w:sz w:val="28"/>
          <w:szCs w:val="28"/>
        </w:rPr>
        <w:t>обрати антивірусну програму?</w:t>
      </w:r>
    </w:p>
    <w:p w:rsidR="00DD19B9" w:rsidRPr="002414EE" w:rsidRDefault="00DD19B9" w:rsidP="002414EE">
      <w:pPr>
        <w:pStyle w:val="ListParagraph"/>
        <w:tabs>
          <w:tab w:val="left" w:pos="993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2414EE">
        <w:rPr>
          <w:rFonts w:ascii="Times New Roman" w:hAnsi="Times New Roman"/>
          <w:iCs/>
          <w:sz w:val="28"/>
          <w:szCs w:val="28"/>
        </w:rPr>
        <w:t>На сьогоднішній день існує безліч антивірусних програм, як платних, так і безкоштовних. При виборі антивірусу слід звернути увагу на такі фактори:</w:t>
      </w:r>
    </w:p>
    <w:p w:rsidR="00DD19B9" w:rsidRPr="005C45B9" w:rsidRDefault="00DD19B9" w:rsidP="000C7316">
      <w:pPr>
        <w:pStyle w:val="ListParagraph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е</w:t>
      </w:r>
      <w:r w:rsidRPr="005C45B9">
        <w:rPr>
          <w:rFonts w:ascii="Times New Roman" w:hAnsi="Times New Roman"/>
          <w:iCs/>
          <w:sz w:val="28"/>
          <w:szCs w:val="28"/>
        </w:rPr>
        <w:t xml:space="preserve">фективність виявлення та видалення вірусів: </w:t>
      </w:r>
      <w:r>
        <w:rPr>
          <w:rFonts w:ascii="Times New Roman" w:hAnsi="Times New Roman"/>
          <w:iCs/>
          <w:sz w:val="28"/>
          <w:szCs w:val="28"/>
        </w:rPr>
        <w:t>о</w:t>
      </w:r>
      <w:r w:rsidRPr="005C45B9">
        <w:rPr>
          <w:rFonts w:ascii="Times New Roman" w:hAnsi="Times New Roman"/>
          <w:iCs/>
          <w:sz w:val="28"/>
          <w:szCs w:val="28"/>
        </w:rPr>
        <w:t>беріть антивірус, який має високі показники виявлення та видалення різноманітних видів шкідливого ПЗ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5C45B9" w:rsidRDefault="00DD19B9" w:rsidP="000C7316">
      <w:pPr>
        <w:pStyle w:val="ListParagraph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ф</w:t>
      </w:r>
      <w:r w:rsidRPr="005C45B9">
        <w:rPr>
          <w:rFonts w:ascii="Times New Roman" w:hAnsi="Times New Roman"/>
          <w:iCs/>
          <w:sz w:val="28"/>
          <w:szCs w:val="28"/>
        </w:rPr>
        <w:t xml:space="preserve">ункціональність: </w:t>
      </w:r>
      <w:r>
        <w:rPr>
          <w:rFonts w:ascii="Times New Roman" w:hAnsi="Times New Roman"/>
          <w:iCs/>
          <w:sz w:val="28"/>
          <w:szCs w:val="28"/>
        </w:rPr>
        <w:t>з</w:t>
      </w:r>
      <w:r w:rsidRPr="005C45B9">
        <w:rPr>
          <w:rFonts w:ascii="Times New Roman" w:hAnsi="Times New Roman"/>
          <w:iCs/>
          <w:sz w:val="28"/>
          <w:szCs w:val="28"/>
        </w:rPr>
        <w:t>верніть увагу на наявність додаткових функцій, таких як захист від фішингу, блокування спаму, батьківський контроль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5C45B9" w:rsidRDefault="00DD19B9" w:rsidP="000C7316">
      <w:pPr>
        <w:pStyle w:val="ListParagraph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</w:t>
      </w:r>
      <w:r w:rsidRPr="005C45B9">
        <w:rPr>
          <w:rFonts w:ascii="Times New Roman" w:hAnsi="Times New Roman"/>
          <w:iCs/>
          <w:sz w:val="28"/>
          <w:szCs w:val="28"/>
        </w:rPr>
        <w:t xml:space="preserve">родуктивність: </w:t>
      </w:r>
      <w:r>
        <w:rPr>
          <w:rFonts w:ascii="Times New Roman" w:hAnsi="Times New Roman"/>
          <w:iCs/>
          <w:sz w:val="28"/>
          <w:szCs w:val="28"/>
        </w:rPr>
        <w:t>о</w:t>
      </w:r>
      <w:r w:rsidRPr="005C45B9">
        <w:rPr>
          <w:rFonts w:ascii="Times New Roman" w:hAnsi="Times New Roman"/>
          <w:iCs/>
          <w:sz w:val="28"/>
          <w:szCs w:val="28"/>
        </w:rPr>
        <w:t>беріть антивірус, який не сповільнює роботу комп'ютера та не споживає багато системних ресурсів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5C45B9" w:rsidRDefault="00DD19B9" w:rsidP="000C7316">
      <w:pPr>
        <w:pStyle w:val="ListParagraph"/>
        <w:numPr>
          <w:ilvl w:val="0"/>
          <w:numId w:val="8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</w:t>
      </w:r>
      <w:r w:rsidRPr="005C45B9">
        <w:rPr>
          <w:rFonts w:ascii="Times New Roman" w:hAnsi="Times New Roman"/>
          <w:iCs/>
          <w:sz w:val="28"/>
          <w:szCs w:val="28"/>
        </w:rPr>
        <w:t xml:space="preserve">новлення: </w:t>
      </w:r>
      <w:r>
        <w:rPr>
          <w:rFonts w:ascii="Times New Roman" w:hAnsi="Times New Roman"/>
          <w:iCs/>
          <w:sz w:val="28"/>
          <w:szCs w:val="28"/>
        </w:rPr>
        <w:t>п</w:t>
      </w:r>
      <w:r w:rsidRPr="005C45B9">
        <w:rPr>
          <w:rFonts w:ascii="Times New Roman" w:hAnsi="Times New Roman"/>
          <w:iCs/>
          <w:sz w:val="28"/>
          <w:szCs w:val="28"/>
        </w:rPr>
        <w:t>ереконайтесь, що антивірус регулярно оновлює свої бази даних вірусів, щоб забезпечити актуальний захист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Default="00DD19B9" w:rsidP="000C7316">
      <w:pPr>
        <w:pStyle w:val="ListParagraph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ц</w:t>
      </w:r>
      <w:r w:rsidRPr="005C45B9">
        <w:rPr>
          <w:rFonts w:ascii="Times New Roman" w:hAnsi="Times New Roman"/>
          <w:iCs/>
          <w:sz w:val="28"/>
          <w:szCs w:val="28"/>
        </w:rPr>
        <w:t xml:space="preserve">іна: </w:t>
      </w:r>
      <w:r>
        <w:rPr>
          <w:rFonts w:ascii="Times New Roman" w:hAnsi="Times New Roman"/>
          <w:iCs/>
          <w:sz w:val="28"/>
          <w:szCs w:val="28"/>
        </w:rPr>
        <w:t>о</w:t>
      </w:r>
      <w:r w:rsidRPr="005C45B9">
        <w:rPr>
          <w:rFonts w:ascii="Times New Roman" w:hAnsi="Times New Roman"/>
          <w:iCs/>
          <w:sz w:val="28"/>
          <w:szCs w:val="28"/>
        </w:rPr>
        <w:t>цініть свої фінансові можливості та оберіть антивірус, який відповідає вашому бюджету.</w:t>
      </w:r>
    </w:p>
    <w:p w:rsidR="00DD19B9" w:rsidRDefault="00DD19B9" w:rsidP="00775F78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Якщо ж раптом ваш пристрій заражений, скористайтеся наступними порадами:</w:t>
      </w:r>
    </w:p>
    <w:p w:rsidR="00DD19B9" w:rsidRPr="00775F78" w:rsidRDefault="00DD19B9" w:rsidP="00775F78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</w:t>
      </w:r>
      <w:r w:rsidRPr="00775F78">
        <w:rPr>
          <w:rFonts w:ascii="Times New Roman" w:hAnsi="Times New Roman"/>
          <w:iCs/>
          <w:sz w:val="28"/>
          <w:szCs w:val="28"/>
        </w:rPr>
        <w:t>ідключіть пристрій від Інтернету</w:t>
      </w:r>
      <w:r>
        <w:rPr>
          <w:rFonts w:ascii="Times New Roman" w:hAnsi="Times New Roman"/>
          <w:iCs/>
          <w:sz w:val="28"/>
          <w:szCs w:val="28"/>
        </w:rPr>
        <w:t xml:space="preserve">, </w:t>
      </w:r>
      <w:r w:rsidRPr="00775F78">
        <w:rPr>
          <w:rFonts w:ascii="Times New Roman" w:hAnsi="Times New Roman"/>
          <w:iCs/>
          <w:sz w:val="28"/>
          <w:szCs w:val="28"/>
        </w:rPr>
        <w:t>щоб запобігти подальшому поширенню ШПЗ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775F78" w:rsidRDefault="00DD19B9" w:rsidP="00775F78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</w:t>
      </w:r>
      <w:r w:rsidRPr="00775F78">
        <w:rPr>
          <w:rFonts w:ascii="Times New Roman" w:hAnsi="Times New Roman"/>
          <w:iCs/>
          <w:sz w:val="28"/>
          <w:szCs w:val="28"/>
        </w:rPr>
        <w:t>апустіть повне сканування системи антивірусним програмним забезпеченням: та видаліть виявлені загрози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775F78" w:rsidRDefault="00DD19B9" w:rsidP="00775F78">
      <w:pPr>
        <w:pStyle w:val="ListParagraph"/>
        <w:numPr>
          <w:ilvl w:val="0"/>
          <w:numId w:val="10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я</w:t>
      </w:r>
      <w:r w:rsidRPr="00775F78">
        <w:rPr>
          <w:rFonts w:ascii="Times New Roman" w:hAnsi="Times New Roman"/>
          <w:iCs/>
          <w:sz w:val="28"/>
          <w:szCs w:val="28"/>
        </w:rPr>
        <w:t>кщо можливо, відновіть систему з резервної копії: створеної до зараження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Default="00DD19B9" w:rsidP="00775F78">
      <w:pPr>
        <w:pStyle w:val="ListParagraph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</w:t>
      </w:r>
      <w:r w:rsidRPr="00775F78">
        <w:rPr>
          <w:rFonts w:ascii="Times New Roman" w:hAnsi="Times New Roman"/>
          <w:iCs/>
          <w:sz w:val="28"/>
          <w:szCs w:val="28"/>
        </w:rPr>
        <w:t>верніться до фахівця з інформаційної безпеки: якщо ви не можете самостійно впоратися з проблемою.</w:t>
      </w:r>
    </w:p>
    <w:p w:rsidR="00DD19B9" w:rsidRDefault="00DD19B9" w:rsidP="007E432D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Звичайно не слід забувати про резервне копіювання даних, адже воно є</w:t>
      </w:r>
      <w:r w:rsidRPr="007E432D">
        <w:rPr>
          <w:rFonts w:ascii="Times New Roman" w:hAnsi="Times New Roman"/>
          <w:iCs/>
          <w:sz w:val="28"/>
          <w:szCs w:val="28"/>
        </w:rPr>
        <w:t xml:space="preserve"> запорук</w:t>
      </w:r>
      <w:r>
        <w:rPr>
          <w:rFonts w:ascii="Times New Roman" w:hAnsi="Times New Roman"/>
          <w:iCs/>
          <w:sz w:val="28"/>
          <w:szCs w:val="28"/>
        </w:rPr>
        <w:t>ою</w:t>
      </w:r>
      <w:r w:rsidRPr="007E432D">
        <w:rPr>
          <w:rFonts w:ascii="Times New Roman" w:hAnsi="Times New Roman"/>
          <w:iCs/>
          <w:sz w:val="28"/>
          <w:szCs w:val="28"/>
        </w:rPr>
        <w:t xml:space="preserve"> збереження вашої інформації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DD19B9" w:rsidRPr="007A3C13" w:rsidRDefault="00DD19B9" w:rsidP="007A3C13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Р</w:t>
      </w:r>
      <w:r w:rsidRPr="007A3C13">
        <w:rPr>
          <w:rFonts w:ascii="Times New Roman" w:hAnsi="Times New Roman"/>
          <w:iCs/>
          <w:sz w:val="28"/>
          <w:szCs w:val="28"/>
        </w:rPr>
        <w:t>езервне копіювання даних - це процес створення копії важливої інформації з метою її відновлення у разі втрати, пошкодження або випадкового видалення.</w:t>
      </w:r>
    </w:p>
    <w:p w:rsidR="00DD19B9" w:rsidRPr="007A3C13" w:rsidRDefault="00DD19B9" w:rsidP="007A3C13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7A3C13">
        <w:rPr>
          <w:rFonts w:ascii="Times New Roman" w:hAnsi="Times New Roman"/>
          <w:iCs/>
          <w:sz w:val="28"/>
          <w:szCs w:val="28"/>
        </w:rPr>
        <w:t>Навіщо потрібн</w:t>
      </w:r>
      <w:r>
        <w:rPr>
          <w:rFonts w:ascii="Times New Roman" w:hAnsi="Times New Roman"/>
          <w:iCs/>
          <w:sz w:val="28"/>
          <w:szCs w:val="28"/>
        </w:rPr>
        <w:t>о робити</w:t>
      </w:r>
      <w:r w:rsidRPr="007A3C13">
        <w:rPr>
          <w:rFonts w:ascii="Times New Roman" w:hAnsi="Times New Roman"/>
          <w:iCs/>
          <w:sz w:val="28"/>
          <w:szCs w:val="28"/>
        </w:rPr>
        <w:t xml:space="preserve"> резервне копіювання?</w:t>
      </w:r>
    </w:p>
    <w:p w:rsidR="00DD19B9" w:rsidRPr="007A3C13" w:rsidRDefault="00DD19B9" w:rsidP="007A3C13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7A3C13">
        <w:rPr>
          <w:rFonts w:ascii="Times New Roman" w:hAnsi="Times New Roman"/>
          <w:iCs/>
          <w:sz w:val="28"/>
          <w:szCs w:val="28"/>
        </w:rPr>
        <w:t>Уявіть собі ситуацію, коли ваш комп'ютер вийшов з ладу, а на ньому зберігалися важливі документи, фотографії, відеозаписи та інші цінні дані. Без резервної копії ви могли б втратити все це назавжди.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7A3C13">
        <w:rPr>
          <w:rFonts w:ascii="Times New Roman" w:hAnsi="Times New Roman"/>
          <w:iCs/>
          <w:sz w:val="28"/>
          <w:szCs w:val="28"/>
        </w:rPr>
        <w:t>Резервне копіювання допомагає уникнути таких неприємностей. Воно забезпечує збереження вашої інформації та дозволяє відновити її у будь-який момент.</w:t>
      </w:r>
    </w:p>
    <w:p w:rsidR="00DD19B9" w:rsidRPr="008C6F84" w:rsidRDefault="00DD19B9" w:rsidP="008C6F84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8C6F84">
        <w:rPr>
          <w:rFonts w:ascii="Times New Roman" w:hAnsi="Times New Roman"/>
          <w:iCs/>
          <w:sz w:val="28"/>
          <w:szCs w:val="28"/>
        </w:rPr>
        <w:t>На сьогоднішній час існують наступні способи резервного копіювання:</w:t>
      </w:r>
    </w:p>
    <w:p w:rsidR="00DD19B9" w:rsidRPr="008C6F84" w:rsidRDefault="00DD19B9" w:rsidP="008C6F84">
      <w:pPr>
        <w:pStyle w:val="ListParagraph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</w:t>
      </w:r>
      <w:r w:rsidRPr="008C6F84">
        <w:rPr>
          <w:rFonts w:ascii="Times New Roman" w:hAnsi="Times New Roman"/>
          <w:iCs/>
          <w:sz w:val="28"/>
          <w:szCs w:val="28"/>
        </w:rPr>
        <w:t xml:space="preserve">овнішні жорсткі диски: </w:t>
      </w:r>
      <w:r>
        <w:rPr>
          <w:rFonts w:ascii="Times New Roman" w:hAnsi="Times New Roman"/>
          <w:iCs/>
          <w:sz w:val="28"/>
          <w:szCs w:val="28"/>
        </w:rPr>
        <w:t>ц</w:t>
      </w:r>
      <w:r w:rsidRPr="008C6F84">
        <w:rPr>
          <w:rFonts w:ascii="Times New Roman" w:hAnsi="Times New Roman"/>
          <w:iCs/>
          <w:sz w:val="28"/>
          <w:szCs w:val="28"/>
        </w:rPr>
        <w:t>е один з найпростіших та найдоступніших способів створення резервних копій. Ви можете придбати зовнішній жорсткий диск та періодично копіювати на нього свої важливі файли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8C6F84" w:rsidRDefault="00DD19B9" w:rsidP="008C6F84">
      <w:pPr>
        <w:pStyle w:val="ListParagraph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х</w:t>
      </w:r>
      <w:r w:rsidRPr="008C6F84">
        <w:rPr>
          <w:rFonts w:ascii="Times New Roman" w:hAnsi="Times New Roman"/>
          <w:iCs/>
          <w:sz w:val="28"/>
          <w:szCs w:val="28"/>
        </w:rPr>
        <w:t xml:space="preserve">марні сховища: </w:t>
      </w:r>
      <w:r>
        <w:rPr>
          <w:rFonts w:ascii="Times New Roman" w:hAnsi="Times New Roman"/>
          <w:iCs/>
          <w:sz w:val="28"/>
          <w:szCs w:val="28"/>
        </w:rPr>
        <w:t>с</w:t>
      </w:r>
      <w:r w:rsidRPr="008C6F84">
        <w:rPr>
          <w:rFonts w:ascii="Times New Roman" w:hAnsi="Times New Roman"/>
          <w:iCs/>
          <w:sz w:val="28"/>
          <w:szCs w:val="28"/>
        </w:rPr>
        <w:t>ервіси, такі як Google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8C6F84">
        <w:rPr>
          <w:rFonts w:ascii="Times New Roman" w:hAnsi="Times New Roman"/>
          <w:iCs/>
          <w:sz w:val="28"/>
          <w:szCs w:val="28"/>
        </w:rPr>
        <w:t>Drive, Dropbox, iCloud та інші, надають можливість зберігати ваші дані в хмарі. Це зручно, оскільки ви можете отримати доступ до своїх файлів з будь-якого пристрою, підключеного до Інтернету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8C6F84" w:rsidRDefault="00DD19B9" w:rsidP="008C6F84">
      <w:pPr>
        <w:pStyle w:val="ListParagraph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м</w:t>
      </w:r>
      <w:r w:rsidRPr="008C6F84">
        <w:rPr>
          <w:rFonts w:ascii="Times New Roman" w:hAnsi="Times New Roman"/>
          <w:iCs/>
          <w:sz w:val="28"/>
          <w:szCs w:val="28"/>
        </w:rPr>
        <w:t>ережеві сховища (NAS): NAS - це спеціалізований пристрій, який підключається до вашої домашньої мережі та дозволяє зберігати файли централізовано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Default="00DD19B9" w:rsidP="0056334F">
      <w:pPr>
        <w:pStyle w:val="ListParagraph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п</w:t>
      </w:r>
      <w:r w:rsidRPr="008C6F84">
        <w:rPr>
          <w:rFonts w:ascii="Times New Roman" w:hAnsi="Times New Roman"/>
          <w:iCs/>
          <w:sz w:val="28"/>
          <w:szCs w:val="28"/>
        </w:rPr>
        <w:t xml:space="preserve">рограмне забезпечення для резервного копіювання: </w:t>
      </w:r>
      <w:r>
        <w:rPr>
          <w:rFonts w:ascii="Times New Roman" w:hAnsi="Times New Roman"/>
          <w:iCs/>
          <w:sz w:val="28"/>
          <w:szCs w:val="28"/>
        </w:rPr>
        <w:t>і</w:t>
      </w:r>
      <w:r w:rsidRPr="008C6F84">
        <w:rPr>
          <w:rFonts w:ascii="Times New Roman" w:hAnsi="Times New Roman"/>
          <w:iCs/>
          <w:sz w:val="28"/>
          <w:szCs w:val="28"/>
        </w:rPr>
        <w:t>снує безліч програм, які автоматизують процес створення резервних копій та забезпечують додаткові функції, такі як шифрування та стиснення даних.</w:t>
      </w:r>
    </w:p>
    <w:p w:rsidR="00DD19B9" w:rsidRPr="0056334F" w:rsidRDefault="00DD19B9" w:rsidP="0056334F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56334F">
        <w:rPr>
          <w:rFonts w:ascii="Times New Roman" w:hAnsi="Times New Roman"/>
          <w:iCs/>
          <w:sz w:val="28"/>
          <w:szCs w:val="28"/>
        </w:rPr>
        <w:t>Частота створення резервних копій залежить від того, як часто ви змінюєте або створюєте нові файли. Якщо ви працюєте з важливими даними щодня, рекомендується робити резервні копії щодня або кілька разів на тиждень. Якщо ж ви користуєтесь комп'ютером не так часто, можна робити резервні копії раз на тиждень або на місяць.</w:t>
      </w:r>
    </w:p>
    <w:p w:rsidR="00DD19B9" w:rsidRDefault="00DD19B9" w:rsidP="00671C3B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Отже, і</w:t>
      </w:r>
      <w:r w:rsidRPr="004101DE">
        <w:rPr>
          <w:rFonts w:ascii="Times New Roman" w:hAnsi="Times New Roman"/>
          <w:iCs/>
          <w:sz w:val="28"/>
          <w:szCs w:val="28"/>
        </w:rPr>
        <w:t>нформаційна безпека в сучасному світі є критично важливою для кожного з нас. Ми живемо в цифрову епоху, де інформація є цінним активом, який потребує захисту. Загрози інформаційній безпеці постійно розвиваються та стають все більш складними, тому ми повинні бути пильними та обережними.</w:t>
      </w:r>
    </w:p>
    <w:p w:rsidR="00DD19B9" w:rsidRDefault="00DD19B9" w:rsidP="00671C3B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AD4FAC">
        <w:rPr>
          <w:rFonts w:ascii="Times New Roman" w:hAnsi="Times New Roman"/>
          <w:iCs/>
          <w:sz w:val="28"/>
          <w:szCs w:val="28"/>
        </w:rPr>
        <w:t>Кожен з нас несе відповідальність за забезпечення інформаційної безпеки своїх особистих даних та пристроїв.</w:t>
      </w:r>
    </w:p>
    <w:p w:rsidR="00DD19B9" w:rsidRPr="00AD4FAC" w:rsidRDefault="00DD19B9" w:rsidP="00AD4FAC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AD4FAC">
        <w:rPr>
          <w:rFonts w:ascii="Times New Roman" w:hAnsi="Times New Roman"/>
          <w:iCs/>
          <w:sz w:val="28"/>
          <w:szCs w:val="28"/>
        </w:rPr>
        <w:t>На завершення, хочу наголосити на наступних моментах:</w:t>
      </w:r>
    </w:p>
    <w:p w:rsidR="00DD19B9" w:rsidRPr="00AD4FAC" w:rsidRDefault="00DD19B9" w:rsidP="00AD4FAC">
      <w:pPr>
        <w:pStyle w:val="ListParagraph"/>
        <w:numPr>
          <w:ilvl w:val="0"/>
          <w:numId w:val="15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бути о</w:t>
      </w:r>
      <w:r w:rsidRPr="00AD4FAC">
        <w:rPr>
          <w:rFonts w:ascii="Times New Roman" w:hAnsi="Times New Roman"/>
          <w:iCs/>
          <w:sz w:val="28"/>
          <w:szCs w:val="28"/>
        </w:rPr>
        <w:t>сві</w:t>
      </w:r>
      <w:r>
        <w:rPr>
          <w:rFonts w:ascii="Times New Roman" w:hAnsi="Times New Roman"/>
          <w:iCs/>
          <w:sz w:val="28"/>
          <w:szCs w:val="28"/>
        </w:rPr>
        <w:t xml:space="preserve">ченими </w:t>
      </w:r>
      <w:r w:rsidRPr="00AD4FAC">
        <w:rPr>
          <w:rFonts w:ascii="Times New Roman" w:hAnsi="Times New Roman"/>
          <w:iCs/>
          <w:sz w:val="28"/>
          <w:szCs w:val="28"/>
        </w:rPr>
        <w:t xml:space="preserve"> та обізнан</w:t>
      </w:r>
      <w:r>
        <w:rPr>
          <w:rFonts w:ascii="Times New Roman" w:hAnsi="Times New Roman"/>
          <w:iCs/>
          <w:sz w:val="28"/>
          <w:szCs w:val="28"/>
        </w:rPr>
        <w:t>ими</w:t>
      </w:r>
      <w:r w:rsidRPr="00AD4FAC">
        <w:rPr>
          <w:rFonts w:ascii="Times New Roman" w:hAnsi="Times New Roman"/>
          <w:iCs/>
          <w:sz w:val="28"/>
          <w:szCs w:val="28"/>
        </w:rPr>
        <w:t xml:space="preserve">: </w:t>
      </w:r>
      <w:r>
        <w:rPr>
          <w:rFonts w:ascii="Times New Roman" w:hAnsi="Times New Roman"/>
          <w:iCs/>
          <w:sz w:val="28"/>
          <w:szCs w:val="28"/>
        </w:rPr>
        <w:t>в</w:t>
      </w:r>
      <w:r w:rsidRPr="00AD4FAC">
        <w:rPr>
          <w:rFonts w:ascii="Times New Roman" w:hAnsi="Times New Roman"/>
          <w:iCs/>
          <w:sz w:val="28"/>
          <w:szCs w:val="28"/>
        </w:rPr>
        <w:t>ажливо постійно підвищувати свою обізнаність про загрози інформаційній безпеці та методи захисту від них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AD4FAC" w:rsidRDefault="00DD19B9" w:rsidP="00AD4FAC">
      <w:pPr>
        <w:pStyle w:val="ListParagraph"/>
        <w:numPr>
          <w:ilvl w:val="0"/>
          <w:numId w:val="15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бути в</w:t>
      </w:r>
      <w:r w:rsidRPr="00AD4FAC">
        <w:rPr>
          <w:rFonts w:ascii="Times New Roman" w:hAnsi="Times New Roman"/>
          <w:iCs/>
          <w:sz w:val="28"/>
          <w:szCs w:val="28"/>
        </w:rPr>
        <w:t>ідповідальн</w:t>
      </w:r>
      <w:r>
        <w:rPr>
          <w:rFonts w:ascii="Times New Roman" w:hAnsi="Times New Roman"/>
          <w:iCs/>
          <w:sz w:val="28"/>
          <w:szCs w:val="28"/>
        </w:rPr>
        <w:t>ими</w:t>
      </w:r>
      <w:r w:rsidRPr="00AD4FAC">
        <w:rPr>
          <w:rFonts w:ascii="Times New Roman" w:hAnsi="Times New Roman"/>
          <w:iCs/>
          <w:sz w:val="28"/>
          <w:szCs w:val="28"/>
        </w:rPr>
        <w:t xml:space="preserve">: </w:t>
      </w:r>
      <w:r>
        <w:rPr>
          <w:rFonts w:ascii="Times New Roman" w:hAnsi="Times New Roman"/>
          <w:iCs/>
          <w:sz w:val="28"/>
          <w:szCs w:val="28"/>
        </w:rPr>
        <w:t>к</w:t>
      </w:r>
      <w:r w:rsidRPr="00AD4FAC">
        <w:rPr>
          <w:rFonts w:ascii="Times New Roman" w:hAnsi="Times New Roman"/>
          <w:iCs/>
          <w:sz w:val="28"/>
          <w:szCs w:val="28"/>
        </w:rPr>
        <w:t>ожен з нас несе відповідальність за забезпечення інформаційної безпеки своїх особистих даних та пристроїв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AD4FAC" w:rsidRDefault="00DD19B9" w:rsidP="00AD4FAC">
      <w:pPr>
        <w:pStyle w:val="ListParagraph"/>
        <w:numPr>
          <w:ilvl w:val="0"/>
          <w:numId w:val="15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бути п</w:t>
      </w:r>
      <w:r w:rsidRPr="00AD4FAC">
        <w:rPr>
          <w:rFonts w:ascii="Times New Roman" w:hAnsi="Times New Roman"/>
          <w:iCs/>
          <w:sz w:val="28"/>
          <w:szCs w:val="28"/>
        </w:rPr>
        <w:t>ильн</w:t>
      </w:r>
      <w:r>
        <w:rPr>
          <w:rFonts w:ascii="Times New Roman" w:hAnsi="Times New Roman"/>
          <w:iCs/>
          <w:sz w:val="28"/>
          <w:szCs w:val="28"/>
        </w:rPr>
        <w:t>ими</w:t>
      </w:r>
      <w:r w:rsidRPr="00AD4FAC">
        <w:rPr>
          <w:rFonts w:ascii="Times New Roman" w:hAnsi="Times New Roman"/>
          <w:iCs/>
          <w:sz w:val="28"/>
          <w:szCs w:val="28"/>
        </w:rPr>
        <w:t xml:space="preserve"> та обережними в Інтернеті, не відкривайте підозрілі електронні листи та не переходьте за сумнівними посиланнями</w:t>
      </w:r>
      <w:r>
        <w:rPr>
          <w:rFonts w:ascii="Times New Roman" w:hAnsi="Times New Roman"/>
          <w:iCs/>
          <w:sz w:val="28"/>
          <w:szCs w:val="28"/>
        </w:rPr>
        <w:t>;</w:t>
      </w:r>
    </w:p>
    <w:p w:rsidR="00DD19B9" w:rsidRPr="00AD4FAC" w:rsidRDefault="00DD19B9" w:rsidP="00AD4FAC">
      <w:pPr>
        <w:pStyle w:val="ListParagraph"/>
        <w:numPr>
          <w:ilvl w:val="0"/>
          <w:numId w:val="15"/>
        </w:numPr>
        <w:tabs>
          <w:tab w:val="clear" w:pos="720"/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з</w:t>
      </w:r>
      <w:r w:rsidRPr="00AD4FAC">
        <w:rPr>
          <w:rFonts w:ascii="Times New Roman" w:hAnsi="Times New Roman"/>
          <w:iCs/>
          <w:sz w:val="28"/>
          <w:szCs w:val="28"/>
        </w:rPr>
        <w:t>абезпечення інформаційної безпеки потребує комплексного підходу, який включає в себе технічні, організаційні та правові аспекти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DD19B9" w:rsidRPr="00AD4FAC" w:rsidRDefault="00DD19B9" w:rsidP="00AD4FAC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AD4FAC">
        <w:rPr>
          <w:rFonts w:ascii="Times New Roman" w:hAnsi="Times New Roman"/>
          <w:iCs/>
          <w:sz w:val="28"/>
          <w:szCs w:val="28"/>
        </w:rPr>
        <w:t>Дотримуючись цих простих правил та рекомендацій, ви зможете значно зменшити ризик стати жертвою інформаційних загроз та захистити свою інформацію від злов</w:t>
      </w:r>
      <w:r>
        <w:rPr>
          <w:rFonts w:ascii="Times New Roman" w:hAnsi="Times New Roman"/>
          <w:iCs/>
          <w:sz w:val="28"/>
          <w:szCs w:val="28"/>
        </w:rPr>
        <w:t>м</w:t>
      </w:r>
      <w:r w:rsidRPr="00AD4FAC">
        <w:rPr>
          <w:rFonts w:ascii="Times New Roman" w:hAnsi="Times New Roman"/>
          <w:iCs/>
          <w:sz w:val="28"/>
          <w:szCs w:val="28"/>
        </w:rPr>
        <w:t>исників.</w:t>
      </w:r>
    </w:p>
    <w:p w:rsidR="00DD19B9" w:rsidRDefault="00DD19B9" w:rsidP="00AD4FAC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AD4FAC">
        <w:rPr>
          <w:rFonts w:ascii="Times New Roman" w:hAnsi="Times New Roman"/>
          <w:iCs/>
          <w:sz w:val="28"/>
          <w:szCs w:val="28"/>
        </w:rPr>
        <w:t>Пам'ятайте</w:t>
      </w:r>
      <w:r>
        <w:rPr>
          <w:rFonts w:ascii="Times New Roman" w:hAnsi="Times New Roman"/>
          <w:iCs/>
          <w:sz w:val="28"/>
          <w:szCs w:val="28"/>
        </w:rPr>
        <w:t>, і</w:t>
      </w:r>
      <w:r w:rsidRPr="00AD4FAC">
        <w:rPr>
          <w:rFonts w:ascii="Times New Roman" w:hAnsi="Times New Roman"/>
          <w:iCs/>
          <w:sz w:val="28"/>
          <w:szCs w:val="28"/>
        </w:rPr>
        <w:t>нформація - це цінний ресурс</w:t>
      </w:r>
      <w:r>
        <w:rPr>
          <w:rFonts w:ascii="Times New Roman" w:hAnsi="Times New Roman"/>
          <w:iCs/>
          <w:sz w:val="28"/>
          <w:szCs w:val="28"/>
        </w:rPr>
        <w:t>, б</w:t>
      </w:r>
      <w:r w:rsidRPr="00AD4FAC">
        <w:rPr>
          <w:rFonts w:ascii="Times New Roman" w:hAnsi="Times New Roman"/>
          <w:iCs/>
          <w:sz w:val="28"/>
          <w:szCs w:val="28"/>
        </w:rPr>
        <w:t>езпека інформації - це ваша відповідальність.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AD4FAC">
        <w:rPr>
          <w:rFonts w:ascii="Times New Roman" w:hAnsi="Times New Roman"/>
          <w:iCs/>
          <w:sz w:val="28"/>
          <w:szCs w:val="28"/>
        </w:rPr>
        <w:t>Будьте пильними та обережними.</w:t>
      </w:r>
    </w:p>
    <w:p w:rsidR="00DD19B9" w:rsidRDefault="00DD19B9" w:rsidP="00AD4FAC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</w:p>
    <w:p w:rsidR="00DD19B9" w:rsidRPr="00CD0764" w:rsidRDefault="00DD19B9" w:rsidP="00F52F91">
      <w:pPr>
        <w:pStyle w:val="ListParagraph"/>
        <w:tabs>
          <w:tab w:val="left" w:pos="1134"/>
        </w:tabs>
        <w:spacing w:line="360" w:lineRule="auto"/>
        <w:ind w:left="0" w:firstLine="851"/>
        <w:rPr>
          <w:rFonts w:ascii="Times New Roman" w:hAnsi="Times New Roman"/>
          <w:b/>
          <w:iCs/>
          <w:sz w:val="28"/>
          <w:szCs w:val="28"/>
        </w:rPr>
      </w:pPr>
      <w:r w:rsidRPr="00CD0764">
        <w:rPr>
          <w:rFonts w:ascii="Times New Roman" w:hAnsi="Times New Roman"/>
          <w:b/>
          <w:iCs/>
          <w:sz w:val="28"/>
          <w:szCs w:val="28"/>
        </w:rPr>
        <w:t>Література:</w:t>
      </w:r>
    </w:p>
    <w:p w:rsidR="00DD19B9" w:rsidRPr="00616CC7" w:rsidRDefault="00DD19B9" w:rsidP="00E873C5">
      <w:pPr>
        <w:pStyle w:val="ListParagraph"/>
        <w:numPr>
          <w:ilvl w:val="0"/>
          <w:numId w:val="16"/>
        </w:numPr>
        <w:tabs>
          <w:tab w:val="clear" w:pos="720"/>
          <w:tab w:val="left" w:pos="993"/>
        </w:tabs>
        <w:spacing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577B97">
        <w:rPr>
          <w:rFonts w:ascii="Times New Roman" w:hAnsi="Times New Roman"/>
          <w:iCs/>
          <w:sz w:val="28"/>
          <w:szCs w:val="28"/>
        </w:rPr>
        <w:t>Гребенюк А.М</w:t>
      </w:r>
      <w:r>
        <w:rPr>
          <w:rFonts w:ascii="Times New Roman" w:hAnsi="Times New Roman"/>
          <w:iCs/>
          <w:sz w:val="28"/>
          <w:szCs w:val="28"/>
        </w:rPr>
        <w:t>. О</w:t>
      </w:r>
      <w:r w:rsidRPr="00577B97">
        <w:rPr>
          <w:rFonts w:ascii="Times New Roman" w:hAnsi="Times New Roman"/>
          <w:iCs/>
          <w:sz w:val="28"/>
          <w:szCs w:val="28"/>
        </w:rPr>
        <w:t>снови управління інформаційною безпекою</w:t>
      </w:r>
      <w:r>
        <w:rPr>
          <w:rFonts w:ascii="Times New Roman" w:hAnsi="Times New Roman"/>
          <w:iCs/>
          <w:sz w:val="28"/>
          <w:szCs w:val="28"/>
        </w:rPr>
        <w:t>: навч.посіб./</w:t>
      </w:r>
      <w:r w:rsidRPr="00616CC7">
        <w:rPr>
          <w:rFonts w:ascii="Times New Roman" w:hAnsi="Times New Roman"/>
          <w:iCs/>
          <w:sz w:val="28"/>
          <w:szCs w:val="28"/>
        </w:rPr>
        <w:t>А.М. Гребенюк, Л.В. Рибальченко. Дніпро: Дніпроп. держ. унт внутріш. справ, 2020. – 144 с.</w:t>
      </w:r>
    </w:p>
    <w:p w:rsidR="00DD19B9" w:rsidRPr="007D1F4E" w:rsidRDefault="00DD19B9" w:rsidP="00E873C5">
      <w:pPr>
        <w:pStyle w:val="ListParagraph"/>
        <w:numPr>
          <w:ilvl w:val="0"/>
          <w:numId w:val="16"/>
        </w:numPr>
        <w:tabs>
          <w:tab w:val="clear" w:pos="720"/>
          <w:tab w:val="left" w:pos="993"/>
        </w:tabs>
        <w:spacing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 w:rsidRPr="007D1F4E">
        <w:rPr>
          <w:rFonts w:ascii="Times New Roman" w:hAnsi="Times New Roman"/>
          <w:iCs/>
          <w:sz w:val="28"/>
          <w:szCs w:val="28"/>
        </w:rPr>
        <w:t>Присяжнюк М.М.Інформаційна безпека та кібербезпека держави</w:t>
      </w:r>
      <w:r>
        <w:rPr>
          <w:rFonts w:ascii="Times New Roman" w:hAnsi="Times New Roman"/>
          <w:iCs/>
          <w:sz w:val="28"/>
          <w:szCs w:val="28"/>
        </w:rPr>
        <w:t>: навч.посіб./ Н.М. Титова, Н.М. Рідей, В.П. Настрадін, М.М. Присяжнюк, С.М. Мамченко, С.В. Артюх, Р.О. Яворська. Київ: Ліра-К, 2024. – 224с.</w:t>
      </w:r>
    </w:p>
    <w:p w:rsidR="00DD19B9" w:rsidRPr="0057373D" w:rsidRDefault="00DD19B9" w:rsidP="0057373D">
      <w:pPr>
        <w:pStyle w:val="ListParagraph"/>
        <w:numPr>
          <w:ilvl w:val="0"/>
          <w:numId w:val="16"/>
        </w:numPr>
        <w:tabs>
          <w:tab w:val="clear" w:pos="720"/>
          <w:tab w:val="num" w:pos="993"/>
        </w:tabs>
        <w:spacing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В</w:t>
      </w:r>
      <w:r w:rsidRPr="0057373D"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М</w:t>
      </w:r>
      <w:r w:rsidRPr="0057373D"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Б</w:t>
      </w:r>
      <w:r w:rsidRPr="0057373D">
        <w:rPr>
          <w:rFonts w:ascii="Times New Roman" w:hAnsi="Times New Roman"/>
          <w:iCs/>
          <w:sz w:val="28"/>
          <w:szCs w:val="28"/>
        </w:rPr>
        <w:t xml:space="preserve">огуш, </w:t>
      </w:r>
      <w:r>
        <w:rPr>
          <w:rFonts w:ascii="Times New Roman" w:hAnsi="Times New Roman"/>
          <w:iCs/>
          <w:sz w:val="28"/>
          <w:szCs w:val="28"/>
        </w:rPr>
        <w:t>В</w:t>
      </w:r>
      <w:r w:rsidRPr="0057373D"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В</w:t>
      </w:r>
      <w:r w:rsidRPr="0057373D"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Б</w:t>
      </w:r>
      <w:r w:rsidRPr="0057373D">
        <w:rPr>
          <w:rFonts w:ascii="Times New Roman" w:hAnsi="Times New Roman"/>
          <w:iCs/>
          <w:sz w:val="28"/>
          <w:szCs w:val="28"/>
        </w:rPr>
        <w:t xml:space="preserve">огуш, </w:t>
      </w:r>
      <w:r>
        <w:rPr>
          <w:rFonts w:ascii="Times New Roman" w:hAnsi="Times New Roman"/>
          <w:iCs/>
          <w:sz w:val="28"/>
          <w:szCs w:val="28"/>
        </w:rPr>
        <w:t>В</w:t>
      </w:r>
      <w:r w:rsidRPr="0057373D"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Д</w:t>
      </w:r>
      <w:r w:rsidRPr="0057373D"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Б</w:t>
      </w:r>
      <w:r w:rsidRPr="0057373D">
        <w:rPr>
          <w:rFonts w:ascii="Times New Roman" w:hAnsi="Times New Roman"/>
          <w:iCs/>
          <w:sz w:val="28"/>
          <w:szCs w:val="28"/>
        </w:rPr>
        <w:t xml:space="preserve">ровко, </w:t>
      </w:r>
      <w:r>
        <w:rPr>
          <w:rFonts w:ascii="Times New Roman" w:hAnsi="Times New Roman"/>
          <w:iCs/>
          <w:sz w:val="28"/>
          <w:szCs w:val="28"/>
        </w:rPr>
        <w:t>В</w:t>
      </w:r>
      <w:r w:rsidRPr="0057373D"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П</w:t>
      </w:r>
      <w:r w:rsidRPr="0057373D">
        <w:rPr>
          <w:rFonts w:ascii="Times New Roman" w:hAnsi="Times New Roman"/>
          <w:iCs/>
          <w:sz w:val="28"/>
          <w:szCs w:val="28"/>
        </w:rPr>
        <w:t xml:space="preserve">. </w:t>
      </w:r>
      <w:r>
        <w:rPr>
          <w:rFonts w:ascii="Times New Roman" w:hAnsi="Times New Roman"/>
          <w:iCs/>
          <w:sz w:val="28"/>
          <w:szCs w:val="28"/>
        </w:rPr>
        <w:t>Н</w:t>
      </w:r>
      <w:r w:rsidRPr="0057373D">
        <w:rPr>
          <w:rFonts w:ascii="Times New Roman" w:hAnsi="Times New Roman"/>
          <w:iCs/>
          <w:sz w:val="28"/>
          <w:szCs w:val="28"/>
        </w:rPr>
        <w:t>астрадiнОснови кiберпростору, кiбербезпеки та кiберзахисту</w:t>
      </w:r>
      <w:r>
        <w:rPr>
          <w:rFonts w:ascii="Times New Roman" w:hAnsi="Times New Roman"/>
          <w:iCs/>
          <w:sz w:val="28"/>
          <w:szCs w:val="28"/>
        </w:rPr>
        <w:t>:н</w:t>
      </w:r>
      <w:r w:rsidRPr="0057373D">
        <w:rPr>
          <w:rFonts w:ascii="Times New Roman" w:hAnsi="Times New Roman"/>
          <w:iCs/>
          <w:sz w:val="28"/>
          <w:szCs w:val="28"/>
        </w:rPr>
        <w:t>авч. посiб. /В. М. Богуш, В. В. Богуш, В. Д. Бровко, В. П. Настрадiн</w:t>
      </w:r>
      <w:r>
        <w:rPr>
          <w:rFonts w:ascii="Times New Roman" w:hAnsi="Times New Roman"/>
          <w:iCs/>
          <w:sz w:val="28"/>
          <w:szCs w:val="28"/>
        </w:rPr>
        <w:t>.</w:t>
      </w:r>
      <w:r w:rsidRPr="0057373D">
        <w:rPr>
          <w:rFonts w:ascii="Times New Roman" w:hAnsi="Times New Roman"/>
          <w:iCs/>
          <w:sz w:val="28"/>
          <w:szCs w:val="28"/>
        </w:rPr>
        <w:t xml:space="preserve"> К</w:t>
      </w:r>
      <w:r>
        <w:rPr>
          <w:rFonts w:ascii="Times New Roman" w:hAnsi="Times New Roman"/>
          <w:iCs/>
          <w:sz w:val="28"/>
          <w:szCs w:val="28"/>
        </w:rPr>
        <w:t>иїв</w:t>
      </w:r>
      <w:r w:rsidRPr="0057373D">
        <w:rPr>
          <w:rFonts w:ascii="Times New Roman" w:hAnsi="Times New Roman"/>
          <w:iCs/>
          <w:sz w:val="28"/>
          <w:szCs w:val="28"/>
        </w:rPr>
        <w:t>: Ліра-К, 2020. — 554 с.</w:t>
      </w:r>
    </w:p>
    <w:p w:rsidR="00DD19B9" w:rsidRPr="00AD4FAC" w:rsidRDefault="00DD19B9" w:rsidP="00671C3B">
      <w:pPr>
        <w:pStyle w:val="ListParagraph"/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/>
          <w:iCs/>
          <w:sz w:val="28"/>
          <w:szCs w:val="28"/>
        </w:rPr>
      </w:pPr>
    </w:p>
    <w:p w:rsidR="00DD19B9" w:rsidRPr="00E81696" w:rsidRDefault="00DD19B9" w:rsidP="00E81696">
      <w:pPr>
        <w:jc w:val="right"/>
        <w:rPr>
          <w:rFonts w:ascii="Times New Roman" w:hAnsi="Times New Roman"/>
          <w:iCs/>
          <w:sz w:val="28"/>
          <w:szCs w:val="28"/>
        </w:rPr>
      </w:pPr>
    </w:p>
    <w:p w:rsidR="00DD19B9" w:rsidRPr="008350D6" w:rsidRDefault="00DD19B9" w:rsidP="008350D6">
      <w:pPr>
        <w:jc w:val="center"/>
        <w:rPr>
          <w:rFonts w:ascii="Times New Roman" w:hAnsi="Times New Roman"/>
          <w:iCs/>
        </w:rPr>
      </w:pPr>
    </w:p>
    <w:p w:rsidR="00DD19B9" w:rsidRPr="00EF5FF1" w:rsidRDefault="00DD19B9" w:rsidP="00EF5FF1">
      <w:pPr>
        <w:jc w:val="right"/>
        <w:rPr>
          <w:i/>
        </w:rPr>
      </w:pPr>
    </w:p>
    <w:p w:rsidR="00DD19B9" w:rsidRDefault="00DD19B9"/>
    <w:sectPr w:rsidR="00DD19B9" w:rsidSect="00616CC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9D3"/>
    <w:multiLevelType w:val="multilevel"/>
    <w:tmpl w:val="EAF8A8C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i/>
        <w:spacing w:val="0"/>
        <w:w w:val="10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86BF3"/>
    <w:multiLevelType w:val="hybridMultilevel"/>
    <w:tmpl w:val="30F21E66"/>
    <w:lvl w:ilvl="0" w:tplc="40B25B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pacing w:val="0"/>
        <w:w w:val="1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D642DD"/>
    <w:multiLevelType w:val="hybridMultilevel"/>
    <w:tmpl w:val="A5A6409A"/>
    <w:lvl w:ilvl="0" w:tplc="1B98F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/>
        <w:spacing w:val="0"/>
        <w:w w:val="100"/>
        <w:sz w:val="2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740108"/>
    <w:multiLevelType w:val="multilevel"/>
    <w:tmpl w:val="9D4E31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i/>
        <w:spacing w:val="0"/>
        <w:w w:val="10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AD18D5"/>
    <w:multiLevelType w:val="multilevel"/>
    <w:tmpl w:val="D1706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234F08"/>
    <w:multiLevelType w:val="hybridMultilevel"/>
    <w:tmpl w:val="704C98B2"/>
    <w:lvl w:ilvl="0" w:tplc="1B98FEF0"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hint="default"/>
        <w:b/>
        <w:i/>
        <w:spacing w:val="0"/>
        <w:w w:val="100"/>
        <w:sz w:val="28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A8C05D2"/>
    <w:multiLevelType w:val="hybridMultilevel"/>
    <w:tmpl w:val="F55A2F4E"/>
    <w:lvl w:ilvl="0" w:tplc="1B98F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/>
        <w:spacing w:val="0"/>
        <w:w w:val="100"/>
        <w:sz w:val="2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BD2C78"/>
    <w:multiLevelType w:val="hybridMultilevel"/>
    <w:tmpl w:val="183C283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1E49AE"/>
    <w:multiLevelType w:val="hybridMultilevel"/>
    <w:tmpl w:val="A5D084A0"/>
    <w:lvl w:ilvl="0" w:tplc="1B98FEF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  <w:b/>
        <w:i/>
        <w:spacing w:val="0"/>
        <w:w w:val="100"/>
        <w:sz w:val="28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9D9412A"/>
    <w:multiLevelType w:val="hybridMultilevel"/>
    <w:tmpl w:val="64E4DE0C"/>
    <w:lvl w:ilvl="0" w:tplc="1B98FE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b/>
        <w:i/>
        <w:spacing w:val="0"/>
        <w:w w:val="100"/>
        <w:sz w:val="28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EE97CDA"/>
    <w:multiLevelType w:val="multilevel"/>
    <w:tmpl w:val="15106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0E87DCB"/>
    <w:multiLevelType w:val="multilevel"/>
    <w:tmpl w:val="44945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5EC6C12"/>
    <w:multiLevelType w:val="hybridMultilevel"/>
    <w:tmpl w:val="8D7076EE"/>
    <w:lvl w:ilvl="0" w:tplc="1B98FE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/>
        <w:spacing w:val="0"/>
        <w:w w:val="100"/>
        <w:sz w:val="28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1964BD"/>
    <w:multiLevelType w:val="multilevel"/>
    <w:tmpl w:val="CDB64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7F4A51"/>
    <w:multiLevelType w:val="multilevel"/>
    <w:tmpl w:val="A2226A8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  <w:i/>
        <w:spacing w:val="0"/>
        <w:w w:val="100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D0204EF"/>
    <w:multiLevelType w:val="multilevel"/>
    <w:tmpl w:val="E0BAC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4"/>
  </w:num>
  <w:num w:numId="3">
    <w:abstractNumId w:val="12"/>
  </w:num>
  <w:num w:numId="4">
    <w:abstractNumId w:val="6"/>
  </w:num>
  <w:num w:numId="5">
    <w:abstractNumId w:val="1"/>
  </w:num>
  <w:num w:numId="6">
    <w:abstractNumId w:val="13"/>
  </w:num>
  <w:num w:numId="7">
    <w:abstractNumId w:val="0"/>
  </w:num>
  <w:num w:numId="8">
    <w:abstractNumId w:val="8"/>
  </w:num>
  <w:num w:numId="9">
    <w:abstractNumId w:val="2"/>
  </w:num>
  <w:num w:numId="10">
    <w:abstractNumId w:val="5"/>
  </w:num>
  <w:num w:numId="11">
    <w:abstractNumId w:val="15"/>
  </w:num>
  <w:num w:numId="12">
    <w:abstractNumId w:val="9"/>
  </w:num>
  <w:num w:numId="13">
    <w:abstractNumId w:val="4"/>
  </w:num>
  <w:num w:numId="14">
    <w:abstractNumId w:val="11"/>
  </w:num>
  <w:num w:numId="15">
    <w:abstractNumId w:val="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6B49"/>
    <w:rsid w:val="00050EAE"/>
    <w:rsid w:val="00056B49"/>
    <w:rsid w:val="000C7316"/>
    <w:rsid w:val="000D6C94"/>
    <w:rsid w:val="00203CB0"/>
    <w:rsid w:val="002414EE"/>
    <w:rsid w:val="00251C8E"/>
    <w:rsid w:val="002E53A2"/>
    <w:rsid w:val="004101DE"/>
    <w:rsid w:val="0053660A"/>
    <w:rsid w:val="0056334F"/>
    <w:rsid w:val="0057373D"/>
    <w:rsid w:val="00577B97"/>
    <w:rsid w:val="005C0D1E"/>
    <w:rsid w:val="005C45B9"/>
    <w:rsid w:val="00616CC7"/>
    <w:rsid w:val="00671C3B"/>
    <w:rsid w:val="00775F78"/>
    <w:rsid w:val="007A3C13"/>
    <w:rsid w:val="007C5361"/>
    <w:rsid w:val="007D1F4E"/>
    <w:rsid w:val="007E432D"/>
    <w:rsid w:val="008350D6"/>
    <w:rsid w:val="00854F5D"/>
    <w:rsid w:val="008A6429"/>
    <w:rsid w:val="008C6F84"/>
    <w:rsid w:val="00A41ABE"/>
    <w:rsid w:val="00AA303E"/>
    <w:rsid w:val="00AD4FAC"/>
    <w:rsid w:val="00B47E5C"/>
    <w:rsid w:val="00C60953"/>
    <w:rsid w:val="00C6643F"/>
    <w:rsid w:val="00CD0764"/>
    <w:rsid w:val="00DB1585"/>
    <w:rsid w:val="00DC129D"/>
    <w:rsid w:val="00DD19B9"/>
    <w:rsid w:val="00E26095"/>
    <w:rsid w:val="00E31AB8"/>
    <w:rsid w:val="00E81696"/>
    <w:rsid w:val="00E873C5"/>
    <w:rsid w:val="00EF5FF1"/>
    <w:rsid w:val="00F52F91"/>
    <w:rsid w:val="00FD4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03E"/>
    <w:pPr>
      <w:spacing w:after="160" w:line="259" w:lineRule="auto"/>
    </w:pPr>
    <w:rPr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1F4E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1F4E"/>
    <w:rPr>
      <w:rFonts w:ascii="Calibri Light" w:hAnsi="Calibri Light" w:cs="Times New Roman"/>
      <w:color w:val="2F5496"/>
      <w:sz w:val="32"/>
      <w:szCs w:val="32"/>
    </w:rPr>
  </w:style>
  <w:style w:type="paragraph" w:styleId="ListParagraph">
    <w:name w:val="List Paragraph"/>
    <w:basedOn w:val="Normal"/>
    <w:uiPriority w:val="99"/>
    <w:qFormat/>
    <w:rsid w:val="00DC129D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5C45B9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rsid w:val="007D1F4E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7D1F4E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32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197</TotalTime>
  <Pages>7</Pages>
  <Words>6932</Words>
  <Characters>3952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Альона Матусевич</dc:creator>
  <cp:keywords/>
  <dc:description/>
  <cp:lastModifiedBy>Admin</cp:lastModifiedBy>
  <cp:revision>39</cp:revision>
  <dcterms:created xsi:type="dcterms:W3CDTF">2025-01-30T07:42:00Z</dcterms:created>
  <dcterms:modified xsi:type="dcterms:W3CDTF">2025-02-26T11:21:00Z</dcterms:modified>
</cp:coreProperties>
</file>