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3CB" w:rsidRPr="00901265" w:rsidRDefault="00E963CB" w:rsidP="00273D2B">
      <w:pPr>
        <w:spacing w:after="0" w:line="360" w:lineRule="auto"/>
        <w:jc w:val="right"/>
        <w:rPr>
          <w:b/>
        </w:rPr>
      </w:pPr>
      <w:r w:rsidRPr="00901265">
        <w:rPr>
          <w:b/>
        </w:rPr>
        <w:t>Тетяна Захаровська, Раміл</w:t>
      </w:r>
      <w:r w:rsidRPr="00901265">
        <w:rPr>
          <w:b/>
          <w:lang w:val="ru-RU"/>
        </w:rPr>
        <w:t xml:space="preserve"> </w:t>
      </w:r>
      <w:r w:rsidRPr="00901265">
        <w:rPr>
          <w:b/>
        </w:rPr>
        <w:t>Алиєв</w:t>
      </w:r>
    </w:p>
    <w:p w:rsidR="00E963CB" w:rsidRPr="00901265" w:rsidRDefault="00E963CB" w:rsidP="00273D2B">
      <w:pPr>
        <w:spacing w:after="0" w:line="360" w:lineRule="auto"/>
        <w:jc w:val="right"/>
        <w:rPr>
          <w:b/>
        </w:rPr>
      </w:pPr>
      <w:r>
        <w:rPr>
          <w:b/>
        </w:rPr>
        <w:t>(Дніпропетровськ, Украї</w:t>
      </w:r>
      <w:r w:rsidRPr="00901265">
        <w:rPr>
          <w:b/>
        </w:rPr>
        <w:t>на)</w:t>
      </w:r>
    </w:p>
    <w:p w:rsidR="00E963CB" w:rsidRDefault="00E963CB">
      <w:pPr>
        <w:rPr>
          <w:b/>
        </w:rPr>
      </w:pPr>
    </w:p>
    <w:p w:rsidR="00E963CB" w:rsidRDefault="00E963CB" w:rsidP="00273D2B">
      <w:pPr>
        <w:jc w:val="center"/>
        <w:rPr>
          <w:b/>
        </w:rPr>
      </w:pPr>
      <w:r w:rsidRPr="00901C47">
        <w:rPr>
          <w:b/>
        </w:rPr>
        <w:t>ОСОБЛИВОСТІ</w:t>
      </w:r>
      <w:r>
        <w:rPr>
          <w:b/>
        </w:rPr>
        <w:t>МЕТОДИКИ РОЗВИТКУ ШВИДКІСНО-СИЛОВИХ ЯКОСТЕЙ БІГУНІВ НА КОРОТКІ ДИСТАНЦІЇ ТА ЇЇ ВПЛИВ НА СПОРТИВНИЙ РЕЗУЛЬТАТ</w:t>
      </w:r>
    </w:p>
    <w:p w:rsidR="00E963CB" w:rsidRDefault="00E963CB" w:rsidP="00273D2B">
      <w:pPr>
        <w:jc w:val="center"/>
        <w:rPr>
          <w:b/>
        </w:rPr>
      </w:pPr>
    </w:p>
    <w:p w:rsidR="00E963CB" w:rsidRPr="007B77B4" w:rsidRDefault="00E963CB" w:rsidP="00273D2B">
      <w:pPr>
        <w:shd w:val="clear" w:color="auto" w:fill="FFFFFF"/>
        <w:spacing w:after="0" w:line="360" w:lineRule="auto"/>
        <w:ind w:firstLine="709"/>
        <w:jc w:val="both"/>
      </w:pPr>
      <w:r w:rsidRPr="0067393E">
        <w:rPr>
          <w:b/>
        </w:rPr>
        <w:t>Постанова проблеми</w:t>
      </w:r>
      <w:r w:rsidRPr="0067393E">
        <w:t xml:space="preserve">. </w:t>
      </w:r>
      <w:r w:rsidRPr="0067393E">
        <w:rPr>
          <w:b/>
        </w:rPr>
        <w:t>Аналіз останніх досліджень і публікацій.</w:t>
      </w:r>
      <w:r>
        <w:rPr>
          <w:b/>
        </w:rPr>
        <w:t xml:space="preserve">  </w:t>
      </w:r>
      <w:r w:rsidRPr="0067393E">
        <w:t xml:space="preserve">Проблема підготовки легкоатлетів, особливо в </w:t>
      </w:r>
      <w:r>
        <w:t>бігу на короткі дистанції</w:t>
      </w:r>
      <w:r w:rsidRPr="0067393E">
        <w:t>, залишається актуальної.</w:t>
      </w:r>
      <w:r>
        <w:t xml:space="preserve"> </w:t>
      </w:r>
      <w:r w:rsidRPr="007B77B4">
        <w:t xml:space="preserve">Аналіз світового досвіду показує, що в останні роки значно розширилася матеріально-технічна база бігових дисциплін. Побудовано закриті стадіони в більшості країн </w:t>
      </w:r>
      <w:r>
        <w:t>світу</w:t>
      </w:r>
      <w:r w:rsidRPr="007B77B4">
        <w:t xml:space="preserve">, створені спеціально-тренувальні бази в регіонах з теплим кліматом </w:t>
      </w:r>
      <w:r>
        <w:t>та</w:t>
      </w:r>
      <w:r w:rsidRPr="007B77B4">
        <w:t xml:space="preserve"> гірських районах, де </w:t>
      </w:r>
      <w:r>
        <w:t>існують</w:t>
      </w:r>
      <w:r w:rsidRPr="007B77B4">
        <w:t xml:space="preserve"> умови для якісного </w:t>
      </w:r>
      <w:r>
        <w:t>проведення</w:t>
      </w:r>
      <w:r w:rsidRPr="007B77B4">
        <w:t xml:space="preserve"> змага</w:t>
      </w:r>
      <w:r>
        <w:t>нь та тренувань в</w:t>
      </w:r>
      <w:r w:rsidRPr="007B77B4">
        <w:t xml:space="preserve"> будь-як</w:t>
      </w:r>
      <w:r>
        <w:t>ій порі</w:t>
      </w:r>
      <w:r w:rsidRPr="007B77B4">
        <w:t xml:space="preserve"> року [2</w:t>
      </w:r>
      <w:r>
        <w:t>, С.34-45</w:t>
      </w:r>
      <w:r w:rsidRPr="007B77B4">
        <w:t>].</w:t>
      </w:r>
    </w:p>
    <w:p w:rsidR="00E963CB" w:rsidRPr="00E56D3C" w:rsidRDefault="00E963CB" w:rsidP="00273D2B">
      <w:pPr>
        <w:shd w:val="clear" w:color="auto" w:fill="FFFFFF"/>
        <w:spacing w:after="0" w:line="360" w:lineRule="auto"/>
        <w:ind w:firstLine="709"/>
        <w:jc w:val="both"/>
      </w:pPr>
      <w:r>
        <w:t>З</w:t>
      </w:r>
      <w:r w:rsidRPr="00E56D3C">
        <w:t>ростання спортивних результатів можливе тільки за умови гармонійного співвідношення всіх сторін підготовленості (Рибковський А.Г., Канішевський С.М., 2003; Платонов В.М., 2004). Водночас принципово важливе значення при цьому відводять техніці рухів, яка безпосередньо забезпечує практичну реалізацію всіх складових підготовленості (Петровський В.В., 1998; Платонов В.М., 2004; Бондарчук А.П., 2005; Ровний А.С., 2008). Але у практиці підготовки спортсменів інколи спостерігаються явища, коли між рівнем фізичних якостей, що зростає та технікою виникають протиріччя в тому, що рухові навички, засвоєні та закріплені на певному рівні, у подальшому спричиняють стримувальний ефект під час їх реалізації (Ратов І.П., 1990; Гагуа Є.Д., 2001; Конестяпін В.Г., Чікало В.В., 2004).</w:t>
      </w:r>
    </w:p>
    <w:p w:rsidR="00E963CB" w:rsidRPr="007B77B4" w:rsidRDefault="00E963CB" w:rsidP="00273D2B">
      <w:pPr>
        <w:shd w:val="clear" w:color="auto" w:fill="FFFFFF"/>
        <w:spacing w:after="0" w:line="360" w:lineRule="auto"/>
        <w:ind w:firstLine="709"/>
        <w:jc w:val="both"/>
      </w:pPr>
      <w:r w:rsidRPr="007B77B4">
        <w:t xml:space="preserve">Проблема організації тренувального процесу </w:t>
      </w:r>
      <w:r>
        <w:t>з</w:t>
      </w:r>
      <w:r w:rsidRPr="007B77B4">
        <w:t xml:space="preserve"> бігу на короткі дистанції, незва</w:t>
      </w:r>
      <w:r>
        <w:t>жаючи на зовнішню простоту самої змагальної</w:t>
      </w:r>
      <w:r w:rsidRPr="007B77B4">
        <w:t xml:space="preserve"> вправи,</w:t>
      </w:r>
      <w:r>
        <w:t xml:space="preserve"> представляється досить складним й, мабуть, менш розробленим</w:t>
      </w:r>
      <w:r w:rsidRPr="007B77B4">
        <w:t xml:space="preserve">, чим </w:t>
      </w:r>
      <w:r>
        <w:t xml:space="preserve">в інших видах легкої атлетики [3, </w:t>
      </w:r>
      <w:r w:rsidRPr="005A2260">
        <w:t>С. 40 – 45</w:t>
      </w:r>
      <w:r>
        <w:t xml:space="preserve">; 6, С. 93-96; 8 - </w:t>
      </w:r>
      <w:r w:rsidRPr="0002536C">
        <w:t>С. 64 – 67</w:t>
      </w:r>
      <w:r w:rsidRPr="007B77B4">
        <w:t>].</w:t>
      </w:r>
    </w:p>
    <w:p w:rsidR="00E963CB" w:rsidRPr="007B77B4" w:rsidRDefault="00E963CB" w:rsidP="00273D2B">
      <w:pPr>
        <w:shd w:val="clear" w:color="auto" w:fill="FFFFFF"/>
        <w:spacing w:after="0" w:line="360" w:lineRule="auto"/>
        <w:ind w:firstLine="709"/>
        <w:jc w:val="both"/>
      </w:pPr>
      <w:r w:rsidRPr="007B77B4">
        <w:t>Щоро</w:t>
      </w:r>
      <w:r>
        <w:t>ку тренери знаходять щось нове та</w:t>
      </w:r>
      <w:r w:rsidRPr="007B77B4">
        <w:t xml:space="preserve"> збагачують загальну методологію підготовки бігунів на короткі дистанції. Однак, сучасний рівень розвитку спорту вимагає</w:t>
      </w:r>
      <w:r>
        <w:t xml:space="preserve"> рекомендацій не про те, як готу</w:t>
      </w:r>
      <w:r w:rsidRPr="007B77B4">
        <w:t>в</w:t>
      </w:r>
      <w:r>
        <w:t>а</w:t>
      </w:r>
      <w:r w:rsidRPr="007B77B4">
        <w:t xml:space="preserve">ти </w:t>
      </w:r>
      <w:r>
        <w:t xml:space="preserve">хороших </w:t>
      </w:r>
      <w:r w:rsidRPr="007B77B4">
        <w:t>спортсменів. А чому треба проводити підготовку саме так [4].</w:t>
      </w:r>
    </w:p>
    <w:p w:rsidR="00E963CB" w:rsidRPr="007B77B4" w:rsidRDefault="00E963CB" w:rsidP="00273D2B">
      <w:pPr>
        <w:shd w:val="clear" w:color="auto" w:fill="FFFFFF"/>
        <w:spacing w:after="0" w:line="360" w:lineRule="auto"/>
        <w:ind w:firstLine="709"/>
        <w:jc w:val="both"/>
      </w:pPr>
      <w:r w:rsidRPr="007B77B4">
        <w:t>З огляду на вище сказане, можна говорити про те, що тема спортивного тренування в спринті є актуальною й має потребу в нових дослідженнях.</w:t>
      </w:r>
    </w:p>
    <w:p w:rsidR="00E963CB" w:rsidRPr="0067393E" w:rsidRDefault="00E963CB" w:rsidP="00273D2B">
      <w:pPr>
        <w:spacing w:after="0" w:line="360" w:lineRule="auto"/>
        <w:ind w:firstLine="567"/>
        <w:jc w:val="both"/>
        <w:rPr>
          <w:b/>
          <w:i/>
        </w:rPr>
      </w:pPr>
      <w:r w:rsidRPr="0067393E">
        <w:rPr>
          <w:b/>
          <w:i/>
        </w:rPr>
        <w:t>Зв'язок дослідження з науковими програмами, планами, темами.</w:t>
      </w:r>
    </w:p>
    <w:p w:rsidR="00E963CB" w:rsidRPr="0067393E" w:rsidRDefault="00E963CB" w:rsidP="00273D2B">
      <w:pPr>
        <w:spacing w:after="0" w:line="360" w:lineRule="auto"/>
        <w:ind w:firstLine="567"/>
        <w:jc w:val="both"/>
      </w:pPr>
      <w:r w:rsidRPr="0067393E">
        <w:t>Робота виконується відповідно до зведеного плану НДР</w:t>
      </w:r>
      <w:r>
        <w:t xml:space="preserve"> </w:t>
      </w:r>
      <w:r w:rsidRPr="0067393E">
        <w:t>Державного комітету України з питань фізичної культури і спорту на 2011-2015рр.</w:t>
      </w:r>
      <w:r w:rsidRPr="0067393E">
        <w:rPr>
          <w:color w:val="000000"/>
        </w:rPr>
        <w:t xml:space="preserve"> за  </w:t>
      </w:r>
      <w:r w:rsidRPr="0067393E">
        <w:t>темою 2.18 “Удосконалення механізмів управління руховою діяльністю спортсменів ” та плану НДР Дніпропетровського державного інституту фізичної культури і спорту.</w:t>
      </w:r>
    </w:p>
    <w:p w:rsidR="00E963CB" w:rsidRPr="007B77B4" w:rsidRDefault="00E963CB" w:rsidP="00273D2B">
      <w:pPr>
        <w:shd w:val="clear" w:color="auto" w:fill="FFFFFF"/>
        <w:tabs>
          <w:tab w:val="left" w:pos="2842"/>
        </w:tabs>
        <w:spacing w:after="0" w:line="360" w:lineRule="auto"/>
        <w:ind w:firstLine="709"/>
        <w:jc w:val="both"/>
      </w:pPr>
      <w:r w:rsidRPr="00595BD8">
        <w:rPr>
          <w:b/>
          <w:i/>
        </w:rPr>
        <w:t>Мета дослідження.</w:t>
      </w:r>
      <w:r w:rsidRPr="007B77B4">
        <w:t>Визначитинайбільшефективнізасобидлярозвиткушвидкісно-силових якостей у бігу на короткі дистанції на етапі початкової спеціалізації.</w:t>
      </w:r>
    </w:p>
    <w:p w:rsidR="00E963CB" w:rsidRPr="00595BD8" w:rsidRDefault="00E963CB" w:rsidP="00273D2B">
      <w:pPr>
        <w:shd w:val="clear" w:color="auto" w:fill="FFFFFF"/>
        <w:spacing w:after="0" w:line="360" w:lineRule="auto"/>
        <w:ind w:firstLine="709"/>
        <w:jc w:val="both"/>
        <w:rPr>
          <w:b/>
          <w:i/>
        </w:rPr>
      </w:pPr>
      <w:r w:rsidRPr="00595BD8">
        <w:rPr>
          <w:b/>
          <w:i/>
          <w:iCs/>
        </w:rPr>
        <w:t>Завдання дослідження:</w:t>
      </w:r>
    </w:p>
    <w:p w:rsidR="00E963CB" w:rsidRPr="007B77B4" w:rsidRDefault="00E963CB" w:rsidP="00273D2B">
      <w:pPr>
        <w:shd w:val="clear" w:color="auto" w:fill="FFFFFF"/>
        <w:tabs>
          <w:tab w:val="left" w:pos="408"/>
        </w:tabs>
        <w:spacing w:after="0" w:line="360" w:lineRule="auto"/>
        <w:ind w:firstLine="709"/>
        <w:jc w:val="both"/>
      </w:pPr>
      <w:r w:rsidRPr="007B77B4">
        <w:t>1.</w:t>
      </w:r>
      <w:r w:rsidRPr="007B77B4">
        <w:tab/>
      </w:r>
      <w:r>
        <w:t xml:space="preserve">Дослідити особливості та перспективи розвитку швидкісно-силових якостей спринтерів за </w:t>
      </w:r>
      <w:r w:rsidRPr="007B77B4">
        <w:t>даними науково-методичної</w:t>
      </w:r>
      <w:r>
        <w:t xml:space="preserve"> </w:t>
      </w:r>
      <w:r w:rsidRPr="007B77B4">
        <w:t>літератури.</w:t>
      </w:r>
    </w:p>
    <w:p w:rsidR="00E963CB" w:rsidRPr="007B77B4" w:rsidRDefault="00E963CB" w:rsidP="00273D2B">
      <w:pPr>
        <w:shd w:val="clear" w:color="auto" w:fill="FFFFFF"/>
        <w:tabs>
          <w:tab w:val="left" w:pos="288"/>
        </w:tabs>
        <w:spacing w:after="0" w:line="360" w:lineRule="auto"/>
        <w:ind w:firstLine="709"/>
        <w:jc w:val="both"/>
      </w:pPr>
      <w:r w:rsidRPr="007B77B4">
        <w:t>2.</w:t>
      </w:r>
      <w:r w:rsidRPr="007B77B4">
        <w:tab/>
        <w:t xml:space="preserve">Визначити групу </w:t>
      </w:r>
      <w:r>
        <w:t xml:space="preserve">спеціальних вправ </w:t>
      </w:r>
      <w:r w:rsidRPr="007B77B4">
        <w:t>для роз</w:t>
      </w:r>
      <w:r>
        <w:t>витку швидкісно-силових якостей бігунів.</w:t>
      </w:r>
    </w:p>
    <w:p w:rsidR="00E963CB" w:rsidRDefault="00E963CB" w:rsidP="00273D2B">
      <w:pPr>
        <w:shd w:val="clear" w:color="auto" w:fill="FFFFFF"/>
        <w:tabs>
          <w:tab w:val="left" w:pos="365"/>
        </w:tabs>
        <w:spacing w:after="0" w:line="360" w:lineRule="auto"/>
        <w:ind w:firstLine="709"/>
        <w:jc w:val="both"/>
      </w:pPr>
      <w:r w:rsidRPr="007B77B4">
        <w:t>3.</w:t>
      </w:r>
      <w:r w:rsidRPr="007B77B4">
        <w:tab/>
      </w:r>
      <w:r>
        <w:t>Визначити рівень розвитку швидкісно-силових якостей бігунів 13-14 років, які спеціалізуються в бігу на 60м.</w:t>
      </w:r>
    </w:p>
    <w:p w:rsidR="00E963CB" w:rsidRDefault="00E963CB" w:rsidP="00273D2B">
      <w:pPr>
        <w:shd w:val="clear" w:color="auto" w:fill="FFFFFF"/>
        <w:tabs>
          <w:tab w:val="left" w:pos="365"/>
        </w:tabs>
        <w:spacing w:after="0" w:line="360" w:lineRule="auto"/>
        <w:ind w:firstLine="709"/>
        <w:jc w:val="both"/>
      </w:pPr>
      <w:r>
        <w:t xml:space="preserve">4.  Дослідити вплив </w:t>
      </w:r>
      <w:r w:rsidRPr="007B77B4">
        <w:t xml:space="preserve">швидкісно-силових якостей </w:t>
      </w:r>
      <w:r>
        <w:t xml:space="preserve">на </w:t>
      </w:r>
      <w:r w:rsidRPr="007B77B4">
        <w:t>спортивни</w:t>
      </w:r>
      <w:r>
        <w:t xml:space="preserve">й результат в </w:t>
      </w:r>
      <w:r w:rsidRPr="007B77B4">
        <w:t>бігуна</w:t>
      </w:r>
      <w:r>
        <w:t xml:space="preserve"> 6</w:t>
      </w:r>
      <w:r w:rsidRPr="007B77B4">
        <w:t>0м</w:t>
      </w:r>
      <w:r>
        <w:t>.</w:t>
      </w:r>
    </w:p>
    <w:p w:rsidR="00E963CB" w:rsidRPr="007B77B4" w:rsidRDefault="00E963CB" w:rsidP="00273D2B">
      <w:pPr>
        <w:shd w:val="clear" w:color="auto" w:fill="FFFFFF"/>
        <w:spacing w:after="0" w:line="360" w:lineRule="auto"/>
        <w:ind w:firstLine="709"/>
        <w:jc w:val="both"/>
      </w:pPr>
      <w:r w:rsidRPr="0067393E">
        <w:rPr>
          <w:b/>
          <w:i/>
        </w:rPr>
        <w:t>Організація та результати дослідження.</w:t>
      </w:r>
      <w:r>
        <w:rPr>
          <w:b/>
          <w:i/>
        </w:rPr>
        <w:t xml:space="preserve"> </w:t>
      </w:r>
      <w:r w:rsidRPr="006C2CC6">
        <w:t>Аналіз науково-методичної літератури проводився із січня по травень 2012р. Педагогічний експеримент проводився на базі  ДЮШОР № 3 з легкої атлетики при міському відділі освіти м. Нікополь. В експерименті прийняли участь 20 легкоатлетів-спринтерів</w:t>
      </w:r>
      <w:r>
        <w:t xml:space="preserve"> 13-14 років</w:t>
      </w:r>
      <w:r w:rsidRPr="006C2CC6">
        <w:t>, які спеціалізуються в бігу на короткі дистанції.</w:t>
      </w:r>
    </w:p>
    <w:p w:rsidR="00E963CB" w:rsidRDefault="00E963CB" w:rsidP="00273D2B">
      <w:pPr>
        <w:shd w:val="clear" w:color="auto" w:fill="FFFFFF"/>
        <w:spacing w:line="360" w:lineRule="auto"/>
        <w:ind w:firstLine="709"/>
        <w:jc w:val="both"/>
        <w:rPr>
          <w:bCs/>
        </w:rPr>
      </w:pPr>
      <w:r w:rsidRPr="0067647E">
        <w:rPr>
          <w:bCs/>
        </w:rPr>
        <w:t>До</w:t>
      </w:r>
      <w:r>
        <w:rPr>
          <w:bCs/>
        </w:rPr>
        <w:t>слідження проходило в декілька етапів:</w:t>
      </w:r>
    </w:p>
    <w:p w:rsidR="00E963CB" w:rsidRDefault="00E963CB" w:rsidP="00273D2B">
      <w:pPr>
        <w:shd w:val="clear" w:color="auto" w:fill="FFFFFF"/>
        <w:spacing w:after="0" w:line="360" w:lineRule="auto"/>
        <w:ind w:firstLine="709"/>
        <w:jc w:val="both"/>
        <w:rPr>
          <w:bCs/>
        </w:rPr>
      </w:pPr>
      <w:r>
        <w:rPr>
          <w:bCs/>
        </w:rPr>
        <w:t>На першому етапі дослідження було вивчено та проаналізовано наукову літературу з даної теми.</w:t>
      </w:r>
    </w:p>
    <w:p w:rsidR="00E963CB" w:rsidRDefault="00E963CB" w:rsidP="00273D2B">
      <w:pPr>
        <w:shd w:val="clear" w:color="auto" w:fill="FFFFFF"/>
        <w:spacing w:after="0" w:line="360" w:lineRule="auto"/>
        <w:ind w:firstLine="709"/>
        <w:jc w:val="both"/>
        <w:rPr>
          <w:bCs/>
        </w:rPr>
      </w:pPr>
      <w:r>
        <w:rPr>
          <w:bCs/>
        </w:rPr>
        <w:t>На другому етапі дослідження (вересень 2012 року) було визначено рівень швидкісно-силової підготовленості юних бігунів на короткі дистанції.</w:t>
      </w:r>
    </w:p>
    <w:p w:rsidR="00E963CB" w:rsidRDefault="00E963CB" w:rsidP="00273D2B">
      <w:pPr>
        <w:shd w:val="clear" w:color="auto" w:fill="FFFFFF"/>
        <w:spacing w:after="0" w:line="360" w:lineRule="auto"/>
        <w:ind w:firstLine="709"/>
        <w:jc w:val="both"/>
        <w:rPr>
          <w:bCs/>
        </w:rPr>
      </w:pPr>
      <w:r>
        <w:rPr>
          <w:bCs/>
        </w:rPr>
        <w:t>На третьому етапі дослідження було розроблено експериментальну програму та перевірено ефективність її використання та зроблені висновки даного дослідження.</w:t>
      </w:r>
    </w:p>
    <w:p w:rsidR="00E963CB" w:rsidRPr="00FE2CEE" w:rsidRDefault="00E963CB" w:rsidP="00273D2B">
      <w:pPr>
        <w:shd w:val="clear" w:color="auto" w:fill="FFFFFF"/>
        <w:spacing w:after="0" w:line="360" w:lineRule="auto"/>
        <w:ind w:firstLine="709"/>
        <w:jc w:val="both"/>
      </w:pPr>
      <w:r>
        <w:t xml:space="preserve">На даному етапі </w:t>
      </w:r>
      <w:r w:rsidRPr="007B77B4">
        <w:t xml:space="preserve">педагогічного </w:t>
      </w:r>
      <w:r>
        <w:t xml:space="preserve">дослідження </w:t>
      </w:r>
      <w:r w:rsidRPr="007B77B4">
        <w:t xml:space="preserve">ми </w:t>
      </w:r>
      <w:r>
        <w:t>провели</w:t>
      </w:r>
      <w:r w:rsidRPr="007B77B4">
        <w:t xml:space="preserve"> визнач</w:t>
      </w:r>
      <w:r>
        <w:t>ення вихідного рівня розвитку швидкісно-силових якостей юних бігунів на короткі дистанції.</w:t>
      </w:r>
    </w:p>
    <w:p w:rsidR="00E963CB" w:rsidRDefault="00E963CB" w:rsidP="00273D2B">
      <w:pPr>
        <w:shd w:val="clear" w:color="auto" w:fill="FFFFFF"/>
        <w:spacing w:after="0" w:line="360" w:lineRule="auto"/>
        <w:ind w:firstLine="709"/>
        <w:jc w:val="both"/>
      </w:pPr>
      <w:r w:rsidRPr="007B77B4">
        <w:t xml:space="preserve">Для здійснення </w:t>
      </w:r>
      <w:r>
        <w:t>поставленої мети були сформовані дві групи дітей, які займаються легкою атлетикою,  тобто бігом на короткі дистанції</w:t>
      </w:r>
      <w:r w:rsidRPr="007B77B4">
        <w:t xml:space="preserve">. </w:t>
      </w:r>
      <w:r>
        <w:t xml:space="preserve">Як в контрольній так і в експериментальній групах було по10 спринтерів (табл. 2). </w:t>
      </w:r>
    </w:p>
    <w:p w:rsidR="00E963CB" w:rsidRPr="007B77B4" w:rsidRDefault="00E963CB" w:rsidP="00273D2B">
      <w:pPr>
        <w:shd w:val="clear" w:color="auto" w:fill="FFFFFF"/>
        <w:spacing w:after="0" w:line="360" w:lineRule="auto"/>
        <w:ind w:firstLine="709"/>
        <w:jc w:val="both"/>
      </w:pPr>
      <w:r w:rsidRPr="007B77B4">
        <w:t xml:space="preserve">Групи були </w:t>
      </w:r>
      <w:r>
        <w:t xml:space="preserve">сформовані </w:t>
      </w:r>
      <w:r w:rsidRPr="007B77B4">
        <w:t>з урахуванням вікових критеріїв і фізичного розвитку.</w:t>
      </w:r>
    </w:p>
    <w:p w:rsidR="00E963CB" w:rsidRPr="007B77B4" w:rsidRDefault="00E963CB" w:rsidP="00273D2B">
      <w:pPr>
        <w:shd w:val="clear" w:color="auto" w:fill="FFFFFF"/>
        <w:spacing w:after="0" w:line="360" w:lineRule="auto"/>
        <w:ind w:firstLine="709"/>
        <w:jc w:val="both"/>
      </w:pPr>
      <w:r w:rsidRPr="007B77B4">
        <w:t>Для визначення вихідного рівня розвитку швидкісно-силових якостей на початку педагогічного експерименту ми протестували обидві групи. Дані про результати т</w:t>
      </w:r>
      <w:r>
        <w:t>естування представлені в таблиці 1.</w:t>
      </w:r>
    </w:p>
    <w:p w:rsidR="00E963CB" w:rsidRDefault="00E963CB" w:rsidP="00EE39BB">
      <w:pPr>
        <w:shd w:val="clear" w:color="auto" w:fill="FFFFFF"/>
        <w:spacing w:after="0" w:line="360" w:lineRule="auto"/>
        <w:jc w:val="both"/>
      </w:pPr>
      <w:r w:rsidRPr="00B55051"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0.75pt;height:262.5pt;visibility:visible">
            <v:imagedata r:id="rId7" o:title="" cropbottom="4722f"/>
          </v:shape>
        </w:pict>
      </w:r>
      <w:r>
        <w:t>Виміри проводилися в 4 дні. В</w:t>
      </w:r>
      <w:r w:rsidRPr="007B77B4">
        <w:t xml:space="preserve"> перший день вимірялися результати в бігу на 30м і 60м з низького старту, </w:t>
      </w:r>
      <w:r>
        <w:t>в</w:t>
      </w:r>
      <w:r w:rsidRPr="007B77B4">
        <w:t xml:space="preserve"> другий день - стрибки в довжину </w:t>
      </w:r>
      <w:r>
        <w:t>ів</w:t>
      </w:r>
      <w:r w:rsidRPr="007B77B4">
        <w:t>гору з місця</w:t>
      </w:r>
      <w:r>
        <w:t>, на</w:t>
      </w:r>
      <w:r w:rsidRPr="007B77B4">
        <w:t xml:space="preserve"> третій д</w:t>
      </w:r>
      <w:r>
        <w:t>ень - метання набивного м'яча (3</w:t>
      </w:r>
      <w:r w:rsidRPr="007B77B4">
        <w:t>кг) з місця на дальність і станову силу</w:t>
      </w:r>
      <w:r>
        <w:t xml:space="preserve"> та на 4 тренування був проведений тест «Купера».</w:t>
      </w:r>
    </w:p>
    <w:p w:rsidR="00E963CB" w:rsidRPr="007B77B4" w:rsidRDefault="00E963CB" w:rsidP="00273D2B">
      <w:pPr>
        <w:shd w:val="clear" w:color="auto" w:fill="FFFFFF"/>
        <w:spacing w:after="0" w:line="360" w:lineRule="auto"/>
        <w:ind w:firstLine="709"/>
        <w:jc w:val="both"/>
      </w:pPr>
      <w:r>
        <w:t>У таблиці</w:t>
      </w:r>
      <w:r w:rsidRPr="007B77B4">
        <w:t xml:space="preserve"> 1можна бачити, що в експериментальній групі лише 3 чоловік перевищують за всіма показниками учасників контрольної групи, але в теж час потрібно відзначити, що якщо взяти середні величини, те контрольна група показала результати вище, ніж експериментальна, особливо в становій силі, де перевага контрольної групи склало </w:t>
      </w:r>
      <w:r w:rsidRPr="00FE2CEE">
        <w:t>близько2 кг.</w:t>
      </w:r>
    </w:p>
    <w:p w:rsidR="00E963CB" w:rsidRDefault="00E963CB" w:rsidP="00273D2B">
      <w:pPr>
        <w:shd w:val="clear" w:color="auto" w:fill="FFFFFF"/>
        <w:spacing w:after="0" w:line="360" w:lineRule="auto"/>
        <w:ind w:firstLine="709"/>
        <w:jc w:val="both"/>
      </w:pPr>
      <w:r w:rsidRPr="007B77B4">
        <w:t xml:space="preserve">В інших тестах </w:t>
      </w:r>
      <w:r>
        <w:t>ми отримали наступні показники: в</w:t>
      </w:r>
      <w:r w:rsidRPr="007B77B4">
        <w:t xml:space="preserve"> бігу на 30м</w:t>
      </w:r>
      <w:r>
        <w:t xml:space="preserve"> з низького старту найкращий показник дорівнював 4,2с в контрольній групі та 4,3с в експериментальній групі при цьому середній показник в контрольній </w:t>
      </w:r>
      <w:r w:rsidRPr="007B77B4">
        <w:t>груп</w:t>
      </w:r>
      <w:r>
        <w:t>і - 4,57± 0,3, а в</w:t>
      </w:r>
      <w:r w:rsidRPr="007B77B4">
        <w:t xml:space="preserve"> експериментальна -</w:t>
      </w:r>
      <w:r>
        <w:t xml:space="preserve"> 4,97± 0,3, де різниця склала – 0,4</w:t>
      </w:r>
      <w:r w:rsidRPr="007B77B4">
        <w:t>с</w:t>
      </w:r>
      <w:r>
        <w:t>. В</w:t>
      </w:r>
      <w:r w:rsidRPr="007B77B4">
        <w:t xml:space="preserve"> бігу на 60м</w:t>
      </w:r>
      <w:r>
        <w:t xml:space="preserve"> середній показник в </w:t>
      </w:r>
      <w:r w:rsidRPr="007B77B4">
        <w:t>контрольн</w:t>
      </w:r>
      <w:r>
        <w:t>ій</w:t>
      </w:r>
      <w:r w:rsidRPr="007B77B4">
        <w:t xml:space="preserve"> груп</w:t>
      </w:r>
      <w:r>
        <w:t>і склав - 8,36±</w:t>
      </w:r>
      <w:r w:rsidRPr="007B77B4">
        <w:t>0,</w:t>
      </w:r>
      <w:r>
        <w:t>52с, що на  0,32с перевищує результат в експериментальній групі який дорівнює  8,7± 0,</w:t>
      </w:r>
      <w:r w:rsidRPr="007B77B4">
        <w:t>3</w:t>
      </w:r>
      <w:r>
        <w:t>4с.</w:t>
      </w:r>
    </w:p>
    <w:p w:rsidR="00E963CB" w:rsidRDefault="00E963CB" w:rsidP="00273D2B">
      <w:pPr>
        <w:shd w:val="clear" w:color="auto" w:fill="FFFFFF"/>
        <w:spacing w:after="0" w:line="360" w:lineRule="auto"/>
        <w:ind w:firstLine="709"/>
        <w:jc w:val="both"/>
      </w:pPr>
      <w:r>
        <w:t>У</w:t>
      </w:r>
      <w:r w:rsidRPr="009272DA">
        <w:t xml:space="preserve"> стрибках у довжину з місця</w:t>
      </w:r>
      <w:r>
        <w:t xml:space="preserve"> кращий результат був зафіксований у контрольній групі 260см, при цьому різниці середніх показників між контрольною та експериментальною групами не суттєва и дорівнює 0,3см.</w:t>
      </w:r>
    </w:p>
    <w:p w:rsidR="00E963CB" w:rsidRDefault="00E963CB" w:rsidP="00273D2B">
      <w:pPr>
        <w:shd w:val="clear" w:color="auto" w:fill="FFFFFF"/>
        <w:spacing w:after="0" w:line="360" w:lineRule="auto"/>
        <w:ind w:firstLine="709"/>
        <w:jc w:val="both"/>
      </w:pPr>
      <w:r>
        <w:t>У вправах силового характеру спостерігається схожа тенденція результатів тестування, так у контрольній групі в становій силі середній показник дорівнює 71кг±6,14, а у експериментальній 69кг±4,59. Така ж тенденція є і у метанні набивного м’яча 3кг з місця та і у 12 хвилинному бігу.</w:t>
      </w:r>
    </w:p>
    <w:p w:rsidR="00E963CB" w:rsidRDefault="00E963CB" w:rsidP="00273D2B">
      <w:pPr>
        <w:shd w:val="clear" w:color="auto" w:fill="FFFFFF"/>
        <w:spacing w:after="0" w:line="360" w:lineRule="auto"/>
        <w:ind w:firstLine="709"/>
        <w:jc w:val="both"/>
      </w:pPr>
      <w:r>
        <w:t>Таким чином можна зробити висновок, що вихідний рівень розвитку швидкісно-силових якостей бігунів на короткі дистанції майже рівнозначний, але діти контрольної групи дещо розвинуті краще. Все це спонукало нас на проведення подальших досліджень в даному напрямку.</w:t>
      </w:r>
    </w:p>
    <w:p w:rsidR="00E963CB" w:rsidRDefault="00E963CB" w:rsidP="00273D2B">
      <w:pPr>
        <w:shd w:val="clear" w:color="auto" w:fill="FFFFFF"/>
        <w:spacing w:after="0" w:line="360" w:lineRule="auto"/>
        <w:ind w:firstLine="709"/>
        <w:jc w:val="both"/>
      </w:pPr>
      <w:r>
        <w:t>Таким чином отримавши вихідні дані, ми не побачили повної картини впливу даних вправ на спортивний результат. Для вирішення цієї проблеми був проведений кореляційний аналіз та визначено взаємозв’язок результату з вправами швидкісно-силового характеру.</w:t>
      </w:r>
    </w:p>
    <w:p w:rsidR="00E963CB" w:rsidRDefault="00E963CB" w:rsidP="00273D2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</w:pPr>
      <w:r w:rsidRPr="007B77B4">
        <w:t xml:space="preserve">За допомогою математичної обробки статистичних даних нами був </w:t>
      </w:r>
      <w:r>
        <w:t>в</w:t>
      </w:r>
      <w:r w:rsidRPr="007B77B4">
        <w:t>становлений ступінь взаємозв'язку спортивного результату з рівнем розвитку швидкісно-силових якостей, шляхом визначення коефіцієнта кореляції Браве-Пі</w:t>
      </w:r>
      <w:r>
        <w:t>рсона (рис. 1</w:t>
      </w:r>
      <w:r w:rsidRPr="007B77B4">
        <w:t>)</w:t>
      </w:r>
      <w:r>
        <w:t>.</w:t>
      </w:r>
    </w:p>
    <w:p w:rsidR="00E963CB" w:rsidRPr="007B77B4" w:rsidRDefault="00E963CB" w:rsidP="00273D2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</w:pPr>
      <w:r>
        <w:t xml:space="preserve">Так в експериментальній групі була визначена наступна кореляційна залежність </w:t>
      </w:r>
      <w:r w:rsidRPr="007B77B4">
        <w:t xml:space="preserve">між рівнем розвитку швидкісно-силових якостей і спортивним результатом у бігу на </w:t>
      </w:r>
      <w:smartTag w:uri="urn:schemas-microsoft-com:office:smarttags" w:element="metricconverter">
        <w:smartTagPr>
          <w:attr w:name="ProductID" w:val="1990 г"/>
        </w:smartTagPr>
        <w:r w:rsidRPr="007B77B4">
          <w:t>60 м</w:t>
        </w:r>
      </w:smartTag>
      <w:r w:rsidRPr="007B77B4">
        <w:t xml:space="preserve">. Так, </w:t>
      </w:r>
      <w:r>
        <w:t xml:space="preserve">високий </w:t>
      </w:r>
      <w:r w:rsidRPr="007B77B4">
        <w:t>кореляці</w:t>
      </w:r>
      <w:r>
        <w:t xml:space="preserve">йний зв’язок в експериментальній групі був визначений з </w:t>
      </w:r>
      <w:r w:rsidRPr="007B77B4">
        <w:t>біг</w:t>
      </w:r>
      <w:r>
        <w:t>ом</w:t>
      </w:r>
      <w:r w:rsidRPr="007B77B4">
        <w:t xml:space="preserve"> на </w:t>
      </w:r>
      <w:smartTag w:uri="urn:schemas-microsoft-com:office:smarttags" w:element="metricconverter">
        <w:smartTagPr>
          <w:attr w:name="ProductID" w:val="1990 г"/>
        </w:smartTagPr>
        <w:r w:rsidRPr="007B77B4">
          <w:t>30 м</w:t>
        </w:r>
      </w:smartTag>
      <w:r w:rsidRPr="007B77B4">
        <w:t xml:space="preserve"> з низького старту </w:t>
      </w:r>
      <w:r>
        <w:t xml:space="preserve">і </w:t>
      </w:r>
      <w:r w:rsidRPr="007B77B4">
        <w:t xml:space="preserve">склав </w:t>
      </w:r>
      <w:r>
        <w:rPr>
          <w:lang w:val="en-US"/>
        </w:rPr>
        <w:t>r</w:t>
      </w:r>
      <w:r w:rsidRPr="00B60265">
        <w:t xml:space="preserve"> = </w:t>
      </w:r>
      <w:r w:rsidRPr="007B77B4">
        <w:t>0</w:t>
      </w:r>
      <w:r>
        <w:t>,7</w:t>
      </w:r>
      <w:r w:rsidRPr="007B77B4">
        <w:t>3</w:t>
      </w:r>
      <w:r>
        <w:t xml:space="preserve"> у експериментальній та в контрольній середній зв’язок -</w:t>
      </w:r>
      <w:r>
        <w:rPr>
          <w:lang w:val="en-US"/>
        </w:rPr>
        <w:t>r</w:t>
      </w:r>
      <w:r w:rsidRPr="00B60265">
        <w:t xml:space="preserve"> = </w:t>
      </w:r>
      <w:r w:rsidRPr="007B77B4">
        <w:t>0</w:t>
      </w:r>
      <w:r>
        <w:t xml:space="preserve">,63, також існує зворотно-пропорційний зв’язок, </w:t>
      </w:r>
      <w:r w:rsidRPr="007B77B4">
        <w:t xml:space="preserve">зі стрибком у довжину з місця </w:t>
      </w:r>
      <w:r>
        <w:rPr>
          <w:lang w:val="en-US"/>
        </w:rPr>
        <w:t>r</w:t>
      </w:r>
      <w:r w:rsidRPr="00B60265">
        <w:t xml:space="preserve"> = </w:t>
      </w:r>
      <w:r>
        <w:t>- 0,</w:t>
      </w:r>
      <w:r w:rsidRPr="007B77B4">
        <w:t xml:space="preserve">70 </w:t>
      </w:r>
      <w:r>
        <w:t xml:space="preserve">, відповідно у контрольній групі </w:t>
      </w:r>
      <w:r>
        <w:rPr>
          <w:lang w:val="en-US"/>
        </w:rPr>
        <w:t>r</w:t>
      </w:r>
      <w:r w:rsidRPr="00B60265">
        <w:t xml:space="preserve"> = </w:t>
      </w:r>
      <w:r>
        <w:t xml:space="preserve">- </w:t>
      </w:r>
      <w:r w:rsidRPr="007B77B4">
        <w:t>0</w:t>
      </w:r>
      <w:r>
        <w:t>,6</w:t>
      </w:r>
      <w:r w:rsidRPr="007B77B4">
        <w:t>3</w:t>
      </w:r>
      <w:r>
        <w:t xml:space="preserve">,зі </w:t>
      </w:r>
      <w:r w:rsidRPr="007B77B4">
        <w:t xml:space="preserve">стрибком </w:t>
      </w:r>
      <w:r>
        <w:t>в</w:t>
      </w:r>
      <w:r w:rsidRPr="007B77B4">
        <w:t xml:space="preserve">гору з місця </w:t>
      </w:r>
      <w:r>
        <w:t xml:space="preserve">як в контрольній та і у експериментальній групі визначено високу залежність результату. Показниками </w:t>
      </w:r>
      <w:r w:rsidRPr="007B77B4">
        <w:t xml:space="preserve"> станов</w:t>
      </w:r>
      <w:r>
        <w:t>ої</w:t>
      </w:r>
      <w:r w:rsidRPr="007B77B4">
        <w:t xml:space="preserve"> сил</w:t>
      </w:r>
      <w:r>
        <w:t xml:space="preserve">и мають середній зв’язок і дорівнює у контрольній групі </w:t>
      </w:r>
      <w:r>
        <w:rPr>
          <w:lang w:val="en-US"/>
        </w:rPr>
        <w:t>r</w:t>
      </w:r>
      <w:r w:rsidRPr="00B60265">
        <w:t xml:space="preserve"> = </w:t>
      </w:r>
      <w:r>
        <w:t xml:space="preserve">- </w:t>
      </w:r>
      <w:r w:rsidRPr="007B77B4">
        <w:t>0</w:t>
      </w:r>
      <w:r>
        <w:t>,4</w:t>
      </w:r>
      <w:r w:rsidRPr="007B77B4">
        <w:t>3</w:t>
      </w:r>
      <w:r>
        <w:t xml:space="preserve"> та експериментальній </w:t>
      </w:r>
      <w:r>
        <w:rPr>
          <w:lang w:val="en-US"/>
        </w:rPr>
        <w:t>r</w:t>
      </w:r>
      <w:r w:rsidRPr="00B60265">
        <w:t xml:space="preserve"> = </w:t>
      </w:r>
      <w:r>
        <w:t>-0,5</w:t>
      </w:r>
      <w:r w:rsidRPr="007B77B4">
        <w:t>4;</w:t>
      </w:r>
      <w:r>
        <w:t xml:space="preserve"> з </w:t>
      </w:r>
      <w:r w:rsidRPr="007B77B4">
        <w:t xml:space="preserve">метанням набивного м'яча двома руками з низу </w:t>
      </w:r>
      <w:r>
        <w:t xml:space="preserve">в експериментальній групі </w:t>
      </w:r>
      <w:r>
        <w:rPr>
          <w:lang w:val="en-US"/>
        </w:rPr>
        <w:t>r</w:t>
      </w:r>
      <w:r>
        <w:t xml:space="preserve"> = - 0,6</w:t>
      </w:r>
      <w:r w:rsidRPr="007B77B4">
        <w:t>6</w:t>
      </w:r>
      <w:r>
        <w:t xml:space="preserve"> та у контрольній - </w:t>
      </w:r>
      <w:r>
        <w:rPr>
          <w:lang w:val="en-US"/>
        </w:rPr>
        <w:t>r</w:t>
      </w:r>
      <w:r w:rsidRPr="00B60265">
        <w:t xml:space="preserve"> = </w:t>
      </w:r>
      <w:r w:rsidRPr="007B77B4">
        <w:t>0</w:t>
      </w:r>
      <w:r>
        <w:t>,51</w:t>
      </w:r>
      <w:r w:rsidRPr="007B77B4">
        <w:t>.</w:t>
      </w:r>
    </w:p>
    <w:p w:rsidR="00E963CB" w:rsidRDefault="00E963CB" w:rsidP="00273D2B">
      <w:pPr>
        <w:shd w:val="clear" w:color="auto" w:fill="FFFFFF"/>
        <w:spacing w:after="0" w:line="360" w:lineRule="auto"/>
        <w:ind w:firstLine="709"/>
        <w:jc w:val="both"/>
      </w:pPr>
      <w:r w:rsidRPr="002D5E9D">
        <w:rPr>
          <w:szCs w:val="32"/>
        </w:rPr>
        <w:t xml:space="preserve">Дещо </w:t>
      </w:r>
      <w:r>
        <w:rPr>
          <w:szCs w:val="32"/>
        </w:rPr>
        <w:t xml:space="preserve">інший зв’язок був визначений між спортивним результатом та тестом Купера (12 хвилинний біг), так у контрольній групі була визначена висока кореляційна залежність </w:t>
      </w:r>
      <w:r>
        <w:rPr>
          <w:lang w:val="en-US"/>
        </w:rPr>
        <w:t>r</w:t>
      </w:r>
      <w:r w:rsidRPr="00B60265">
        <w:t xml:space="preserve"> = </w:t>
      </w:r>
      <w:r w:rsidRPr="007B77B4">
        <w:t>0</w:t>
      </w:r>
      <w:r>
        <w:t xml:space="preserve">,7, а у експериментальній середня і дорівнювала </w:t>
      </w:r>
      <w:r>
        <w:rPr>
          <w:lang w:val="en-US"/>
        </w:rPr>
        <w:t>r</w:t>
      </w:r>
      <w:r w:rsidRPr="00B60265">
        <w:t xml:space="preserve"> = </w:t>
      </w:r>
      <w:r w:rsidRPr="007B77B4">
        <w:t>0</w:t>
      </w:r>
      <w:r>
        <w:t>,62.</w:t>
      </w:r>
    </w:p>
    <w:p w:rsidR="00E963CB" w:rsidRPr="002D5E9D" w:rsidRDefault="00E963CB" w:rsidP="00273D2B">
      <w:pPr>
        <w:shd w:val="clear" w:color="auto" w:fill="FFFFFF"/>
        <w:spacing w:after="0" w:line="360" w:lineRule="auto"/>
        <w:ind w:firstLine="709"/>
        <w:jc w:val="both"/>
        <w:rPr>
          <w:szCs w:val="32"/>
        </w:rPr>
      </w:pPr>
      <w:r>
        <w:t>Таким чином провівши кореляційний аналіз показників ми визначили сильні та слабкі сторони швидкісно-силової підготовленості бігунів та визначились з напрямом розробки експериментальної методики розвитку швидкісно-силових якостей бігунів на короткі дистанції (60м).</w:t>
      </w:r>
    </w:p>
    <w:p w:rsidR="00E963CB" w:rsidRPr="007B77B4" w:rsidRDefault="00E963CB" w:rsidP="00273D2B">
      <w:pPr>
        <w:shd w:val="clear" w:color="auto" w:fill="FFFFFF"/>
        <w:spacing w:after="0" w:line="360" w:lineRule="auto"/>
        <w:ind w:firstLine="709"/>
        <w:jc w:val="both"/>
      </w:pPr>
      <w:r w:rsidRPr="007B77B4">
        <w:t xml:space="preserve">Після п'яти місяців тренувань по запропонованій нами методиці, було проведено повторне тестування, що і повинне було вказати на сильні </w:t>
      </w:r>
      <w:r>
        <w:t>та</w:t>
      </w:r>
      <w:r w:rsidRPr="007B77B4">
        <w:t xml:space="preserve"> слабкі сторони висунутої нами </w:t>
      </w:r>
      <w:r>
        <w:t>теорії</w:t>
      </w:r>
      <w:r w:rsidRPr="007B77B4">
        <w:t>.</w:t>
      </w:r>
    </w:p>
    <w:p w:rsidR="00E963CB" w:rsidRDefault="00E963CB" w:rsidP="00273D2B">
      <w:pPr>
        <w:shd w:val="clear" w:color="auto" w:fill="FFFFFF"/>
        <w:spacing w:after="0" w:line="360" w:lineRule="auto"/>
        <w:ind w:firstLine="709"/>
        <w:jc w:val="both"/>
      </w:pPr>
      <w:r w:rsidRPr="007B77B4">
        <w:t xml:space="preserve">Дані відображають рівень розвитку швидкісно-силових якостей по закінченню педагогічного експерименту представлені </w:t>
      </w:r>
      <w:r>
        <w:t xml:space="preserve">в наступних таблицях. Тестування </w:t>
      </w:r>
      <w:r w:rsidRPr="007B77B4">
        <w:t xml:space="preserve"> проводилися за такою схемою як і в першому випадку. Отримані в результаті останнього тестування дані, дозволили зробити ряд висновків. Експериментальна група досить сильно додала у швидкісно-силовій підготовці </w:t>
      </w:r>
      <w:r>
        <w:t>та</w:t>
      </w:r>
      <w:r w:rsidRPr="007B77B4">
        <w:t xml:space="preserve"> перевершувала контрольну групу у всіх показниках, крім станової сили</w:t>
      </w:r>
      <w:r>
        <w:t xml:space="preserve"> (табл.2)</w:t>
      </w:r>
      <w:r w:rsidRPr="007B77B4">
        <w:t xml:space="preserve">. </w:t>
      </w:r>
    </w:p>
    <w:p w:rsidR="00E963CB" w:rsidRPr="007B77B4" w:rsidRDefault="00E963CB" w:rsidP="00EE39BB">
      <w:pPr>
        <w:shd w:val="clear" w:color="auto" w:fill="FFFFFF"/>
        <w:spacing w:after="0" w:line="360" w:lineRule="auto"/>
        <w:jc w:val="both"/>
      </w:pPr>
      <w:r w:rsidRPr="00B55051">
        <w:rPr>
          <w:noProof/>
          <w:lang w:eastAsia="uk-UA"/>
        </w:rPr>
        <w:pict>
          <v:shape id="Рисунок 2" o:spid="_x0000_i1026" type="#_x0000_t75" style="width:482.25pt;height:240pt;visibility:visible">
            <v:imagedata r:id="rId8" o:title=""/>
          </v:shape>
        </w:pict>
      </w:r>
      <w:bookmarkStart w:id="0" w:name="_GoBack"/>
      <w:bookmarkEnd w:id="0"/>
      <w:r w:rsidRPr="007B77B4">
        <w:t xml:space="preserve">Шість </w:t>
      </w:r>
      <w:r>
        <w:t>юних спринтерів</w:t>
      </w:r>
      <w:r w:rsidRPr="007B77B4">
        <w:t xml:space="preserve"> в експериментальній групі мають результат у бігу на 60мвище,ніжуконтрольній.Прирістрезультатівуспортсменівекспериментальної групи значно перевищує ці показники в контрольній групі.</w:t>
      </w:r>
    </w:p>
    <w:p w:rsidR="00E963CB" w:rsidRDefault="00E963CB" w:rsidP="00273D2B">
      <w:pPr>
        <w:shd w:val="clear" w:color="auto" w:fill="FFFFFF"/>
        <w:spacing w:after="0" w:line="360" w:lineRule="auto"/>
        <w:ind w:firstLine="709"/>
        <w:jc w:val="both"/>
      </w:pPr>
      <w:r w:rsidRPr="007B77B4">
        <w:t xml:space="preserve">Вищевикладене може свідчити про </w:t>
      </w:r>
      <w:r>
        <w:t>позитивний вплив розробленої методики направленої на покращення рівня швидкісно-силової підготовленості юних спринтерів</w:t>
      </w:r>
      <w:r w:rsidRPr="007B77B4">
        <w:t>.</w:t>
      </w:r>
    </w:p>
    <w:p w:rsidR="00E963CB" w:rsidRPr="007B77B4" w:rsidRDefault="00E963CB" w:rsidP="00273D2B">
      <w:pPr>
        <w:widowControl w:val="0"/>
        <w:numPr>
          <w:ilvl w:val="0"/>
          <w:numId w:val="1"/>
        </w:numPr>
        <w:shd w:val="clear" w:color="auto" w:fill="FFFFFF"/>
        <w:tabs>
          <w:tab w:val="left" w:pos="701"/>
          <w:tab w:val="left" w:pos="3365"/>
          <w:tab w:val="left" w:pos="5438"/>
        </w:tabs>
        <w:autoSpaceDE w:val="0"/>
        <w:autoSpaceDN w:val="0"/>
        <w:adjustRightInd w:val="0"/>
        <w:spacing w:after="0" w:line="360" w:lineRule="auto"/>
        <w:ind w:firstLine="709"/>
        <w:jc w:val="both"/>
      </w:pPr>
      <w:r w:rsidRPr="007B77B4">
        <w:t>На підставі вивчення даних науково-методичної літератури виявлено, що в</w:t>
      </w:r>
      <w:r>
        <w:t xml:space="preserve"> 13-</w:t>
      </w:r>
      <w:r w:rsidRPr="007B77B4">
        <w:t>14-літньому віці починається підготовка юних бігунів на короткі дистанції. Основним завданням тренувального процесу є досягнення різнобічної</w:t>
      </w:r>
      <w:r>
        <w:t xml:space="preserve"> </w:t>
      </w:r>
      <w:r w:rsidRPr="007B77B4">
        <w:t xml:space="preserve">фізичної підготовленості </w:t>
      </w:r>
      <w:r>
        <w:t>та</w:t>
      </w:r>
      <w:r w:rsidRPr="007B77B4">
        <w:t xml:space="preserve"> сприяння розвитку спеціальних фізичних якостей. На цьому етапі рівень фізичної підготовленості бігунів на короткі дистанції можна оцінювати за результатами: біг 30 м, 60 м, стрибки з місця в довжину </w:t>
      </w:r>
      <w:r>
        <w:t>та в</w:t>
      </w:r>
      <w:r w:rsidRPr="007B77B4">
        <w:t xml:space="preserve">гору </w:t>
      </w:r>
      <w:r>
        <w:t>по Абалакову</w:t>
      </w:r>
      <w:r w:rsidRPr="007B77B4">
        <w:t xml:space="preserve">, </w:t>
      </w:r>
      <w:r>
        <w:t>вправи з медицинбольними м’ячами (3 кг) та 12 хв. біг</w:t>
      </w:r>
      <w:r w:rsidRPr="007B77B4">
        <w:t>.</w:t>
      </w:r>
    </w:p>
    <w:p w:rsidR="00E963CB" w:rsidRDefault="00E963CB" w:rsidP="00273D2B">
      <w:pPr>
        <w:widowControl w:val="0"/>
        <w:numPr>
          <w:ilvl w:val="0"/>
          <w:numId w:val="1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360" w:lineRule="auto"/>
        <w:ind w:firstLine="709"/>
        <w:jc w:val="both"/>
      </w:pPr>
      <w:r w:rsidRPr="007B77B4">
        <w:t>Визначен</w:t>
      </w:r>
      <w:r>
        <w:t>о</w:t>
      </w:r>
      <w:r w:rsidRPr="007B77B4">
        <w:t xml:space="preserve"> груп</w:t>
      </w:r>
      <w:r>
        <w:t>у спеціальних вправ</w:t>
      </w:r>
      <w:r w:rsidRPr="007B77B4">
        <w:t xml:space="preserve"> для розвитку швидкісно-силових якостей </w:t>
      </w:r>
      <w:r>
        <w:t xml:space="preserve">та </w:t>
      </w:r>
      <w:r w:rsidRPr="007B77B4">
        <w:t xml:space="preserve">апробована </w:t>
      </w:r>
      <w:r>
        <w:t xml:space="preserve">в тренувальному процесі </w:t>
      </w:r>
      <w:r w:rsidRPr="007B77B4">
        <w:t xml:space="preserve">юних </w:t>
      </w:r>
      <w:r>
        <w:t>спринтерів, до якої увійшли вправи з м’ячами (3кг) та вправи з партнером.</w:t>
      </w:r>
    </w:p>
    <w:p w:rsidR="00E963CB" w:rsidRPr="007B77B4" w:rsidRDefault="00E963CB" w:rsidP="00273D2B">
      <w:pPr>
        <w:widowControl w:val="0"/>
        <w:numPr>
          <w:ilvl w:val="0"/>
          <w:numId w:val="1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360" w:lineRule="auto"/>
        <w:ind w:firstLine="709"/>
        <w:jc w:val="both"/>
      </w:pPr>
      <w:r>
        <w:t>Був визначений рівень швидкісно-силової підготовленості бігунів на короткі дистанції, які тренуються в м. Нікополь. Таким чином вихідний рівень контрольної та експериментальної груп відноситься до нижче середнього (за даними Л.П.Сергієнко). Підсумкове тестування показало, що рівень розвитку швидкісно-силових якостей юних спринтерів дещо змінився, так в експериментальній групі став вище за середній, а у контрольній середнім, що и підтверджують отримані данні.</w:t>
      </w:r>
    </w:p>
    <w:p w:rsidR="00E963CB" w:rsidRPr="00A979AF" w:rsidRDefault="00E963CB" w:rsidP="00273D2B">
      <w:pPr>
        <w:widowControl w:val="0"/>
        <w:numPr>
          <w:ilvl w:val="0"/>
          <w:numId w:val="1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360" w:lineRule="auto"/>
        <w:ind w:firstLine="709"/>
        <w:jc w:val="both"/>
      </w:pPr>
      <w:r>
        <w:t xml:space="preserve">Була визначена в експериментальній групі висока кореляційна залежність спортивного результату в бігу на 60м з наступними вправами швидкісно-силового характеру: з бігом на 30м зі старту </w:t>
      </w:r>
      <w:r w:rsidRPr="00A979AF">
        <w:rPr>
          <w:lang w:val="en-US"/>
        </w:rPr>
        <w:t>r</w:t>
      </w:r>
      <w:r w:rsidRPr="00A979AF">
        <w:t xml:space="preserve"> = 0,</w:t>
      </w:r>
      <w:r>
        <w:t>7</w:t>
      </w:r>
      <w:r w:rsidRPr="00A979AF">
        <w:t>3</w:t>
      </w:r>
      <w:r>
        <w:t xml:space="preserve">, зі стрибком в довжину з місця  </w:t>
      </w:r>
      <w:r w:rsidRPr="00A979AF">
        <w:rPr>
          <w:lang w:val="en-US"/>
        </w:rPr>
        <w:t>r</w:t>
      </w:r>
      <w:r w:rsidRPr="00A979AF">
        <w:t xml:space="preserve"> = </w:t>
      </w:r>
      <w:r>
        <w:t xml:space="preserve">- </w:t>
      </w:r>
      <w:r w:rsidRPr="00A979AF">
        <w:t>0,</w:t>
      </w:r>
      <w:r>
        <w:t>70 та зі стрибком в гору по Абалакову</w:t>
      </w:r>
      <w:r w:rsidRPr="00A979AF">
        <w:rPr>
          <w:lang w:val="en-US"/>
        </w:rPr>
        <w:t>r</w:t>
      </w:r>
      <w:r w:rsidRPr="00A979AF">
        <w:t xml:space="preserve"> = </w:t>
      </w:r>
      <w:r>
        <w:t>-</w:t>
      </w:r>
      <w:r w:rsidRPr="00A979AF">
        <w:t>0,</w:t>
      </w:r>
      <w:r>
        <w:t xml:space="preserve">75. В контрольній групі високий зв’язок визначено зі стрибком в гору по Абалакову та з 12 хвилинним бігом. </w:t>
      </w:r>
      <w:r w:rsidRPr="00A979AF">
        <w:t>Враховуючи результати дослідження, можна стверджувати про ефективність запропонованої нами методики та рекомендувати її для застосування в тренувальних заняттях юних спринтерів.</w:t>
      </w:r>
    </w:p>
    <w:p w:rsidR="00E963CB" w:rsidRPr="0067393E" w:rsidRDefault="00E963CB" w:rsidP="00273D2B">
      <w:pPr>
        <w:pStyle w:val="ListParagraph"/>
        <w:spacing w:after="0" w:line="360" w:lineRule="auto"/>
        <w:ind w:left="0" w:firstLine="567"/>
        <w:jc w:val="both"/>
      </w:pPr>
      <w:r w:rsidRPr="0067393E">
        <w:rPr>
          <w:b/>
          <w:i/>
        </w:rPr>
        <w:t xml:space="preserve">Перспективи подальших досліджень. </w:t>
      </w:r>
      <w:r w:rsidRPr="0067393E">
        <w:t xml:space="preserve">Впровадження цієї розробки в тренувальний процес </w:t>
      </w:r>
      <w:r>
        <w:t>бігунів на короткі дистанції</w:t>
      </w:r>
      <w:r w:rsidRPr="0067393E">
        <w:t xml:space="preserve"> на етапі </w:t>
      </w:r>
      <w:r>
        <w:t>початкової</w:t>
      </w:r>
      <w:r w:rsidRPr="0067393E">
        <w:t xml:space="preserve"> базової підготовки.</w:t>
      </w:r>
    </w:p>
    <w:p w:rsidR="00E963CB" w:rsidRPr="00901265" w:rsidRDefault="00E963CB" w:rsidP="00901265">
      <w:pPr>
        <w:spacing w:after="0" w:line="360" w:lineRule="auto"/>
        <w:rPr>
          <w:b/>
          <w:lang w:val="ru-RU"/>
        </w:rPr>
      </w:pPr>
      <w:r w:rsidRPr="00273D2B">
        <w:rPr>
          <w:b/>
        </w:rPr>
        <w:t>Літератур</w:t>
      </w:r>
      <w:r>
        <w:rPr>
          <w:b/>
          <w:lang w:val="ru-RU"/>
        </w:rPr>
        <w:t>а:</w:t>
      </w:r>
    </w:p>
    <w:p w:rsidR="00E963CB" w:rsidRPr="005A2260" w:rsidRDefault="00E963CB" w:rsidP="00273D2B">
      <w:pPr>
        <w:pStyle w:val="BodyTextIndent"/>
        <w:numPr>
          <w:ilvl w:val="0"/>
          <w:numId w:val="3"/>
        </w:numPr>
        <w:tabs>
          <w:tab w:val="clear" w:pos="540"/>
          <w:tab w:val="num" w:pos="567"/>
          <w:tab w:val="num" w:pos="1080"/>
          <w:tab w:val="left" w:pos="1620"/>
        </w:tabs>
        <w:spacing w:after="0" w:line="360" w:lineRule="auto"/>
        <w:ind w:left="567" w:right="-185" w:hanging="567"/>
        <w:jc w:val="both"/>
      </w:pPr>
      <w:r w:rsidRPr="005A2260">
        <w:t>Бальсевич В.К., Горбенко В.П., Новиков В.П. Сила и методы</w:t>
      </w:r>
      <w:r>
        <w:t xml:space="preserve"> </w:t>
      </w:r>
      <w:r w:rsidRPr="005A2260">
        <w:t>ее</w:t>
      </w:r>
      <w:r>
        <w:t xml:space="preserve"> </w:t>
      </w:r>
      <w:r w:rsidRPr="005A2260">
        <w:t>совершенствование у легкоатлетов</w:t>
      </w:r>
      <w:r>
        <w:t xml:space="preserve"> /</w:t>
      </w:r>
      <w:r w:rsidRPr="005A2260">
        <w:t xml:space="preserve">Бальсевич В.К., Горбенко В.П., Новиков В.П. </w:t>
      </w:r>
      <w:r>
        <w:t>/</w:t>
      </w:r>
      <w:r w:rsidRPr="005A2260">
        <w:t xml:space="preserve"> – Учебное</w:t>
      </w:r>
      <w:r>
        <w:t xml:space="preserve"> </w:t>
      </w:r>
      <w:r w:rsidRPr="005A2260">
        <w:t>пособие для студентов ГЦОЛИФК. – М., 1992. – С. 115.</w:t>
      </w:r>
    </w:p>
    <w:p w:rsidR="00E963CB" w:rsidRPr="005A2260" w:rsidRDefault="00E963CB" w:rsidP="00273D2B">
      <w:pPr>
        <w:numPr>
          <w:ilvl w:val="0"/>
          <w:numId w:val="3"/>
        </w:numPr>
        <w:tabs>
          <w:tab w:val="clear" w:pos="540"/>
          <w:tab w:val="num" w:pos="567"/>
          <w:tab w:val="num" w:pos="1080"/>
          <w:tab w:val="left" w:pos="1620"/>
        </w:tabs>
        <w:spacing w:after="0" w:line="360" w:lineRule="auto"/>
        <w:ind w:left="567" w:right="-185" w:hanging="567"/>
        <w:jc w:val="both"/>
      </w:pPr>
      <w:r w:rsidRPr="005A2260">
        <w:t>Боген М. Загадка тактики бега на 100м /Боген М., Фетисов О. / Легкая атлетика. –2000. – №2–3. – С. 16 – 18.</w:t>
      </w:r>
    </w:p>
    <w:p w:rsidR="00E963CB" w:rsidRPr="00273D2B" w:rsidRDefault="00E963CB" w:rsidP="00273D2B">
      <w:pPr>
        <w:numPr>
          <w:ilvl w:val="0"/>
          <w:numId w:val="3"/>
        </w:numPr>
        <w:tabs>
          <w:tab w:val="clear" w:pos="540"/>
          <w:tab w:val="num" w:pos="567"/>
          <w:tab w:val="num" w:pos="1080"/>
          <w:tab w:val="left" w:pos="1620"/>
        </w:tabs>
        <w:spacing w:after="0" w:line="360" w:lineRule="auto"/>
        <w:ind w:left="567" w:right="-185" w:hanging="567"/>
        <w:jc w:val="both"/>
        <w:rPr>
          <w:b/>
        </w:rPr>
      </w:pPr>
      <w:r w:rsidRPr="005A2260">
        <w:t>Булкин В.А. Оперативная</w:t>
      </w:r>
      <w:r>
        <w:t xml:space="preserve"> </w:t>
      </w:r>
      <w:r w:rsidRPr="005A2260">
        <w:t>оценка</w:t>
      </w:r>
      <w:r>
        <w:t xml:space="preserve"> </w:t>
      </w:r>
      <w:r w:rsidRPr="005A2260">
        <w:t>готовности</w:t>
      </w:r>
      <w:r>
        <w:t xml:space="preserve"> </w:t>
      </w:r>
      <w:r w:rsidRPr="005A2260">
        <w:t>спортсменов к предстоящей</w:t>
      </w:r>
      <w:r>
        <w:t xml:space="preserve"> </w:t>
      </w:r>
      <w:r w:rsidRPr="005A2260">
        <w:t>тренировочной</w:t>
      </w:r>
      <w:r>
        <w:t xml:space="preserve"> </w:t>
      </w:r>
      <w:r w:rsidRPr="005A2260">
        <w:t>деятельности /</w:t>
      </w:r>
      <w:r>
        <w:t xml:space="preserve"> </w:t>
      </w:r>
      <w:r w:rsidRPr="005A2260">
        <w:t>Булкин В.А., Иванова И.В. / Теория и практика физической</w:t>
      </w:r>
      <w:r>
        <w:t xml:space="preserve"> </w:t>
      </w:r>
      <w:r w:rsidRPr="005A2260">
        <w:t>культуры. – 1996. – №7. – С. 40 – 45.</w:t>
      </w:r>
    </w:p>
    <w:p w:rsidR="00E963CB" w:rsidRPr="00273D2B" w:rsidRDefault="00E963CB" w:rsidP="00273D2B">
      <w:pPr>
        <w:numPr>
          <w:ilvl w:val="0"/>
          <w:numId w:val="3"/>
        </w:numPr>
        <w:tabs>
          <w:tab w:val="clear" w:pos="540"/>
          <w:tab w:val="num" w:pos="567"/>
          <w:tab w:val="num" w:pos="1080"/>
          <w:tab w:val="left" w:pos="1620"/>
        </w:tabs>
        <w:spacing w:after="0" w:line="360" w:lineRule="auto"/>
        <w:ind w:left="567" w:right="-185" w:hanging="567"/>
        <w:jc w:val="both"/>
        <w:rPr>
          <w:b/>
        </w:rPr>
      </w:pPr>
      <w:r w:rsidRPr="00273D2B">
        <w:rPr>
          <w:snapToGrid w:val="0"/>
        </w:rPr>
        <w:t>Круцевич Т.Ю.  Контроль в физическомво</w:t>
      </w:r>
      <w:r>
        <w:rPr>
          <w:snapToGrid w:val="0"/>
        </w:rPr>
        <w:t xml:space="preserve"> </w:t>
      </w:r>
      <w:r w:rsidRPr="00273D2B">
        <w:rPr>
          <w:snapToGrid w:val="0"/>
        </w:rPr>
        <w:t>спитании</w:t>
      </w:r>
      <w:r>
        <w:rPr>
          <w:snapToGrid w:val="0"/>
        </w:rPr>
        <w:t xml:space="preserve"> </w:t>
      </w:r>
      <w:r w:rsidRPr="00273D2B">
        <w:rPr>
          <w:snapToGrid w:val="0"/>
        </w:rPr>
        <w:t>детей, подростков и юношей / Круцевич Т.Ю., Воробьев М.И./  – Киев, 2005. – 196с.</w:t>
      </w:r>
    </w:p>
    <w:p w:rsidR="00E963CB" w:rsidRPr="005A2260" w:rsidRDefault="00E963CB" w:rsidP="00273D2B">
      <w:pPr>
        <w:pStyle w:val="BodyTextIndent"/>
        <w:numPr>
          <w:ilvl w:val="0"/>
          <w:numId w:val="3"/>
        </w:numPr>
        <w:tabs>
          <w:tab w:val="clear" w:pos="540"/>
          <w:tab w:val="num" w:pos="567"/>
          <w:tab w:val="num" w:pos="1080"/>
          <w:tab w:val="left" w:pos="1260"/>
          <w:tab w:val="left" w:pos="1620"/>
        </w:tabs>
        <w:spacing w:after="0" w:line="360" w:lineRule="auto"/>
        <w:ind w:left="567" w:right="-185" w:hanging="567"/>
        <w:jc w:val="both"/>
      </w:pPr>
      <w:r>
        <w:t xml:space="preserve">Никитушкин В.Г. </w:t>
      </w:r>
      <w:r w:rsidRPr="005A2260">
        <w:t>Легкая атлетика. Бег на короткие</w:t>
      </w:r>
      <w:r>
        <w:t xml:space="preserve"> </w:t>
      </w:r>
      <w:r w:rsidRPr="005A2260">
        <w:t>дистанции: Примерная</w:t>
      </w:r>
      <w:r>
        <w:t xml:space="preserve"> </w:t>
      </w:r>
      <w:r w:rsidRPr="005A2260">
        <w:t>программа для системы</w:t>
      </w:r>
      <w:r>
        <w:t xml:space="preserve"> </w:t>
      </w:r>
      <w:r w:rsidRPr="005A2260">
        <w:t>дополнительного</w:t>
      </w:r>
      <w:r>
        <w:t xml:space="preserve"> </w:t>
      </w:r>
      <w:r w:rsidRPr="005A2260">
        <w:t>образования</w:t>
      </w:r>
      <w:r>
        <w:t xml:space="preserve"> </w:t>
      </w:r>
      <w:r w:rsidRPr="005A2260">
        <w:t>детей: детско-юношеских</w:t>
      </w:r>
      <w:r>
        <w:t xml:space="preserve"> спортивних </w:t>
      </w:r>
      <w:r w:rsidRPr="005A2260">
        <w:t>школ, специализированных</w:t>
      </w:r>
      <w:r>
        <w:t xml:space="preserve"> </w:t>
      </w:r>
      <w:r w:rsidRPr="005A2260">
        <w:t>детско-юношеских</w:t>
      </w:r>
      <w:r>
        <w:t xml:space="preserve"> школ ол</w:t>
      </w:r>
      <w:r w:rsidRPr="005A2260">
        <w:t>импийского</w:t>
      </w:r>
      <w:r>
        <w:t xml:space="preserve"> </w:t>
      </w:r>
      <w:r w:rsidRPr="005A2260">
        <w:t>резерва</w:t>
      </w:r>
      <w:r>
        <w:t xml:space="preserve"> / </w:t>
      </w:r>
      <w:r w:rsidRPr="005A2260">
        <w:t xml:space="preserve">Никитушкин В.Г., Чесноков Н.Н., Бауэр В.Г., Зеличенок В.Б. </w:t>
      </w:r>
      <w:r>
        <w:t>/</w:t>
      </w:r>
      <w:r w:rsidRPr="005A2260">
        <w:t xml:space="preserve">. – М.: Советский спорт, 2003. – 116 с. </w:t>
      </w:r>
    </w:p>
    <w:p w:rsidR="00E963CB" w:rsidRPr="005A2260" w:rsidRDefault="00E963CB" w:rsidP="00273D2B">
      <w:pPr>
        <w:numPr>
          <w:ilvl w:val="0"/>
          <w:numId w:val="3"/>
        </w:numPr>
        <w:tabs>
          <w:tab w:val="clear" w:pos="540"/>
          <w:tab w:val="num" w:pos="567"/>
          <w:tab w:val="num" w:pos="1080"/>
          <w:tab w:val="left" w:pos="1260"/>
          <w:tab w:val="left" w:pos="1620"/>
        </w:tabs>
        <w:spacing w:after="0" w:line="360" w:lineRule="auto"/>
        <w:ind w:left="567" w:right="-185" w:hanging="567"/>
        <w:jc w:val="both"/>
      </w:pPr>
      <w:r w:rsidRPr="005A2260">
        <w:t xml:space="preserve">Платонов В.Н. Система </w:t>
      </w:r>
      <w:r>
        <w:t xml:space="preserve">підготовки </w:t>
      </w:r>
      <w:r w:rsidRPr="005A2260">
        <w:t>спортсменов в олимпийском спорте. Общая</w:t>
      </w:r>
      <w:r>
        <w:t xml:space="preserve"> </w:t>
      </w:r>
      <w:r w:rsidRPr="005A2260">
        <w:t>теория и её</w:t>
      </w:r>
      <w:r>
        <w:t xml:space="preserve"> </w:t>
      </w:r>
      <w:r w:rsidRPr="005A2260">
        <w:t>практические</w:t>
      </w:r>
      <w:r>
        <w:t xml:space="preserve"> </w:t>
      </w:r>
      <w:r w:rsidRPr="005A2260">
        <w:t>приложения</w:t>
      </w:r>
      <w:r>
        <w:t xml:space="preserve"> /В.М</w:t>
      </w:r>
      <w:r w:rsidRPr="005A2260">
        <w:t>.</w:t>
      </w:r>
      <w:r>
        <w:t xml:space="preserve"> Платонов /</w:t>
      </w:r>
      <w:r w:rsidRPr="005A2260">
        <w:t>. – К.: Олимпийская</w:t>
      </w:r>
      <w:r>
        <w:t xml:space="preserve"> </w:t>
      </w:r>
      <w:r w:rsidRPr="005A2260">
        <w:t>литература, 2004. –  808 с.</w:t>
      </w:r>
    </w:p>
    <w:p w:rsidR="00E963CB" w:rsidRPr="00D74E4C" w:rsidRDefault="00E963CB" w:rsidP="00273D2B">
      <w:pPr>
        <w:pStyle w:val="NoSpacing"/>
        <w:numPr>
          <w:ilvl w:val="0"/>
          <w:numId w:val="3"/>
        </w:numPr>
        <w:tabs>
          <w:tab w:val="num" w:pos="567"/>
          <w:tab w:val="left" w:pos="709"/>
        </w:tabs>
        <w:spacing w:line="360" w:lineRule="auto"/>
        <w:ind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D74E4C">
        <w:rPr>
          <w:rFonts w:ascii="Times New Roman" w:hAnsi="Times New Roman"/>
          <w:sz w:val="28"/>
          <w:szCs w:val="28"/>
          <w:lang w:val="uk-UA"/>
        </w:rPr>
        <w:t>Сергієнко Л.П. Комплексне тестування рухових здібностей людини: Навч. посібник / Л.П. Сергієнко</w:t>
      </w:r>
      <w:r>
        <w:rPr>
          <w:rFonts w:ascii="Times New Roman" w:hAnsi="Times New Roman"/>
          <w:sz w:val="28"/>
          <w:szCs w:val="28"/>
          <w:lang w:val="uk-UA"/>
        </w:rPr>
        <w:t>/</w:t>
      </w:r>
      <w:r w:rsidRPr="00D74E4C">
        <w:rPr>
          <w:rFonts w:ascii="Times New Roman" w:hAnsi="Times New Roman"/>
          <w:sz w:val="28"/>
          <w:szCs w:val="28"/>
          <w:lang w:val="uk-UA"/>
        </w:rPr>
        <w:t>. – Миколаїв: УДМТУ, 2001. – 360 с.</w:t>
      </w:r>
    </w:p>
    <w:p w:rsidR="00E963CB" w:rsidRPr="0002536C" w:rsidRDefault="00E963CB" w:rsidP="00273D2B">
      <w:pPr>
        <w:pStyle w:val="ListParagraph"/>
        <w:numPr>
          <w:ilvl w:val="0"/>
          <w:numId w:val="3"/>
        </w:numPr>
        <w:tabs>
          <w:tab w:val="num" w:pos="567"/>
        </w:tabs>
        <w:spacing w:after="0" w:line="360" w:lineRule="auto"/>
        <w:ind w:right="-185" w:hanging="567"/>
        <w:jc w:val="both"/>
      </w:pPr>
      <w:r w:rsidRPr="0002536C">
        <w:t>Степаненко Д. Особливості впливу гнучкості і рухової координації на спортивний результат бігунів на короткі дистанції / Дмитро Степаненко, Олена Михайлова // Спортивний вісник Придніпров’я. – 2005. – № 1. – С. 64 – 67.</w:t>
      </w:r>
    </w:p>
    <w:p w:rsidR="00E963CB" w:rsidRPr="00273D2B" w:rsidRDefault="00E963CB" w:rsidP="00273D2B">
      <w:pPr>
        <w:tabs>
          <w:tab w:val="num" w:pos="1080"/>
          <w:tab w:val="left" w:pos="1620"/>
        </w:tabs>
        <w:spacing w:after="0" w:line="360" w:lineRule="auto"/>
        <w:ind w:left="567" w:right="-185"/>
        <w:jc w:val="both"/>
        <w:rPr>
          <w:b/>
        </w:rPr>
      </w:pPr>
    </w:p>
    <w:p w:rsidR="00E963CB" w:rsidRDefault="00E963CB" w:rsidP="00273D2B">
      <w:pPr>
        <w:shd w:val="clear" w:color="auto" w:fill="FFFFFF"/>
        <w:spacing w:line="360" w:lineRule="auto"/>
        <w:ind w:firstLine="709"/>
        <w:jc w:val="both"/>
      </w:pPr>
    </w:p>
    <w:sectPr w:rsidR="00E963CB" w:rsidSect="00273D2B">
      <w:headerReference w:type="default" r:id="rId9"/>
      <w:pgSz w:w="11906" w:h="16838"/>
      <w:pgMar w:top="1134" w:right="1133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3CB" w:rsidRDefault="00E963CB" w:rsidP="00273D2B">
      <w:pPr>
        <w:spacing w:after="0" w:line="240" w:lineRule="auto"/>
      </w:pPr>
      <w:r>
        <w:separator/>
      </w:r>
    </w:p>
  </w:endnote>
  <w:endnote w:type="continuationSeparator" w:id="1">
    <w:p w:rsidR="00E963CB" w:rsidRDefault="00E963CB" w:rsidP="0027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3CB" w:rsidRDefault="00E963CB" w:rsidP="00273D2B">
      <w:pPr>
        <w:spacing w:after="0" w:line="240" w:lineRule="auto"/>
      </w:pPr>
      <w:r>
        <w:separator/>
      </w:r>
    </w:p>
  </w:footnote>
  <w:footnote w:type="continuationSeparator" w:id="1">
    <w:p w:rsidR="00E963CB" w:rsidRDefault="00E963CB" w:rsidP="00273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3CB" w:rsidRPr="00273D2B" w:rsidRDefault="00E963CB">
    <w:pPr>
      <w:pStyle w:val="Header"/>
      <w:jc w:val="right"/>
      <w:rPr>
        <w:sz w:val="24"/>
      </w:rPr>
    </w:pPr>
    <w:r w:rsidRPr="00273D2B">
      <w:rPr>
        <w:sz w:val="24"/>
      </w:rPr>
      <w:fldChar w:fldCharType="begin"/>
    </w:r>
    <w:r w:rsidRPr="00273D2B">
      <w:rPr>
        <w:sz w:val="24"/>
      </w:rPr>
      <w:instrText>PAGE   \* MERGEFORMAT</w:instrText>
    </w:r>
    <w:r w:rsidRPr="00273D2B">
      <w:rPr>
        <w:sz w:val="24"/>
      </w:rPr>
      <w:fldChar w:fldCharType="separate"/>
    </w:r>
    <w:r w:rsidRPr="00901265">
      <w:rPr>
        <w:noProof/>
        <w:sz w:val="24"/>
        <w:lang w:val="ru-RU"/>
      </w:rPr>
      <w:t>8</w:t>
    </w:r>
    <w:r w:rsidRPr="00273D2B">
      <w:rPr>
        <w:sz w:val="24"/>
      </w:rPr>
      <w:fldChar w:fldCharType="end"/>
    </w:r>
  </w:p>
  <w:p w:rsidR="00E963CB" w:rsidRDefault="00E963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53003"/>
    <w:multiLevelType w:val="hybridMultilevel"/>
    <w:tmpl w:val="634257CA"/>
    <w:lvl w:ilvl="0" w:tplc="3A424C0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6D92C7A"/>
    <w:multiLevelType w:val="singleLevel"/>
    <w:tmpl w:val="DCE85A68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2">
    <w:nsid w:val="7F732717"/>
    <w:multiLevelType w:val="hybridMultilevel"/>
    <w:tmpl w:val="16DC4C5A"/>
    <w:lvl w:ilvl="0" w:tplc="A412AE9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D2B"/>
    <w:rsid w:val="0002536C"/>
    <w:rsid w:val="000F2BC3"/>
    <w:rsid w:val="000F5436"/>
    <w:rsid w:val="00161B46"/>
    <w:rsid w:val="00273D2B"/>
    <w:rsid w:val="002D5E9D"/>
    <w:rsid w:val="002D737E"/>
    <w:rsid w:val="00354403"/>
    <w:rsid w:val="00360CC5"/>
    <w:rsid w:val="004936DF"/>
    <w:rsid w:val="004B6CD7"/>
    <w:rsid w:val="00595BD8"/>
    <w:rsid w:val="005A2260"/>
    <w:rsid w:val="00657793"/>
    <w:rsid w:val="0067393E"/>
    <w:rsid w:val="0067647E"/>
    <w:rsid w:val="006C2CC6"/>
    <w:rsid w:val="007B77B4"/>
    <w:rsid w:val="00901265"/>
    <w:rsid w:val="00901C47"/>
    <w:rsid w:val="009272DA"/>
    <w:rsid w:val="009703E4"/>
    <w:rsid w:val="00A979AF"/>
    <w:rsid w:val="00B55051"/>
    <w:rsid w:val="00B60265"/>
    <w:rsid w:val="00B72EA6"/>
    <w:rsid w:val="00C15271"/>
    <w:rsid w:val="00D27496"/>
    <w:rsid w:val="00D74E4C"/>
    <w:rsid w:val="00E56D3C"/>
    <w:rsid w:val="00E963CB"/>
    <w:rsid w:val="00EE39BB"/>
    <w:rsid w:val="00F92032"/>
    <w:rsid w:val="00FE2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D2B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73D2B"/>
    <w:pPr>
      <w:spacing w:after="120" w:line="240" w:lineRule="auto"/>
    </w:pPr>
    <w:rPr>
      <w:rFonts w:eastAsia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D2B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273D2B"/>
    <w:pPr>
      <w:spacing w:after="120" w:line="480" w:lineRule="auto"/>
      <w:ind w:left="283"/>
    </w:pPr>
    <w:rPr>
      <w:rFonts w:eastAsia="Times New Roman"/>
      <w:sz w:val="24"/>
      <w:szCs w:val="24"/>
      <w:lang w:val="ru-RU"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73D2B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7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3D2B"/>
    <w:rPr>
      <w:rFonts w:ascii="Tahoma" w:hAnsi="Tahoma" w:cs="Tahoma"/>
      <w:sz w:val="16"/>
      <w:szCs w:val="16"/>
      <w:lang w:val="uk-UA"/>
    </w:rPr>
  </w:style>
  <w:style w:type="paragraph" w:styleId="Header">
    <w:name w:val="header"/>
    <w:basedOn w:val="Normal"/>
    <w:link w:val="HeaderChar"/>
    <w:uiPriority w:val="99"/>
    <w:rsid w:val="00273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73D2B"/>
    <w:rPr>
      <w:rFonts w:ascii="Times New Roman" w:hAnsi="Times New Roman" w:cs="Times New Roman"/>
      <w:sz w:val="28"/>
      <w:szCs w:val="28"/>
      <w:lang w:val="uk-UA"/>
    </w:rPr>
  </w:style>
  <w:style w:type="paragraph" w:styleId="Footer">
    <w:name w:val="footer"/>
    <w:basedOn w:val="Normal"/>
    <w:link w:val="FooterChar"/>
    <w:uiPriority w:val="99"/>
    <w:rsid w:val="00273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73D2B"/>
    <w:rPr>
      <w:rFonts w:ascii="Times New Roman" w:hAnsi="Times New Roman" w:cs="Times New Roman"/>
      <w:sz w:val="28"/>
      <w:szCs w:val="28"/>
      <w:lang w:val="uk-UA"/>
    </w:rPr>
  </w:style>
  <w:style w:type="character" w:styleId="Hyperlink">
    <w:name w:val="Hyperlink"/>
    <w:basedOn w:val="DefaultParagraphFont"/>
    <w:uiPriority w:val="99"/>
    <w:rsid w:val="00273D2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73D2B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273D2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73D2B"/>
    <w:rPr>
      <w:rFonts w:ascii="Times New Roman" w:hAnsi="Times New Roman" w:cs="Times New Roman"/>
      <w:sz w:val="28"/>
      <w:szCs w:val="28"/>
      <w:lang w:val="uk-UA"/>
    </w:rPr>
  </w:style>
  <w:style w:type="paragraph" w:styleId="NoSpacing">
    <w:name w:val="No Spacing"/>
    <w:link w:val="NoSpacingChar"/>
    <w:uiPriority w:val="99"/>
    <w:qFormat/>
    <w:rsid w:val="00273D2B"/>
    <w:rPr>
      <w:rFonts w:eastAsia="Times New Roman"/>
      <w:lang w:val="ru-RU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273D2B"/>
    <w:rPr>
      <w:rFonts w:ascii="Calibri" w:hAnsi="Calibri"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8</Pages>
  <Words>7950</Words>
  <Characters>4533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6</cp:revision>
  <dcterms:created xsi:type="dcterms:W3CDTF">2014-11-27T08:20:00Z</dcterms:created>
  <dcterms:modified xsi:type="dcterms:W3CDTF">2014-11-27T12:59:00Z</dcterms:modified>
</cp:coreProperties>
</file>