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207" w:rsidRPr="00D7186F" w:rsidRDefault="00847207" w:rsidP="00D23418">
      <w:pPr>
        <w:pStyle w:val="NoSpacing"/>
        <w:widowControl w:val="0"/>
        <w:spacing w:line="360" w:lineRule="auto"/>
        <w:ind w:firstLine="709"/>
        <w:jc w:val="right"/>
        <w:rPr>
          <w:b/>
          <w:sz w:val="28"/>
          <w:szCs w:val="28"/>
          <w:lang w:val="ru-RU"/>
        </w:rPr>
      </w:pPr>
      <w:r w:rsidRPr="00D7186F">
        <w:rPr>
          <w:b/>
          <w:sz w:val="28"/>
          <w:szCs w:val="28"/>
          <w:lang w:val="ru-RU"/>
        </w:rPr>
        <w:t>Бекмурат Абсадыков, Манат Иманкул</w:t>
      </w:r>
    </w:p>
    <w:p w:rsidR="00847207" w:rsidRPr="00D7186F" w:rsidRDefault="00847207" w:rsidP="00D23418">
      <w:pPr>
        <w:pStyle w:val="NoSpacing"/>
        <w:widowControl w:val="0"/>
        <w:spacing w:line="360" w:lineRule="auto"/>
        <w:ind w:firstLine="709"/>
        <w:jc w:val="right"/>
        <w:rPr>
          <w:b/>
          <w:sz w:val="28"/>
          <w:szCs w:val="28"/>
          <w:lang w:val="ru-RU"/>
        </w:rPr>
      </w:pPr>
      <w:r w:rsidRPr="00D7186F">
        <w:rPr>
          <w:b/>
          <w:sz w:val="28"/>
          <w:szCs w:val="28"/>
          <w:lang w:val="ru-RU"/>
        </w:rPr>
        <w:t>(Астана, Казахстан)</w:t>
      </w:r>
    </w:p>
    <w:p w:rsidR="00847207" w:rsidRDefault="00847207" w:rsidP="00D23418">
      <w:pPr>
        <w:pStyle w:val="NoSpacing"/>
        <w:widowControl w:val="0"/>
        <w:spacing w:line="360" w:lineRule="auto"/>
        <w:ind w:firstLine="709"/>
        <w:jc w:val="right"/>
        <w:rPr>
          <w:sz w:val="28"/>
          <w:szCs w:val="28"/>
          <w:lang w:val="ru-RU"/>
        </w:rPr>
      </w:pPr>
    </w:p>
    <w:p w:rsidR="00847207" w:rsidRDefault="00847207" w:rsidP="006156A9">
      <w:pPr>
        <w:pStyle w:val="NoSpacing"/>
        <w:widowControl w:val="0"/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 ВОПРОСУ О СЕТЕВЫХ ОБЛАКАХ</w:t>
      </w:r>
    </w:p>
    <w:p w:rsidR="00847207" w:rsidRPr="00D23418" w:rsidRDefault="00847207" w:rsidP="00D23418">
      <w:pPr>
        <w:pStyle w:val="NoSpacing"/>
        <w:widowControl w:val="0"/>
        <w:spacing w:line="360" w:lineRule="auto"/>
        <w:ind w:firstLine="709"/>
        <w:jc w:val="right"/>
        <w:rPr>
          <w:b/>
          <w:sz w:val="28"/>
          <w:szCs w:val="28"/>
          <w:lang w:val="ru-RU"/>
        </w:rPr>
      </w:pPr>
    </w:p>
    <w:p w:rsidR="00847207" w:rsidRDefault="00847207" w:rsidP="0085356F">
      <w:pPr>
        <w:pStyle w:val="NoSpacing"/>
        <w:widowControl w:val="0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CB081E">
        <w:rPr>
          <w:sz w:val="28"/>
          <w:szCs w:val="28"/>
          <w:lang w:val="ru-RU"/>
        </w:rPr>
        <w:t xml:space="preserve">Сегодня компьютерные продукты перманентно увеличивают требования к техническому оснащению компьютера </w:t>
      </w:r>
      <w:r>
        <w:rPr>
          <w:sz w:val="28"/>
          <w:szCs w:val="28"/>
          <w:lang w:val="ru-RU"/>
        </w:rPr>
        <w:t>клиента</w:t>
      </w:r>
      <w:r w:rsidRPr="00CB081E">
        <w:rPr>
          <w:sz w:val="28"/>
          <w:szCs w:val="28"/>
          <w:lang w:val="ru-RU"/>
        </w:rPr>
        <w:t xml:space="preserve">, что неизбежно ведет к существенным расходам на апгрейд. Облачные </w:t>
      </w:r>
      <w:r>
        <w:rPr>
          <w:sz w:val="28"/>
          <w:szCs w:val="28"/>
          <w:lang w:val="ru-RU"/>
        </w:rPr>
        <w:t xml:space="preserve">(рассеянные) </w:t>
      </w:r>
      <w:r w:rsidRPr="00CB081E">
        <w:rPr>
          <w:sz w:val="28"/>
          <w:szCs w:val="28"/>
          <w:lang w:val="ru-RU"/>
        </w:rPr>
        <w:t>технологии (</w:t>
      </w:r>
      <w:r w:rsidRPr="00CB081E">
        <w:rPr>
          <w:sz w:val="28"/>
          <w:szCs w:val="28"/>
        </w:rPr>
        <w:t>clound</w:t>
      </w:r>
      <w:r w:rsidRPr="00CB081E">
        <w:rPr>
          <w:sz w:val="28"/>
          <w:szCs w:val="28"/>
          <w:lang w:val="ru-RU"/>
        </w:rPr>
        <w:t xml:space="preserve"> </w:t>
      </w:r>
      <w:r w:rsidRPr="00CB081E">
        <w:rPr>
          <w:sz w:val="28"/>
          <w:szCs w:val="28"/>
        </w:rPr>
        <w:t>computing</w:t>
      </w:r>
      <w:r w:rsidRPr="00CB081E">
        <w:rPr>
          <w:sz w:val="28"/>
          <w:szCs w:val="28"/>
          <w:lang w:val="ru-RU"/>
        </w:rPr>
        <w:t xml:space="preserve">)  позволяют решить проблему </w:t>
      </w:r>
      <w:r>
        <w:rPr>
          <w:sz w:val="28"/>
          <w:szCs w:val="28"/>
          <w:lang w:val="ru-RU"/>
        </w:rPr>
        <w:t xml:space="preserve">такой </w:t>
      </w:r>
      <w:r w:rsidRPr="00CB081E">
        <w:rPr>
          <w:sz w:val="28"/>
          <w:szCs w:val="28"/>
          <w:lang w:val="ru-RU"/>
        </w:rPr>
        <w:t xml:space="preserve">требовательности приложений к ресурсам </w:t>
      </w:r>
      <w:r>
        <w:rPr>
          <w:sz w:val="28"/>
          <w:szCs w:val="28"/>
          <w:lang w:val="ru-RU"/>
        </w:rPr>
        <w:t>клиента и</w:t>
      </w:r>
      <w:r w:rsidRPr="00CB081E">
        <w:rPr>
          <w:sz w:val="28"/>
          <w:szCs w:val="28"/>
          <w:lang w:val="ru-RU"/>
        </w:rPr>
        <w:t xml:space="preserve"> предоставляют динамично масштабируемые вычислительные ресурсы и приложения через </w:t>
      </w:r>
      <w:r w:rsidRPr="00CB081E">
        <w:rPr>
          <w:sz w:val="28"/>
          <w:szCs w:val="28"/>
        </w:rPr>
        <w:t>Internet</w:t>
      </w:r>
      <w:r w:rsidRPr="00CB081E">
        <w:rPr>
          <w:sz w:val="28"/>
          <w:szCs w:val="28"/>
          <w:lang w:val="ru-RU"/>
        </w:rPr>
        <w:t xml:space="preserve"> в качестве сервиса под управлением поставщика услуг.</w:t>
      </w:r>
    </w:p>
    <w:p w:rsidR="00847207" w:rsidRDefault="00847207" w:rsidP="00B101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081E">
        <w:rPr>
          <w:rFonts w:ascii="Times New Roman" w:hAnsi="Times New Roman"/>
          <w:sz w:val="28"/>
          <w:szCs w:val="28"/>
        </w:rPr>
        <w:t xml:space="preserve">Под «облаком» понимают: а) все, что находится за </w:t>
      </w:r>
      <w:r>
        <w:rPr>
          <w:rFonts w:ascii="Times New Roman" w:hAnsi="Times New Roman"/>
          <w:sz w:val="28"/>
          <w:szCs w:val="28"/>
          <w:lang w:eastAsia="ru-RU"/>
        </w:rPr>
        <w:t>файерволом</w:t>
      </w:r>
      <w:r w:rsidRPr="00E32224">
        <w:rPr>
          <w:rFonts w:ascii="Times New Roman" w:hAnsi="Times New Roman"/>
          <w:sz w:val="28"/>
          <w:szCs w:val="28"/>
        </w:rPr>
        <w:t xml:space="preserve"> </w:t>
      </w:r>
      <w:r w:rsidRPr="00CB081E">
        <w:rPr>
          <w:rFonts w:ascii="Times New Roman" w:hAnsi="Times New Roman"/>
          <w:sz w:val="28"/>
          <w:szCs w:val="28"/>
        </w:rPr>
        <w:t xml:space="preserve">компьютера,  включая аутсорсинг; б) облачные сервисы, доступные через </w:t>
      </w:r>
      <w:r w:rsidRPr="00CB081E">
        <w:rPr>
          <w:rFonts w:ascii="Times New Roman" w:hAnsi="Times New Roman"/>
          <w:sz w:val="28"/>
          <w:szCs w:val="28"/>
          <w:lang w:val="en-US"/>
        </w:rPr>
        <w:t>Internet</w:t>
      </w:r>
      <w:r w:rsidRPr="00CB081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Файервол </w:t>
      </w:r>
      <w:r w:rsidRPr="00330EAB">
        <w:rPr>
          <w:rFonts w:ascii="Times New Roman" w:hAnsi="Times New Roman"/>
          <w:sz w:val="28"/>
          <w:szCs w:val="28"/>
        </w:rPr>
        <w:t xml:space="preserve">– </w:t>
      </w:r>
      <w:r w:rsidRPr="00330EAB">
        <w:rPr>
          <w:rFonts w:ascii="Times New Roman" w:hAnsi="Times New Roman"/>
          <w:bCs/>
          <w:sz w:val="28"/>
          <w:szCs w:val="28"/>
        </w:rPr>
        <w:t>программа</w:t>
      </w:r>
      <w:r w:rsidRPr="00505EDC">
        <w:rPr>
          <w:rFonts w:ascii="Times New Roman" w:hAnsi="Times New Roman"/>
          <w:bCs/>
          <w:sz w:val="28"/>
          <w:szCs w:val="28"/>
        </w:rPr>
        <w:t>,</w:t>
      </w:r>
      <w:r w:rsidRPr="00330EAB">
        <w:rPr>
          <w:rFonts w:ascii="Times New Roman" w:hAnsi="Times New Roman"/>
          <w:bCs/>
          <w:sz w:val="28"/>
          <w:szCs w:val="28"/>
        </w:rPr>
        <w:t xml:space="preserve"> обеспечивающая защиту информации путем проверки IP-адреса и порта каждого пакета данных, проходящего сквозь файервол в любую сторону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Pr="0046470E">
        <w:rPr>
          <w:rFonts w:ascii="Times New Roman" w:hAnsi="Times New Roman"/>
          <w:sz w:val="28"/>
          <w:szCs w:val="28"/>
        </w:rPr>
        <w:t>внутреннюю сеть компании/внешнюю сеть</w:t>
      </w:r>
      <w:r>
        <w:rPr>
          <w:rFonts w:ascii="Times New Roman" w:hAnsi="Times New Roman"/>
          <w:sz w:val="28"/>
          <w:szCs w:val="28"/>
        </w:rPr>
        <w:t>)</w:t>
      </w:r>
      <w:r w:rsidRPr="0046470E">
        <w:rPr>
          <w:rFonts w:ascii="Times New Roman" w:hAnsi="Times New Roman"/>
          <w:bCs/>
          <w:sz w:val="28"/>
          <w:szCs w:val="28"/>
        </w:rPr>
        <w:t>, а затем раз</w:t>
      </w:r>
      <w:r w:rsidRPr="00330EAB">
        <w:rPr>
          <w:rFonts w:ascii="Times New Roman" w:hAnsi="Times New Roman"/>
          <w:bCs/>
          <w:sz w:val="28"/>
          <w:szCs w:val="28"/>
        </w:rPr>
        <w:t>решающая</w:t>
      </w:r>
      <w:r>
        <w:rPr>
          <w:rFonts w:ascii="Times New Roman" w:hAnsi="Times New Roman"/>
          <w:bCs/>
          <w:sz w:val="28"/>
          <w:szCs w:val="28"/>
        </w:rPr>
        <w:t>/</w:t>
      </w:r>
      <w:r w:rsidRPr="00330EAB">
        <w:rPr>
          <w:rFonts w:ascii="Times New Roman" w:hAnsi="Times New Roman"/>
          <w:bCs/>
          <w:sz w:val="28"/>
          <w:szCs w:val="28"/>
        </w:rPr>
        <w:t>запрещающая его про</w:t>
      </w:r>
      <w:r>
        <w:rPr>
          <w:rFonts w:ascii="Times New Roman" w:hAnsi="Times New Roman"/>
          <w:bCs/>
          <w:sz w:val="28"/>
          <w:szCs w:val="28"/>
        </w:rPr>
        <w:t>движ</w:t>
      </w:r>
      <w:r w:rsidRPr="00330EAB">
        <w:rPr>
          <w:rFonts w:ascii="Times New Roman" w:hAnsi="Times New Roman"/>
          <w:bCs/>
          <w:sz w:val="28"/>
          <w:szCs w:val="28"/>
        </w:rPr>
        <w:t>ение</w:t>
      </w:r>
      <w:r w:rsidRPr="002B4E6D">
        <w:rPr>
          <w:rFonts w:ascii="Times New Roman" w:hAnsi="Times New Roman"/>
          <w:bCs/>
          <w:sz w:val="28"/>
          <w:szCs w:val="28"/>
        </w:rPr>
        <w:t>. В качестве ф</w:t>
      </w:r>
      <w:r w:rsidRPr="002B4E6D">
        <w:rPr>
          <w:rFonts w:ascii="Times New Roman" w:hAnsi="Times New Roman"/>
          <w:sz w:val="28"/>
          <w:szCs w:val="28"/>
        </w:rPr>
        <w:t>айервола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также может быть</w:t>
      </w:r>
      <w:r w:rsidRPr="00505EDC">
        <w:rPr>
          <w:rFonts w:ascii="Times New Roman" w:hAnsi="Times New Roman"/>
          <w:bCs/>
          <w:sz w:val="28"/>
          <w:szCs w:val="28"/>
        </w:rPr>
        <w:t xml:space="preserve"> </w:t>
      </w:r>
      <w:r w:rsidRPr="00505EDC">
        <w:rPr>
          <w:rFonts w:ascii="Times New Roman" w:hAnsi="Times New Roman"/>
          <w:sz w:val="28"/>
          <w:szCs w:val="28"/>
        </w:rPr>
        <w:t>локальное</w:t>
      </w:r>
      <w:r>
        <w:rPr>
          <w:rFonts w:ascii="Times New Roman" w:hAnsi="Times New Roman"/>
          <w:sz w:val="28"/>
          <w:szCs w:val="28"/>
        </w:rPr>
        <w:t xml:space="preserve"> или </w:t>
      </w:r>
      <w:r w:rsidRPr="00505EDC">
        <w:rPr>
          <w:rFonts w:ascii="Times New Roman" w:hAnsi="Times New Roman"/>
          <w:sz w:val="28"/>
          <w:szCs w:val="28"/>
        </w:rPr>
        <w:t>функционально</w:t>
      </w:r>
      <w:r>
        <w:rPr>
          <w:rFonts w:ascii="Times New Roman" w:hAnsi="Times New Roman"/>
          <w:sz w:val="28"/>
          <w:szCs w:val="28"/>
        </w:rPr>
        <w:t>-</w:t>
      </w:r>
      <w:r w:rsidRPr="00505EDC">
        <w:rPr>
          <w:rFonts w:ascii="Times New Roman" w:hAnsi="Times New Roman"/>
          <w:sz w:val="28"/>
          <w:szCs w:val="28"/>
        </w:rPr>
        <w:t xml:space="preserve">распределенное программное (программно-аппаратное) </w:t>
      </w:r>
      <w:r w:rsidRPr="00596982">
        <w:rPr>
          <w:rFonts w:ascii="Times New Roman" w:hAnsi="Times New Roman"/>
          <w:sz w:val="28"/>
          <w:szCs w:val="28"/>
        </w:rPr>
        <w:t xml:space="preserve">средство, запрещающее, в частности, несанкциoнирoванный дoступ в </w:t>
      </w:r>
      <w:r w:rsidRPr="00596982">
        <w:rPr>
          <w:rFonts w:ascii="Times New Roman" w:hAnsi="Times New Roman"/>
          <w:sz w:val="28"/>
          <w:szCs w:val="28"/>
          <w:lang w:val="en-US"/>
        </w:rPr>
        <w:t>LAN</w:t>
      </w:r>
      <w:r w:rsidRPr="00596982">
        <w:rPr>
          <w:rFonts w:ascii="Times New Roman" w:hAnsi="Times New Roman"/>
          <w:sz w:val="28"/>
          <w:szCs w:val="28"/>
        </w:rPr>
        <w:t xml:space="preserve"> из </w:t>
      </w:r>
      <w:r w:rsidRPr="00CB081E">
        <w:rPr>
          <w:rFonts w:ascii="Times New Roman" w:hAnsi="Times New Roman"/>
          <w:sz w:val="28"/>
          <w:szCs w:val="28"/>
          <w:lang w:val="en-US"/>
        </w:rPr>
        <w:t>Internet</w:t>
      </w:r>
      <w:r w:rsidRPr="00596982">
        <w:rPr>
          <w:rFonts w:ascii="Times New Roman" w:hAnsi="Times New Roman"/>
          <w:sz w:val="28"/>
          <w:szCs w:val="28"/>
        </w:rPr>
        <w:t>.</w:t>
      </w:r>
    </w:p>
    <w:p w:rsidR="00847207" w:rsidRDefault="00847207" w:rsidP="00B101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О</w:t>
      </w:r>
      <w:r w:rsidRPr="00870B12">
        <w:rPr>
          <w:rFonts w:ascii="Times New Roman" w:hAnsi="Times New Roman"/>
          <w:sz w:val="28"/>
          <w:szCs w:val="28"/>
        </w:rPr>
        <w:t xml:space="preserve">блачные сервисы доступны в реальном времени через </w:t>
      </w:r>
      <w:r w:rsidRPr="00870B12">
        <w:rPr>
          <w:rFonts w:ascii="Times New Roman" w:hAnsi="Times New Roman"/>
          <w:sz w:val="28"/>
          <w:szCs w:val="28"/>
          <w:lang w:val="en-US"/>
        </w:rPr>
        <w:t>Internet</w:t>
      </w:r>
      <w:r w:rsidRPr="00870B1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982">
        <w:rPr>
          <w:rFonts w:ascii="Times New Roman" w:hAnsi="Times New Roman"/>
          <w:sz w:val="28"/>
          <w:szCs w:val="28"/>
        </w:rPr>
        <w:t>Основное</w:t>
      </w:r>
      <w:r w:rsidRPr="00CB081E">
        <w:rPr>
          <w:rFonts w:ascii="Times New Roman" w:hAnsi="Times New Roman"/>
          <w:sz w:val="28"/>
          <w:szCs w:val="28"/>
        </w:rPr>
        <w:t xml:space="preserve"> </w:t>
      </w:r>
      <w:r w:rsidRPr="00CB081E">
        <w:rPr>
          <w:rFonts w:ascii="Times New Roman" w:hAnsi="Times New Roman"/>
          <w:sz w:val="28"/>
          <w:szCs w:val="28"/>
          <w:shd w:val="clear" w:color="auto" w:fill="FFFFFF"/>
        </w:rPr>
        <w:t xml:space="preserve">преимущество облачной обработки данных – возможность создавать, модифицировать и хранить файлы на удаленном сервере, использовать ресурсы которого можно с любого компьютера, подключенного к </w:t>
      </w:r>
      <w:r w:rsidRPr="00CB081E">
        <w:rPr>
          <w:rFonts w:ascii="Times New Roman" w:hAnsi="Times New Roman"/>
          <w:sz w:val="28"/>
          <w:szCs w:val="28"/>
          <w:lang w:val="en-US"/>
        </w:rPr>
        <w:t>Internet</w:t>
      </w:r>
      <w:r w:rsidRPr="00CB081E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CB081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CB081E">
        <w:rPr>
          <w:rFonts w:ascii="Times New Roman" w:hAnsi="Times New Roman"/>
          <w:sz w:val="28"/>
          <w:szCs w:val="28"/>
        </w:rPr>
        <w:t>Сервисы на базе облачной технологии – от полнофункциональных приложений до сервисов хранения данных и фильтрации спама – можно подключать отдельно или получать сразу несколько видов у агрегаторов и интеграторов облачных сервисов.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47207" w:rsidRPr="00CB081E" w:rsidRDefault="00847207" w:rsidP="00870B12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</w:rPr>
        <w:t xml:space="preserve">блачные </w:t>
      </w:r>
      <w:r w:rsidRPr="00870B12">
        <w:rPr>
          <w:rFonts w:ascii="Times New Roman" w:hAnsi="Times New Roman"/>
          <w:sz w:val="28"/>
          <w:szCs w:val="28"/>
        </w:rPr>
        <w:t xml:space="preserve">виды услуг расширяют </w:t>
      </w:r>
      <w:r w:rsidRPr="00870B12">
        <w:rPr>
          <w:rFonts w:ascii="Times New Roman" w:hAnsi="Times New Roman"/>
          <w:sz w:val="28"/>
          <w:szCs w:val="28"/>
          <w:lang w:val="en-US"/>
        </w:rPr>
        <w:t>IT</w:t>
      </w:r>
      <w:r w:rsidRPr="00870B12">
        <w:rPr>
          <w:rFonts w:ascii="Times New Roman" w:hAnsi="Times New Roman"/>
          <w:sz w:val="28"/>
          <w:szCs w:val="28"/>
        </w:rPr>
        <w:t>-возможности компании без привлечения инвестиций в создание новой инфраструктуры. При развертывании собственной инфраструктуры компания управляет всеми ее компонентами – от сетевых ресурсов до выполняющихся приложений.</w:t>
      </w:r>
      <w:r>
        <w:rPr>
          <w:rFonts w:ascii="Times New Roman" w:hAnsi="Times New Roman"/>
          <w:sz w:val="28"/>
          <w:szCs w:val="28"/>
        </w:rPr>
        <w:t xml:space="preserve"> Но для этого требуются значительные капитальные затраты. О</w:t>
      </w:r>
      <w:r w:rsidRPr="00CB081E">
        <w:rPr>
          <w:rFonts w:ascii="Times New Roman" w:hAnsi="Times New Roman"/>
          <w:sz w:val="28"/>
          <w:szCs w:val="28"/>
        </w:rPr>
        <w:t xml:space="preserve">дним из существенных преимуществ облачных вычислений является замена капитальных затрат операционными. </w:t>
      </w:r>
      <w:r w:rsidRPr="00CB081E">
        <w:rPr>
          <w:rFonts w:ascii="Times New Roman" w:hAnsi="Times New Roman"/>
          <w:bCs/>
          <w:sz w:val="28"/>
          <w:szCs w:val="28"/>
        </w:rPr>
        <w:t xml:space="preserve">Высокая технологичность облачных сервисов связана с </w:t>
      </w:r>
      <w:r w:rsidRPr="00CB081E"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color w:val="000000"/>
          <w:sz w:val="28"/>
          <w:szCs w:val="28"/>
        </w:rPr>
        <w:t>редоставлением  в распоряжение клиента</w:t>
      </w:r>
      <w:r w:rsidRPr="00CB081E">
        <w:rPr>
          <w:rFonts w:ascii="Times New Roman" w:hAnsi="Times New Roman"/>
          <w:color w:val="000000"/>
          <w:sz w:val="28"/>
          <w:szCs w:val="28"/>
        </w:rPr>
        <w:t xml:space="preserve"> больших вычислительных мощностей, которые можно использовать для хранения, анализа и обработки данн</w:t>
      </w:r>
      <w:r>
        <w:rPr>
          <w:rFonts w:ascii="Times New Roman" w:hAnsi="Times New Roman"/>
          <w:color w:val="000000"/>
          <w:sz w:val="28"/>
          <w:szCs w:val="28"/>
        </w:rPr>
        <w:t>ых</w:t>
      </w:r>
      <w:r w:rsidRPr="00CB081E">
        <w:rPr>
          <w:rFonts w:ascii="Times New Roman" w:hAnsi="Times New Roman"/>
          <w:color w:val="000000"/>
          <w:sz w:val="28"/>
          <w:szCs w:val="28"/>
        </w:rPr>
        <w:t xml:space="preserve"> [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CB081E">
        <w:rPr>
          <w:rFonts w:ascii="Times New Roman" w:hAnsi="Times New Roman"/>
          <w:color w:val="000000"/>
          <w:sz w:val="28"/>
          <w:szCs w:val="28"/>
        </w:rPr>
        <w:t>]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47207" w:rsidRPr="00CB081E" w:rsidRDefault="00847207" w:rsidP="00C83D7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Облачные вычисления</w:t>
      </w:r>
      <w:r w:rsidRPr="00CB081E">
        <w:rPr>
          <w:rFonts w:ascii="Times New Roman" w:hAnsi="Times New Roman"/>
          <w:sz w:val="28"/>
          <w:szCs w:val="28"/>
        </w:rPr>
        <w:t xml:space="preserve"> – возможность клиентов использовать ресурсы, дисковое пространство, оперативную память, вычислительную мощность в зависимости от своих бизнес-потребностей и регули</w:t>
      </w:r>
      <w:r>
        <w:rPr>
          <w:rFonts w:ascii="Times New Roman" w:hAnsi="Times New Roman"/>
          <w:sz w:val="28"/>
          <w:szCs w:val="28"/>
        </w:rPr>
        <w:t xml:space="preserve">ровать их по мере необходимости </w:t>
      </w:r>
      <w:r w:rsidRPr="00CB081E">
        <w:rPr>
          <w:rFonts w:ascii="Times New Roman" w:hAnsi="Times New Roman"/>
          <w:sz w:val="28"/>
          <w:szCs w:val="28"/>
        </w:rPr>
        <w:t>[</w:t>
      </w:r>
      <w:r w:rsidRPr="008A4839">
        <w:rPr>
          <w:rFonts w:ascii="Times New Roman" w:hAnsi="Times New Roman"/>
          <w:sz w:val="28"/>
          <w:szCs w:val="28"/>
        </w:rPr>
        <w:t>2</w:t>
      </w:r>
      <w:r w:rsidRPr="00CB081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B081E">
        <w:rPr>
          <w:rFonts w:ascii="Times New Roman" w:hAnsi="Times New Roman"/>
          <w:sz w:val="28"/>
          <w:szCs w:val="28"/>
        </w:rPr>
        <w:t xml:space="preserve">Облако – это принципы построения </w:t>
      </w:r>
      <w:r w:rsidRPr="00CB081E">
        <w:rPr>
          <w:rFonts w:ascii="Times New Roman" w:hAnsi="Times New Roman"/>
          <w:sz w:val="28"/>
          <w:szCs w:val="28"/>
          <w:lang w:val="en-US"/>
        </w:rPr>
        <w:t>IT</w:t>
      </w:r>
      <w:r w:rsidRPr="00CB081E">
        <w:rPr>
          <w:rFonts w:ascii="Times New Roman" w:hAnsi="Times New Roman"/>
          <w:sz w:val="28"/>
          <w:szCs w:val="28"/>
        </w:rPr>
        <w:t>-инфраструктуры, которая должна быть надежной, легко расширяемой, наращиваемой и поддерживающей максимально эффективное использование имеющегося оборудования</w:t>
      </w:r>
      <w:r>
        <w:rPr>
          <w:rFonts w:ascii="Times New Roman" w:hAnsi="Times New Roman"/>
          <w:sz w:val="28"/>
          <w:szCs w:val="28"/>
        </w:rPr>
        <w:t>.</w:t>
      </w:r>
    </w:p>
    <w:p w:rsidR="00847207" w:rsidRDefault="00847207" w:rsidP="00CB081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081E">
        <w:rPr>
          <w:rFonts w:ascii="Times New Roman" w:hAnsi="Times New Roman"/>
          <w:color w:val="000000"/>
          <w:sz w:val="28"/>
          <w:szCs w:val="28"/>
        </w:rPr>
        <w:t xml:space="preserve">Концепция «облако» отвечает следующим требованиям: сервис самообслуживания по требованию; свободный сетевой доступ вне зависимости от используемого терминального устройства (ПК, смартфона, </w:t>
      </w:r>
      <w:hyperlink r:id="rId5" w:tooltip="Интернет-планшет" w:history="1">
        <w:r w:rsidRPr="00CB081E">
          <w:rPr>
            <w:rFonts w:ascii="Times New Roman" w:hAnsi="Times New Roman"/>
            <w:color w:val="000000"/>
            <w:sz w:val="28"/>
            <w:szCs w:val="28"/>
          </w:rPr>
          <w:t>интернет-планшет</w:t>
        </w:r>
      </w:hyperlink>
      <w:r w:rsidRPr="00CB081E">
        <w:rPr>
          <w:rFonts w:ascii="Times New Roman" w:hAnsi="Times New Roman"/>
          <w:sz w:val="28"/>
          <w:szCs w:val="28"/>
        </w:rPr>
        <w:t>а</w:t>
      </w:r>
      <w:r w:rsidRPr="00CB081E">
        <w:rPr>
          <w:rFonts w:ascii="Times New Roman" w:hAnsi="Times New Roman"/>
          <w:color w:val="000000"/>
          <w:sz w:val="28"/>
          <w:szCs w:val="28"/>
        </w:rPr>
        <w:t xml:space="preserve">); пул </w:t>
      </w:r>
      <w:r>
        <w:rPr>
          <w:rFonts w:ascii="Times New Roman" w:hAnsi="Times New Roman"/>
          <w:sz w:val="28"/>
          <w:szCs w:val="28"/>
        </w:rPr>
        <w:t>(</w:t>
      </w:r>
      <w:r w:rsidRPr="00CB081E">
        <w:rPr>
          <w:rFonts w:ascii="Times New Roman" w:hAnsi="Times New Roman"/>
          <w:sz w:val="28"/>
          <w:szCs w:val="28"/>
        </w:rPr>
        <w:t xml:space="preserve">pool) </w:t>
      </w:r>
      <w:r w:rsidRPr="00CB081E">
        <w:rPr>
          <w:rFonts w:ascii="Times New Roman" w:hAnsi="Times New Roman"/>
          <w:color w:val="000000"/>
          <w:sz w:val="28"/>
          <w:szCs w:val="28"/>
        </w:rPr>
        <w:t>ресурсов; оперативная эластичность (</w:t>
      </w:r>
      <w:r>
        <w:rPr>
          <w:rFonts w:ascii="Times New Roman" w:hAnsi="Times New Roman"/>
          <w:color w:val="000000"/>
          <w:sz w:val="28"/>
          <w:szCs w:val="28"/>
        </w:rPr>
        <w:t>сервисы</w:t>
      </w:r>
      <w:r w:rsidRPr="00CB081E">
        <w:rPr>
          <w:rFonts w:ascii="Times New Roman" w:hAnsi="Times New Roman"/>
          <w:color w:val="000000"/>
          <w:sz w:val="28"/>
          <w:szCs w:val="28"/>
        </w:rPr>
        <w:t xml:space="preserve"> могут быть предоставлены, расширены, сужены в любой момент времени, без дополнительных издержек на взаимодействие с поставщиком); измеримый сервис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74A8">
        <w:rPr>
          <w:rFonts w:ascii="Times New Roman" w:hAnsi="Times New Roman"/>
          <w:color w:val="000000"/>
          <w:sz w:val="28"/>
          <w:szCs w:val="28"/>
        </w:rPr>
        <w:t>(п</w:t>
      </w:r>
      <w:r w:rsidRPr="008B74A8">
        <w:rPr>
          <w:rFonts w:ascii="Times New Roman" w:hAnsi="Times New Roman"/>
          <w:sz w:val="28"/>
          <w:szCs w:val="28"/>
          <w:shd w:val="clear" w:color="auto" w:fill="FFFFFF"/>
        </w:rPr>
        <w:t>ровайдер облачной платформы взимает плату в за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висимости от уровня потребления,</w:t>
      </w:r>
      <w:r w:rsidRPr="008B74A8">
        <w:rPr>
          <w:rFonts w:ascii="Times New Roman" w:hAnsi="Times New Roman"/>
          <w:sz w:val="28"/>
          <w:szCs w:val="28"/>
          <w:shd w:val="clear" w:color="auto" w:fill="FFFFFF"/>
        </w:rPr>
        <w:t xml:space="preserve"> тарификация возможна по времени работы приложений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клиента</w:t>
      </w:r>
      <w:r w:rsidRPr="008B74A8">
        <w:rPr>
          <w:rFonts w:ascii="Times New Roman" w:hAnsi="Times New Roman"/>
          <w:sz w:val="28"/>
          <w:szCs w:val="28"/>
          <w:shd w:val="clear" w:color="auto" w:fill="FFFFFF"/>
        </w:rPr>
        <w:t>, по объёму обрабатываемых данных/количеству</w:t>
      </w:r>
      <w:r w:rsidRPr="008B74A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6" w:tooltip="Транзакция (информатика)" w:history="1">
        <w:r w:rsidRPr="008B74A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транзакций</w:t>
        </w:r>
      </w:hyperlink>
      <w:r w:rsidRPr="008B74A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8B74A8">
        <w:rPr>
          <w:rFonts w:ascii="Times New Roman" w:hAnsi="Times New Roman"/>
          <w:sz w:val="28"/>
          <w:szCs w:val="28"/>
          <w:shd w:val="clear" w:color="auto" w:fill="FFFFFF"/>
        </w:rPr>
        <w:t>над ними, по</w:t>
      </w:r>
      <w:r w:rsidRPr="008B74A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7" w:tooltip="Сетевой трафик" w:history="1">
        <w:r w:rsidRPr="008B74A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сетевому трафику</w:t>
        </w:r>
      </w:hyperlink>
      <w:r w:rsidRPr="008B74A8">
        <w:rPr>
          <w:rFonts w:ascii="Times New Roman" w:hAnsi="Times New Roman"/>
          <w:sz w:val="28"/>
          <w:szCs w:val="28"/>
          <w:shd w:val="clear" w:color="auto" w:fill="FFFFFF"/>
        </w:rPr>
        <w:t>).</w:t>
      </w:r>
    </w:p>
    <w:p w:rsidR="00847207" w:rsidRPr="00CB081E" w:rsidRDefault="00847207" w:rsidP="00CE200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B081E">
        <w:rPr>
          <w:rFonts w:ascii="Times New Roman" w:hAnsi="Times New Roman"/>
          <w:sz w:val="28"/>
          <w:szCs w:val="28"/>
        </w:rPr>
        <w:t xml:space="preserve">Облако – крупный </w:t>
      </w:r>
      <w:r>
        <w:rPr>
          <w:rFonts w:ascii="Times New Roman" w:hAnsi="Times New Roman"/>
          <w:sz w:val="28"/>
          <w:szCs w:val="28"/>
        </w:rPr>
        <w:t xml:space="preserve">ЦОД </w:t>
      </w:r>
      <w:r w:rsidRPr="00CB081E">
        <w:rPr>
          <w:rFonts w:ascii="Times New Roman" w:hAnsi="Times New Roman"/>
          <w:color w:val="000000"/>
          <w:sz w:val="28"/>
          <w:szCs w:val="28"/>
        </w:rPr>
        <w:t>(</w:t>
      </w:r>
      <w:r w:rsidRPr="00CB081E">
        <w:rPr>
          <w:rFonts w:ascii="Times New Roman" w:hAnsi="Times New Roman"/>
          <w:bCs/>
          <w:sz w:val="28"/>
          <w:szCs w:val="28"/>
        </w:rPr>
        <w:t>центр</w:t>
      </w:r>
      <w:r w:rsidRPr="00CB081E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CB081E">
        <w:rPr>
          <w:rFonts w:ascii="Times New Roman" w:hAnsi="Times New Roman"/>
          <w:bCs/>
          <w:sz w:val="28"/>
          <w:szCs w:val="28"/>
        </w:rPr>
        <w:t>обработки данных</w:t>
      </w:r>
      <w:r>
        <w:rPr>
          <w:rFonts w:ascii="Times New Roman" w:hAnsi="Times New Roman"/>
          <w:bCs/>
          <w:sz w:val="28"/>
          <w:szCs w:val="28"/>
        </w:rPr>
        <w:t>, дата-центр</w:t>
      </w:r>
      <w:r w:rsidRPr="00CB081E">
        <w:rPr>
          <w:rFonts w:ascii="Times New Roman" w:hAnsi="Times New Roman"/>
          <w:color w:val="000000"/>
          <w:sz w:val="28"/>
          <w:szCs w:val="28"/>
        </w:rPr>
        <w:t>)</w:t>
      </w:r>
      <w:r w:rsidRPr="00CB081E">
        <w:rPr>
          <w:rFonts w:ascii="Times New Roman" w:hAnsi="Times New Roman"/>
          <w:sz w:val="28"/>
          <w:szCs w:val="28"/>
        </w:rPr>
        <w:t>, где хранится вся необходимая информация. Автоматически у компании заказчика отпадает необходимость платить по умолчанию за аппаратное и программное обеспечение</w:t>
      </w:r>
      <w:r>
        <w:rPr>
          <w:rFonts w:ascii="Times New Roman" w:hAnsi="Times New Roman"/>
          <w:sz w:val="28"/>
          <w:szCs w:val="28"/>
        </w:rPr>
        <w:t xml:space="preserve"> (ПО)</w:t>
      </w:r>
      <w:r w:rsidRPr="00CB081E">
        <w:rPr>
          <w:rFonts w:ascii="Times New Roman" w:hAnsi="Times New Roman"/>
          <w:sz w:val="28"/>
          <w:szCs w:val="28"/>
        </w:rPr>
        <w:t xml:space="preserve">. </w:t>
      </w:r>
      <w:r w:rsidRPr="00CB081E">
        <w:rPr>
          <w:rFonts w:ascii="Times New Roman" w:hAnsi="Times New Roman"/>
          <w:color w:val="000000"/>
          <w:sz w:val="28"/>
          <w:szCs w:val="28"/>
        </w:rPr>
        <w:t xml:space="preserve">Вычислительные облака содержат тысячи </w:t>
      </w:r>
      <w:r>
        <w:rPr>
          <w:rFonts w:ascii="Times New Roman" w:hAnsi="Times New Roman"/>
          <w:color w:val="000000"/>
          <w:sz w:val="28"/>
          <w:szCs w:val="28"/>
        </w:rPr>
        <w:t>серверов, расположенных в ЦОДах и</w:t>
      </w:r>
      <w:r w:rsidRPr="00CB081E">
        <w:rPr>
          <w:rFonts w:ascii="Times New Roman" w:hAnsi="Times New Roman"/>
          <w:color w:val="000000"/>
          <w:sz w:val="28"/>
          <w:szCs w:val="28"/>
        </w:rPr>
        <w:t xml:space="preserve"> обеспечивающих работу десятков тысяч приложений, которые одновременно используют миллионы </w:t>
      </w:r>
      <w:r>
        <w:rPr>
          <w:rFonts w:ascii="Times New Roman" w:hAnsi="Times New Roman"/>
          <w:color w:val="000000"/>
          <w:sz w:val="28"/>
          <w:szCs w:val="28"/>
        </w:rPr>
        <w:t>клиентов</w:t>
      </w:r>
      <w:r w:rsidRPr="00CB081E">
        <w:rPr>
          <w:rFonts w:ascii="Times New Roman" w:hAnsi="Times New Roman"/>
          <w:color w:val="000000"/>
          <w:sz w:val="28"/>
          <w:szCs w:val="28"/>
        </w:rPr>
        <w:t xml:space="preserve">. Для эффективного управления такой крупномасштабной инфраструктурой необходима максимально полная автоматизация. </w:t>
      </w:r>
      <w:r>
        <w:rPr>
          <w:rFonts w:ascii="Times New Roman" w:hAnsi="Times New Roman"/>
          <w:color w:val="000000"/>
          <w:sz w:val="28"/>
          <w:szCs w:val="28"/>
        </w:rPr>
        <w:t>В целях создания</w:t>
      </w:r>
      <w:r w:rsidRPr="00CB081E">
        <w:rPr>
          <w:rFonts w:ascii="Times New Roman" w:hAnsi="Times New Roman"/>
          <w:color w:val="000000"/>
          <w:sz w:val="28"/>
          <w:szCs w:val="28"/>
        </w:rPr>
        <w:t xml:space="preserve"> различным видам </w:t>
      </w:r>
      <w:r>
        <w:rPr>
          <w:rFonts w:ascii="Times New Roman" w:hAnsi="Times New Roman"/>
          <w:color w:val="000000"/>
          <w:sz w:val="28"/>
          <w:szCs w:val="28"/>
        </w:rPr>
        <w:t>клиентов</w:t>
      </w:r>
      <w:r w:rsidRPr="00CB081E">
        <w:rPr>
          <w:rFonts w:ascii="Times New Roman" w:hAnsi="Times New Roman"/>
          <w:color w:val="000000"/>
          <w:sz w:val="28"/>
          <w:szCs w:val="28"/>
        </w:rPr>
        <w:t xml:space="preserve"> (облачным операторам, сервис-провайдерам, ИТ-администраторам, пользователям приложений и др.) защищенного доступа к вычислительным ресурсам в облачной инфраструктуре предусмотрена возможность самоуправления и делегирования полномочий. [</w:t>
      </w:r>
      <w:r w:rsidRPr="007C1850">
        <w:rPr>
          <w:rFonts w:ascii="Times New Roman" w:hAnsi="Times New Roman"/>
          <w:color w:val="000000"/>
          <w:sz w:val="28"/>
          <w:szCs w:val="28"/>
        </w:rPr>
        <w:t>3</w:t>
      </w:r>
      <w:r w:rsidRPr="00CB081E">
        <w:rPr>
          <w:rFonts w:ascii="Times New Roman" w:hAnsi="Times New Roman"/>
          <w:color w:val="000000"/>
          <w:sz w:val="28"/>
          <w:szCs w:val="28"/>
        </w:rPr>
        <w:t>]</w:t>
      </w:r>
    </w:p>
    <w:p w:rsidR="00847207" w:rsidRPr="00CB081E" w:rsidRDefault="00847207" w:rsidP="0013520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81E">
        <w:rPr>
          <w:rFonts w:ascii="Times New Roman" w:hAnsi="Times New Roman"/>
          <w:color w:val="000000"/>
          <w:sz w:val="28"/>
          <w:szCs w:val="28"/>
        </w:rPr>
        <w:t xml:space="preserve">ЦОД </w:t>
      </w:r>
      <w:r>
        <w:rPr>
          <w:rFonts w:ascii="Times New Roman" w:hAnsi="Times New Roman"/>
          <w:color w:val="000000"/>
          <w:sz w:val="28"/>
          <w:szCs w:val="28"/>
        </w:rPr>
        <w:t>реализует</w:t>
      </w:r>
      <w:r w:rsidRPr="00CB081E">
        <w:rPr>
          <w:rFonts w:ascii="Times New Roman" w:hAnsi="Times New Roman"/>
          <w:sz w:val="28"/>
          <w:szCs w:val="28"/>
        </w:rPr>
        <w:t xml:space="preserve"> функции обработки, хранения, распространения информации и нацелен на решение бизнес-задач путем предоставления информационных услуг. Главным критерием оценки качества работы </w:t>
      </w:r>
      <w:r>
        <w:rPr>
          <w:rFonts w:ascii="Times New Roman" w:hAnsi="Times New Roman"/>
          <w:sz w:val="28"/>
          <w:szCs w:val="28"/>
        </w:rPr>
        <w:t>ЦОД служит</w:t>
      </w:r>
      <w:r w:rsidRPr="00CB081E">
        <w:rPr>
          <w:rFonts w:ascii="Times New Roman" w:hAnsi="Times New Roman"/>
          <w:sz w:val="28"/>
          <w:szCs w:val="28"/>
        </w:rPr>
        <w:t xml:space="preserve"> время доступности сервера (</w:t>
      </w:r>
      <w:hyperlink r:id="rId8" w:tooltip="Аптайм" w:history="1">
        <w:r w:rsidRPr="00CB081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аптайм</w:t>
        </w:r>
      </w:hyperlink>
      <w:r w:rsidRPr="00CB081E">
        <w:rPr>
          <w:rFonts w:ascii="Times New Roman" w:hAnsi="Times New Roman"/>
          <w:sz w:val="28"/>
          <w:szCs w:val="28"/>
        </w:rPr>
        <w:t>). Эффективность работы ЦОД определяется возможностями адаптации и масштабирования в соответствии с варьирующимися потребностями бизнеса и сохранением разумного уровня затрат.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081E">
        <w:rPr>
          <w:rFonts w:ascii="Times New Roman" w:hAnsi="Times New Roman"/>
          <w:sz w:val="28"/>
          <w:szCs w:val="28"/>
          <w:lang w:eastAsia="ru-RU"/>
        </w:rPr>
        <w:t>Типичный ЦОД содержит:</w:t>
      </w:r>
    </w:p>
    <w:p w:rsidR="00847207" w:rsidRPr="00CB081E" w:rsidRDefault="00847207" w:rsidP="0085356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81E">
        <w:rPr>
          <w:rFonts w:ascii="Times New Roman" w:hAnsi="Times New Roman"/>
          <w:sz w:val="28"/>
          <w:szCs w:val="28"/>
          <w:lang w:eastAsia="ru-RU"/>
        </w:rPr>
        <w:t>- информационную инфраструктуру, включающую в себя серверное оборудование и обеспечивающую главные функции ЦОДа </w:t>
      </w:r>
      <w:r>
        <w:rPr>
          <w:rFonts w:ascii="Times New Roman" w:hAnsi="Times New Roman"/>
          <w:sz w:val="28"/>
          <w:szCs w:val="28"/>
        </w:rPr>
        <w:t>(</w:t>
      </w:r>
      <w:r w:rsidRPr="00CB081E">
        <w:rPr>
          <w:rFonts w:ascii="Times New Roman" w:hAnsi="Times New Roman"/>
          <w:sz w:val="28"/>
          <w:szCs w:val="28"/>
          <w:lang w:eastAsia="ru-RU"/>
        </w:rPr>
        <w:t>обработку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B081E">
        <w:rPr>
          <w:rFonts w:ascii="Times New Roman" w:hAnsi="Times New Roman"/>
          <w:sz w:val="28"/>
          <w:szCs w:val="28"/>
          <w:lang w:eastAsia="ru-RU"/>
        </w:rPr>
        <w:t xml:space="preserve"> хранение информации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CB081E">
        <w:rPr>
          <w:rFonts w:ascii="Times New Roman" w:hAnsi="Times New Roman"/>
          <w:sz w:val="28"/>
          <w:szCs w:val="28"/>
          <w:lang w:eastAsia="ru-RU"/>
        </w:rPr>
        <w:t>;</w:t>
      </w:r>
    </w:p>
    <w:p w:rsidR="00847207" w:rsidRPr="00CB081E" w:rsidRDefault="00847207" w:rsidP="0085356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81E">
        <w:rPr>
          <w:rFonts w:ascii="Times New Roman" w:hAnsi="Times New Roman"/>
          <w:sz w:val="28"/>
          <w:szCs w:val="28"/>
          <w:lang w:eastAsia="ru-RU"/>
        </w:rPr>
        <w:t xml:space="preserve">- телекоммуникационную инфраструктуру, обеспечивающую взаимосвязь элементов ЦОДа, а также передачу данных между дата-центром и </w:t>
      </w:r>
      <w:r>
        <w:rPr>
          <w:rFonts w:ascii="Times New Roman" w:hAnsi="Times New Roman"/>
          <w:sz w:val="28"/>
          <w:szCs w:val="28"/>
          <w:lang w:eastAsia="ru-RU"/>
        </w:rPr>
        <w:t>клиентами</w:t>
      </w:r>
      <w:r w:rsidRPr="00CB081E">
        <w:rPr>
          <w:rFonts w:ascii="Times New Roman" w:hAnsi="Times New Roman"/>
          <w:sz w:val="28"/>
          <w:szCs w:val="28"/>
          <w:lang w:eastAsia="ru-RU"/>
        </w:rPr>
        <w:t>;</w:t>
      </w:r>
    </w:p>
    <w:p w:rsidR="00847207" w:rsidRPr="00CB081E" w:rsidRDefault="00847207" w:rsidP="00CB081E">
      <w:pPr>
        <w:shd w:val="clear" w:color="auto" w:fill="FFFFFF"/>
        <w:spacing w:after="0" w:line="360" w:lineRule="auto"/>
        <w:ind w:firstLine="3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81E">
        <w:rPr>
          <w:rFonts w:ascii="Times New Roman" w:hAnsi="Times New Roman"/>
          <w:sz w:val="28"/>
          <w:szCs w:val="28"/>
          <w:lang w:eastAsia="ru-RU"/>
        </w:rPr>
        <w:t xml:space="preserve">- инженерную инфраструктуру, </w:t>
      </w:r>
      <w:r>
        <w:rPr>
          <w:rFonts w:ascii="Times New Roman" w:hAnsi="Times New Roman"/>
          <w:sz w:val="28"/>
          <w:szCs w:val="28"/>
          <w:lang w:eastAsia="ru-RU"/>
        </w:rPr>
        <w:t>гарантиру</w:t>
      </w:r>
      <w:r w:rsidRPr="00CB081E">
        <w:rPr>
          <w:rFonts w:ascii="Times New Roman" w:hAnsi="Times New Roman"/>
          <w:sz w:val="28"/>
          <w:szCs w:val="28"/>
          <w:lang w:eastAsia="ru-RU"/>
        </w:rPr>
        <w:t>ющую нормальное функционирование основных систем ЦОДа.</w:t>
      </w:r>
    </w:p>
    <w:p w:rsidR="00847207" w:rsidRDefault="00847207" w:rsidP="00621A49">
      <w:pPr>
        <w:spacing w:after="0" w:line="360" w:lineRule="auto"/>
        <w:ind w:firstLine="709"/>
        <w:jc w:val="both"/>
        <w:rPr>
          <w:sz w:val="28"/>
          <w:szCs w:val="28"/>
        </w:rPr>
      </w:pPr>
      <w:r w:rsidRPr="00CB081E">
        <w:rPr>
          <w:rFonts w:ascii="Times New Roman" w:hAnsi="Times New Roman"/>
          <w:sz w:val="28"/>
          <w:szCs w:val="28"/>
        </w:rPr>
        <w:t xml:space="preserve">Следующим этапом эволюции ЦОД </w:t>
      </w:r>
      <w:r>
        <w:rPr>
          <w:rFonts w:ascii="Times New Roman" w:hAnsi="Times New Roman"/>
          <w:sz w:val="28"/>
          <w:szCs w:val="28"/>
        </w:rPr>
        <w:t xml:space="preserve">служит </w:t>
      </w:r>
      <w:r w:rsidRPr="00CB081E">
        <w:rPr>
          <w:rFonts w:ascii="Times New Roman" w:hAnsi="Times New Roman"/>
          <w:sz w:val="28"/>
          <w:szCs w:val="28"/>
        </w:rPr>
        <w:t>программно-определяемая сеть SDN (Software-defined Networking) –</w:t>
      </w:r>
      <w:r w:rsidRPr="00CB08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081E">
        <w:rPr>
          <w:rFonts w:ascii="Times New Roman" w:hAnsi="Times New Roman"/>
          <w:sz w:val="28"/>
          <w:szCs w:val="28"/>
        </w:rPr>
        <w:t>одна из форм виртуализации вычислительных ресурсов. Виртуализация – предоставление пула вычислительных ресурсов (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CB081E">
        <w:rPr>
          <w:rFonts w:ascii="Times New Roman" w:hAnsi="Times New Roman"/>
          <w:sz w:val="28"/>
          <w:szCs w:val="28"/>
        </w:rPr>
        <w:t xml:space="preserve">их логического объединения), абстрагированное от аппаратной реализации, предоставляющее логическую изоляцию вычислительных процессов, реализуемых на одном физическом ресурсе. Виртуализации могут быть подвергнуты сети передачи данных, сети хранения данных, платформенное и прикладное </w:t>
      </w:r>
      <w:r>
        <w:rPr>
          <w:rFonts w:ascii="Times New Roman" w:hAnsi="Times New Roman"/>
          <w:sz w:val="28"/>
          <w:szCs w:val="28"/>
        </w:rPr>
        <w:t>ПО</w:t>
      </w:r>
      <w:r w:rsidRPr="00CB08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081E">
        <w:rPr>
          <w:rFonts w:ascii="Times New Roman" w:hAnsi="Times New Roman"/>
          <w:sz w:val="28"/>
          <w:szCs w:val="28"/>
        </w:rPr>
        <w:t xml:space="preserve">В частности, виртуально выделенный сервер есть технология хостинга, включающая в себя мощность выделенного сервера с гибкостью и простотой управления. </w:t>
      </w:r>
    </w:p>
    <w:p w:rsidR="00847207" w:rsidRPr="00CB081E" w:rsidRDefault="00847207" w:rsidP="00CB08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081E">
        <w:rPr>
          <w:rFonts w:ascii="Times New Roman" w:hAnsi="Times New Roman"/>
          <w:sz w:val="28"/>
          <w:szCs w:val="28"/>
        </w:rPr>
        <w:t>SDN эффективны для построения инфраструктурных облачных сервисов, в условиях</w:t>
      </w:r>
      <w:r>
        <w:rPr>
          <w:rFonts w:ascii="Times New Roman" w:hAnsi="Times New Roman"/>
          <w:sz w:val="28"/>
          <w:szCs w:val="28"/>
        </w:rPr>
        <w:t>,</w:t>
      </w:r>
      <w:r w:rsidRPr="00CB081E">
        <w:rPr>
          <w:rFonts w:ascii="Times New Roman" w:hAnsi="Times New Roman"/>
          <w:sz w:val="28"/>
          <w:szCs w:val="28"/>
        </w:rPr>
        <w:t xml:space="preserve"> когда по запросу от потребителей услуг необходимо автоматически и быстро создавать виртуальные узлы и выделять виртуальные сетевые ресурсы для них. Архитектура SDN имеет три уровня:</w:t>
      </w:r>
    </w:p>
    <w:p w:rsidR="00847207" w:rsidRPr="00CB081E" w:rsidRDefault="00847207" w:rsidP="00CB08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081E">
        <w:rPr>
          <w:rFonts w:ascii="Times New Roman" w:hAnsi="Times New Roman"/>
          <w:sz w:val="28"/>
          <w:szCs w:val="28"/>
        </w:rPr>
        <w:t>- инфраструктурный уровень, на котором работают сетевые коммутаторы и каналы передачи данных;</w:t>
      </w:r>
    </w:p>
    <w:p w:rsidR="00847207" w:rsidRPr="00CB081E" w:rsidRDefault="00847207" w:rsidP="00CB08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081E">
        <w:rPr>
          <w:rFonts w:ascii="Times New Roman" w:hAnsi="Times New Roman"/>
          <w:sz w:val="28"/>
          <w:szCs w:val="28"/>
        </w:rPr>
        <w:t>- уровень управления –</w:t>
      </w:r>
      <w:r w:rsidRPr="00CB08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081E">
        <w:rPr>
          <w:rFonts w:ascii="Times New Roman" w:hAnsi="Times New Roman"/>
          <w:sz w:val="28"/>
          <w:szCs w:val="28"/>
        </w:rPr>
        <w:t>набор программных средств, физически отделённых от инфраструктурного уровня, обеспечивающий реализацию механизмов управления устройствами инфраструктурного уровня;</w:t>
      </w:r>
    </w:p>
    <w:p w:rsidR="00847207" w:rsidRPr="00CB081E" w:rsidRDefault="00847207" w:rsidP="00CB08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081E">
        <w:rPr>
          <w:rFonts w:ascii="Times New Roman" w:hAnsi="Times New Roman"/>
          <w:sz w:val="28"/>
          <w:szCs w:val="28"/>
        </w:rPr>
        <w:t>- уровень сетевых приложений.</w:t>
      </w:r>
    </w:p>
    <w:p w:rsidR="00847207" w:rsidRPr="00CB081E" w:rsidRDefault="00847207" w:rsidP="00CB08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081E">
        <w:rPr>
          <w:rFonts w:ascii="Times New Roman" w:hAnsi="Times New Roman"/>
          <w:sz w:val="28"/>
          <w:szCs w:val="28"/>
        </w:rPr>
        <w:t xml:space="preserve">Ядром уровня управления SDN служит сетевая операционная система –программное средство, создающее интерфейс со средствами инфраструктурного уровня, и служащее прикладным программным интерфейсом для уровня сетевых приложений, определенным в терминах </w:t>
      </w:r>
      <w:r>
        <w:rPr>
          <w:rFonts w:ascii="Times New Roman" w:hAnsi="Times New Roman"/>
          <w:sz w:val="28"/>
          <w:szCs w:val="28"/>
        </w:rPr>
        <w:t xml:space="preserve">более </w:t>
      </w:r>
      <w:r w:rsidRPr="00CB081E">
        <w:rPr>
          <w:rFonts w:ascii="Times New Roman" w:hAnsi="Times New Roman"/>
          <w:sz w:val="28"/>
          <w:szCs w:val="28"/>
        </w:rPr>
        <w:t>высокого уровня абстракции (например, «имя узла», «имя пользователя») по с</w:t>
      </w:r>
      <w:r>
        <w:rPr>
          <w:rFonts w:ascii="Times New Roman" w:hAnsi="Times New Roman"/>
          <w:sz w:val="28"/>
          <w:szCs w:val="28"/>
        </w:rPr>
        <w:t>опоставле</w:t>
      </w:r>
      <w:r w:rsidRPr="00CB081E">
        <w:rPr>
          <w:rFonts w:ascii="Times New Roman" w:hAnsi="Times New Roman"/>
          <w:sz w:val="28"/>
          <w:szCs w:val="28"/>
        </w:rPr>
        <w:t xml:space="preserve">нию с параметрами конфигурации сетевых устройств (IP-адрес, маска подсети, MAC-адрес).  </w:t>
      </w:r>
    </w:p>
    <w:p w:rsidR="00847207" w:rsidRPr="000D5D84" w:rsidRDefault="00847207" w:rsidP="007209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081E">
        <w:rPr>
          <w:rFonts w:ascii="Times New Roman" w:hAnsi="Times New Roman"/>
          <w:sz w:val="28"/>
          <w:szCs w:val="28"/>
        </w:rPr>
        <w:t xml:space="preserve">SDN становится </w:t>
      </w:r>
      <w:r>
        <w:rPr>
          <w:rFonts w:ascii="Times New Roman" w:hAnsi="Times New Roman"/>
          <w:sz w:val="28"/>
          <w:szCs w:val="28"/>
        </w:rPr>
        <w:t>мощным</w:t>
      </w:r>
      <w:r w:rsidRPr="00CB081E">
        <w:rPr>
          <w:rFonts w:ascii="Times New Roman" w:hAnsi="Times New Roman"/>
          <w:sz w:val="28"/>
          <w:szCs w:val="28"/>
        </w:rPr>
        <w:t xml:space="preserve"> и, возможно, доминирующим фактором на рынке решений для высокопроизводительных и высококритичных сетей передачи данных [</w:t>
      </w:r>
      <w:r w:rsidRPr="008A4839">
        <w:rPr>
          <w:rFonts w:ascii="Times New Roman" w:hAnsi="Times New Roman"/>
          <w:sz w:val="28"/>
          <w:szCs w:val="28"/>
        </w:rPr>
        <w:t>4</w:t>
      </w:r>
      <w:r w:rsidRPr="000D5D84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B081E">
        <w:rPr>
          <w:rFonts w:ascii="Times New Roman" w:hAnsi="Times New Roman"/>
          <w:sz w:val="28"/>
          <w:szCs w:val="28"/>
        </w:rPr>
        <w:t xml:space="preserve">По прогнозам SDNCentral, мировой рынок SDN к </w:t>
      </w:r>
      <w:smartTag w:uri="urn:schemas-microsoft-com:office:smarttags" w:element="metricconverter">
        <w:smartTagPr>
          <w:attr w:name="ProductID" w:val="2018 г"/>
        </w:smartTagPr>
        <w:r w:rsidRPr="00CB081E">
          <w:rPr>
            <w:rFonts w:ascii="Times New Roman" w:hAnsi="Times New Roman"/>
            <w:sz w:val="28"/>
            <w:szCs w:val="28"/>
          </w:rPr>
          <w:t>2018 г</w:t>
        </w:r>
      </w:smartTag>
      <w:r w:rsidRPr="00CB081E">
        <w:rPr>
          <w:rFonts w:ascii="Times New Roman" w:hAnsi="Times New Roman"/>
          <w:sz w:val="28"/>
          <w:szCs w:val="28"/>
        </w:rPr>
        <w:t>. достигнет $35,6 млрд.</w:t>
      </w:r>
    </w:p>
    <w:p w:rsidR="00847207" w:rsidRPr="00720921" w:rsidRDefault="00847207" w:rsidP="00720921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Итак, о</w:t>
      </w:r>
      <w:r w:rsidRPr="00CB081E">
        <w:rPr>
          <w:sz w:val="28"/>
          <w:szCs w:val="28"/>
        </w:rPr>
        <w:t xml:space="preserve">блако позволяет объединять ресурсы в гибкие пулы, но для этого требуются автоматизация и применение сервисного подхода. </w:t>
      </w:r>
      <w:r w:rsidRPr="008E4538">
        <w:rPr>
          <w:sz w:val="28"/>
          <w:szCs w:val="28"/>
        </w:rPr>
        <w:t xml:space="preserve">Решить эти задачи позволяет виртуализация. </w:t>
      </w:r>
      <w:r w:rsidRPr="00B463C2">
        <w:rPr>
          <w:sz w:val="28"/>
          <w:szCs w:val="28"/>
        </w:rPr>
        <w:t>Для выб</w:t>
      </w:r>
      <w:r>
        <w:rPr>
          <w:sz w:val="28"/>
          <w:szCs w:val="28"/>
        </w:rPr>
        <w:t>о</w:t>
      </w:r>
      <w:r w:rsidRPr="00B463C2">
        <w:rPr>
          <w:sz w:val="28"/>
          <w:szCs w:val="28"/>
        </w:rPr>
        <w:t>ра наиболее п</w:t>
      </w:r>
      <w:r>
        <w:rPr>
          <w:sz w:val="28"/>
          <w:szCs w:val="28"/>
        </w:rPr>
        <w:t>риемлемой облачной платформы</w:t>
      </w:r>
      <w:r w:rsidRPr="00B463C2">
        <w:rPr>
          <w:sz w:val="28"/>
          <w:szCs w:val="28"/>
        </w:rPr>
        <w:t xml:space="preserve"> и провайдера необходимо четко сформулировать требования, предъявляемые к облаку, а также произвести пробное тестирование всех возможных платформ. </w:t>
      </w:r>
      <w:r>
        <w:rPr>
          <w:sz w:val="28"/>
          <w:szCs w:val="28"/>
        </w:rPr>
        <w:t xml:space="preserve">Поиск путей решения </w:t>
      </w:r>
      <w:r w:rsidRPr="00B463C2">
        <w:rPr>
          <w:sz w:val="28"/>
          <w:szCs w:val="28"/>
        </w:rPr>
        <w:t xml:space="preserve">зависит от задач, которые необходимо </w:t>
      </w:r>
      <w:r>
        <w:rPr>
          <w:sz w:val="28"/>
          <w:szCs w:val="28"/>
        </w:rPr>
        <w:t>реализовать</w:t>
      </w:r>
      <w:r w:rsidRPr="00B463C2">
        <w:rPr>
          <w:sz w:val="28"/>
          <w:szCs w:val="28"/>
        </w:rPr>
        <w:t>, а также от стоимости и сложности как разработки, так и поддержки.</w:t>
      </w:r>
      <w:r>
        <w:rPr>
          <w:sz w:val="28"/>
          <w:szCs w:val="28"/>
        </w:rPr>
        <w:t xml:space="preserve"> </w:t>
      </w:r>
      <w:r w:rsidRPr="00CB081E">
        <w:rPr>
          <w:sz w:val="28"/>
          <w:szCs w:val="28"/>
        </w:rPr>
        <w:t xml:space="preserve">Сегодня </w:t>
      </w:r>
      <w:r>
        <w:rPr>
          <w:sz w:val="28"/>
          <w:szCs w:val="28"/>
        </w:rPr>
        <w:t>компании</w:t>
      </w:r>
      <w:r w:rsidRPr="00CB081E">
        <w:rPr>
          <w:sz w:val="28"/>
          <w:szCs w:val="28"/>
        </w:rPr>
        <w:t xml:space="preserve"> все чаще обращаются к облачным технологиям, чтобы обеспечить независимость ИТ-сервисов от устройств и местоположения </w:t>
      </w:r>
      <w:r>
        <w:rPr>
          <w:sz w:val="28"/>
          <w:szCs w:val="28"/>
        </w:rPr>
        <w:t>клиентов</w:t>
      </w:r>
      <w:r w:rsidRPr="00CB081E">
        <w:rPr>
          <w:sz w:val="28"/>
          <w:szCs w:val="28"/>
        </w:rPr>
        <w:t xml:space="preserve">. </w:t>
      </w:r>
      <w:r>
        <w:rPr>
          <w:sz w:val="28"/>
          <w:szCs w:val="28"/>
        </w:rPr>
        <w:t>Также</w:t>
      </w:r>
      <w:r w:rsidRPr="00C01605">
        <w:rPr>
          <w:sz w:val="28"/>
          <w:szCs w:val="28"/>
        </w:rPr>
        <w:t xml:space="preserve"> компании стремятся передать на аутсорсинг компетенции, которые являются </w:t>
      </w:r>
      <w:r>
        <w:rPr>
          <w:sz w:val="28"/>
          <w:szCs w:val="28"/>
        </w:rPr>
        <w:t>непрофильными</w:t>
      </w:r>
      <w:r w:rsidRPr="00C01605">
        <w:rPr>
          <w:sz w:val="28"/>
          <w:szCs w:val="28"/>
        </w:rPr>
        <w:t xml:space="preserve"> для ведения бизнеса.</w:t>
      </w:r>
      <w:r>
        <w:t xml:space="preserve"> О</w:t>
      </w:r>
      <w:r w:rsidRPr="00720921">
        <w:rPr>
          <w:sz w:val="28"/>
          <w:szCs w:val="28"/>
        </w:rPr>
        <w:t xml:space="preserve">блака </w:t>
      </w:r>
      <w:r>
        <w:rPr>
          <w:sz w:val="28"/>
          <w:szCs w:val="28"/>
        </w:rPr>
        <w:t xml:space="preserve">привлекают </w:t>
      </w:r>
      <w:r w:rsidRPr="00720921">
        <w:rPr>
          <w:sz w:val="28"/>
          <w:szCs w:val="28"/>
        </w:rPr>
        <w:t>прост</w:t>
      </w:r>
      <w:r>
        <w:rPr>
          <w:sz w:val="28"/>
          <w:szCs w:val="28"/>
        </w:rPr>
        <w:t>отой</w:t>
      </w:r>
      <w:r w:rsidRPr="00720921">
        <w:rPr>
          <w:sz w:val="28"/>
          <w:szCs w:val="28"/>
        </w:rPr>
        <w:t xml:space="preserve">: </w:t>
      </w:r>
      <w:r>
        <w:rPr>
          <w:sz w:val="28"/>
          <w:szCs w:val="28"/>
        </w:rPr>
        <w:t>клиенту</w:t>
      </w:r>
      <w:r w:rsidRPr="00720921">
        <w:rPr>
          <w:sz w:val="28"/>
          <w:szCs w:val="28"/>
        </w:rPr>
        <w:t xml:space="preserve"> не нужно ни следить за состоянием </w:t>
      </w:r>
      <w:r>
        <w:rPr>
          <w:sz w:val="28"/>
          <w:szCs w:val="28"/>
        </w:rPr>
        <w:t>аппаратного обеспечения</w:t>
      </w:r>
      <w:r w:rsidRPr="00720921">
        <w:rPr>
          <w:sz w:val="28"/>
          <w:szCs w:val="28"/>
        </w:rPr>
        <w:t xml:space="preserve"> и ПО, ни решать проблемы масштабируемости и производительности – сложные низкоуровневые компоненты сервиса абстрагированы и скрыты от него.</w:t>
      </w:r>
    </w:p>
    <w:p w:rsidR="00847207" w:rsidRPr="00CB081E" w:rsidRDefault="00847207" w:rsidP="005C212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081E">
        <w:rPr>
          <w:rFonts w:ascii="Times New Roman" w:hAnsi="Times New Roman"/>
          <w:sz w:val="28"/>
          <w:szCs w:val="28"/>
        </w:rPr>
        <w:t xml:space="preserve">В </w:t>
      </w:r>
      <w:r w:rsidRPr="00CB081E">
        <w:rPr>
          <w:rFonts w:ascii="Times New Roman" w:hAnsi="Times New Roman"/>
          <w:sz w:val="28"/>
          <w:szCs w:val="28"/>
          <w:lang w:val="en-US"/>
        </w:rPr>
        <w:t>IT</w:t>
      </w:r>
      <w:r w:rsidRPr="00CB081E">
        <w:rPr>
          <w:rFonts w:ascii="Times New Roman" w:hAnsi="Times New Roman"/>
          <w:sz w:val="28"/>
          <w:szCs w:val="28"/>
        </w:rPr>
        <w:t xml:space="preserve">-инфраструктуре (бизнеса, </w:t>
      </w:r>
      <w:r w:rsidRPr="00CB081E">
        <w:rPr>
          <w:rFonts w:ascii="Times New Roman" w:hAnsi="Times New Roman"/>
          <w:sz w:val="28"/>
          <w:szCs w:val="28"/>
          <w:lang w:val="en-US"/>
        </w:rPr>
        <w:t>IT</w:t>
      </w:r>
      <w:r>
        <w:rPr>
          <w:rFonts w:ascii="Times New Roman" w:hAnsi="Times New Roman"/>
          <w:sz w:val="28"/>
          <w:szCs w:val="28"/>
        </w:rPr>
        <w:t>-</w:t>
      </w:r>
      <w:r w:rsidRPr="00CB081E">
        <w:rPr>
          <w:rFonts w:ascii="Times New Roman" w:hAnsi="Times New Roman"/>
          <w:sz w:val="28"/>
          <w:szCs w:val="28"/>
        </w:rPr>
        <w:t xml:space="preserve">подразделений) необходимо объединить сетевые, серверные ресурсы и системы хранения данных в масштабируемые виртуальные пулы. Логика такого объединения может быть различной (производительность, географическое местоположение и др.). Абстрагирование ресурсов позволяет делегировать </w:t>
      </w:r>
      <w:r>
        <w:rPr>
          <w:rFonts w:ascii="Times New Roman" w:hAnsi="Times New Roman"/>
          <w:sz w:val="28"/>
          <w:szCs w:val="28"/>
        </w:rPr>
        <w:t>клиентам</w:t>
      </w:r>
      <w:r w:rsidRPr="00CB081E">
        <w:rPr>
          <w:rFonts w:ascii="Times New Roman" w:hAnsi="Times New Roman"/>
          <w:sz w:val="28"/>
          <w:szCs w:val="28"/>
        </w:rPr>
        <w:t xml:space="preserve"> отдельные ресурсные элементы (память, процессорные мощности или приложения). В настоящее время часть информационных технологий уже перемещается в "облака".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CB081E">
        <w:rPr>
          <w:rFonts w:ascii="Times New Roman" w:hAnsi="Times New Roman"/>
          <w:sz w:val="28"/>
          <w:szCs w:val="28"/>
        </w:rPr>
        <w:t xml:space="preserve">ибкая архитектура для создания современных сред виртуализации должна быть максимально открытой и способной работать в разных сценариях. </w:t>
      </w:r>
      <w:r>
        <w:rPr>
          <w:rFonts w:ascii="Times New Roman" w:hAnsi="Times New Roman"/>
          <w:sz w:val="28"/>
          <w:szCs w:val="28"/>
        </w:rPr>
        <w:t>С</w:t>
      </w:r>
      <w:r w:rsidRPr="00CB081E">
        <w:rPr>
          <w:rFonts w:ascii="Times New Roman" w:hAnsi="Times New Roman"/>
          <w:sz w:val="28"/>
          <w:szCs w:val="28"/>
        </w:rPr>
        <w:t>уществует множество способов использования облачных технологий, и в этих условиях заказчики хотят максимальной свободы при выборе места размещения рабочих нагрузок, будь то физическая инфраструктура, гипервизор среды виртуализации или облачные сервисы.[</w:t>
      </w:r>
      <w:r w:rsidRPr="008A4839">
        <w:rPr>
          <w:rFonts w:ascii="Times New Roman" w:hAnsi="Times New Roman"/>
          <w:sz w:val="28"/>
          <w:szCs w:val="28"/>
        </w:rPr>
        <w:t>5</w:t>
      </w:r>
      <w:r w:rsidRPr="00CB081E">
        <w:rPr>
          <w:rFonts w:ascii="Times New Roman" w:hAnsi="Times New Roman"/>
          <w:sz w:val="28"/>
          <w:szCs w:val="28"/>
        </w:rPr>
        <w:t>]</w:t>
      </w:r>
    </w:p>
    <w:p w:rsidR="00847207" w:rsidRPr="005C212A" w:rsidRDefault="00847207" w:rsidP="005C212A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C212A">
        <w:rPr>
          <w:rFonts w:ascii="Times New Roman" w:hAnsi="Times New Roman"/>
          <w:b/>
          <w:color w:val="000000"/>
          <w:sz w:val="28"/>
          <w:szCs w:val="28"/>
        </w:rPr>
        <w:t>Литература:</w:t>
      </w:r>
    </w:p>
    <w:p w:rsidR="00847207" w:rsidRPr="0085318B" w:rsidRDefault="00847207" w:rsidP="00017BD3">
      <w:pPr>
        <w:pStyle w:val="NoSpacing"/>
        <w:widowControl w:val="0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ru-RU"/>
        </w:rPr>
      </w:pPr>
      <w:r w:rsidRPr="0085318B">
        <w:rPr>
          <w:color w:val="000000"/>
          <w:sz w:val="28"/>
          <w:szCs w:val="28"/>
          <w:lang w:val="ru-RU"/>
        </w:rPr>
        <w:t>Макаров С.В. За «Облачные вычисления» // Креативная экономика.- №8, 2010</w:t>
      </w:r>
      <w:r>
        <w:rPr>
          <w:color w:val="000000"/>
          <w:sz w:val="28"/>
          <w:szCs w:val="28"/>
          <w:lang w:val="ru-RU"/>
        </w:rPr>
        <w:t>.</w:t>
      </w:r>
    </w:p>
    <w:p w:rsidR="00847207" w:rsidRPr="002C1DB4" w:rsidRDefault="00847207" w:rsidP="0085318B">
      <w:pPr>
        <w:pStyle w:val="NoSpacing"/>
        <w:widowControl w:val="0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ru-RU"/>
        </w:rPr>
      </w:pPr>
      <w:r w:rsidRPr="002C1DB4">
        <w:rPr>
          <w:sz w:val="28"/>
          <w:szCs w:val="28"/>
          <w:lang w:val="ru-RU"/>
        </w:rPr>
        <w:t>Орлов С. Как построить облако? // Журнал сетевых решений</w:t>
      </w:r>
      <w:r>
        <w:rPr>
          <w:sz w:val="28"/>
          <w:szCs w:val="28"/>
          <w:lang w:val="ru-RU"/>
        </w:rPr>
        <w:t>/</w:t>
      </w:r>
      <w:r w:rsidRPr="00CB081E">
        <w:rPr>
          <w:sz w:val="28"/>
          <w:szCs w:val="28"/>
        </w:rPr>
        <w:t>LAN</w:t>
      </w:r>
      <w:r>
        <w:rPr>
          <w:sz w:val="28"/>
          <w:szCs w:val="28"/>
          <w:lang w:val="ru-RU"/>
        </w:rPr>
        <w:t>.</w:t>
      </w:r>
    </w:p>
    <w:p w:rsidR="00847207" w:rsidRPr="00CB081E" w:rsidRDefault="00847207" w:rsidP="0085318B">
      <w:pPr>
        <w:pStyle w:val="NoSpacing"/>
        <w:widowControl w:val="0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ru-RU"/>
        </w:rPr>
      </w:pPr>
      <w:r w:rsidRPr="00C552EA">
        <w:rPr>
          <w:color w:val="000000"/>
          <w:sz w:val="28"/>
          <w:szCs w:val="28"/>
          <w:lang w:val="ru-RU"/>
        </w:rPr>
        <w:t xml:space="preserve">Черняк Л. Интеграция </w:t>
      </w:r>
      <w:r w:rsidRPr="00322E69">
        <w:rPr>
          <w:sz w:val="28"/>
          <w:szCs w:val="28"/>
          <w:lang w:val="ru-RU"/>
        </w:rPr>
        <w:t>–</w:t>
      </w:r>
      <w:r w:rsidRPr="00C552EA">
        <w:rPr>
          <w:color w:val="000000"/>
          <w:sz w:val="28"/>
          <w:szCs w:val="28"/>
          <w:lang w:val="ru-RU"/>
        </w:rPr>
        <w:t xml:space="preserve"> основа облака // Открытые системы. - </w:t>
      </w:r>
      <w:r w:rsidRPr="00CB081E">
        <w:rPr>
          <w:color w:val="000000"/>
          <w:sz w:val="28"/>
          <w:szCs w:val="28"/>
        </w:rPr>
        <w:t>C</w:t>
      </w:r>
      <w:r w:rsidRPr="00C552EA">
        <w:rPr>
          <w:color w:val="000000"/>
          <w:sz w:val="28"/>
          <w:szCs w:val="28"/>
          <w:lang w:val="ru-RU"/>
        </w:rPr>
        <w:t>ентябрь, 2011.</w:t>
      </w:r>
    </w:p>
    <w:p w:rsidR="00847207" w:rsidRDefault="00847207" w:rsidP="000063D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Журнал сетевых решений/LAN. -</w:t>
      </w:r>
      <w:r w:rsidRPr="00CB081E">
        <w:rPr>
          <w:rFonts w:ascii="Times New Roman" w:hAnsi="Times New Roman"/>
          <w:sz w:val="28"/>
          <w:szCs w:val="28"/>
        </w:rPr>
        <w:t xml:space="preserve"> № 10, 2013. Электронный ресурс: </w:t>
      </w:r>
      <w:hyperlink r:id="rId9" w:history="1">
        <w:r w:rsidRPr="00CB081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http://www.osp.ru/lan/2013/10/13037886/</w:t>
        </w:r>
      </w:hyperlink>
    </w:p>
    <w:p w:rsidR="00847207" w:rsidRDefault="00847207" w:rsidP="000063D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081E">
        <w:rPr>
          <w:rFonts w:ascii="Times New Roman" w:hAnsi="Times New Roman"/>
          <w:sz w:val="28"/>
          <w:szCs w:val="28"/>
        </w:rPr>
        <w:t xml:space="preserve">Гибкое перепрограммирование сетей. Электронный ресурс:  </w:t>
      </w:r>
      <w:hyperlink r:id="rId10" w:history="1">
        <w:r w:rsidRPr="00CB081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http://www.cisco.com/web/RU/news/releases/txt/2013/01/011013b.html</w:t>
        </w:r>
      </w:hyperlink>
    </w:p>
    <w:p w:rsidR="00847207" w:rsidRDefault="00847207" w:rsidP="008874FB">
      <w:pPr>
        <w:pStyle w:val="ListParagraph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sectPr w:rsidR="00847207" w:rsidSect="0074549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27C96"/>
    <w:multiLevelType w:val="hybridMultilevel"/>
    <w:tmpl w:val="A90EF69A"/>
    <w:lvl w:ilvl="0" w:tplc="F36E75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71F4730"/>
    <w:multiLevelType w:val="multilevel"/>
    <w:tmpl w:val="C4986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86B54E7"/>
    <w:multiLevelType w:val="hybridMultilevel"/>
    <w:tmpl w:val="26B66C54"/>
    <w:lvl w:ilvl="0" w:tplc="767A97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24C"/>
    <w:rsid w:val="0000198F"/>
    <w:rsid w:val="000033BB"/>
    <w:rsid w:val="00003D60"/>
    <w:rsid w:val="00004C20"/>
    <w:rsid w:val="00004E3F"/>
    <w:rsid w:val="000054DF"/>
    <w:rsid w:val="0000553E"/>
    <w:rsid w:val="0000572E"/>
    <w:rsid w:val="00005EFD"/>
    <w:rsid w:val="000060F7"/>
    <w:rsid w:val="000063D2"/>
    <w:rsid w:val="00007708"/>
    <w:rsid w:val="00007794"/>
    <w:rsid w:val="0001014C"/>
    <w:rsid w:val="00011C49"/>
    <w:rsid w:val="00011CE5"/>
    <w:rsid w:val="000121EA"/>
    <w:rsid w:val="000124DB"/>
    <w:rsid w:val="0001255E"/>
    <w:rsid w:val="00012DF2"/>
    <w:rsid w:val="00012F8F"/>
    <w:rsid w:val="00013057"/>
    <w:rsid w:val="0001305E"/>
    <w:rsid w:val="0001394F"/>
    <w:rsid w:val="00013DE9"/>
    <w:rsid w:val="00013F50"/>
    <w:rsid w:val="00014070"/>
    <w:rsid w:val="0001452D"/>
    <w:rsid w:val="00015D2D"/>
    <w:rsid w:val="00017BD3"/>
    <w:rsid w:val="00020937"/>
    <w:rsid w:val="0002165D"/>
    <w:rsid w:val="00024747"/>
    <w:rsid w:val="000249C3"/>
    <w:rsid w:val="00024CEB"/>
    <w:rsid w:val="000259BD"/>
    <w:rsid w:val="00025B65"/>
    <w:rsid w:val="00025B7B"/>
    <w:rsid w:val="000265DD"/>
    <w:rsid w:val="00026F51"/>
    <w:rsid w:val="00030EC4"/>
    <w:rsid w:val="00031A00"/>
    <w:rsid w:val="00031BA9"/>
    <w:rsid w:val="000329B6"/>
    <w:rsid w:val="00034038"/>
    <w:rsid w:val="00034118"/>
    <w:rsid w:val="0003496C"/>
    <w:rsid w:val="00035292"/>
    <w:rsid w:val="000358D2"/>
    <w:rsid w:val="000359F1"/>
    <w:rsid w:val="000367CB"/>
    <w:rsid w:val="000400DE"/>
    <w:rsid w:val="0004075E"/>
    <w:rsid w:val="00040F85"/>
    <w:rsid w:val="000412B6"/>
    <w:rsid w:val="00041373"/>
    <w:rsid w:val="00043479"/>
    <w:rsid w:val="00044312"/>
    <w:rsid w:val="00044472"/>
    <w:rsid w:val="0004572F"/>
    <w:rsid w:val="00045B00"/>
    <w:rsid w:val="00045BFC"/>
    <w:rsid w:val="00045D5C"/>
    <w:rsid w:val="000463EF"/>
    <w:rsid w:val="0004799F"/>
    <w:rsid w:val="0005203A"/>
    <w:rsid w:val="00052550"/>
    <w:rsid w:val="00053072"/>
    <w:rsid w:val="00053FC1"/>
    <w:rsid w:val="00060763"/>
    <w:rsid w:val="0006103F"/>
    <w:rsid w:val="00061E2E"/>
    <w:rsid w:val="00062F42"/>
    <w:rsid w:val="000631B3"/>
    <w:rsid w:val="000661ED"/>
    <w:rsid w:val="000662BF"/>
    <w:rsid w:val="00066D38"/>
    <w:rsid w:val="000673AA"/>
    <w:rsid w:val="000676C8"/>
    <w:rsid w:val="00070021"/>
    <w:rsid w:val="000710CF"/>
    <w:rsid w:val="000717DC"/>
    <w:rsid w:val="00072ED5"/>
    <w:rsid w:val="000759B6"/>
    <w:rsid w:val="00077A54"/>
    <w:rsid w:val="000801E8"/>
    <w:rsid w:val="00081028"/>
    <w:rsid w:val="00081501"/>
    <w:rsid w:val="00082270"/>
    <w:rsid w:val="00082343"/>
    <w:rsid w:val="00083E26"/>
    <w:rsid w:val="00083F29"/>
    <w:rsid w:val="00084125"/>
    <w:rsid w:val="00087A91"/>
    <w:rsid w:val="00087CBD"/>
    <w:rsid w:val="00087EF2"/>
    <w:rsid w:val="000902F2"/>
    <w:rsid w:val="00092E74"/>
    <w:rsid w:val="00095067"/>
    <w:rsid w:val="0009526C"/>
    <w:rsid w:val="000A0812"/>
    <w:rsid w:val="000A0E63"/>
    <w:rsid w:val="000A0FD8"/>
    <w:rsid w:val="000A14FA"/>
    <w:rsid w:val="000A166A"/>
    <w:rsid w:val="000A3390"/>
    <w:rsid w:val="000A35BB"/>
    <w:rsid w:val="000A5715"/>
    <w:rsid w:val="000A5DD6"/>
    <w:rsid w:val="000A5E44"/>
    <w:rsid w:val="000A63FE"/>
    <w:rsid w:val="000A6B77"/>
    <w:rsid w:val="000A743B"/>
    <w:rsid w:val="000B17A0"/>
    <w:rsid w:val="000B3DBF"/>
    <w:rsid w:val="000B42AA"/>
    <w:rsid w:val="000B50A3"/>
    <w:rsid w:val="000B6145"/>
    <w:rsid w:val="000B66E2"/>
    <w:rsid w:val="000B6828"/>
    <w:rsid w:val="000B6E56"/>
    <w:rsid w:val="000B7F84"/>
    <w:rsid w:val="000C14C7"/>
    <w:rsid w:val="000C1C80"/>
    <w:rsid w:val="000C1E62"/>
    <w:rsid w:val="000C2CC4"/>
    <w:rsid w:val="000C2DB4"/>
    <w:rsid w:val="000C3BB6"/>
    <w:rsid w:val="000C3E8D"/>
    <w:rsid w:val="000C46D8"/>
    <w:rsid w:val="000C5BBC"/>
    <w:rsid w:val="000C75FB"/>
    <w:rsid w:val="000D057F"/>
    <w:rsid w:val="000D095A"/>
    <w:rsid w:val="000D0B90"/>
    <w:rsid w:val="000D23B4"/>
    <w:rsid w:val="000D2B6A"/>
    <w:rsid w:val="000D3D2B"/>
    <w:rsid w:val="000D4B0C"/>
    <w:rsid w:val="000D529A"/>
    <w:rsid w:val="000D57D5"/>
    <w:rsid w:val="000D5D84"/>
    <w:rsid w:val="000D6BA3"/>
    <w:rsid w:val="000E01CF"/>
    <w:rsid w:val="000E0B94"/>
    <w:rsid w:val="000E137A"/>
    <w:rsid w:val="000E3640"/>
    <w:rsid w:val="000E376C"/>
    <w:rsid w:val="000E4371"/>
    <w:rsid w:val="000E537D"/>
    <w:rsid w:val="000E5FC3"/>
    <w:rsid w:val="000E7AA5"/>
    <w:rsid w:val="000F02A1"/>
    <w:rsid w:val="000F2035"/>
    <w:rsid w:val="000F2687"/>
    <w:rsid w:val="000F3F6B"/>
    <w:rsid w:val="000F4281"/>
    <w:rsid w:val="000F4650"/>
    <w:rsid w:val="000F4D60"/>
    <w:rsid w:val="000F4D95"/>
    <w:rsid w:val="000F5039"/>
    <w:rsid w:val="000F5173"/>
    <w:rsid w:val="000F5CAF"/>
    <w:rsid w:val="001015A4"/>
    <w:rsid w:val="00101CC5"/>
    <w:rsid w:val="0010382C"/>
    <w:rsid w:val="00105BFA"/>
    <w:rsid w:val="00106644"/>
    <w:rsid w:val="00107BBA"/>
    <w:rsid w:val="001101D2"/>
    <w:rsid w:val="0011025C"/>
    <w:rsid w:val="0011133C"/>
    <w:rsid w:val="0011154F"/>
    <w:rsid w:val="00112931"/>
    <w:rsid w:val="00112BD9"/>
    <w:rsid w:val="001138F1"/>
    <w:rsid w:val="00113F4C"/>
    <w:rsid w:val="00115AD0"/>
    <w:rsid w:val="00116F11"/>
    <w:rsid w:val="00117D10"/>
    <w:rsid w:val="00117E78"/>
    <w:rsid w:val="001218B0"/>
    <w:rsid w:val="00123C14"/>
    <w:rsid w:val="00123DE0"/>
    <w:rsid w:val="0012405C"/>
    <w:rsid w:val="001247AE"/>
    <w:rsid w:val="00125950"/>
    <w:rsid w:val="001260F2"/>
    <w:rsid w:val="00126AB3"/>
    <w:rsid w:val="00127A1F"/>
    <w:rsid w:val="00127F6C"/>
    <w:rsid w:val="00130DC4"/>
    <w:rsid w:val="00132E42"/>
    <w:rsid w:val="001334F5"/>
    <w:rsid w:val="00135204"/>
    <w:rsid w:val="001363D7"/>
    <w:rsid w:val="00136FD6"/>
    <w:rsid w:val="00137715"/>
    <w:rsid w:val="001401B7"/>
    <w:rsid w:val="0014037B"/>
    <w:rsid w:val="00140440"/>
    <w:rsid w:val="001404C0"/>
    <w:rsid w:val="00140A4A"/>
    <w:rsid w:val="001411C7"/>
    <w:rsid w:val="001416CF"/>
    <w:rsid w:val="0014172E"/>
    <w:rsid w:val="0014194D"/>
    <w:rsid w:val="00141A84"/>
    <w:rsid w:val="00142CDD"/>
    <w:rsid w:val="00145ED0"/>
    <w:rsid w:val="001465D3"/>
    <w:rsid w:val="00147425"/>
    <w:rsid w:val="00151546"/>
    <w:rsid w:val="001520B8"/>
    <w:rsid w:val="0015239A"/>
    <w:rsid w:val="00152704"/>
    <w:rsid w:val="00152FE7"/>
    <w:rsid w:val="001540CD"/>
    <w:rsid w:val="001552FE"/>
    <w:rsid w:val="00155E12"/>
    <w:rsid w:val="001569D2"/>
    <w:rsid w:val="00156E46"/>
    <w:rsid w:val="00157DCA"/>
    <w:rsid w:val="0016096F"/>
    <w:rsid w:val="00161BBC"/>
    <w:rsid w:val="00162946"/>
    <w:rsid w:val="001655EC"/>
    <w:rsid w:val="001666E7"/>
    <w:rsid w:val="00166D44"/>
    <w:rsid w:val="00172C53"/>
    <w:rsid w:val="00173E01"/>
    <w:rsid w:val="001764C1"/>
    <w:rsid w:val="001767A9"/>
    <w:rsid w:val="00176863"/>
    <w:rsid w:val="00176BDE"/>
    <w:rsid w:val="001774AD"/>
    <w:rsid w:val="00180022"/>
    <w:rsid w:val="0018023F"/>
    <w:rsid w:val="001809AF"/>
    <w:rsid w:val="0018125D"/>
    <w:rsid w:val="00181270"/>
    <w:rsid w:val="00181876"/>
    <w:rsid w:val="00183F53"/>
    <w:rsid w:val="00184C3F"/>
    <w:rsid w:val="00185BB6"/>
    <w:rsid w:val="00186D31"/>
    <w:rsid w:val="00186DD4"/>
    <w:rsid w:val="001871D9"/>
    <w:rsid w:val="0018794D"/>
    <w:rsid w:val="0019044F"/>
    <w:rsid w:val="00191557"/>
    <w:rsid w:val="001916A2"/>
    <w:rsid w:val="00192FB3"/>
    <w:rsid w:val="00193A52"/>
    <w:rsid w:val="00194A7E"/>
    <w:rsid w:val="00194BB5"/>
    <w:rsid w:val="001956ED"/>
    <w:rsid w:val="001965ED"/>
    <w:rsid w:val="001966BD"/>
    <w:rsid w:val="00196FCC"/>
    <w:rsid w:val="001976D8"/>
    <w:rsid w:val="001A0CE6"/>
    <w:rsid w:val="001A139B"/>
    <w:rsid w:val="001A13C0"/>
    <w:rsid w:val="001A1716"/>
    <w:rsid w:val="001A1B04"/>
    <w:rsid w:val="001A273B"/>
    <w:rsid w:val="001A3941"/>
    <w:rsid w:val="001A39A0"/>
    <w:rsid w:val="001A4D83"/>
    <w:rsid w:val="001A5E7D"/>
    <w:rsid w:val="001A62CB"/>
    <w:rsid w:val="001A6C05"/>
    <w:rsid w:val="001A7A50"/>
    <w:rsid w:val="001A7D84"/>
    <w:rsid w:val="001A7EBE"/>
    <w:rsid w:val="001B089F"/>
    <w:rsid w:val="001B0F73"/>
    <w:rsid w:val="001B0FF4"/>
    <w:rsid w:val="001B1490"/>
    <w:rsid w:val="001B254B"/>
    <w:rsid w:val="001B2DBB"/>
    <w:rsid w:val="001B2DC7"/>
    <w:rsid w:val="001B3593"/>
    <w:rsid w:val="001B4AA5"/>
    <w:rsid w:val="001B5326"/>
    <w:rsid w:val="001B61DA"/>
    <w:rsid w:val="001B76DD"/>
    <w:rsid w:val="001C01E9"/>
    <w:rsid w:val="001C1857"/>
    <w:rsid w:val="001C2A82"/>
    <w:rsid w:val="001C2D0E"/>
    <w:rsid w:val="001C47BF"/>
    <w:rsid w:val="001C4AB2"/>
    <w:rsid w:val="001C5130"/>
    <w:rsid w:val="001C51B8"/>
    <w:rsid w:val="001C537E"/>
    <w:rsid w:val="001C579A"/>
    <w:rsid w:val="001C597B"/>
    <w:rsid w:val="001C5A80"/>
    <w:rsid w:val="001C6A47"/>
    <w:rsid w:val="001C7070"/>
    <w:rsid w:val="001C7973"/>
    <w:rsid w:val="001D10EE"/>
    <w:rsid w:val="001D12B9"/>
    <w:rsid w:val="001D3239"/>
    <w:rsid w:val="001D4129"/>
    <w:rsid w:val="001D4A5A"/>
    <w:rsid w:val="001D5818"/>
    <w:rsid w:val="001D596C"/>
    <w:rsid w:val="001D6C92"/>
    <w:rsid w:val="001D7D53"/>
    <w:rsid w:val="001E01F8"/>
    <w:rsid w:val="001E0AE1"/>
    <w:rsid w:val="001E114D"/>
    <w:rsid w:val="001E16E0"/>
    <w:rsid w:val="001E22E2"/>
    <w:rsid w:val="001E3D95"/>
    <w:rsid w:val="001E5183"/>
    <w:rsid w:val="001E59B5"/>
    <w:rsid w:val="001E5F76"/>
    <w:rsid w:val="001E7B41"/>
    <w:rsid w:val="001E7D83"/>
    <w:rsid w:val="001F2BBA"/>
    <w:rsid w:val="001F329D"/>
    <w:rsid w:val="001F4039"/>
    <w:rsid w:val="001F7D37"/>
    <w:rsid w:val="00200099"/>
    <w:rsid w:val="002014E6"/>
    <w:rsid w:val="002032D2"/>
    <w:rsid w:val="00204A57"/>
    <w:rsid w:val="00206FB2"/>
    <w:rsid w:val="002113F2"/>
    <w:rsid w:val="00211C9F"/>
    <w:rsid w:val="002131C2"/>
    <w:rsid w:val="00214211"/>
    <w:rsid w:val="00214A27"/>
    <w:rsid w:val="00214DED"/>
    <w:rsid w:val="00216D4F"/>
    <w:rsid w:val="0021732A"/>
    <w:rsid w:val="00221D5B"/>
    <w:rsid w:val="0022410B"/>
    <w:rsid w:val="00224674"/>
    <w:rsid w:val="0022535C"/>
    <w:rsid w:val="0022793A"/>
    <w:rsid w:val="00230C3F"/>
    <w:rsid w:val="00230CD1"/>
    <w:rsid w:val="00231EF6"/>
    <w:rsid w:val="00233247"/>
    <w:rsid w:val="002361F6"/>
    <w:rsid w:val="0023694B"/>
    <w:rsid w:val="00236B54"/>
    <w:rsid w:val="0023711F"/>
    <w:rsid w:val="00240036"/>
    <w:rsid w:val="002400FC"/>
    <w:rsid w:val="00240566"/>
    <w:rsid w:val="00240FFC"/>
    <w:rsid w:val="002417A7"/>
    <w:rsid w:val="002431D6"/>
    <w:rsid w:val="00243B5D"/>
    <w:rsid w:val="00244915"/>
    <w:rsid w:val="00245F5C"/>
    <w:rsid w:val="0024657D"/>
    <w:rsid w:val="002468A6"/>
    <w:rsid w:val="00247240"/>
    <w:rsid w:val="002503F1"/>
    <w:rsid w:val="0025059E"/>
    <w:rsid w:val="002537B6"/>
    <w:rsid w:val="00254465"/>
    <w:rsid w:val="00254B02"/>
    <w:rsid w:val="00255241"/>
    <w:rsid w:val="002565C8"/>
    <w:rsid w:val="00257347"/>
    <w:rsid w:val="00257806"/>
    <w:rsid w:val="002578C3"/>
    <w:rsid w:val="002579CC"/>
    <w:rsid w:val="00263005"/>
    <w:rsid w:val="00263377"/>
    <w:rsid w:val="00263BC1"/>
    <w:rsid w:val="0026545C"/>
    <w:rsid w:val="00265926"/>
    <w:rsid w:val="00265C51"/>
    <w:rsid w:val="00265EDF"/>
    <w:rsid w:val="00265F56"/>
    <w:rsid w:val="0026617C"/>
    <w:rsid w:val="0026649E"/>
    <w:rsid w:val="002667B3"/>
    <w:rsid w:val="0026693D"/>
    <w:rsid w:val="00267074"/>
    <w:rsid w:val="002679C0"/>
    <w:rsid w:val="00267BAE"/>
    <w:rsid w:val="0027125F"/>
    <w:rsid w:val="0027167B"/>
    <w:rsid w:val="00272524"/>
    <w:rsid w:val="002726D0"/>
    <w:rsid w:val="00273591"/>
    <w:rsid w:val="00273D50"/>
    <w:rsid w:val="00274A1D"/>
    <w:rsid w:val="00274B16"/>
    <w:rsid w:val="00274B73"/>
    <w:rsid w:val="00274CE0"/>
    <w:rsid w:val="00276796"/>
    <w:rsid w:val="002772DA"/>
    <w:rsid w:val="002776E0"/>
    <w:rsid w:val="0028218A"/>
    <w:rsid w:val="002822AB"/>
    <w:rsid w:val="00282E5D"/>
    <w:rsid w:val="002837C7"/>
    <w:rsid w:val="00283DDF"/>
    <w:rsid w:val="00284C88"/>
    <w:rsid w:val="00285EDA"/>
    <w:rsid w:val="00286314"/>
    <w:rsid w:val="00286F24"/>
    <w:rsid w:val="00291D4D"/>
    <w:rsid w:val="00292415"/>
    <w:rsid w:val="002935F8"/>
    <w:rsid w:val="00293E49"/>
    <w:rsid w:val="00295D2E"/>
    <w:rsid w:val="00295E11"/>
    <w:rsid w:val="00296317"/>
    <w:rsid w:val="002979EF"/>
    <w:rsid w:val="002A09F9"/>
    <w:rsid w:val="002A1E22"/>
    <w:rsid w:val="002A2E9B"/>
    <w:rsid w:val="002A599E"/>
    <w:rsid w:val="002A5B75"/>
    <w:rsid w:val="002A60A5"/>
    <w:rsid w:val="002A6B35"/>
    <w:rsid w:val="002A7369"/>
    <w:rsid w:val="002B0382"/>
    <w:rsid w:val="002B03BE"/>
    <w:rsid w:val="002B11AB"/>
    <w:rsid w:val="002B2E59"/>
    <w:rsid w:val="002B3195"/>
    <w:rsid w:val="002B34E3"/>
    <w:rsid w:val="002B383F"/>
    <w:rsid w:val="002B3D94"/>
    <w:rsid w:val="002B4E6D"/>
    <w:rsid w:val="002B5CB2"/>
    <w:rsid w:val="002B6760"/>
    <w:rsid w:val="002B7C16"/>
    <w:rsid w:val="002B7CE4"/>
    <w:rsid w:val="002B7F11"/>
    <w:rsid w:val="002C007B"/>
    <w:rsid w:val="002C1076"/>
    <w:rsid w:val="002C1589"/>
    <w:rsid w:val="002C1DB4"/>
    <w:rsid w:val="002C2DD2"/>
    <w:rsid w:val="002C4040"/>
    <w:rsid w:val="002C4E2E"/>
    <w:rsid w:val="002C68AF"/>
    <w:rsid w:val="002C6B37"/>
    <w:rsid w:val="002D20A9"/>
    <w:rsid w:val="002D2479"/>
    <w:rsid w:val="002D249A"/>
    <w:rsid w:val="002D2F9E"/>
    <w:rsid w:val="002D3263"/>
    <w:rsid w:val="002D39D0"/>
    <w:rsid w:val="002D5DB9"/>
    <w:rsid w:val="002D69C5"/>
    <w:rsid w:val="002D763A"/>
    <w:rsid w:val="002D7BA5"/>
    <w:rsid w:val="002E013F"/>
    <w:rsid w:val="002E0224"/>
    <w:rsid w:val="002E02F7"/>
    <w:rsid w:val="002E1AC8"/>
    <w:rsid w:val="002E23B7"/>
    <w:rsid w:val="002E25CB"/>
    <w:rsid w:val="002E347F"/>
    <w:rsid w:val="002E4A87"/>
    <w:rsid w:val="002E53B2"/>
    <w:rsid w:val="002E544E"/>
    <w:rsid w:val="002E5883"/>
    <w:rsid w:val="002E6E14"/>
    <w:rsid w:val="002E71B9"/>
    <w:rsid w:val="002E7672"/>
    <w:rsid w:val="002F1922"/>
    <w:rsid w:val="002F2AD8"/>
    <w:rsid w:val="002F4196"/>
    <w:rsid w:val="002F5006"/>
    <w:rsid w:val="002F6874"/>
    <w:rsid w:val="002F7506"/>
    <w:rsid w:val="002F7B3F"/>
    <w:rsid w:val="002F7B66"/>
    <w:rsid w:val="00300EA8"/>
    <w:rsid w:val="00301B79"/>
    <w:rsid w:val="00301ED3"/>
    <w:rsid w:val="0030378F"/>
    <w:rsid w:val="0030424E"/>
    <w:rsid w:val="0030432C"/>
    <w:rsid w:val="00304BB4"/>
    <w:rsid w:val="00306255"/>
    <w:rsid w:val="00306298"/>
    <w:rsid w:val="00306A25"/>
    <w:rsid w:val="003101A0"/>
    <w:rsid w:val="00310951"/>
    <w:rsid w:val="00313036"/>
    <w:rsid w:val="00313881"/>
    <w:rsid w:val="00315199"/>
    <w:rsid w:val="0031769B"/>
    <w:rsid w:val="003179AF"/>
    <w:rsid w:val="00320F8A"/>
    <w:rsid w:val="00321AF9"/>
    <w:rsid w:val="0032222C"/>
    <w:rsid w:val="00322E69"/>
    <w:rsid w:val="003231AA"/>
    <w:rsid w:val="00323AD2"/>
    <w:rsid w:val="003244EE"/>
    <w:rsid w:val="003268D6"/>
    <w:rsid w:val="00327A5E"/>
    <w:rsid w:val="00330EAB"/>
    <w:rsid w:val="00333E10"/>
    <w:rsid w:val="00334455"/>
    <w:rsid w:val="0033526F"/>
    <w:rsid w:val="0033590C"/>
    <w:rsid w:val="003363E9"/>
    <w:rsid w:val="00336B01"/>
    <w:rsid w:val="0033775B"/>
    <w:rsid w:val="00337835"/>
    <w:rsid w:val="003379CF"/>
    <w:rsid w:val="00340530"/>
    <w:rsid w:val="00340A6B"/>
    <w:rsid w:val="00340DD2"/>
    <w:rsid w:val="003412AD"/>
    <w:rsid w:val="00341873"/>
    <w:rsid w:val="00341BF5"/>
    <w:rsid w:val="00342293"/>
    <w:rsid w:val="00342AFE"/>
    <w:rsid w:val="00343E94"/>
    <w:rsid w:val="00343F8D"/>
    <w:rsid w:val="003444C5"/>
    <w:rsid w:val="00344E07"/>
    <w:rsid w:val="00345E77"/>
    <w:rsid w:val="003468B4"/>
    <w:rsid w:val="00346F3F"/>
    <w:rsid w:val="003502B7"/>
    <w:rsid w:val="00350647"/>
    <w:rsid w:val="00352DC6"/>
    <w:rsid w:val="00352DF3"/>
    <w:rsid w:val="00352E57"/>
    <w:rsid w:val="0035305B"/>
    <w:rsid w:val="00353FB2"/>
    <w:rsid w:val="00354189"/>
    <w:rsid w:val="00354B44"/>
    <w:rsid w:val="00355356"/>
    <w:rsid w:val="00355A49"/>
    <w:rsid w:val="003563AB"/>
    <w:rsid w:val="00360152"/>
    <w:rsid w:val="0036043F"/>
    <w:rsid w:val="00360567"/>
    <w:rsid w:val="00360645"/>
    <w:rsid w:val="00360AB5"/>
    <w:rsid w:val="00361748"/>
    <w:rsid w:val="00362EBD"/>
    <w:rsid w:val="00363895"/>
    <w:rsid w:val="00363963"/>
    <w:rsid w:val="003642F3"/>
    <w:rsid w:val="00364406"/>
    <w:rsid w:val="003648BC"/>
    <w:rsid w:val="00364946"/>
    <w:rsid w:val="00365983"/>
    <w:rsid w:val="00366328"/>
    <w:rsid w:val="003703C2"/>
    <w:rsid w:val="0037055E"/>
    <w:rsid w:val="00371FDC"/>
    <w:rsid w:val="00372D68"/>
    <w:rsid w:val="003734BE"/>
    <w:rsid w:val="00373779"/>
    <w:rsid w:val="00373B40"/>
    <w:rsid w:val="00373D55"/>
    <w:rsid w:val="00374231"/>
    <w:rsid w:val="003753FC"/>
    <w:rsid w:val="003754BF"/>
    <w:rsid w:val="0037588D"/>
    <w:rsid w:val="0037624D"/>
    <w:rsid w:val="00376FC6"/>
    <w:rsid w:val="00380E6E"/>
    <w:rsid w:val="00381CCA"/>
    <w:rsid w:val="003826F0"/>
    <w:rsid w:val="00383451"/>
    <w:rsid w:val="003860BA"/>
    <w:rsid w:val="00386312"/>
    <w:rsid w:val="00386E09"/>
    <w:rsid w:val="00387085"/>
    <w:rsid w:val="003872B3"/>
    <w:rsid w:val="003879A3"/>
    <w:rsid w:val="00390574"/>
    <w:rsid w:val="0039243D"/>
    <w:rsid w:val="003925DF"/>
    <w:rsid w:val="00392904"/>
    <w:rsid w:val="00393537"/>
    <w:rsid w:val="003946CE"/>
    <w:rsid w:val="003949BB"/>
    <w:rsid w:val="00394E73"/>
    <w:rsid w:val="00395BA6"/>
    <w:rsid w:val="003972A2"/>
    <w:rsid w:val="003979DE"/>
    <w:rsid w:val="003A024E"/>
    <w:rsid w:val="003A0EDA"/>
    <w:rsid w:val="003A1D77"/>
    <w:rsid w:val="003A1EA0"/>
    <w:rsid w:val="003A20D1"/>
    <w:rsid w:val="003A2A23"/>
    <w:rsid w:val="003A37B4"/>
    <w:rsid w:val="003A38CB"/>
    <w:rsid w:val="003A39DD"/>
    <w:rsid w:val="003A4157"/>
    <w:rsid w:val="003A422B"/>
    <w:rsid w:val="003A487C"/>
    <w:rsid w:val="003A6045"/>
    <w:rsid w:val="003B0A23"/>
    <w:rsid w:val="003B1E97"/>
    <w:rsid w:val="003B1EA8"/>
    <w:rsid w:val="003B2071"/>
    <w:rsid w:val="003B21CF"/>
    <w:rsid w:val="003B2B3F"/>
    <w:rsid w:val="003B3893"/>
    <w:rsid w:val="003B4276"/>
    <w:rsid w:val="003B4C3A"/>
    <w:rsid w:val="003B6060"/>
    <w:rsid w:val="003B6C04"/>
    <w:rsid w:val="003B727E"/>
    <w:rsid w:val="003B7B6B"/>
    <w:rsid w:val="003C07CE"/>
    <w:rsid w:val="003C0E7A"/>
    <w:rsid w:val="003C3248"/>
    <w:rsid w:val="003C3DDB"/>
    <w:rsid w:val="003C4170"/>
    <w:rsid w:val="003C51F3"/>
    <w:rsid w:val="003C7219"/>
    <w:rsid w:val="003D201B"/>
    <w:rsid w:val="003D2BF1"/>
    <w:rsid w:val="003D315A"/>
    <w:rsid w:val="003D4F02"/>
    <w:rsid w:val="003D5181"/>
    <w:rsid w:val="003D5AF1"/>
    <w:rsid w:val="003D6631"/>
    <w:rsid w:val="003E0736"/>
    <w:rsid w:val="003E0BA7"/>
    <w:rsid w:val="003E103E"/>
    <w:rsid w:val="003E1DE5"/>
    <w:rsid w:val="003E1FC9"/>
    <w:rsid w:val="003E2972"/>
    <w:rsid w:val="003E340D"/>
    <w:rsid w:val="003E3FE7"/>
    <w:rsid w:val="003E51D9"/>
    <w:rsid w:val="003E52E8"/>
    <w:rsid w:val="003E5CC0"/>
    <w:rsid w:val="003E6980"/>
    <w:rsid w:val="003E6F80"/>
    <w:rsid w:val="003E7DE2"/>
    <w:rsid w:val="003F333F"/>
    <w:rsid w:val="003F573C"/>
    <w:rsid w:val="003F5782"/>
    <w:rsid w:val="003F5E17"/>
    <w:rsid w:val="003F6036"/>
    <w:rsid w:val="003F6365"/>
    <w:rsid w:val="003F71AE"/>
    <w:rsid w:val="003F7444"/>
    <w:rsid w:val="003F7467"/>
    <w:rsid w:val="003F7986"/>
    <w:rsid w:val="003F7D3F"/>
    <w:rsid w:val="00401C7D"/>
    <w:rsid w:val="00403657"/>
    <w:rsid w:val="0040375D"/>
    <w:rsid w:val="00403D2C"/>
    <w:rsid w:val="00404191"/>
    <w:rsid w:val="00404856"/>
    <w:rsid w:val="00404989"/>
    <w:rsid w:val="00404C7F"/>
    <w:rsid w:val="00406913"/>
    <w:rsid w:val="004073B5"/>
    <w:rsid w:val="00407818"/>
    <w:rsid w:val="004105F8"/>
    <w:rsid w:val="00411119"/>
    <w:rsid w:val="00414163"/>
    <w:rsid w:val="0041426E"/>
    <w:rsid w:val="004145D4"/>
    <w:rsid w:val="004145E9"/>
    <w:rsid w:val="00416608"/>
    <w:rsid w:val="004175C3"/>
    <w:rsid w:val="004177D8"/>
    <w:rsid w:val="00417963"/>
    <w:rsid w:val="004179FA"/>
    <w:rsid w:val="00417AC9"/>
    <w:rsid w:val="00420533"/>
    <w:rsid w:val="0042120A"/>
    <w:rsid w:val="0042157F"/>
    <w:rsid w:val="00422CEE"/>
    <w:rsid w:val="004245A6"/>
    <w:rsid w:val="00425195"/>
    <w:rsid w:val="00425F00"/>
    <w:rsid w:val="00426139"/>
    <w:rsid w:val="00430D31"/>
    <w:rsid w:val="00432637"/>
    <w:rsid w:val="00432D15"/>
    <w:rsid w:val="00432E91"/>
    <w:rsid w:val="00433025"/>
    <w:rsid w:val="00433248"/>
    <w:rsid w:val="00433847"/>
    <w:rsid w:val="0043498D"/>
    <w:rsid w:val="0043549A"/>
    <w:rsid w:val="004360F0"/>
    <w:rsid w:val="0043693A"/>
    <w:rsid w:val="00436A0E"/>
    <w:rsid w:val="00437F43"/>
    <w:rsid w:val="00440012"/>
    <w:rsid w:val="0044034A"/>
    <w:rsid w:val="0044128A"/>
    <w:rsid w:val="00441AF6"/>
    <w:rsid w:val="00441CCB"/>
    <w:rsid w:val="004422D1"/>
    <w:rsid w:val="0044256C"/>
    <w:rsid w:val="00442E89"/>
    <w:rsid w:val="00443B32"/>
    <w:rsid w:val="004442F0"/>
    <w:rsid w:val="00445046"/>
    <w:rsid w:val="00445925"/>
    <w:rsid w:val="00453651"/>
    <w:rsid w:val="00453FA1"/>
    <w:rsid w:val="00454A0E"/>
    <w:rsid w:val="00456DE6"/>
    <w:rsid w:val="00460080"/>
    <w:rsid w:val="00460D35"/>
    <w:rsid w:val="004612E6"/>
    <w:rsid w:val="00461717"/>
    <w:rsid w:val="00461F9A"/>
    <w:rsid w:val="004635F2"/>
    <w:rsid w:val="00464589"/>
    <w:rsid w:val="0046470E"/>
    <w:rsid w:val="00466ADA"/>
    <w:rsid w:val="00466F1E"/>
    <w:rsid w:val="004678BE"/>
    <w:rsid w:val="004678F6"/>
    <w:rsid w:val="00467FF5"/>
    <w:rsid w:val="004706BE"/>
    <w:rsid w:val="00471577"/>
    <w:rsid w:val="00473874"/>
    <w:rsid w:val="00473C1B"/>
    <w:rsid w:val="0047422C"/>
    <w:rsid w:val="00476B9F"/>
    <w:rsid w:val="0047754C"/>
    <w:rsid w:val="00477919"/>
    <w:rsid w:val="00477F36"/>
    <w:rsid w:val="0048061C"/>
    <w:rsid w:val="004810D7"/>
    <w:rsid w:val="00482726"/>
    <w:rsid w:val="004841EB"/>
    <w:rsid w:val="004876BB"/>
    <w:rsid w:val="00490649"/>
    <w:rsid w:val="00490975"/>
    <w:rsid w:val="00491257"/>
    <w:rsid w:val="00493BAA"/>
    <w:rsid w:val="0049402A"/>
    <w:rsid w:val="0049460A"/>
    <w:rsid w:val="00494868"/>
    <w:rsid w:val="00496F5F"/>
    <w:rsid w:val="00497280"/>
    <w:rsid w:val="004A1070"/>
    <w:rsid w:val="004A28D4"/>
    <w:rsid w:val="004A3995"/>
    <w:rsid w:val="004A3A94"/>
    <w:rsid w:val="004A4852"/>
    <w:rsid w:val="004A567D"/>
    <w:rsid w:val="004A59E5"/>
    <w:rsid w:val="004A6639"/>
    <w:rsid w:val="004A7A08"/>
    <w:rsid w:val="004B0B82"/>
    <w:rsid w:val="004B115A"/>
    <w:rsid w:val="004B1C85"/>
    <w:rsid w:val="004B27E0"/>
    <w:rsid w:val="004B7EBD"/>
    <w:rsid w:val="004C10E5"/>
    <w:rsid w:val="004C1ACA"/>
    <w:rsid w:val="004C27CC"/>
    <w:rsid w:val="004C5792"/>
    <w:rsid w:val="004C692C"/>
    <w:rsid w:val="004D1016"/>
    <w:rsid w:val="004D10B1"/>
    <w:rsid w:val="004D146C"/>
    <w:rsid w:val="004D3BE6"/>
    <w:rsid w:val="004D52E0"/>
    <w:rsid w:val="004D56A1"/>
    <w:rsid w:val="004D6223"/>
    <w:rsid w:val="004D708E"/>
    <w:rsid w:val="004D7AAB"/>
    <w:rsid w:val="004E101B"/>
    <w:rsid w:val="004E1CC4"/>
    <w:rsid w:val="004E4750"/>
    <w:rsid w:val="004E572C"/>
    <w:rsid w:val="004E6692"/>
    <w:rsid w:val="004E6B83"/>
    <w:rsid w:val="004E6CC8"/>
    <w:rsid w:val="004E7571"/>
    <w:rsid w:val="004E7A77"/>
    <w:rsid w:val="004E7C9E"/>
    <w:rsid w:val="004F0970"/>
    <w:rsid w:val="004F11AE"/>
    <w:rsid w:val="004F2DE1"/>
    <w:rsid w:val="004F3674"/>
    <w:rsid w:val="004F455D"/>
    <w:rsid w:val="004F4DC8"/>
    <w:rsid w:val="004F569A"/>
    <w:rsid w:val="004F581A"/>
    <w:rsid w:val="004F5E81"/>
    <w:rsid w:val="004F5E83"/>
    <w:rsid w:val="004F6235"/>
    <w:rsid w:val="004F6C9A"/>
    <w:rsid w:val="004F7982"/>
    <w:rsid w:val="004F7CC3"/>
    <w:rsid w:val="004F7DCE"/>
    <w:rsid w:val="00500BEB"/>
    <w:rsid w:val="005015B0"/>
    <w:rsid w:val="00501685"/>
    <w:rsid w:val="00501AF2"/>
    <w:rsid w:val="00501E75"/>
    <w:rsid w:val="00501FA4"/>
    <w:rsid w:val="0050235D"/>
    <w:rsid w:val="0050243F"/>
    <w:rsid w:val="005029BB"/>
    <w:rsid w:val="00502C92"/>
    <w:rsid w:val="0050302D"/>
    <w:rsid w:val="00503916"/>
    <w:rsid w:val="00503926"/>
    <w:rsid w:val="00505200"/>
    <w:rsid w:val="00505362"/>
    <w:rsid w:val="00505377"/>
    <w:rsid w:val="00505EDC"/>
    <w:rsid w:val="00506989"/>
    <w:rsid w:val="00506B5A"/>
    <w:rsid w:val="0050728B"/>
    <w:rsid w:val="0051019B"/>
    <w:rsid w:val="00510A70"/>
    <w:rsid w:val="00513B2A"/>
    <w:rsid w:val="00513B4A"/>
    <w:rsid w:val="005143F1"/>
    <w:rsid w:val="00514E8C"/>
    <w:rsid w:val="00515968"/>
    <w:rsid w:val="00517794"/>
    <w:rsid w:val="00517C2A"/>
    <w:rsid w:val="00520A43"/>
    <w:rsid w:val="00523EA0"/>
    <w:rsid w:val="005241F2"/>
    <w:rsid w:val="00525467"/>
    <w:rsid w:val="005268F9"/>
    <w:rsid w:val="00527391"/>
    <w:rsid w:val="005278DC"/>
    <w:rsid w:val="005318FA"/>
    <w:rsid w:val="00532091"/>
    <w:rsid w:val="005340DA"/>
    <w:rsid w:val="00534DEA"/>
    <w:rsid w:val="00535B29"/>
    <w:rsid w:val="00536356"/>
    <w:rsid w:val="005366FE"/>
    <w:rsid w:val="00536962"/>
    <w:rsid w:val="005408C9"/>
    <w:rsid w:val="00540B2B"/>
    <w:rsid w:val="00541618"/>
    <w:rsid w:val="00545630"/>
    <w:rsid w:val="00545D6C"/>
    <w:rsid w:val="00545EFC"/>
    <w:rsid w:val="00546A5F"/>
    <w:rsid w:val="0055026C"/>
    <w:rsid w:val="00550D6B"/>
    <w:rsid w:val="00551332"/>
    <w:rsid w:val="00551456"/>
    <w:rsid w:val="00552B37"/>
    <w:rsid w:val="005544EB"/>
    <w:rsid w:val="00554CA9"/>
    <w:rsid w:val="0055608A"/>
    <w:rsid w:val="00557310"/>
    <w:rsid w:val="00557F59"/>
    <w:rsid w:val="0056109F"/>
    <w:rsid w:val="005618C4"/>
    <w:rsid w:val="005618D4"/>
    <w:rsid w:val="00562FF5"/>
    <w:rsid w:val="00563B08"/>
    <w:rsid w:val="00563F9F"/>
    <w:rsid w:val="0056406F"/>
    <w:rsid w:val="00565D28"/>
    <w:rsid w:val="005672B8"/>
    <w:rsid w:val="005677B2"/>
    <w:rsid w:val="00567B11"/>
    <w:rsid w:val="0057261B"/>
    <w:rsid w:val="00574288"/>
    <w:rsid w:val="005743BB"/>
    <w:rsid w:val="00574DDF"/>
    <w:rsid w:val="00577318"/>
    <w:rsid w:val="00580738"/>
    <w:rsid w:val="005807D9"/>
    <w:rsid w:val="00583A89"/>
    <w:rsid w:val="005847CD"/>
    <w:rsid w:val="005855F4"/>
    <w:rsid w:val="0058627D"/>
    <w:rsid w:val="005865A7"/>
    <w:rsid w:val="0058760F"/>
    <w:rsid w:val="00587A77"/>
    <w:rsid w:val="00590B43"/>
    <w:rsid w:val="00590CAC"/>
    <w:rsid w:val="00590F67"/>
    <w:rsid w:val="00591402"/>
    <w:rsid w:val="00591597"/>
    <w:rsid w:val="00591C10"/>
    <w:rsid w:val="00592BF0"/>
    <w:rsid w:val="00592F9C"/>
    <w:rsid w:val="00593CE9"/>
    <w:rsid w:val="00593FE6"/>
    <w:rsid w:val="00594534"/>
    <w:rsid w:val="005949C9"/>
    <w:rsid w:val="00595502"/>
    <w:rsid w:val="00595E11"/>
    <w:rsid w:val="0059650D"/>
    <w:rsid w:val="00596982"/>
    <w:rsid w:val="00596FDE"/>
    <w:rsid w:val="005971EF"/>
    <w:rsid w:val="00597ED1"/>
    <w:rsid w:val="005A2F44"/>
    <w:rsid w:val="005A39C2"/>
    <w:rsid w:val="005A3D80"/>
    <w:rsid w:val="005A4420"/>
    <w:rsid w:val="005A5036"/>
    <w:rsid w:val="005A6DB3"/>
    <w:rsid w:val="005A7DF8"/>
    <w:rsid w:val="005B0ECC"/>
    <w:rsid w:val="005B1466"/>
    <w:rsid w:val="005B3ACF"/>
    <w:rsid w:val="005B4032"/>
    <w:rsid w:val="005B4E58"/>
    <w:rsid w:val="005B6032"/>
    <w:rsid w:val="005B7048"/>
    <w:rsid w:val="005B72A0"/>
    <w:rsid w:val="005C0593"/>
    <w:rsid w:val="005C0E5B"/>
    <w:rsid w:val="005C212A"/>
    <w:rsid w:val="005C37FB"/>
    <w:rsid w:val="005C51EF"/>
    <w:rsid w:val="005C5589"/>
    <w:rsid w:val="005C5A41"/>
    <w:rsid w:val="005C6A15"/>
    <w:rsid w:val="005C6A98"/>
    <w:rsid w:val="005C7C24"/>
    <w:rsid w:val="005D0750"/>
    <w:rsid w:val="005D09A2"/>
    <w:rsid w:val="005D0C24"/>
    <w:rsid w:val="005D0EF6"/>
    <w:rsid w:val="005D14FC"/>
    <w:rsid w:val="005D18D6"/>
    <w:rsid w:val="005D1BCC"/>
    <w:rsid w:val="005D498D"/>
    <w:rsid w:val="005D62F6"/>
    <w:rsid w:val="005D7366"/>
    <w:rsid w:val="005D7C7E"/>
    <w:rsid w:val="005E1C14"/>
    <w:rsid w:val="005E2394"/>
    <w:rsid w:val="005E422C"/>
    <w:rsid w:val="005E4C6A"/>
    <w:rsid w:val="005E544C"/>
    <w:rsid w:val="005E54BB"/>
    <w:rsid w:val="005E55B5"/>
    <w:rsid w:val="005E612C"/>
    <w:rsid w:val="005E6EE5"/>
    <w:rsid w:val="005F0792"/>
    <w:rsid w:val="005F0AF8"/>
    <w:rsid w:val="005F0DE5"/>
    <w:rsid w:val="005F137E"/>
    <w:rsid w:val="005F1D94"/>
    <w:rsid w:val="005F2EC4"/>
    <w:rsid w:val="005F366B"/>
    <w:rsid w:val="005F4765"/>
    <w:rsid w:val="005F697A"/>
    <w:rsid w:val="0060002B"/>
    <w:rsid w:val="00600B3B"/>
    <w:rsid w:val="00601A37"/>
    <w:rsid w:val="0060204D"/>
    <w:rsid w:val="00603611"/>
    <w:rsid w:val="00603909"/>
    <w:rsid w:val="00603A12"/>
    <w:rsid w:val="00605865"/>
    <w:rsid w:val="00606E02"/>
    <w:rsid w:val="006072B3"/>
    <w:rsid w:val="0060775D"/>
    <w:rsid w:val="0061078D"/>
    <w:rsid w:val="00611DC7"/>
    <w:rsid w:val="00612331"/>
    <w:rsid w:val="00612F95"/>
    <w:rsid w:val="00613B53"/>
    <w:rsid w:val="006153D1"/>
    <w:rsid w:val="006156A9"/>
    <w:rsid w:val="00615F62"/>
    <w:rsid w:val="006160FD"/>
    <w:rsid w:val="00616696"/>
    <w:rsid w:val="006168AA"/>
    <w:rsid w:val="006178FE"/>
    <w:rsid w:val="00617BC2"/>
    <w:rsid w:val="00620678"/>
    <w:rsid w:val="00620AD0"/>
    <w:rsid w:val="00620F4B"/>
    <w:rsid w:val="00621302"/>
    <w:rsid w:val="00621A49"/>
    <w:rsid w:val="00622C5E"/>
    <w:rsid w:val="006244BC"/>
    <w:rsid w:val="006254F2"/>
    <w:rsid w:val="00625906"/>
    <w:rsid w:val="00627286"/>
    <w:rsid w:val="006272B4"/>
    <w:rsid w:val="00630823"/>
    <w:rsid w:val="0063255C"/>
    <w:rsid w:val="00632A1F"/>
    <w:rsid w:val="0063405E"/>
    <w:rsid w:val="00635169"/>
    <w:rsid w:val="006355AC"/>
    <w:rsid w:val="006357AD"/>
    <w:rsid w:val="00635C5D"/>
    <w:rsid w:val="0064058B"/>
    <w:rsid w:val="006406F0"/>
    <w:rsid w:val="0064195B"/>
    <w:rsid w:val="006427E4"/>
    <w:rsid w:val="006430A5"/>
    <w:rsid w:val="00644468"/>
    <w:rsid w:val="00644BB8"/>
    <w:rsid w:val="00645FCA"/>
    <w:rsid w:val="006537A8"/>
    <w:rsid w:val="00654243"/>
    <w:rsid w:val="006545BE"/>
    <w:rsid w:val="006546DA"/>
    <w:rsid w:val="00654D25"/>
    <w:rsid w:val="00654D4E"/>
    <w:rsid w:val="00654E5E"/>
    <w:rsid w:val="00655519"/>
    <w:rsid w:val="00655D1A"/>
    <w:rsid w:val="00655DD1"/>
    <w:rsid w:val="00657BD4"/>
    <w:rsid w:val="00661F65"/>
    <w:rsid w:val="00662D03"/>
    <w:rsid w:val="00662FDF"/>
    <w:rsid w:val="00663C15"/>
    <w:rsid w:val="006651E3"/>
    <w:rsid w:val="006652DD"/>
    <w:rsid w:val="006654AB"/>
    <w:rsid w:val="0066592F"/>
    <w:rsid w:val="006661EC"/>
    <w:rsid w:val="00667875"/>
    <w:rsid w:val="00667FED"/>
    <w:rsid w:val="00671B66"/>
    <w:rsid w:val="00672C10"/>
    <w:rsid w:val="00672F9D"/>
    <w:rsid w:val="00675D49"/>
    <w:rsid w:val="00676E05"/>
    <w:rsid w:val="006779D7"/>
    <w:rsid w:val="00680485"/>
    <w:rsid w:val="00680BF2"/>
    <w:rsid w:val="006811AC"/>
    <w:rsid w:val="0068173C"/>
    <w:rsid w:val="00681F5D"/>
    <w:rsid w:val="00682370"/>
    <w:rsid w:val="006829B6"/>
    <w:rsid w:val="00682F01"/>
    <w:rsid w:val="00683B45"/>
    <w:rsid w:val="006846F7"/>
    <w:rsid w:val="006857C7"/>
    <w:rsid w:val="006861D0"/>
    <w:rsid w:val="00686755"/>
    <w:rsid w:val="00687712"/>
    <w:rsid w:val="00691A69"/>
    <w:rsid w:val="00691CA0"/>
    <w:rsid w:val="00693197"/>
    <w:rsid w:val="00696B02"/>
    <w:rsid w:val="00696D1B"/>
    <w:rsid w:val="00697A30"/>
    <w:rsid w:val="006A2787"/>
    <w:rsid w:val="006A2A5E"/>
    <w:rsid w:val="006A2EBA"/>
    <w:rsid w:val="006A33B9"/>
    <w:rsid w:val="006A36C6"/>
    <w:rsid w:val="006A37D1"/>
    <w:rsid w:val="006A38D7"/>
    <w:rsid w:val="006A39BF"/>
    <w:rsid w:val="006A4572"/>
    <w:rsid w:val="006A61D3"/>
    <w:rsid w:val="006A6B18"/>
    <w:rsid w:val="006A6B74"/>
    <w:rsid w:val="006A7F62"/>
    <w:rsid w:val="006B0CD8"/>
    <w:rsid w:val="006B34C2"/>
    <w:rsid w:val="006B3C4E"/>
    <w:rsid w:val="006B4939"/>
    <w:rsid w:val="006B6540"/>
    <w:rsid w:val="006B727D"/>
    <w:rsid w:val="006B75EF"/>
    <w:rsid w:val="006B7F2F"/>
    <w:rsid w:val="006C0DF4"/>
    <w:rsid w:val="006C1DA8"/>
    <w:rsid w:val="006C25E1"/>
    <w:rsid w:val="006C3275"/>
    <w:rsid w:val="006C455D"/>
    <w:rsid w:val="006C4DC6"/>
    <w:rsid w:val="006C716E"/>
    <w:rsid w:val="006C75FF"/>
    <w:rsid w:val="006C77B5"/>
    <w:rsid w:val="006D0A03"/>
    <w:rsid w:val="006D0BB3"/>
    <w:rsid w:val="006D15DE"/>
    <w:rsid w:val="006D1905"/>
    <w:rsid w:val="006D2DDC"/>
    <w:rsid w:val="006D3683"/>
    <w:rsid w:val="006D3F30"/>
    <w:rsid w:val="006D4E3E"/>
    <w:rsid w:val="006D4F9C"/>
    <w:rsid w:val="006D5CD4"/>
    <w:rsid w:val="006D5DBC"/>
    <w:rsid w:val="006D5E96"/>
    <w:rsid w:val="006E0B74"/>
    <w:rsid w:val="006E1498"/>
    <w:rsid w:val="006E2875"/>
    <w:rsid w:val="006E606B"/>
    <w:rsid w:val="006E62F7"/>
    <w:rsid w:val="006E6B54"/>
    <w:rsid w:val="006E7C0D"/>
    <w:rsid w:val="006F00DA"/>
    <w:rsid w:val="006F086A"/>
    <w:rsid w:val="006F09EC"/>
    <w:rsid w:val="006F0A4B"/>
    <w:rsid w:val="006F1270"/>
    <w:rsid w:val="006F435B"/>
    <w:rsid w:val="006F53DC"/>
    <w:rsid w:val="006F60BC"/>
    <w:rsid w:val="0070096F"/>
    <w:rsid w:val="007013C1"/>
    <w:rsid w:val="007016F5"/>
    <w:rsid w:val="0070188E"/>
    <w:rsid w:val="00701A8D"/>
    <w:rsid w:val="00701B77"/>
    <w:rsid w:val="007021D8"/>
    <w:rsid w:val="00702CF9"/>
    <w:rsid w:val="00703D87"/>
    <w:rsid w:val="00704FE4"/>
    <w:rsid w:val="00706472"/>
    <w:rsid w:val="0070671F"/>
    <w:rsid w:val="00706D68"/>
    <w:rsid w:val="00707438"/>
    <w:rsid w:val="00707C39"/>
    <w:rsid w:val="00710FB5"/>
    <w:rsid w:val="0071166F"/>
    <w:rsid w:val="00712023"/>
    <w:rsid w:val="007120B1"/>
    <w:rsid w:val="00714CFE"/>
    <w:rsid w:val="00716504"/>
    <w:rsid w:val="00720921"/>
    <w:rsid w:val="00720E47"/>
    <w:rsid w:val="00720EAA"/>
    <w:rsid w:val="0072522F"/>
    <w:rsid w:val="007256C0"/>
    <w:rsid w:val="00725AB1"/>
    <w:rsid w:val="00726B39"/>
    <w:rsid w:val="007275B3"/>
    <w:rsid w:val="00730C1F"/>
    <w:rsid w:val="0073120E"/>
    <w:rsid w:val="00731341"/>
    <w:rsid w:val="00733228"/>
    <w:rsid w:val="00733289"/>
    <w:rsid w:val="007332AB"/>
    <w:rsid w:val="00733862"/>
    <w:rsid w:val="0073426D"/>
    <w:rsid w:val="0073513D"/>
    <w:rsid w:val="007369EF"/>
    <w:rsid w:val="00736C5F"/>
    <w:rsid w:val="00737F8A"/>
    <w:rsid w:val="00740B5D"/>
    <w:rsid w:val="00741293"/>
    <w:rsid w:val="007412AF"/>
    <w:rsid w:val="0074247A"/>
    <w:rsid w:val="00742C20"/>
    <w:rsid w:val="00742E12"/>
    <w:rsid w:val="00744490"/>
    <w:rsid w:val="00745499"/>
    <w:rsid w:val="00745681"/>
    <w:rsid w:val="00745FF1"/>
    <w:rsid w:val="00746A0D"/>
    <w:rsid w:val="00746CC1"/>
    <w:rsid w:val="00746EE4"/>
    <w:rsid w:val="007509E7"/>
    <w:rsid w:val="0075138D"/>
    <w:rsid w:val="00751891"/>
    <w:rsid w:val="00752304"/>
    <w:rsid w:val="00753607"/>
    <w:rsid w:val="007557DC"/>
    <w:rsid w:val="00755EDA"/>
    <w:rsid w:val="0076025B"/>
    <w:rsid w:val="007605F1"/>
    <w:rsid w:val="00761840"/>
    <w:rsid w:val="00761D4B"/>
    <w:rsid w:val="007623D0"/>
    <w:rsid w:val="007625CF"/>
    <w:rsid w:val="00762891"/>
    <w:rsid w:val="00762F86"/>
    <w:rsid w:val="00763B4F"/>
    <w:rsid w:val="007643D0"/>
    <w:rsid w:val="0076440A"/>
    <w:rsid w:val="0076450E"/>
    <w:rsid w:val="0076496B"/>
    <w:rsid w:val="00765DB8"/>
    <w:rsid w:val="00771FD3"/>
    <w:rsid w:val="00773B70"/>
    <w:rsid w:val="007744DC"/>
    <w:rsid w:val="00775359"/>
    <w:rsid w:val="007754C4"/>
    <w:rsid w:val="00775807"/>
    <w:rsid w:val="00775D80"/>
    <w:rsid w:val="00775EED"/>
    <w:rsid w:val="00776608"/>
    <w:rsid w:val="00777116"/>
    <w:rsid w:val="00777155"/>
    <w:rsid w:val="00777674"/>
    <w:rsid w:val="0078005F"/>
    <w:rsid w:val="00780A23"/>
    <w:rsid w:val="00780C18"/>
    <w:rsid w:val="00780E4B"/>
    <w:rsid w:val="00780E8D"/>
    <w:rsid w:val="0078264D"/>
    <w:rsid w:val="0078311F"/>
    <w:rsid w:val="0078324F"/>
    <w:rsid w:val="00783B9A"/>
    <w:rsid w:val="00785A47"/>
    <w:rsid w:val="00786830"/>
    <w:rsid w:val="0078724B"/>
    <w:rsid w:val="00791A75"/>
    <w:rsid w:val="00791E15"/>
    <w:rsid w:val="00792322"/>
    <w:rsid w:val="0079234D"/>
    <w:rsid w:val="0079678B"/>
    <w:rsid w:val="007973E1"/>
    <w:rsid w:val="00797E30"/>
    <w:rsid w:val="007A0264"/>
    <w:rsid w:val="007A0553"/>
    <w:rsid w:val="007A1F14"/>
    <w:rsid w:val="007A211C"/>
    <w:rsid w:val="007A246F"/>
    <w:rsid w:val="007A2480"/>
    <w:rsid w:val="007A25D5"/>
    <w:rsid w:val="007A3254"/>
    <w:rsid w:val="007A330C"/>
    <w:rsid w:val="007A42BC"/>
    <w:rsid w:val="007A4BB4"/>
    <w:rsid w:val="007A4E06"/>
    <w:rsid w:val="007A6606"/>
    <w:rsid w:val="007A668F"/>
    <w:rsid w:val="007A6A0C"/>
    <w:rsid w:val="007A6EEC"/>
    <w:rsid w:val="007A73EE"/>
    <w:rsid w:val="007A7B00"/>
    <w:rsid w:val="007A7DA4"/>
    <w:rsid w:val="007A7F40"/>
    <w:rsid w:val="007B294F"/>
    <w:rsid w:val="007B3E3F"/>
    <w:rsid w:val="007B5A6F"/>
    <w:rsid w:val="007B7520"/>
    <w:rsid w:val="007C0C94"/>
    <w:rsid w:val="007C0F7F"/>
    <w:rsid w:val="007C1850"/>
    <w:rsid w:val="007C19C6"/>
    <w:rsid w:val="007C20D1"/>
    <w:rsid w:val="007C3015"/>
    <w:rsid w:val="007C3A06"/>
    <w:rsid w:val="007C4916"/>
    <w:rsid w:val="007C4C0A"/>
    <w:rsid w:val="007C7202"/>
    <w:rsid w:val="007D1055"/>
    <w:rsid w:val="007D10ED"/>
    <w:rsid w:val="007D1AE0"/>
    <w:rsid w:val="007D2C9B"/>
    <w:rsid w:val="007D30E7"/>
    <w:rsid w:val="007D5652"/>
    <w:rsid w:val="007D5776"/>
    <w:rsid w:val="007D786F"/>
    <w:rsid w:val="007E04CD"/>
    <w:rsid w:val="007E1E9A"/>
    <w:rsid w:val="007E209A"/>
    <w:rsid w:val="007E2125"/>
    <w:rsid w:val="007E2345"/>
    <w:rsid w:val="007E3874"/>
    <w:rsid w:val="007E3BD4"/>
    <w:rsid w:val="007E5F55"/>
    <w:rsid w:val="007E7954"/>
    <w:rsid w:val="007E7B3F"/>
    <w:rsid w:val="007F05D1"/>
    <w:rsid w:val="007F0CA5"/>
    <w:rsid w:val="007F1337"/>
    <w:rsid w:val="007F1C36"/>
    <w:rsid w:val="007F2A1B"/>
    <w:rsid w:val="007F3A5F"/>
    <w:rsid w:val="007F3D8D"/>
    <w:rsid w:val="007F4C73"/>
    <w:rsid w:val="007F54BB"/>
    <w:rsid w:val="007F56B2"/>
    <w:rsid w:val="007F731F"/>
    <w:rsid w:val="00802BEB"/>
    <w:rsid w:val="00802EFF"/>
    <w:rsid w:val="008033DB"/>
    <w:rsid w:val="00803BCB"/>
    <w:rsid w:val="00804035"/>
    <w:rsid w:val="008052B6"/>
    <w:rsid w:val="0080579C"/>
    <w:rsid w:val="00806019"/>
    <w:rsid w:val="008065F2"/>
    <w:rsid w:val="008072C7"/>
    <w:rsid w:val="0081083D"/>
    <w:rsid w:val="008108BD"/>
    <w:rsid w:val="00810EE4"/>
    <w:rsid w:val="00812A7B"/>
    <w:rsid w:val="00813EA1"/>
    <w:rsid w:val="00817661"/>
    <w:rsid w:val="008176B2"/>
    <w:rsid w:val="0082083C"/>
    <w:rsid w:val="00820A5D"/>
    <w:rsid w:val="00820F61"/>
    <w:rsid w:val="008222A6"/>
    <w:rsid w:val="00822630"/>
    <w:rsid w:val="00822691"/>
    <w:rsid w:val="0082533B"/>
    <w:rsid w:val="008268C3"/>
    <w:rsid w:val="00826D44"/>
    <w:rsid w:val="0082783A"/>
    <w:rsid w:val="0083122F"/>
    <w:rsid w:val="00831530"/>
    <w:rsid w:val="00832E49"/>
    <w:rsid w:val="0083334B"/>
    <w:rsid w:val="00833C91"/>
    <w:rsid w:val="008349AA"/>
    <w:rsid w:val="00836FAA"/>
    <w:rsid w:val="00837053"/>
    <w:rsid w:val="00837862"/>
    <w:rsid w:val="008378FD"/>
    <w:rsid w:val="00840229"/>
    <w:rsid w:val="00841484"/>
    <w:rsid w:val="0084152C"/>
    <w:rsid w:val="0084228A"/>
    <w:rsid w:val="008423D4"/>
    <w:rsid w:val="00843E3D"/>
    <w:rsid w:val="00844A32"/>
    <w:rsid w:val="008459B5"/>
    <w:rsid w:val="00845FE1"/>
    <w:rsid w:val="00846571"/>
    <w:rsid w:val="00846B53"/>
    <w:rsid w:val="00847207"/>
    <w:rsid w:val="008508BB"/>
    <w:rsid w:val="00851175"/>
    <w:rsid w:val="00851A7C"/>
    <w:rsid w:val="00851C98"/>
    <w:rsid w:val="00852934"/>
    <w:rsid w:val="0085318B"/>
    <w:rsid w:val="0085356F"/>
    <w:rsid w:val="00853A82"/>
    <w:rsid w:val="00856567"/>
    <w:rsid w:val="00857EC3"/>
    <w:rsid w:val="00857F12"/>
    <w:rsid w:val="0086051B"/>
    <w:rsid w:val="00862A66"/>
    <w:rsid w:val="0086322A"/>
    <w:rsid w:val="00863846"/>
    <w:rsid w:val="008657A9"/>
    <w:rsid w:val="00866134"/>
    <w:rsid w:val="0086676C"/>
    <w:rsid w:val="00866F1F"/>
    <w:rsid w:val="00870B12"/>
    <w:rsid w:val="00870CE7"/>
    <w:rsid w:val="0087228D"/>
    <w:rsid w:val="008724BF"/>
    <w:rsid w:val="00872B63"/>
    <w:rsid w:val="0087302B"/>
    <w:rsid w:val="00873D3F"/>
    <w:rsid w:val="00874570"/>
    <w:rsid w:val="00874E35"/>
    <w:rsid w:val="0087502F"/>
    <w:rsid w:val="00875443"/>
    <w:rsid w:val="00875583"/>
    <w:rsid w:val="00875D62"/>
    <w:rsid w:val="00881D13"/>
    <w:rsid w:val="00881D99"/>
    <w:rsid w:val="008829A5"/>
    <w:rsid w:val="008832A6"/>
    <w:rsid w:val="008843C5"/>
    <w:rsid w:val="00884551"/>
    <w:rsid w:val="00884696"/>
    <w:rsid w:val="00884891"/>
    <w:rsid w:val="00885C3E"/>
    <w:rsid w:val="008874FB"/>
    <w:rsid w:val="00887AB6"/>
    <w:rsid w:val="00890AE2"/>
    <w:rsid w:val="00890BBF"/>
    <w:rsid w:val="00892435"/>
    <w:rsid w:val="008944AF"/>
    <w:rsid w:val="00894BAE"/>
    <w:rsid w:val="008966DE"/>
    <w:rsid w:val="0089697B"/>
    <w:rsid w:val="008A0B35"/>
    <w:rsid w:val="008A1178"/>
    <w:rsid w:val="008A1BE7"/>
    <w:rsid w:val="008A1E90"/>
    <w:rsid w:val="008A25A7"/>
    <w:rsid w:val="008A2786"/>
    <w:rsid w:val="008A2B8D"/>
    <w:rsid w:val="008A31C2"/>
    <w:rsid w:val="008A353C"/>
    <w:rsid w:val="008A3A60"/>
    <w:rsid w:val="008A4839"/>
    <w:rsid w:val="008A5B68"/>
    <w:rsid w:val="008A62A6"/>
    <w:rsid w:val="008A6FCF"/>
    <w:rsid w:val="008A7FA1"/>
    <w:rsid w:val="008B012A"/>
    <w:rsid w:val="008B1BC0"/>
    <w:rsid w:val="008B2210"/>
    <w:rsid w:val="008B37A6"/>
    <w:rsid w:val="008B3F25"/>
    <w:rsid w:val="008B426D"/>
    <w:rsid w:val="008B50E4"/>
    <w:rsid w:val="008B70B1"/>
    <w:rsid w:val="008B74A8"/>
    <w:rsid w:val="008B7894"/>
    <w:rsid w:val="008C02C6"/>
    <w:rsid w:val="008C4083"/>
    <w:rsid w:val="008C509F"/>
    <w:rsid w:val="008C5B57"/>
    <w:rsid w:val="008C5DDA"/>
    <w:rsid w:val="008C6314"/>
    <w:rsid w:val="008C7AD4"/>
    <w:rsid w:val="008C7C26"/>
    <w:rsid w:val="008C7D05"/>
    <w:rsid w:val="008D010F"/>
    <w:rsid w:val="008D1D57"/>
    <w:rsid w:val="008D1DDC"/>
    <w:rsid w:val="008D26CD"/>
    <w:rsid w:val="008D67E4"/>
    <w:rsid w:val="008E1798"/>
    <w:rsid w:val="008E1BEF"/>
    <w:rsid w:val="008E2871"/>
    <w:rsid w:val="008E2BDB"/>
    <w:rsid w:val="008E2C53"/>
    <w:rsid w:val="008E2C75"/>
    <w:rsid w:val="008E3DFF"/>
    <w:rsid w:val="008E4538"/>
    <w:rsid w:val="008E4B9D"/>
    <w:rsid w:val="008E4C34"/>
    <w:rsid w:val="008E5C91"/>
    <w:rsid w:val="008E632F"/>
    <w:rsid w:val="008E6592"/>
    <w:rsid w:val="008E6DF5"/>
    <w:rsid w:val="008E781A"/>
    <w:rsid w:val="008E7D7A"/>
    <w:rsid w:val="008F07E3"/>
    <w:rsid w:val="008F312D"/>
    <w:rsid w:val="008F558A"/>
    <w:rsid w:val="008F5A77"/>
    <w:rsid w:val="008F61EA"/>
    <w:rsid w:val="008F6AFB"/>
    <w:rsid w:val="008F7011"/>
    <w:rsid w:val="008F7BB6"/>
    <w:rsid w:val="00900BA4"/>
    <w:rsid w:val="00900ED6"/>
    <w:rsid w:val="00903256"/>
    <w:rsid w:val="00904660"/>
    <w:rsid w:val="0090486F"/>
    <w:rsid w:val="00905723"/>
    <w:rsid w:val="009058C6"/>
    <w:rsid w:val="00907D40"/>
    <w:rsid w:val="0091012F"/>
    <w:rsid w:val="00910840"/>
    <w:rsid w:val="00910D62"/>
    <w:rsid w:val="00911630"/>
    <w:rsid w:val="0091315C"/>
    <w:rsid w:val="00913260"/>
    <w:rsid w:val="00913B84"/>
    <w:rsid w:val="0091409F"/>
    <w:rsid w:val="009140FA"/>
    <w:rsid w:val="00914673"/>
    <w:rsid w:val="009159F6"/>
    <w:rsid w:val="009161CC"/>
    <w:rsid w:val="00916647"/>
    <w:rsid w:val="00916660"/>
    <w:rsid w:val="00916D6F"/>
    <w:rsid w:val="00920004"/>
    <w:rsid w:val="00920898"/>
    <w:rsid w:val="00921507"/>
    <w:rsid w:val="0092453C"/>
    <w:rsid w:val="009245E5"/>
    <w:rsid w:val="009245FD"/>
    <w:rsid w:val="00924F38"/>
    <w:rsid w:val="009260BA"/>
    <w:rsid w:val="009269E0"/>
    <w:rsid w:val="00926B8C"/>
    <w:rsid w:val="00926C7F"/>
    <w:rsid w:val="00926DD5"/>
    <w:rsid w:val="00927AFE"/>
    <w:rsid w:val="009312FC"/>
    <w:rsid w:val="0093211C"/>
    <w:rsid w:val="00932563"/>
    <w:rsid w:val="00932DCC"/>
    <w:rsid w:val="00932E27"/>
    <w:rsid w:val="009332D3"/>
    <w:rsid w:val="009338A7"/>
    <w:rsid w:val="00934429"/>
    <w:rsid w:val="009349C6"/>
    <w:rsid w:val="009353C1"/>
    <w:rsid w:val="00936478"/>
    <w:rsid w:val="00936CFB"/>
    <w:rsid w:val="00937257"/>
    <w:rsid w:val="00937E84"/>
    <w:rsid w:val="009406CC"/>
    <w:rsid w:val="00940D28"/>
    <w:rsid w:val="0094124C"/>
    <w:rsid w:val="009423D3"/>
    <w:rsid w:val="009426B3"/>
    <w:rsid w:val="00942AC6"/>
    <w:rsid w:val="00943DC0"/>
    <w:rsid w:val="00944645"/>
    <w:rsid w:val="00947473"/>
    <w:rsid w:val="0094776B"/>
    <w:rsid w:val="0095230C"/>
    <w:rsid w:val="0095309D"/>
    <w:rsid w:val="009533A0"/>
    <w:rsid w:val="009538EE"/>
    <w:rsid w:val="00954A5D"/>
    <w:rsid w:val="00954AD5"/>
    <w:rsid w:val="00956D09"/>
    <w:rsid w:val="00957707"/>
    <w:rsid w:val="00961DD1"/>
    <w:rsid w:val="0096214C"/>
    <w:rsid w:val="00962353"/>
    <w:rsid w:val="00962AF7"/>
    <w:rsid w:val="00962F96"/>
    <w:rsid w:val="00965590"/>
    <w:rsid w:val="0096605D"/>
    <w:rsid w:val="00970AB3"/>
    <w:rsid w:val="00971BF8"/>
    <w:rsid w:val="00973170"/>
    <w:rsid w:val="00973EE2"/>
    <w:rsid w:val="00974374"/>
    <w:rsid w:val="009745B1"/>
    <w:rsid w:val="00974AFF"/>
    <w:rsid w:val="009758A9"/>
    <w:rsid w:val="009762C5"/>
    <w:rsid w:val="009769F5"/>
    <w:rsid w:val="00977DE1"/>
    <w:rsid w:val="009803BA"/>
    <w:rsid w:val="00980B2A"/>
    <w:rsid w:val="0098175D"/>
    <w:rsid w:val="00982482"/>
    <w:rsid w:val="0098319B"/>
    <w:rsid w:val="00984934"/>
    <w:rsid w:val="00984981"/>
    <w:rsid w:val="00984E18"/>
    <w:rsid w:val="00985A14"/>
    <w:rsid w:val="00986FE4"/>
    <w:rsid w:val="00987086"/>
    <w:rsid w:val="00987482"/>
    <w:rsid w:val="00987604"/>
    <w:rsid w:val="0099112D"/>
    <w:rsid w:val="00996F8B"/>
    <w:rsid w:val="009A05A2"/>
    <w:rsid w:val="009A0749"/>
    <w:rsid w:val="009A342A"/>
    <w:rsid w:val="009A35BF"/>
    <w:rsid w:val="009A3D6B"/>
    <w:rsid w:val="009A412B"/>
    <w:rsid w:val="009A4976"/>
    <w:rsid w:val="009A4CD6"/>
    <w:rsid w:val="009A4DEB"/>
    <w:rsid w:val="009A5770"/>
    <w:rsid w:val="009B07CD"/>
    <w:rsid w:val="009B0811"/>
    <w:rsid w:val="009B1BA1"/>
    <w:rsid w:val="009B1CD5"/>
    <w:rsid w:val="009B39F9"/>
    <w:rsid w:val="009B4459"/>
    <w:rsid w:val="009B4F23"/>
    <w:rsid w:val="009B5A64"/>
    <w:rsid w:val="009B65D8"/>
    <w:rsid w:val="009B6884"/>
    <w:rsid w:val="009C0412"/>
    <w:rsid w:val="009C0C30"/>
    <w:rsid w:val="009C0C91"/>
    <w:rsid w:val="009C24E6"/>
    <w:rsid w:val="009C2F5C"/>
    <w:rsid w:val="009C53C1"/>
    <w:rsid w:val="009C5D3D"/>
    <w:rsid w:val="009C629B"/>
    <w:rsid w:val="009C692D"/>
    <w:rsid w:val="009C7277"/>
    <w:rsid w:val="009C76DF"/>
    <w:rsid w:val="009D1243"/>
    <w:rsid w:val="009D18F7"/>
    <w:rsid w:val="009D26AF"/>
    <w:rsid w:val="009D2782"/>
    <w:rsid w:val="009D2D18"/>
    <w:rsid w:val="009D3254"/>
    <w:rsid w:val="009D3E94"/>
    <w:rsid w:val="009D42E9"/>
    <w:rsid w:val="009D4DB8"/>
    <w:rsid w:val="009D548D"/>
    <w:rsid w:val="009E002C"/>
    <w:rsid w:val="009E008B"/>
    <w:rsid w:val="009E16CF"/>
    <w:rsid w:val="009E235F"/>
    <w:rsid w:val="009E262D"/>
    <w:rsid w:val="009E349D"/>
    <w:rsid w:val="009E3662"/>
    <w:rsid w:val="009E41BC"/>
    <w:rsid w:val="009E4554"/>
    <w:rsid w:val="009E4A60"/>
    <w:rsid w:val="009E55A2"/>
    <w:rsid w:val="009E5C88"/>
    <w:rsid w:val="009E5DA6"/>
    <w:rsid w:val="009E5E20"/>
    <w:rsid w:val="009E614F"/>
    <w:rsid w:val="009E6F9D"/>
    <w:rsid w:val="009E7064"/>
    <w:rsid w:val="009E7487"/>
    <w:rsid w:val="009F0FED"/>
    <w:rsid w:val="009F12F9"/>
    <w:rsid w:val="009F17DF"/>
    <w:rsid w:val="009F1A72"/>
    <w:rsid w:val="009F20BF"/>
    <w:rsid w:val="009F20FC"/>
    <w:rsid w:val="009F328F"/>
    <w:rsid w:val="009F370E"/>
    <w:rsid w:val="009F3C58"/>
    <w:rsid w:val="009F3FDF"/>
    <w:rsid w:val="009F6A0E"/>
    <w:rsid w:val="009F7136"/>
    <w:rsid w:val="00A014E6"/>
    <w:rsid w:val="00A01D4C"/>
    <w:rsid w:val="00A0210E"/>
    <w:rsid w:val="00A03D08"/>
    <w:rsid w:val="00A041D9"/>
    <w:rsid w:val="00A0427C"/>
    <w:rsid w:val="00A059C5"/>
    <w:rsid w:val="00A062BB"/>
    <w:rsid w:val="00A06EE0"/>
    <w:rsid w:val="00A07946"/>
    <w:rsid w:val="00A07A46"/>
    <w:rsid w:val="00A07E17"/>
    <w:rsid w:val="00A10443"/>
    <w:rsid w:val="00A108BB"/>
    <w:rsid w:val="00A1111C"/>
    <w:rsid w:val="00A113D5"/>
    <w:rsid w:val="00A119A8"/>
    <w:rsid w:val="00A11EDA"/>
    <w:rsid w:val="00A132BE"/>
    <w:rsid w:val="00A136B4"/>
    <w:rsid w:val="00A15B83"/>
    <w:rsid w:val="00A15CF7"/>
    <w:rsid w:val="00A160B1"/>
    <w:rsid w:val="00A16218"/>
    <w:rsid w:val="00A1624F"/>
    <w:rsid w:val="00A207D1"/>
    <w:rsid w:val="00A20BCC"/>
    <w:rsid w:val="00A21C19"/>
    <w:rsid w:val="00A227F1"/>
    <w:rsid w:val="00A22814"/>
    <w:rsid w:val="00A228FA"/>
    <w:rsid w:val="00A231F4"/>
    <w:rsid w:val="00A23D7E"/>
    <w:rsid w:val="00A23EE1"/>
    <w:rsid w:val="00A251FD"/>
    <w:rsid w:val="00A255B6"/>
    <w:rsid w:val="00A26235"/>
    <w:rsid w:val="00A26C41"/>
    <w:rsid w:val="00A305E5"/>
    <w:rsid w:val="00A33138"/>
    <w:rsid w:val="00A340E5"/>
    <w:rsid w:val="00A34420"/>
    <w:rsid w:val="00A35D05"/>
    <w:rsid w:val="00A36D92"/>
    <w:rsid w:val="00A36ED3"/>
    <w:rsid w:val="00A40578"/>
    <w:rsid w:val="00A40E6C"/>
    <w:rsid w:val="00A4184A"/>
    <w:rsid w:val="00A41E54"/>
    <w:rsid w:val="00A447D1"/>
    <w:rsid w:val="00A44913"/>
    <w:rsid w:val="00A4521C"/>
    <w:rsid w:val="00A452E1"/>
    <w:rsid w:val="00A463C7"/>
    <w:rsid w:val="00A47A14"/>
    <w:rsid w:val="00A506F3"/>
    <w:rsid w:val="00A50A33"/>
    <w:rsid w:val="00A50AF2"/>
    <w:rsid w:val="00A510D6"/>
    <w:rsid w:val="00A51CDA"/>
    <w:rsid w:val="00A52717"/>
    <w:rsid w:val="00A544AB"/>
    <w:rsid w:val="00A5483A"/>
    <w:rsid w:val="00A54EBD"/>
    <w:rsid w:val="00A55805"/>
    <w:rsid w:val="00A56242"/>
    <w:rsid w:val="00A56276"/>
    <w:rsid w:val="00A5633A"/>
    <w:rsid w:val="00A56973"/>
    <w:rsid w:val="00A56A98"/>
    <w:rsid w:val="00A56B45"/>
    <w:rsid w:val="00A57F95"/>
    <w:rsid w:val="00A60667"/>
    <w:rsid w:val="00A608B1"/>
    <w:rsid w:val="00A60BDD"/>
    <w:rsid w:val="00A60E4E"/>
    <w:rsid w:val="00A618D7"/>
    <w:rsid w:val="00A620BE"/>
    <w:rsid w:val="00A629F9"/>
    <w:rsid w:val="00A6474A"/>
    <w:rsid w:val="00A649E3"/>
    <w:rsid w:val="00A66180"/>
    <w:rsid w:val="00A665BE"/>
    <w:rsid w:val="00A66677"/>
    <w:rsid w:val="00A678F2"/>
    <w:rsid w:val="00A67E38"/>
    <w:rsid w:val="00A70996"/>
    <w:rsid w:val="00A70B95"/>
    <w:rsid w:val="00A731DB"/>
    <w:rsid w:val="00A7349B"/>
    <w:rsid w:val="00A7362C"/>
    <w:rsid w:val="00A7384A"/>
    <w:rsid w:val="00A750A0"/>
    <w:rsid w:val="00A76EA4"/>
    <w:rsid w:val="00A8066E"/>
    <w:rsid w:val="00A81782"/>
    <w:rsid w:val="00A81D1F"/>
    <w:rsid w:val="00A81E9C"/>
    <w:rsid w:val="00A82846"/>
    <w:rsid w:val="00A82C20"/>
    <w:rsid w:val="00A82F13"/>
    <w:rsid w:val="00A84831"/>
    <w:rsid w:val="00A84A62"/>
    <w:rsid w:val="00A84B96"/>
    <w:rsid w:val="00A852C7"/>
    <w:rsid w:val="00A853BF"/>
    <w:rsid w:val="00A85599"/>
    <w:rsid w:val="00A86E3A"/>
    <w:rsid w:val="00A90644"/>
    <w:rsid w:val="00A9171B"/>
    <w:rsid w:val="00A91EBA"/>
    <w:rsid w:val="00A92E30"/>
    <w:rsid w:val="00A93787"/>
    <w:rsid w:val="00A9393E"/>
    <w:rsid w:val="00A9585F"/>
    <w:rsid w:val="00A95E66"/>
    <w:rsid w:val="00AA094F"/>
    <w:rsid w:val="00AA10AB"/>
    <w:rsid w:val="00AA16FE"/>
    <w:rsid w:val="00AA39BA"/>
    <w:rsid w:val="00AA72C0"/>
    <w:rsid w:val="00AA7995"/>
    <w:rsid w:val="00AB105E"/>
    <w:rsid w:val="00AB3C01"/>
    <w:rsid w:val="00AB3C6F"/>
    <w:rsid w:val="00AB678D"/>
    <w:rsid w:val="00AB69C9"/>
    <w:rsid w:val="00AB6E30"/>
    <w:rsid w:val="00AB7829"/>
    <w:rsid w:val="00AC0988"/>
    <w:rsid w:val="00AC0B4F"/>
    <w:rsid w:val="00AC1B3B"/>
    <w:rsid w:val="00AC1E52"/>
    <w:rsid w:val="00AC27B3"/>
    <w:rsid w:val="00AC6A9C"/>
    <w:rsid w:val="00AC6DC2"/>
    <w:rsid w:val="00AD0459"/>
    <w:rsid w:val="00AD172F"/>
    <w:rsid w:val="00AD2017"/>
    <w:rsid w:val="00AD226A"/>
    <w:rsid w:val="00AD3921"/>
    <w:rsid w:val="00AD395A"/>
    <w:rsid w:val="00AD3AA8"/>
    <w:rsid w:val="00AD455C"/>
    <w:rsid w:val="00AD52DD"/>
    <w:rsid w:val="00AD5882"/>
    <w:rsid w:val="00AD6170"/>
    <w:rsid w:val="00AD6292"/>
    <w:rsid w:val="00AD7061"/>
    <w:rsid w:val="00AE0C66"/>
    <w:rsid w:val="00AE0F83"/>
    <w:rsid w:val="00AE129D"/>
    <w:rsid w:val="00AE13DB"/>
    <w:rsid w:val="00AE2065"/>
    <w:rsid w:val="00AE407C"/>
    <w:rsid w:val="00AE46FD"/>
    <w:rsid w:val="00AE4A45"/>
    <w:rsid w:val="00AE5E53"/>
    <w:rsid w:val="00AE60C2"/>
    <w:rsid w:val="00AE6662"/>
    <w:rsid w:val="00AE673D"/>
    <w:rsid w:val="00AE6C97"/>
    <w:rsid w:val="00AE7F84"/>
    <w:rsid w:val="00AF0AA8"/>
    <w:rsid w:val="00AF0AAB"/>
    <w:rsid w:val="00AF1066"/>
    <w:rsid w:val="00AF11C8"/>
    <w:rsid w:val="00AF12D0"/>
    <w:rsid w:val="00AF1A3A"/>
    <w:rsid w:val="00AF22F3"/>
    <w:rsid w:val="00AF2A9E"/>
    <w:rsid w:val="00AF37AB"/>
    <w:rsid w:val="00AF38F6"/>
    <w:rsid w:val="00AF4256"/>
    <w:rsid w:val="00AF5FE0"/>
    <w:rsid w:val="00AF69C1"/>
    <w:rsid w:val="00AF6DEF"/>
    <w:rsid w:val="00AF7498"/>
    <w:rsid w:val="00B001E8"/>
    <w:rsid w:val="00B01DB0"/>
    <w:rsid w:val="00B029C3"/>
    <w:rsid w:val="00B03250"/>
    <w:rsid w:val="00B039AF"/>
    <w:rsid w:val="00B0481E"/>
    <w:rsid w:val="00B05C95"/>
    <w:rsid w:val="00B06870"/>
    <w:rsid w:val="00B06979"/>
    <w:rsid w:val="00B0725F"/>
    <w:rsid w:val="00B101DF"/>
    <w:rsid w:val="00B10EEA"/>
    <w:rsid w:val="00B12E28"/>
    <w:rsid w:val="00B13086"/>
    <w:rsid w:val="00B136BF"/>
    <w:rsid w:val="00B1547B"/>
    <w:rsid w:val="00B1549E"/>
    <w:rsid w:val="00B17838"/>
    <w:rsid w:val="00B17BE7"/>
    <w:rsid w:val="00B17ED8"/>
    <w:rsid w:val="00B20975"/>
    <w:rsid w:val="00B21654"/>
    <w:rsid w:val="00B21A5C"/>
    <w:rsid w:val="00B21AC2"/>
    <w:rsid w:val="00B22B9B"/>
    <w:rsid w:val="00B22EF2"/>
    <w:rsid w:val="00B240B7"/>
    <w:rsid w:val="00B249D4"/>
    <w:rsid w:val="00B2555B"/>
    <w:rsid w:val="00B26431"/>
    <w:rsid w:val="00B2734D"/>
    <w:rsid w:val="00B27B7F"/>
    <w:rsid w:val="00B30C10"/>
    <w:rsid w:val="00B3177D"/>
    <w:rsid w:val="00B319F9"/>
    <w:rsid w:val="00B31C3F"/>
    <w:rsid w:val="00B31DF7"/>
    <w:rsid w:val="00B33BC0"/>
    <w:rsid w:val="00B34D6D"/>
    <w:rsid w:val="00B3587C"/>
    <w:rsid w:val="00B359DC"/>
    <w:rsid w:val="00B35B32"/>
    <w:rsid w:val="00B36983"/>
    <w:rsid w:val="00B36C03"/>
    <w:rsid w:val="00B3785A"/>
    <w:rsid w:val="00B37B7F"/>
    <w:rsid w:val="00B37E73"/>
    <w:rsid w:val="00B40266"/>
    <w:rsid w:val="00B41DA3"/>
    <w:rsid w:val="00B4277D"/>
    <w:rsid w:val="00B43377"/>
    <w:rsid w:val="00B44AE1"/>
    <w:rsid w:val="00B45418"/>
    <w:rsid w:val="00B458E1"/>
    <w:rsid w:val="00B4596F"/>
    <w:rsid w:val="00B46093"/>
    <w:rsid w:val="00B463C2"/>
    <w:rsid w:val="00B46F41"/>
    <w:rsid w:val="00B47DB4"/>
    <w:rsid w:val="00B50122"/>
    <w:rsid w:val="00B50291"/>
    <w:rsid w:val="00B51001"/>
    <w:rsid w:val="00B510BF"/>
    <w:rsid w:val="00B52999"/>
    <w:rsid w:val="00B5351B"/>
    <w:rsid w:val="00B54A25"/>
    <w:rsid w:val="00B5581E"/>
    <w:rsid w:val="00B57BFC"/>
    <w:rsid w:val="00B57EA3"/>
    <w:rsid w:val="00B6011B"/>
    <w:rsid w:val="00B6208D"/>
    <w:rsid w:val="00B6321F"/>
    <w:rsid w:val="00B633E7"/>
    <w:rsid w:val="00B647ED"/>
    <w:rsid w:val="00B6512D"/>
    <w:rsid w:val="00B658BC"/>
    <w:rsid w:val="00B65F03"/>
    <w:rsid w:val="00B707DA"/>
    <w:rsid w:val="00B712A2"/>
    <w:rsid w:val="00B72685"/>
    <w:rsid w:val="00B72AB7"/>
    <w:rsid w:val="00B72C39"/>
    <w:rsid w:val="00B72FE5"/>
    <w:rsid w:val="00B7310E"/>
    <w:rsid w:val="00B75588"/>
    <w:rsid w:val="00B7611A"/>
    <w:rsid w:val="00B767D5"/>
    <w:rsid w:val="00B76A10"/>
    <w:rsid w:val="00B774CE"/>
    <w:rsid w:val="00B808FF"/>
    <w:rsid w:val="00B825D7"/>
    <w:rsid w:val="00B82752"/>
    <w:rsid w:val="00B8301D"/>
    <w:rsid w:val="00B83A91"/>
    <w:rsid w:val="00B8473D"/>
    <w:rsid w:val="00B85F7B"/>
    <w:rsid w:val="00B860AC"/>
    <w:rsid w:val="00B8645B"/>
    <w:rsid w:val="00B869B9"/>
    <w:rsid w:val="00B86E12"/>
    <w:rsid w:val="00B916F4"/>
    <w:rsid w:val="00B91F96"/>
    <w:rsid w:val="00B94560"/>
    <w:rsid w:val="00B96F4B"/>
    <w:rsid w:val="00B96F8A"/>
    <w:rsid w:val="00B970A2"/>
    <w:rsid w:val="00B97D57"/>
    <w:rsid w:val="00BA038B"/>
    <w:rsid w:val="00BA0454"/>
    <w:rsid w:val="00BA0928"/>
    <w:rsid w:val="00BA2886"/>
    <w:rsid w:val="00BA4B7D"/>
    <w:rsid w:val="00BA6EEB"/>
    <w:rsid w:val="00BB0133"/>
    <w:rsid w:val="00BB0361"/>
    <w:rsid w:val="00BB0CD8"/>
    <w:rsid w:val="00BB0F3C"/>
    <w:rsid w:val="00BB0FA2"/>
    <w:rsid w:val="00BB1903"/>
    <w:rsid w:val="00BB2ED7"/>
    <w:rsid w:val="00BB3223"/>
    <w:rsid w:val="00BB3628"/>
    <w:rsid w:val="00BB510B"/>
    <w:rsid w:val="00BB54AA"/>
    <w:rsid w:val="00BB69A8"/>
    <w:rsid w:val="00BB781A"/>
    <w:rsid w:val="00BB7C19"/>
    <w:rsid w:val="00BC0C67"/>
    <w:rsid w:val="00BC0D04"/>
    <w:rsid w:val="00BC0D0D"/>
    <w:rsid w:val="00BC17FA"/>
    <w:rsid w:val="00BC23BE"/>
    <w:rsid w:val="00BC2E66"/>
    <w:rsid w:val="00BC3A4C"/>
    <w:rsid w:val="00BC4F55"/>
    <w:rsid w:val="00BC6B45"/>
    <w:rsid w:val="00BD1033"/>
    <w:rsid w:val="00BD1D23"/>
    <w:rsid w:val="00BD3333"/>
    <w:rsid w:val="00BD3A3A"/>
    <w:rsid w:val="00BD43D1"/>
    <w:rsid w:val="00BD46B1"/>
    <w:rsid w:val="00BD4DDB"/>
    <w:rsid w:val="00BD5C83"/>
    <w:rsid w:val="00BD62D9"/>
    <w:rsid w:val="00BD666B"/>
    <w:rsid w:val="00BD70A4"/>
    <w:rsid w:val="00BE194C"/>
    <w:rsid w:val="00BE2144"/>
    <w:rsid w:val="00BE2967"/>
    <w:rsid w:val="00BE2D44"/>
    <w:rsid w:val="00BE32F4"/>
    <w:rsid w:val="00BE41C7"/>
    <w:rsid w:val="00BE46BB"/>
    <w:rsid w:val="00BE52BA"/>
    <w:rsid w:val="00BE56F1"/>
    <w:rsid w:val="00BE71FE"/>
    <w:rsid w:val="00BF0689"/>
    <w:rsid w:val="00BF0DD5"/>
    <w:rsid w:val="00BF1E55"/>
    <w:rsid w:val="00BF2895"/>
    <w:rsid w:val="00BF51E3"/>
    <w:rsid w:val="00BF5E8E"/>
    <w:rsid w:val="00BF6096"/>
    <w:rsid w:val="00BF66A4"/>
    <w:rsid w:val="00BF6949"/>
    <w:rsid w:val="00BF6DAA"/>
    <w:rsid w:val="00BF78B3"/>
    <w:rsid w:val="00BF7EEE"/>
    <w:rsid w:val="00C013E9"/>
    <w:rsid w:val="00C01605"/>
    <w:rsid w:val="00C02445"/>
    <w:rsid w:val="00C02553"/>
    <w:rsid w:val="00C0412C"/>
    <w:rsid w:val="00C05EA2"/>
    <w:rsid w:val="00C05EE8"/>
    <w:rsid w:val="00C063F4"/>
    <w:rsid w:val="00C06F56"/>
    <w:rsid w:val="00C0730C"/>
    <w:rsid w:val="00C075BB"/>
    <w:rsid w:val="00C10EBD"/>
    <w:rsid w:val="00C11528"/>
    <w:rsid w:val="00C132A0"/>
    <w:rsid w:val="00C13920"/>
    <w:rsid w:val="00C14839"/>
    <w:rsid w:val="00C174A9"/>
    <w:rsid w:val="00C21018"/>
    <w:rsid w:val="00C2133D"/>
    <w:rsid w:val="00C23068"/>
    <w:rsid w:val="00C237EA"/>
    <w:rsid w:val="00C23C26"/>
    <w:rsid w:val="00C25F3F"/>
    <w:rsid w:val="00C26CF8"/>
    <w:rsid w:val="00C30AB0"/>
    <w:rsid w:val="00C31049"/>
    <w:rsid w:val="00C31C16"/>
    <w:rsid w:val="00C3213C"/>
    <w:rsid w:val="00C338C5"/>
    <w:rsid w:val="00C34AFA"/>
    <w:rsid w:val="00C34B3A"/>
    <w:rsid w:val="00C34CA4"/>
    <w:rsid w:val="00C35397"/>
    <w:rsid w:val="00C3572A"/>
    <w:rsid w:val="00C36BDA"/>
    <w:rsid w:val="00C403EA"/>
    <w:rsid w:val="00C40D84"/>
    <w:rsid w:val="00C414A4"/>
    <w:rsid w:val="00C41C07"/>
    <w:rsid w:val="00C41EE8"/>
    <w:rsid w:val="00C42193"/>
    <w:rsid w:val="00C4270A"/>
    <w:rsid w:val="00C46346"/>
    <w:rsid w:val="00C46FA8"/>
    <w:rsid w:val="00C477DA"/>
    <w:rsid w:val="00C50BD1"/>
    <w:rsid w:val="00C5199E"/>
    <w:rsid w:val="00C51D4B"/>
    <w:rsid w:val="00C51E74"/>
    <w:rsid w:val="00C5383B"/>
    <w:rsid w:val="00C53DAF"/>
    <w:rsid w:val="00C552EA"/>
    <w:rsid w:val="00C55927"/>
    <w:rsid w:val="00C57896"/>
    <w:rsid w:val="00C6056F"/>
    <w:rsid w:val="00C60A9D"/>
    <w:rsid w:val="00C60B35"/>
    <w:rsid w:val="00C60C2E"/>
    <w:rsid w:val="00C62E1A"/>
    <w:rsid w:val="00C642E6"/>
    <w:rsid w:val="00C6432B"/>
    <w:rsid w:val="00C67231"/>
    <w:rsid w:val="00C70DEA"/>
    <w:rsid w:val="00C711CF"/>
    <w:rsid w:val="00C71CCF"/>
    <w:rsid w:val="00C71EAE"/>
    <w:rsid w:val="00C73709"/>
    <w:rsid w:val="00C73B8B"/>
    <w:rsid w:val="00C74344"/>
    <w:rsid w:val="00C82B43"/>
    <w:rsid w:val="00C83D72"/>
    <w:rsid w:val="00C83FE6"/>
    <w:rsid w:val="00C8500E"/>
    <w:rsid w:val="00C85401"/>
    <w:rsid w:val="00C85A20"/>
    <w:rsid w:val="00C8742C"/>
    <w:rsid w:val="00C877E9"/>
    <w:rsid w:val="00C906B9"/>
    <w:rsid w:val="00C907E5"/>
    <w:rsid w:val="00C909F0"/>
    <w:rsid w:val="00C9120B"/>
    <w:rsid w:val="00C91576"/>
    <w:rsid w:val="00C91822"/>
    <w:rsid w:val="00C91CE6"/>
    <w:rsid w:val="00C91E2A"/>
    <w:rsid w:val="00C93B0F"/>
    <w:rsid w:val="00C93E2E"/>
    <w:rsid w:val="00C9451D"/>
    <w:rsid w:val="00C94647"/>
    <w:rsid w:val="00C96097"/>
    <w:rsid w:val="00C960A9"/>
    <w:rsid w:val="00C965C5"/>
    <w:rsid w:val="00C978CA"/>
    <w:rsid w:val="00CA0059"/>
    <w:rsid w:val="00CA1F70"/>
    <w:rsid w:val="00CA48E9"/>
    <w:rsid w:val="00CA69D6"/>
    <w:rsid w:val="00CA6A35"/>
    <w:rsid w:val="00CB03DF"/>
    <w:rsid w:val="00CB081E"/>
    <w:rsid w:val="00CB391C"/>
    <w:rsid w:val="00CB424E"/>
    <w:rsid w:val="00CB4EC7"/>
    <w:rsid w:val="00CB5D13"/>
    <w:rsid w:val="00CB6A87"/>
    <w:rsid w:val="00CB7603"/>
    <w:rsid w:val="00CB77C7"/>
    <w:rsid w:val="00CB7C1F"/>
    <w:rsid w:val="00CB7FA4"/>
    <w:rsid w:val="00CC0611"/>
    <w:rsid w:val="00CC2EA1"/>
    <w:rsid w:val="00CC378B"/>
    <w:rsid w:val="00CC4178"/>
    <w:rsid w:val="00CC61F1"/>
    <w:rsid w:val="00CC6902"/>
    <w:rsid w:val="00CC7364"/>
    <w:rsid w:val="00CD0112"/>
    <w:rsid w:val="00CD026E"/>
    <w:rsid w:val="00CD040F"/>
    <w:rsid w:val="00CD0F21"/>
    <w:rsid w:val="00CD118D"/>
    <w:rsid w:val="00CD1833"/>
    <w:rsid w:val="00CD1BEA"/>
    <w:rsid w:val="00CD25F9"/>
    <w:rsid w:val="00CD2B1D"/>
    <w:rsid w:val="00CD31D1"/>
    <w:rsid w:val="00CD4076"/>
    <w:rsid w:val="00CD4ADD"/>
    <w:rsid w:val="00CD4B36"/>
    <w:rsid w:val="00CD4C78"/>
    <w:rsid w:val="00CD51DE"/>
    <w:rsid w:val="00CD6EE4"/>
    <w:rsid w:val="00CD6EED"/>
    <w:rsid w:val="00CE1316"/>
    <w:rsid w:val="00CE1E9F"/>
    <w:rsid w:val="00CE2003"/>
    <w:rsid w:val="00CE2122"/>
    <w:rsid w:val="00CE2210"/>
    <w:rsid w:val="00CE2250"/>
    <w:rsid w:val="00CE2EB3"/>
    <w:rsid w:val="00CE352E"/>
    <w:rsid w:val="00CE6165"/>
    <w:rsid w:val="00CE624D"/>
    <w:rsid w:val="00CE6FDD"/>
    <w:rsid w:val="00CF2FA9"/>
    <w:rsid w:val="00CF426C"/>
    <w:rsid w:val="00CF4458"/>
    <w:rsid w:val="00CF466C"/>
    <w:rsid w:val="00CF760F"/>
    <w:rsid w:val="00CF7723"/>
    <w:rsid w:val="00CF7E46"/>
    <w:rsid w:val="00D000B7"/>
    <w:rsid w:val="00D0010B"/>
    <w:rsid w:val="00D00668"/>
    <w:rsid w:val="00D0244F"/>
    <w:rsid w:val="00D02F5C"/>
    <w:rsid w:val="00D030B4"/>
    <w:rsid w:val="00D03724"/>
    <w:rsid w:val="00D068AF"/>
    <w:rsid w:val="00D10D76"/>
    <w:rsid w:val="00D12E2E"/>
    <w:rsid w:val="00D13D13"/>
    <w:rsid w:val="00D13D62"/>
    <w:rsid w:val="00D1454A"/>
    <w:rsid w:val="00D14B8D"/>
    <w:rsid w:val="00D15CB3"/>
    <w:rsid w:val="00D1769B"/>
    <w:rsid w:val="00D20441"/>
    <w:rsid w:val="00D20891"/>
    <w:rsid w:val="00D21EC5"/>
    <w:rsid w:val="00D22185"/>
    <w:rsid w:val="00D23418"/>
    <w:rsid w:val="00D234D4"/>
    <w:rsid w:val="00D24CA0"/>
    <w:rsid w:val="00D25E85"/>
    <w:rsid w:val="00D2751A"/>
    <w:rsid w:val="00D27DB7"/>
    <w:rsid w:val="00D27E8F"/>
    <w:rsid w:val="00D30F3B"/>
    <w:rsid w:val="00D31430"/>
    <w:rsid w:val="00D32203"/>
    <w:rsid w:val="00D328BD"/>
    <w:rsid w:val="00D3310A"/>
    <w:rsid w:val="00D33FD1"/>
    <w:rsid w:val="00D35B48"/>
    <w:rsid w:val="00D35BE3"/>
    <w:rsid w:val="00D37336"/>
    <w:rsid w:val="00D40526"/>
    <w:rsid w:val="00D40EA8"/>
    <w:rsid w:val="00D414B0"/>
    <w:rsid w:val="00D420A0"/>
    <w:rsid w:val="00D42432"/>
    <w:rsid w:val="00D4267A"/>
    <w:rsid w:val="00D42DC8"/>
    <w:rsid w:val="00D43BFB"/>
    <w:rsid w:val="00D44E6C"/>
    <w:rsid w:val="00D46E17"/>
    <w:rsid w:val="00D47353"/>
    <w:rsid w:val="00D50271"/>
    <w:rsid w:val="00D5066B"/>
    <w:rsid w:val="00D5172B"/>
    <w:rsid w:val="00D5344B"/>
    <w:rsid w:val="00D53B7F"/>
    <w:rsid w:val="00D54A22"/>
    <w:rsid w:val="00D562F2"/>
    <w:rsid w:val="00D572AB"/>
    <w:rsid w:val="00D5769B"/>
    <w:rsid w:val="00D60176"/>
    <w:rsid w:val="00D60A64"/>
    <w:rsid w:val="00D61E48"/>
    <w:rsid w:val="00D62064"/>
    <w:rsid w:val="00D62B85"/>
    <w:rsid w:val="00D63943"/>
    <w:rsid w:val="00D64324"/>
    <w:rsid w:val="00D64FA2"/>
    <w:rsid w:val="00D6617F"/>
    <w:rsid w:val="00D662F5"/>
    <w:rsid w:val="00D66344"/>
    <w:rsid w:val="00D7060F"/>
    <w:rsid w:val="00D7186F"/>
    <w:rsid w:val="00D74118"/>
    <w:rsid w:val="00D74555"/>
    <w:rsid w:val="00D754BA"/>
    <w:rsid w:val="00D758C8"/>
    <w:rsid w:val="00D75935"/>
    <w:rsid w:val="00D800DF"/>
    <w:rsid w:val="00D80364"/>
    <w:rsid w:val="00D804A1"/>
    <w:rsid w:val="00D81898"/>
    <w:rsid w:val="00D82A66"/>
    <w:rsid w:val="00D8321F"/>
    <w:rsid w:val="00D835E4"/>
    <w:rsid w:val="00D84083"/>
    <w:rsid w:val="00D840F5"/>
    <w:rsid w:val="00D84B21"/>
    <w:rsid w:val="00D85333"/>
    <w:rsid w:val="00D8582D"/>
    <w:rsid w:val="00D85D8A"/>
    <w:rsid w:val="00D8602A"/>
    <w:rsid w:val="00D8649C"/>
    <w:rsid w:val="00D902E9"/>
    <w:rsid w:val="00D90C11"/>
    <w:rsid w:val="00D90F38"/>
    <w:rsid w:val="00D91510"/>
    <w:rsid w:val="00D92210"/>
    <w:rsid w:val="00D93151"/>
    <w:rsid w:val="00D93B75"/>
    <w:rsid w:val="00D94245"/>
    <w:rsid w:val="00D95BDA"/>
    <w:rsid w:val="00D95CC2"/>
    <w:rsid w:val="00D96C63"/>
    <w:rsid w:val="00D96D44"/>
    <w:rsid w:val="00D96E51"/>
    <w:rsid w:val="00D97C22"/>
    <w:rsid w:val="00DA000A"/>
    <w:rsid w:val="00DA0C60"/>
    <w:rsid w:val="00DA1226"/>
    <w:rsid w:val="00DA1F03"/>
    <w:rsid w:val="00DA2D13"/>
    <w:rsid w:val="00DA584C"/>
    <w:rsid w:val="00DA63E8"/>
    <w:rsid w:val="00DA7D99"/>
    <w:rsid w:val="00DA7DDE"/>
    <w:rsid w:val="00DA7F16"/>
    <w:rsid w:val="00DB0412"/>
    <w:rsid w:val="00DB067A"/>
    <w:rsid w:val="00DB1430"/>
    <w:rsid w:val="00DB4538"/>
    <w:rsid w:val="00DB4B4C"/>
    <w:rsid w:val="00DB600E"/>
    <w:rsid w:val="00DB6289"/>
    <w:rsid w:val="00DB7C8C"/>
    <w:rsid w:val="00DC2EA1"/>
    <w:rsid w:val="00DC379F"/>
    <w:rsid w:val="00DC4057"/>
    <w:rsid w:val="00DC6E55"/>
    <w:rsid w:val="00DC7505"/>
    <w:rsid w:val="00DD2B78"/>
    <w:rsid w:val="00DD30F9"/>
    <w:rsid w:val="00DD6078"/>
    <w:rsid w:val="00DD66C1"/>
    <w:rsid w:val="00DE0A62"/>
    <w:rsid w:val="00DE133E"/>
    <w:rsid w:val="00DE23DD"/>
    <w:rsid w:val="00DE2441"/>
    <w:rsid w:val="00DE3092"/>
    <w:rsid w:val="00DE335A"/>
    <w:rsid w:val="00DE4D63"/>
    <w:rsid w:val="00DE533B"/>
    <w:rsid w:val="00DE6D7C"/>
    <w:rsid w:val="00DE7352"/>
    <w:rsid w:val="00DE7799"/>
    <w:rsid w:val="00DF07FF"/>
    <w:rsid w:val="00DF0C08"/>
    <w:rsid w:val="00DF0FA8"/>
    <w:rsid w:val="00DF144A"/>
    <w:rsid w:val="00DF18AF"/>
    <w:rsid w:val="00DF1F57"/>
    <w:rsid w:val="00DF2326"/>
    <w:rsid w:val="00DF2D0A"/>
    <w:rsid w:val="00DF3086"/>
    <w:rsid w:val="00DF4255"/>
    <w:rsid w:val="00DF4F59"/>
    <w:rsid w:val="00DF63CF"/>
    <w:rsid w:val="00DF66CA"/>
    <w:rsid w:val="00DF6966"/>
    <w:rsid w:val="00DF6E28"/>
    <w:rsid w:val="00DF71C2"/>
    <w:rsid w:val="00DF7A3F"/>
    <w:rsid w:val="00E0040C"/>
    <w:rsid w:val="00E01214"/>
    <w:rsid w:val="00E01462"/>
    <w:rsid w:val="00E01AC6"/>
    <w:rsid w:val="00E02594"/>
    <w:rsid w:val="00E026B6"/>
    <w:rsid w:val="00E028A1"/>
    <w:rsid w:val="00E053D7"/>
    <w:rsid w:val="00E05CDF"/>
    <w:rsid w:val="00E05FEA"/>
    <w:rsid w:val="00E07A62"/>
    <w:rsid w:val="00E1179F"/>
    <w:rsid w:val="00E117DC"/>
    <w:rsid w:val="00E11FDB"/>
    <w:rsid w:val="00E1270C"/>
    <w:rsid w:val="00E1290E"/>
    <w:rsid w:val="00E14635"/>
    <w:rsid w:val="00E14FF6"/>
    <w:rsid w:val="00E15775"/>
    <w:rsid w:val="00E157CD"/>
    <w:rsid w:val="00E15D51"/>
    <w:rsid w:val="00E16E0E"/>
    <w:rsid w:val="00E16F13"/>
    <w:rsid w:val="00E170DF"/>
    <w:rsid w:val="00E17121"/>
    <w:rsid w:val="00E1797F"/>
    <w:rsid w:val="00E205D0"/>
    <w:rsid w:val="00E20D1B"/>
    <w:rsid w:val="00E21A81"/>
    <w:rsid w:val="00E21F25"/>
    <w:rsid w:val="00E2384F"/>
    <w:rsid w:val="00E242CA"/>
    <w:rsid w:val="00E24F92"/>
    <w:rsid w:val="00E259C9"/>
    <w:rsid w:val="00E27EB1"/>
    <w:rsid w:val="00E30FE1"/>
    <w:rsid w:val="00E31EC0"/>
    <w:rsid w:val="00E31F25"/>
    <w:rsid w:val="00E321D5"/>
    <w:rsid w:val="00E32224"/>
    <w:rsid w:val="00E32CB0"/>
    <w:rsid w:val="00E32D39"/>
    <w:rsid w:val="00E32E75"/>
    <w:rsid w:val="00E342E3"/>
    <w:rsid w:val="00E35B38"/>
    <w:rsid w:val="00E37FE7"/>
    <w:rsid w:val="00E40D4C"/>
    <w:rsid w:val="00E41027"/>
    <w:rsid w:val="00E41F87"/>
    <w:rsid w:val="00E42461"/>
    <w:rsid w:val="00E42608"/>
    <w:rsid w:val="00E435A2"/>
    <w:rsid w:val="00E43AB0"/>
    <w:rsid w:val="00E44444"/>
    <w:rsid w:val="00E45B47"/>
    <w:rsid w:val="00E47529"/>
    <w:rsid w:val="00E5026D"/>
    <w:rsid w:val="00E5061D"/>
    <w:rsid w:val="00E5086F"/>
    <w:rsid w:val="00E50E2A"/>
    <w:rsid w:val="00E51842"/>
    <w:rsid w:val="00E519DF"/>
    <w:rsid w:val="00E51BF3"/>
    <w:rsid w:val="00E523D6"/>
    <w:rsid w:val="00E52697"/>
    <w:rsid w:val="00E52E6A"/>
    <w:rsid w:val="00E530FD"/>
    <w:rsid w:val="00E5388C"/>
    <w:rsid w:val="00E53C1D"/>
    <w:rsid w:val="00E5538B"/>
    <w:rsid w:val="00E5547D"/>
    <w:rsid w:val="00E563DC"/>
    <w:rsid w:val="00E56E26"/>
    <w:rsid w:val="00E57568"/>
    <w:rsid w:val="00E576D3"/>
    <w:rsid w:val="00E5773C"/>
    <w:rsid w:val="00E6157A"/>
    <w:rsid w:val="00E61A90"/>
    <w:rsid w:val="00E61AD1"/>
    <w:rsid w:val="00E62E81"/>
    <w:rsid w:val="00E62FCC"/>
    <w:rsid w:val="00E6399C"/>
    <w:rsid w:val="00E63B75"/>
    <w:rsid w:val="00E64060"/>
    <w:rsid w:val="00E64721"/>
    <w:rsid w:val="00E647DB"/>
    <w:rsid w:val="00E64FD4"/>
    <w:rsid w:val="00E65B1B"/>
    <w:rsid w:val="00E6770C"/>
    <w:rsid w:val="00E70050"/>
    <w:rsid w:val="00E708DD"/>
    <w:rsid w:val="00E70CEC"/>
    <w:rsid w:val="00E7221F"/>
    <w:rsid w:val="00E7249A"/>
    <w:rsid w:val="00E72702"/>
    <w:rsid w:val="00E72BEA"/>
    <w:rsid w:val="00E73815"/>
    <w:rsid w:val="00E75DFD"/>
    <w:rsid w:val="00E76624"/>
    <w:rsid w:val="00E76A1F"/>
    <w:rsid w:val="00E77AE5"/>
    <w:rsid w:val="00E77C70"/>
    <w:rsid w:val="00E809D2"/>
    <w:rsid w:val="00E80A11"/>
    <w:rsid w:val="00E812F1"/>
    <w:rsid w:val="00E81695"/>
    <w:rsid w:val="00E81E99"/>
    <w:rsid w:val="00E824D3"/>
    <w:rsid w:val="00E82C00"/>
    <w:rsid w:val="00E82D0B"/>
    <w:rsid w:val="00E82E29"/>
    <w:rsid w:val="00E844B2"/>
    <w:rsid w:val="00E8616C"/>
    <w:rsid w:val="00E86AFB"/>
    <w:rsid w:val="00E86FA2"/>
    <w:rsid w:val="00E87EFB"/>
    <w:rsid w:val="00E9073A"/>
    <w:rsid w:val="00E922EE"/>
    <w:rsid w:val="00E9246B"/>
    <w:rsid w:val="00E928D5"/>
    <w:rsid w:val="00E92ECE"/>
    <w:rsid w:val="00E93909"/>
    <w:rsid w:val="00E944DF"/>
    <w:rsid w:val="00E95B1F"/>
    <w:rsid w:val="00E96072"/>
    <w:rsid w:val="00E961B9"/>
    <w:rsid w:val="00E976B6"/>
    <w:rsid w:val="00E97719"/>
    <w:rsid w:val="00E97C5E"/>
    <w:rsid w:val="00EA0B01"/>
    <w:rsid w:val="00EA151C"/>
    <w:rsid w:val="00EA1729"/>
    <w:rsid w:val="00EA3227"/>
    <w:rsid w:val="00EA352E"/>
    <w:rsid w:val="00EA3ABD"/>
    <w:rsid w:val="00EA5598"/>
    <w:rsid w:val="00EA62C8"/>
    <w:rsid w:val="00EA6597"/>
    <w:rsid w:val="00EA7CCC"/>
    <w:rsid w:val="00EB295D"/>
    <w:rsid w:val="00EB391F"/>
    <w:rsid w:val="00EB409C"/>
    <w:rsid w:val="00EC191D"/>
    <w:rsid w:val="00EC1BDC"/>
    <w:rsid w:val="00EC1C60"/>
    <w:rsid w:val="00EC2B21"/>
    <w:rsid w:val="00EC32B4"/>
    <w:rsid w:val="00EC39E5"/>
    <w:rsid w:val="00EC3A22"/>
    <w:rsid w:val="00ED0BCF"/>
    <w:rsid w:val="00ED0D7E"/>
    <w:rsid w:val="00ED1940"/>
    <w:rsid w:val="00ED1CA0"/>
    <w:rsid w:val="00ED1E50"/>
    <w:rsid w:val="00ED6B5A"/>
    <w:rsid w:val="00EE13FB"/>
    <w:rsid w:val="00EE14E9"/>
    <w:rsid w:val="00EE2B22"/>
    <w:rsid w:val="00EE2D02"/>
    <w:rsid w:val="00EE454B"/>
    <w:rsid w:val="00EE5C68"/>
    <w:rsid w:val="00EE65F5"/>
    <w:rsid w:val="00EE6A82"/>
    <w:rsid w:val="00EE7208"/>
    <w:rsid w:val="00EE73D2"/>
    <w:rsid w:val="00EF0B41"/>
    <w:rsid w:val="00EF2BD8"/>
    <w:rsid w:val="00EF31F3"/>
    <w:rsid w:val="00EF3281"/>
    <w:rsid w:val="00EF39B0"/>
    <w:rsid w:val="00EF3D47"/>
    <w:rsid w:val="00EF46E2"/>
    <w:rsid w:val="00F006EA"/>
    <w:rsid w:val="00F01398"/>
    <w:rsid w:val="00F03F32"/>
    <w:rsid w:val="00F0501E"/>
    <w:rsid w:val="00F059B0"/>
    <w:rsid w:val="00F05D3B"/>
    <w:rsid w:val="00F05DF0"/>
    <w:rsid w:val="00F07409"/>
    <w:rsid w:val="00F10639"/>
    <w:rsid w:val="00F10821"/>
    <w:rsid w:val="00F123C6"/>
    <w:rsid w:val="00F13269"/>
    <w:rsid w:val="00F13C74"/>
    <w:rsid w:val="00F13FE4"/>
    <w:rsid w:val="00F156F6"/>
    <w:rsid w:val="00F169B8"/>
    <w:rsid w:val="00F16F14"/>
    <w:rsid w:val="00F20D59"/>
    <w:rsid w:val="00F22BC0"/>
    <w:rsid w:val="00F230B4"/>
    <w:rsid w:val="00F23D4E"/>
    <w:rsid w:val="00F25217"/>
    <w:rsid w:val="00F25B34"/>
    <w:rsid w:val="00F260C8"/>
    <w:rsid w:val="00F27A98"/>
    <w:rsid w:val="00F27F09"/>
    <w:rsid w:val="00F312A8"/>
    <w:rsid w:val="00F31466"/>
    <w:rsid w:val="00F31A3C"/>
    <w:rsid w:val="00F31BA8"/>
    <w:rsid w:val="00F3281F"/>
    <w:rsid w:val="00F357E0"/>
    <w:rsid w:val="00F35BB2"/>
    <w:rsid w:val="00F37071"/>
    <w:rsid w:val="00F3747B"/>
    <w:rsid w:val="00F40CFE"/>
    <w:rsid w:val="00F41389"/>
    <w:rsid w:val="00F42A90"/>
    <w:rsid w:val="00F44893"/>
    <w:rsid w:val="00F45824"/>
    <w:rsid w:val="00F4744A"/>
    <w:rsid w:val="00F53323"/>
    <w:rsid w:val="00F538BB"/>
    <w:rsid w:val="00F55151"/>
    <w:rsid w:val="00F56A7E"/>
    <w:rsid w:val="00F57034"/>
    <w:rsid w:val="00F57F8E"/>
    <w:rsid w:val="00F60B12"/>
    <w:rsid w:val="00F613C2"/>
    <w:rsid w:val="00F6206A"/>
    <w:rsid w:val="00F63074"/>
    <w:rsid w:val="00F63988"/>
    <w:rsid w:val="00F649B9"/>
    <w:rsid w:val="00F64A94"/>
    <w:rsid w:val="00F65DC2"/>
    <w:rsid w:val="00F66017"/>
    <w:rsid w:val="00F668A9"/>
    <w:rsid w:val="00F715D8"/>
    <w:rsid w:val="00F71983"/>
    <w:rsid w:val="00F728D9"/>
    <w:rsid w:val="00F72B54"/>
    <w:rsid w:val="00F7368B"/>
    <w:rsid w:val="00F75087"/>
    <w:rsid w:val="00F762D2"/>
    <w:rsid w:val="00F77DE3"/>
    <w:rsid w:val="00F81996"/>
    <w:rsid w:val="00F82CF7"/>
    <w:rsid w:val="00F82D5E"/>
    <w:rsid w:val="00F82FBB"/>
    <w:rsid w:val="00F84855"/>
    <w:rsid w:val="00F84B6A"/>
    <w:rsid w:val="00F850CB"/>
    <w:rsid w:val="00F8550C"/>
    <w:rsid w:val="00F85627"/>
    <w:rsid w:val="00F860C0"/>
    <w:rsid w:val="00F86C07"/>
    <w:rsid w:val="00F86F6E"/>
    <w:rsid w:val="00F871AE"/>
    <w:rsid w:val="00F87B0F"/>
    <w:rsid w:val="00F87EC3"/>
    <w:rsid w:val="00F906CA"/>
    <w:rsid w:val="00F90D16"/>
    <w:rsid w:val="00F91CEA"/>
    <w:rsid w:val="00F9214D"/>
    <w:rsid w:val="00F922C7"/>
    <w:rsid w:val="00F93F4E"/>
    <w:rsid w:val="00F945C0"/>
    <w:rsid w:val="00F94B5B"/>
    <w:rsid w:val="00F97845"/>
    <w:rsid w:val="00FA0267"/>
    <w:rsid w:val="00FA0827"/>
    <w:rsid w:val="00FA1303"/>
    <w:rsid w:val="00FA13F8"/>
    <w:rsid w:val="00FA17F1"/>
    <w:rsid w:val="00FA2A84"/>
    <w:rsid w:val="00FA4B06"/>
    <w:rsid w:val="00FA5852"/>
    <w:rsid w:val="00FA740B"/>
    <w:rsid w:val="00FA7703"/>
    <w:rsid w:val="00FB00DA"/>
    <w:rsid w:val="00FB0184"/>
    <w:rsid w:val="00FB130C"/>
    <w:rsid w:val="00FB1680"/>
    <w:rsid w:val="00FB1E4F"/>
    <w:rsid w:val="00FB3042"/>
    <w:rsid w:val="00FB37B0"/>
    <w:rsid w:val="00FB4E81"/>
    <w:rsid w:val="00FC25E1"/>
    <w:rsid w:val="00FC2F4B"/>
    <w:rsid w:val="00FC3BFF"/>
    <w:rsid w:val="00FC4D74"/>
    <w:rsid w:val="00FC574E"/>
    <w:rsid w:val="00FC5936"/>
    <w:rsid w:val="00FC5FAD"/>
    <w:rsid w:val="00FC7A16"/>
    <w:rsid w:val="00FC7B94"/>
    <w:rsid w:val="00FD0439"/>
    <w:rsid w:val="00FD09E4"/>
    <w:rsid w:val="00FD1ADD"/>
    <w:rsid w:val="00FD29A2"/>
    <w:rsid w:val="00FD2C79"/>
    <w:rsid w:val="00FD3071"/>
    <w:rsid w:val="00FD5212"/>
    <w:rsid w:val="00FD55BC"/>
    <w:rsid w:val="00FD5DDE"/>
    <w:rsid w:val="00FD65A7"/>
    <w:rsid w:val="00FD7DD0"/>
    <w:rsid w:val="00FE0F11"/>
    <w:rsid w:val="00FE1613"/>
    <w:rsid w:val="00FE1BF0"/>
    <w:rsid w:val="00FE1C28"/>
    <w:rsid w:val="00FE1C36"/>
    <w:rsid w:val="00FE3B7E"/>
    <w:rsid w:val="00FE48D5"/>
    <w:rsid w:val="00FE4DE2"/>
    <w:rsid w:val="00FF08D4"/>
    <w:rsid w:val="00FF09D7"/>
    <w:rsid w:val="00FF489A"/>
    <w:rsid w:val="00FF4F7C"/>
    <w:rsid w:val="00FF5239"/>
    <w:rsid w:val="00FF6BEF"/>
    <w:rsid w:val="00FF7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C60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A305E5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9E6F9D"/>
    <w:rPr>
      <w:rFonts w:cs="Times New Roman"/>
      <w:color w:val="0000FF"/>
      <w:u w:val="single"/>
    </w:rPr>
  </w:style>
  <w:style w:type="paragraph" w:styleId="NoSpacing">
    <w:name w:val="No Spacing"/>
    <w:basedOn w:val="Normal"/>
    <w:uiPriority w:val="99"/>
    <w:qFormat/>
    <w:rsid w:val="00A618D7"/>
    <w:pPr>
      <w:spacing w:after="0" w:line="240" w:lineRule="auto"/>
    </w:pPr>
    <w:rPr>
      <w:rFonts w:ascii="Times New Roman" w:eastAsia="Times New Roman" w:hAnsi="Times New Roman"/>
      <w:sz w:val="24"/>
      <w:szCs w:val="32"/>
      <w:lang w:val="en-US"/>
    </w:rPr>
  </w:style>
  <w:style w:type="paragraph" w:styleId="NormalWeb">
    <w:name w:val="Normal (Web)"/>
    <w:basedOn w:val="Normal"/>
    <w:uiPriority w:val="99"/>
    <w:rsid w:val="00D864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031A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0%D0%BF%D1%82%D0%B0%D0%B9%D0%B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1%D0%B5%D1%82%D0%B5%D0%B2%D0%BE%D0%B9_%D1%82%D1%80%D0%B0%D1%84%D0%B8%D0%B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2%D1%80%D0%B0%D0%BD%D0%B7%D0%B0%D0%BA%D1%86%D0%B8%D1%8F_(%D0%B8%D0%BD%D1%84%D0%BE%D1%80%D0%BC%D0%B0%D1%82%D0%B8%D0%BA%D0%B0)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%D0%98%D0%BD%D1%82%D0%B5%D1%80%D0%BD%D0%B5%D1%82-%D0%BF%D0%BB%D0%B0%D0%BD%D1%88%D0%B5%D1%82" TargetMode="External"/><Relationship Id="rId10" Type="http://schemas.openxmlformats.org/officeDocument/2006/relationships/hyperlink" Target="http://www.cisco.com/web/RU/news/releases/txt/2013/01/011013b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sp.ru/lan/2013/10/1303788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286</TotalTime>
  <Pages>6</Pages>
  <Words>6245</Words>
  <Characters>3560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418</cp:revision>
  <dcterms:created xsi:type="dcterms:W3CDTF">2014-11-12T05:13:00Z</dcterms:created>
  <dcterms:modified xsi:type="dcterms:W3CDTF">2014-11-28T17:47:00Z</dcterms:modified>
</cp:coreProperties>
</file>